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1"/>
    </w:p>
    <w:p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1123浏阳河文创产业园文化馆 群众艺术馆</w:t>
            </w:r>
            <w:bookmarkEnd w:id="2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湖南</w:t>
            </w:r>
            <w:r>
              <w:t>-</w:t>
            </w:r>
            <w:r>
              <w:t>长沙</w:t>
            </w:r>
            <w:bookmarkEnd w:id="3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r w:rsidRPr="00D40158">
              <w:rPr>
                <w:rFonts w:ascii="宋体" w:hAnsi="宋体" w:hint="eastAsia"/>
                <w:szCs w:val="21"/>
              </w:rPr>
              <w:t>长沙市芙蓉城市建设投资集团有限公司</w:t>
            </w:r>
            <w:bookmarkEnd w:id="5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r w:rsidRPr="00D40158">
              <w:rPr>
                <w:rFonts w:ascii="宋体" w:hAnsi="宋体" w:hint="eastAsia"/>
                <w:szCs w:val="21"/>
              </w:rPr>
              <w:t>湖南诚士建筑规划设计有限公司</w:t>
            </w:r>
            <w:bookmarkEnd w:id="6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2023年11月28日</w:t>
              </w:r>
            </w:smartTag>
            <w:bookmarkEnd w:id="7"/>
          </w:p>
        </w:tc>
      </w:tr>
    </w:tbl>
    <w:p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>
      <w:pPr>
        <w:spacing w:line="240" w:lineRule="atLeast"/>
        <w:jc w:val="center"/>
        <w:rPr>
          <w:rFonts w:ascii="宋体" w:hAnsi="宋体"/>
        </w:rPr>
      </w:pPr>
    </w:p>
    <w:p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Becs2023</w:t>
            </w:r>
            <w:bookmarkEnd w:id="9"/>
          </w:p>
        </w:tc>
      </w:tr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20220909</w:t>
            </w:r>
            <w:bookmarkEnd w:id="10"/>
          </w:p>
        </w:tc>
      </w:tr>
      <w:tr w:rsidR="00794676" w:rsidRPr="00D40158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Nab283add0b54af16</w:t>
            </w:r>
            <w:bookmarkEnd w:id="11"/>
          </w:p>
        </w:tc>
      </w:tr>
    </w:tbl>
    <w:p w:rsidR="00794676" w:rsidRDefault="00794676" w:rsidP="00794676">
      <w:pPr>
        <w:pStyle w:val="1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:rsidR="00FF0CCE" w:rsidRDefault="00794676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2059781" w:history="1">
        <w:r w:rsidR="00FF0CCE" w:rsidRPr="00130EDF">
          <w:rPr>
            <w:rStyle w:val="a8"/>
          </w:rPr>
          <w:t>1</w:t>
        </w:r>
        <w:r w:rsidR="00FF0CCE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FF0CCE" w:rsidRPr="00130EDF">
          <w:rPr>
            <w:rStyle w:val="a8"/>
          </w:rPr>
          <w:t>建筑概况</w:t>
        </w:r>
        <w:r w:rsidR="00FF0CCE">
          <w:rPr>
            <w:webHidden/>
          </w:rPr>
          <w:tab/>
        </w:r>
        <w:r w:rsidR="00FF0CCE">
          <w:rPr>
            <w:webHidden/>
          </w:rPr>
          <w:fldChar w:fldCharType="begin"/>
        </w:r>
        <w:r w:rsidR="00FF0CCE">
          <w:rPr>
            <w:webHidden/>
          </w:rPr>
          <w:instrText xml:space="preserve"> PAGEREF _Toc152059781 \h </w:instrText>
        </w:r>
        <w:r w:rsidR="00FF0CCE">
          <w:rPr>
            <w:webHidden/>
          </w:rPr>
        </w:r>
        <w:r w:rsidR="00FF0CCE">
          <w:rPr>
            <w:webHidden/>
          </w:rPr>
          <w:fldChar w:fldCharType="separate"/>
        </w:r>
        <w:r w:rsidR="00FF0CCE">
          <w:rPr>
            <w:webHidden/>
          </w:rPr>
          <w:t>3</w:t>
        </w:r>
        <w:r w:rsidR="00FF0CCE">
          <w:rPr>
            <w:webHidden/>
          </w:rPr>
          <w:fldChar w:fldCharType="end"/>
        </w:r>
      </w:hyperlink>
    </w:p>
    <w:p w:rsidR="00FF0CCE" w:rsidRDefault="00FF0CCE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59782" w:history="1">
        <w:r w:rsidRPr="00130EDF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30EDF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59783" w:history="1">
        <w:r w:rsidRPr="00130EDF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30EDF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784" w:history="1">
        <w:r w:rsidRPr="00130EDF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785" w:history="1">
        <w:r w:rsidRPr="00130EDF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59786" w:history="1">
        <w:r w:rsidRPr="00130EDF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30EDF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787" w:history="1">
        <w:r w:rsidRPr="00130EDF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788" w:history="1">
        <w:r w:rsidRPr="00130EDF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789" w:history="1">
        <w:r w:rsidRPr="00130EDF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790" w:history="1">
        <w:r w:rsidRPr="00130EDF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59791" w:history="1">
        <w:r w:rsidRPr="00130EDF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30EDF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59792" w:history="1">
        <w:r w:rsidRPr="00130EDF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30EDF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793" w:history="1">
        <w:r w:rsidRPr="00130EDF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31"/>
        <w:rPr>
          <w:rFonts w:asciiTheme="minorHAnsi" w:eastAsiaTheme="minorEastAsia" w:hAnsiTheme="minorHAnsi" w:cstheme="minorBidi"/>
          <w:szCs w:val="22"/>
        </w:rPr>
      </w:pPr>
      <w:hyperlink w:anchor="_Toc152059794" w:history="1">
        <w:r w:rsidRPr="00130EDF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上人平屋面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795" w:history="1">
        <w:r w:rsidRPr="00130EDF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31"/>
        <w:rPr>
          <w:rFonts w:asciiTheme="minorHAnsi" w:eastAsiaTheme="minorEastAsia" w:hAnsiTheme="minorHAnsi" w:cstheme="minorBidi"/>
          <w:szCs w:val="22"/>
        </w:rPr>
      </w:pPr>
      <w:hyperlink w:anchor="_Toc152059796" w:history="1">
        <w:r w:rsidRPr="00130EDF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797" w:history="1">
        <w:r w:rsidRPr="00130EDF">
          <w:rPr>
            <w:rStyle w:val="a8"/>
            <w:lang w:val="en-GB"/>
          </w:rPr>
          <w:t>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热桥柱构造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31"/>
        <w:rPr>
          <w:rFonts w:asciiTheme="minorHAnsi" w:eastAsiaTheme="minorEastAsia" w:hAnsiTheme="minorHAnsi" w:cstheme="minorBidi"/>
          <w:szCs w:val="22"/>
        </w:rPr>
      </w:pPr>
      <w:hyperlink w:anchor="_Toc152059798" w:history="1">
        <w:r w:rsidRPr="00130EDF">
          <w:rPr>
            <w:rStyle w:val="a8"/>
            <w:lang w:val="en-GB"/>
          </w:rPr>
          <w:t>6.3.1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热桥柱构造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799" w:history="1">
        <w:r w:rsidRPr="00130EDF">
          <w:rPr>
            <w:rStyle w:val="a8"/>
            <w:lang w:val="en-GB"/>
          </w:rPr>
          <w:t>6.4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热桥梁构造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31"/>
        <w:rPr>
          <w:rFonts w:asciiTheme="minorHAnsi" w:eastAsiaTheme="minorEastAsia" w:hAnsiTheme="minorHAnsi" w:cstheme="minorBidi"/>
          <w:szCs w:val="22"/>
        </w:rPr>
      </w:pPr>
      <w:hyperlink w:anchor="_Toc152059800" w:history="1">
        <w:r w:rsidRPr="00130EDF">
          <w:rPr>
            <w:rStyle w:val="a8"/>
            <w:lang w:val="en-GB"/>
          </w:rPr>
          <w:t>6.4.1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热桥梁构造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2059801" w:history="1">
        <w:r w:rsidRPr="00130EDF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30EDF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FF0CCE" w:rsidRDefault="00FF0CCE">
      <w:pPr>
        <w:pStyle w:val="21"/>
        <w:rPr>
          <w:rFonts w:asciiTheme="minorHAnsi" w:eastAsiaTheme="minorEastAsia" w:hAnsiTheme="minorHAnsi" w:cstheme="minorBidi"/>
          <w:szCs w:val="22"/>
        </w:rPr>
      </w:pPr>
      <w:hyperlink w:anchor="_Toc152059802" w:history="1">
        <w:r w:rsidRPr="00130EDF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30EDF">
          <w:rPr>
            <w:rStyle w:val="a8"/>
          </w:rPr>
          <w:t>空调房间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_Toc152059802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794676" w:rsidRDefault="00794676" w:rsidP="00794676">
      <w:pPr>
        <w:spacing w:line="240" w:lineRule="atLeast"/>
      </w:pPr>
      <w:r>
        <w:fldChar w:fldCharType="end"/>
      </w:r>
    </w:p>
    <w:p w:rsidR="00794676" w:rsidRPr="009C4D39" w:rsidRDefault="00794676" w:rsidP="00794676">
      <w:pPr>
        <w:spacing w:line="240" w:lineRule="atLeast"/>
        <w:sectPr w:rsidR="00794676" w:rsidRPr="009C4D39" w:rsidSect="00EE2AA2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794676" w:rsidRPr="005E5F93" w:rsidRDefault="00794676" w:rsidP="00794676">
      <w:pPr>
        <w:pStyle w:val="1"/>
        <w:spacing w:line="240" w:lineRule="atLeast"/>
        <w:ind w:left="432" w:hanging="432"/>
      </w:pPr>
      <w:bookmarkStart w:id="12" w:name="_Toc152059781"/>
      <w:r w:rsidRPr="005E5F93">
        <w:rPr>
          <w:rFonts w:hint="eastAsia"/>
        </w:rPr>
        <w:lastRenderedPageBreak/>
        <w:t>建筑概况</w:t>
      </w:r>
      <w:bookmarkEnd w:id="12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bookmarkStart w:id="13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4" w:name="工程名称"/>
            <w:r>
              <w:t>1123</w:t>
            </w:r>
            <w:r>
              <w:t>浏阳河文创产业园文化馆</w:t>
            </w:r>
            <w:r>
              <w:t xml:space="preserve"> </w:t>
            </w:r>
            <w:r>
              <w:t>群众艺术馆</w:t>
            </w:r>
            <w:bookmarkEnd w:id="14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5" w:name="工程地点"/>
            <w:r>
              <w:t>湖南</w:t>
            </w:r>
            <w:r>
              <w:t>-</w:t>
            </w:r>
            <w:r>
              <w:t>长沙</w:t>
            </w:r>
            <w:bookmarkEnd w:id="15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6" w:name="纬度"/>
            <w:r w:rsidRPr="00FF2243">
              <w:rPr>
                <w:rFonts w:ascii="宋体" w:hAnsi="宋体" w:hint="eastAsia"/>
              </w:rPr>
              <w:t>28.00</w:t>
            </w:r>
            <w:bookmarkEnd w:id="16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7" w:name="经度"/>
            <w:r w:rsidRPr="00FF2243">
              <w:rPr>
                <w:rFonts w:ascii="宋体" w:hAnsi="宋体" w:hint="eastAsia"/>
              </w:rPr>
              <w:t>113.08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8" w:name="气候分区"/>
            <w:r>
              <w:t>夏热冬冷</w:t>
            </w:r>
            <w:r>
              <w:t>A</w:t>
            </w:r>
            <w:r>
              <w:t>区</w:t>
            </w:r>
            <w:bookmarkEnd w:id="18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9" w:name="大气透明度等级"/>
            <w:r>
              <w:t>4</w:t>
            </w:r>
            <w:bookmarkEnd w:id="19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0" w:name="地上建筑面积"/>
            <w:r w:rsidRPr="005816EB">
              <w:rPr>
                <w:rFonts w:hint="eastAsia"/>
              </w:rPr>
              <w:t>8162</w:t>
            </w:r>
            <w:bookmarkEnd w:id="20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1" w:name="地下建筑面积"/>
            <w:r w:rsidRPr="005816EB">
              <w:rPr>
                <w:rFonts w:hint="eastAsia"/>
              </w:rPr>
              <w:t>0</w:t>
            </w:r>
            <w:bookmarkEnd w:id="21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2" w:name="地上建筑层数"/>
            <w:r w:rsidRPr="005816EB">
              <w:rPr>
                <w:rFonts w:hint="eastAsia"/>
              </w:rPr>
              <w:t>3</w:t>
            </w:r>
            <w:bookmarkEnd w:id="22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3" w:name="地下建筑层数"/>
            <w:r>
              <w:t>0</w:t>
            </w:r>
            <w:bookmarkEnd w:id="23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4" w:name="地上建筑高度"/>
            <w:r w:rsidRPr="005816EB">
              <w:rPr>
                <w:rFonts w:hint="eastAsia"/>
              </w:rPr>
              <w:t>17.0</w:t>
            </w:r>
            <w:bookmarkEnd w:id="24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5" w:name="结构类型"/>
            <w:r>
              <w:t>钢结构</w:t>
            </w:r>
            <w:bookmarkEnd w:id="25"/>
          </w:p>
        </w:tc>
      </w:tr>
    </w:tbl>
    <w:p w:rsidR="00794676" w:rsidRDefault="00794676" w:rsidP="00794676">
      <w:pPr>
        <w:pStyle w:val="1"/>
        <w:spacing w:line="240" w:lineRule="atLeast"/>
        <w:ind w:left="432" w:hanging="432"/>
      </w:pPr>
      <w:bookmarkStart w:id="26" w:name="TitleFormat"/>
      <w:bookmarkStart w:id="27" w:name="_Toc152059782"/>
      <w:bookmarkEnd w:id="13"/>
      <w:r>
        <w:rPr>
          <w:rFonts w:hint="eastAsia"/>
        </w:rPr>
        <w:t>评价依据</w:t>
      </w:r>
      <w:bookmarkEnd w:id="27"/>
    </w:p>
    <w:bookmarkEnd w:id="26"/>
    <w:p w:rsidR="009154A6" w:rsidRDefault="009154A6" w:rsidP="009154A6"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28"/>
    </w:p>
    <w:p w:rsidR="009154A6" w:rsidRDefault="009154A6" w:rsidP="009154A6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:rsidR="009154A6" w:rsidRPr="00CC07EB" w:rsidRDefault="009154A6" w:rsidP="009154A6">
      <w:r>
        <w:rPr>
          <w:rFonts w:hint="eastAsia"/>
        </w:rPr>
        <w:t xml:space="preserve">3. </w:t>
      </w:r>
      <w:bookmarkStart w:id="29" w:name="地方绿建评价标准"/>
      <w:r w:rsidRPr="003449FB">
        <w:rPr>
          <w:rFonts w:hint="eastAsia"/>
        </w:rPr>
        <w:t>《绿色建筑评价标准》</w:t>
      </w:r>
      <w:r w:rsidRPr="003449FB">
        <w:rPr>
          <w:rFonts w:hint="eastAsia"/>
        </w:rPr>
        <w:t>GB/T 50378-2019</w:t>
      </w:r>
      <w:bookmarkEnd w:id="29"/>
    </w:p>
    <w:p w:rsidR="009154A6" w:rsidRPr="00CC07EB" w:rsidRDefault="009154A6" w:rsidP="009154A6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:rsidR="009154A6" w:rsidRPr="000730E7" w:rsidRDefault="009154A6" w:rsidP="009154A6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:rsidR="00794676" w:rsidRDefault="00794676" w:rsidP="00794676">
      <w:pPr>
        <w:pStyle w:val="1"/>
        <w:spacing w:line="240" w:lineRule="atLeast"/>
        <w:ind w:left="432" w:hanging="432"/>
      </w:pPr>
      <w:bookmarkStart w:id="30" w:name="_Toc152059783"/>
      <w:r>
        <w:rPr>
          <w:rFonts w:hint="eastAsia"/>
        </w:rPr>
        <w:t>评价目标与方法</w:t>
      </w:r>
      <w:bookmarkEnd w:id="30"/>
    </w:p>
    <w:p w:rsidR="00794676" w:rsidRDefault="00794676" w:rsidP="00794676">
      <w:pPr>
        <w:pStyle w:val="2"/>
        <w:spacing w:line="240" w:lineRule="atLeast"/>
        <w:rPr>
          <w:kern w:val="2"/>
        </w:rPr>
      </w:pPr>
      <w:bookmarkStart w:id="31" w:name="_Toc152059784"/>
      <w:r>
        <w:rPr>
          <w:rFonts w:hint="eastAsia"/>
          <w:kern w:val="2"/>
        </w:rPr>
        <w:t>评价目标</w:t>
      </w:r>
      <w:bookmarkEnd w:id="31"/>
    </w:p>
    <w:p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/>
          <w:szCs w:val="21"/>
        </w:rPr>
        <w:t>》</w:t>
      </w:r>
      <w:r>
        <w:rPr>
          <w:rFonts w:ascii="宋体" w:hAnsi="宋体" w:hint="eastAsia"/>
          <w:szCs w:val="21"/>
        </w:rPr>
        <w:t>和</w:t>
      </w:r>
      <w:bookmarkStart w:id="32" w:name="地方绿建评价标准：1"/>
      <w:r>
        <w:rPr>
          <w:rFonts w:ascii="宋体" w:hAnsi="宋体" w:hint="eastAsia"/>
          <w:szCs w:val="21"/>
        </w:rPr>
        <w:t>《绿色建筑评价标准》GB/T 50378-2019</w:t>
      </w:r>
      <w:bookmarkEnd w:id="32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3" w:name="_Toc152059785"/>
      <w:r>
        <w:rPr>
          <w:rFonts w:hint="eastAsia"/>
          <w:kern w:val="2"/>
        </w:rPr>
        <w:t>评价方法</w:t>
      </w:r>
      <w:bookmarkEnd w:id="33"/>
    </w:p>
    <w:p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4" w:name="OLE_LINK3"/>
      <w:r w:rsidRPr="00FE74EF">
        <w:rPr>
          <w:color w:val="000000"/>
          <w:szCs w:val="21"/>
        </w:rPr>
        <w:t>在给定两侧空气温度及变化规律的情况下，</w:t>
      </w:r>
      <w:bookmarkEnd w:id="34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:rsidTr="00844F8C">
        <w:trPr>
          <w:jc w:val="center"/>
        </w:trPr>
        <w:tc>
          <w:tcPr>
            <w:tcW w:w="1885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2634B9">
              <w:rPr>
                <w:position w:val="-9"/>
              </w:rPr>
              <w:pict w14:anchorId="3EC5760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FF0CCE">
              <w:rPr>
                <w:position w:val="-9"/>
              </w:rPr>
              <w:pict>
                <v:shape id="_x0000_i1071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:rsidTr="00844F8C">
        <w:trPr>
          <w:jc w:val="center"/>
        </w:trPr>
        <w:tc>
          <w:tcPr>
            <w:tcW w:w="1689" w:type="dxa"/>
            <w:shd w:val="clear" w:color="auto" w:fill="D9D9D9"/>
          </w:tcPr>
          <w:p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2634B9">
              <w:rPr>
                <w:position w:val="-9"/>
              </w:rPr>
              <w:pict w14:anchorId="3577BE1E">
                <v:shape id="_x0000_i1027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FF0CCE">
              <w:rPr>
                <w:position w:val="-9"/>
              </w:rPr>
              <w:pict>
                <v:shape id="_x0000_i1072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251E695F">
          <v:shape id="_x0000_i1029" type="#_x0000_t75" style="width:30.75pt;height:15.75pt" o:ole="">
            <v:imagedata r:id="rId11" o:title=""/>
          </v:shape>
          <o:OLEObject Type="Embed" ProgID="Equation.DSMT4" ShapeID="_x0000_i1029" DrawAspect="Content" ObjectID="_1762672554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2634B9">
        <w:rPr>
          <w:position w:val="-6"/>
        </w:rPr>
        <w:pict w14:anchorId="1ABD3283">
          <v:shape id="_x0000_i103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FF0CCE">
        <w:rPr>
          <w:position w:val="-6"/>
        </w:rPr>
        <w:pict>
          <v:shape id="_x0000_i1073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2634B9">
        <w:rPr>
          <w:position w:val="-8"/>
        </w:rPr>
        <w:pict w14:anchorId="3EEAC971">
          <v:shape id="_x0000_i1032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FF0CCE">
        <w:rPr>
          <w:position w:val="-8"/>
        </w:rPr>
        <w:pict>
          <v:shape id="_x0000_i107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2634B9">
        <w:rPr>
          <w:rFonts w:ascii="宋体" w:hAnsi="宋体"/>
          <w:position w:val="-8"/>
        </w:rPr>
        <w:pict w14:anchorId="11CFB3A3">
          <v:shape id="_x0000_i103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FF0CCE">
        <w:rPr>
          <w:rFonts w:ascii="宋体" w:hAnsi="宋体"/>
          <w:position w:val="-8"/>
        </w:rPr>
        <w:pict>
          <v:shape id="_x0000_i107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GB50176</w:t>
      </w:r>
      <w:r w:rsidR="00D80AF1">
        <w:t>-2016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2634B9">
        <w:rPr>
          <w:position w:val="-23"/>
        </w:rPr>
        <w:pict w14:anchorId="5AB861CF">
          <v:shape id="_x0000_i1036" type="#_x0000_t75" style="width:4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FF0CCE">
        <w:rPr>
          <w:position w:val="-23"/>
        </w:rPr>
        <w:pict>
          <v:shape id="_x0000_i1076" type="#_x0000_t75" style="width:4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2634B9">
        <w:rPr>
          <w:position w:val="-24"/>
        </w:rPr>
        <w:pict w14:anchorId="36991BE2">
          <v:shape id="_x0000_i1038" type="#_x0000_t75" style="width:10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FF0CCE">
        <w:rPr>
          <w:position w:val="-24"/>
        </w:rPr>
        <w:pict>
          <v:shape id="_x0000_i1077" type="#_x0000_t75" style="width:10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2634B9">
        <w:rPr>
          <w:position w:val="-8"/>
        </w:rPr>
        <w:pict w14:anchorId="755EE9E5">
          <v:shape id="_x0000_i104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FF0CCE">
        <w:rPr>
          <w:position w:val="-8"/>
        </w:rPr>
        <w:pict>
          <v:shape id="_x0000_i107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2634B9">
        <w:rPr>
          <w:position w:val="-8"/>
        </w:rPr>
        <w:pict w14:anchorId="0F137284">
          <v:shape id="_x0000_i1042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FF0CCE">
        <w:rPr>
          <w:position w:val="-8"/>
        </w:rPr>
        <w:pict>
          <v:shape id="_x0000_i1079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2634B9">
        <w:rPr>
          <w:position w:val="-26"/>
        </w:rPr>
        <w:pict w14:anchorId="0683AB2E">
          <v:shape id="_x0000_i1044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FF0CCE">
        <w:rPr>
          <w:position w:val="-26"/>
        </w:rPr>
        <w:pict>
          <v:shape id="_x0000_i1080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2634B9">
        <w:rPr>
          <w:position w:val="-21"/>
        </w:rPr>
        <w:pict w14:anchorId="43BE22F3">
          <v:shape id="_x0000_i1046" type="#_x0000_t75" style="width:30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FF0CCE">
        <w:rPr>
          <w:position w:val="-21"/>
        </w:rPr>
        <w:pict>
          <v:shape id="_x0000_i1081" type="#_x0000_t75" style="width:30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/(kg·</w:t>
      </w:r>
      <w:r w:rsidRPr="00EA1A05">
        <w:rPr>
          <w:rFonts w:hint="eastAsia"/>
          <w:color w:val="000000"/>
          <w:szCs w:val="21"/>
        </w:rPr>
        <w:t>K</w:t>
      </w:r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2634B9">
        <w:rPr>
          <w:position w:val="-8"/>
        </w:rPr>
        <w:pict w14:anchorId="3BEA1A1F">
          <v:shape id="_x0000_i1048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FF0CCE">
        <w:rPr>
          <w:position w:val="-8"/>
        </w:rPr>
        <w:pict>
          <v:shape id="_x0000_i1082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2634B9">
        <w:rPr>
          <w:position w:val="-26"/>
        </w:rPr>
        <w:pict w14:anchorId="4B976E89">
          <v:shape id="_x0000_i1050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FF0CCE">
        <w:rPr>
          <w:position w:val="-26"/>
        </w:rPr>
        <w:pict>
          <v:shape id="_x0000_i1083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2634B9">
        <w:rPr>
          <w:position w:val="-8"/>
        </w:rPr>
        <w:pict w14:anchorId="240D7E9A">
          <v:shape id="_x0000_i1052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FF0CCE">
        <w:rPr>
          <w:position w:val="-8"/>
        </w:rPr>
        <w:pict>
          <v:shape id="_x0000_i108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·K)</w:t>
      </w:r>
      <w:r w:rsidRPr="00EA1A05">
        <w:rPr>
          <w:rFonts w:hint="eastAsia"/>
          <w:color w:val="000000"/>
          <w:szCs w:val="21"/>
        </w:rPr>
        <w:t>］；</w:t>
      </w:r>
    </w:p>
    <w:p w:rsidR="00794676" w:rsidRPr="00EA1A05" w:rsidRDefault="002634B9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118888C4">
          <v:shape id="_x0000_i105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FF0CCE">
        <w:rPr>
          <w:position w:val="-8"/>
        </w:rPr>
        <w:pict>
          <v:shape id="_x0000_i108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2634B9">
        <w:rPr>
          <w:position w:val="-9"/>
        </w:rPr>
        <w:pict w14:anchorId="41AD6BC3">
          <v:shape id="_x0000_i1056" type="#_x0000_t75" style="width:82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FF0CCE">
        <w:rPr>
          <w:position w:val="-9"/>
        </w:rPr>
        <w:pict>
          <v:shape id="_x0000_i1086" type="#_x0000_t75" style="width:82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,</w:t>
      </w:r>
      <w:r w:rsidRPr="00EA1A05">
        <w:rPr>
          <w:color w:val="000000"/>
          <w:szCs w:val="21"/>
        </w:rPr>
        <w:t xml:space="preserve">i=1,2,……n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2634B9">
        <w:rPr>
          <w:rFonts w:ascii="Cambria Math" w:hAnsi="Cambria Math"/>
          <w:color w:val="000000"/>
          <w:szCs w:val="21"/>
        </w:rPr>
        <w:pict w14:anchorId="24D38270">
          <v:shape id="_x0000_i105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FF0CCE">
        <w:rPr>
          <w:rFonts w:ascii="Cambria Math" w:hAnsi="Cambria Math"/>
          <w:color w:val="000000"/>
          <w:szCs w:val="21"/>
        </w:rPr>
        <w:pict>
          <v:shape id="_x0000_i1087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:rsidR="00794676" w:rsidRPr="00C72292" w:rsidRDefault="00794676" w:rsidP="00794676">
      <w:pPr>
        <w:pStyle w:val="a0"/>
        <w:ind w:left="1470" w:right="1470"/>
      </w:pPr>
    </w:p>
    <w:p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5" w:name="_Toc152059786"/>
      <w:r>
        <w:rPr>
          <w:rFonts w:hint="eastAsia"/>
        </w:rPr>
        <w:t>边界</w:t>
      </w:r>
      <w:r>
        <w:t>条件参数设置</w:t>
      </w:r>
      <w:bookmarkEnd w:id="35"/>
    </w:p>
    <w:p w:rsidR="00794676" w:rsidRDefault="00794676" w:rsidP="00794676">
      <w:pPr>
        <w:pStyle w:val="2"/>
        <w:spacing w:line="240" w:lineRule="atLeast"/>
        <w:rPr>
          <w:kern w:val="2"/>
        </w:rPr>
      </w:pPr>
      <w:bookmarkStart w:id="36" w:name="_Toc152059787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6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2634B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lastRenderedPageBreak/>
              <w:pict w14:anchorId="687ACA0B">
                <v:shape id="_x0000_i1060" type="#_x0000_t75" style="width:15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2634B9">
              <w:rPr>
                <w:position w:val="-8"/>
              </w:rPr>
              <w:pict w14:anchorId="49A5F085">
                <v:shape id="_x0000_i1061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FF0CCE">
              <w:rPr>
                <w:position w:val="-8"/>
              </w:rPr>
              <w:pict>
                <v:shape id="_x0000_i108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2634B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3B60EE78">
                <v:shape id="_x0000_i1063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:rsidR="00794676" w:rsidRPr="009E2851" w:rsidRDefault="002634B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10A93C9A">
                <v:shape id="_x0000_i1064" type="#_x0000_t75" style="width:20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2634B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7868C9A">
                <v:shape id="_x0000_i106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2634B9">
              <w:rPr>
                <w:position w:val="-8"/>
              </w:rPr>
              <w:pict w14:anchorId="0FCCD3AE">
                <v:shape id="_x0000_i1066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FF0CCE">
              <w:rPr>
                <w:position w:val="-8"/>
              </w:rPr>
              <w:pict>
                <v:shape id="_x0000_i108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2634B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4DDFA42">
                <v:shape id="_x0000_i106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2634B9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12D68F4B">
                <v:shape id="_x0000_i106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7" w:name="_Toc152059788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7"/>
    </w:p>
    <w:p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8" w:name="室外逐时温度"/>
      <w:bookmarkEnd w:id="38"/>
      <w:r>
        <w:rPr>
          <w:noProof/>
        </w:rPr>
        <w:drawing>
          <wp:inline distT="0" distB="0" distL="0" distR="0">
            <wp:extent cx="5667375" cy="27336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33.20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32.60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32.10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31.60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31.10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30.60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30.70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31.30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32.20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33.60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35.20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36.70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38.00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39.10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39.90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40.40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40.40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39.90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38.80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37.40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36.20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35.40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34.70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33.90</w:t>
            </w:r>
          </w:p>
        </w:tc>
      </w:tr>
    </w:tbl>
    <w:p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表格"/>
      <w:bookmarkEnd w:id="39"/>
    </w:p>
    <w:p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0" w:name="室外逐时温度备注"/>
      <w:bookmarkEnd w:id="40"/>
    </w:p>
    <w:p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1" w:name="_Toc152059789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1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:rsidR="00794676" w:rsidRPr="009E2851" w:rsidRDefault="002634B9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 w14:anchorId="4C43F781">
                <v:shape id="_x0000_i107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</w:t>
            </w:r>
            <w:r w:rsidRPr="006D6B19">
              <w:rPr>
                <w:color w:val="000000"/>
                <w:szCs w:val="21"/>
              </w:rPr>
              <w:lastRenderedPageBreak/>
              <w:t>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lastRenderedPageBreak/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lastRenderedPageBreak/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水平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0:00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2:00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3:00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4:00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5:00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6:00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156.78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53.60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58.51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29.93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129.90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7:00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293.98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135.58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121.79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87.93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301.50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8:00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402.73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213.54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167.13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136.53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494.30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9:00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422.58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299.76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210.59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173.38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675.00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10:00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390.76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390.88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259.61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214.40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857.10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11:00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296.62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450.26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296.62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244.61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965.90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309.04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458.95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454.07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254.29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984.40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297.09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419.32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578.78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243.91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925.70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266.07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340.62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656.51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217.72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801.00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221.08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236.30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667.56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153.78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623.90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164.80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127.15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574.80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62.76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409.80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90.30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29.33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367.76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7.95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186.10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  <w:tr w:rsidR="00DF6CD9">
        <w:tc>
          <w:tcPr>
            <w:tcW w:w="1556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  <w:tc>
          <w:tcPr>
            <w:tcW w:w="1556" w:type="dxa"/>
            <w:vAlign w:val="center"/>
          </w:tcPr>
          <w:p w:rsidR="00DF6CD9" w:rsidRDefault="002634B9">
            <w:r>
              <w:t>0.00</w:t>
            </w:r>
          </w:p>
        </w:tc>
      </w:tr>
    </w:tbl>
    <w:p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2" w:name="室外逐时辐射"/>
      <w:bookmarkEnd w:id="42"/>
    </w:p>
    <w:p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3" w:name="室外逐时辐射备注"/>
      <w:bookmarkEnd w:id="43"/>
    </w:p>
    <w:p w:rsidR="00697366" w:rsidRDefault="00697366" w:rsidP="00CA66B7">
      <w:pPr>
        <w:pStyle w:val="2"/>
      </w:pPr>
      <w:bookmarkStart w:id="44" w:name="_Toc152059790"/>
      <w:bookmarkEnd w:id="0"/>
      <w:r>
        <w:rPr>
          <w:rFonts w:hint="eastAsia"/>
        </w:rPr>
        <w:t>室内</w:t>
      </w:r>
      <w:r>
        <w:t>空气温度</w:t>
      </w:r>
      <w:bookmarkEnd w:id="44"/>
    </w:p>
    <w:p w:rsidR="009C002A" w:rsidRPr="00CA66B7" w:rsidRDefault="009C002A" w:rsidP="006A4FEA">
      <w:pPr>
        <w:rPr>
          <w:color w:val="000000"/>
          <w:szCs w:val="21"/>
        </w:rPr>
      </w:pPr>
      <w:bookmarkStart w:id="45" w:name="室内空气温度"/>
      <w:r>
        <w:t>根据《民用建筑热工设计规范》</w:t>
      </w:r>
      <w:r>
        <w:t>GB50176-2016</w:t>
      </w:r>
      <w:r>
        <w:t>第</w:t>
      </w:r>
      <w:r>
        <w:t>3.3.2</w:t>
      </w:r>
      <w:r>
        <w:t>条的规定取</w:t>
      </w:r>
      <w:r>
        <w:t>26</w:t>
      </w:r>
      <w:r>
        <w:t>摄氏度</w:t>
      </w:r>
      <w:bookmarkEnd w:id="45"/>
    </w:p>
    <w:p w:rsidR="00800A70" w:rsidRDefault="00800A70" w:rsidP="006B27F7">
      <w:pPr>
        <w:jc w:val="center"/>
      </w:pPr>
      <w:bookmarkStart w:id="46" w:name="自然通风室内温度表格"/>
      <w:bookmarkEnd w:id="46"/>
    </w:p>
    <w:p w:rsidR="00A279F8" w:rsidRPr="00794676" w:rsidRDefault="00A279F8" w:rsidP="009A61CA">
      <w:pPr>
        <w:pStyle w:val="1"/>
      </w:pPr>
      <w:bookmarkStart w:id="47" w:name="_Toc152059791"/>
      <w:r>
        <w:t>工程材料</w:t>
      </w:r>
      <w:bookmarkEnd w:id="47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DF6CD9">
        <w:tc>
          <w:tcPr>
            <w:tcW w:w="2196" w:type="dxa"/>
            <w:vMerge w:val="restart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备注</w:t>
            </w:r>
          </w:p>
        </w:tc>
      </w:tr>
      <w:tr w:rsidR="00DF6CD9">
        <w:tc>
          <w:tcPr>
            <w:tcW w:w="2196" w:type="dxa"/>
            <w:vMerge/>
            <w:shd w:val="clear" w:color="auto" w:fill="E6E6E6"/>
            <w:vAlign w:val="center"/>
          </w:tcPr>
          <w:p w:rsidR="00DF6CD9" w:rsidRDefault="00DF6CD9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DF6CD9" w:rsidRDefault="00DF6CD9">
            <w:pPr>
              <w:jc w:val="center"/>
            </w:pP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水泥砂浆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1800.0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1050.0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0.0210</w:t>
            </w:r>
          </w:p>
        </w:tc>
        <w:tc>
          <w:tcPr>
            <w:tcW w:w="1516" w:type="dxa"/>
            <w:vAlign w:val="center"/>
          </w:tcPr>
          <w:p w:rsidR="00DF6CD9" w:rsidRDefault="002634B9">
            <w:r>
              <w:rPr>
                <w:sz w:val="18"/>
                <w:szCs w:val="18"/>
              </w:rPr>
              <w:t>来源：《民用建筑热工设计规范</w:t>
            </w:r>
            <w:r>
              <w:rPr>
                <w:sz w:val="18"/>
                <w:szCs w:val="18"/>
              </w:rPr>
              <w:lastRenderedPageBreak/>
              <w:t>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lastRenderedPageBreak/>
              <w:t>干粉类聚合物水泥防水砂浆，中间压入一层耐碱网布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1800.0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1050.0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0.0210</w:t>
            </w:r>
          </w:p>
        </w:tc>
        <w:tc>
          <w:tcPr>
            <w:tcW w:w="1516" w:type="dxa"/>
            <w:vAlign w:val="center"/>
          </w:tcPr>
          <w:p w:rsidR="00DF6CD9" w:rsidRDefault="002634B9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石灰砂浆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0.810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10.070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1600.0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1050.0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0.0443</w:t>
            </w:r>
          </w:p>
        </w:tc>
        <w:tc>
          <w:tcPr>
            <w:tcW w:w="1516" w:type="dxa"/>
            <w:vAlign w:val="center"/>
          </w:tcPr>
          <w:p w:rsidR="00DF6CD9" w:rsidRDefault="002634B9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钢筋混凝土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1.740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17.200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2500.0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920.0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0.0158</w:t>
            </w:r>
          </w:p>
        </w:tc>
        <w:tc>
          <w:tcPr>
            <w:tcW w:w="1516" w:type="dxa"/>
            <w:vAlign w:val="center"/>
          </w:tcPr>
          <w:p w:rsidR="00DF6CD9" w:rsidRDefault="002634B9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C20</w:t>
            </w:r>
            <w:r>
              <w:t>细石混凝土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1.740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17.200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2500.0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920.0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0.0158</w:t>
            </w:r>
          </w:p>
        </w:tc>
        <w:tc>
          <w:tcPr>
            <w:tcW w:w="1516" w:type="dxa"/>
            <w:vAlign w:val="center"/>
          </w:tcPr>
          <w:p w:rsidR="00DF6CD9" w:rsidRDefault="002634B9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难燃型挤塑聚苯板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0.030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0.540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25.0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5346.4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2634B9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1.20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1.25</w:t>
            </w: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加气混凝土砌块墙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0.160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2.610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500.0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1170.9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2634B9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1.15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1.40</w:t>
            </w: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1:3</w:t>
            </w:r>
            <w:r>
              <w:t>水泥砂浆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1800.0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1062.0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DF6CD9">
            <w:pPr>
              <w:rPr>
                <w:sz w:val="18"/>
                <w:szCs w:val="18"/>
              </w:rPr>
            </w:pP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混合砂浆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0.870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10.627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1700.0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1050.0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DF6CD9">
            <w:pPr>
              <w:rPr>
                <w:sz w:val="18"/>
                <w:szCs w:val="18"/>
              </w:rPr>
            </w:pP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聚酯无纺布过滤层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1.000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10.000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1000.0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1000.0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DF6CD9">
            <w:pPr>
              <w:rPr>
                <w:sz w:val="18"/>
                <w:szCs w:val="18"/>
              </w:rPr>
            </w:pP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非沥青基强力交叉膜自粘高分子防水卷材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0.230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9.370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900.0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5832.3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DF6CD9">
            <w:pPr>
              <w:rPr>
                <w:sz w:val="18"/>
                <w:szCs w:val="18"/>
              </w:rPr>
            </w:pP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加气混凝土砌块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0.190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3.010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600.0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1170.9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2634B9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1.15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1.40</w:t>
            </w: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水泥砂浆</w:t>
            </w:r>
            <w:r>
              <w:t>(4)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1800.0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1000.0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2634B9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1.00</w:t>
            </w: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烧结页岩多孔砖</w:t>
            </w:r>
            <w:r>
              <w:t>(2)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0.580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7.920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1400.0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1062.2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DF6CD9">
            <w:pPr>
              <w:rPr>
                <w:sz w:val="18"/>
                <w:szCs w:val="18"/>
              </w:rPr>
            </w:pP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0.045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0.750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330.0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1050.0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DF6CD9">
            <w:pPr>
              <w:rPr>
                <w:sz w:val="18"/>
                <w:szCs w:val="18"/>
              </w:rPr>
            </w:pP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QNJ</w:t>
            </w:r>
            <w:r>
              <w:t>气凝胶绝热中涂层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0.004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1.000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180.0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1050.0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DF6CD9">
            <w:pPr>
              <w:rPr>
                <w:sz w:val="18"/>
                <w:szCs w:val="18"/>
              </w:rPr>
            </w:pP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QNJ</w:t>
            </w:r>
            <w:r>
              <w:t>液态纳米保温腻子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0.060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1.500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180.0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1050.0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DF6CD9">
            <w:pPr>
              <w:rPr>
                <w:sz w:val="18"/>
                <w:szCs w:val="18"/>
              </w:rPr>
            </w:pP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建筑钢材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58.200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126.000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7850.0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477.8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DF6CD9">
            <w:pPr>
              <w:rPr>
                <w:sz w:val="18"/>
                <w:szCs w:val="18"/>
              </w:rPr>
            </w:pPr>
          </w:p>
        </w:tc>
      </w:tr>
      <w:tr w:rsidR="00DF6CD9">
        <w:tc>
          <w:tcPr>
            <w:tcW w:w="2196" w:type="dxa"/>
            <w:shd w:val="clear" w:color="auto" w:fill="E6E6E6"/>
            <w:vAlign w:val="center"/>
          </w:tcPr>
          <w:p w:rsidR="00DF6CD9" w:rsidRDefault="002634B9">
            <w:r>
              <w:t>非沥青非固化改性橡胶防水涂料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030" w:type="dxa"/>
            <w:vAlign w:val="center"/>
          </w:tcPr>
          <w:p w:rsidR="00DF6CD9" w:rsidRDefault="002634B9">
            <w:r>
              <w:t>11.033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1800.0</w:t>
            </w:r>
          </w:p>
        </w:tc>
        <w:tc>
          <w:tcPr>
            <w:tcW w:w="1018" w:type="dxa"/>
            <w:vAlign w:val="center"/>
          </w:tcPr>
          <w:p w:rsidR="00DF6CD9" w:rsidRDefault="002634B9">
            <w:r>
              <w:t>1000.0</w:t>
            </w:r>
          </w:p>
        </w:tc>
        <w:tc>
          <w:tcPr>
            <w:tcW w:w="1188" w:type="dxa"/>
            <w:vAlign w:val="center"/>
          </w:tcPr>
          <w:p w:rsidR="00DF6CD9" w:rsidRDefault="002634B9">
            <w:r>
              <w:t>0.0000</w:t>
            </w:r>
          </w:p>
        </w:tc>
        <w:tc>
          <w:tcPr>
            <w:tcW w:w="1516" w:type="dxa"/>
            <w:vAlign w:val="center"/>
          </w:tcPr>
          <w:p w:rsidR="00DF6CD9" w:rsidRDefault="00DF6CD9">
            <w:pPr>
              <w:rPr>
                <w:sz w:val="18"/>
                <w:szCs w:val="18"/>
              </w:rPr>
            </w:pPr>
          </w:p>
        </w:tc>
      </w:tr>
    </w:tbl>
    <w:p w:rsidR="00DF6CD9" w:rsidRDefault="002634B9">
      <w:pPr>
        <w:pStyle w:val="1"/>
      </w:pPr>
      <w:bookmarkStart w:id="48" w:name="_Toc152059792"/>
      <w:r>
        <w:lastRenderedPageBreak/>
        <w:t>工程构造</w:t>
      </w:r>
      <w:bookmarkEnd w:id="48"/>
    </w:p>
    <w:p w:rsidR="00DF6CD9" w:rsidRDefault="002634B9">
      <w:pPr>
        <w:pStyle w:val="2"/>
        <w:jc w:val="left"/>
      </w:pPr>
      <w:bookmarkStart w:id="49" w:name="_Toc152059793"/>
      <w:r>
        <w:t>屋顶构造</w:t>
      </w:r>
      <w:bookmarkEnd w:id="49"/>
    </w:p>
    <w:p w:rsidR="00DF6CD9" w:rsidRDefault="002634B9">
      <w:pPr>
        <w:pStyle w:val="3"/>
      </w:pPr>
      <w:bookmarkStart w:id="50" w:name="_Toc152059794"/>
      <w:r>
        <w:t>上人平屋面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DF6CD9">
        <w:tc>
          <w:tcPr>
            <w:tcW w:w="2838" w:type="dxa"/>
            <w:vMerge w:val="restart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DF6CD9">
        <w:tc>
          <w:tcPr>
            <w:tcW w:w="2838" w:type="dxa"/>
            <w:vMerge/>
            <w:shd w:val="clear" w:color="auto" w:fill="E6E6E6"/>
            <w:vAlign w:val="center"/>
          </w:tcPr>
          <w:p w:rsidR="00DF6CD9" w:rsidRDefault="00DF6CD9"/>
        </w:tc>
        <w:tc>
          <w:tcPr>
            <w:tcW w:w="834" w:type="dxa"/>
            <w:shd w:val="clear" w:color="auto" w:fill="E6E6E6"/>
            <w:vAlign w:val="center"/>
          </w:tcPr>
          <w:p w:rsidR="00DF6CD9" w:rsidRDefault="002634B9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r>
              <w:t>D=R*S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C20</w:t>
            </w:r>
            <w:r>
              <w:t>细石混凝土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120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12.0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1.740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17.200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0.069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1.186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聚酯无纺布过滤层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0.0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1.000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10.000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0.000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0.000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非沥青基强力交叉膜自粘高分子防水卷材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1.5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0.230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9.370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1.20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0.005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0.061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C20</w:t>
            </w:r>
            <w:r>
              <w:t>细石混凝土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30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10.0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1.740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17.200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0.017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0.297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难燃型挤塑聚苯板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85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7.1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0.540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1.25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2.267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1.530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非沥青基强力交叉膜自粘高分子防水卷材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1.5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0.230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9.370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1.20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0.005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0.061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非沥青非固化改性橡胶防水涂料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2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2.0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11.033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0.002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0.024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钢筋混凝土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120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12.0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1.740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17.200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0.069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1.186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360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2.435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4.345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5.0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0.51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0.39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重质围护结构</w:t>
            </w:r>
          </w:p>
        </w:tc>
      </w:tr>
    </w:tbl>
    <w:p w:rsidR="00DF6CD9" w:rsidRDefault="002634B9">
      <w:pPr>
        <w:pStyle w:val="4"/>
      </w:pPr>
      <w:r>
        <w:t>空调房间：逐时温度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26.86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26.69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26.68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26.67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26.67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26.68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26.85</w:t>
            </w:r>
          </w:p>
        </w:tc>
      </w:tr>
    </w:tbl>
    <w:p w:rsidR="00DF6CD9" w:rsidRDefault="002634B9">
      <w:pPr>
        <w:pStyle w:val="2"/>
      </w:pPr>
      <w:bookmarkStart w:id="51" w:name="_Toc152059795"/>
      <w:r>
        <w:t>外墙构造</w:t>
      </w:r>
      <w:bookmarkEnd w:id="51"/>
    </w:p>
    <w:p w:rsidR="00DF6CD9" w:rsidRDefault="002634B9">
      <w:pPr>
        <w:pStyle w:val="3"/>
      </w:pPr>
      <w:bookmarkStart w:id="52" w:name="_Toc152059796"/>
      <w:r>
        <w:t>外墙构造一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DF6CD9">
        <w:tc>
          <w:tcPr>
            <w:tcW w:w="2838" w:type="dxa"/>
            <w:vMerge w:val="restart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DF6CD9">
        <w:tc>
          <w:tcPr>
            <w:tcW w:w="2838" w:type="dxa"/>
            <w:vMerge/>
            <w:shd w:val="clear" w:color="auto" w:fill="E6E6E6"/>
            <w:vAlign w:val="center"/>
          </w:tcPr>
          <w:p w:rsidR="00DF6CD9" w:rsidRDefault="00DF6CD9"/>
        </w:tc>
        <w:tc>
          <w:tcPr>
            <w:tcW w:w="834" w:type="dxa"/>
            <w:shd w:val="clear" w:color="auto" w:fill="E6E6E6"/>
            <w:vAlign w:val="center"/>
          </w:tcPr>
          <w:p w:rsidR="00DF6CD9" w:rsidRDefault="002634B9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r>
              <w:t>D=R*S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干粉类聚合物水泥防水砂浆，中间压入一层耐碱网布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0.005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0.061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1:3</w:t>
            </w:r>
            <w:r>
              <w:t>水泥砂浆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15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7.5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0.016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0.183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烧结页岩多孔砖</w:t>
            </w:r>
            <w:r>
              <w:t>(2)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200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9.1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0.580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7.920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0.345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2.731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水泥砂浆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20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10.0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0.022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0.245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QNJ</w:t>
            </w:r>
            <w:r>
              <w:t>液态纳米保温腻子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0.060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1.500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1.25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0.067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0.125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10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0.045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0.750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1.20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0.185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0.167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QNJ</w:t>
            </w:r>
            <w:r>
              <w:t>气凝胶绝热中涂层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3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0.004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1.000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0.750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0.750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258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1.390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4.262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5.0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0.51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0.65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重质围护结构</w:t>
            </w:r>
          </w:p>
        </w:tc>
      </w:tr>
    </w:tbl>
    <w:p w:rsidR="00DF6CD9" w:rsidRDefault="002634B9">
      <w:pPr>
        <w:pStyle w:val="4"/>
      </w:pPr>
      <w:r>
        <w:t>空调房间：东向逐时温度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27.05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26.84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26.84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27.06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27.06</w:t>
            </w:r>
          </w:p>
        </w:tc>
      </w:tr>
    </w:tbl>
    <w:p w:rsidR="00DF6CD9" w:rsidRDefault="002634B9">
      <w:pPr>
        <w:pStyle w:val="4"/>
      </w:pPr>
      <w:r>
        <w:t>空调房间：西向逐时温度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27.20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26.90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26.89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27.21</w:t>
            </w:r>
          </w:p>
        </w:tc>
      </w:tr>
    </w:tbl>
    <w:p w:rsidR="00DF6CD9" w:rsidRDefault="002634B9">
      <w:pPr>
        <w:pStyle w:val="4"/>
      </w:pPr>
      <w:r>
        <w:lastRenderedPageBreak/>
        <w:t>空调房间：南向逐时温度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27.04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26.81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26.81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27.05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27.05</w:t>
            </w:r>
          </w:p>
        </w:tc>
      </w:tr>
    </w:tbl>
    <w:p w:rsidR="00DF6CD9" w:rsidRDefault="002634B9">
      <w:pPr>
        <w:pStyle w:val="4"/>
      </w:pPr>
      <w:r>
        <w:t>空调房间：北向逐时温度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26.92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26.74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26.73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26.79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26.89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26.92</w:t>
            </w:r>
          </w:p>
        </w:tc>
      </w:tr>
    </w:tbl>
    <w:p w:rsidR="00DF6CD9" w:rsidRDefault="002634B9">
      <w:pPr>
        <w:pStyle w:val="2"/>
      </w:pPr>
      <w:bookmarkStart w:id="53" w:name="_Toc152059797"/>
      <w:r>
        <w:t>热桥柱构造</w:t>
      </w:r>
      <w:bookmarkEnd w:id="53"/>
    </w:p>
    <w:p w:rsidR="00DF6CD9" w:rsidRDefault="002634B9">
      <w:pPr>
        <w:pStyle w:val="3"/>
      </w:pPr>
      <w:bookmarkStart w:id="54" w:name="_Toc152059798"/>
      <w:r>
        <w:t>热桥柱构造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DF6CD9">
        <w:tc>
          <w:tcPr>
            <w:tcW w:w="2838" w:type="dxa"/>
            <w:vMerge w:val="restart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DF6CD9">
        <w:tc>
          <w:tcPr>
            <w:tcW w:w="2838" w:type="dxa"/>
            <w:vMerge/>
            <w:shd w:val="clear" w:color="auto" w:fill="E6E6E6"/>
            <w:vAlign w:val="center"/>
          </w:tcPr>
          <w:p w:rsidR="00DF6CD9" w:rsidRDefault="00DF6CD9"/>
        </w:tc>
        <w:tc>
          <w:tcPr>
            <w:tcW w:w="834" w:type="dxa"/>
            <w:shd w:val="clear" w:color="auto" w:fill="E6E6E6"/>
            <w:vAlign w:val="center"/>
          </w:tcPr>
          <w:p w:rsidR="00DF6CD9" w:rsidRDefault="002634B9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r>
              <w:t>D=R*S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干粉类聚合物水泥防水砂浆，中间压入一层耐碱网布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0.005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0.061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1:3</w:t>
            </w:r>
            <w:r>
              <w:t>水泥砂浆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15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7.5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0.016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0.183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建筑钢材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200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50.0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58.200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126.000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0.003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0.433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水泥砂浆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20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10.0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0.022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0.245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QNJ</w:t>
            </w:r>
            <w:r>
              <w:t>液态纳米保温腻子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0.060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1.500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1.25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0.067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0.125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10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0.045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0.750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1.20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0.185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0.167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QNJ</w:t>
            </w:r>
            <w:r>
              <w:t>气凝胶绝热中涂层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3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0.004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1.000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0.750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0.750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258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1.048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1.964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5.0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0.75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0.83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轻质围护结构</w:t>
            </w:r>
          </w:p>
        </w:tc>
      </w:tr>
    </w:tbl>
    <w:p w:rsidR="00DF6CD9" w:rsidRDefault="002634B9">
      <w:pPr>
        <w:pStyle w:val="4"/>
      </w:pPr>
      <w:r>
        <w:t>空调房间：东向逐时温度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27.40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27.34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27.39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27.60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27.61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27.44</w:t>
            </w:r>
          </w:p>
        </w:tc>
      </w:tr>
    </w:tbl>
    <w:p w:rsidR="00DF6CD9" w:rsidRDefault="002634B9">
      <w:pPr>
        <w:pStyle w:val="4"/>
      </w:pPr>
      <w:r>
        <w:t>空调房间：西向逐时温度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27.64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27.30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27.35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27.69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27.81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27.91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27.95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27.92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27.87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27.81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27.76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27.70</w:t>
            </w:r>
          </w:p>
        </w:tc>
      </w:tr>
    </w:tbl>
    <w:p w:rsidR="00DF6CD9" w:rsidRDefault="002634B9">
      <w:pPr>
        <w:pStyle w:val="4"/>
      </w:pPr>
      <w:r>
        <w:t>空调房间：南向逐时温度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27.39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27.23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27.32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27.61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27.60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27.43</w:t>
            </w:r>
          </w:p>
        </w:tc>
      </w:tr>
    </w:tbl>
    <w:p w:rsidR="00DF6CD9" w:rsidRDefault="002634B9">
      <w:pPr>
        <w:pStyle w:val="4"/>
      </w:pPr>
      <w:r>
        <w:t>空调房间：北向逐时温度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27.20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27.04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27.09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27.32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27.23</w:t>
            </w:r>
          </w:p>
        </w:tc>
      </w:tr>
    </w:tbl>
    <w:p w:rsidR="00DF6CD9" w:rsidRDefault="002634B9">
      <w:pPr>
        <w:pStyle w:val="2"/>
      </w:pPr>
      <w:bookmarkStart w:id="55" w:name="_Toc152059799"/>
      <w:r>
        <w:t>热桥梁构造</w:t>
      </w:r>
      <w:bookmarkEnd w:id="55"/>
    </w:p>
    <w:p w:rsidR="00DF6CD9" w:rsidRDefault="002634B9">
      <w:pPr>
        <w:pStyle w:val="3"/>
      </w:pPr>
      <w:bookmarkStart w:id="56" w:name="_Toc152059800"/>
      <w:r>
        <w:t>热桥梁构造</w:t>
      </w:r>
      <w:bookmarkEnd w:id="5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DF6CD9">
        <w:tc>
          <w:tcPr>
            <w:tcW w:w="2838" w:type="dxa"/>
            <w:vMerge w:val="restart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DF6CD9">
        <w:tc>
          <w:tcPr>
            <w:tcW w:w="2838" w:type="dxa"/>
            <w:vMerge/>
            <w:shd w:val="clear" w:color="auto" w:fill="E6E6E6"/>
            <w:vAlign w:val="center"/>
          </w:tcPr>
          <w:p w:rsidR="00DF6CD9" w:rsidRDefault="00DF6CD9"/>
        </w:tc>
        <w:tc>
          <w:tcPr>
            <w:tcW w:w="834" w:type="dxa"/>
            <w:shd w:val="clear" w:color="auto" w:fill="E6E6E6"/>
            <w:vAlign w:val="center"/>
          </w:tcPr>
          <w:p w:rsidR="00DF6CD9" w:rsidRDefault="002634B9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DF6CD9" w:rsidRDefault="002634B9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F6CD9" w:rsidRDefault="002634B9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F6CD9" w:rsidRDefault="002634B9">
            <w:r>
              <w:t>D=R*S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干粉类聚合物水泥防水砂浆，中间压入一层耐碱网布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0.005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0.061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1:3</w:t>
            </w:r>
            <w:r>
              <w:t>水泥砂浆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15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7.5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0.016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0.183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建筑钢材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200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50.0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58.200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126.000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0.003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0.433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水泥砂浆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20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10.0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0.930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11.370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0.022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0.245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QNJ</w:t>
            </w:r>
            <w:r>
              <w:t>液态纳米保温腻子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5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0.060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1.500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1.25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0.067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0.125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10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5.0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0.045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0.750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1.20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0.185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0.167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t>QNJ</w:t>
            </w:r>
            <w:r>
              <w:t>气凝胶绝热中涂层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3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1.5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0.004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1.000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1.00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0.750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0.750</w:t>
            </w:r>
          </w:p>
        </w:tc>
      </w:tr>
      <w:tr w:rsidR="00DF6CD9">
        <w:tc>
          <w:tcPr>
            <w:tcW w:w="2838" w:type="dxa"/>
            <w:vAlign w:val="center"/>
          </w:tcPr>
          <w:p w:rsidR="00DF6CD9" w:rsidRDefault="002634B9">
            <w:r>
              <w:lastRenderedPageBreak/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DF6CD9" w:rsidRDefault="002634B9">
            <w:r>
              <w:t>258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707" w:type="dxa"/>
            <w:vAlign w:val="center"/>
          </w:tcPr>
          <w:p w:rsidR="00DF6CD9" w:rsidRDefault="002634B9">
            <w:r>
              <w:t>－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1.048</w:t>
            </w:r>
          </w:p>
        </w:tc>
        <w:tc>
          <w:tcPr>
            <w:tcW w:w="990" w:type="dxa"/>
            <w:vAlign w:val="center"/>
          </w:tcPr>
          <w:p w:rsidR="00DF6CD9" w:rsidRDefault="002634B9">
            <w:r>
              <w:t>1.964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5.0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0.75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0.83</w:t>
            </w:r>
          </w:p>
        </w:tc>
      </w:tr>
      <w:tr w:rsidR="00DF6CD9">
        <w:tc>
          <w:tcPr>
            <w:tcW w:w="2838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DF6CD9" w:rsidRDefault="002634B9">
            <w:pPr>
              <w:jc w:val="center"/>
            </w:pPr>
            <w:r>
              <w:t>轻质围护结构</w:t>
            </w:r>
          </w:p>
        </w:tc>
      </w:tr>
    </w:tbl>
    <w:p w:rsidR="00DF6CD9" w:rsidRDefault="002634B9">
      <w:pPr>
        <w:pStyle w:val="4"/>
      </w:pPr>
      <w:r>
        <w:t>空调房间：东向逐时温度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27.40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27.34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27.39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27.60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27.61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27.44</w:t>
            </w:r>
          </w:p>
        </w:tc>
      </w:tr>
    </w:tbl>
    <w:p w:rsidR="00DF6CD9" w:rsidRDefault="002634B9">
      <w:pPr>
        <w:pStyle w:val="4"/>
      </w:pPr>
      <w:r>
        <w:lastRenderedPageBreak/>
        <w:t>空调房间：西向逐时温度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27.64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27.30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27.35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27.69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27.81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27.91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27.95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27.92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27.87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27.81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27.76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27.70</w:t>
            </w:r>
          </w:p>
        </w:tc>
      </w:tr>
    </w:tbl>
    <w:p w:rsidR="00DF6CD9" w:rsidRDefault="002634B9">
      <w:pPr>
        <w:pStyle w:val="4"/>
      </w:pPr>
      <w:r>
        <w:t>空调房间：南向逐时温度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27.39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27.23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27.32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27.61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27.60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27.51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27.43</w:t>
            </w:r>
          </w:p>
        </w:tc>
      </w:tr>
    </w:tbl>
    <w:p w:rsidR="00DF6CD9" w:rsidRDefault="002634B9">
      <w:pPr>
        <w:pStyle w:val="4"/>
      </w:pPr>
      <w:r>
        <w:t>空调房间：北向逐时温度</w:t>
      </w:r>
    </w:p>
    <w:p w:rsidR="00DF6CD9" w:rsidRDefault="002634B9">
      <w:pPr>
        <w:jc w:val="center"/>
      </w:pPr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CD9" w:rsidRDefault="00DF6CD9"/>
    <w:p w:rsidR="00DF6CD9" w:rsidRDefault="00DF6CD9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pPr>
              <w:jc w:val="center"/>
            </w:pPr>
            <w:r>
              <w:t>11:00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27.20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27.14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27.03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26.97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27.04</w:t>
            </w:r>
          </w:p>
        </w:tc>
      </w:tr>
      <w:tr w:rsidR="00DF6CD9"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DF6CD9" w:rsidRDefault="002634B9">
            <w:r>
              <w:t>23:00</w:t>
            </w:r>
          </w:p>
        </w:tc>
      </w:tr>
      <w:tr w:rsidR="00DF6CD9">
        <w:tc>
          <w:tcPr>
            <w:tcW w:w="777" w:type="dxa"/>
            <w:vAlign w:val="center"/>
          </w:tcPr>
          <w:p w:rsidR="00DF6CD9" w:rsidRDefault="002634B9">
            <w:r>
              <w:t>27.09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27.15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27.21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rPr>
                <w:color w:val="3333CC"/>
              </w:rPr>
              <w:t>27.32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27.32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27.30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27.28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27.26</w:t>
            </w:r>
          </w:p>
        </w:tc>
        <w:tc>
          <w:tcPr>
            <w:tcW w:w="777" w:type="dxa"/>
            <w:vAlign w:val="center"/>
          </w:tcPr>
          <w:p w:rsidR="00DF6CD9" w:rsidRDefault="002634B9">
            <w:r>
              <w:t>27.23</w:t>
            </w:r>
          </w:p>
        </w:tc>
      </w:tr>
    </w:tbl>
    <w:p w:rsidR="00DF6CD9" w:rsidRDefault="002634B9">
      <w:pPr>
        <w:pStyle w:val="1"/>
      </w:pPr>
      <w:bookmarkStart w:id="57" w:name="_Toc152059801"/>
      <w:r>
        <w:t>验算结论</w:t>
      </w:r>
      <w:bookmarkEnd w:id="57"/>
    </w:p>
    <w:p w:rsidR="00DF6CD9" w:rsidRDefault="002634B9">
      <w:pPr>
        <w:pStyle w:val="2"/>
      </w:pPr>
      <w:bookmarkStart w:id="58" w:name="_Toc152059802"/>
      <w:bookmarkStart w:id="59" w:name="_GoBack"/>
      <w:bookmarkEnd w:id="59"/>
      <w:r>
        <w:t>空调房间</w:t>
      </w:r>
      <w:bookmarkEnd w:id="58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DF6CD9">
        <w:tc>
          <w:tcPr>
            <w:tcW w:w="1403" w:type="dxa"/>
            <w:shd w:val="clear" w:color="auto" w:fill="DEDEDE"/>
            <w:vAlign w:val="center"/>
          </w:tcPr>
          <w:p w:rsidR="00DF6CD9" w:rsidRDefault="002634B9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:rsidR="00DF6CD9" w:rsidRDefault="002634B9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:rsidR="00DF6CD9" w:rsidRDefault="002634B9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:rsidR="00DF6CD9" w:rsidRDefault="002634B9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:rsidR="00DF6CD9" w:rsidRDefault="002634B9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:rsidR="00DF6CD9" w:rsidRDefault="002634B9">
            <w:r>
              <w:t>结论</w:t>
            </w:r>
          </w:p>
        </w:tc>
      </w:tr>
      <w:tr w:rsidR="00DF6CD9">
        <w:tc>
          <w:tcPr>
            <w:tcW w:w="1403" w:type="dxa"/>
            <w:vAlign w:val="center"/>
          </w:tcPr>
          <w:p w:rsidR="00DF6CD9" w:rsidRDefault="002634B9">
            <w:r>
              <w:t>屋顶</w:t>
            </w:r>
          </w:p>
        </w:tc>
        <w:tc>
          <w:tcPr>
            <w:tcW w:w="3395" w:type="dxa"/>
            <w:vAlign w:val="center"/>
          </w:tcPr>
          <w:p w:rsidR="00DF6CD9" w:rsidRDefault="002634B9">
            <w:r>
              <w:t>上</w:t>
            </w:r>
            <w:r>
              <w:t>:</w:t>
            </w:r>
            <w:r>
              <w:t>上人平屋面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0:25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26.86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28.50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 w:val="restart"/>
            <w:vAlign w:val="center"/>
          </w:tcPr>
          <w:p w:rsidR="00DF6CD9" w:rsidRDefault="002634B9">
            <w:r>
              <w:t>外墙</w:t>
            </w:r>
          </w:p>
        </w:tc>
        <w:tc>
          <w:tcPr>
            <w:tcW w:w="3395" w:type="dxa"/>
            <w:vAlign w:val="center"/>
          </w:tcPr>
          <w:p w:rsidR="00DF6CD9" w:rsidRDefault="002634B9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22:15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27.06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28.00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/>
            <w:vAlign w:val="center"/>
          </w:tcPr>
          <w:p w:rsidR="00DF6CD9" w:rsidRDefault="00DF6CD9"/>
        </w:tc>
        <w:tc>
          <w:tcPr>
            <w:tcW w:w="3395" w:type="dxa"/>
            <w:vAlign w:val="center"/>
          </w:tcPr>
          <w:p w:rsidR="00DF6CD9" w:rsidRDefault="002634B9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22:45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27.21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28.00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/>
            <w:vAlign w:val="center"/>
          </w:tcPr>
          <w:p w:rsidR="00DF6CD9" w:rsidRDefault="00DF6CD9"/>
        </w:tc>
        <w:tc>
          <w:tcPr>
            <w:tcW w:w="3395" w:type="dxa"/>
            <w:vAlign w:val="center"/>
          </w:tcPr>
          <w:p w:rsidR="00DF6CD9" w:rsidRDefault="002634B9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22:15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27.05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28.00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/>
            <w:vAlign w:val="center"/>
          </w:tcPr>
          <w:p w:rsidR="00DF6CD9" w:rsidRDefault="00DF6CD9"/>
        </w:tc>
        <w:tc>
          <w:tcPr>
            <w:tcW w:w="3395" w:type="dxa"/>
            <w:vAlign w:val="center"/>
          </w:tcPr>
          <w:p w:rsidR="00DF6CD9" w:rsidRDefault="002634B9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23:05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26.92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28.00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 w:val="restart"/>
            <w:vAlign w:val="center"/>
          </w:tcPr>
          <w:p w:rsidR="00DF6CD9" w:rsidRDefault="002634B9">
            <w:r>
              <w:t>热桥柱</w:t>
            </w:r>
          </w:p>
        </w:tc>
        <w:tc>
          <w:tcPr>
            <w:tcW w:w="3395" w:type="dxa"/>
            <w:vAlign w:val="center"/>
          </w:tcPr>
          <w:p w:rsidR="00DF6CD9" w:rsidRDefault="002634B9">
            <w:r>
              <w:t>东</w:t>
            </w:r>
            <w:r>
              <w:t>:</w:t>
            </w:r>
            <w:r>
              <w:t>热桥柱构造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17:35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27.61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29.00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/>
            <w:vAlign w:val="center"/>
          </w:tcPr>
          <w:p w:rsidR="00DF6CD9" w:rsidRDefault="00DF6CD9"/>
        </w:tc>
        <w:tc>
          <w:tcPr>
            <w:tcW w:w="3395" w:type="dxa"/>
            <w:vAlign w:val="center"/>
          </w:tcPr>
          <w:p w:rsidR="00DF6CD9" w:rsidRDefault="002634B9">
            <w:r>
              <w:t>西</w:t>
            </w:r>
            <w:r>
              <w:t>:</w:t>
            </w:r>
            <w:r>
              <w:t>热桥柱构造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27.95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29.00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/>
            <w:vAlign w:val="center"/>
          </w:tcPr>
          <w:p w:rsidR="00DF6CD9" w:rsidRDefault="00DF6CD9"/>
        </w:tc>
        <w:tc>
          <w:tcPr>
            <w:tcW w:w="3395" w:type="dxa"/>
            <w:vAlign w:val="center"/>
          </w:tcPr>
          <w:p w:rsidR="00DF6CD9" w:rsidRDefault="002634B9">
            <w:r>
              <w:t>南</w:t>
            </w:r>
            <w:r>
              <w:t>:</w:t>
            </w:r>
            <w:r>
              <w:t>热桥柱构造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27.61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29.00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/>
            <w:vAlign w:val="center"/>
          </w:tcPr>
          <w:p w:rsidR="00DF6CD9" w:rsidRDefault="00DF6CD9"/>
        </w:tc>
        <w:tc>
          <w:tcPr>
            <w:tcW w:w="3395" w:type="dxa"/>
            <w:vAlign w:val="center"/>
          </w:tcPr>
          <w:p w:rsidR="00DF6CD9" w:rsidRDefault="002634B9">
            <w:r>
              <w:t>北</w:t>
            </w:r>
            <w:r>
              <w:t>:</w:t>
            </w:r>
            <w:r>
              <w:t>热桥柱构造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17:40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27.32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29.00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 w:val="restart"/>
            <w:vAlign w:val="center"/>
          </w:tcPr>
          <w:p w:rsidR="00DF6CD9" w:rsidRDefault="002634B9">
            <w:r>
              <w:t>热桥梁</w:t>
            </w:r>
          </w:p>
        </w:tc>
        <w:tc>
          <w:tcPr>
            <w:tcW w:w="3395" w:type="dxa"/>
            <w:vAlign w:val="center"/>
          </w:tcPr>
          <w:p w:rsidR="00DF6CD9" w:rsidRDefault="002634B9">
            <w:r>
              <w:t>东</w:t>
            </w:r>
            <w:r>
              <w:t>:</w:t>
            </w:r>
            <w:r>
              <w:t>热桥梁构造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17:35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27.61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29.00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/>
            <w:vAlign w:val="center"/>
          </w:tcPr>
          <w:p w:rsidR="00DF6CD9" w:rsidRDefault="00DF6CD9"/>
        </w:tc>
        <w:tc>
          <w:tcPr>
            <w:tcW w:w="3395" w:type="dxa"/>
            <w:vAlign w:val="center"/>
          </w:tcPr>
          <w:p w:rsidR="00DF6CD9" w:rsidRDefault="002634B9">
            <w:r>
              <w:t>西</w:t>
            </w:r>
            <w:r>
              <w:t>:</w:t>
            </w:r>
            <w:r>
              <w:t>热桥梁构造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18:00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27.95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29.00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/>
            <w:vAlign w:val="center"/>
          </w:tcPr>
          <w:p w:rsidR="00DF6CD9" w:rsidRDefault="00DF6CD9"/>
        </w:tc>
        <w:tc>
          <w:tcPr>
            <w:tcW w:w="3395" w:type="dxa"/>
            <w:vAlign w:val="center"/>
          </w:tcPr>
          <w:p w:rsidR="00DF6CD9" w:rsidRDefault="002634B9">
            <w:r>
              <w:t>南</w:t>
            </w:r>
            <w:r>
              <w:t>:</w:t>
            </w:r>
            <w:r>
              <w:t>热桥梁构造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17:00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27.61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29.00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  <w:tr w:rsidR="00DF6CD9">
        <w:tc>
          <w:tcPr>
            <w:tcW w:w="1403" w:type="dxa"/>
            <w:vMerge/>
            <w:vAlign w:val="center"/>
          </w:tcPr>
          <w:p w:rsidR="00DF6CD9" w:rsidRDefault="00DF6CD9"/>
        </w:tc>
        <w:tc>
          <w:tcPr>
            <w:tcW w:w="3395" w:type="dxa"/>
            <w:vAlign w:val="center"/>
          </w:tcPr>
          <w:p w:rsidR="00DF6CD9" w:rsidRDefault="002634B9">
            <w:r>
              <w:t>北</w:t>
            </w:r>
            <w:r>
              <w:t>:</w:t>
            </w:r>
            <w:r>
              <w:t>热桥梁构造</w:t>
            </w:r>
          </w:p>
        </w:tc>
        <w:tc>
          <w:tcPr>
            <w:tcW w:w="848" w:type="dxa"/>
            <w:vAlign w:val="center"/>
          </w:tcPr>
          <w:p w:rsidR="00DF6CD9" w:rsidRDefault="002634B9">
            <w:r>
              <w:t>17:40</w:t>
            </w:r>
          </w:p>
        </w:tc>
        <w:tc>
          <w:tcPr>
            <w:tcW w:w="1415" w:type="dxa"/>
            <w:vAlign w:val="center"/>
          </w:tcPr>
          <w:p w:rsidR="00DF6CD9" w:rsidRDefault="002634B9">
            <w:r>
              <w:t>27.32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29.00</w:t>
            </w:r>
          </w:p>
        </w:tc>
        <w:tc>
          <w:tcPr>
            <w:tcW w:w="1131" w:type="dxa"/>
            <w:vAlign w:val="center"/>
          </w:tcPr>
          <w:p w:rsidR="00DF6CD9" w:rsidRDefault="002634B9">
            <w:r>
              <w:t>满足</w:t>
            </w:r>
          </w:p>
        </w:tc>
      </w:tr>
    </w:tbl>
    <w:p w:rsidR="00DF6CD9" w:rsidRDefault="00DF6CD9"/>
    <w:sectPr w:rsidR="00DF6CD9" w:rsidSect="00A6328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4B9" w:rsidRDefault="002634B9">
      <w:r>
        <w:separator/>
      </w:r>
    </w:p>
  </w:endnote>
  <w:endnote w:type="continuationSeparator" w:id="0">
    <w:p w:rsidR="002634B9" w:rsidRDefault="0026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4359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0CCE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0CCE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4B9" w:rsidRDefault="002634B9">
      <w:r>
        <w:separator/>
      </w:r>
    </w:p>
  </w:footnote>
  <w:footnote w:type="continuationSeparator" w:id="0">
    <w:p w:rsidR="002634B9" w:rsidRDefault="00263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30F3BE" wp14:editId="0FBBC5D0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8E6F02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47469FAE" wp14:editId="7B68A110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CE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634B9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DF6CD9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0CCE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46144E-4ADB-4CBD-B319-CC6BF2C7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1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21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ntTable" Target="fontTable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2301~1\AppData\Local\Temp\tmp1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tmp17</Template>
  <TotalTime>0</TotalTime>
  <Pages>18</Pages>
  <Words>1950</Words>
  <Characters>11116</Characters>
  <Application>Microsoft Office Word</Application>
  <DocSecurity>0</DocSecurity>
  <Lines>92</Lines>
  <Paragraphs>26</Paragraphs>
  <ScaleCrop>false</ScaleCrop>
  <Company/>
  <LinksUpToDate>false</LinksUpToDate>
  <CharactersWithSpaces>13040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LJ-Heying</dc:creator>
  <cp:keywords/>
  <dc:description/>
  <cp:lastModifiedBy>LJ-Heying</cp:lastModifiedBy>
  <cp:revision>1</cp:revision>
  <dcterms:created xsi:type="dcterms:W3CDTF">2023-11-28T02:29:00Z</dcterms:created>
  <dcterms:modified xsi:type="dcterms:W3CDTF">2023-11-28T02:29:00Z</dcterms:modified>
</cp:coreProperties>
</file>