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5.jpg" ContentType="image/jpg"/>
  <Override PartName="/word/media/image8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AC660" w14:textId="77777777" w:rsidR="00D8730F" w:rsidRPr="00497D0F" w:rsidRDefault="00D8730F" w:rsidP="00F87D86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</w:p>
    <w:p w14:paraId="2059289E" w14:textId="77777777" w:rsidR="00622657" w:rsidRDefault="00497D0F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室内</w:t>
      </w:r>
      <w:r w:rsidR="00622657" w:rsidRPr="00622657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有机挥发物</w:t>
      </w:r>
      <w:r w:rsidR="00622657"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浓度</w:t>
      </w:r>
    </w:p>
    <w:p w14:paraId="177803C7" w14:textId="77777777" w:rsidR="00F87D86" w:rsidRPr="00497D0F" w:rsidRDefault="00F87D86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 w:rsidRPr="00497D0F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报告书</w:t>
      </w:r>
    </w:p>
    <w:p w14:paraId="72359C9E" w14:textId="77777777" w:rsidR="00F87D86" w:rsidRPr="00497D0F" w:rsidRDefault="00F87D86" w:rsidP="00F87D86">
      <w:pPr>
        <w:jc w:val="center"/>
        <w:rPr>
          <w:rFonts w:ascii="Times New Roman" w:eastAsia="黑体" w:hAnsi="Times New Roman" w:cs="Times New Roman"/>
          <w:b/>
          <w:sz w:val="5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497D0F" w14:paraId="5F79930A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DC64380" w14:textId="77777777" w:rsidR="00F87D86" w:rsidRPr="00DA1207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A120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0A1840C6" w14:textId="77777777" w:rsidR="00F87D86" w:rsidRPr="00497D0F" w:rsidRDefault="00F87D86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szCs w:val="21"/>
              </w:rPr>
            </w:pPr>
            <w:bookmarkStart w:id="0" w:name="项目名称"/>
            <w:r>
              <w:t>1123浏阳河文</w:t>
            </w:r>
            <w:proofErr w:type="gramStart"/>
            <w:r>
              <w:t>创产业</w:t>
            </w:r>
            <w:proofErr w:type="gramEnd"/>
            <w:r>
              <w:t>园文化馆 群众文化馆</w:t>
            </w:r>
            <w:bookmarkEnd w:id="0"/>
          </w:p>
        </w:tc>
      </w:tr>
      <w:tr w:rsidR="00F87D86" w:rsidRPr="00497D0F" w14:paraId="5A9EE72C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60ADFCA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A383D91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1" w:name="项目地点"/>
            <w:r>
              <w:t>长沙</w:t>
            </w:r>
            <w:bookmarkEnd w:id="1"/>
          </w:p>
        </w:tc>
      </w:tr>
      <w:tr w:rsidR="00F87D86" w:rsidRPr="00497D0F" w14:paraId="1B26A9CF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D177ACC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8CEA898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2" w:name="设计编号"/>
            <w:bookmarkEnd w:id="2"/>
          </w:p>
        </w:tc>
      </w:tr>
      <w:tr w:rsidR="00F87D86" w:rsidRPr="00497D0F" w14:paraId="3E5A62EC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54D34D4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DF07F8E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3" w:name="建设单位"/>
            <w:r>
              <w:t>长沙市芙蓉城市建设投资集团有限公司</w:t>
            </w:r>
            <w:bookmarkEnd w:id="3"/>
          </w:p>
        </w:tc>
      </w:tr>
      <w:tr w:rsidR="00F87D86" w:rsidRPr="00497D0F" w14:paraId="301D100A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C91C6C9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F83D8B2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4" w:name="设计单位"/>
            <w:r>
              <w:t>湖南诚士建筑规划设计有限公司</w:t>
            </w:r>
            <w:bookmarkEnd w:id="4"/>
          </w:p>
        </w:tc>
      </w:tr>
      <w:tr w:rsidR="00F87D86" w:rsidRPr="00497D0F" w14:paraId="2FEDB575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5FD0E59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381C4772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3BD399E5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57299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对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23E24DE9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4BF3FEB5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FC3AD26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核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50D6652B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6F60BFFC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A7F48A8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定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30134C3E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7185F458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DB2221A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5D32D83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5" w:name="报告日期"/>
            <w:r w:rsidRPr="00497D0F">
              <w:rPr>
                <w:rFonts w:ascii="Times New Roman" w:hAnsi="Times New Roman" w:cs="Times New Roman"/>
                <w:szCs w:val="21"/>
              </w:rPr>
              <w:t>2023</w:t>
            </w:r>
            <w:r w:rsidRPr="00497D0F">
              <w:rPr>
                <w:rFonts w:ascii="Times New Roman" w:hAnsi="Times New Roman" w:cs="Times New Roman"/>
                <w:szCs w:val="21"/>
              </w:rPr>
              <w:t>年</w:t>
            </w:r>
            <w:r w:rsidRPr="00497D0F">
              <w:rPr>
                <w:rFonts w:ascii="Times New Roman" w:hAnsi="Times New Roman" w:cs="Times New Roman"/>
                <w:szCs w:val="21"/>
              </w:rPr>
              <w:t>11</w:t>
            </w:r>
            <w:r w:rsidRPr="00497D0F">
              <w:rPr>
                <w:rFonts w:ascii="Times New Roman" w:hAnsi="Times New Roman" w:cs="Times New Roman"/>
                <w:szCs w:val="21"/>
              </w:rPr>
              <w:t>月</w:t>
            </w:r>
            <w:r w:rsidRPr="00497D0F">
              <w:rPr>
                <w:rFonts w:ascii="Times New Roman" w:hAnsi="Times New Roman" w:cs="Times New Roman"/>
                <w:szCs w:val="21"/>
              </w:rPr>
              <w:t>27</w:t>
            </w:r>
            <w:r w:rsidRPr="00497D0F">
              <w:rPr>
                <w:rFonts w:ascii="Times New Roman" w:hAnsi="Times New Roman" w:cs="Times New Roman"/>
                <w:szCs w:val="21"/>
              </w:rPr>
              <w:t>日</w:t>
            </w:r>
            <w:bookmarkEnd w:id="5"/>
          </w:p>
        </w:tc>
      </w:tr>
    </w:tbl>
    <w:p w14:paraId="3AFBDA8A" w14:textId="77777777" w:rsidR="00F87D86" w:rsidRPr="00497D0F" w:rsidRDefault="00F87D86" w:rsidP="00D62490">
      <w:pPr>
        <w:jc w:val="center"/>
        <w:rPr>
          <w:rFonts w:ascii="Times New Roman" w:hAnsi="Times New Roman" w:cs="Times New Roman"/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5CE936D8" wp14:editId="79E9D7E1">
            <wp:extent cx="1743258" cy="1743258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258" cy="174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BC2A9" w14:textId="77777777" w:rsidR="00F87D86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97D0F" w:rsidRPr="00D40158" w14:paraId="09377CBB" w14:textId="77777777" w:rsidTr="00063F1E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767C820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37561D8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建筑通风Vent2024</w:t>
            </w:r>
            <w:bookmarkEnd w:id="7"/>
          </w:p>
        </w:tc>
      </w:tr>
      <w:tr w:rsidR="00497D0F" w:rsidRPr="00D40158" w14:paraId="02884239" w14:textId="77777777" w:rsidTr="002C7BB1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0B8BC92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3A26EE14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8" w:name="软件版本"/>
            <w:r>
              <w:t>20231016</w:t>
            </w:r>
            <w:bookmarkEnd w:id="8"/>
          </w:p>
        </w:tc>
      </w:tr>
      <w:tr w:rsidR="00497D0F" w:rsidRPr="00D40158" w14:paraId="209F1342" w14:textId="77777777" w:rsidTr="00063F1E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6126BA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772E1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97D0F" w:rsidRPr="00D40158" w14:paraId="0B02C592" w14:textId="77777777" w:rsidTr="00063F1E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B28593" w14:textId="77777777" w:rsidR="00497D0F" w:rsidRPr="004E058C" w:rsidRDefault="00497D0F" w:rsidP="00063F1E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8BB0D88" w14:textId="77777777" w:rsidR="00497D0F" w:rsidRPr="00D40158" w:rsidRDefault="00497D0F" w:rsidP="00063F1E">
            <w:pPr>
              <w:rPr>
                <w:szCs w:val="18"/>
              </w:rPr>
            </w:pPr>
            <w:bookmarkStart w:id="9" w:name="加密锁号"/>
            <w:r>
              <w:t>Nab283add0b54af16</w:t>
            </w:r>
            <w:bookmarkEnd w:id="9"/>
          </w:p>
        </w:tc>
      </w:tr>
    </w:tbl>
    <w:p w14:paraId="04621722" w14:textId="77777777" w:rsidR="00497D0F" w:rsidRPr="00497D0F" w:rsidRDefault="00497D0F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421E2375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19430A83" w14:textId="77777777" w:rsidR="00F87D86" w:rsidRPr="00497D0F" w:rsidRDefault="00F87D86" w:rsidP="00F87D86">
      <w:pPr>
        <w:tabs>
          <w:tab w:val="left" w:pos="1052"/>
        </w:tabs>
        <w:rPr>
          <w:rFonts w:ascii="Times New Roman" w:hAnsi="Times New Roman" w:cs="Times New Roman"/>
        </w:rPr>
      </w:pPr>
    </w:p>
    <w:p w14:paraId="3BF6F03F" w14:textId="77777777" w:rsidR="00F87D86" w:rsidRPr="00497D0F" w:rsidRDefault="00F87D86" w:rsidP="00F87D86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br w:type="page"/>
      </w:r>
    </w:p>
    <w:p w14:paraId="0B6B849F" w14:textId="77777777" w:rsidR="00F87D86" w:rsidRPr="00497D0F" w:rsidRDefault="00F87D86" w:rsidP="00F87D86">
      <w:pPr>
        <w:pStyle w:val="TOC"/>
        <w:ind w:rightChars="391" w:right="821"/>
        <w:jc w:val="center"/>
        <w:rPr>
          <w:rFonts w:ascii="Times New Roman" w:eastAsia="黑体" w:hAnsi="Times New Roman"/>
          <w:color w:val="auto"/>
          <w:sz w:val="32"/>
        </w:rPr>
      </w:pPr>
      <w:r w:rsidRPr="00497D0F">
        <w:rPr>
          <w:rFonts w:ascii="Times New Roman" w:eastAsia="黑体" w:hAnsi="Times New Roman"/>
          <w:color w:val="auto"/>
          <w:sz w:val="32"/>
          <w:lang w:val="zh-CN" w:eastAsia="zh-CN"/>
        </w:rPr>
        <w:lastRenderedPageBreak/>
        <w:t>目录</w:t>
      </w:r>
    </w:p>
    <w:bookmarkStart w:id="10" w:name="目录"/>
    <w:p w14:paraId="36CB722C" w14:textId="77777777" w:rsidR="00483353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r w:rsidRPr="00497D0F">
        <w:rPr>
          <w:caps/>
          <w:sz w:val="36"/>
          <w:szCs w:val="20"/>
        </w:rPr>
        <w:fldChar w:fldCharType="begin"/>
      </w:r>
      <w:r w:rsidRPr="00497D0F">
        <w:rPr>
          <w:sz w:val="36"/>
        </w:rPr>
        <w:instrText xml:space="preserve"> TOC \o "1-3" \h \z \u </w:instrText>
      </w:r>
      <w:r w:rsidRPr="00497D0F">
        <w:rPr>
          <w:caps/>
          <w:sz w:val="36"/>
          <w:szCs w:val="20"/>
        </w:rPr>
        <w:fldChar w:fldCharType="separate"/>
      </w:r>
      <w:hyperlink w:anchor="_Toc151989887" w:history="1">
        <w:r w:rsidR="00483353" w:rsidRPr="00D86681">
          <w:rPr>
            <w:rStyle w:val="a7"/>
            <w:rFonts w:ascii="黑体" w:hAnsi="黑体"/>
            <w:noProof/>
            <w:kern w:val="32"/>
          </w:rPr>
          <w:t>1.</w:t>
        </w:r>
        <w:r w:rsidR="00483353"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="00483353" w:rsidRPr="00D86681">
          <w:rPr>
            <w:rStyle w:val="a7"/>
            <w:rFonts w:ascii="黑体" w:hAnsi="黑体"/>
            <w:noProof/>
            <w:kern w:val="32"/>
          </w:rPr>
          <w:t>项目概况</w:t>
        </w:r>
        <w:r w:rsidR="00483353">
          <w:rPr>
            <w:noProof/>
            <w:webHidden/>
          </w:rPr>
          <w:tab/>
        </w:r>
        <w:r w:rsidR="00483353">
          <w:rPr>
            <w:noProof/>
            <w:webHidden/>
          </w:rPr>
          <w:fldChar w:fldCharType="begin"/>
        </w:r>
        <w:r w:rsidR="00483353">
          <w:rPr>
            <w:noProof/>
            <w:webHidden/>
          </w:rPr>
          <w:instrText xml:space="preserve"> PAGEREF _Toc151989887 \h </w:instrText>
        </w:r>
        <w:r w:rsidR="00483353">
          <w:rPr>
            <w:noProof/>
            <w:webHidden/>
          </w:rPr>
        </w:r>
        <w:r w:rsidR="00483353">
          <w:rPr>
            <w:noProof/>
            <w:webHidden/>
          </w:rPr>
          <w:fldChar w:fldCharType="separate"/>
        </w:r>
        <w:r w:rsidR="00483353">
          <w:rPr>
            <w:noProof/>
            <w:webHidden/>
          </w:rPr>
          <w:t>3</w:t>
        </w:r>
        <w:r w:rsidR="00483353">
          <w:rPr>
            <w:noProof/>
            <w:webHidden/>
          </w:rPr>
          <w:fldChar w:fldCharType="end"/>
        </w:r>
      </w:hyperlink>
    </w:p>
    <w:p w14:paraId="35E7D47B" w14:textId="77777777" w:rsidR="00483353" w:rsidRDefault="00483353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88" w:history="1">
        <w:r w:rsidRPr="00D86681">
          <w:rPr>
            <w:rStyle w:val="a7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</w:rPr>
          <w:t>建筑基本信息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CF4C00" w14:textId="77777777" w:rsidR="00483353" w:rsidRDefault="00483353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89" w:history="1">
        <w:r w:rsidRPr="00D86681">
          <w:rPr>
            <w:rStyle w:val="a7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</w:rPr>
          <w:t>建筑平面图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A36342" w14:textId="77777777" w:rsidR="00483353" w:rsidRDefault="00483353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90" w:history="1">
        <w:r w:rsidRPr="00D86681">
          <w:rPr>
            <w:rStyle w:val="a7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</w:rPr>
          <w:t>建筑三维轴测图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23AAD9" w14:textId="77777777" w:rsidR="00483353" w:rsidRDefault="00483353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91" w:history="1">
        <w:r w:rsidRPr="00D86681">
          <w:rPr>
            <w:rStyle w:val="a7"/>
            <w:rFonts w:ascii="Arial" w:hAnsi="Arial"/>
            <w:noProof/>
            <w:kern w:val="32"/>
          </w:rPr>
          <w:t>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  <w:kern w:val="32"/>
          </w:rPr>
          <w:t>参考标准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E5E38CD" w14:textId="77777777" w:rsidR="00483353" w:rsidRDefault="00483353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92" w:history="1">
        <w:r w:rsidRPr="00D86681">
          <w:rPr>
            <w:rStyle w:val="a7"/>
            <w:rFonts w:ascii="Arial" w:hAnsi="Arial"/>
            <w:noProof/>
            <w:kern w:val="32"/>
          </w:rPr>
          <w:t>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  <w:kern w:val="32"/>
          </w:rPr>
          <w:t>评价标准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FB5CE83" w14:textId="77777777" w:rsidR="00483353" w:rsidRDefault="00483353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93" w:history="1">
        <w:r w:rsidRPr="00D86681">
          <w:rPr>
            <w:rStyle w:val="a7"/>
            <w:rFonts w:ascii="Arial" w:hAnsi="Arial"/>
            <w:noProof/>
            <w:kern w:val="32"/>
          </w:rPr>
          <w:t>4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  <w:kern w:val="32"/>
          </w:rPr>
          <w:t>计算原理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CC060B8" w14:textId="77777777" w:rsidR="00483353" w:rsidRDefault="00483353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94" w:history="1">
        <w:r w:rsidRPr="00D86681">
          <w:rPr>
            <w:rStyle w:val="a7"/>
            <w:rFonts w:ascii="Arial" w:hAnsi="Arial"/>
            <w:noProof/>
            <w:kern w:val="32"/>
          </w:rPr>
          <w:t>5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  <w:kern w:val="32"/>
          </w:rPr>
          <w:t>计算参数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B4B2040" w14:textId="77777777" w:rsidR="00483353" w:rsidRDefault="00483353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95" w:history="1">
        <w:r w:rsidRPr="00D86681">
          <w:rPr>
            <w:rStyle w:val="a7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</w:rPr>
          <w:t>渗透风量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C2113F0" w14:textId="77777777" w:rsidR="00483353" w:rsidRDefault="00483353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96" w:history="1">
        <w:r w:rsidRPr="00D86681">
          <w:rPr>
            <w:rStyle w:val="a7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</w:rPr>
          <w:t>室内装修信息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C06AC1D" w14:textId="77777777" w:rsidR="00483353" w:rsidRDefault="00483353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97" w:history="1">
        <w:r w:rsidRPr="00D86681">
          <w:rPr>
            <w:rStyle w:val="a7"/>
            <w:rFonts w:ascii="Arial" w:hAnsi="Arial"/>
            <w:noProof/>
            <w:kern w:val="32"/>
          </w:rPr>
          <w:t>6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  <w:kern w:val="32"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705AAC7" w14:textId="77777777" w:rsidR="00483353" w:rsidRDefault="00483353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1989898" w:history="1">
        <w:r w:rsidRPr="00D86681">
          <w:rPr>
            <w:rStyle w:val="a7"/>
            <w:rFonts w:ascii="Arial" w:hAnsi="Arial"/>
            <w:noProof/>
            <w:kern w:val="32"/>
          </w:rPr>
          <w:t>7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D86681">
          <w:rPr>
            <w:rStyle w:val="a7"/>
            <w:noProof/>
            <w:kern w:val="32"/>
          </w:rPr>
          <w:t>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_Toc151989898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F7570C1" w14:textId="77777777" w:rsidR="00A22F3F" w:rsidRDefault="00F87D86" w:rsidP="00F87D86"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 w:rsidRPr="00497D0F">
        <w:rPr>
          <w:rFonts w:ascii="Times New Roman" w:hAnsi="Times New Roman" w:cs="Times New Roman"/>
          <w:b/>
          <w:bCs/>
          <w:sz w:val="40"/>
          <w:lang w:val="zh-CN"/>
        </w:rPr>
        <w:fldChar w:fldCharType="end"/>
      </w:r>
      <w:bookmarkEnd w:id="10"/>
    </w:p>
    <w:p w14:paraId="37737B7F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645599BE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42F7E95C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3BC0585F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5D0B0835" w14:textId="77777777" w:rsidR="00A22F3F" w:rsidRPr="00A22F3F" w:rsidRDefault="00A22F3F" w:rsidP="00A22F3F">
      <w:pPr>
        <w:jc w:val="center"/>
        <w:rPr>
          <w:rFonts w:ascii="Times New Roman" w:hAnsi="Times New Roman" w:cs="Times New Roman"/>
          <w:sz w:val="32"/>
        </w:rPr>
      </w:pPr>
    </w:p>
    <w:p w14:paraId="0B46AEFA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31B35881" w14:textId="77777777" w:rsidR="00F87D86" w:rsidRPr="00A22F3F" w:rsidRDefault="00F87D86" w:rsidP="00A22F3F">
      <w:pPr>
        <w:rPr>
          <w:rFonts w:ascii="Times New Roman" w:hAnsi="Times New Roman" w:cs="Times New Roman"/>
          <w:sz w:val="32"/>
        </w:rPr>
        <w:sectPr w:rsidR="00F87D86" w:rsidRPr="00A22F3F" w:rsidSect="00A22F3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800" w:bottom="1440" w:left="1800" w:header="851" w:footer="170" w:gutter="397"/>
          <w:cols w:space="720"/>
          <w:titlePg/>
          <w:docGrid w:type="lines" w:linePitch="312"/>
        </w:sectPr>
      </w:pPr>
    </w:p>
    <w:p w14:paraId="485722BB" w14:textId="77777777" w:rsidR="00F87D86" w:rsidRPr="00C932B7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hAnsi="黑体" w:cs="Times New Roman"/>
          <w:kern w:val="32"/>
          <w:sz w:val="28"/>
          <w:szCs w:val="28"/>
        </w:rPr>
      </w:pPr>
      <w:bookmarkStart w:id="11" w:name="_Toc151989887"/>
      <w:r w:rsidRPr="00C932B7">
        <w:rPr>
          <w:rFonts w:ascii="黑体" w:hAnsi="黑体" w:cs="Times New Roman"/>
          <w:kern w:val="32"/>
          <w:sz w:val="28"/>
          <w:szCs w:val="28"/>
        </w:rPr>
        <w:lastRenderedPageBreak/>
        <w:t>项目概况</w:t>
      </w:r>
      <w:bookmarkEnd w:id="11"/>
    </w:p>
    <w:p w14:paraId="51DC3FEA" w14:textId="77777777" w:rsidR="00F87D86" w:rsidRPr="00497D0F" w:rsidRDefault="00F87D86" w:rsidP="00F87D86">
      <w:pPr>
        <w:pStyle w:val="2"/>
        <w:rPr>
          <w:rFonts w:ascii="Times New Roman" w:hAnsi="Times New Roman"/>
          <w:sz w:val="24"/>
          <w:szCs w:val="24"/>
        </w:rPr>
      </w:pPr>
      <w:bookmarkStart w:id="12" w:name="_Toc151989888"/>
      <w:proofErr w:type="spellStart"/>
      <w:r w:rsidRPr="00497D0F">
        <w:rPr>
          <w:rFonts w:ascii="Times New Roman" w:hAnsi="Times New Roman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6E556C" w:rsidRPr="00497D0F" w14:paraId="1C060775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098CE800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DAD025E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7140BD17" w14:textId="77777777" w:rsidR="006E556C" w:rsidRPr="00497D0F" w:rsidRDefault="001D58E6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地理位置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A31FC1" w14:textId="77777777" w:rsidR="006E556C" w:rsidRPr="00497D0F" w:rsidRDefault="006E556C" w:rsidP="001D58E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3" w:name="地区"/>
            <w:r>
              <w:t>长沙</w:t>
            </w:r>
            <w:bookmarkEnd w:id="13"/>
          </w:p>
        </w:tc>
      </w:tr>
      <w:tr w:rsidR="006E556C" w:rsidRPr="00497D0F" w14:paraId="1F6034C5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2E58CCE6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FB972A4" w14:textId="77777777" w:rsidR="006E556C" w:rsidRPr="00497D0F" w:rsidRDefault="006E556C" w:rsidP="001D58E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4" w:name="建筑面积"/>
            <w:r>
              <w:t>8161.70</w:t>
            </w:r>
            <w:bookmarkEnd w:id="14"/>
            <w:r w:rsidR="001D58E6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m</w:t>
            </w:r>
            <w:r w:rsidR="001D58E6" w:rsidRPr="001D58E6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286FC450" w14:textId="77777777" w:rsidR="006E556C" w:rsidRPr="00497D0F" w:rsidRDefault="001D58E6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建筑高度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2CAF685" w14:textId="77777777" w:rsidR="006E556C" w:rsidRPr="00497D0F" w:rsidRDefault="006E556C" w:rsidP="001D58E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5" w:name="建筑层高"/>
            <w:r>
              <w:t>17.000</w:t>
            </w:r>
            <w:bookmarkEnd w:id="15"/>
            <w:r w:rsidR="001D58E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6E556C" w:rsidRPr="00497D0F" w14:paraId="42799ECB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48D524FC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3F8B2F6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66F651EB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2B19A50" w14:textId="77777777" w:rsidR="006E556C" w:rsidRPr="00497D0F" w:rsidRDefault="006E556C" w:rsidP="00063F1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 w14:paraId="4ECDA045" w14:textId="77777777" w:rsidR="006E556C" w:rsidRPr="00497D0F" w:rsidRDefault="006E556C" w:rsidP="006E556C">
      <w:pPr>
        <w:rPr>
          <w:rFonts w:ascii="Times New Roman" w:hAnsi="Times New Roman" w:cs="Times New Roman"/>
          <w:lang w:val="x-none" w:eastAsia="x-none"/>
        </w:rPr>
      </w:pPr>
    </w:p>
    <w:p w14:paraId="418A5EB1" w14:textId="77777777" w:rsidR="00F87D86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6" w:name="_Toc151989889"/>
      <w:r w:rsidRPr="00497D0F">
        <w:rPr>
          <w:rFonts w:ascii="Times New Roman" w:hAnsi="Times New Roman"/>
          <w:sz w:val="24"/>
          <w:szCs w:val="24"/>
          <w:lang w:eastAsia="zh-CN"/>
        </w:rPr>
        <w:lastRenderedPageBreak/>
        <w:t>建筑</w:t>
      </w:r>
      <w:r w:rsidR="00C307FF" w:rsidRPr="00497D0F">
        <w:rPr>
          <w:rFonts w:ascii="Times New Roman" w:hAnsi="Times New Roman"/>
          <w:sz w:val="24"/>
          <w:szCs w:val="24"/>
          <w:lang w:eastAsia="zh-CN"/>
        </w:rPr>
        <w:t>平面</w:t>
      </w:r>
      <w:r w:rsidR="00F87D86" w:rsidRPr="00497D0F">
        <w:rPr>
          <w:rFonts w:ascii="Times New Roman" w:hAnsi="Times New Roman"/>
          <w:sz w:val="24"/>
          <w:szCs w:val="24"/>
        </w:rPr>
        <w:t>图</w:t>
      </w:r>
      <w:bookmarkEnd w:id="16"/>
    </w:p>
    <w:p w14:paraId="745F8E27" w14:textId="77777777" w:rsidR="00F134A0" w:rsidRPr="00162B02" w:rsidRDefault="00F134A0" w:rsidP="00F134A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drawing>
          <wp:inline distT="0" distB="0" distL="0" distR="0" wp14:anchorId="04AEB13D" wp14:editId="3CD23412">
            <wp:extent cx="3400425" cy="801052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D76EA" w14:textId="77777777" w:rsidR="00642D89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1层平面</w:t>
      </w:r>
    </w:p>
    <w:p w14:paraId="1B27B585" w14:textId="77777777" w:rsidR="00642D89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6724783E" wp14:editId="7D25DD54">
            <wp:extent cx="2590800" cy="801052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B5FDE" w14:textId="77777777" w:rsidR="00642D89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2层平面</w:t>
      </w:r>
    </w:p>
    <w:p w14:paraId="7B49BC75" w14:textId="77777777" w:rsidR="00642D89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30A8D48E" wp14:editId="57EF1AEF">
            <wp:extent cx="3143250" cy="801052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FDB86" w14:textId="77777777" w:rsidR="00642D89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3层平面</w:t>
      </w:r>
    </w:p>
    <w:p w14:paraId="7F2589CE" w14:textId="77777777" w:rsidR="00642D89" w:rsidRDefault="00642D89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</w:p>
    <w:p w14:paraId="5E2493C7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3C462185" w14:textId="77777777" w:rsidR="00F87D86" w:rsidRPr="00497D0F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8" w:name="_Toc151989890"/>
      <w:r w:rsidRPr="00497D0F">
        <w:rPr>
          <w:rFonts w:ascii="Times New Roman" w:hAnsi="Times New Roman"/>
          <w:sz w:val="24"/>
          <w:szCs w:val="24"/>
          <w:lang w:eastAsia="zh-CN"/>
        </w:rPr>
        <w:lastRenderedPageBreak/>
        <w:t>建筑</w:t>
      </w:r>
      <w:proofErr w:type="spellStart"/>
      <w:r w:rsidR="00F87D86" w:rsidRPr="00497D0F">
        <w:rPr>
          <w:rFonts w:ascii="Times New Roman" w:hAnsi="Times New Roman"/>
          <w:sz w:val="24"/>
          <w:szCs w:val="24"/>
        </w:rPr>
        <w:t>三维轴测图</w:t>
      </w:r>
      <w:bookmarkEnd w:id="18"/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6A0292" w:rsidRPr="00497D0F" w14:paraId="0A271794" w14:textId="77777777" w:rsidTr="00785457">
        <w:tc>
          <w:tcPr>
            <w:tcW w:w="8277" w:type="dxa"/>
          </w:tcPr>
          <w:p w14:paraId="6980B831" w14:textId="0254D5AE" w:rsidR="006A0292" w:rsidRPr="00162B02" w:rsidRDefault="00483353" w:rsidP="00B73CB8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r>
              <w:rPr>
                <w:noProof/>
              </w:rPr>
              <w:drawing>
                <wp:inline distT="0" distB="0" distL="0" distR="0" wp14:anchorId="0B962BF7" wp14:editId="1B214C3D">
                  <wp:extent cx="5274310" cy="2858770"/>
                  <wp:effectExtent l="0" t="0" r="2540" b="0"/>
                  <wp:docPr id="124475823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4758237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85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C05233" w14:textId="77777777" w:rsidR="006A0292" w:rsidRPr="00DB36D2" w:rsidRDefault="006A0292" w:rsidP="00B73CB8">
      <w:pPr>
        <w:jc w:val="center"/>
        <w:rPr>
          <w:rFonts w:ascii="Times New Roman" w:hAnsi="Times New Roman" w:cs="Times New Roman"/>
          <w:lang w:eastAsia="x-none"/>
        </w:rPr>
      </w:pPr>
    </w:p>
    <w:p w14:paraId="251E224E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19" w:name="_Toc151989891"/>
      <w:r w:rsidRPr="00497D0F">
        <w:rPr>
          <w:rFonts w:ascii="Times New Roman" w:hAnsi="Times New Roman" w:cs="Times New Roman"/>
          <w:kern w:val="32"/>
          <w:sz w:val="28"/>
          <w:szCs w:val="28"/>
        </w:rPr>
        <w:t>参考标准</w:t>
      </w:r>
      <w:bookmarkEnd w:id="19"/>
    </w:p>
    <w:p w14:paraId="1016D185" w14:textId="77777777" w:rsidR="00EB7D30" w:rsidRPr="00497D0F" w:rsidRDefault="00EB7D30" w:rsidP="00EB7D30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t>《</w:t>
      </w:r>
      <w:r>
        <w:rPr>
          <w:rFonts w:hint="eastAsia"/>
        </w:rPr>
        <w:t>建筑环境通用规范</w:t>
      </w:r>
      <w:r>
        <w:t>》</w:t>
      </w:r>
      <w:r>
        <w:t>GB</w:t>
      </w:r>
      <w:r>
        <w:rPr>
          <w:rFonts w:hint="eastAsia"/>
        </w:rPr>
        <w:t>55016</w:t>
      </w:r>
      <w:r>
        <w:t>-20</w:t>
      </w:r>
      <w:r>
        <w:rPr>
          <w:rFonts w:hint="eastAsia"/>
        </w:rPr>
        <w:t>21</w:t>
      </w:r>
    </w:p>
    <w:p w14:paraId="5670A438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《住宅建筑室内装修污染控制技术标准》</w:t>
      </w:r>
      <w:r w:rsidRPr="00497D0F">
        <w:rPr>
          <w:rFonts w:ascii="Times New Roman" w:hAnsi="Times New Roman"/>
        </w:rPr>
        <w:t>JGJ/T 436</w:t>
      </w:r>
    </w:p>
    <w:p w14:paraId="3A58EE6E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《公共建筑室内空气质量控制设计标准》</w:t>
      </w:r>
      <w:r w:rsidRPr="00497D0F">
        <w:rPr>
          <w:rFonts w:ascii="Times New Roman" w:hAnsi="Times New Roman"/>
        </w:rPr>
        <w:t>JGJ/T 461</w:t>
      </w:r>
    </w:p>
    <w:p w14:paraId="00BFD5FF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《室内空气质量标准》</w:t>
      </w:r>
      <w:r w:rsidRPr="00497D0F">
        <w:rPr>
          <w:rFonts w:ascii="Times New Roman" w:hAnsi="Times New Roman"/>
        </w:rPr>
        <w:t>GB/T 18883</w:t>
      </w:r>
    </w:p>
    <w:p w14:paraId="5A81378E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《建筑外门窗气密、水密、抗风压性能分级及检测方法》</w:t>
      </w:r>
      <w:r w:rsidRPr="00497D0F">
        <w:rPr>
          <w:rFonts w:ascii="Times New Roman" w:hAnsi="Times New Roman"/>
        </w:rPr>
        <w:t>GB/T 7106</w:t>
      </w:r>
    </w:p>
    <w:p w14:paraId="2A3D2AF7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《民用建筑工程室内环境污染控制规范》</w:t>
      </w:r>
      <w:r w:rsidRPr="00497D0F">
        <w:rPr>
          <w:rFonts w:ascii="Times New Roman" w:hAnsi="Times New Roman"/>
        </w:rPr>
        <w:t>GB 50325</w:t>
      </w:r>
    </w:p>
    <w:p w14:paraId="07A605A6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0" w:name="_Toc151989892"/>
      <w:r w:rsidRPr="00497D0F">
        <w:rPr>
          <w:rFonts w:ascii="Times New Roman" w:hAnsi="Times New Roman" w:cs="Times New Roman"/>
          <w:kern w:val="32"/>
          <w:sz w:val="28"/>
          <w:szCs w:val="28"/>
        </w:rPr>
        <w:t>评价标准</w:t>
      </w:r>
      <w:bookmarkEnd w:id="20"/>
    </w:p>
    <w:p w14:paraId="07336276" w14:textId="77777777" w:rsidR="00F87D86" w:rsidRDefault="00F87D86" w:rsidP="00F87D86">
      <w:pPr>
        <w:spacing w:before="156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497D0F">
        <w:rPr>
          <w:rFonts w:ascii="Times New Roman" w:hAnsi="Times New Roman" w:cs="Times New Roman"/>
          <w:color w:val="000000"/>
          <w:kern w:val="0"/>
          <w:szCs w:val="21"/>
        </w:rPr>
        <w:t>本项目主要依据</w:t>
      </w:r>
      <w:r w:rsidR="009842C1">
        <w:t>《</w:t>
      </w:r>
      <w:r w:rsidR="009842C1">
        <w:rPr>
          <w:rFonts w:hint="eastAsia"/>
        </w:rPr>
        <w:t>建筑环境通用规范</w:t>
      </w:r>
      <w:r w:rsidR="009842C1">
        <w:t>》GB</w:t>
      </w:r>
      <w:r w:rsidR="009842C1">
        <w:rPr>
          <w:rFonts w:hint="eastAsia"/>
        </w:rPr>
        <w:t>55016</w:t>
      </w:r>
      <w:r w:rsidR="009842C1">
        <w:t>-20</w:t>
      </w:r>
      <w:r w:rsidR="009842C1">
        <w:rPr>
          <w:rFonts w:hint="eastAsia"/>
        </w:rPr>
        <w:t>21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，</w:t>
      </w:r>
      <w:r w:rsidR="000C109C" w:rsidRPr="00497D0F">
        <w:rPr>
          <w:rFonts w:ascii="Times New Roman" w:hAnsi="Times New Roman" w:cs="Times New Roman"/>
          <w:color w:val="000000"/>
          <w:kern w:val="0"/>
          <w:szCs w:val="21"/>
        </w:rPr>
        <w:t>对</w:t>
      </w:r>
      <w:r w:rsidR="000C109C">
        <w:rPr>
          <w:rFonts w:ascii="Times New Roman" w:hAnsi="Times New Roman" w:cs="Times New Roman" w:hint="eastAsia"/>
          <w:color w:val="000000"/>
          <w:kern w:val="0"/>
          <w:szCs w:val="21"/>
        </w:rPr>
        <w:t>室内</w:t>
      </w:r>
      <w:r w:rsidR="000C109C" w:rsidRPr="00497D0F">
        <w:rPr>
          <w:rFonts w:ascii="Times New Roman" w:hAnsi="Times New Roman" w:cs="Times New Roman"/>
          <w:color w:val="000000"/>
          <w:kern w:val="0"/>
          <w:szCs w:val="21"/>
        </w:rPr>
        <w:t>有机挥发性污染物浓度</w:t>
      </w:r>
      <w:r w:rsidR="000C109C">
        <w:rPr>
          <w:rFonts w:ascii="Times New Roman" w:hAnsi="Times New Roman" w:cs="Times New Roman"/>
          <w:color w:val="000000"/>
          <w:kern w:val="0"/>
          <w:szCs w:val="21"/>
        </w:rPr>
        <w:t>进行</w:t>
      </w:r>
      <w:r w:rsidR="000C109C">
        <w:rPr>
          <w:rFonts w:ascii="Times New Roman" w:hAnsi="Times New Roman" w:cs="Times New Roman" w:hint="eastAsia"/>
          <w:color w:val="000000"/>
          <w:kern w:val="0"/>
          <w:szCs w:val="21"/>
        </w:rPr>
        <w:t>预测，其中空气污染物浓度限量</w:t>
      </w:r>
      <w:r w:rsidR="000C109C" w:rsidRPr="00497D0F">
        <w:rPr>
          <w:rFonts w:ascii="Times New Roman" w:hAnsi="Times New Roman" w:cs="Times New Roman"/>
          <w:color w:val="000000"/>
          <w:kern w:val="0"/>
          <w:szCs w:val="21"/>
        </w:rPr>
        <w:t>如</w:t>
      </w:r>
      <w:r w:rsidR="000C109C">
        <w:rPr>
          <w:rFonts w:ascii="Times New Roman" w:hAnsi="Times New Roman" w:cs="Times New Roman" w:hint="eastAsia"/>
          <w:color w:val="000000"/>
          <w:kern w:val="0"/>
          <w:szCs w:val="21"/>
        </w:rPr>
        <w:t>下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：</w:t>
      </w:r>
    </w:p>
    <w:p w14:paraId="59550256" w14:textId="77777777" w:rsidR="001641E9" w:rsidRPr="00F90EE5" w:rsidRDefault="001641E9" w:rsidP="001641E9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>
        <w:rPr>
          <w:rFonts w:ascii="微软雅黑" w:eastAsia="微软雅黑" w:hAnsi="微软雅黑" w:cs="Times New Roman"/>
          <w:b/>
          <w:bCs/>
          <w:noProof/>
          <w:color w:val="000000"/>
        </w:rPr>
        <w:t>3.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1  </w:t>
      </w:r>
      <w:r>
        <w:rPr>
          <w:rFonts w:ascii="微软雅黑" w:eastAsia="微软雅黑" w:hAnsi="微软雅黑" w:cs="Times New Roman" w:hint="eastAsia"/>
          <w:b/>
          <w:bCs/>
          <w:noProof/>
          <w:color w:val="000000"/>
        </w:rPr>
        <w:t>不同类型建筑的污染物浓度限值</w:t>
      </w:r>
    </w:p>
    <w:tbl>
      <w:tblPr>
        <w:tblW w:w="92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30"/>
        <w:gridCol w:w="3351"/>
        <w:gridCol w:w="4316"/>
      </w:tblGrid>
      <w:tr w:rsidR="001641E9" w:rsidRPr="00497D0F" w14:paraId="49810810" w14:textId="77777777" w:rsidTr="00B56893">
        <w:trPr>
          <w:trHeight w:val="334"/>
          <w:jc w:val="center"/>
        </w:trPr>
        <w:tc>
          <w:tcPr>
            <w:tcW w:w="1630" w:type="dxa"/>
            <w:shd w:val="clear" w:color="auto" w:fill="D0CECE"/>
            <w:noWrap/>
            <w:vAlign w:val="bottom"/>
          </w:tcPr>
          <w:p w14:paraId="2D47834C" w14:textId="77777777" w:rsidR="001641E9" w:rsidRPr="009A1AC8" w:rsidRDefault="001641E9" w:rsidP="00B56893">
            <w:pPr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7B56BA">
              <w:rPr>
                <w:rFonts w:ascii="Times New Roman" w:eastAsia="黑体" w:hAnsi="Times New Roman" w:cs="Times New Roman" w:hint="eastAsia"/>
                <w:b/>
                <w:sz w:val="18"/>
              </w:rPr>
              <w:t>污染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物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shd w:val="clear" w:color="auto" w:fill="D0CECE"/>
            <w:noWrap/>
            <w:vAlign w:val="bottom"/>
          </w:tcPr>
          <w:p w14:paraId="2B84BD39" w14:textId="77777777" w:rsidR="001641E9" w:rsidRPr="009A1AC8" w:rsidRDefault="001641E9" w:rsidP="00B56893">
            <w:pPr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9A1AC8">
              <w:rPr>
                <w:rFonts w:ascii="Times New Roman" w:eastAsia="黑体" w:hAnsi="Times New Roman" w:cs="Times New Roman" w:hint="eastAsia"/>
                <w:b/>
                <w:sz w:val="18"/>
              </w:rPr>
              <w:t>Ⅰ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类民用建筑工程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shd w:val="clear" w:color="auto" w:fill="D0CECE"/>
            <w:vAlign w:val="bottom"/>
          </w:tcPr>
          <w:p w14:paraId="1E5BF98B" w14:textId="77777777" w:rsidR="001641E9" w:rsidRPr="009A1AC8" w:rsidRDefault="001641E9" w:rsidP="00B56893">
            <w:pPr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9A1AC8">
              <w:rPr>
                <w:rFonts w:ascii="Times New Roman" w:eastAsia="黑体" w:hAnsi="Times New Roman" w:cs="Times New Roman" w:hint="eastAsia"/>
                <w:b/>
                <w:sz w:val="18"/>
              </w:rPr>
              <w:t>Ⅱ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类民用建筑工程</w:t>
            </w:r>
          </w:p>
        </w:tc>
      </w:tr>
      <w:tr w:rsidR="001641E9" w:rsidRPr="00497D0F" w14:paraId="510A6777" w14:textId="77777777" w:rsidTr="00B56893">
        <w:trPr>
          <w:trHeight w:val="312"/>
          <w:jc w:val="center"/>
        </w:trPr>
        <w:tc>
          <w:tcPr>
            <w:tcW w:w="1630" w:type="dxa"/>
            <w:shd w:val="clear" w:color="auto" w:fill="D0CECE"/>
            <w:noWrap/>
            <w:vAlign w:val="bottom"/>
          </w:tcPr>
          <w:p w14:paraId="761F1AFC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7B56BA">
              <w:rPr>
                <w:rFonts w:cs="宋体"/>
                <w:color w:val="000000"/>
                <w:kern w:val="0"/>
                <w:sz w:val="22"/>
              </w:rPr>
              <w:t>甲醛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5B3933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.07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AE128D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.08</w:t>
            </w:r>
          </w:p>
        </w:tc>
      </w:tr>
      <w:tr w:rsidR="001641E9" w:rsidRPr="00497D0F" w14:paraId="75481201" w14:textId="77777777" w:rsidTr="00B56893">
        <w:trPr>
          <w:trHeight w:val="183"/>
          <w:jc w:val="center"/>
        </w:trPr>
        <w:tc>
          <w:tcPr>
            <w:tcW w:w="1630" w:type="dxa"/>
            <w:shd w:val="clear" w:color="auto" w:fill="D0CECE"/>
            <w:vAlign w:val="bottom"/>
          </w:tcPr>
          <w:p w14:paraId="17301B92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7B56BA">
              <w:rPr>
                <w:rFonts w:cs="宋体"/>
                <w:color w:val="000000"/>
                <w:kern w:val="0"/>
                <w:sz w:val="22"/>
              </w:rPr>
              <w:t>苯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vAlign w:val="center"/>
          </w:tcPr>
          <w:p w14:paraId="2B9E73A0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.06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vAlign w:val="center"/>
          </w:tcPr>
          <w:p w14:paraId="78C694D1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.09</w:t>
            </w:r>
          </w:p>
        </w:tc>
      </w:tr>
      <w:tr w:rsidR="001641E9" w:rsidRPr="00497D0F" w14:paraId="4F6DCB3C" w14:textId="77777777" w:rsidTr="00B56893">
        <w:trPr>
          <w:trHeight w:val="183"/>
          <w:jc w:val="center"/>
        </w:trPr>
        <w:tc>
          <w:tcPr>
            <w:tcW w:w="1630" w:type="dxa"/>
            <w:shd w:val="clear" w:color="auto" w:fill="D0CECE"/>
            <w:vAlign w:val="bottom"/>
          </w:tcPr>
          <w:p w14:paraId="68E7A8C5" w14:textId="77777777" w:rsidR="001641E9" w:rsidRPr="007B56BA" w:rsidRDefault="001641E9" w:rsidP="00B56893">
            <w:pPr>
              <w:jc w:val="center"/>
              <w:rPr>
                <w:rFonts w:cs="宋体"/>
                <w:color w:val="000000"/>
                <w:kern w:val="0"/>
                <w:sz w:val="22"/>
              </w:rPr>
            </w:pPr>
            <w:r w:rsidRPr="007B56BA">
              <w:rPr>
                <w:rFonts w:cs="宋体"/>
                <w:color w:val="000000"/>
                <w:kern w:val="0"/>
                <w:sz w:val="22"/>
              </w:rPr>
              <w:t>甲苯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vAlign w:val="center"/>
          </w:tcPr>
          <w:p w14:paraId="1A4289E0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.15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vAlign w:val="center"/>
          </w:tcPr>
          <w:p w14:paraId="05B016F8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.20</w:t>
            </w:r>
          </w:p>
        </w:tc>
      </w:tr>
      <w:tr w:rsidR="001641E9" w:rsidRPr="00497D0F" w14:paraId="72A4E873" w14:textId="77777777" w:rsidTr="00B56893">
        <w:trPr>
          <w:trHeight w:val="183"/>
          <w:jc w:val="center"/>
        </w:trPr>
        <w:tc>
          <w:tcPr>
            <w:tcW w:w="1630" w:type="dxa"/>
            <w:shd w:val="clear" w:color="auto" w:fill="D0CECE"/>
            <w:vAlign w:val="bottom"/>
          </w:tcPr>
          <w:p w14:paraId="421A9DE7" w14:textId="77777777" w:rsidR="001641E9" w:rsidRPr="007B56BA" w:rsidRDefault="001641E9" w:rsidP="00B56893">
            <w:pPr>
              <w:jc w:val="center"/>
              <w:rPr>
                <w:rFonts w:cs="宋体"/>
                <w:color w:val="000000"/>
                <w:kern w:val="0"/>
                <w:sz w:val="22"/>
              </w:rPr>
            </w:pPr>
            <w:r w:rsidRPr="007B56BA">
              <w:rPr>
                <w:rFonts w:cs="宋体"/>
                <w:color w:val="000000"/>
                <w:kern w:val="0"/>
                <w:sz w:val="22"/>
              </w:rPr>
              <w:t>二甲苯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vAlign w:val="center"/>
          </w:tcPr>
          <w:p w14:paraId="12289058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.20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vAlign w:val="center"/>
          </w:tcPr>
          <w:p w14:paraId="39364940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.20</w:t>
            </w:r>
          </w:p>
        </w:tc>
      </w:tr>
      <w:tr w:rsidR="001641E9" w:rsidRPr="00497D0F" w14:paraId="580B5B51" w14:textId="77777777" w:rsidTr="00B56893">
        <w:trPr>
          <w:trHeight w:val="183"/>
          <w:jc w:val="center"/>
        </w:trPr>
        <w:tc>
          <w:tcPr>
            <w:tcW w:w="1630" w:type="dxa"/>
            <w:shd w:val="clear" w:color="auto" w:fill="D0CECE"/>
            <w:vAlign w:val="bottom"/>
          </w:tcPr>
          <w:p w14:paraId="3B767991" w14:textId="77777777" w:rsidR="001641E9" w:rsidRPr="007B56BA" w:rsidRDefault="001641E9" w:rsidP="00B56893">
            <w:pPr>
              <w:jc w:val="center"/>
              <w:rPr>
                <w:rFonts w:cs="宋体"/>
                <w:color w:val="000000"/>
                <w:kern w:val="0"/>
                <w:sz w:val="22"/>
              </w:rPr>
            </w:pPr>
            <w:r w:rsidRPr="007B56BA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TVOC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3351" w:type="dxa"/>
            <w:tcBorders>
              <w:right w:val="single" w:sz="4" w:space="0" w:color="auto"/>
            </w:tcBorders>
            <w:vAlign w:val="center"/>
          </w:tcPr>
          <w:p w14:paraId="4B2277D5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.45</w:t>
            </w:r>
          </w:p>
        </w:tc>
        <w:tc>
          <w:tcPr>
            <w:tcW w:w="4316" w:type="dxa"/>
            <w:tcBorders>
              <w:left w:val="single" w:sz="4" w:space="0" w:color="auto"/>
            </w:tcBorders>
            <w:vAlign w:val="center"/>
          </w:tcPr>
          <w:p w14:paraId="045BFD26" w14:textId="77777777" w:rsidR="001641E9" w:rsidRPr="00F3425F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≤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.50</w:t>
            </w:r>
          </w:p>
        </w:tc>
      </w:tr>
    </w:tbl>
    <w:p w14:paraId="46BB1B53" w14:textId="77777777" w:rsidR="001641E9" w:rsidRPr="00F90EE5" w:rsidRDefault="001641E9" w:rsidP="001641E9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97D0F">
        <w:rPr>
          <w:rFonts w:ascii="Times New Roman" w:eastAsia="黑体" w:hAnsi="Times New Roman" w:cs="Times New Roman"/>
          <w:b/>
          <w:sz w:val="18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>
        <w:rPr>
          <w:rFonts w:ascii="微软雅黑" w:eastAsia="微软雅黑" w:hAnsi="微软雅黑" w:cs="Times New Roman"/>
          <w:b/>
          <w:bCs/>
          <w:noProof/>
          <w:color w:val="000000"/>
        </w:rPr>
        <w:t>3.2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 </w:t>
      </w:r>
      <w:r w:rsidR="00AA50A6">
        <w:rPr>
          <w:rFonts w:ascii="微软雅黑" w:eastAsia="微软雅黑" w:hAnsi="微软雅黑" w:cs="Times New Roman" w:hint="eastAsia"/>
          <w:b/>
          <w:bCs/>
          <w:noProof/>
          <w:color w:val="000000"/>
        </w:rPr>
        <w:t>建筑分类</w:t>
      </w:r>
    </w:p>
    <w:tbl>
      <w:tblPr>
        <w:tblStyle w:val="a8"/>
        <w:tblW w:w="9356" w:type="dxa"/>
        <w:tblInd w:w="-459" w:type="dxa"/>
        <w:tblLook w:val="04A0" w:firstRow="1" w:lastRow="0" w:firstColumn="1" w:lastColumn="0" w:noHBand="0" w:noVBand="1"/>
      </w:tblPr>
      <w:tblGrid>
        <w:gridCol w:w="3999"/>
        <w:gridCol w:w="5357"/>
      </w:tblGrid>
      <w:tr w:rsidR="001641E9" w:rsidRPr="009A1AC8" w14:paraId="3C6091AF" w14:textId="77777777" w:rsidTr="00B56893">
        <w:trPr>
          <w:trHeight w:val="300"/>
        </w:trPr>
        <w:tc>
          <w:tcPr>
            <w:tcW w:w="3999" w:type="dxa"/>
            <w:shd w:val="clear" w:color="auto" w:fill="D0CECE" w:themeFill="background2" w:themeFillShade="E6"/>
            <w:noWrap/>
            <w:vAlign w:val="bottom"/>
            <w:hideMark/>
          </w:tcPr>
          <w:p w14:paraId="13142462" w14:textId="77777777" w:rsidR="001641E9" w:rsidRPr="009A1AC8" w:rsidRDefault="001641E9" w:rsidP="00B56893">
            <w:pPr>
              <w:spacing w:before="120" w:after="120"/>
              <w:ind w:left="-426" w:firstLine="426"/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9A1AC8">
              <w:rPr>
                <w:rFonts w:ascii="Times New Roman" w:eastAsia="黑体" w:hAnsi="Times New Roman" w:cs="Times New Roman" w:hint="eastAsia"/>
                <w:b/>
                <w:sz w:val="18"/>
              </w:rPr>
              <w:lastRenderedPageBreak/>
              <w:t>Ⅰ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类民用建筑工程</w:t>
            </w:r>
          </w:p>
        </w:tc>
        <w:tc>
          <w:tcPr>
            <w:tcW w:w="5357" w:type="dxa"/>
            <w:shd w:val="clear" w:color="auto" w:fill="D0CECE" w:themeFill="background2" w:themeFillShade="E6"/>
            <w:noWrap/>
            <w:vAlign w:val="bottom"/>
            <w:hideMark/>
          </w:tcPr>
          <w:p w14:paraId="06C4864B" w14:textId="77777777" w:rsidR="001641E9" w:rsidRPr="009A1AC8" w:rsidRDefault="001641E9" w:rsidP="00B56893">
            <w:pPr>
              <w:spacing w:before="120" w:after="120"/>
              <w:ind w:left="-426" w:firstLine="426"/>
              <w:jc w:val="center"/>
              <w:rPr>
                <w:rFonts w:ascii="Times New Roman" w:eastAsia="黑体" w:hAnsi="Times New Roman" w:cs="Times New Roman"/>
                <w:b/>
                <w:sz w:val="18"/>
              </w:rPr>
            </w:pPr>
            <w:r w:rsidRPr="009A1AC8">
              <w:rPr>
                <w:rFonts w:ascii="Times New Roman" w:eastAsia="黑体" w:hAnsi="Times New Roman" w:cs="Times New Roman" w:hint="eastAsia"/>
                <w:b/>
                <w:sz w:val="18"/>
              </w:rPr>
              <w:t>Ⅱ</w:t>
            </w:r>
            <w:r w:rsidRPr="007B56BA">
              <w:rPr>
                <w:rFonts w:ascii="Times New Roman" w:eastAsia="黑体" w:hAnsi="Times New Roman" w:cs="Times New Roman"/>
                <w:b/>
                <w:sz w:val="18"/>
              </w:rPr>
              <w:t>类民用建筑工程</w:t>
            </w:r>
          </w:p>
        </w:tc>
      </w:tr>
      <w:tr w:rsidR="001641E9" w:rsidRPr="009A1AC8" w14:paraId="40AD59EF" w14:textId="77777777" w:rsidTr="00B56893">
        <w:trPr>
          <w:trHeight w:val="327"/>
        </w:trPr>
        <w:tc>
          <w:tcPr>
            <w:tcW w:w="3999" w:type="dxa"/>
            <w:noWrap/>
            <w:hideMark/>
          </w:tcPr>
          <w:p w14:paraId="5FC1C761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住宅</w:t>
            </w:r>
          </w:p>
        </w:tc>
        <w:tc>
          <w:tcPr>
            <w:tcW w:w="5357" w:type="dxa"/>
            <w:noWrap/>
            <w:hideMark/>
          </w:tcPr>
          <w:p w14:paraId="280AC827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办公楼</w:t>
            </w:r>
          </w:p>
        </w:tc>
      </w:tr>
      <w:tr w:rsidR="001641E9" w:rsidRPr="009A1AC8" w14:paraId="4C3B3D70" w14:textId="77777777" w:rsidTr="00B56893">
        <w:trPr>
          <w:trHeight w:val="335"/>
        </w:trPr>
        <w:tc>
          <w:tcPr>
            <w:tcW w:w="3999" w:type="dxa"/>
            <w:noWrap/>
            <w:hideMark/>
          </w:tcPr>
          <w:p w14:paraId="555FF087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医院</w:t>
            </w:r>
          </w:p>
        </w:tc>
        <w:tc>
          <w:tcPr>
            <w:tcW w:w="5357" w:type="dxa"/>
            <w:noWrap/>
            <w:hideMark/>
          </w:tcPr>
          <w:p w14:paraId="5C9B488D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商店、理发店</w:t>
            </w:r>
          </w:p>
        </w:tc>
      </w:tr>
      <w:tr w:rsidR="001641E9" w:rsidRPr="009A1AC8" w14:paraId="35D7B24A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17B0C0F7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老年人照料房屋设施</w:t>
            </w:r>
          </w:p>
        </w:tc>
        <w:tc>
          <w:tcPr>
            <w:tcW w:w="5357" w:type="dxa"/>
            <w:noWrap/>
            <w:hideMark/>
          </w:tcPr>
          <w:p w14:paraId="72E77DF2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旅馆</w:t>
            </w:r>
          </w:p>
        </w:tc>
      </w:tr>
      <w:tr w:rsidR="001641E9" w:rsidRPr="009A1AC8" w14:paraId="5DEEAB2D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2EDF80A6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幼儿园</w:t>
            </w:r>
          </w:p>
        </w:tc>
        <w:tc>
          <w:tcPr>
            <w:tcW w:w="5357" w:type="dxa"/>
            <w:noWrap/>
            <w:hideMark/>
          </w:tcPr>
          <w:p w14:paraId="4F5729E2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文化娱乐场所、餐厅</w:t>
            </w:r>
          </w:p>
        </w:tc>
      </w:tr>
      <w:tr w:rsidR="001641E9" w:rsidRPr="009A1AC8" w14:paraId="2FB91AD6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2829C2A7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学校教室</w:t>
            </w:r>
          </w:p>
        </w:tc>
        <w:tc>
          <w:tcPr>
            <w:tcW w:w="5357" w:type="dxa"/>
            <w:noWrap/>
            <w:hideMark/>
          </w:tcPr>
          <w:p w14:paraId="651D4A52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书店、图书馆</w:t>
            </w:r>
          </w:p>
        </w:tc>
      </w:tr>
      <w:tr w:rsidR="001641E9" w:rsidRPr="009A1AC8" w14:paraId="263FC921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6B473E8F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学生宿舍</w:t>
            </w:r>
          </w:p>
        </w:tc>
        <w:tc>
          <w:tcPr>
            <w:tcW w:w="5357" w:type="dxa"/>
            <w:noWrap/>
            <w:hideMark/>
          </w:tcPr>
          <w:p w14:paraId="2737E458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展览馆、体育馆</w:t>
            </w:r>
          </w:p>
        </w:tc>
      </w:tr>
      <w:tr w:rsidR="001641E9" w:rsidRPr="009A1AC8" w14:paraId="720CD0C0" w14:textId="77777777" w:rsidTr="00B56893">
        <w:trPr>
          <w:trHeight w:val="284"/>
        </w:trPr>
        <w:tc>
          <w:tcPr>
            <w:tcW w:w="3999" w:type="dxa"/>
            <w:noWrap/>
            <w:hideMark/>
          </w:tcPr>
          <w:p w14:paraId="7813C390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军人宿舍等民用建筑</w:t>
            </w:r>
          </w:p>
        </w:tc>
        <w:tc>
          <w:tcPr>
            <w:tcW w:w="5357" w:type="dxa"/>
            <w:noWrap/>
            <w:hideMark/>
          </w:tcPr>
          <w:p w14:paraId="29425D94" w14:textId="77777777" w:rsidR="001641E9" w:rsidRPr="009A1AC8" w:rsidRDefault="001641E9" w:rsidP="00B56893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9A1AC8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公共交通等候室</w:t>
            </w:r>
          </w:p>
        </w:tc>
      </w:tr>
    </w:tbl>
    <w:p w14:paraId="70B15BB8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1" w:name="_Toc151989893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420518" w:rsidRPr="00497D0F">
        <w:rPr>
          <w:rFonts w:ascii="Times New Roman" w:hAnsi="Times New Roman" w:cs="Times New Roman"/>
          <w:kern w:val="32"/>
          <w:sz w:val="28"/>
          <w:szCs w:val="28"/>
        </w:rPr>
        <w:t>原理</w:t>
      </w:r>
      <w:bookmarkEnd w:id="21"/>
    </w:p>
    <w:p w14:paraId="5F18995A" w14:textId="77777777" w:rsidR="00350030" w:rsidRDefault="00350030" w:rsidP="005B273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室内污染物浓度控制需</w:t>
      </w:r>
      <w:r w:rsidR="002D7691" w:rsidRPr="002D7691">
        <w:rPr>
          <w:rFonts w:ascii="Times New Roman" w:hAnsi="Times New Roman" w:cs="Times New Roman" w:hint="eastAsia"/>
        </w:rPr>
        <w:t>综合考虑建筑情况、室内装修设计方案、装修材料的种类和使用量、室内新风量、环境温度等诸多影响因素，以各种</w:t>
      </w:r>
      <w:r>
        <w:rPr>
          <w:rFonts w:ascii="Times New Roman" w:hAnsi="Times New Roman" w:cs="Times New Roman" w:hint="eastAsia"/>
        </w:rPr>
        <w:t>装修材料、家具制品主要污染物的释放特征（如释放速率）为基础，控制污染物的</w:t>
      </w:r>
      <w:r w:rsidR="002D7691" w:rsidRPr="002D7691">
        <w:rPr>
          <w:rFonts w:ascii="Times New Roman" w:hAnsi="Times New Roman" w:cs="Times New Roman" w:hint="eastAsia"/>
        </w:rPr>
        <w:t>总量。</w:t>
      </w:r>
    </w:p>
    <w:p w14:paraId="4DC0071C" w14:textId="77777777" w:rsidR="005B273D" w:rsidRPr="00350030" w:rsidRDefault="00350030" w:rsidP="00350030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  <w:lang w:val="x-none"/>
        </w:rPr>
        <w:t>本项目</w:t>
      </w:r>
      <w:r w:rsidR="002D7691" w:rsidRPr="002D7691">
        <w:rPr>
          <w:rFonts w:ascii="Times New Roman" w:hAnsi="Times New Roman" w:cs="Times New Roman" w:hint="eastAsia"/>
        </w:rPr>
        <w:t>依据装修设计方案，</w:t>
      </w:r>
      <w:r>
        <w:rPr>
          <w:rFonts w:ascii="Times New Roman" w:hAnsi="Times New Roman" w:cs="Times New Roman" w:hint="eastAsia"/>
        </w:rPr>
        <w:t>通过</w:t>
      </w:r>
      <w:r w:rsidR="002D7691" w:rsidRPr="002D7691">
        <w:rPr>
          <w:rFonts w:ascii="Times New Roman" w:hAnsi="Times New Roman" w:cs="Times New Roman" w:hint="eastAsia"/>
        </w:rPr>
        <w:t>选择典型功能房间（卧室、客厅、办公室等）使用的</w:t>
      </w:r>
      <w:r w:rsidRPr="002D7691">
        <w:rPr>
          <w:rFonts w:ascii="Times New Roman" w:hAnsi="Times New Roman" w:cs="Times New Roman"/>
        </w:rPr>
        <w:t>3</w:t>
      </w:r>
      <w:r w:rsidRPr="002D7691">
        <w:rPr>
          <w:rFonts w:ascii="MS Gothic" w:hAnsi="MS Gothic" w:cs="MS Gothic"/>
        </w:rPr>
        <w:t>〜</w:t>
      </w:r>
      <w:r w:rsidRPr="002D7691">
        <w:rPr>
          <w:rFonts w:ascii="Times New Roman" w:hAnsi="Times New Roman" w:cs="Times New Roman"/>
        </w:rPr>
        <w:t>5</w:t>
      </w:r>
      <w:r w:rsidRPr="002D7691">
        <w:rPr>
          <w:rFonts w:ascii="Times New Roman" w:hAnsi="Times New Roman" w:cs="Times New Roman"/>
        </w:rPr>
        <w:t>种</w:t>
      </w:r>
      <w:r w:rsidR="002D7691" w:rsidRPr="002D7691">
        <w:rPr>
          <w:rFonts w:ascii="Times New Roman" w:hAnsi="Times New Roman" w:cs="Times New Roman" w:hint="eastAsia"/>
        </w:rPr>
        <w:t>主要建材</w:t>
      </w:r>
      <w:r w:rsidR="002D7691" w:rsidRPr="002D7691">
        <w:rPr>
          <w:rFonts w:ascii="Times New Roman" w:hAnsi="Times New Roman" w:cs="Times New Roman"/>
        </w:rPr>
        <w:t>及固定家具制品，</w:t>
      </w:r>
      <w:r w:rsidR="005B273D" w:rsidRPr="00497D0F">
        <w:rPr>
          <w:rFonts w:ascii="Times New Roman" w:hAnsi="Times New Roman" w:cs="Times New Roman"/>
          <w:lang w:val="x-none"/>
        </w:rPr>
        <w:t>输入</w:t>
      </w:r>
      <w:r w:rsidR="00C56887" w:rsidRPr="00497D0F">
        <w:rPr>
          <w:rFonts w:ascii="Times New Roman" w:hAnsi="Times New Roman" w:cs="Times New Roman"/>
          <w:lang w:val="x-none"/>
        </w:rPr>
        <w:t>装修材料信息、</w:t>
      </w:r>
      <w:r w:rsidR="005B273D" w:rsidRPr="00497D0F">
        <w:rPr>
          <w:rFonts w:ascii="Times New Roman" w:hAnsi="Times New Roman" w:cs="Times New Roman"/>
          <w:lang w:val="x-none"/>
        </w:rPr>
        <w:t>房间用量及建材用量，对</w:t>
      </w:r>
      <w:r w:rsidR="0036598D" w:rsidRPr="002D7691">
        <w:rPr>
          <w:rFonts w:ascii="Times New Roman" w:hAnsi="Times New Roman" w:cs="Times New Roman"/>
        </w:rPr>
        <w:t>室内空气中甲醛、苯、总挥发性有机物</w:t>
      </w:r>
      <w:r w:rsidR="005B273D" w:rsidRPr="00497D0F">
        <w:rPr>
          <w:rFonts w:ascii="Times New Roman" w:hAnsi="Times New Roman" w:cs="Times New Roman"/>
          <w:lang w:val="x-none"/>
        </w:rPr>
        <w:t>浓度进行计算，如下图所示：</w:t>
      </w:r>
      <w:r w:rsidR="00D57A82" w:rsidRPr="00497D0F">
        <w:rPr>
          <w:rFonts w:ascii="Times New Roman" w:hAnsi="Times New Roman" w:cs="Times New Roman"/>
          <w:color w:val="000000"/>
          <w:lang w:val="x-none" w:eastAsia="x-none"/>
        </w:rPr>
        <w:t xml:space="preserve"> </w:t>
      </w:r>
    </w:p>
    <w:p w14:paraId="5ADD88D9" w14:textId="77777777" w:rsidR="005B273D" w:rsidRPr="00497D0F" w:rsidRDefault="00220E97" w:rsidP="005B273D">
      <w:pPr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drawing>
          <wp:inline distT="0" distB="0" distL="0" distR="0" wp14:anchorId="0AE92A61" wp14:editId="2E0B7FC4">
            <wp:extent cx="3398808" cy="1801954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7D833" w14:textId="77777777" w:rsidR="005B273D" w:rsidRPr="00F6077D" w:rsidRDefault="005E72E9" w:rsidP="002335FB">
      <w:pPr>
        <w:jc w:val="center"/>
        <w:rPr>
          <w:rFonts w:ascii="微软雅黑" w:eastAsia="微软雅黑" w:hAnsi="微软雅黑" w:cs="Times New Roman"/>
          <w:b/>
          <w:sz w:val="18"/>
          <w:szCs w:val="18"/>
          <w:lang w:val="x-none" w:eastAsia="x-none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 xml:space="preserve">   </w:t>
      </w:r>
      <w:r w:rsidR="00220E97">
        <w:rPr>
          <w:rFonts w:ascii="微软雅黑" w:eastAsia="微软雅黑" w:hAnsi="微软雅黑" w:cs="Times New Roman" w:hint="eastAsia"/>
          <w:b/>
          <w:noProof/>
          <w:sz w:val="18"/>
          <w:szCs w:val="18"/>
        </w:rPr>
        <w:t xml:space="preserve"> 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EB6DF0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4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计算</w:t>
      </w:r>
      <w:r w:rsidR="00374E52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流程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</w:p>
    <w:p w14:paraId="168E27E6" w14:textId="77777777" w:rsidR="002B43F0" w:rsidRPr="00497D0F" w:rsidRDefault="00A61F49" w:rsidP="00933C85">
      <w:pPr>
        <w:spacing w:before="156"/>
        <w:ind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室内</w:t>
      </w:r>
      <w:proofErr w:type="spellStart"/>
      <w:r w:rsidRPr="00497D0F">
        <w:rPr>
          <w:rFonts w:ascii="Times New Roman" w:hAnsi="Times New Roman" w:cs="Times New Roman"/>
          <w:lang w:val="x-none"/>
        </w:rPr>
        <w:t>VOCs</w:t>
      </w:r>
      <w:r w:rsidR="00D83C7A">
        <w:rPr>
          <w:rFonts w:ascii="Times New Roman" w:hAnsi="Times New Roman" w:cs="Times New Roman" w:hint="eastAsia"/>
          <w:lang w:val="x-none"/>
        </w:rPr>
        <w:t>评价</w:t>
      </w:r>
      <w:r w:rsidR="00AD6241" w:rsidRPr="00497D0F">
        <w:rPr>
          <w:rFonts w:ascii="Times New Roman" w:hAnsi="Times New Roman" w:cs="Times New Roman"/>
          <w:lang w:val="x-none"/>
        </w:rPr>
        <w:t>模型</w:t>
      </w:r>
      <w:r w:rsidR="00B02310" w:rsidRPr="00497D0F">
        <w:rPr>
          <w:rFonts w:ascii="Times New Roman" w:hAnsi="Times New Roman" w:cs="Times New Roman"/>
          <w:lang w:val="x-none"/>
        </w:rPr>
        <w:t>遵循材料表面污染物与</w:t>
      </w:r>
      <w:r w:rsidR="004B462B" w:rsidRPr="00497D0F">
        <w:rPr>
          <w:rFonts w:ascii="Times New Roman" w:hAnsi="Times New Roman" w:cs="Times New Roman"/>
          <w:lang w:val="x-none"/>
        </w:rPr>
        <w:t>室内</w:t>
      </w:r>
      <w:r w:rsidR="00B02310" w:rsidRPr="00497D0F">
        <w:rPr>
          <w:rFonts w:ascii="Times New Roman" w:hAnsi="Times New Roman" w:cs="Times New Roman"/>
          <w:lang w:val="x-none"/>
        </w:rPr>
        <w:t>空气之间的</w:t>
      </w:r>
      <w:r w:rsidR="00C557A8">
        <w:rPr>
          <w:rFonts w:ascii="Times New Roman" w:hAnsi="Times New Roman" w:cs="Times New Roman" w:hint="eastAsia"/>
          <w:lang w:val="x-none"/>
        </w:rPr>
        <w:t>质量平衡</w:t>
      </w:r>
      <w:r w:rsidR="00B02310" w:rsidRPr="00497D0F">
        <w:rPr>
          <w:rFonts w:ascii="Times New Roman" w:hAnsi="Times New Roman" w:cs="Times New Roman"/>
          <w:lang w:val="x-none"/>
        </w:rPr>
        <w:t>方程，</w:t>
      </w:r>
      <w:r w:rsidR="00AD6241" w:rsidRPr="00497D0F">
        <w:rPr>
          <w:rFonts w:ascii="Times New Roman" w:hAnsi="Times New Roman" w:cs="Times New Roman"/>
          <w:lang w:val="x-none"/>
        </w:rPr>
        <w:t>如下</w:t>
      </w:r>
      <w:proofErr w:type="spellEnd"/>
      <w:r w:rsidR="00AD6241" w:rsidRPr="00497D0F">
        <w:rPr>
          <w:rFonts w:ascii="Times New Roman" w:hAnsi="Times New Roman" w:cs="Times New Roman"/>
          <w:lang w:val="x-none"/>
        </w:rPr>
        <w:t>：</w:t>
      </w:r>
    </w:p>
    <w:p w14:paraId="669D5055" w14:textId="77777777" w:rsidR="00F87D86" w:rsidRPr="00497D0F" w:rsidRDefault="002B43F0" w:rsidP="003472CD">
      <w:pPr>
        <w:rPr>
          <w:rFonts w:ascii="Times New Roman" w:hAnsi="Times New Roman" w:cs="Times New Roman"/>
          <w:szCs w:val="21"/>
          <w:lang w:val=""/>
        </w:rPr>
      </w:pPr>
      <m:oMathPara>
        <m:oMath>
          <m:r>
            <w:rPr>
              <w:rFonts w:ascii="Cambria Math" w:hAnsi="Cambria Math" w:cs="Times New Roman"/>
              <w:szCs w:val="21"/>
              <w:lang w:val=""/>
            </w:rPr>
            <m:t>V</m:t>
          </m:r>
          <m:f>
            <m:f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  <w:lang w:val="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szCs w:val="21"/>
                      <w:lang w:val="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1"/>
                  <w:lang w:val="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AE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-</m:t>
          </m:r>
          <m:r>
            <w:rPr>
              <w:rFonts w:ascii="Cambria Math" w:hAnsi="Cambria Math" w:cs="Times New Roman"/>
              <w:szCs w:val="21"/>
              <w:lang w:val=""/>
            </w:rPr>
            <m:t>Q</m:t>
          </m:r>
          <m:sSub>
            <m:sSub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Cs w:val="21"/>
                  <w:lang w:val=""/>
                </w:rPr>
                <m:t>a</m:t>
              </m:r>
            </m:sub>
          </m:sSub>
        </m:oMath>
      </m:oMathPara>
    </w:p>
    <w:p w14:paraId="3C1FCC68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其中：</w:t>
      </w:r>
    </w:p>
    <w:p w14:paraId="2AF19177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V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房间体积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10665A59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C</w:t>
      </w:r>
      <w:r w:rsidRPr="00497D0F">
        <w:rPr>
          <w:rFonts w:ascii="Times New Roman" w:hAnsi="Times New Roman" w:cs="Times New Roman"/>
          <w:sz w:val="22"/>
          <w:szCs w:val="24"/>
          <w:vertAlign w:val="subscript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房间空气中污染物浓度，</w:t>
      </w:r>
      <w:r w:rsidRPr="00497D0F">
        <w:rPr>
          <w:rFonts w:ascii="Times New Roman" w:hAnsi="Times New Roman" w:cs="Times New Roman"/>
        </w:rPr>
        <w:t>mg/ 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41A4D330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="00681C57">
        <w:rPr>
          <w:rFonts w:ascii="Times New Roman" w:hAnsi="Times New Roman" w:cs="Times New Roman" w:hint="eastAsia"/>
          <w:lang w:val="x-none"/>
        </w:rPr>
        <w:t>材料与</w:t>
      </w:r>
      <w:r w:rsidRPr="00497D0F">
        <w:rPr>
          <w:rFonts w:ascii="Times New Roman" w:hAnsi="Times New Roman" w:cs="Times New Roman"/>
          <w:lang w:val="x-none"/>
        </w:rPr>
        <w:t>室内空气</w:t>
      </w:r>
      <w:r w:rsidR="00681C57">
        <w:rPr>
          <w:rFonts w:ascii="Times New Roman" w:hAnsi="Times New Roman" w:cs="Times New Roman" w:hint="eastAsia"/>
          <w:lang w:val="x-none"/>
        </w:rPr>
        <w:t>接触</w:t>
      </w:r>
      <w:r w:rsidRPr="00497D0F">
        <w:rPr>
          <w:rFonts w:ascii="Times New Roman" w:hAnsi="Times New Roman" w:cs="Times New Roman"/>
          <w:lang w:val="x-none"/>
        </w:rPr>
        <w:t>的面积，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2</w:t>
      </w:r>
    </w:p>
    <w:p w14:paraId="6B469D85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Q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房间内渗风量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  <w:r w:rsidRPr="00497D0F">
        <w:rPr>
          <w:rFonts w:ascii="Times New Roman" w:hAnsi="Times New Roman" w:cs="Times New Roman"/>
        </w:rPr>
        <w:t>/h</w:t>
      </w:r>
    </w:p>
    <w:p w14:paraId="0F15E34B" w14:textId="77777777" w:rsidR="002B43F0" w:rsidRPr="00497D0F" w:rsidRDefault="002B43F0" w:rsidP="00C5217A">
      <w:pPr>
        <w:spacing w:line="400" w:lineRule="atLeast"/>
        <w:ind w:leftChars="100" w:left="210" w:rightChars="100" w:right="210"/>
        <w:rPr>
          <w:rFonts w:ascii="Times New Roman" w:hAnsi="Times New Roman" w:cs="Times New Roman"/>
          <w:szCs w:val="21"/>
        </w:rPr>
      </w:pPr>
      <w:r w:rsidRPr="00497D0F">
        <w:rPr>
          <w:rFonts w:ascii="Times New Roman" w:hAnsi="Times New Roman" w:cs="Times New Roman"/>
          <w:szCs w:val="21"/>
        </w:rPr>
        <w:t>E——</w:t>
      </w:r>
      <w:r w:rsidRPr="00497D0F">
        <w:rPr>
          <w:rFonts w:ascii="Times New Roman" w:hAnsi="Times New Roman" w:cs="Times New Roman"/>
          <w:lang w:val="x-none"/>
        </w:rPr>
        <w:t>材料污染物释放率</w:t>
      </w:r>
      <w:r w:rsidRPr="00497D0F">
        <w:rPr>
          <w:rFonts w:ascii="Times New Roman" w:hAnsi="Times New Roman" w:cs="Times New Roman"/>
          <w:szCs w:val="21"/>
        </w:rPr>
        <w:t>，</w:t>
      </w:r>
      <w:r w:rsidRPr="00497D0F">
        <w:rPr>
          <w:rFonts w:ascii="Times New Roman" w:hAnsi="Times New Roman" w:cs="Times New Roman"/>
          <w:szCs w:val="21"/>
        </w:rPr>
        <w:t>mg/m</w:t>
      </w:r>
      <w:r w:rsidRPr="00497D0F">
        <w:rPr>
          <w:rFonts w:ascii="Times New Roman" w:hAnsi="Times New Roman" w:cs="Times New Roman"/>
          <w:szCs w:val="21"/>
          <w:vertAlign w:val="superscript"/>
        </w:rPr>
        <w:t>2</w:t>
      </w:r>
      <w:r w:rsidRPr="00497D0F">
        <w:rPr>
          <w:rFonts w:ascii="Times New Roman" w:hAnsi="Times New Roman" w:cs="Times New Roman"/>
          <w:szCs w:val="21"/>
        </w:rPr>
        <w:t>·h</w:t>
      </w:r>
    </w:p>
    <w:p w14:paraId="55BD5DFB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2" w:name="_Toc151989894"/>
      <w:r w:rsidRPr="00497D0F">
        <w:rPr>
          <w:rFonts w:ascii="Times New Roman" w:hAnsi="Times New Roman" w:cs="Times New Roman"/>
          <w:kern w:val="32"/>
          <w:sz w:val="28"/>
          <w:szCs w:val="28"/>
        </w:rPr>
        <w:lastRenderedPageBreak/>
        <w:t>计算</w:t>
      </w:r>
      <w:r w:rsidR="00A51FED" w:rsidRPr="00497D0F">
        <w:rPr>
          <w:rFonts w:ascii="Times New Roman" w:hAnsi="Times New Roman" w:cs="Times New Roman"/>
          <w:kern w:val="32"/>
          <w:sz w:val="28"/>
          <w:szCs w:val="28"/>
        </w:rPr>
        <w:t>参数</w:t>
      </w:r>
      <w:bookmarkEnd w:id="22"/>
    </w:p>
    <w:p w14:paraId="5CCB46B1" w14:textId="77777777" w:rsidR="00ED6EAB" w:rsidRPr="00497D0F" w:rsidRDefault="00552D6A" w:rsidP="00C5217A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依据上述计算原理，</w:t>
      </w:r>
      <w:r w:rsidR="00F87D86" w:rsidRPr="00497D0F">
        <w:rPr>
          <w:rFonts w:ascii="Times New Roman" w:hAnsi="Times New Roman" w:cs="Times New Roman"/>
        </w:rPr>
        <w:t>本项目</w:t>
      </w:r>
      <w:r w:rsidRPr="00497D0F">
        <w:rPr>
          <w:rFonts w:ascii="Times New Roman" w:hAnsi="Times New Roman" w:cs="Times New Roman"/>
        </w:rPr>
        <w:t>计算</w:t>
      </w:r>
      <w:r w:rsidR="00A51FED" w:rsidRPr="00497D0F">
        <w:rPr>
          <w:rFonts w:ascii="Times New Roman" w:hAnsi="Times New Roman" w:cs="Times New Roman"/>
        </w:rPr>
        <w:t>所需输入的参数主要为</w:t>
      </w:r>
      <w:r w:rsidRPr="00497D0F">
        <w:rPr>
          <w:rFonts w:ascii="Times New Roman" w:hAnsi="Times New Roman" w:cs="Times New Roman"/>
        </w:rPr>
        <w:t>装修材料污染物释放特性</w:t>
      </w:r>
      <w:r w:rsidR="00880815">
        <w:rPr>
          <w:rFonts w:ascii="Times New Roman" w:hAnsi="Times New Roman" w:cs="Times New Roman" w:hint="eastAsia"/>
        </w:rPr>
        <w:t>、材料用量</w:t>
      </w:r>
      <w:r w:rsidRPr="00497D0F">
        <w:rPr>
          <w:rFonts w:ascii="Times New Roman" w:hAnsi="Times New Roman" w:cs="Times New Roman"/>
        </w:rPr>
        <w:t>以及房间渗透风量</w:t>
      </w:r>
      <w:r w:rsidR="00753EC9" w:rsidRPr="00497D0F">
        <w:rPr>
          <w:rFonts w:ascii="Times New Roman" w:hAnsi="Times New Roman" w:cs="Times New Roman"/>
        </w:rPr>
        <w:t>，如下述章节所述：</w:t>
      </w:r>
    </w:p>
    <w:p w14:paraId="7D63CC57" w14:textId="77777777" w:rsidR="00906195" w:rsidRPr="00497D0F" w:rsidRDefault="00906195" w:rsidP="002335F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3" w:name="_Toc151989895"/>
      <w:r w:rsidRPr="00497D0F">
        <w:rPr>
          <w:rFonts w:ascii="Times New Roman" w:hAnsi="Times New Roman"/>
          <w:sz w:val="24"/>
          <w:szCs w:val="24"/>
          <w:lang w:eastAsia="zh-CN"/>
        </w:rPr>
        <w:t>渗透风量</w:t>
      </w:r>
      <w:bookmarkEnd w:id="23"/>
    </w:p>
    <w:p w14:paraId="78A30FDA" w14:textId="77777777" w:rsidR="002335FB" w:rsidRDefault="00D10E98" w:rsidP="00C5217A">
      <w:pPr>
        <w:ind w:leftChars="-17" w:left="-36"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渗透风量</w:t>
      </w:r>
      <w:r w:rsidR="00077C2D" w:rsidRPr="00497D0F">
        <w:rPr>
          <w:rFonts w:ascii="Times New Roman" w:hAnsi="Times New Roman" w:cs="Times New Roman"/>
          <w:lang w:val="x-none"/>
        </w:rPr>
        <w:t>可通过</w:t>
      </w:r>
      <w:r w:rsidR="00077C2D" w:rsidRPr="00C5217A">
        <w:rPr>
          <w:rFonts w:ascii="Times New Roman" w:hAnsi="Times New Roman" w:cs="Times New Roman"/>
          <w:b/>
          <w:lang w:val="x-none"/>
        </w:rPr>
        <w:t>门窗气密性</w:t>
      </w:r>
      <w:r w:rsidR="00077C2D" w:rsidRPr="00C5217A">
        <w:rPr>
          <w:rFonts w:ascii="Times New Roman" w:hAnsi="Times New Roman" w:cs="Times New Roman"/>
          <w:bCs/>
          <w:lang w:val="x-none"/>
        </w:rPr>
        <w:t>或者</w:t>
      </w:r>
      <w:r w:rsidR="00077C2D" w:rsidRPr="00C5217A">
        <w:rPr>
          <w:rFonts w:ascii="Times New Roman" w:hAnsi="Times New Roman" w:cs="Times New Roman"/>
          <w:b/>
          <w:lang w:val="x-none"/>
        </w:rPr>
        <w:t>换气次数</w:t>
      </w:r>
      <w:r w:rsidR="007715A2" w:rsidRPr="00497D0F">
        <w:rPr>
          <w:rFonts w:ascii="Times New Roman" w:hAnsi="Times New Roman" w:cs="Times New Roman"/>
          <w:lang w:val="x-none"/>
        </w:rPr>
        <w:t>计算</w:t>
      </w:r>
      <w:r w:rsidR="00077C2D" w:rsidRPr="00497D0F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97D0F">
        <w:rPr>
          <w:rFonts w:ascii="Times New Roman" w:hAnsi="Times New Roman" w:cs="Times New Roman"/>
          <w:lang w:val="x-none"/>
        </w:rPr>
        <w:t>GB/T 7106</w:t>
      </w:r>
      <w:r w:rsidR="00077C2D" w:rsidRPr="00497D0F">
        <w:rPr>
          <w:rFonts w:ascii="Times New Roman" w:hAnsi="Times New Roman" w:cs="Times New Roman"/>
          <w:lang w:val="x-none"/>
        </w:rPr>
        <w:t>中</w:t>
      </w:r>
      <w:r w:rsidR="00077C2D" w:rsidRPr="00497D0F">
        <w:rPr>
          <w:rFonts w:ascii="Times New Roman" w:hAnsi="Times New Roman" w:cs="Times New Roman"/>
          <w:lang w:val="x-none"/>
        </w:rPr>
        <w:t>1~8</w:t>
      </w:r>
      <w:r w:rsidR="00077C2D" w:rsidRPr="00497D0F">
        <w:rPr>
          <w:rFonts w:ascii="Times New Roman" w:hAnsi="Times New Roman" w:cs="Times New Roman"/>
          <w:lang w:val="x-none"/>
        </w:rPr>
        <w:t>级进行设置</w:t>
      </w:r>
      <w:r w:rsidR="00C10561" w:rsidRPr="00497D0F">
        <w:rPr>
          <w:rFonts w:ascii="Times New Roman" w:hAnsi="Times New Roman" w:cs="Times New Roman"/>
          <w:lang w:val="x-none"/>
        </w:rPr>
        <w:t>；换气次数</w:t>
      </w:r>
      <w:r w:rsidR="00A23379" w:rsidRPr="00497D0F">
        <w:rPr>
          <w:rFonts w:ascii="Times New Roman" w:hAnsi="Times New Roman" w:cs="Times New Roman"/>
          <w:lang w:val="x-none"/>
        </w:rPr>
        <w:t>选取</w:t>
      </w:r>
      <w:r w:rsidR="00C10561" w:rsidRPr="00497D0F">
        <w:rPr>
          <w:rFonts w:ascii="Times New Roman" w:hAnsi="Times New Roman" w:cs="Times New Roman"/>
          <w:lang w:val="x-none"/>
        </w:rPr>
        <w:t>可参考建筑节能标准中的相关规</w:t>
      </w:r>
      <w:r w:rsidR="002335FB">
        <w:rPr>
          <w:rFonts w:ascii="Times New Roman" w:hAnsi="Times New Roman" w:cs="Times New Roman" w:hint="eastAsia"/>
          <w:lang w:val="x-none"/>
        </w:rPr>
        <w:t>定。</w:t>
      </w:r>
    </w:p>
    <w:p w14:paraId="22A40DEA" w14:textId="77777777" w:rsidR="00E575FD" w:rsidRPr="00A25651" w:rsidRDefault="00E575FD" w:rsidP="00C5217A">
      <w:pPr>
        <w:ind w:leftChars="-17" w:left="-36" w:firstLineChars="200" w:firstLine="420"/>
        <w:rPr>
          <w:rFonts w:cs="Times New Roman"/>
          <w:lang w:val="x-none"/>
        </w:rPr>
      </w:pPr>
      <w:bookmarkStart w:id="24" w:name="渗透风量"/>
      <w:r>
        <w:t>本项目忽略渗透风量的影响。</w:t>
      </w:r>
      <w:bookmarkEnd w:id="24"/>
    </w:p>
    <w:p w14:paraId="0AB69D42" w14:textId="77777777" w:rsidR="00A631E5" w:rsidRPr="00104C7E" w:rsidRDefault="00A631E5" w:rsidP="00696BEB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</w:p>
    <w:p w14:paraId="1ABB98E3" w14:textId="77777777" w:rsidR="00F87D86" w:rsidRDefault="002255D3" w:rsidP="00F87D86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5" w:name="_Toc151989896"/>
      <w:r w:rsidRPr="00497D0F">
        <w:rPr>
          <w:rFonts w:ascii="Times New Roman" w:hAnsi="Times New Roman"/>
          <w:sz w:val="24"/>
          <w:szCs w:val="24"/>
          <w:lang w:eastAsia="zh-CN"/>
        </w:rPr>
        <w:t>室内装修信息</w:t>
      </w:r>
      <w:bookmarkEnd w:id="25"/>
    </w:p>
    <w:p w14:paraId="29E500E0" w14:textId="77777777" w:rsidR="00171BD5" w:rsidRPr="00405BBB" w:rsidRDefault="00171BD5" w:rsidP="00171BD5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表5.2-1  材料污染物释放率</w:t>
      </w:r>
      <w:r w:rsidR="00FB1578">
        <w:rPr>
          <w:rFonts w:ascii="微软雅黑" w:eastAsia="微软雅黑" w:hAnsi="微软雅黑" w:cs="Times New Roman" w:hint="eastAsia"/>
          <w:b/>
          <w:bCs/>
          <w:noProof/>
          <w:color w:val="000000"/>
        </w:rPr>
        <w:t>[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mg/（</w:t>
      </w:r>
      <w:r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m</w:t>
      </w:r>
      <w:r w:rsidRPr="00405BBB">
        <w:rPr>
          <w:rFonts w:ascii="微软雅黑" w:eastAsia="微软雅黑" w:hAnsi="微软雅黑" w:cs="Times New Roman" w:hint="eastAsia"/>
          <w:b/>
          <w:bCs/>
          <w:noProof/>
          <w:color w:val="000000"/>
          <w:vertAlign w:val="superscript"/>
        </w:rPr>
        <w:t>2</w:t>
      </w:r>
      <w:r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·h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）</w:t>
      </w:r>
      <w:r w:rsidR="00FB1578">
        <w:rPr>
          <w:rFonts w:ascii="微软雅黑" w:eastAsia="微软雅黑" w:hAnsi="微软雅黑" w:cs="Times New Roman" w:hint="eastAsia"/>
          <w:b/>
          <w:bCs/>
          <w:noProof/>
          <w:color w:val="000000"/>
        </w:rPr>
        <w:t>]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1189"/>
        <w:gridCol w:w="1075"/>
        <w:gridCol w:w="1075"/>
        <w:gridCol w:w="1075"/>
        <w:gridCol w:w="1075"/>
        <w:gridCol w:w="1075"/>
      </w:tblGrid>
      <w:tr w:rsidR="00642D89" w14:paraId="10913182" w14:textId="77777777">
        <w:tc>
          <w:tcPr>
            <w:tcW w:w="1697" w:type="dxa"/>
            <w:shd w:val="clear" w:color="auto" w:fill="E6E6E6"/>
            <w:vAlign w:val="center"/>
          </w:tcPr>
          <w:p w14:paraId="515F64F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3B25963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材质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1C012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644AD8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98240C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甲苯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ABC99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二甲苯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604DB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</w:tr>
      <w:tr w:rsidR="00642D89" w14:paraId="04D83063" w14:textId="77777777">
        <w:tc>
          <w:tcPr>
            <w:tcW w:w="1697" w:type="dxa"/>
            <w:vAlign w:val="center"/>
          </w:tcPr>
          <w:p w14:paraId="2D24F02A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1188" w:type="dxa"/>
            <w:vAlign w:val="center"/>
          </w:tcPr>
          <w:p w14:paraId="7D1E4DFA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075" w:type="dxa"/>
            <w:vAlign w:val="center"/>
          </w:tcPr>
          <w:p w14:paraId="0EA25E0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0.0012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05FE86F8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108C89B3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7A8B54F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4E46953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0.0355</w:t>
            </w:r>
            <w:r>
              <w:rPr>
                <w:szCs w:val="21"/>
              </w:rPr>
              <w:br/>
              <w:t>(F1)</w:t>
            </w:r>
          </w:p>
        </w:tc>
      </w:tr>
      <w:tr w:rsidR="00642D89" w14:paraId="65FB3151" w14:textId="77777777">
        <w:tc>
          <w:tcPr>
            <w:tcW w:w="1697" w:type="dxa"/>
            <w:vAlign w:val="center"/>
          </w:tcPr>
          <w:p w14:paraId="74C4F6AA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1188" w:type="dxa"/>
            <w:vAlign w:val="center"/>
          </w:tcPr>
          <w:p w14:paraId="4337DA82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075" w:type="dxa"/>
            <w:vAlign w:val="center"/>
          </w:tcPr>
          <w:p w14:paraId="50C685B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0.0045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6B04AB2C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2D27B43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6738835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7E1425C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0.0062</w:t>
            </w:r>
            <w:r>
              <w:rPr>
                <w:szCs w:val="21"/>
              </w:rPr>
              <w:br/>
              <w:t>(F1)</w:t>
            </w:r>
          </w:p>
        </w:tc>
      </w:tr>
      <w:tr w:rsidR="00642D89" w14:paraId="6C622E86" w14:textId="77777777">
        <w:tc>
          <w:tcPr>
            <w:tcW w:w="1697" w:type="dxa"/>
            <w:vAlign w:val="center"/>
          </w:tcPr>
          <w:p w14:paraId="709FD66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1188" w:type="dxa"/>
            <w:vAlign w:val="center"/>
          </w:tcPr>
          <w:p w14:paraId="3EF10F6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075" w:type="dxa"/>
            <w:vAlign w:val="center"/>
          </w:tcPr>
          <w:p w14:paraId="40E9928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0.0023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5BA80FC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597215F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08C27CCE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br/>
              <w:t>(F1)</w:t>
            </w:r>
          </w:p>
        </w:tc>
        <w:tc>
          <w:tcPr>
            <w:tcW w:w="1075" w:type="dxa"/>
            <w:vAlign w:val="center"/>
          </w:tcPr>
          <w:p w14:paraId="283AA1E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0.0043</w:t>
            </w:r>
            <w:r>
              <w:rPr>
                <w:szCs w:val="21"/>
              </w:rPr>
              <w:br/>
              <w:t>(F1)</w:t>
            </w:r>
          </w:p>
        </w:tc>
      </w:tr>
    </w:tbl>
    <w:p w14:paraId="0D9FC471" w14:textId="77777777" w:rsidR="005342DE" w:rsidRPr="00F316E8" w:rsidRDefault="005342DE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6" w:name="装修材料表"/>
      <w:bookmarkEnd w:id="26"/>
    </w:p>
    <w:p w14:paraId="453FDCF8" w14:textId="77777777" w:rsidR="00171BD5" w:rsidRPr="00405BBB" w:rsidRDefault="00171BD5" w:rsidP="00171BD5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表5.2-2  装修方案清单</w:t>
      </w:r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642D89" w14:paraId="7556C9F0" w14:textId="77777777">
        <w:tc>
          <w:tcPr>
            <w:tcW w:w="452" w:type="dxa"/>
            <w:shd w:val="clear" w:color="auto" w:fill="E6E6E6"/>
            <w:vAlign w:val="center"/>
          </w:tcPr>
          <w:p w14:paraId="3E0CFF98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13B63A78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0EDD5A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4F2B1DA5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441D2DF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2E7838B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552486DE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面积㎡</w:t>
            </w:r>
          </w:p>
        </w:tc>
      </w:tr>
      <w:tr w:rsidR="00642D89" w14:paraId="744951E9" w14:textId="77777777">
        <w:tc>
          <w:tcPr>
            <w:tcW w:w="452" w:type="dxa"/>
            <w:vMerge w:val="restart"/>
            <w:vAlign w:val="center"/>
          </w:tcPr>
          <w:p w14:paraId="1D8DED7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68DC53BC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1015</w:t>
            </w:r>
          </w:p>
        </w:tc>
        <w:tc>
          <w:tcPr>
            <w:tcW w:w="1358" w:type="dxa"/>
            <w:vMerge w:val="restart"/>
            <w:vAlign w:val="center"/>
          </w:tcPr>
          <w:p w14:paraId="67853B25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7D3AF133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59442DE8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27A20B34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0E948F4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10.0</w:t>
            </w:r>
          </w:p>
        </w:tc>
      </w:tr>
      <w:tr w:rsidR="00642D89" w14:paraId="560EEFEF" w14:textId="77777777">
        <w:tc>
          <w:tcPr>
            <w:tcW w:w="452" w:type="dxa"/>
            <w:vMerge/>
            <w:vAlign w:val="center"/>
          </w:tcPr>
          <w:p w14:paraId="3BD83D8C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71BDFEE5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0E88BA2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44183D2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06ACB15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0BFDBC8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203616A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9.2</w:t>
            </w:r>
          </w:p>
        </w:tc>
      </w:tr>
      <w:tr w:rsidR="00642D89" w14:paraId="078E27C5" w14:textId="77777777">
        <w:tc>
          <w:tcPr>
            <w:tcW w:w="452" w:type="dxa"/>
            <w:vMerge/>
            <w:vAlign w:val="center"/>
          </w:tcPr>
          <w:p w14:paraId="16178EAD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20C93713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62529E87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6989DF4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7F0453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579D772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4EF0D0FC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3.8</w:t>
            </w:r>
          </w:p>
        </w:tc>
      </w:tr>
      <w:tr w:rsidR="00642D89" w14:paraId="56C10AA9" w14:textId="77777777">
        <w:tc>
          <w:tcPr>
            <w:tcW w:w="452" w:type="dxa"/>
            <w:vMerge/>
            <w:vAlign w:val="center"/>
          </w:tcPr>
          <w:p w14:paraId="73986A55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393440CE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1010</w:t>
            </w:r>
          </w:p>
        </w:tc>
        <w:tc>
          <w:tcPr>
            <w:tcW w:w="1358" w:type="dxa"/>
            <w:vMerge w:val="restart"/>
            <w:vAlign w:val="center"/>
          </w:tcPr>
          <w:p w14:paraId="24A6F77A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3470D89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6831E774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5D893BBC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74C5790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19.3</w:t>
            </w:r>
          </w:p>
        </w:tc>
      </w:tr>
      <w:tr w:rsidR="00642D89" w14:paraId="7C9B3154" w14:textId="77777777">
        <w:tc>
          <w:tcPr>
            <w:tcW w:w="452" w:type="dxa"/>
            <w:vMerge/>
            <w:vAlign w:val="center"/>
          </w:tcPr>
          <w:p w14:paraId="46C2DED2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CEAE792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1AC2983E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365751F3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EEF9F6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59C43C1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5842253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17.8</w:t>
            </w:r>
          </w:p>
        </w:tc>
      </w:tr>
      <w:tr w:rsidR="00642D89" w14:paraId="30E18FF8" w14:textId="77777777">
        <w:tc>
          <w:tcPr>
            <w:tcW w:w="452" w:type="dxa"/>
            <w:vMerge/>
            <w:vAlign w:val="center"/>
          </w:tcPr>
          <w:p w14:paraId="68C06F1B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97347EF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169B6F99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414F6E7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350F03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231BF78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02F29F9A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7.4</w:t>
            </w:r>
          </w:p>
        </w:tc>
      </w:tr>
      <w:tr w:rsidR="00642D89" w14:paraId="5797A62C" w14:textId="77777777">
        <w:tc>
          <w:tcPr>
            <w:tcW w:w="452" w:type="dxa"/>
            <w:vMerge/>
            <w:vAlign w:val="center"/>
          </w:tcPr>
          <w:p w14:paraId="585CD95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7D0AAA94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1006</w:t>
            </w:r>
          </w:p>
        </w:tc>
        <w:tc>
          <w:tcPr>
            <w:tcW w:w="1358" w:type="dxa"/>
            <w:vMerge w:val="restart"/>
            <w:vAlign w:val="center"/>
          </w:tcPr>
          <w:p w14:paraId="1D3EF703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139702B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234ED03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2195886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009E650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24.3</w:t>
            </w:r>
          </w:p>
        </w:tc>
      </w:tr>
      <w:tr w:rsidR="00642D89" w14:paraId="19C03DA0" w14:textId="77777777">
        <w:tc>
          <w:tcPr>
            <w:tcW w:w="452" w:type="dxa"/>
            <w:vMerge/>
            <w:vAlign w:val="center"/>
          </w:tcPr>
          <w:p w14:paraId="6FCEC8E3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AFDAF23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134C987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124049B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DD1698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45C9405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54B75EE4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22.5</w:t>
            </w:r>
          </w:p>
        </w:tc>
      </w:tr>
      <w:tr w:rsidR="00642D89" w14:paraId="72F482B4" w14:textId="77777777">
        <w:tc>
          <w:tcPr>
            <w:tcW w:w="452" w:type="dxa"/>
            <w:vMerge/>
            <w:vAlign w:val="center"/>
          </w:tcPr>
          <w:p w14:paraId="7F08F312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561F27A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699FEC63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373C8967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86FFC6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6B33AA6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381E06B8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9.4</w:t>
            </w:r>
          </w:p>
        </w:tc>
      </w:tr>
      <w:tr w:rsidR="00642D89" w14:paraId="1644F57D" w14:textId="77777777">
        <w:tc>
          <w:tcPr>
            <w:tcW w:w="452" w:type="dxa"/>
            <w:vMerge/>
            <w:vAlign w:val="center"/>
          </w:tcPr>
          <w:p w14:paraId="294726A2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29A1D66A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1005</w:t>
            </w:r>
          </w:p>
        </w:tc>
        <w:tc>
          <w:tcPr>
            <w:tcW w:w="1358" w:type="dxa"/>
            <w:vMerge w:val="restart"/>
            <w:vAlign w:val="center"/>
          </w:tcPr>
          <w:p w14:paraId="40AB77E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0D229E4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041EAB5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27A0D0A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5F713D2E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24.3</w:t>
            </w:r>
          </w:p>
        </w:tc>
      </w:tr>
      <w:tr w:rsidR="00642D89" w14:paraId="284235E3" w14:textId="77777777">
        <w:tc>
          <w:tcPr>
            <w:tcW w:w="452" w:type="dxa"/>
            <w:vMerge/>
            <w:vAlign w:val="center"/>
          </w:tcPr>
          <w:p w14:paraId="6E8A85D6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533D633E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5152F24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48BE6E51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C9AE52E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6D56E1B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391CFDD2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22.5</w:t>
            </w:r>
          </w:p>
        </w:tc>
      </w:tr>
      <w:tr w:rsidR="00642D89" w14:paraId="12E9A512" w14:textId="77777777">
        <w:tc>
          <w:tcPr>
            <w:tcW w:w="452" w:type="dxa"/>
            <w:vMerge/>
            <w:vAlign w:val="center"/>
          </w:tcPr>
          <w:p w14:paraId="0F19FBB7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72DA626F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EFF3D0D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0D5F7F5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B9662D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235AE77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716D8DE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9.4</w:t>
            </w:r>
          </w:p>
        </w:tc>
      </w:tr>
      <w:tr w:rsidR="00642D89" w14:paraId="640C42E4" w14:textId="77777777">
        <w:tc>
          <w:tcPr>
            <w:tcW w:w="452" w:type="dxa"/>
            <w:vMerge/>
            <w:vAlign w:val="center"/>
          </w:tcPr>
          <w:p w14:paraId="286E686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2EA7E81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1004</w:t>
            </w:r>
          </w:p>
        </w:tc>
        <w:tc>
          <w:tcPr>
            <w:tcW w:w="1358" w:type="dxa"/>
            <w:vMerge w:val="restart"/>
            <w:vAlign w:val="center"/>
          </w:tcPr>
          <w:p w14:paraId="7A80C9A5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39C4BDB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4BAF2292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18CE160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352EEB7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70.0</w:t>
            </w:r>
          </w:p>
        </w:tc>
      </w:tr>
      <w:tr w:rsidR="00642D89" w14:paraId="2F95A537" w14:textId="77777777">
        <w:tc>
          <w:tcPr>
            <w:tcW w:w="452" w:type="dxa"/>
            <w:vMerge/>
            <w:vAlign w:val="center"/>
          </w:tcPr>
          <w:p w14:paraId="456F1F09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53067FEC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B6670E7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4062488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AB474B5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57EE34E5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687019A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64.6</w:t>
            </w:r>
          </w:p>
        </w:tc>
      </w:tr>
      <w:tr w:rsidR="00642D89" w14:paraId="4D05D72A" w14:textId="77777777">
        <w:tc>
          <w:tcPr>
            <w:tcW w:w="452" w:type="dxa"/>
            <w:vMerge/>
            <w:vAlign w:val="center"/>
          </w:tcPr>
          <w:p w14:paraId="1AEFFEA2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0408438E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4C1442A0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404CDC20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FA595F5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6E76CC24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5E826FB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26.9</w:t>
            </w:r>
          </w:p>
        </w:tc>
      </w:tr>
      <w:tr w:rsidR="00642D89" w14:paraId="7D2D4DA8" w14:textId="77777777">
        <w:tc>
          <w:tcPr>
            <w:tcW w:w="452" w:type="dxa"/>
            <w:vMerge/>
            <w:vAlign w:val="center"/>
          </w:tcPr>
          <w:p w14:paraId="741C4BDC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7C971C72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1001</w:t>
            </w:r>
          </w:p>
        </w:tc>
        <w:tc>
          <w:tcPr>
            <w:tcW w:w="1358" w:type="dxa"/>
            <w:vMerge w:val="restart"/>
            <w:vAlign w:val="center"/>
          </w:tcPr>
          <w:p w14:paraId="4C2B466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333913D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2FBC10CE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5CDD6A8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354D9A82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1303.7</w:t>
            </w:r>
          </w:p>
        </w:tc>
      </w:tr>
      <w:tr w:rsidR="00642D89" w14:paraId="757C4CA2" w14:textId="77777777">
        <w:tc>
          <w:tcPr>
            <w:tcW w:w="452" w:type="dxa"/>
            <w:vMerge/>
            <w:vAlign w:val="center"/>
          </w:tcPr>
          <w:p w14:paraId="4E091D77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EBC4CC0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8D93885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305A06D5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8C4DBE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0335853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374537D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1203.4</w:t>
            </w:r>
          </w:p>
        </w:tc>
      </w:tr>
      <w:tr w:rsidR="00642D89" w14:paraId="2D713853" w14:textId="77777777">
        <w:tc>
          <w:tcPr>
            <w:tcW w:w="452" w:type="dxa"/>
            <w:vMerge/>
            <w:vAlign w:val="center"/>
          </w:tcPr>
          <w:p w14:paraId="3C94DAAA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5957051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4102B4FC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FE5EE0F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2EA660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055802D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1C70C63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501.4</w:t>
            </w:r>
          </w:p>
        </w:tc>
      </w:tr>
      <w:tr w:rsidR="00642D89" w14:paraId="2E4C4E08" w14:textId="77777777">
        <w:tc>
          <w:tcPr>
            <w:tcW w:w="452" w:type="dxa"/>
            <w:vMerge w:val="restart"/>
            <w:vAlign w:val="center"/>
          </w:tcPr>
          <w:p w14:paraId="6B8A83C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735" w:type="dxa"/>
            <w:vMerge w:val="restart"/>
            <w:vAlign w:val="center"/>
          </w:tcPr>
          <w:p w14:paraId="3BEEF31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2017</w:t>
            </w:r>
          </w:p>
        </w:tc>
        <w:tc>
          <w:tcPr>
            <w:tcW w:w="1358" w:type="dxa"/>
            <w:vMerge w:val="restart"/>
            <w:vAlign w:val="center"/>
          </w:tcPr>
          <w:p w14:paraId="58EF917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79AB73B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4183214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5E9F7222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25EA730C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731.3</w:t>
            </w:r>
          </w:p>
        </w:tc>
      </w:tr>
      <w:tr w:rsidR="00642D89" w14:paraId="0696C7B3" w14:textId="77777777">
        <w:tc>
          <w:tcPr>
            <w:tcW w:w="452" w:type="dxa"/>
            <w:vMerge/>
            <w:vAlign w:val="center"/>
          </w:tcPr>
          <w:p w14:paraId="405A4500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215DE66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C01E13E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F2B00D4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FCBC83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27CCC1E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7538295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675.1</w:t>
            </w:r>
          </w:p>
        </w:tc>
      </w:tr>
      <w:tr w:rsidR="00642D89" w14:paraId="210FB711" w14:textId="77777777">
        <w:tc>
          <w:tcPr>
            <w:tcW w:w="452" w:type="dxa"/>
            <w:vMerge/>
            <w:vAlign w:val="center"/>
          </w:tcPr>
          <w:p w14:paraId="6177D074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C84D558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1EF97DB1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6457B847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44578DA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4839FCB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73A1CBAE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281.3</w:t>
            </w:r>
          </w:p>
        </w:tc>
      </w:tr>
      <w:tr w:rsidR="00642D89" w14:paraId="7B9190C0" w14:textId="77777777">
        <w:tc>
          <w:tcPr>
            <w:tcW w:w="452" w:type="dxa"/>
            <w:vMerge w:val="restart"/>
            <w:vAlign w:val="center"/>
          </w:tcPr>
          <w:p w14:paraId="72EECD88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735" w:type="dxa"/>
            <w:vMerge w:val="restart"/>
            <w:vAlign w:val="center"/>
          </w:tcPr>
          <w:p w14:paraId="4E4FC9C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3005</w:t>
            </w:r>
          </w:p>
        </w:tc>
        <w:tc>
          <w:tcPr>
            <w:tcW w:w="1358" w:type="dxa"/>
            <w:vMerge w:val="restart"/>
            <w:vAlign w:val="center"/>
          </w:tcPr>
          <w:p w14:paraId="65FBA19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01730BB4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3594B6C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2535E27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1F3CD3A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33.9</w:t>
            </w:r>
          </w:p>
        </w:tc>
      </w:tr>
      <w:tr w:rsidR="00642D89" w14:paraId="4B3AD9CE" w14:textId="77777777">
        <w:tc>
          <w:tcPr>
            <w:tcW w:w="452" w:type="dxa"/>
            <w:vMerge/>
            <w:vAlign w:val="center"/>
          </w:tcPr>
          <w:p w14:paraId="1A6B0E16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808310B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D4E3EAD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DC737DC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EB6B19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31C6B575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2F2C22AC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31.3</w:t>
            </w:r>
          </w:p>
        </w:tc>
      </w:tr>
      <w:tr w:rsidR="00642D89" w14:paraId="2FCAEFB7" w14:textId="77777777">
        <w:tc>
          <w:tcPr>
            <w:tcW w:w="452" w:type="dxa"/>
            <w:vMerge/>
            <w:vAlign w:val="center"/>
          </w:tcPr>
          <w:p w14:paraId="2BC28BF4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17FDA7E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0EDFF3A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4564F351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CD73A73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77EA32C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6EAAF6CC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13.0</w:t>
            </w:r>
          </w:p>
        </w:tc>
      </w:tr>
      <w:tr w:rsidR="00642D89" w14:paraId="7B67E546" w14:textId="77777777">
        <w:tc>
          <w:tcPr>
            <w:tcW w:w="452" w:type="dxa"/>
            <w:vMerge/>
            <w:vAlign w:val="center"/>
          </w:tcPr>
          <w:p w14:paraId="175AFFD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735" w:type="dxa"/>
            <w:vMerge w:val="restart"/>
            <w:vAlign w:val="center"/>
          </w:tcPr>
          <w:p w14:paraId="1915DC6F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3003</w:t>
            </w:r>
          </w:p>
        </w:tc>
        <w:tc>
          <w:tcPr>
            <w:tcW w:w="1358" w:type="dxa"/>
            <w:vMerge w:val="restart"/>
            <w:vAlign w:val="center"/>
          </w:tcPr>
          <w:p w14:paraId="76B6556E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4BF84543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0E85EF3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4335C1B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0055ECBE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166.1</w:t>
            </w:r>
          </w:p>
        </w:tc>
      </w:tr>
      <w:tr w:rsidR="00642D89" w14:paraId="6EC15CAC" w14:textId="77777777">
        <w:tc>
          <w:tcPr>
            <w:tcW w:w="452" w:type="dxa"/>
            <w:vMerge/>
            <w:vAlign w:val="center"/>
          </w:tcPr>
          <w:p w14:paraId="5BD3ADBC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2BCDE89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2B2146D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4C6473C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5A76DAA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4326EB5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471E417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153.3</w:t>
            </w:r>
          </w:p>
        </w:tc>
      </w:tr>
      <w:tr w:rsidR="00642D89" w14:paraId="125A8FD7" w14:textId="77777777">
        <w:tc>
          <w:tcPr>
            <w:tcW w:w="452" w:type="dxa"/>
            <w:vMerge/>
            <w:vAlign w:val="center"/>
          </w:tcPr>
          <w:p w14:paraId="0B0D1D69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12E006A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CD2AFFC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29B62958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C5CE3C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229BBFE2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4C1D127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63.9</w:t>
            </w:r>
          </w:p>
        </w:tc>
      </w:tr>
      <w:tr w:rsidR="00642D89" w14:paraId="55B5A2D6" w14:textId="77777777">
        <w:tc>
          <w:tcPr>
            <w:tcW w:w="452" w:type="dxa"/>
            <w:vMerge/>
            <w:vAlign w:val="center"/>
          </w:tcPr>
          <w:p w14:paraId="374CE374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3层</w:t>
            </w:r>
          </w:p>
        </w:tc>
        <w:tc>
          <w:tcPr>
            <w:tcW w:w="735" w:type="dxa"/>
            <w:vMerge w:val="restart"/>
            <w:vAlign w:val="center"/>
          </w:tcPr>
          <w:p w14:paraId="1BBEA36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3002</w:t>
            </w:r>
          </w:p>
        </w:tc>
        <w:tc>
          <w:tcPr>
            <w:tcW w:w="1358" w:type="dxa"/>
            <w:vMerge w:val="restart"/>
            <w:vAlign w:val="center"/>
          </w:tcPr>
          <w:p w14:paraId="7B8F33C0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房间</w:t>
            </w:r>
          </w:p>
        </w:tc>
        <w:tc>
          <w:tcPr>
            <w:tcW w:w="1528" w:type="dxa"/>
            <w:vMerge w:val="restart"/>
            <w:vAlign w:val="center"/>
          </w:tcPr>
          <w:p w14:paraId="3FC159B1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（公建）办公室1</w:t>
            </w:r>
          </w:p>
        </w:tc>
        <w:tc>
          <w:tcPr>
            <w:tcW w:w="1528" w:type="dxa"/>
            <w:vAlign w:val="center"/>
          </w:tcPr>
          <w:p w14:paraId="779AA866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033B4DBD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152208B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225.4</w:t>
            </w:r>
          </w:p>
        </w:tc>
      </w:tr>
      <w:tr w:rsidR="00642D89" w14:paraId="3CA84D03" w14:textId="77777777">
        <w:tc>
          <w:tcPr>
            <w:tcW w:w="452" w:type="dxa"/>
            <w:vMerge/>
            <w:vAlign w:val="center"/>
          </w:tcPr>
          <w:p w14:paraId="3434BF5D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69E2188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5B795AF0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59A27EAE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9E2BCB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1A6E9AB7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203216FB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208.0</w:t>
            </w:r>
          </w:p>
        </w:tc>
      </w:tr>
      <w:tr w:rsidR="00642D89" w14:paraId="5154655C" w14:textId="77777777">
        <w:tc>
          <w:tcPr>
            <w:tcW w:w="452" w:type="dxa"/>
            <w:vMerge/>
            <w:vAlign w:val="center"/>
          </w:tcPr>
          <w:p w14:paraId="1F9F3DEA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B16FAF9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BA6E870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4D30038D" w14:textId="77777777" w:rsidR="00642D89" w:rsidRDefault="00642D89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6052398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板材</w:t>
            </w:r>
          </w:p>
        </w:tc>
        <w:tc>
          <w:tcPr>
            <w:tcW w:w="1528" w:type="dxa"/>
            <w:vAlign w:val="center"/>
          </w:tcPr>
          <w:p w14:paraId="4E336339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饰面板</w:t>
            </w:r>
          </w:p>
        </w:tc>
        <w:tc>
          <w:tcPr>
            <w:tcW w:w="962" w:type="dxa"/>
            <w:vAlign w:val="center"/>
          </w:tcPr>
          <w:p w14:paraId="247255DA" w14:textId="77777777" w:rsidR="00642D89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86.7</w:t>
            </w:r>
          </w:p>
        </w:tc>
      </w:tr>
    </w:tbl>
    <w:p w14:paraId="2DC15A1B" w14:textId="77777777" w:rsidR="00355A6D" w:rsidRPr="00F316E8" w:rsidRDefault="00355A6D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7" w:name="装修材料清单表"/>
      <w:bookmarkEnd w:id="27"/>
    </w:p>
    <w:p w14:paraId="6DAA95EC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8" w:name="_Toc151989897"/>
      <w:r w:rsidRPr="00497D0F">
        <w:rPr>
          <w:rFonts w:ascii="Times New Roman" w:hAnsi="Times New Roman" w:cs="Times New Roman"/>
          <w:kern w:val="32"/>
          <w:sz w:val="28"/>
          <w:szCs w:val="28"/>
        </w:rPr>
        <w:t>计算结果</w:t>
      </w:r>
      <w:bookmarkEnd w:id="28"/>
    </w:p>
    <w:p w14:paraId="44466FF3" w14:textId="77777777" w:rsidR="00E37363" w:rsidRPr="00E37363" w:rsidRDefault="00EB6BE8" w:rsidP="00E37363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 xml:space="preserve">   </w:t>
      </w:r>
      <w:r w:rsidR="006A46AE" w:rsidRPr="00497D0F">
        <w:rPr>
          <w:rFonts w:ascii="Times New Roman" w:hAnsi="Times New Roman" w:cs="Times New Roman"/>
        </w:rPr>
        <w:t>本项目按照标准对参评房间有机挥发物进行计算，并对照标准进行达标判定</w:t>
      </w:r>
      <w:r w:rsidR="006A46AE">
        <w:rPr>
          <w:rFonts w:ascii="Times New Roman" w:hAnsi="Times New Roman" w:cs="Times New Roman" w:hint="eastAsia"/>
        </w:rPr>
        <w:t>，</w:t>
      </w:r>
      <w:r w:rsidR="006A46AE" w:rsidRPr="00497D0F">
        <w:rPr>
          <w:rFonts w:ascii="Times New Roman" w:hAnsi="Times New Roman" w:cs="Times New Roman"/>
          <w:lang w:val="x-none"/>
        </w:rPr>
        <w:t>不同室内挥发物的浓度</w:t>
      </w:r>
      <w:r w:rsidR="006A46AE">
        <w:rPr>
          <w:rFonts w:ascii="Times New Roman" w:hAnsi="Times New Roman" w:cs="Times New Roman" w:hint="eastAsia"/>
          <w:lang w:val="x-none"/>
        </w:rPr>
        <w:t>结果以及达标判定</w:t>
      </w:r>
      <w:r w:rsidR="006A46AE" w:rsidRPr="00497D0F">
        <w:rPr>
          <w:rFonts w:ascii="Times New Roman" w:hAnsi="Times New Roman" w:cs="Times New Roman"/>
          <w:lang w:val="x-none"/>
        </w:rPr>
        <w:t>详见下表：</w:t>
      </w:r>
    </w:p>
    <w:p w14:paraId="5D41A8CC" w14:textId="77777777" w:rsidR="00E37363" w:rsidRPr="00084816" w:rsidRDefault="00151E19" w:rsidP="00084816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084816">
        <w:rPr>
          <w:rFonts w:ascii="微软雅黑" w:eastAsia="微软雅黑" w:hAnsi="微软雅黑" w:cs="Times New Roman" w:hint="eastAsia"/>
          <w:b/>
          <w:bCs/>
          <w:noProof/>
          <w:color w:val="000000"/>
        </w:rPr>
        <w:t>表6.</w:t>
      </w:r>
      <w:r>
        <w:rPr>
          <w:rFonts w:ascii="微软雅黑" w:eastAsia="微软雅黑" w:hAnsi="微软雅黑" w:cs="Times New Roman"/>
          <w:b/>
          <w:bCs/>
          <w:noProof/>
          <w:color w:val="000000"/>
        </w:rPr>
        <w:t>1</w:t>
      </w:r>
      <w:r w:rsidRPr="00084816">
        <w:rPr>
          <w:rFonts w:ascii="微软雅黑" w:eastAsia="微软雅黑" w:hAnsi="微软雅黑" w:cs="Times New Roman" w:hint="eastAsia"/>
          <w:b/>
          <w:bCs/>
          <w:noProof/>
          <w:color w:val="000000"/>
        </w:rPr>
        <w:t xml:space="preserve"> 挥发性有机化合物浓度结果及达标判定</w:t>
      </w:r>
      <w:r w:rsidR="00FB1578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</w:t>
      </w:r>
      <w:r w:rsidR="00B143CA" w:rsidRPr="00B143CA">
        <w:rPr>
          <w:rFonts w:ascii="微软雅黑" w:eastAsia="微软雅黑" w:hAnsi="微软雅黑" w:cs="Times New Roman"/>
          <w:b/>
          <w:bCs/>
          <w:noProof/>
          <w:color w:val="000000"/>
        </w:rPr>
        <w:t>mg/m</w:t>
      </w:r>
      <w:r w:rsidR="00B143CA" w:rsidRPr="004515FD">
        <w:rPr>
          <w:rFonts w:ascii="微软雅黑" w:eastAsia="微软雅黑" w:hAnsi="微软雅黑" w:cs="Times New Roman"/>
          <w:b/>
          <w:bCs/>
          <w:noProof/>
          <w:color w:val="000000"/>
          <w:vertAlign w:val="superscript"/>
        </w:rPr>
        <w:t>3</w:t>
      </w:r>
      <w:r w:rsidR="00FB1578">
        <w:rPr>
          <w:rFonts w:ascii="微软雅黑" w:eastAsia="微软雅黑" w:hAnsi="微软雅黑" w:cs="Times New Roman"/>
          <w:b/>
          <w:bCs/>
          <w:noProof/>
          <w:color w:val="000000"/>
        </w:rPr>
        <w:t>)</w:t>
      </w:r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132"/>
        <w:gridCol w:w="1132"/>
        <w:gridCol w:w="849"/>
        <w:gridCol w:w="849"/>
        <w:gridCol w:w="849"/>
        <w:gridCol w:w="849"/>
        <w:gridCol w:w="849"/>
        <w:gridCol w:w="1132"/>
      </w:tblGrid>
      <w:tr w:rsidR="00642D89" w14:paraId="1FB487B0" w14:textId="77777777">
        <w:tc>
          <w:tcPr>
            <w:tcW w:w="679" w:type="dxa"/>
            <w:shd w:val="clear" w:color="auto" w:fill="E6E6E6"/>
            <w:vAlign w:val="center"/>
          </w:tcPr>
          <w:p w14:paraId="3AF58D0D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930F79F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房间编号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6988F09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房间名称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5B44B47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甲醛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B891B2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3BA4EA0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甲苯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673ECB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二甲苯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E0D687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TVOC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892B849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是否达标</w:t>
            </w:r>
          </w:p>
        </w:tc>
      </w:tr>
      <w:tr w:rsidR="00642D89" w14:paraId="461F1D4F" w14:textId="77777777">
        <w:tc>
          <w:tcPr>
            <w:tcW w:w="679" w:type="dxa"/>
            <w:vMerge w:val="restart"/>
            <w:vAlign w:val="center"/>
          </w:tcPr>
          <w:p w14:paraId="6BC62322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1层</w:t>
            </w:r>
          </w:p>
        </w:tc>
        <w:tc>
          <w:tcPr>
            <w:tcW w:w="1131" w:type="dxa"/>
            <w:vAlign w:val="center"/>
          </w:tcPr>
          <w:p w14:paraId="2B3EB209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1015</w:t>
            </w:r>
          </w:p>
        </w:tc>
        <w:tc>
          <w:tcPr>
            <w:tcW w:w="1131" w:type="dxa"/>
            <w:vAlign w:val="center"/>
          </w:tcPr>
          <w:p w14:paraId="1F40BF4A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11F74052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0.009</w:t>
            </w:r>
          </w:p>
        </w:tc>
        <w:tc>
          <w:tcPr>
            <w:tcW w:w="848" w:type="dxa"/>
            <w:vAlign w:val="center"/>
          </w:tcPr>
          <w:p w14:paraId="556B3360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0C9EBC73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40B041B2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44D5332A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0.073</w:t>
            </w:r>
          </w:p>
        </w:tc>
        <w:tc>
          <w:tcPr>
            <w:tcW w:w="1131" w:type="dxa"/>
            <w:vAlign w:val="center"/>
          </w:tcPr>
          <w:p w14:paraId="4218A282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642D89" w14:paraId="07AF1519" w14:textId="77777777">
        <w:tc>
          <w:tcPr>
            <w:tcW w:w="679" w:type="dxa"/>
            <w:vMerge/>
            <w:vAlign w:val="center"/>
          </w:tcPr>
          <w:p w14:paraId="32B42F80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1层</w:t>
            </w:r>
          </w:p>
        </w:tc>
        <w:tc>
          <w:tcPr>
            <w:tcW w:w="1131" w:type="dxa"/>
            <w:vAlign w:val="center"/>
          </w:tcPr>
          <w:p w14:paraId="458F0622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1010</w:t>
            </w:r>
          </w:p>
        </w:tc>
        <w:tc>
          <w:tcPr>
            <w:tcW w:w="1131" w:type="dxa"/>
            <w:vAlign w:val="center"/>
          </w:tcPr>
          <w:p w14:paraId="1AEB2EE1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4B723020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0.009</w:t>
            </w:r>
          </w:p>
        </w:tc>
        <w:tc>
          <w:tcPr>
            <w:tcW w:w="848" w:type="dxa"/>
            <w:vAlign w:val="center"/>
          </w:tcPr>
          <w:p w14:paraId="76AD12EA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68BB8C4C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7E023205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3545F808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0.073</w:t>
            </w:r>
          </w:p>
        </w:tc>
        <w:tc>
          <w:tcPr>
            <w:tcW w:w="1131" w:type="dxa"/>
            <w:vAlign w:val="center"/>
          </w:tcPr>
          <w:p w14:paraId="58491B74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642D89" w14:paraId="48F6FC9D" w14:textId="77777777">
        <w:tc>
          <w:tcPr>
            <w:tcW w:w="679" w:type="dxa"/>
            <w:vMerge/>
            <w:vAlign w:val="center"/>
          </w:tcPr>
          <w:p w14:paraId="62C91F65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1层</w:t>
            </w:r>
          </w:p>
        </w:tc>
        <w:tc>
          <w:tcPr>
            <w:tcW w:w="1131" w:type="dxa"/>
            <w:vAlign w:val="center"/>
          </w:tcPr>
          <w:p w14:paraId="58C65230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1006</w:t>
            </w:r>
          </w:p>
        </w:tc>
        <w:tc>
          <w:tcPr>
            <w:tcW w:w="1131" w:type="dxa"/>
            <w:vAlign w:val="center"/>
          </w:tcPr>
          <w:p w14:paraId="4B4BD5E0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3758D56E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0.009</w:t>
            </w:r>
          </w:p>
        </w:tc>
        <w:tc>
          <w:tcPr>
            <w:tcW w:w="848" w:type="dxa"/>
            <w:vAlign w:val="center"/>
          </w:tcPr>
          <w:p w14:paraId="6600BBBE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452F5F9C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4573B99D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03A4A2FE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0.073</w:t>
            </w:r>
          </w:p>
        </w:tc>
        <w:tc>
          <w:tcPr>
            <w:tcW w:w="1131" w:type="dxa"/>
            <w:vAlign w:val="center"/>
          </w:tcPr>
          <w:p w14:paraId="5E0D8D6A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642D89" w14:paraId="49648AD4" w14:textId="77777777">
        <w:tc>
          <w:tcPr>
            <w:tcW w:w="679" w:type="dxa"/>
            <w:vMerge/>
            <w:vAlign w:val="center"/>
          </w:tcPr>
          <w:p w14:paraId="4645FC76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1层</w:t>
            </w:r>
          </w:p>
        </w:tc>
        <w:tc>
          <w:tcPr>
            <w:tcW w:w="1131" w:type="dxa"/>
            <w:vAlign w:val="center"/>
          </w:tcPr>
          <w:p w14:paraId="05F30427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1005</w:t>
            </w:r>
          </w:p>
        </w:tc>
        <w:tc>
          <w:tcPr>
            <w:tcW w:w="1131" w:type="dxa"/>
            <w:vAlign w:val="center"/>
          </w:tcPr>
          <w:p w14:paraId="56F2F201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413B0627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0.009</w:t>
            </w:r>
          </w:p>
        </w:tc>
        <w:tc>
          <w:tcPr>
            <w:tcW w:w="848" w:type="dxa"/>
            <w:vAlign w:val="center"/>
          </w:tcPr>
          <w:p w14:paraId="1067CE54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79631CEB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6A594A3F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7E823BDC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0.073</w:t>
            </w:r>
          </w:p>
        </w:tc>
        <w:tc>
          <w:tcPr>
            <w:tcW w:w="1131" w:type="dxa"/>
            <w:vAlign w:val="center"/>
          </w:tcPr>
          <w:p w14:paraId="653F531E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642D89" w14:paraId="79066B22" w14:textId="77777777">
        <w:tc>
          <w:tcPr>
            <w:tcW w:w="679" w:type="dxa"/>
            <w:vMerge/>
            <w:vAlign w:val="center"/>
          </w:tcPr>
          <w:p w14:paraId="312EB431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1层</w:t>
            </w:r>
          </w:p>
        </w:tc>
        <w:tc>
          <w:tcPr>
            <w:tcW w:w="1131" w:type="dxa"/>
            <w:vAlign w:val="center"/>
          </w:tcPr>
          <w:p w14:paraId="67C39916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1004</w:t>
            </w:r>
          </w:p>
        </w:tc>
        <w:tc>
          <w:tcPr>
            <w:tcW w:w="1131" w:type="dxa"/>
            <w:vAlign w:val="center"/>
          </w:tcPr>
          <w:p w14:paraId="55D4C04D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5DE2259C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0.009</w:t>
            </w:r>
          </w:p>
        </w:tc>
        <w:tc>
          <w:tcPr>
            <w:tcW w:w="848" w:type="dxa"/>
            <w:vAlign w:val="center"/>
          </w:tcPr>
          <w:p w14:paraId="47C9B121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1F9D2891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6B29F387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43706C5E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0.073</w:t>
            </w:r>
          </w:p>
        </w:tc>
        <w:tc>
          <w:tcPr>
            <w:tcW w:w="1131" w:type="dxa"/>
            <w:vAlign w:val="center"/>
          </w:tcPr>
          <w:p w14:paraId="4AFA2265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642D89" w14:paraId="51A5631B" w14:textId="77777777">
        <w:tc>
          <w:tcPr>
            <w:tcW w:w="679" w:type="dxa"/>
            <w:vMerge/>
            <w:vAlign w:val="center"/>
          </w:tcPr>
          <w:p w14:paraId="0648ED84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1层</w:t>
            </w:r>
          </w:p>
        </w:tc>
        <w:tc>
          <w:tcPr>
            <w:tcW w:w="1131" w:type="dxa"/>
            <w:vAlign w:val="center"/>
          </w:tcPr>
          <w:p w14:paraId="36CCA5AA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1001</w:t>
            </w:r>
          </w:p>
        </w:tc>
        <w:tc>
          <w:tcPr>
            <w:tcW w:w="1131" w:type="dxa"/>
            <w:vAlign w:val="center"/>
          </w:tcPr>
          <w:p w14:paraId="63FC33E3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5D5F7018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0.009</w:t>
            </w:r>
          </w:p>
        </w:tc>
        <w:tc>
          <w:tcPr>
            <w:tcW w:w="848" w:type="dxa"/>
            <w:vAlign w:val="center"/>
          </w:tcPr>
          <w:p w14:paraId="315C2063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36533D5F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32664353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18318A84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0.073</w:t>
            </w:r>
          </w:p>
        </w:tc>
        <w:tc>
          <w:tcPr>
            <w:tcW w:w="1131" w:type="dxa"/>
            <w:vAlign w:val="center"/>
          </w:tcPr>
          <w:p w14:paraId="3F9BA8BE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642D89" w14:paraId="679FD16F" w14:textId="77777777">
        <w:tc>
          <w:tcPr>
            <w:tcW w:w="679" w:type="dxa"/>
            <w:vAlign w:val="center"/>
          </w:tcPr>
          <w:p w14:paraId="50D7D3BB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2层</w:t>
            </w:r>
          </w:p>
        </w:tc>
        <w:tc>
          <w:tcPr>
            <w:tcW w:w="1131" w:type="dxa"/>
            <w:vAlign w:val="center"/>
          </w:tcPr>
          <w:p w14:paraId="02E28D5F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1131" w:type="dxa"/>
            <w:vAlign w:val="center"/>
          </w:tcPr>
          <w:p w14:paraId="48562038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2B1EF2B8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0.010</w:t>
            </w:r>
          </w:p>
        </w:tc>
        <w:tc>
          <w:tcPr>
            <w:tcW w:w="848" w:type="dxa"/>
            <w:vAlign w:val="center"/>
          </w:tcPr>
          <w:p w14:paraId="5D523650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35FA811E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66381E82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11F74D6D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0.079</w:t>
            </w:r>
          </w:p>
        </w:tc>
        <w:tc>
          <w:tcPr>
            <w:tcW w:w="1131" w:type="dxa"/>
            <w:vAlign w:val="center"/>
          </w:tcPr>
          <w:p w14:paraId="57620D29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642D89" w14:paraId="79F95C0D" w14:textId="77777777">
        <w:tc>
          <w:tcPr>
            <w:tcW w:w="679" w:type="dxa"/>
            <w:vMerge w:val="restart"/>
            <w:vAlign w:val="center"/>
          </w:tcPr>
          <w:p w14:paraId="79326C9B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3层</w:t>
            </w:r>
          </w:p>
        </w:tc>
        <w:tc>
          <w:tcPr>
            <w:tcW w:w="1131" w:type="dxa"/>
            <w:vAlign w:val="center"/>
          </w:tcPr>
          <w:p w14:paraId="1E7D7BFC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3005</w:t>
            </w:r>
          </w:p>
        </w:tc>
        <w:tc>
          <w:tcPr>
            <w:tcW w:w="1131" w:type="dxa"/>
            <w:vAlign w:val="center"/>
          </w:tcPr>
          <w:p w14:paraId="4F0A27D2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53A682BF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0.010</w:t>
            </w:r>
          </w:p>
        </w:tc>
        <w:tc>
          <w:tcPr>
            <w:tcW w:w="848" w:type="dxa"/>
            <w:vAlign w:val="center"/>
          </w:tcPr>
          <w:p w14:paraId="35F2C2F6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3D2E2E96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2FBDF474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2557D651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0.079</w:t>
            </w:r>
          </w:p>
        </w:tc>
        <w:tc>
          <w:tcPr>
            <w:tcW w:w="1131" w:type="dxa"/>
            <w:vAlign w:val="center"/>
          </w:tcPr>
          <w:p w14:paraId="35C5A28A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642D89" w14:paraId="1AC0650A" w14:textId="77777777">
        <w:tc>
          <w:tcPr>
            <w:tcW w:w="679" w:type="dxa"/>
            <w:vMerge/>
            <w:vAlign w:val="center"/>
          </w:tcPr>
          <w:p w14:paraId="6E4D4958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3层</w:t>
            </w:r>
          </w:p>
        </w:tc>
        <w:tc>
          <w:tcPr>
            <w:tcW w:w="1131" w:type="dxa"/>
            <w:vAlign w:val="center"/>
          </w:tcPr>
          <w:p w14:paraId="2603A118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3003</w:t>
            </w:r>
          </w:p>
        </w:tc>
        <w:tc>
          <w:tcPr>
            <w:tcW w:w="1131" w:type="dxa"/>
            <w:vAlign w:val="center"/>
          </w:tcPr>
          <w:p w14:paraId="7447CD63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019F4D99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0.010</w:t>
            </w:r>
          </w:p>
        </w:tc>
        <w:tc>
          <w:tcPr>
            <w:tcW w:w="848" w:type="dxa"/>
            <w:vAlign w:val="center"/>
          </w:tcPr>
          <w:p w14:paraId="57709928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15B084AD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2FDEAA6E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0C3CFFAD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0.079</w:t>
            </w:r>
          </w:p>
        </w:tc>
        <w:tc>
          <w:tcPr>
            <w:tcW w:w="1131" w:type="dxa"/>
            <w:vAlign w:val="center"/>
          </w:tcPr>
          <w:p w14:paraId="1B294ECA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  <w:tr w:rsidR="00642D89" w14:paraId="4A5D60E3" w14:textId="77777777">
        <w:tc>
          <w:tcPr>
            <w:tcW w:w="679" w:type="dxa"/>
            <w:vMerge/>
            <w:vAlign w:val="center"/>
          </w:tcPr>
          <w:p w14:paraId="61F0F950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3层</w:t>
            </w:r>
          </w:p>
        </w:tc>
        <w:tc>
          <w:tcPr>
            <w:tcW w:w="1131" w:type="dxa"/>
            <w:vAlign w:val="center"/>
          </w:tcPr>
          <w:p w14:paraId="7499533E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3002</w:t>
            </w:r>
          </w:p>
        </w:tc>
        <w:tc>
          <w:tcPr>
            <w:tcW w:w="1131" w:type="dxa"/>
            <w:vAlign w:val="center"/>
          </w:tcPr>
          <w:p w14:paraId="391B61EB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房间</w:t>
            </w:r>
          </w:p>
        </w:tc>
        <w:tc>
          <w:tcPr>
            <w:tcW w:w="848" w:type="dxa"/>
            <w:vAlign w:val="center"/>
          </w:tcPr>
          <w:p w14:paraId="6A883987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0.010</w:t>
            </w:r>
          </w:p>
        </w:tc>
        <w:tc>
          <w:tcPr>
            <w:tcW w:w="848" w:type="dxa"/>
            <w:vAlign w:val="center"/>
          </w:tcPr>
          <w:p w14:paraId="0713E2FD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20F7A974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582C7AB1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  <w:tc>
          <w:tcPr>
            <w:tcW w:w="848" w:type="dxa"/>
            <w:vAlign w:val="center"/>
          </w:tcPr>
          <w:p w14:paraId="3D6BB0F1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0.079</w:t>
            </w:r>
          </w:p>
        </w:tc>
        <w:tc>
          <w:tcPr>
            <w:tcW w:w="1131" w:type="dxa"/>
            <w:vAlign w:val="center"/>
          </w:tcPr>
          <w:p w14:paraId="676FE2D1" w14:textId="77777777" w:rsidR="00642D89" w:rsidRDefault="00000000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达标</w:t>
            </w:r>
          </w:p>
        </w:tc>
      </w:tr>
    </w:tbl>
    <w:p w14:paraId="7B5AD30E" w14:textId="77777777" w:rsidR="00084816" w:rsidRDefault="00084816" w:rsidP="00084816">
      <w:pPr>
        <w:jc w:val="center"/>
        <w:rPr>
          <w:rFonts w:ascii="黑体" w:eastAsia="黑体" w:hAnsi="黑体" w:cs="宋体"/>
          <w:color w:val="000000"/>
          <w:kern w:val="0"/>
          <w:sz w:val="22"/>
        </w:rPr>
      </w:pPr>
      <w:bookmarkStart w:id="29" w:name="室内VOC达标判定表"/>
      <w:bookmarkEnd w:id="29"/>
    </w:p>
    <w:p w14:paraId="665FC42F" w14:textId="77777777" w:rsidR="00D14AF1" w:rsidRDefault="00E37363" w:rsidP="00490748">
      <w:pPr>
        <w:ind w:leftChars="-67" w:left="-141" w:firstLineChars="100" w:firstLine="210"/>
        <w:jc w:val="left"/>
        <w:rPr>
          <w:rFonts w:ascii="黑体" w:eastAsia="黑体" w:hAnsi="黑体" w:cs="Times New Roman"/>
          <w:bCs/>
          <w:szCs w:val="18"/>
        </w:rPr>
      </w:pPr>
      <w:r w:rsidRPr="00490748">
        <w:rPr>
          <w:rFonts w:ascii="黑体" w:eastAsia="黑体" w:hAnsi="黑体" w:cs="Times New Roman" w:hint="eastAsia"/>
          <w:bCs/>
          <w:szCs w:val="18"/>
        </w:rPr>
        <w:t>说明：其中甲醛、苯、甲苯、二甲苯为1小时均值，</w:t>
      </w:r>
      <w:r w:rsidR="00514C62" w:rsidRPr="00490748">
        <w:rPr>
          <w:rFonts w:ascii="黑体" w:eastAsia="黑体" w:hAnsi="黑体" w:cs="Times New Roman"/>
          <w:bCs/>
          <w:szCs w:val="18"/>
        </w:rPr>
        <w:t>单位mg/m</w:t>
      </w:r>
      <w:r w:rsidR="00514C62" w:rsidRPr="00490748">
        <w:rPr>
          <w:rFonts w:ascii="黑体" w:eastAsia="黑体" w:hAnsi="黑体" w:cs="Times New Roman"/>
          <w:bCs/>
          <w:szCs w:val="18"/>
          <w:vertAlign w:val="superscript"/>
        </w:rPr>
        <w:t>3</w:t>
      </w:r>
      <w:r w:rsidR="00514C62" w:rsidRPr="00490748">
        <w:rPr>
          <w:rFonts w:ascii="黑体" w:eastAsia="黑体" w:hAnsi="黑体" w:cs="Times New Roman" w:hint="eastAsia"/>
          <w:bCs/>
          <w:szCs w:val="18"/>
        </w:rPr>
        <w:t>；</w:t>
      </w:r>
      <w:r w:rsidR="00514C62" w:rsidRPr="00490748">
        <w:rPr>
          <w:rFonts w:ascii="黑体" w:eastAsia="黑体" w:hAnsi="黑体" w:cs="Times New Roman"/>
          <w:bCs/>
          <w:szCs w:val="18"/>
        </w:rPr>
        <w:t>TVOC为8小时均值</w:t>
      </w:r>
      <w:r w:rsidR="00514C62" w:rsidRPr="00490748">
        <w:rPr>
          <w:rFonts w:ascii="黑体" w:eastAsia="黑体" w:hAnsi="黑体" w:cs="Times New Roman" w:hint="eastAsia"/>
          <w:bCs/>
          <w:szCs w:val="18"/>
        </w:rPr>
        <w:t>，</w:t>
      </w:r>
      <w:r w:rsidR="00514C62" w:rsidRPr="00490748">
        <w:rPr>
          <w:rFonts w:ascii="黑体" w:eastAsia="黑体" w:hAnsi="黑体" w:cs="Times New Roman"/>
          <w:bCs/>
          <w:szCs w:val="18"/>
        </w:rPr>
        <w:t>单位mg/m</w:t>
      </w:r>
      <w:r w:rsidR="00514C62" w:rsidRPr="00490748">
        <w:rPr>
          <w:rFonts w:ascii="黑体" w:eastAsia="黑体" w:hAnsi="黑体" w:cs="Times New Roman"/>
          <w:bCs/>
          <w:szCs w:val="18"/>
          <w:vertAlign w:val="superscript"/>
        </w:rPr>
        <w:t>3</w:t>
      </w:r>
      <w:r w:rsidR="00514C62" w:rsidRPr="00490748">
        <w:rPr>
          <w:rFonts w:ascii="黑体" w:eastAsia="黑体" w:hAnsi="黑体" w:cs="Times New Roman" w:hint="eastAsia"/>
          <w:bCs/>
          <w:szCs w:val="18"/>
        </w:rPr>
        <w:t>。</w:t>
      </w:r>
    </w:p>
    <w:p w14:paraId="02F621E9" w14:textId="77777777" w:rsidR="00084816" w:rsidRPr="00490748" w:rsidRDefault="00084816" w:rsidP="00490748">
      <w:pPr>
        <w:ind w:leftChars="-67" w:left="-141" w:firstLineChars="100" w:firstLine="210"/>
        <w:jc w:val="left"/>
        <w:rPr>
          <w:rFonts w:ascii="黑体" w:eastAsia="黑体" w:hAnsi="黑体" w:cs="Times New Roman"/>
          <w:bCs/>
          <w:szCs w:val="18"/>
        </w:rPr>
      </w:pPr>
    </w:p>
    <w:p w14:paraId="377F8B29" w14:textId="77777777" w:rsidR="00D14AF1" w:rsidRDefault="00D14AF1" w:rsidP="00D14AF1">
      <w:pPr>
        <w:ind w:leftChars="-270" w:left="-567" w:firstLineChars="200" w:firstLine="420"/>
        <w:jc w:val="center"/>
        <w:rPr>
          <w:rFonts w:ascii="Times New Roman" w:eastAsia="等线" w:hAnsi="Times New Roman" w:cs="Times New Roman"/>
          <w:bCs/>
        </w:rPr>
      </w:pPr>
      <w:bookmarkStart w:id="30" w:name="有机物达标判定图"/>
      <w:bookmarkEnd w:id="30"/>
      <w:r>
        <w:rPr>
          <w:noProof/>
        </w:rPr>
        <w:lastRenderedPageBreak/>
        <w:drawing>
          <wp:inline distT="0" distB="0" distL="0" distR="0" wp14:anchorId="0A314258" wp14:editId="1ECAF007">
            <wp:extent cx="5667375" cy="326707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A817C" w14:textId="77777777" w:rsidR="00D14AF1" w:rsidRPr="007A5B0A" w:rsidRDefault="00A22F3F" w:rsidP="00A22F3F">
      <w:pPr>
        <w:tabs>
          <w:tab w:val="center" w:pos="4153"/>
          <w:tab w:val="right" w:pos="8306"/>
        </w:tabs>
        <w:jc w:val="left"/>
        <w:rPr>
          <w:rFonts w:ascii="微软雅黑" w:eastAsia="微软雅黑" w:hAnsi="微软雅黑" w:cs="Times New Roman"/>
          <w:b/>
          <w:noProof/>
          <w:szCs w:val="21"/>
        </w:rPr>
      </w:pPr>
      <w:r w:rsidRPr="007A5B0A">
        <w:rPr>
          <w:rFonts w:ascii="微软雅黑" w:eastAsia="微软雅黑" w:hAnsi="微软雅黑" w:cs="Times New Roman"/>
          <w:b/>
          <w:noProof/>
          <w:szCs w:val="21"/>
        </w:rPr>
        <w:tab/>
      </w:r>
      <w:r w:rsidR="00D14AF1" w:rsidRPr="007A5B0A">
        <w:rPr>
          <w:rFonts w:ascii="微软雅黑" w:eastAsia="微软雅黑" w:hAnsi="微软雅黑" w:cs="Times New Roman"/>
          <w:b/>
          <w:noProof/>
          <w:szCs w:val="21"/>
        </w:rPr>
        <w:t>图</w:t>
      </w:r>
      <w:r w:rsidR="00457979" w:rsidRPr="007A5B0A">
        <w:rPr>
          <w:rFonts w:ascii="微软雅黑" w:eastAsia="微软雅黑" w:hAnsi="微软雅黑" w:cs="Times New Roman"/>
          <w:b/>
          <w:noProof/>
          <w:szCs w:val="21"/>
        </w:rPr>
        <w:t>6</w:t>
      </w:r>
      <w:r w:rsidR="00D14AF1" w:rsidRPr="007A5B0A">
        <w:rPr>
          <w:rFonts w:ascii="微软雅黑" w:eastAsia="微软雅黑" w:hAnsi="微软雅黑" w:cs="Times New Roman"/>
          <w:b/>
          <w:noProof/>
          <w:szCs w:val="21"/>
        </w:rPr>
        <w:t>-1 达标统计图</w:t>
      </w:r>
      <w:r w:rsidRPr="007A5B0A">
        <w:rPr>
          <w:rFonts w:ascii="微软雅黑" w:eastAsia="微软雅黑" w:hAnsi="微软雅黑" w:cs="Times New Roman"/>
          <w:b/>
          <w:noProof/>
          <w:szCs w:val="21"/>
        </w:rPr>
        <w:tab/>
      </w:r>
    </w:p>
    <w:p w14:paraId="35163782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1" w:name="_Toc151989898"/>
      <w:r w:rsidRPr="00497D0F">
        <w:rPr>
          <w:rFonts w:ascii="Times New Roman" w:hAnsi="Times New Roman" w:cs="Times New Roman"/>
          <w:kern w:val="32"/>
          <w:sz w:val="28"/>
          <w:szCs w:val="28"/>
        </w:rPr>
        <w:t>结论</w:t>
      </w:r>
      <w:bookmarkEnd w:id="31"/>
    </w:p>
    <w:p w14:paraId="305C3851" w14:textId="77777777" w:rsidR="002C4C4B" w:rsidRPr="00367B0F" w:rsidRDefault="00355BA6" w:rsidP="00355BA6">
      <w:pPr>
        <w:ind w:firstLine="420"/>
        <w:rPr>
          <w:rFonts w:cs="Times New Roman"/>
          <w:bCs/>
          <w:szCs w:val="21"/>
        </w:rPr>
      </w:pPr>
      <w:r w:rsidRPr="00497D0F">
        <w:rPr>
          <w:rFonts w:ascii="Times New Roman" w:hAnsi="Times New Roman" w:cs="Times New Roman"/>
        </w:rPr>
        <w:t>本项目按照标准要求对所有参评房间进行了有机挥发物浓度的计算，</w:t>
      </w:r>
      <w:bookmarkStart w:id="32" w:name="达标结论"/>
      <w:bookmarkEnd w:id="32"/>
      <w:r>
        <w:rPr>
          <w:rFonts w:cs="Times New Roman"/>
          <w:bCs/>
          <w:szCs w:val="21"/>
        </w:rPr>
        <w:t>所有房间均达标。</w:t>
      </w:r>
    </w:p>
    <w:sectPr w:rsidR="002C4C4B" w:rsidRPr="00367B0F" w:rsidSect="00A22F3F">
      <w:headerReference w:type="default" r:id="rId20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E258B" w14:textId="77777777" w:rsidR="00B76EE7" w:rsidRDefault="00B76EE7" w:rsidP="00AB7079">
      <w:r>
        <w:separator/>
      </w:r>
    </w:p>
  </w:endnote>
  <w:endnote w:type="continuationSeparator" w:id="0">
    <w:p w14:paraId="3AF181CD" w14:textId="77777777" w:rsidR="00B76EE7" w:rsidRDefault="00B76EE7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D3C54" w14:textId="77777777" w:rsidR="00063F1E" w:rsidRDefault="00063F1E">
    <w:pPr>
      <w:pStyle w:val="a5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E8741" w14:textId="77777777" w:rsidR="00063F1E" w:rsidRDefault="00000000" w:rsidP="00A22F3F">
    <w:pPr>
      <w:pStyle w:val="a5"/>
    </w:pPr>
    <w:hyperlink r:id="rId1" w:history="1">
      <w:r w:rsidR="00063F1E" w:rsidRPr="00DD785C">
        <w:rPr>
          <w:rStyle w:val="a7"/>
          <w:sz w:val="20"/>
        </w:rPr>
        <w:t>http://www.gbsware.cn/</w:t>
      </w:r>
    </w:hyperlink>
    <w:r w:rsidR="00063F1E">
      <w:rPr>
        <w:color w:val="0000FF"/>
        <w:sz w:val="20"/>
      </w:rPr>
      <w:t xml:space="preserve">               </w:t>
    </w:r>
    <w:r w:rsidR="00063F1E"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063F1E" w:rsidRPr="00A22F3F">
              <w:rPr>
                <w:sz w:val="20"/>
                <w:szCs w:val="20"/>
                <w:lang w:val="zh-CN"/>
              </w:rPr>
              <w:t xml:space="preserve"> </w:t>
            </w:r>
            <w:r w:rsidR="00063F1E" w:rsidRPr="00A22F3F">
              <w:rPr>
                <w:bCs/>
                <w:sz w:val="20"/>
                <w:szCs w:val="20"/>
              </w:rPr>
              <w:fldChar w:fldCharType="begin"/>
            </w:r>
            <w:r w:rsidR="00063F1E" w:rsidRPr="00A22F3F">
              <w:rPr>
                <w:bCs/>
                <w:sz w:val="20"/>
                <w:szCs w:val="20"/>
              </w:rPr>
              <w:instrText>PAGE</w:instrText>
            </w:r>
            <w:r w:rsidR="00063F1E" w:rsidRPr="00A22F3F">
              <w:rPr>
                <w:bCs/>
                <w:sz w:val="20"/>
                <w:szCs w:val="20"/>
              </w:rPr>
              <w:fldChar w:fldCharType="separate"/>
            </w:r>
            <w:r w:rsidR="00AA50A6">
              <w:rPr>
                <w:bCs/>
                <w:noProof/>
                <w:sz w:val="20"/>
                <w:szCs w:val="20"/>
              </w:rPr>
              <w:t>4</w:t>
            </w:r>
            <w:r w:rsidR="00063F1E" w:rsidRPr="00A22F3F">
              <w:rPr>
                <w:bCs/>
                <w:sz w:val="20"/>
                <w:szCs w:val="20"/>
              </w:rPr>
              <w:fldChar w:fldCharType="end"/>
            </w:r>
            <w:r w:rsidR="00063F1E" w:rsidRPr="00A22F3F">
              <w:rPr>
                <w:bCs/>
                <w:sz w:val="20"/>
                <w:szCs w:val="20"/>
              </w:rPr>
              <w:t>页</w:t>
            </w:r>
            <w:r w:rsidR="00063F1E"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063F1E" w:rsidRPr="00A22F3F">
              <w:rPr>
                <w:bCs/>
                <w:sz w:val="20"/>
                <w:szCs w:val="20"/>
              </w:rPr>
              <w:t>共</w:t>
            </w:r>
            <w:r w:rsidR="00063F1E" w:rsidRPr="00A22F3F">
              <w:rPr>
                <w:bCs/>
                <w:sz w:val="20"/>
                <w:szCs w:val="20"/>
              </w:rPr>
              <w:fldChar w:fldCharType="begin"/>
            </w:r>
            <w:r w:rsidR="00063F1E" w:rsidRPr="00A22F3F">
              <w:rPr>
                <w:bCs/>
                <w:sz w:val="20"/>
                <w:szCs w:val="20"/>
              </w:rPr>
              <w:instrText>NUMPAGES</w:instrText>
            </w:r>
            <w:r w:rsidR="00063F1E" w:rsidRPr="00A22F3F">
              <w:rPr>
                <w:bCs/>
                <w:sz w:val="20"/>
                <w:szCs w:val="20"/>
              </w:rPr>
              <w:fldChar w:fldCharType="separate"/>
            </w:r>
            <w:r w:rsidR="00AA50A6">
              <w:rPr>
                <w:bCs/>
                <w:noProof/>
                <w:sz w:val="20"/>
                <w:szCs w:val="20"/>
              </w:rPr>
              <w:t>5</w:t>
            </w:r>
            <w:r w:rsidR="00063F1E" w:rsidRPr="00A22F3F">
              <w:rPr>
                <w:bCs/>
                <w:sz w:val="20"/>
                <w:szCs w:val="20"/>
              </w:rPr>
              <w:fldChar w:fldCharType="end"/>
            </w:r>
            <w:r w:rsidR="00063F1E" w:rsidRPr="00A22F3F">
              <w:rPr>
                <w:bCs/>
                <w:sz w:val="20"/>
                <w:szCs w:val="20"/>
              </w:rPr>
              <w:t>页</w:t>
            </w:r>
            <w:r w:rsidR="00063F1E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063F1E">
              <w:rPr>
                <w:bCs/>
                <w:sz w:val="20"/>
                <w:szCs w:val="20"/>
              </w:rPr>
              <w:t xml:space="preserve">                  </w:t>
            </w:r>
            <w:r w:rsidR="00063F1E" w:rsidRPr="00D6117D">
              <w:rPr>
                <w:bCs/>
                <w:sz w:val="20"/>
                <w:szCs w:val="20"/>
              </w:rPr>
              <w:t>VENT202</w:t>
            </w:r>
            <w:r w:rsidR="00914AD2">
              <w:rPr>
                <w:bCs/>
                <w:sz w:val="20"/>
                <w:szCs w:val="20"/>
              </w:rPr>
              <w:t>4</w:t>
            </w:r>
          </w:sdtContent>
        </w:sdt>
      </w:sdtContent>
    </w:sdt>
  </w:p>
  <w:p w14:paraId="40A79BDC" w14:textId="77777777" w:rsidR="00063F1E" w:rsidRDefault="00063F1E">
    <w:pPr>
      <w:pStyle w:val="a5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A5792" w14:textId="77777777" w:rsidR="00063F1E" w:rsidRDefault="00063F1E">
    <w:pPr>
      <w:pStyle w:val="a5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ED4DC" w14:textId="77777777" w:rsidR="00B76EE7" w:rsidRDefault="00B76EE7" w:rsidP="00AB7079">
      <w:r>
        <w:separator/>
      </w:r>
    </w:p>
  </w:footnote>
  <w:footnote w:type="continuationSeparator" w:id="0">
    <w:p w14:paraId="4B8AF164" w14:textId="77777777" w:rsidR="00B76EE7" w:rsidRDefault="00B76EE7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9E664" w14:textId="77777777" w:rsidR="00063F1E" w:rsidRPr="00227EB5" w:rsidRDefault="00063F1E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6067" w14:textId="77777777" w:rsidR="00063F1E" w:rsidRDefault="00063F1E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583DE5E2" wp14:editId="59A8F3A7">
          <wp:extent cx="972199" cy="25200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</w:t>
    </w:r>
    <w:r>
      <w:rPr>
        <w:rFonts w:hint="eastAsia"/>
      </w:rPr>
      <w:t>空气质量评价报告书-有机挥发物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572DF" w14:textId="77777777" w:rsidR="00063F1E" w:rsidRDefault="00063F1E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5E56409D" wp14:editId="2DF9BCE6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D31A05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449969">
    <w:abstractNumId w:val="1"/>
  </w:num>
  <w:num w:numId="2" w16cid:durableId="2121489834">
    <w:abstractNumId w:val="0"/>
  </w:num>
  <w:num w:numId="3" w16cid:durableId="1811089793">
    <w:abstractNumId w:val="2"/>
  </w:num>
  <w:num w:numId="4" w16cid:durableId="623271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53"/>
    <w:rsid w:val="00011B45"/>
    <w:rsid w:val="000136EE"/>
    <w:rsid w:val="0001722A"/>
    <w:rsid w:val="00022E07"/>
    <w:rsid w:val="00025F1E"/>
    <w:rsid w:val="00027662"/>
    <w:rsid w:val="00035395"/>
    <w:rsid w:val="00036B33"/>
    <w:rsid w:val="00037932"/>
    <w:rsid w:val="00041E31"/>
    <w:rsid w:val="00041E68"/>
    <w:rsid w:val="00042122"/>
    <w:rsid w:val="00051980"/>
    <w:rsid w:val="00051C31"/>
    <w:rsid w:val="00063F1E"/>
    <w:rsid w:val="000671AC"/>
    <w:rsid w:val="000775BE"/>
    <w:rsid w:val="00077C2D"/>
    <w:rsid w:val="00084816"/>
    <w:rsid w:val="00086E49"/>
    <w:rsid w:val="00094CB6"/>
    <w:rsid w:val="000969C6"/>
    <w:rsid w:val="0009759D"/>
    <w:rsid w:val="000B05C6"/>
    <w:rsid w:val="000B40FE"/>
    <w:rsid w:val="000B586A"/>
    <w:rsid w:val="000C109C"/>
    <w:rsid w:val="000C24A6"/>
    <w:rsid w:val="000D3537"/>
    <w:rsid w:val="000E5D33"/>
    <w:rsid w:val="000F2869"/>
    <w:rsid w:val="000F3959"/>
    <w:rsid w:val="000F7428"/>
    <w:rsid w:val="00104C7E"/>
    <w:rsid w:val="001114AF"/>
    <w:rsid w:val="001174C9"/>
    <w:rsid w:val="001222D3"/>
    <w:rsid w:val="00135719"/>
    <w:rsid w:val="00151E19"/>
    <w:rsid w:val="001526B8"/>
    <w:rsid w:val="00153E6C"/>
    <w:rsid w:val="00154D5D"/>
    <w:rsid w:val="00162B02"/>
    <w:rsid w:val="001641E9"/>
    <w:rsid w:val="00166C06"/>
    <w:rsid w:val="00171BD5"/>
    <w:rsid w:val="0017393F"/>
    <w:rsid w:val="001765C5"/>
    <w:rsid w:val="00193ECE"/>
    <w:rsid w:val="00196E69"/>
    <w:rsid w:val="0019715D"/>
    <w:rsid w:val="001A3A41"/>
    <w:rsid w:val="001B04AD"/>
    <w:rsid w:val="001B395E"/>
    <w:rsid w:val="001B6F86"/>
    <w:rsid w:val="001B70F6"/>
    <w:rsid w:val="001B75E2"/>
    <w:rsid w:val="001C367D"/>
    <w:rsid w:val="001C62CB"/>
    <w:rsid w:val="001D35B1"/>
    <w:rsid w:val="001D58E6"/>
    <w:rsid w:val="001E330F"/>
    <w:rsid w:val="001E4985"/>
    <w:rsid w:val="001E7907"/>
    <w:rsid w:val="001F2382"/>
    <w:rsid w:val="001F7AB7"/>
    <w:rsid w:val="002037B4"/>
    <w:rsid w:val="00206B72"/>
    <w:rsid w:val="002100FC"/>
    <w:rsid w:val="002176C5"/>
    <w:rsid w:val="00220E97"/>
    <w:rsid w:val="002255D3"/>
    <w:rsid w:val="00225F08"/>
    <w:rsid w:val="00226F4A"/>
    <w:rsid w:val="002335FB"/>
    <w:rsid w:val="00240EAB"/>
    <w:rsid w:val="00242FE6"/>
    <w:rsid w:val="0024623A"/>
    <w:rsid w:val="00246642"/>
    <w:rsid w:val="00250D31"/>
    <w:rsid w:val="0025252B"/>
    <w:rsid w:val="00255A06"/>
    <w:rsid w:val="00262392"/>
    <w:rsid w:val="00264D8E"/>
    <w:rsid w:val="0027361A"/>
    <w:rsid w:val="00293CAD"/>
    <w:rsid w:val="00295A6D"/>
    <w:rsid w:val="00297AF8"/>
    <w:rsid w:val="002A1A0D"/>
    <w:rsid w:val="002A495B"/>
    <w:rsid w:val="002B43F0"/>
    <w:rsid w:val="002C4C4B"/>
    <w:rsid w:val="002C7BB1"/>
    <w:rsid w:val="002D09EA"/>
    <w:rsid w:val="002D37B3"/>
    <w:rsid w:val="002D4227"/>
    <w:rsid w:val="002D7691"/>
    <w:rsid w:val="002E6051"/>
    <w:rsid w:val="002F0855"/>
    <w:rsid w:val="002F69FC"/>
    <w:rsid w:val="002F7BFE"/>
    <w:rsid w:val="00301717"/>
    <w:rsid w:val="00302A9E"/>
    <w:rsid w:val="00317224"/>
    <w:rsid w:val="00323938"/>
    <w:rsid w:val="003258AD"/>
    <w:rsid w:val="0033316F"/>
    <w:rsid w:val="00335097"/>
    <w:rsid w:val="0034094D"/>
    <w:rsid w:val="0034616B"/>
    <w:rsid w:val="003472CD"/>
    <w:rsid w:val="00350030"/>
    <w:rsid w:val="00352241"/>
    <w:rsid w:val="0035374E"/>
    <w:rsid w:val="00355A6D"/>
    <w:rsid w:val="00355BA6"/>
    <w:rsid w:val="00355C5F"/>
    <w:rsid w:val="00361C09"/>
    <w:rsid w:val="0036598D"/>
    <w:rsid w:val="00367B0F"/>
    <w:rsid w:val="0037469D"/>
    <w:rsid w:val="00374E52"/>
    <w:rsid w:val="0037770A"/>
    <w:rsid w:val="00386143"/>
    <w:rsid w:val="00394A3E"/>
    <w:rsid w:val="003958C8"/>
    <w:rsid w:val="003A0EE9"/>
    <w:rsid w:val="003B0D12"/>
    <w:rsid w:val="003B4EE2"/>
    <w:rsid w:val="003C5C08"/>
    <w:rsid w:val="003E1937"/>
    <w:rsid w:val="003E6A2B"/>
    <w:rsid w:val="003F016E"/>
    <w:rsid w:val="003F6E7A"/>
    <w:rsid w:val="00405BBB"/>
    <w:rsid w:val="0041007A"/>
    <w:rsid w:val="00420518"/>
    <w:rsid w:val="004247D2"/>
    <w:rsid w:val="00432177"/>
    <w:rsid w:val="00435665"/>
    <w:rsid w:val="00441C7D"/>
    <w:rsid w:val="004447D6"/>
    <w:rsid w:val="00444BAF"/>
    <w:rsid w:val="004474A8"/>
    <w:rsid w:val="004515FD"/>
    <w:rsid w:val="00457979"/>
    <w:rsid w:val="00465382"/>
    <w:rsid w:val="0047522F"/>
    <w:rsid w:val="00483353"/>
    <w:rsid w:val="00490748"/>
    <w:rsid w:val="0049455C"/>
    <w:rsid w:val="00494E5E"/>
    <w:rsid w:val="00497D0F"/>
    <w:rsid w:val="004A4667"/>
    <w:rsid w:val="004A6563"/>
    <w:rsid w:val="004B1A14"/>
    <w:rsid w:val="004B462B"/>
    <w:rsid w:val="004C17BC"/>
    <w:rsid w:val="004C1BD9"/>
    <w:rsid w:val="004D0C5B"/>
    <w:rsid w:val="004D17EA"/>
    <w:rsid w:val="004E4A93"/>
    <w:rsid w:val="004E5E9C"/>
    <w:rsid w:val="004F1548"/>
    <w:rsid w:val="004F4904"/>
    <w:rsid w:val="004F5E5F"/>
    <w:rsid w:val="0050628C"/>
    <w:rsid w:val="005069CE"/>
    <w:rsid w:val="005125E0"/>
    <w:rsid w:val="00512B28"/>
    <w:rsid w:val="00514C62"/>
    <w:rsid w:val="00516778"/>
    <w:rsid w:val="00516FF3"/>
    <w:rsid w:val="005220A2"/>
    <w:rsid w:val="00523796"/>
    <w:rsid w:val="005251AF"/>
    <w:rsid w:val="00525EDB"/>
    <w:rsid w:val="00531E53"/>
    <w:rsid w:val="005323F4"/>
    <w:rsid w:val="005342DE"/>
    <w:rsid w:val="00540EEC"/>
    <w:rsid w:val="005456F7"/>
    <w:rsid w:val="00552487"/>
    <w:rsid w:val="00552D6A"/>
    <w:rsid w:val="005575B0"/>
    <w:rsid w:val="005608F5"/>
    <w:rsid w:val="00571148"/>
    <w:rsid w:val="00581CBA"/>
    <w:rsid w:val="005909F1"/>
    <w:rsid w:val="00595D7D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8C3"/>
    <w:rsid w:val="006123A7"/>
    <w:rsid w:val="0061320C"/>
    <w:rsid w:val="00622657"/>
    <w:rsid w:val="00642D89"/>
    <w:rsid w:val="0064791A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A46AE"/>
    <w:rsid w:val="006C02BE"/>
    <w:rsid w:val="006C297B"/>
    <w:rsid w:val="006C3279"/>
    <w:rsid w:val="006C36EC"/>
    <w:rsid w:val="006E020E"/>
    <w:rsid w:val="006E0B51"/>
    <w:rsid w:val="006E556C"/>
    <w:rsid w:val="006E6BD9"/>
    <w:rsid w:val="006F4033"/>
    <w:rsid w:val="007012A6"/>
    <w:rsid w:val="00701896"/>
    <w:rsid w:val="00704CD8"/>
    <w:rsid w:val="00705ADB"/>
    <w:rsid w:val="0071009E"/>
    <w:rsid w:val="00712766"/>
    <w:rsid w:val="0072415F"/>
    <w:rsid w:val="00725C0E"/>
    <w:rsid w:val="00727558"/>
    <w:rsid w:val="0073428B"/>
    <w:rsid w:val="00742D87"/>
    <w:rsid w:val="00752BE7"/>
    <w:rsid w:val="00753A72"/>
    <w:rsid w:val="00753EC9"/>
    <w:rsid w:val="007605C4"/>
    <w:rsid w:val="007715A2"/>
    <w:rsid w:val="007853F8"/>
    <w:rsid w:val="00785457"/>
    <w:rsid w:val="007855C9"/>
    <w:rsid w:val="0079129A"/>
    <w:rsid w:val="00791EEA"/>
    <w:rsid w:val="007930D2"/>
    <w:rsid w:val="00796157"/>
    <w:rsid w:val="007A08D3"/>
    <w:rsid w:val="007A3C97"/>
    <w:rsid w:val="007A5B0A"/>
    <w:rsid w:val="007A6043"/>
    <w:rsid w:val="007C33DC"/>
    <w:rsid w:val="007C387A"/>
    <w:rsid w:val="007C420F"/>
    <w:rsid w:val="007C4F02"/>
    <w:rsid w:val="007D5933"/>
    <w:rsid w:val="007E023C"/>
    <w:rsid w:val="007E5A48"/>
    <w:rsid w:val="00812565"/>
    <w:rsid w:val="008245C2"/>
    <w:rsid w:val="008373F5"/>
    <w:rsid w:val="00847121"/>
    <w:rsid w:val="00847726"/>
    <w:rsid w:val="008521A5"/>
    <w:rsid w:val="00856BA7"/>
    <w:rsid w:val="00856D19"/>
    <w:rsid w:val="0086589E"/>
    <w:rsid w:val="00870343"/>
    <w:rsid w:val="00880815"/>
    <w:rsid w:val="0089054F"/>
    <w:rsid w:val="00890992"/>
    <w:rsid w:val="00890B19"/>
    <w:rsid w:val="00897570"/>
    <w:rsid w:val="008B17C0"/>
    <w:rsid w:val="008B62DB"/>
    <w:rsid w:val="008C7663"/>
    <w:rsid w:val="008E7106"/>
    <w:rsid w:val="008F544D"/>
    <w:rsid w:val="008F70BC"/>
    <w:rsid w:val="00906195"/>
    <w:rsid w:val="00914AD2"/>
    <w:rsid w:val="00921CC2"/>
    <w:rsid w:val="00924002"/>
    <w:rsid w:val="009270E9"/>
    <w:rsid w:val="00933C85"/>
    <w:rsid w:val="00942DA9"/>
    <w:rsid w:val="009435E1"/>
    <w:rsid w:val="00946FAC"/>
    <w:rsid w:val="00951F8E"/>
    <w:rsid w:val="009606AE"/>
    <w:rsid w:val="00973CE5"/>
    <w:rsid w:val="00981B40"/>
    <w:rsid w:val="009842C1"/>
    <w:rsid w:val="009945E4"/>
    <w:rsid w:val="009A6270"/>
    <w:rsid w:val="009C1D29"/>
    <w:rsid w:val="009C66FD"/>
    <w:rsid w:val="009D1CE2"/>
    <w:rsid w:val="009D7B95"/>
    <w:rsid w:val="009E20BA"/>
    <w:rsid w:val="009E20BF"/>
    <w:rsid w:val="009E6C8F"/>
    <w:rsid w:val="009F6B6C"/>
    <w:rsid w:val="00A04397"/>
    <w:rsid w:val="00A07243"/>
    <w:rsid w:val="00A13308"/>
    <w:rsid w:val="00A22EBC"/>
    <w:rsid w:val="00A22F3F"/>
    <w:rsid w:val="00A23379"/>
    <w:rsid w:val="00A25651"/>
    <w:rsid w:val="00A26843"/>
    <w:rsid w:val="00A4399F"/>
    <w:rsid w:val="00A4747A"/>
    <w:rsid w:val="00A51B36"/>
    <w:rsid w:val="00A51FED"/>
    <w:rsid w:val="00A61AFA"/>
    <w:rsid w:val="00A61F49"/>
    <w:rsid w:val="00A630CD"/>
    <w:rsid w:val="00A631E5"/>
    <w:rsid w:val="00A638D8"/>
    <w:rsid w:val="00A661D4"/>
    <w:rsid w:val="00A6627A"/>
    <w:rsid w:val="00A66A9D"/>
    <w:rsid w:val="00A7112E"/>
    <w:rsid w:val="00A81235"/>
    <w:rsid w:val="00A83F3D"/>
    <w:rsid w:val="00A921EA"/>
    <w:rsid w:val="00A92F4F"/>
    <w:rsid w:val="00A97D3A"/>
    <w:rsid w:val="00AA2355"/>
    <w:rsid w:val="00AA380E"/>
    <w:rsid w:val="00AA50A6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E59E1"/>
    <w:rsid w:val="00AF001E"/>
    <w:rsid w:val="00B02310"/>
    <w:rsid w:val="00B143CA"/>
    <w:rsid w:val="00B1755F"/>
    <w:rsid w:val="00B207FE"/>
    <w:rsid w:val="00B218E2"/>
    <w:rsid w:val="00B268F3"/>
    <w:rsid w:val="00B524D0"/>
    <w:rsid w:val="00B606AE"/>
    <w:rsid w:val="00B64E91"/>
    <w:rsid w:val="00B65585"/>
    <w:rsid w:val="00B72EEA"/>
    <w:rsid w:val="00B735CE"/>
    <w:rsid w:val="00B73CB8"/>
    <w:rsid w:val="00B76EE7"/>
    <w:rsid w:val="00B81BA3"/>
    <w:rsid w:val="00B8745D"/>
    <w:rsid w:val="00BA0485"/>
    <w:rsid w:val="00BB295F"/>
    <w:rsid w:val="00BB3FDF"/>
    <w:rsid w:val="00BC0D49"/>
    <w:rsid w:val="00BC2011"/>
    <w:rsid w:val="00BE4774"/>
    <w:rsid w:val="00BE54A9"/>
    <w:rsid w:val="00BE74FF"/>
    <w:rsid w:val="00C0563F"/>
    <w:rsid w:val="00C0612E"/>
    <w:rsid w:val="00C10561"/>
    <w:rsid w:val="00C11C97"/>
    <w:rsid w:val="00C23814"/>
    <w:rsid w:val="00C23D8A"/>
    <w:rsid w:val="00C24926"/>
    <w:rsid w:val="00C251CC"/>
    <w:rsid w:val="00C25903"/>
    <w:rsid w:val="00C307FF"/>
    <w:rsid w:val="00C345D9"/>
    <w:rsid w:val="00C37633"/>
    <w:rsid w:val="00C41BE0"/>
    <w:rsid w:val="00C512C5"/>
    <w:rsid w:val="00C5215A"/>
    <w:rsid w:val="00C5217A"/>
    <w:rsid w:val="00C55228"/>
    <w:rsid w:val="00C557A8"/>
    <w:rsid w:val="00C55CA9"/>
    <w:rsid w:val="00C56887"/>
    <w:rsid w:val="00C66849"/>
    <w:rsid w:val="00C66B2C"/>
    <w:rsid w:val="00C7234D"/>
    <w:rsid w:val="00C73D02"/>
    <w:rsid w:val="00C81D9A"/>
    <w:rsid w:val="00C86624"/>
    <w:rsid w:val="00C86E16"/>
    <w:rsid w:val="00C87164"/>
    <w:rsid w:val="00C932B7"/>
    <w:rsid w:val="00CA2C38"/>
    <w:rsid w:val="00CA3654"/>
    <w:rsid w:val="00CA6F67"/>
    <w:rsid w:val="00CB2B3B"/>
    <w:rsid w:val="00CD1EEE"/>
    <w:rsid w:val="00CD50A4"/>
    <w:rsid w:val="00CD701B"/>
    <w:rsid w:val="00CF38B9"/>
    <w:rsid w:val="00CF4CD3"/>
    <w:rsid w:val="00D06B02"/>
    <w:rsid w:val="00D10E98"/>
    <w:rsid w:val="00D116D6"/>
    <w:rsid w:val="00D11D15"/>
    <w:rsid w:val="00D14AF1"/>
    <w:rsid w:val="00D1751B"/>
    <w:rsid w:val="00D203A9"/>
    <w:rsid w:val="00D23EE1"/>
    <w:rsid w:val="00D2703E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236C"/>
    <w:rsid w:val="00D76982"/>
    <w:rsid w:val="00D81D99"/>
    <w:rsid w:val="00D83C7A"/>
    <w:rsid w:val="00D8730F"/>
    <w:rsid w:val="00D87F89"/>
    <w:rsid w:val="00DA1207"/>
    <w:rsid w:val="00DA58E1"/>
    <w:rsid w:val="00DB03AB"/>
    <w:rsid w:val="00DB29D3"/>
    <w:rsid w:val="00DB2A94"/>
    <w:rsid w:val="00DB3600"/>
    <w:rsid w:val="00DB36D2"/>
    <w:rsid w:val="00DB6565"/>
    <w:rsid w:val="00DB672D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490"/>
    <w:rsid w:val="00E3686F"/>
    <w:rsid w:val="00E37363"/>
    <w:rsid w:val="00E42473"/>
    <w:rsid w:val="00E440B9"/>
    <w:rsid w:val="00E47C25"/>
    <w:rsid w:val="00E5235F"/>
    <w:rsid w:val="00E53206"/>
    <w:rsid w:val="00E53610"/>
    <w:rsid w:val="00E54255"/>
    <w:rsid w:val="00E575FD"/>
    <w:rsid w:val="00E66661"/>
    <w:rsid w:val="00E7623F"/>
    <w:rsid w:val="00E841F7"/>
    <w:rsid w:val="00E85443"/>
    <w:rsid w:val="00E90A65"/>
    <w:rsid w:val="00E94A70"/>
    <w:rsid w:val="00EA0BC8"/>
    <w:rsid w:val="00EA563F"/>
    <w:rsid w:val="00EB3BEF"/>
    <w:rsid w:val="00EB6BE8"/>
    <w:rsid w:val="00EB6DF0"/>
    <w:rsid w:val="00EB7D30"/>
    <w:rsid w:val="00EB7FA7"/>
    <w:rsid w:val="00EC18EB"/>
    <w:rsid w:val="00ED4928"/>
    <w:rsid w:val="00ED6EAB"/>
    <w:rsid w:val="00EE1AC5"/>
    <w:rsid w:val="00EE3088"/>
    <w:rsid w:val="00EF0BA0"/>
    <w:rsid w:val="00EF7FDF"/>
    <w:rsid w:val="00F003A9"/>
    <w:rsid w:val="00F06B9A"/>
    <w:rsid w:val="00F07937"/>
    <w:rsid w:val="00F134A0"/>
    <w:rsid w:val="00F13544"/>
    <w:rsid w:val="00F15999"/>
    <w:rsid w:val="00F2372C"/>
    <w:rsid w:val="00F316E8"/>
    <w:rsid w:val="00F33658"/>
    <w:rsid w:val="00F3425F"/>
    <w:rsid w:val="00F349DE"/>
    <w:rsid w:val="00F37552"/>
    <w:rsid w:val="00F456E7"/>
    <w:rsid w:val="00F53983"/>
    <w:rsid w:val="00F56B42"/>
    <w:rsid w:val="00F56FFA"/>
    <w:rsid w:val="00F6077D"/>
    <w:rsid w:val="00F60BCF"/>
    <w:rsid w:val="00F63AC3"/>
    <w:rsid w:val="00F67D09"/>
    <w:rsid w:val="00F71859"/>
    <w:rsid w:val="00F75380"/>
    <w:rsid w:val="00F77776"/>
    <w:rsid w:val="00F87D86"/>
    <w:rsid w:val="00F939B0"/>
    <w:rsid w:val="00FA014C"/>
    <w:rsid w:val="00FA63CF"/>
    <w:rsid w:val="00FB1578"/>
    <w:rsid w:val="00FB16E1"/>
    <w:rsid w:val="00FB47A9"/>
    <w:rsid w:val="00FB58E6"/>
    <w:rsid w:val="00FB6679"/>
    <w:rsid w:val="00FC1AB2"/>
    <w:rsid w:val="00FD0229"/>
    <w:rsid w:val="00FD676D"/>
    <w:rsid w:val="00FF2261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844BB"/>
  <w15:docId w15:val="{2C86F6E1-72DD-4189-B982-DA8BB4925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36C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386143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386143"/>
    <w:rPr>
      <w:rFonts w:eastAsia="黑体"/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eader" Target="header2.xml"/><Relationship Id="rId19" Type="http://schemas.openxmlformats.org/officeDocument/2006/relationships/image" Target="media/image8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n\AppData\Local\Temp\tmp1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AB4F8-B77C-49CA-B702-4C890AA58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tmp14.dotx</Template>
  <TotalTime>1</TotalTime>
  <Pages>11</Pages>
  <Words>600</Words>
  <Characters>3425</Characters>
  <Application>Microsoft Office Word</Application>
  <DocSecurity>0</DocSecurity>
  <Lines>28</Lines>
  <Paragraphs>8</Paragraphs>
  <ScaleCrop>false</ScaleCrop>
  <Company>Microsoft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建筑环境通用规范有机挥发物预评价报告书</dc:title>
  <dc:creator>jun</dc:creator>
  <cp:lastModifiedBy>z17347311694@163.com</cp:lastModifiedBy>
  <cp:revision>1</cp:revision>
  <dcterms:created xsi:type="dcterms:W3CDTF">2023-11-27T07:04:00Z</dcterms:created>
  <dcterms:modified xsi:type="dcterms:W3CDTF">2023-11-27T07:05:00Z</dcterms:modified>
</cp:coreProperties>
</file>