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753DE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14:paraId="0E09445E" w14:textId="77777777"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公共建筑－规定性指标</w:t>
      </w:r>
      <w:bookmarkEnd w:id="0"/>
    </w:p>
    <w:p w14:paraId="14908006" w14:textId="77777777" w:rsidR="00BD39F3" w:rsidRPr="00E1340C" w:rsidRDefault="00E1340C" w:rsidP="001A7B58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38EB637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68C30AA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4B338C00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Cs w:val="21"/>
              </w:rPr>
              <w:t>校医院建筑改造</w:t>
            </w:r>
            <w:bookmarkEnd w:id="3"/>
          </w:p>
        </w:tc>
      </w:tr>
      <w:tr w:rsidR="00D40158" w:rsidRPr="00D40158" w14:paraId="3AB951D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F12A2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2EA1F2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云南</w:t>
            </w:r>
            <w:r>
              <w:t>-</w:t>
            </w:r>
            <w:r>
              <w:t>昆明</w:t>
            </w:r>
            <w:bookmarkEnd w:id="4"/>
          </w:p>
        </w:tc>
      </w:tr>
      <w:tr w:rsidR="00D40158" w:rsidRPr="00D40158" w14:paraId="3C9C3B17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284791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F257F9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D40158" w:rsidRPr="00D40158" w14:paraId="3DD9153D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093B18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D0E6F8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D40158" w:rsidRPr="00D40158" w14:paraId="660D435C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C10896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174B9E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D40158" w:rsidRPr="00D40158" w14:paraId="1C77E2F4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5DE1C3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4ECD36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9243DA7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E4A62C3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46BBAE8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47B530D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E5DEEC1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249D601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E733CF6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A2E029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22772F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2021年1月4日</w:t>
              </w:r>
            </w:smartTag>
            <w:bookmarkEnd w:id="8"/>
          </w:p>
        </w:tc>
      </w:tr>
    </w:tbl>
    <w:p w14:paraId="45F6762B" w14:textId="77777777" w:rsidR="00D40158" w:rsidRDefault="00D40158" w:rsidP="00BB4C72">
      <w:pPr>
        <w:jc w:val="center"/>
        <w:rPr>
          <w:rFonts w:ascii="宋体" w:hAnsi="宋体"/>
          <w:lang w:val="en-US"/>
        </w:rPr>
      </w:pPr>
    </w:p>
    <w:p w14:paraId="1B20306E" w14:textId="77777777" w:rsidR="00D40158" w:rsidRDefault="00D40158" w:rsidP="00BB4C72"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rPr>
          <w:noProof/>
        </w:rPr>
        <w:drawing>
          <wp:inline distT="0" distB="0" distL="0" distR="0" wp14:anchorId="34CCE97B" wp14:editId="3425E402">
            <wp:extent cx="1514634" cy="1514634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EB983" w14:textId="77777777"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1872DF5A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D4FB05B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52D5DC3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</w:t>
            </w:r>
            <w:r>
              <w:t>BECS2020</w:t>
            </w:r>
            <w:bookmarkEnd w:id="10"/>
          </w:p>
        </w:tc>
      </w:tr>
      <w:tr w:rsidR="00DD16C4" w:rsidRPr="00D40158" w14:paraId="6610CFEF" w14:textId="77777777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9EF4D8D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3C7EC322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20190909</w:t>
            </w:r>
            <w:bookmarkEnd w:id="11"/>
          </w:p>
        </w:tc>
      </w:tr>
      <w:tr w:rsidR="001B7C87" w:rsidRPr="00D40158" w14:paraId="39E6A3CF" w14:textId="77777777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05E2D6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BEB82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北京绿建软件有限公司</w:t>
            </w:r>
          </w:p>
        </w:tc>
      </w:tr>
      <w:tr w:rsidR="001B7C87" w:rsidRPr="00D40158" w14:paraId="1EAF0BEF" w14:textId="77777777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26FDE9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2E7B8F2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T15562765171</w:t>
            </w:r>
            <w:bookmarkEnd w:id="12"/>
          </w:p>
        </w:tc>
      </w:tr>
    </w:tbl>
    <w:p w14:paraId="3C699881" w14:textId="77777777"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3A0C6E0C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09E68C64" w14:textId="77777777" w:rsidR="007A01F2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60664704" w:history="1">
        <w:r w:rsidR="007A01F2" w:rsidRPr="006B38B1">
          <w:rPr>
            <w:rStyle w:val="a7"/>
          </w:rPr>
          <w:t>1</w:t>
        </w:r>
        <w:r w:rsidR="007A01F2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7A01F2" w:rsidRPr="006B38B1">
          <w:rPr>
            <w:rStyle w:val="a7"/>
          </w:rPr>
          <w:t>建筑概况</w:t>
        </w:r>
        <w:r w:rsidR="007A01F2">
          <w:rPr>
            <w:webHidden/>
          </w:rPr>
          <w:tab/>
        </w:r>
        <w:r w:rsidR="007A01F2">
          <w:rPr>
            <w:webHidden/>
          </w:rPr>
          <w:fldChar w:fldCharType="begin"/>
        </w:r>
        <w:r w:rsidR="007A01F2">
          <w:rPr>
            <w:webHidden/>
          </w:rPr>
          <w:instrText xml:space="preserve"> PAGEREF _Toc60664704 \h </w:instrText>
        </w:r>
        <w:r w:rsidR="007A01F2">
          <w:rPr>
            <w:webHidden/>
          </w:rPr>
        </w:r>
        <w:r w:rsidR="007A01F2">
          <w:rPr>
            <w:webHidden/>
          </w:rPr>
          <w:fldChar w:fldCharType="separate"/>
        </w:r>
        <w:r w:rsidR="007A01F2">
          <w:rPr>
            <w:webHidden/>
          </w:rPr>
          <w:t>3</w:t>
        </w:r>
        <w:r w:rsidR="007A01F2">
          <w:rPr>
            <w:webHidden/>
          </w:rPr>
          <w:fldChar w:fldCharType="end"/>
        </w:r>
      </w:hyperlink>
    </w:p>
    <w:p w14:paraId="6CA49D7C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05" w:history="1">
        <w:r w:rsidRPr="006B38B1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3A90FE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06" w:history="1">
        <w:r w:rsidRPr="006B38B1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BD905F7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07" w:history="1">
        <w:r w:rsidRPr="006B38B1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FC69638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08" w:history="1">
        <w:r w:rsidRPr="006B38B1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07DC9BF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09" w:history="1">
        <w:r w:rsidRPr="006B38B1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4B17156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10" w:history="1">
        <w:r w:rsidRPr="006B38B1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655DEFD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11" w:history="1">
        <w:r w:rsidRPr="006B38B1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7585538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12" w:history="1">
        <w:r w:rsidRPr="006B38B1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2CA1FDC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13" w:history="1">
        <w:r w:rsidRPr="006B38B1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F34FE96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14" w:history="1">
        <w:r w:rsidRPr="006B38B1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F1774CB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15" w:history="1">
        <w:r w:rsidRPr="006B38B1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1E87858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16" w:history="1">
        <w:r w:rsidRPr="006B38B1">
          <w:rPr>
            <w:rStyle w:val="a7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E5DB7AF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17" w:history="1">
        <w:r w:rsidRPr="006B38B1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C5CAE1C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18" w:history="1">
        <w:r w:rsidRPr="006B38B1">
          <w:rPr>
            <w:rStyle w:val="a7"/>
            <w:lang w:val="en-GB"/>
          </w:rPr>
          <w:t>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A90337A" w14:textId="77777777" w:rsidR="007A01F2" w:rsidRDefault="007A01F2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60664719" w:history="1">
        <w:r w:rsidRPr="006B38B1">
          <w:rPr>
            <w:rStyle w:val="a7"/>
            <w:lang w:val="en-GB"/>
          </w:rPr>
          <w:t>9.1.1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91397DA" w14:textId="77777777" w:rsidR="007A01F2" w:rsidRDefault="007A01F2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60664720" w:history="1">
        <w:r w:rsidRPr="006B38B1">
          <w:rPr>
            <w:rStyle w:val="a7"/>
            <w:lang w:val="en-GB"/>
          </w:rPr>
          <w:t>9.1.2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热桥柱构造一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FB55970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21" w:history="1">
        <w:r w:rsidRPr="006B38B1">
          <w:rPr>
            <w:rStyle w:val="a7"/>
            <w:lang w:val="en-GB"/>
          </w:rPr>
          <w:t>9.2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351653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22" w:history="1">
        <w:r w:rsidRPr="006B38B1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EA632B6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23" w:history="1">
        <w:r w:rsidRPr="006B38B1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地下墙构造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8F451AD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24" w:history="1">
        <w:r w:rsidRPr="006B38B1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FEE205B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25" w:history="1">
        <w:r w:rsidRPr="006B38B1">
          <w:rPr>
            <w:rStyle w:val="a7"/>
            <w:lang w:val="en-GB"/>
          </w:rPr>
          <w:t>12.1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D5C19FA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26" w:history="1">
        <w:r w:rsidRPr="006B38B1">
          <w:rPr>
            <w:rStyle w:val="a7"/>
            <w:lang w:val="en-GB"/>
          </w:rPr>
          <w:t>12.2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15D5A45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27" w:history="1">
        <w:r w:rsidRPr="006B38B1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55CE9BA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28" w:history="1">
        <w:r w:rsidRPr="006B38B1">
          <w:rPr>
            <w:rStyle w:val="a7"/>
            <w:lang w:val="en-GB"/>
          </w:rPr>
          <w:t>13.1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87F442F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29" w:history="1">
        <w:r w:rsidRPr="006B38B1">
          <w:rPr>
            <w:rStyle w:val="a7"/>
            <w:lang w:val="en-GB"/>
          </w:rPr>
          <w:t>13.2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567A114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30" w:history="1">
        <w:r w:rsidRPr="006B38B1">
          <w:rPr>
            <w:rStyle w:val="a7"/>
            <w:lang w:val="en-GB"/>
          </w:rPr>
          <w:t>13.3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平均遮阳系数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39B6C96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31" w:history="1">
        <w:r w:rsidRPr="006B38B1">
          <w:rPr>
            <w:rStyle w:val="a7"/>
            <w:lang w:val="en-GB"/>
          </w:rPr>
          <w:t>13.4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CA174AE" w14:textId="77777777" w:rsidR="007A01F2" w:rsidRDefault="007A01F2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60664732" w:history="1">
        <w:r w:rsidRPr="006B38B1">
          <w:rPr>
            <w:rStyle w:val="a7"/>
            <w:lang w:val="en-GB"/>
          </w:rPr>
          <w:t>13.5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B38B1">
          <w:rPr>
            <w:rStyle w:val="a7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9062E45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33" w:history="1">
        <w:r w:rsidRPr="006B38B1">
          <w:rPr>
            <w:rStyle w:val="a7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可开启面积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D29FF08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34" w:history="1">
        <w:r w:rsidRPr="006B38B1">
          <w:rPr>
            <w:rStyle w:val="a7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F29BA50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35" w:history="1">
        <w:r w:rsidRPr="006B38B1">
          <w:rPr>
            <w:rStyle w:val="a7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EDD51D2" w14:textId="77777777" w:rsidR="007A01F2" w:rsidRDefault="007A01F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664736" w:history="1">
        <w:r w:rsidRPr="006B38B1">
          <w:rPr>
            <w:rStyle w:val="a7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B38B1">
          <w:rPr>
            <w:rStyle w:val="a7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_Toc60664736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B98DF6C" w14:textId="77777777" w:rsidR="00AA47FE" w:rsidRDefault="00D40158" w:rsidP="00D40158">
      <w:pPr>
        <w:pStyle w:val="TOC1"/>
        <w:sectPr w:rsidR="00AA47FE" w:rsidSect="0068547A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72C00F11" w14:textId="77777777" w:rsidR="00D40158" w:rsidRDefault="00D40158" w:rsidP="00D40158">
      <w:pPr>
        <w:pStyle w:val="TOC1"/>
      </w:pPr>
    </w:p>
    <w:p w14:paraId="4D0F0167" w14:textId="77777777" w:rsidR="00D40158" w:rsidRPr="005E5F93" w:rsidRDefault="00D40158" w:rsidP="005215FB">
      <w:pPr>
        <w:pStyle w:val="1"/>
      </w:pPr>
      <w:bookmarkStart w:id="13" w:name="_Toc60664704"/>
      <w:r w:rsidRPr="005E5F93">
        <w:rPr>
          <w:rFonts w:hint="eastAsia"/>
        </w:rPr>
        <w:t>建筑概况</w:t>
      </w:r>
      <w:bookmarkEnd w:id="13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14:paraId="4D8849C0" w14:textId="77777777" w:rsidTr="00BE3C10">
        <w:tc>
          <w:tcPr>
            <w:tcW w:w="2759" w:type="dxa"/>
            <w:shd w:val="clear" w:color="auto" w:fill="E6E6E6"/>
          </w:tcPr>
          <w:p w14:paraId="53B59A9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78F797D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工程名称"/>
            <w:r>
              <w:t>校医院建筑改造</w:t>
            </w:r>
            <w:bookmarkEnd w:id="15"/>
          </w:p>
        </w:tc>
      </w:tr>
      <w:tr w:rsidR="00D40158" w:rsidRPr="00FF2243" w14:paraId="5570FC98" w14:textId="77777777" w:rsidTr="00BE3C10">
        <w:tc>
          <w:tcPr>
            <w:tcW w:w="2759" w:type="dxa"/>
            <w:shd w:val="clear" w:color="auto" w:fill="E6E6E6"/>
          </w:tcPr>
          <w:p w14:paraId="00822B5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14:paraId="1CC53AE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地点"/>
            <w:r>
              <w:t>云南</w:t>
            </w:r>
            <w:r>
              <w:t>-</w:t>
            </w:r>
            <w:r>
              <w:t>昆明</w:t>
            </w:r>
            <w:bookmarkEnd w:id="16"/>
          </w:p>
        </w:tc>
      </w:tr>
      <w:tr w:rsidR="00037A4C" w:rsidRPr="00FF2243" w14:paraId="1520BB13" w14:textId="77777777" w:rsidTr="00BE3C10">
        <w:tc>
          <w:tcPr>
            <w:tcW w:w="2759" w:type="dxa"/>
            <w:shd w:val="clear" w:color="auto" w:fill="E6E6E6"/>
          </w:tcPr>
          <w:p w14:paraId="6A97284C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14:paraId="43F1E24C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7" w:name="纬度"/>
            <w:r w:rsidRPr="00FF2243">
              <w:rPr>
                <w:rFonts w:ascii="宋体" w:hAnsi="宋体" w:hint="eastAsia"/>
                <w:lang w:val="en-US"/>
              </w:rPr>
              <w:t>25.00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14:paraId="31834CA9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8" w:name="经度"/>
            <w:r w:rsidRPr="00FF2243">
              <w:rPr>
                <w:rFonts w:ascii="宋体" w:hAnsi="宋体" w:hint="eastAsia"/>
                <w:lang w:val="en-US"/>
              </w:rPr>
              <w:t>102.68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14:paraId="1A24D374" w14:textId="77777777" w:rsidTr="00BE3C10">
        <w:tc>
          <w:tcPr>
            <w:tcW w:w="2759" w:type="dxa"/>
            <w:shd w:val="clear" w:color="auto" w:fill="E6E6E6"/>
          </w:tcPr>
          <w:p w14:paraId="23B58CEA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14:paraId="06EBABA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面积"/>
            <w:r w:rsidRPr="00FF2243">
              <w:rPr>
                <w:rFonts w:ascii="宋体" w:hAnsi="宋体" w:hint="eastAsia"/>
                <w:lang w:val="en-US"/>
              </w:rPr>
              <w:t>2912</w:t>
            </w:r>
            <w:bookmarkEnd w:id="19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0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0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14:paraId="5D6191E9" w14:textId="77777777" w:rsidTr="00BE3C10">
        <w:tc>
          <w:tcPr>
            <w:tcW w:w="2759" w:type="dxa"/>
            <w:shd w:val="clear" w:color="auto" w:fill="E6E6E6"/>
          </w:tcPr>
          <w:p w14:paraId="11D0BBF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0FC6EC3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层数"/>
            <w:r w:rsidRPr="00FF2243">
              <w:rPr>
                <w:rFonts w:ascii="宋体" w:hAnsi="宋体" w:hint="eastAsia"/>
                <w:lang w:val="en-US"/>
              </w:rPr>
              <w:t>3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:rsidR="00D40158" w:rsidRPr="00FF2243" w14:paraId="6BEA411F" w14:textId="77777777" w:rsidTr="00BE3C10">
        <w:tc>
          <w:tcPr>
            <w:tcW w:w="2759" w:type="dxa"/>
            <w:shd w:val="clear" w:color="auto" w:fill="E6E6E6"/>
          </w:tcPr>
          <w:p w14:paraId="032788D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1EBA4B5F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地上建筑高度"/>
            <w:r w:rsidRPr="00FF2243">
              <w:rPr>
                <w:rFonts w:ascii="宋体" w:hAnsi="宋体" w:hint="eastAsia"/>
                <w:lang w:val="en-US"/>
              </w:rPr>
              <w:t>15.6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14:paraId="59947BEA" w14:textId="77777777" w:rsidTr="00BE3C10">
        <w:tc>
          <w:tcPr>
            <w:tcW w:w="2759" w:type="dxa"/>
            <w:shd w:val="clear" w:color="auto" w:fill="E6E6E6"/>
          </w:tcPr>
          <w:p w14:paraId="14D1294B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3729CC6E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建筑体积"/>
            <w:r>
              <w:t>0.00</w:t>
            </w:r>
            <w:bookmarkEnd w:id="24"/>
          </w:p>
        </w:tc>
      </w:tr>
      <w:tr w:rsidR="00203A7D" w:rsidRPr="00FF2243" w14:paraId="3430E7FB" w14:textId="77777777" w:rsidTr="00BE3C10">
        <w:tc>
          <w:tcPr>
            <w:tcW w:w="2759" w:type="dxa"/>
            <w:shd w:val="clear" w:color="auto" w:fill="E6E6E6"/>
          </w:tcPr>
          <w:p w14:paraId="3062A5B0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537B1712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外表面积"/>
            <w:r>
              <w:t>0.00</w:t>
            </w:r>
            <w:bookmarkEnd w:id="25"/>
          </w:p>
        </w:tc>
      </w:tr>
      <w:tr w:rsidR="00FA4476" w:rsidRPr="00FF2243" w14:paraId="6B3B0A1D" w14:textId="77777777" w:rsidTr="00BE3C10">
        <w:tc>
          <w:tcPr>
            <w:tcW w:w="2759" w:type="dxa"/>
            <w:shd w:val="clear" w:color="auto" w:fill="E6E6E6"/>
          </w:tcPr>
          <w:p w14:paraId="534044E0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639F2428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 w:rsidR="00D40158" w:rsidRPr="00FF2243" w14:paraId="5AA651D3" w14:textId="77777777" w:rsidTr="00BE3C10">
        <w:tc>
          <w:tcPr>
            <w:tcW w:w="2759" w:type="dxa"/>
            <w:shd w:val="clear" w:color="auto" w:fill="E6E6E6"/>
          </w:tcPr>
          <w:p w14:paraId="52FFF6D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40AD7D2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 w:rsidR="00D40158" w:rsidRPr="00FF2243" w14:paraId="6BCB2236" w14:textId="77777777" w:rsidTr="00BE3C10">
        <w:tc>
          <w:tcPr>
            <w:tcW w:w="2759" w:type="dxa"/>
            <w:shd w:val="clear" w:color="auto" w:fill="E6E6E6"/>
          </w:tcPr>
          <w:p w14:paraId="399DE8A4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79F29F03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 w:rsidR="00D40158" w:rsidRPr="00FF2243" w14:paraId="71C6368F" w14:textId="77777777" w:rsidTr="00BE3C10">
        <w:tc>
          <w:tcPr>
            <w:tcW w:w="2759" w:type="dxa"/>
            <w:shd w:val="clear" w:color="auto" w:fill="E6E6E6"/>
          </w:tcPr>
          <w:p w14:paraId="6AEC4FA6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06B89203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</w:tbl>
    <w:p w14:paraId="5C27F200" w14:textId="77777777" w:rsidR="00D40158" w:rsidRDefault="00D40158" w:rsidP="00D40158">
      <w:pPr>
        <w:pStyle w:val="1"/>
      </w:pPr>
      <w:bookmarkStart w:id="30" w:name="TitleFormat"/>
      <w:bookmarkStart w:id="31" w:name="_Toc60664705"/>
      <w:bookmarkEnd w:id="14"/>
      <w:r>
        <w:rPr>
          <w:rFonts w:hint="eastAsia"/>
        </w:rPr>
        <w:t>设计依据</w:t>
      </w:r>
      <w:bookmarkEnd w:id="31"/>
    </w:p>
    <w:p w14:paraId="037BD321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0"/>
      <w:bookmarkEnd w:id="32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标准</w:t>
      </w: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：《公共建筑节能设计标准》</w:t>
      </w:r>
      <w:r>
        <w:rPr>
          <w:kern w:val="2"/>
          <w:szCs w:val="24"/>
          <w:lang w:val="en-US"/>
        </w:rPr>
        <w:t>(GB50189-2005)</w:t>
      </w:r>
    </w:p>
    <w:p w14:paraId="405F4665" w14:textId="77777777" w:rsidR="00E90DAF" w:rsidRDefault="008576D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标准</w:t>
      </w: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：《民用建筑热工设计规范》</w:t>
      </w:r>
      <w:r>
        <w:rPr>
          <w:kern w:val="2"/>
          <w:szCs w:val="24"/>
          <w:lang w:val="en-US"/>
        </w:rPr>
        <w:t>(GB50176)</w:t>
      </w:r>
    </w:p>
    <w:p w14:paraId="221C6D61" w14:textId="77777777" w:rsidR="00E90DAF" w:rsidRDefault="008576D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标准</w:t>
      </w:r>
      <w:r>
        <w:rPr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：《建筑外门窗气密、水密、抗风性能分级及检测方法》（</w:t>
      </w:r>
      <w:r>
        <w:rPr>
          <w:kern w:val="2"/>
          <w:szCs w:val="24"/>
          <w:lang w:val="en-US"/>
        </w:rPr>
        <w:t>GB/T 7106</w:t>
      </w:r>
      <w:r>
        <w:rPr>
          <w:kern w:val="2"/>
          <w:szCs w:val="24"/>
          <w:lang w:val="en-US"/>
        </w:rPr>
        <w:t>）</w:t>
      </w:r>
    </w:p>
    <w:p w14:paraId="379CF02A" w14:textId="77777777" w:rsidR="00E90DAF" w:rsidRDefault="008576D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标准</w:t>
      </w:r>
      <w:r>
        <w:rPr>
          <w:kern w:val="2"/>
          <w:szCs w:val="24"/>
          <w:lang w:val="en-US"/>
        </w:rPr>
        <w:t>4</w:t>
      </w:r>
      <w:r>
        <w:rPr>
          <w:kern w:val="2"/>
          <w:szCs w:val="24"/>
          <w:lang w:val="en-US"/>
        </w:rPr>
        <w:t>：《建筑幕墙》</w:t>
      </w:r>
      <w:r>
        <w:rPr>
          <w:kern w:val="2"/>
          <w:szCs w:val="24"/>
          <w:lang w:val="en-US"/>
        </w:rPr>
        <w:t>(GB/T 21086)</w:t>
      </w:r>
    </w:p>
    <w:p w14:paraId="1AB65181" w14:textId="77777777" w:rsidR="00E90DAF" w:rsidRDefault="008576D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5. </w:t>
      </w:r>
      <w:r>
        <w:rPr>
          <w:kern w:val="2"/>
          <w:szCs w:val="24"/>
          <w:lang w:val="en-US"/>
        </w:rPr>
        <w:t>标准</w:t>
      </w:r>
      <w:r>
        <w:rPr>
          <w:kern w:val="2"/>
          <w:szCs w:val="24"/>
          <w:lang w:val="en-US"/>
        </w:rPr>
        <w:t>5</w:t>
      </w:r>
      <w:r>
        <w:rPr>
          <w:kern w:val="2"/>
          <w:szCs w:val="24"/>
          <w:lang w:val="en-US"/>
        </w:rPr>
        <w:t>：《云南省民用建筑节能设计标准》（</w:t>
      </w:r>
      <w:r>
        <w:rPr>
          <w:kern w:val="2"/>
          <w:szCs w:val="24"/>
          <w:lang w:val="en-US"/>
        </w:rPr>
        <w:t>DBJ 53/T-39-2011</w:t>
      </w:r>
      <w:r>
        <w:rPr>
          <w:kern w:val="2"/>
          <w:szCs w:val="24"/>
          <w:lang w:val="en-US"/>
        </w:rPr>
        <w:t>）</w:t>
      </w:r>
    </w:p>
    <w:p w14:paraId="5F6177F6" w14:textId="77777777" w:rsidR="00E90DAF" w:rsidRDefault="008576D7">
      <w:pPr>
        <w:pStyle w:val="1"/>
        <w:widowControl w:val="0"/>
        <w:jc w:val="both"/>
        <w:rPr>
          <w:kern w:val="2"/>
          <w:szCs w:val="24"/>
        </w:rPr>
      </w:pPr>
      <w:bookmarkStart w:id="33" w:name="_Toc60664706"/>
      <w:r>
        <w:rPr>
          <w:kern w:val="2"/>
          <w:szCs w:val="24"/>
        </w:rPr>
        <w:t>工程材料</w:t>
      </w:r>
      <w:bookmarkEnd w:id="33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E90DAF" w14:paraId="54ED1A4D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3943F7C0" w14:textId="77777777" w:rsidR="00E90DAF" w:rsidRDefault="008576D7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F84635A" w14:textId="77777777" w:rsidR="00E90DAF" w:rsidRDefault="008576D7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4E47566" w14:textId="77777777" w:rsidR="00E90DAF" w:rsidRDefault="008576D7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B788DB8" w14:textId="77777777" w:rsidR="00E90DAF" w:rsidRDefault="008576D7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AE18024" w14:textId="77777777" w:rsidR="00E90DAF" w:rsidRDefault="008576D7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7FDDD0A" w14:textId="77777777" w:rsidR="00E90DAF" w:rsidRDefault="008576D7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21159B22" w14:textId="77777777" w:rsidR="00E90DAF" w:rsidRDefault="008576D7">
            <w:pPr>
              <w:jc w:val="center"/>
            </w:pPr>
            <w:r>
              <w:t>备注</w:t>
            </w:r>
          </w:p>
        </w:tc>
      </w:tr>
      <w:tr w:rsidR="00E90DAF" w14:paraId="3AF53B2B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2716E998" w14:textId="77777777" w:rsidR="00E90DAF" w:rsidRDefault="00E90DAF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350C3C18" w14:textId="77777777" w:rsidR="00E90DAF" w:rsidRDefault="008576D7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16A3053" w14:textId="77777777" w:rsidR="00E90DAF" w:rsidRDefault="008576D7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1CC9E31" w14:textId="77777777" w:rsidR="00E90DAF" w:rsidRDefault="008576D7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1DDA6ED" w14:textId="77777777" w:rsidR="00E90DAF" w:rsidRDefault="008576D7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F59A5DF" w14:textId="77777777" w:rsidR="00E90DAF" w:rsidRDefault="008576D7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4D3D1256" w14:textId="77777777" w:rsidR="00E90DAF" w:rsidRDefault="00E90DAF">
            <w:pPr>
              <w:jc w:val="center"/>
            </w:pPr>
          </w:p>
        </w:tc>
      </w:tr>
      <w:tr w:rsidR="00E90DAF" w14:paraId="26ACFCAB" w14:textId="77777777">
        <w:tc>
          <w:tcPr>
            <w:tcW w:w="2196" w:type="dxa"/>
            <w:shd w:val="clear" w:color="auto" w:fill="E6E6E6"/>
            <w:vAlign w:val="center"/>
          </w:tcPr>
          <w:p w14:paraId="6CEBB6DC" w14:textId="77777777" w:rsidR="00E90DAF" w:rsidRDefault="008576D7">
            <w:r>
              <w:t>水泥砂浆</w:t>
            </w:r>
          </w:p>
        </w:tc>
        <w:tc>
          <w:tcPr>
            <w:tcW w:w="1018" w:type="dxa"/>
            <w:vAlign w:val="center"/>
          </w:tcPr>
          <w:p w14:paraId="29D318C0" w14:textId="77777777" w:rsidR="00E90DAF" w:rsidRDefault="008576D7">
            <w:r>
              <w:t>0.930</w:t>
            </w:r>
          </w:p>
        </w:tc>
        <w:tc>
          <w:tcPr>
            <w:tcW w:w="1030" w:type="dxa"/>
            <w:vAlign w:val="center"/>
          </w:tcPr>
          <w:p w14:paraId="226936EC" w14:textId="77777777" w:rsidR="00E90DAF" w:rsidRDefault="008576D7">
            <w:r>
              <w:t>11.370</w:t>
            </w:r>
          </w:p>
        </w:tc>
        <w:tc>
          <w:tcPr>
            <w:tcW w:w="848" w:type="dxa"/>
            <w:vAlign w:val="center"/>
          </w:tcPr>
          <w:p w14:paraId="396CC5EA" w14:textId="77777777" w:rsidR="00E90DAF" w:rsidRDefault="008576D7">
            <w:r>
              <w:t>1800.0</w:t>
            </w:r>
          </w:p>
        </w:tc>
        <w:tc>
          <w:tcPr>
            <w:tcW w:w="1018" w:type="dxa"/>
            <w:vAlign w:val="center"/>
          </w:tcPr>
          <w:p w14:paraId="1CF1751B" w14:textId="77777777" w:rsidR="00E90DAF" w:rsidRDefault="008576D7">
            <w:r>
              <w:t>1050.0</w:t>
            </w:r>
          </w:p>
        </w:tc>
        <w:tc>
          <w:tcPr>
            <w:tcW w:w="1188" w:type="dxa"/>
            <w:vAlign w:val="center"/>
          </w:tcPr>
          <w:p w14:paraId="76265124" w14:textId="77777777" w:rsidR="00E90DAF" w:rsidRDefault="008576D7">
            <w:r>
              <w:t>0.0210</w:t>
            </w:r>
          </w:p>
        </w:tc>
        <w:tc>
          <w:tcPr>
            <w:tcW w:w="1516" w:type="dxa"/>
            <w:vAlign w:val="center"/>
          </w:tcPr>
          <w:p w14:paraId="3703C518" w14:textId="77777777" w:rsidR="00E90DAF" w:rsidRDefault="008576D7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90DAF" w14:paraId="0831F3D5" w14:textId="77777777">
        <w:tc>
          <w:tcPr>
            <w:tcW w:w="2196" w:type="dxa"/>
            <w:shd w:val="clear" w:color="auto" w:fill="E6E6E6"/>
            <w:vAlign w:val="center"/>
          </w:tcPr>
          <w:p w14:paraId="5565E285" w14:textId="77777777" w:rsidR="00E90DAF" w:rsidRDefault="008576D7">
            <w:r>
              <w:t>抹面层</w:t>
            </w:r>
          </w:p>
        </w:tc>
        <w:tc>
          <w:tcPr>
            <w:tcW w:w="1018" w:type="dxa"/>
            <w:vAlign w:val="center"/>
          </w:tcPr>
          <w:p w14:paraId="40AFDD36" w14:textId="77777777" w:rsidR="00E90DAF" w:rsidRDefault="008576D7">
            <w:r>
              <w:t>－</w:t>
            </w:r>
          </w:p>
        </w:tc>
        <w:tc>
          <w:tcPr>
            <w:tcW w:w="1030" w:type="dxa"/>
            <w:vAlign w:val="center"/>
          </w:tcPr>
          <w:p w14:paraId="35C632BD" w14:textId="77777777" w:rsidR="00E90DAF" w:rsidRDefault="008576D7">
            <w:r>
              <w:t>－</w:t>
            </w:r>
          </w:p>
        </w:tc>
        <w:tc>
          <w:tcPr>
            <w:tcW w:w="848" w:type="dxa"/>
            <w:vAlign w:val="center"/>
          </w:tcPr>
          <w:p w14:paraId="0F955980" w14:textId="77777777" w:rsidR="00E90DAF" w:rsidRDefault="008576D7">
            <w:r>
              <w:t>－</w:t>
            </w:r>
          </w:p>
        </w:tc>
        <w:tc>
          <w:tcPr>
            <w:tcW w:w="1018" w:type="dxa"/>
            <w:vAlign w:val="center"/>
          </w:tcPr>
          <w:p w14:paraId="6F9738FF" w14:textId="77777777" w:rsidR="00E90DAF" w:rsidRDefault="008576D7">
            <w:r>
              <w:t>－</w:t>
            </w:r>
          </w:p>
        </w:tc>
        <w:tc>
          <w:tcPr>
            <w:tcW w:w="1188" w:type="dxa"/>
            <w:vAlign w:val="center"/>
          </w:tcPr>
          <w:p w14:paraId="17728301" w14:textId="77777777" w:rsidR="00E90DAF" w:rsidRDefault="008576D7">
            <w:r>
              <w:t>－</w:t>
            </w:r>
          </w:p>
        </w:tc>
        <w:tc>
          <w:tcPr>
            <w:tcW w:w="1516" w:type="dxa"/>
            <w:vAlign w:val="center"/>
          </w:tcPr>
          <w:p w14:paraId="1F18744A" w14:textId="77777777" w:rsidR="00E90DAF" w:rsidRDefault="00E90DAF">
            <w:pPr>
              <w:rPr>
                <w:sz w:val="18"/>
                <w:szCs w:val="18"/>
              </w:rPr>
            </w:pPr>
          </w:p>
        </w:tc>
      </w:tr>
      <w:tr w:rsidR="00E90DAF" w14:paraId="3BD55957" w14:textId="77777777">
        <w:tc>
          <w:tcPr>
            <w:tcW w:w="2196" w:type="dxa"/>
            <w:shd w:val="clear" w:color="auto" w:fill="E6E6E6"/>
            <w:vAlign w:val="center"/>
          </w:tcPr>
          <w:p w14:paraId="7F63E7A6" w14:textId="77777777" w:rsidR="00E90DAF" w:rsidRDefault="008576D7">
            <w:r>
              <w:t>石灰砂浆</w:t>
            </w:r>
          </w:p>
        </w:tc>
        <w:tc>
          <w:tcPr>
            <w:tcW w:w="1018" w:type="dxa"/>
            <w:vAlign w:val="center"/>
          </w:tcPr>
          <w:p w14:paraId="36BAD121" w14:textId="77777777" w:rsidR="00E90DAF" w:rsidRDefault="008576D7">
            <w:r>
              <w:t>0.810</w:t>
            </w:r>
          </w:p>
        </w:tc>
        <w:tc>
          <w:tcPr>
            <w:tcW w:w="1030" w:type="dxa"/>
            <w:vAlign w:val="center"/>
          </w:tcPr>
          <w:p w14:paraId="37F5A25A" w14:textId="77777777" w:rsidR="00E90DAF" w:rsidRDefault="008576D7">
            <w:r>
              <w:t>10.070</w:t>
            </w:r>
          </w:p>
        </w:tc>
        <w:tc>
          <w:tcPr>
            <w:tcW w:w="848" w:type="dxa"/>
            <w:vAlign w:val="center"/>
          </w:tcPr>
          <w:p w14:paraId="6562157C" w14:textId="77777777" w:rsidR="00E90DAF" w:rsidRDefault="008576D7">
            <w:r>
              <w:t>1600.0</w:t>
            </w:r>
          </w:p>
        </w:tc>
        <w:tc>
          <w:tcPr>
            <w:tcW w:w="1018" w:type="dxa"/>
            <w:vAlign w:val="center"/>
          </w:tcPr>
          <w:p w14:paraId="7EDF1820" w14:textId="77777777" w:rsidR="00E90DAF" w:rsidRDefault="008576D7">
            <w:r>
              <w:t>1050.0</w:t>
            </w:r>
          </w:p>
        </w:tc>
        <w:tc>
          <w:tcPr>
            <w:tcW w:w="1188" w:type="dxa"/>
            <w:vAlign w:val="center"/>
          </w:tcPr>
          <w:p w14:paraId="4FAD7AE9" w14:textId="77777777" w:rsidR="00E90DAF" w:rsidRDefault="008576D7">
            <w:r>
              <w:t>0.0443</w:t>
            </w:r>
          </w:p>
        </w:tc>
        <w:tc>
          <w:tcPr>
            <w:tcW w:w="1516" w:type="dxa"/>
            <w:vAlign w:val="center"/>
          </w:tcPr>
          <w:p w14:paraId="4D511D14" w14:textId="77777777" w:rsidR="00E90DAF" w:rsidRDefault="008576D7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90DAF" w14:paraId="4AD75F36" w14:textId="77777777">
        <w:tc>
          <w:tcPr>
            <w:tcW w:w="2196" w:type="dxa"/>
            <w:shd w:val="clear" w:color="auto" w:fill="E6E6E6"/>
            <w:vAlign w:val="center"/>
          </w:tcPr>
          <w:p w14:paraId="02D1269E" w14:textId="77777777" w:rsidR="00E90DAF" w:rsidRDefault="008576D7">
            <w:r>
              <w:t>钢筋混凝土</w:t>
            </w:r>
          </w:p>
        </w:tc>
        <w:tc>
          <w:tcPr>
            <w:tcW w:w="1018" w:type="dxa"/>
            <w:vAlign w:val="center"/>
          </w:tcPr>
          <w:p w14:paraId="2CC31DDE" w14:textId="77777777" w:rsidR="00E90DAF" w:rsidRDefault="008576D7">
            <w:r>
              <w:t>1.740</w:t>
            </w:r>
          </w:p>
        </w:tc>
        <w:tc>
          <w:tcPr>
            <w:tcW w:w="1030" w:type="dxa"/>
            <w:vAlign w:val="center"/>
          </w:tcPr>
          <w:p w14:paraId="545D9668" w14:textId="77777777" w:rsidR="00E90DAF" w:rsidRDefault="008576D7">
            <w:r>
              <w:t>17.200</w:t>
            </w:r>
          </w:p>
        </w:tc>
        <w:tc>
          <w:tcPr>
            <w:tcW w:w="848" w:type="dxa"/>
            <w:vAlign w:val="center"/>
          </w:tcPr>
          <w:p w14:paraId="255FEC93" w14:textId="77777777" w:rsidR="00E90DAF" w:rsidRDefault="008576D7">
            <w:r>
              <w:t>2500.0</w:t>
            </w:r>
          </w:p>
        </w:tc>
        <w:tc>
          <w:tcPr>
            <w:tcW w:w="1018" w:type="dxa"/>
            <w:vAlign w:val="center"/>
          </w:tcPr>
          <w:p w14:paraId="6C03803E" w14:textId="77777777" w:rsidR="00E90DAF" w:rsidRDefault="008576D7">
            <w:r>
              <w:t>920.0</w:t>
            </w:r>
          </w:p>
        </w:tc>
        <w:tc>
          <w:tcPr>
            <w:tcW w:w="1188" w:type="dxa"/>
            <w:vAlign w:val="center"/>
          </w:tcPr>
          <w:p w14:paraId="5D5BB73E" w14:textId="77777777" w:rsidR="00E90DAF" w:rsidRDefault="008576D7">
            <w:r>
              <w:t>0.0158</w:t>
            </w:r>
          </w:p>
        </w:tc>
        <w:tc>
          <w:tcPr>
            <w:tcW w:w="1516" w:type="dxa"/>
            <w:vAlign w:val="center"/>
          </w:tcPr>
          <w:p w14:paraId="2291B4F2" w14:textId="77777777" w:rsidR="00E90DAF" w:rsidRDefault="008576D7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90DAF" w14:paraId="70DD6600" w14:textId="77777777">
        <w:tc>
          <w:tcPr>
            <w:tcW w:w="2196" w:type="dxa"/>
            <w:shd w:val="clear" w:color="auto" w:fill="E6E6E6"/>
            <w:vAlign w:val="center"/>
          </w:tcPr>
          <w:p w14:paraId="436C7668" w14:textId="77777777" w:rsidR="00E90DAF" w:rsidRDefault="008576D7">
            <w:r>
              <w:lastRenderedPageBreak/>
              <w:t>加气混凝土砌块</w:t>
            </w:r>
          </w:p>
        </w:tc>
        <w:tc>
          <w:tcPr>
            <w:tcW w:w="1018" w:type="dxa"/>
            <w:vAlign w:val="center"/>
          </w:tcPr>
          <w:p w14:paraId="33073AD0" w14:textId="77777777" w:rsidR="00E90DAF" w:rsidRDefault="008576D7">
            <w:r>
              <w:t>0.200</w:t>
            </w:r>
          </w:p>
        </w:tc>
        <w:tc>
          <w:tcPr>
            <w:tcW w:w="1030" w:type="dxa"/>
            <w:vAlign w:val="center"/>
          </w:tcPr>
          <w:p w14:paraId="37681EE5" w14:textId="77777777" w:rsidR="00E90DAF" w:rsidRDefault="008576D7">
            <w:r>
              <w:t>2.810</w:t>
            </w:r>
          </w:p>
        </w:tc>
        <w:tc>
          <w:tcPr>
            <w:tcW w:w="848" w:type="dxa"/>
            <w:vAlign w:val="center"/>
          </w:tcPr>
          <w:p w14:paraId="30760F29" w14:textId="77777777" w:rsidR="00E90DAF" w:rsidRDefault="008576D7">
            <w:r>
              <w:t>600.0</w:t>
            </w:r>
          </w:p>
        </w:tc>
        <w:tc>
          <w:tcPr>
            <w:tcW w:w="1018" w:type="dxa"/>
            <w:vAlign w:val="center"/>
          </w:tcPr>
          <w:p w14:paraId="3C3054D0" w14:textId="77777777" w:rsidR="00E90DAF" w:rsidRDefault="008576D7">
            <w:r>
              <w:t>1050.0</w:t>
            </w:r>
          </w:p>
        </w:tc>
        <w:tc>
          <w:tcPr>
            <w:tcW w:w="1188" w:type="dxa"/>
            <w:vAlign w:val="center"/>
          </w:tcPr>
          <w:p w14:paraId="25327CE4" w14:textId="77777777" w:rsidR="00E90DAF" w:rsidRDefault="008576D7">
            <w:r>
              <w:t>0.1110</w:t>
            </w:r>
          </w:p>
        </w:tc>
        <w:tc>
          <w:tcPr>
            <w:tcW w:w="1516" w:type="dxa"/>
            <w:vAlign w:val="center"/>
          </w:tcPr>
          <w:p w14:paraId="1CEDFBB1" w14:textId="77777777" w:rsidR="00E90DAF" w:rsidRDefault="008576D7">
            <w:r>
              <w:rPr>
                <w:sz w:val="18"/>
                <w:szCs w:val="18"/>
              </w:rPr>
              <w:t>蒸汽渗透系数为测定值</w:t>
            </w:r>
          </w:p>
        </w:tc>
      </w:tr>
      <w:tr w:rsidR="00E90DAF" w14:paraId="6C34C802" w14:textId="77777777">
        <w:tc>
          <w:tcPr>
            <w:tcW w:w="2196" w:type="dxa"/>
            <w:shd w:val="clear" w:color="auto" w:fill="E6E6E6"/>
            <w:vAlign w:val="center"/>
          </w:tcPr>
          <w:p w14:paraId="789F10BF" w14:textId="77777777" w:rsidR="00E90DAF" w:rsidRDefault="008576D7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09526E3E" w14:textId="77777777" w:rsidR="00E90DAF" w:rsidRDefault="008576D7">
            <w:r>
              <w:t>1.510</w:t>
            </w:r>
          </w:p>
        </w:tc>
        <w:tc>
          <w:tcPr>
            <w:tcW w:w="1030" w:type="dxa"/>
            <w:vAlign w:val="center"/>
          </w:tcPr>
          <w:p w14:paraId="3A5C07EE" w14:textId="77777777" w:rsidR="00E90DAF" w:rsidRDefault="008576D7">
            <w:r>
              <w:t>15.360</w:t>
            </w:r>
          </w:p>
        </w:tc>
        <w:tc>
          <w:tcPr>
            <w:tcW w:w="848" w:type="dxa"/>
            <w:vAlign w:val="center"/>
          </w:tcPr>
          <w:p w14:paraId="77A91345" w14:textId="77777777" w:rsidR="00E90DAF" w:rsidRDefault="008576D7">
            <w:r>
              <w:t>2300.0</w:t>
            </w:r>
          </w:p>
        </w:tc>
        <w:tc>
          <w:tcPr>
            <w:tcW w:w="1018" w:type="dxa"/>
            <w:vAlign w:val="center"/>
          </w:tcPr>
          <w:p w14:paraId="2C5527CB" w14:textId="77777777" w:rsidR="00E90DAF" w:rsidRDefault="008576D7">
            <w:r>
              <w:t>920.0</w:t>
            </w:r>
          </w:p>
        </w:tc>
        <w:tc>
          <w:tcPr>
            <w:tcW w:w="1188" w:type="dxa"/>
            <w:vAlign w:val="center"/>
          </w:tcPr>
          <w:p w14:paraId="59E4559C" w14:textId="77777777" w:rsidR="00E90DAF" w:rsidRDefault="008576D7">
            <w:r>
              <w:t>0.0173</w:t>
            </w:r>
          </w:p>
        </w:tc>
        <w:tc>
          <w:tcPr>
            <w:tcW w:w="1516" w:type="dxa"/>
            <w:vAlign w:val="center"/>
          </w:tcPr>
          <w:p w14:paraId="27B52AB9" w14:textId="77777777" w:rsidR="00E90DAF" w:rsidRDefault="008576D7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90DAF" w14:paraId="05119006" w14:textId="77777777">
        <w:tc>
          <w:tcPr>
            <w:tcW w:w="2196" w:type="dxa"/>
            <w:shd w:val="clear" w:color="auto" w:fill="E6E6E6"/>
            <w:vAlign w:val="center"/>
          </w:tcPr>
          <w:p w14:paraId="3FE9D589" w14:textId="77777777" w:rsidR="00E90DAF" w:rsidRDefault="008576D7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08B1B653" w14:textId="77777777" w:rsidR="00E90DAF" w:rsidRDefault="008576D7">
            <w:r>
              <w:t>0.030</w:t>
            </w:r>
          </w:p>
        </w:tc>
        <w:tc>
          <w:tcPr>
            <w:tcW w:w="1030" w:type="dxa"/>
            <w:vAlign w:val="center"/>
          </w:tcPr>
          <w:p w14:paraId="24AC418E" w14:textId="77777777" w:rsidR="00E90DAF" w:rsidRDefault="008576D7">
            <w:r>
              <w:t>0.340</w:t>
            </w:r>
          </w:p>
        </w:tc>
        <w:tc>
          <w:tcPr>
            <w:tcW w:w="848" w:type="dxa"/>
            <w:vAlign w:val="center"/>
          </w:tcPr>
          <w:p w14:paraId="7F5BAF49" w14:textId="77777777" w:rsidR="00E90DAF" w:rsidRDefault="008576D7">
            <w:r>
              <w:t>35.0</w:t>
            </w:r>
          </w:p>
        </w:tc>
        <w:tc>
          <w:tcPr>
            <w:tcW w:w="1018" w:type="dxa"/>
            <w:vAlign w:val="center"/>
          </w:tcPr>
          <w:p w14:paraId="7B608764" w14:textId="77777777" w:rsidR="00E90DAF" w:rsidRDefault="008576D7">
            <w:r>
              <w:t>1380.0</w:t>
            </w:r>
          </w:p>
        </w:tc>
        <w:tc>
          <w:tcPr>
            <w:tcW w:w="1188" w:type="dxa"/>
            <w:vAlign w:val="center"/>
          </w:tcPr>
          <w:p w14:paraId="4136FB8B" w14:textId="77777777" w:rsidR="00E90DAF" w:rsidRDefault="008576D7">
            <w:r>
              <w:t>0.0000</w:t>
            </w:r>
          </w:p>
        </w:tc>
        <w:tc>
          <w:tcPr>
            <w:tcW w:w="1516" w:type="dxa"/>
            <w:vAlign w:val="center"/>
          </w:tcPr>
          <w:p w14:paraId="755CD2D8" w14:textId="77777777" w:rsidR="00E90DAF" w:rsidRDefault="008576D7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E90DAF" w14:paraId="314568D9" w14:textId="77777777">
        <w:tc>
          <w:tcPr>
            <w:tcW w:w="2196" w:type="dxa"/>
            <w:shd w:val="clear" w:color="auto" w:fill="E6E6E6"/>
            <w:vAlign w:val="center"/>
          </w:tcPr>
          <w:p w14:paraId="0DCEEADC" w14:textId="77777777" w:rsidR="00E90DAF" w:rsidRDefault="008576D7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5614A1A2" w14:textId="77777777" w:rsidR="00E90DAF" w:rsidRDefault="008576D7">
            <w:r>
              <w:t>0.180</w:t>
            </w:r>
          </w:p>
        </w:tc>
        <w:tc>
          <w:tcPr>
            <w:tcW w:w="1030" w:type="dxa"/>
            <w:vAlign w:val="center"/>
          </w:tcPr>
          <w:p w14:paraId="7089A807" w14:textId="77777777" w:rsidR="00E90DAF" w:rsidRDefault="008576D7">
            <w:r>
              <w:t>3.100</w:t>
            </w:r>
          </w:p>
        </w:tc>
        <w:tc>
          <w:tcPr>
            <w:tcW w:w="848" w:type="dxa"/>
            <w:vAlign w:val="center"/>
          </w:tcPr>
          <w:p w14:paraId="6C000F20" w14:textId="77777777" w:rsidR="00E90DAF" w:rsidRDefault="008576D7">
            <w:r>
              <w:t>700.0</w:t>
            </w:r>
          </w:p>
        </w:tc>
        <w:tc>
          <w:tcPr>
            <w:tcW w:w="1018" w:type="dxa"/>
            <w:vAlign w:val="center"/>
          </w:tcPr>
          <w:p w14:paraId="59511EC2" w14:textId="77777777" w:rsidR="00E90DAF" w:rsidRDefault="008576D7">
            <w:r>
              <w:t>1050.0</w:t>
            </w:r>
          </w:p>
        </w:tc>
        <w:tc>
          <w:tcPr>
            <w:tcW w:w="1188" w:type="dxa"/>
            <w:vAlign w:val="center"/>
          </w:tcPr>
          <w:p w14:paraId="1815D41E" w14:textId="77777777" w:rsidR="00E90DAF" w:rsidRDefault="008576D7">
            <w:r>
              <w:t>0.0998</w:t>
            </w:r>
          </w:p>
        </w:tc>
        <w:tc>
          <w:tcPr>
            <w:tcW w:w="1516" w:type="dxa"/>
            <w:vAlign w:val="center"/>
          </w:tcPr>
          <w:p w14:paraId="18773BFF" w14:textId="77777777" w:rsidR="00E90DAF" w:rsidRDefault="008576D7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90DAF" w14:paraId="6B6E1968" w14:textId="77777777">
        <w:tc>
          <w:tcPr>
            <w:tcW w:w="2196" w:type="dxa"/>
            <w:shd w:val="clear" w:color="auto" w:fill="E6E6E6"/>
            <w:vAlign w:val="center"/>
          </w:tcPr>
          <w:p w14:paraId="4ED4240C" w14:textId="77777777" w:rsidR="00E90DAF" w:rsidRDefault="008576D7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3B77CAAF" w14:textId="77777777" w:rsidR="00E90DAF" w:rsidRDefault="008576D7">
            <w:r>
              <w:t>0.750</w:t>
            </w:r>
          </w:p>
        </w:tc>
        <w:tc>
          <w:tcPr>
            <w:tcW w:w="1030" w:type="dxa"/>
            <w:vAlign w:val="center"/>
          </w:tcPr>
          <w:p w14:paraId="7DA76BBE" w14:textId="77777777" w:rsidR="00E90DAF" w:rsidRDefault="008576D7">
            <w:r>
              <w:t>7.490</w:t>
            </w:r>
          </w:p>
        </w:tc>
        <w:tc>
          <w:tcPr>
            <w:tcW w:w="848" w:type="dxa"/>
            <w:vAlign w:val="center"/>
          </w:tcPr>
          <w:p w14:paraId="1ADD65DE" w14:textId="77777777" w:rsidR="00E90DAF" w:rsidRDefault="008576D7">
            <w:r>
              <w:t>1450.0</w:t>
            </w:r>
          </w:p>
        </w:tc>
        <w:tc>
          <w:tcPr>
            <w:tcW w:w="1018" w:type="dxa"/>
            <w:vAlign w:val="center"/>
          </w:tcPr>
          <w:p w14:paraId="3A99A348" w14:textId="77777777" w:rsidR="00E90DAF" w:rsidRDefault="008576D7">
            <w:r>
              <w:t>709.4</w:t>
            </w:r>
          </w:p>
        </w:tc>
        <w:tc>
          <w:tcPr>
            <w:tcW w:w="1188" w:type="dxa"/>
            <w:vAlign w:val="center"/>
          </w:tcPr>
          <w:p w14:paraId="3319CC63" w14:textId="77777777" w:rsidR="00E90DAF" w:rsidRDefault="008576D7">
            <w:r>
              <w:t>0.0000</w:t>
            </w:r>
          </w:p>
        </w:tc>
        <w:tc>
          <w:tcPr>
            <w:tcW w:w="1516" w:type="dxa"/>
            <w:vAlign w:val="center"/>
          </w:tcPr>
          <w:p w14:paraId="7FC2B386" w14:textId="77777777" w:rsidR="00E90DAF" w:rsidRDefault="00E90DAF">
            <w:pPr>
              <w:rPr>
                <w:sz w:val="18"/>
                <w:szCs w:val="18"/>
              </w:rPr>
            </w:pPr>
          </w:p>
        </w:tc>
      </w:tr>
      <w:tr w:rsidR="00E90DAF" w14:paraId="34F0E2B5" w14:textId="77777777">
        <w:tc>
          <w:tcPr>
            <w:tcW w:w="2196" w:type="dxa"/>
            <w:shd w:val="clear" w:color="auto" w:fill="E6E6E6"/>
            <w:vAlign w:val="center"/>
          </w:tcPr>
          <w:p w14:paraId="79D1A330" w14:textId="77777777" w:rsidR="00E90DAF" w:rsidRDefault="008576D7">
            <w:r>
              <w:t>碎石混凝土</w:t>
            </w:r>
          </w:p>
        </w:tc>
        <w:tc>
          <w:tcPr>
            <w:tcW w:w="1018" w:type="dxa"/>
            <w:vAlign w:val="center"/>
          </w:tcPr>
          <w:p w14:paraId="7A6E64BE" w14:textId="77777777" w:rsidR="00E90DAF" w:rsidRDefault="008576D7">
            <w:r>
              <w:t>0.870</w:t>
            </w:r>
          </w:p>
        </w:tc>
        <w:tc>
          <w:tcPr>
            <w:tcW w:w="1030" w:type="dxa"/>
            <w:vAlign w:val="center"/>
          </w:tcPr>
          <w:p w14:paraId="781BB40C" w14:textId="77777777" w:rsidR="00E90DAF" w:rsidRDefault="008576D7">
            <w:r>
              <w:t>9.770</w:t>
            </w:r>
          </w:p>
        </w:tc>
        <w:tc>
          <w:tcPr>
            <w:tcW w:w="848" w:type="dxa"/>
            <w:vAlign w:val="center"/>
          </w:tcPr>
          <w:p w14:paraId="59D72745" w14:textId="77777777" w:rsidR="00E90DAF" w:rsidRDefault="008576D7">
            <w:r>
              <w:t>1800.0</w:t>
            </w:r>
          </w:p>
        </w:tc>
        <w:tc>
          <w:tcPr>
            <w:tcW w:w="1018" w:type="dxa"/>
            <w:vAlign w:val="center"/>
          </w:tcPr>
          <w:p w14:paraId="2E0A6619" w14:textId="77777777" w:rsidR="00E90DAF" w:rsidRDefault="008576D7">
            <w:r>
              <w:t>840.0</w:t>
            </w:r>
          </w:p>
        </w:tc>
        <w:tc>
          <w:tcPr>
            <w:tcW w:w="1188" w:type="dxa"/>
            <w:vAlign w:val="center"/>
          </w:tcPr>
          <w:p w14:paraId="5FFB935D" w14:textId="77777777" w:rsidR="00E90DAF" w:rsidRDefault="008576D7">
            <w:r>
              <w:t>0.0675</w:t>
            </w:r>
          </w:p>
        </w:tc>
        <w:tc>
          <w:tcPr>
            <w:tcW w:w="1516" w:type="dxa"/>
            <w:vAlign w:val="center"/>
          </w:tcPr>
          <w:p w14:paraId="51513F29" w14:textId="77777777" w:rsidR="00E90DAF" w:rsidRDefault="008576D7">
            <w:r>
              <w:rPr>
                <w:sz w:val="18"/>
                <w:szCs w:val="18"/>
              </w:rPr>
              <w:t>建筑材料手册（第四版）</w:t>
            </w:r>
          </w:p>
        </w:tc>
      </w:tr>
    </w:tbl>
    <w:p w14:paraId="1836194A" w14:textId="77777777" w:rsidR="00E90DAF" w:rsidRDefault="008576D7">
      <w:pPr>
        <w:pStyle w:val="1"/>
        <w:widowControl w:val="0"/>
        <w:jc w:val="both"/>
        <w:rPr>
          <w:kern w:val="2"/>
          <w:szCs w:val="24"/>
        </w:rPr>
      </w:pPr>
      <w:bookmarkStart w:id="34" w:name="_Toc60664707"/>
      <w:r>
        <w:rPr>
          <w:kern w:val="2"/>
          <w:szCs w:val="24"/>
        </w:rPr>
        <w:t>围护结构作法简要说明</w:t>
      </w:r>
      <w:bookmarkEnd w:id="34"/>
    </w:p>
    <w:p w14:paraId="6E74F60F" w14:textId="77777777" w:rsidR="00E90DAF" w:rsidRDefault="008576D7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181096E9" w14:textId="77777777" w:rsidR="00E90DAF" w:rsidRDefault="008576D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碎石、卵石混凝土</w:t>
      </w:r>
      <w:r>
        <w:rPr>
          <w:color w:val="000000"/>
          <w:kern w:val="2"/>
          <w:szCs w:val="24"/>
          <w:lang w:val="en-US"/>
        </w:rPr>
        <w:t>(ρ=2300) 40mm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50mm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＋加气混凝土、泡沫混凝土</w:t>
      </w:r>
      <w:r>
        <w:rPr>
          <w:color w:val="000000"/>
          <w:kern w:val="2"/>
          <w:szCs w:val="24"/>
          <w:lang w:val="en-US"/>
        </w:rPr>
        <w:t>(ρ=700) 80mm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4F7A2D0E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D1F45B5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3C1FF81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50mm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加气混凝土砌块</w:t>
      </w:r>
      <w:r>
        <w:rPr>
          <w:color w:val="00000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5473CE08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9B3DE65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热桥柱：</w:t>
      </w:r>
      <w:r>
        <w:rPr>
          <w:color w:val="0000FF"/>
          <w:kern w:val="2"/>
          <w:szCs w:val="21"/>
          <w:lang w:val="en-US"/>
        </w:rPr>
        <w:t>热桥柱构造一：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0467D290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50mm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1E059A2F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7F8B592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非周边地面：</w:t>
      </w:r>
      <w:r>
        <w:rPr>
          <w:color w:val="0000FF"/>
          <w:kern w:val="2"/>
          <w:szCs w:val="21"/>
          <w:lang w:val="en-US"/>
        </w:rPr>
        <w:t>非周边地面构造一：</w:t>
      </w:r>
    </w:p>
    <w:p w14:paraId="7B5A7A3A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抹面层</w:t>
      </w:r>
      <w:r>
        <w:rPr>
          <w:color w:val="0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＋碎石混凝土</w:t>
      </w:r>
      <w:r>
        <w:rPr>
          <w:color w:val="0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</w:p>
    <w:p w14:paraId="590FFB41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526D3F0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周边地面：</w:t>
      </w:r>
      <w:r>
        <w:rPr>
          <w:color w:val="0000FF"/>
          <w:kern w:val="2"/>
          <w:szCs w:val="21"/>
          <w:lang w:val="en-US"/>
        </w:rPr>
        <w:t>周边地面构造一：</w:t>
      </w:r>
    </w:p>
    <w:p w14:paraId="4D9D8A89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抹面层</w:t>
      </w:r>
      <w:r>
        <w:rPr>
          <w:color w:val="0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＋碎石混凝土</w:t>
      </w:r>
      <w:r>
        <w:rPr>
          <w:color w:val="0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</w:t>
      </w:r>
      <w:r>
        <w:rPr>
          <w:color w:val="800000"/>
          <w:kern w:val="2"/>
          <w:szCs w:val="24"/>
          <w:lang w:val="en-US"/>
        </w:rPr>
        <w:t>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</w:p>
    <w:p w14:paraId="2FD87646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E3E205E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外窗：</w:t>
      </w:r>
      <w:r>
        <w:rPr>
          <w:color w:val="0000FF"/>
          <w:kern w:val="2"/>
          <w:szCs w:val="21"/>
          <w:lang w:val="en-US"/>
        </w:rPr>
        <w:t>6mm</w:t>
      </w:r>
      <w:r>
        <w:rPr>
          <w:color w:val="0000FF"/>
          <w:kern w:val="2"/>
          <w:szCs w:val="21"/>
          <w:lang w:val="en-US"/>
        </w:rPr>
        <w:t>氩气</w:t>
      </w:r>
      <w:r>
        <w:rPr>
          <w:color w:val="0000FF"/>
          <w:kern w:val="2"/>
          <w:szCs w:val="21"/>
          <w:lang w:val="en-US"/>
        </w:rPr>
        <w:t>Low-E</w:t>
      </w:r>
      <w:r>
        <w:rPr>
          <w:color w:val="0000FF"/>
          <w:kern w:val="2"/>
          <w:szCs w:val="21"/>
          <w:lang w:val="en-US"/>
        </w:rPr>
        <w:t>中空玻璃</w:t>
      </w:r>
      <w:r>
        <w:rPr>
          <w:color w:val="0000FF"/>
          <w:kern w:val="2"/>
          <w:szCs w:val="21"/>
          <w:lang w:val="en-US"/>
        </w:rPr>
        <w:t>PA</w:t>
      </w:r>
      <w:r>
        <w:rPr>
          <w:color w:val="0000FF"/>
          <w:kern w:val="2"/>
          <w:szCs w:val="21"/>
          <w:lang w:val="en-US"/>
        </w:rPr>
        <w:t>断热铝合金窗（下限）：</w:t>
      </w:r>
    </w:p>
    <w:p w14:paraId="506C6DD2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2.660W/m^2.K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0.400</w:t>
      </w:r>
    </w:p>
    <w:p w14:paraId="6ABDE98D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2B5C561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7. </w:t>
      </w:r>
      <w:r>
        <w:rPr>
          <w:b/>
          <w:color w:val="000000"/>
          <w:kern w:val="2"/>
          <w:sz w:val="27"/>
          <w:szCs w:val="27"/>
          <w:lang w:val="en-US"/>
        </w:rPr>
        <w:t>天窗：</w:t>
      </w:r>
      <w:r>
        <w:rPr>
          <w:color w:val="0000FF"/>
          <w:kern w:val="2"/>
          <w:szCs w:val="21"/>
          <w:lang w:val="en-US"/>
        </w:rPr>
        <w:t>6mm</w:t>
      </w:r>
      <w:r>
        <w:rPr>
          <w:color w:val="0000FF"/>
          <w:kern w:val="2"/>
          <w:szCs w:val="21"/>
          <w:lang w:val="en-US"/>
        </w:rPr>
        <w:t>氩气</w:t>
      </w:r>
      <w:r>
        <w:rPr>
          <w:color w:val="0000FF"/>
          <w:kern w:val="2"/>
          <w:szCs w:val="21"/>
          <w:lang w:val="en-US"/>
        </w:rPr>
        <w:t>Low-E</w:t>
      </w:r>
      <w:r>
        <w:rPr>
          <w:color w:val="0000FF"/>
          <w:kern w:val="2"/>
          <w:szCs w:val="21"/>
          <w:lang w:val="en-US"/>
        </w:rPr>
        <w:t>中空玻璃</w:t>
      </w:r>
      <w:r>
        <w:rPr>
          <w:color w:val="0000FF"/>
          <w:kern w:val="2"/>
          <w:szCs w:val="21"/>
          <w:lang w:val="en-US"/>
        </w:rPr>
        <w:t>PA</w:t>
      </w:r>
      <w:r>
        <w:rPr>
          <w:color w:val="0000FF"/>
          <w:kern w:val="2"/>
          <w:szCs w:val="21"/>
          <w:lang w:val="en-US"/>
        </w:rPr>
        <w:t>断热铝合金窗（下限）：</w:t>
      </w:r>
    </w:p>
    <w:p w14:paraId="6261D714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2.660W/m^2.K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0.400</w:t>
      </w:r>
    </w:p>
    <w:p w14:paraId="5E8506FC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069E0E4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5" w:name="_Toc60664708"/>
      <w:r>
        <w:rPr>
          <w:color w:val="000000"/>
          <w:kern w:val="2"/>
          <w:szCs w:val="24"/>
        </w:rPr>
        <w:t>体形系数</w:t>
      </w:r>
      <w:bookmarkEnd w:id="3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E90DAF" w14:paraId="684A76BA" w14:textId="77777777">
        <w:tc>
          <w:tcPr>
            <w:tcW w:w="2513" w:type="dxa"/>
            <w:shd w:val="clear" w:color="auto" w:fill="E6E6E6"/>
            <w:vAlign w:val="center"/>
          </w:tcPr>
          <w:p w14:paraId="68E56185" w14:textId="77777777" w:rsidR="00E90DAF" w:rsidRDefault="008576D7">
            <w:r>
              <w:t>外表面积</w:t>
            </w:r>
          </w:p>
        </w:tc>
        <w:tc>
          <w:tcPr>
            <w:tcW w:w="6820" w:type="dxa"/>
            <w:vAlign w:val="center"/>
          </w:tcPr>
          <w:p w14:paraId="42DB0B3A" w14:textId="77777777" w:rsidR="00E90DAF" w:rsidRDefault="008576D7">
            <w:r>
              <w:t>0.00</w:t>
            </w:r>
          </w:p>
        </w:tc>
      </w:tr>
      <w:tr w:rsidR="00E90DAF" w14:paraId="661AC13E" w14:textId="77777777">
        <w:tc>
          <w:tcPr>
            <w:tcW w:w="2513" w:type="dxa"/>
            <w:shd w:val="clear" w:color="auto" w:fill="E6E6E6"/>
            <w:vAlign w:val="center"/>
          </w:tcPr>
          <w:p w14:paraId="0BB9A26D" w14:textId="77777777" w:rsidR="00E90DAF" w:rsidRDefault="008576D7">
            <w:r>
              <w:t>建筑体积</w:t>
            </w:r>
          </w:p>
        </w:tc>
        <w:tc>
          <w:tcPr>
            <w:tcW w:w="6820" w:type="dxa"/>
            <w:vAlign w:val="center"/>
          </w:tcPr>
          <w:p w14:paraId="6B98F5CE" w14:textId="77777777" w:rsidR="00E90DAF" w:rsidRDefault="008576D7">
            <w:r>
              <w:t>0.00</w:t>
            </w:r>
          </w:p>
        </w:tc>
      </w:tr>
      <w:tr w:rsidR="00E90DAF" w14:paraId="2874A876" w14:textId="77777777">
        <w:tc>
          <w:tcPr>
            <w:tcW w:w="2513" w:type="dxa"/>
            <w:shd w:val="clear" w:color="auto" w:fill="E6E6E6"/>
            <w:vAlign w:val="center"/>
          </w:tcPr>
          <w:p w14:paraId="2B744676" w14:textId="77777777" w:rsidR="00E90DAF" w:rsidRDefault="008576D7">
            <w:r>
              <w:t>体形系数</w:t>
            </w:r>
          </w:p>
        </w:tc>
        <w:tc>
          <w:tcPr>
            <w:tcW w:w="6820" w:type="dxa"/>
            <w:vAlign w:val="center"/>
          </w:tcPr>
          <w:p w14:paraId="26BFD5AA" w14:textId="77777777" w:rsidR="00E90DAF" w:rsidRDefault="008576D7">
            <w:r>
              <w:t>0.00</w:t>
            </w:r>
          </w:p>
        </w:tc>
      </w:tr>
    </w:tbl>
    <w:p w14:paraId="1E6F7835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6" w:name="_Toc60664709"/>
      <w:r>
        <w:rPr>
          <w:color w:val="000000"/>
          <w:kern w:val="2"/>
          <w:szCs w:val="24"/>
        </w:rPr>
        <w:t>窗墙比</w:t>
      </w:r>
      <w:bookmarkEnd w:id="36"/>
    </w:p>
    <w:p w14:paraId="35634BB7" w14:textId="77777777" w:rsidR="00E90DAF" w:rsidRDefault="008576D7">
      <w:pPr>
        <w:pStyle w:val="2"/>
        <w:widowControl w:val="0"/>
        <w:rPr>
          <w:kern w:val="2"/>
        </w:rPr>
      </w:pPr>
      <w:bookmarkStart w:id="37" w:name="_Toc60664710"/>
      <w:r>
        <w:rPr>
          <w:kern w:val="2"/>
        </w:rPr>
        <w:t>窗墙比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584"/>
        <w:gridCol w:w="1585"/>
        <w:gridCol w:w="1585"/>
        <w:gridCol w:w="1585"/>
        <w:gridCol w:w="1585"/>
      </w:tblGrid>
      <w:tr w:rsidR="00E90DAF" w14:paraId="4F90F671" w14:textId="77777777">
        <w:tc>
          <w:tcPr>
            <w:tcW w:w="1409" w:type="dxa"/>
            <w:shd w:val="clear" w:color="auto" w:fill="E6E6E6"/>
            <w:vAlign w:val="center"/>
          </w:tcPr>
          <w:p w14:paraId="3D5C89BE" w14:textId="77777777" w:rsidR="00E90DAF" w:rsidRDefault="008576D7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221D04D5" w14:textId="77777777" w:rsidR="00E90DAF" w:rsidRDefault="008576D7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4E4F2BCE" w14:textId="77777777" w:rsidR="00E90DAF" w:rsidRDefault="008576D7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4E50622A" w14:textId="77777777" w:rsidR="00E90DAF" w:rsidRDefault="008576D7">
            <w:pPr>
              <w:jc w:val="center"/>
            </w:pPr>
            <w:r>
              <w:t>窗墙比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7CD2C769" w14:textId="77777777" w:rsidR="00E90DAF" w:rsidRDefault="008576D7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D390566" w14:textId="77777777" w:rsidR="00E90DAF" w:rsidRDefault="008576D7">
            <w:pPr>
              <w:jc w:val="center"/>
            </w:pPr>
            <w:r>
              <w:t>结论</w:t>
            </w:r>
          </w:p>
        </w:tc>
      </w:tr>
      <w:tr w:rsidR="00E90DAF" w14:paraId="33ACD194" w14:textId="77777777">
        <w:tc>
          <w:tcPr>
            <w:tcW w:w="1409" w:type="dxa"/>
            <w:shd w:val="clear" w:color="auto" w:fill="E6E6E6"/>
            <w:vAlign w:val="center"/>
          </w:tcPr>
          <w:p w14:paraId="074B2578" w14:textId="77777777" w:rsidR="00E90DAF" w:rsidRDefault="008576D7">
            <w:r>
              <w:t>南向</w:t>
            </w:r>
          </w:p>
        </w:tc>
        <w:tc>
          <w:tcPr>
            <w:tcW w:w="1584" w:type="dxa"/>
            <w:vAlign w:val="center"/>
          </w:tcPr>
          <w:p w14:paraId="68E92CF4" w14:textId="77777777" w:rsidR="00E90DAF" w:rsidRDefault="008576D7">
            <w:r>
              <w:t>195.74</w:t>
            </w:r>
          </w:p>
        </w:tc>
        <w:tc>
          <w:tcPr>
            <w:tcW w:w="1584" w:type="dxa"/>
            <w:vAlign w:val="center"/>
          </w:tcPr>
          <w:p w14:paraId="546E8DF7" w14:textId="77777777" w:rsidR="00E90DAF" w:rsidRDefault="008576D7">
            <w:r>
              <w:t>560.43</w:t>
            </w:r>
          </w:p>
        </w:tc>
        <w:tc>
          <w:tcPr>
            <w:tcW w:w="1584" w:type="dxa"/>
            <w:vAlign w:val="center"/>
          </w:tcPr>
          <w:p w14:paraId="30492A34" w14:textId="77777777" w:rsidR="00E90DAF" w:rsidRDefault="008576D7">
            <w:r>
              <w:t>0.35</w:t>
            </w:r>
          </w:p>
        </w:tc>
        <w:tc>
          <w:tcPr>
            <w:tcW w:w="1584" w:type="dxa"/>
            <w:vAlign w:val="center"/>
          </w:tcPr>
          <w:p w14:paraId="01E4CED5" w14:textId="77777777" w:rsidR="00E90DAF" w:rsidRDefault="008576D7">
            <w:r>
              <w:t>0.80</w:t>
            </w:r>
          </w:p>
        </w:tc>
        <w:tc>
          <w:tcPr>
            <w:tcW w:w="1584" w:type="dxa"/>
            <w:vAlign w:val="center"/>
          </w:tcPr>
          <w:p w14:paraId="41DF6EDC" w14:textId="77777777" w:rsidR="00E90DAF" w:rsidRDefault="008576D7">
            <w:r>
              <w:t>满足</w:t>
            </w:r>
          </w:p>
        </w:tc>
      </w:tr>
      <w:tr w:rsidR="00E90DAF" w14:paraId="0829A9C0" w14:textId="77777777">
        <w:tc>
          <w:tcPr>
            <w:tcW w:w="1409" w:type="dxa"/>
            <w:shd w:val="clear" w:color="auto" w:fill="E6E6E6"/>
            <w:vAlign w:val="center"/>
          </w:tcPr>
          <w:p w14:paraId="07F0FB94" w14:textId="77777777" w:rsidR="00E90DAF" w:rsidRDefault="008576D7">
            <w:r>
              <w:t>北向</w:t>
            </w:r>
          </w:p>
        </w:tc>
        <w:tc>
          <w:tcPr>
            <w:tcW w:w="1584" w:type="dxa"/>
            <w:vAlign w:val="center"/>
          </w:tcPr>
          <w:p w14:paraId="42F003F4" w14:textId="77777777" w:rsidR="00E90DAF" w:rsidRDefault="008576D7">
            <w:r>
              <w:t>156.11</w:t>
            </w:r>
          </w:p>
        </w:tc>
        <w:tc>
          <w:tcPr>
            <w:tcW w:w="1584" w:type="dxa"/>
            <w:vAlign w:val="center"/>
          </w:tcPr>
          <w:p w14:paraId="0CD48168" w14:textId="77777777" w:rsidR="00E90DAF" w:rsidRDefault="008576D7">
            <w:r>
              <w:t>568.53</w:t>
            </w:r>
          </w:p>
        </w:tc>
        <w:tc>
          <w:tcPr>
            <w:tcW w:w="1584" w:type="dxa"/>
            <w:vAlign w:val="center"/>
          </w:tcPr>
          <w:p w14:paraId="4F753D7C" w14:textId="77777777" w:rsidR="00E90DAF" w:rsidRDefault="008576D7">
            <w:r>
              <w:t>0.27</w:t>
            </w:r>
          </w:p>
        </w:tc>
        <w:tc>
          <w:tcPr>
            <w:tcW w:w="1584" w:type="dxa"/>
            <w:vAlign w:val="center"/>
          </w:tcPr>
          <w:p w14:paraId="5FC49B8E" w14:textId="77777777" w:rsidR="00E90DAF" w:rsidRDefault="008576D7">
            <w:r>
              <w:t>0.80</w:t>
            </w:r>
          </w:p>
        </w:tc>
        <w:tc>
          <w:tcPr>
            <w:tcW w:w="1584" w:type="dxa"/>
            <w:vAlign w:val="center"/>
          </w:tcPr>
          <w:p w14:paraId="14908ACD" w14:textId="77777777" w:rsidR="00E90DAF" w:rsidRDefault="008576D7">
            <w:r>
              <w:t>满足</w:t>
            </w:r>
          </w:p>
        </w:tc>
      </w:tr>
      <w:tr w:rsidR="00E90DAF" w14:paraId="045E69D1" w14:textId="77777777">
        <w:tc>
          <w:tcPr>
            <w:tcW w:w="1409" w:type="dxa"/>
            <w:shd w:val="clear" w:color="auto" w:fill="E6E6E6"/>
            <w:vAlign w:val="center"/>
          </w:tcPr>
          <w:p w14:paraId="4161E4F8" w14:textId="77777777" w:rsidR="00E90DAF" w:rsidRDefault="008576D7">
            <w:r>
              <w:t>东向</w:t>
            </w:r>
          </w:p>
        </w:tc>
        <w:tc>
          <w:tcPr>
            <w:tcW w:w="1584" w:type="dxa"/>
            <w:vAlign w:val="center"/>
          </w:tcPr>
          <w:p w14:paraId="6399DD1A" w14:textId="77777777" w:rsidR="00E90DAF" w:rsidRDefault="008576D7">
            <w:r>
              <w:t>182.93</w:t>
            </w:r>
          </w:p>
        </w:tc>
        <w:tc>
          <w:tcPr>
            <w:tcW w:w="1584" w:type="dxa"/>
            <w:vAlign w:val="center"/>
          </w:tcPr>
          <w:p w14:paraId="20C41493" w14:textId="77777777" w:rsidR="00E90DAF" w:rsidRDefault="008576D7">
            <w:r>
              <w:t>582.84</w:t>
            </w:r>
          </w:p>
        </w:tc>
        <w:tc>
          <w:tcPr>
            <w:tcW w:w="1584" w:type="dxa"/>
            <w:vAlign w:val="center"/>
          </w:tcPr>
          <w:p w14:paraId="1D5614FC" w14:textId="77777777" w:rsidR="00E90DAF" w:rsidRDefault="008576D7">
            <w:r>
              <w:t>0.31</w:t>
            </w:r>
          </w:p>
        </w:tc>
        <w:tc>
          <w:tcPr>
            <w:tcW w:w="1584" w:type="dxa"/>
            <w:vAlign w:val="center"/>
          </w:tcPr>
          <w:p w14:paraId="0A6FC943" w14:textId="77777777" w:rsidR="00E90DAF" w:rsidRDefault="008576D7">
            <w:r>
              <w:t>0.70</w:t>
            </w:r>
          </w:p>
        </w:tc>
        <w:tc>
          <w:tcPr>
            <w:tcW w:w="1584" w:type="dxa"/>
            <w:vAlign w:val="center"/>
          </w:tcPr>
          <w:p w14:paraId="7D88CE47" w14:textId="77777777" w:rsidR="00E90DAF" w:rsidRDefault="008576D7">
            <w:r>
              <w:t>满足</w:t>
            </w:r>
          </w:p>
        </w:tc>
      </w:tr>
      <w:tr w:rsidR="00E90DAF" w14:paraId="5CFD094A" w14:textId="77777777">
        <w:tc>
          <w:tcPr>
            <w:tcW w:w="1409" w:type="dxa"/>
            <w:shd w:val="clear" w:color="auto" w:fill="E6E6E6"/>
            <w:vAlign w:val="center"/>
          </w:tcPr>
          <w:p w14:paraId="350E1952" w14:textId="77777777" w:rsidR="00E90DAF" w:rsidRDefault="008576D7">
            <w:r>
              <w:t>西向</w:t>
            </w:r>
          </w:p>
        </w:tc>
        <w:tc>
          <w:tcPr>
            <w:tcW w:w="1584" w:type="dxa"/>
            <w:vAlign w:val="center"/>
          </w:tcPr>
          <w:p w14:paraId="78EE2093" w14:textId="77777777" w:rsidR="00E90DAF" w:rsidRDefault="008576D7">
            <w:r>
              <w:t>162.90</w:t>
            </w:r>
          </w:p>
        </w:tc>
        <w:tc>
          <w:tcPr>
            <w:tcW w:w="1584" w:type="dxa"/>
            <w:vAlign w:val="center"/>
          </w:tcPr>
          <w:p w14:paraId="626493AC" w14:textId="77777777" w:rsidR="00E90DAF" w:rsidRDefault="008576D7">
            <w:r>
              <w:t>565.83</w:t>
            </w:r>
          </w:p>
        </w:tc>
        <w:tc>
          <w:tcPr>
            <w:tcW w:w="1584" w:type="dxa"/>
            <w:vAlign w:val="center"/>
          </w:tcPr>
          <w:p w14:paraId="47821975" w14:textId="77777777" w:rsidR="00E90DAF" w:rsidRDefault="008576D7">
            <w:r>
              <w:t>0.29</w:t>
            </w:r>
          </w:p>
        </w:tc>
        <w:tc>
          <w:tcPr>
            <w:tcW w:w="1584" w:type="dxa"/>
            <w:vAlign w:val="center"/>
          </w:tcPr>
          <w:p w14:paraId="65176D86" w14:textId="77777777" w:rsidR="00E90DAF" w:rsidRDefault="008576D7">
            <w:r>
              <w:t>0.70</w:t>
            </w:r>
          </w:p>
        </w:tc>
        <w:tc>
          <w:tcPr>
            <w:tcW w:w="1584" w:type="dxa"/>
            <w:vAlign w:val="center"/>
          </w:tcPr>
          <w:p w14:paraId="4ED1AD95" w14:textId="77777777" w:rsidR="00E90DAF" w:rsidRDefault="008576D7">
            <w:r>
              <w:t>满足</w:t>
            </w:r>
          </w:p>
        </w:tc>
      </w:tr>
      <w:tr w:rsidR="00E90DAF" w14:paraId="5ABE385D" w14:textId="77777777">
        <w:tc>
          <w:tcPr>
            <w:tcW w:w="1409" w:type="dxa"/>
            <w:shd w:val="clear" w:color="auto" w:fill="E6E6E6"/>
            <w:vAlign w:val="center"/>
          </w:tcPr>
          <w:p w14:paraId="725A45C1" w14:textId="77777777" w:rsidR="00E90DAF" w:rsidRDefault="008576D7">
            <w:r>
              <w:t>平均</w:t>
            </w:r>
          </w:p>
        </w:tc>
        <w:tc>
          <w:tcPr>
            <w:tcW w:w="1584" w:type="dxa"/>
            <w:vAlign w:val="center"/>
          </w:tcPr>
          <w:p w14:paraId="0C32F035" w14:textId="77777777" w:rsidR="00E90DAF" w:rsidRDefault="008576D7">
            <w:r>
              <w:t>697.68</w:t>
            </w:r>
          </w:p>
        </w:tc>
        <w:tc>
          <w:tcPr>
            <w:tcW w:w="1584" w:type="dxa"/>
            <w:vAlign w:val="center"/>
          </w:tcPr>
          <w:p w14:paraId="1935D4BB" w14:textId="77777777" w:rsidR="00E90DAF" w:rsidRDefault="008576D7">
            <w:r>
              <w:t>2277.63</w:t>
            </w:r>
          </w:p>
        </w:tc>
        <w:tc>
          <w:tcPr>
            <w:tcW w:w="1584" w:type="dxa"/>
            <w:vAlign w:val="center"/>
          </w:tcPr>
          <w:p w14:paraId="412EDB9B" w14:textId="77777777" w:rsidR="00E90DAF" w:rsidRDefault="008576D7">
            <w:r>
              <w:t>0.31</w:t>
            </w:r>
          </w:p>
        </w:tc>
        <w:tc>
          <w:tcPr>
            <w:tcW w:w="1584" w:type="dxa"/>
            <w:vAlign w:val="center"/>
          </w:tcPr>
          <w:p w14:paraId="3DABA2B3" w14:textId="77777777" w:rsidR="00E90DAF" w:rsidRDefault="008576D7">
            <w:r>
              <w:t>0.70</w:t>
            </w:r>
          </w:p>
        </w:tc>
        <w:tc>
          <w:tcPr>
            <w:tcW w:w="1584" w:type="dxa"/>
            <w:vAlign w:val="center"/>
          </w:tcPr>
          <w:p w14:paraId="7C8D7B40" w14:textId="77777777" w:rsidR="00E90DAF" w:rsidRDefault="008576D7">
            <w:r>
              <w:t>满足</w:t>
            </w:r>
          </w:p>
        </w:tc>
      </w:tr>
      <w:tr w:rsidR="00E90DAF" w14:paraId="46C6BFA3" w14:textId="77777777">
        <w:tc>
          <w:tcPr>
            <w:tcW w:w="2993" w:type="dxa"/>
            <w:gridSpan w:val="2"/>
            <w:shd w:val="clear" w:color="auto" w:fill="E6E6E6"/>
            <w:vAlign w:val="center"/>
          </w:tcPr>
          <w:p w14:paraId="4E853A33" w14:textId="77777777" w:rsidR="00E90DAF" w:rsidRDefault="008576D7">
            <w:r>
              <w:t>《标准》依据</w:t>
            </w:r>
          </w:p>
        </w:tc>
        <w:tc>
          <w:tcPr>
            <w:tcW w:w="6336" w:type="dxa"/>
            <w:gridSpan w:val="4"/>
            <w:vAlign w:val="center"/>
          </w:tcPr>
          <w:p w14:paraId="68169E60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4.2.2</w:t>
            </w:r>
            <w:r>
              <w:t>条</w:t>
            </w:r>
          </w:p>
        </w:tc>
      </w:tr>
      <w:tr w:rsidR="00E90DAF" w14:paraId="11134F72" w14:textId="77777777">
        <w:tc>
          <w:tcPr>
            <w:tcW w:w="2993" w:type="dxa"/>
            <w:gridSpan w:val="2"/>
            <w:shd w:val="clear" w:color="auto" w:fill="E6E6E6"/>
            <w:vAlign w:val="center"/>
          </w:tcPr>
          <w:p w14:paraId="51B2A63B" w14:textId="77777777" w:rsidR="00E90DAF" w:rsidRDefault="008576D7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14:paraId="4DA0135A" w14:textId="77777777" w:rsidR="00E90DAF" w:rsidRDefault="008576D7">
            <w:r>
              <w:t>南、北向不超过</w:t>
            </w:r>
            <w:r>
              <w:t>0.8</w:t>
            </w:r>
            <w:r>
              <w:t>；东、西向不超过</w:t>
            </w:r>
            <w:r>
              <w:t>0.7</w:t>
            </w:r>
            <w:r>
              <w:t>；总体不超过</w:t>
            </w:r>
            <w:r>
              <w:t>0.7</w:t>
            </w:r>
          </w:p>
        </w:tc>
      </w:tr>
      <w:tr w:rsidR="00E90DAF" w14:paraId="6BCA57BC" w14:textId="77777777">
        <w:tc>
          <w:tcPr>
            <w:tcW w:w="2993" w:type="dxa"/>
            <w:gridSpan w:val="2"/>
            <w:shd w:val="clear" w:color="auto" w:fill="E6E6E6"/>
            <w:vAlign w:val="center"/>
          </w:tcPr>
          <w:p w14:paraId="2CDB8389" w14:textId="77777777" w:rsidR="00E90DAF" w:rsidRDefault="008576D7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14:paraId="7C51DE4E" w14:textId="77777777" w:rsidR="00E90DAF" w:rsidRDefault="008576D7">
            <w:r>
              <w:t>满足</w:t>
            </w:r>
          </w:p>
        </w:tc>
      </w:tr>
    </w:tbl>
    <w:p w14:paraId="4C94BBCF" w14:textId="77777777" w:rsidR="00E90DAF" w:rsidRDefault="008576D7">
      <w:pPr>
        <w:pStyle w:val="2"/>
        <w:widowControl w:val="0"/>
        <w:rPr>
          <w:kern w:val="2"/>
        </w:rPr>
      </w:pPr>
      <w:bookmarkStart w:id="38" w:name="_Toc60664711"/>
      <w:r>
        <w:rPr>
          <w:kern w:val="2"/>
        </w:rPr>
        <w:t>外窗表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E90DAF" w14:paraId="749296C8" w14:textId="77777777">
        <w:tc>
          <w:tcPr>
            <w:tcW w:w="1160" w:type="dxa"/>
            <w:shd w:val="clear" w:color="auto" w:fill="E6E6E6"/>
            <w:vAlign w:val="center"/>
          </w:tcPr>
          <w:p w14:paraId="00F5DF6D" w14:textId="77777777" w:rsidR="00E90DAF" w:rsidRDefault="008576D7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7389094C" w14:textId="77777777" w:rsidR="00E90DAF" w:rsidRDefault="008576D7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6B36AB5C" w14:textId="77777777" w:rsidR="00E90DAF" w:rsidRDefault="008576D7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2B58CC74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08A84481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A58AB7B" w14:textId="77777777" w:rsidR="00E90DAF" w:rsidRDefault="008576D7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6B7645F" w14:textId="77777777" w:rsidR="00E90DAF" w:rsidRDefault="008576D7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E90DAF" w14:paraId="05EDF880" w14:textId="77777777">
        <w:tc>
          <w:tcPr>
            <w:tcW w:w="1160" w:type="dxa"/>
            <w:vMerge w:val="restart"/>
            <w:vAlign w:val="center"/>
          </w:tcPr>
          <w:p w14:paraId="36AF63AE" w14:textId="77777777" w:rsidR="00E90DAF" w:rsidRDefault="008576D7">
            <w:r>
              <w:t>南向</w:t>
            </w:r>
            <w:r>
              <w:br/>
            </w:r>
            <w:r>
              <w:t>195.74</w:t>
            </w:r>
          </w:p>
        </w:tc>
        <w:tc>
          <w:tcPr>
            <w:tcW w:w="1562" w:type="dxa"/>
            <w:vAlign w:val="center"/>
          </w:tcPr>
          <w:p w14:paraId="018FC8C8" w14:textId="77777777" w:rsidR="00E90DAF" w:rsidRDefault="00E90DAF"/>
        </w:tc>
        <w:tc>
          <w:tcPr>
            <w:tcW w:w="1386" w:type="dxa"/>
            <w:vAlign w:val="center"/>
          </w:tcPr>
          <w:p w14:paraId="04164779" w14:textId="77777777" w:rsidR="00E90DAF" w:rsidRDefault="008576D7">
            <w:r>
              <w:t>1.20×2.10</w:t>
            </w:r>
          </w:p>
        </w:tc>
        <w:tc>
          <w:tcPr>
            <w:tcW w:w="1528" w:type="dxa"/>
            <w:vAlign w:val="center"/>
          </w:tcPr>
          <w:p w14:paraId="65C0A3E1" w14:textId="77777777" w:rsidR="00E90DAF" w:rsidRDefault="008576D7">
            <w:r>
              <w:t>1</w:t>
            </w:r>
          </w:p>
        </w:tc>
        <w:tc>
          <w:tcPr>
            <w:tcW w:w="1171" w:type="dxa"/>
            <w:vAlign w:val="center"/>
          </w:tcPr>
          <w:p w14:paraId="2A5BD98C" w14:textId="77777777" w:rsidR="00E90DAF" w:rsidRDefault="008576D7">
            <w:r>
              <w:t>2</w:t>
            </w:r>
          </w:p>
        </w:tc>
        <w:tc>
          <w:tcPr>
            <w:tcW w:w="1262" w:type="dxa"/>
            <w:vAlign w:val="center"/>
          </w:tcPr>
          <w:p w14:paraId="20B58C2E" w14:textId="77777777" w:rsidR="00E90DAF" w:rsidRDefault="008576D7">
            <w:r>
              <w:t>2.52</w:t>
            </w:r>
          </w:p>
        </w:tc>
        <w:tc>
          <w:tcPr>
            <w:tcW w:w="1262" w:type="dxa"/>
            <w:vAlign w:val="center"/>
          </w:tcPr>
          <w:p w14:paraId="6FCF7CA7" w14:textId="77777777" w:rsidR="00E90DAF" w:rsidRDefault="008576D7">
            <w:r>
              <w:t>5.04</w:t>
            </w:r>
          </w:p>
        </w:tc>
      </w:tr>
      <w:tr w:rsidR="00E90DAF" w14:paraId="648B7EC2" w14:textId="77777777">
        <w:tc>
          <w:tcPr>
            <w:tcW w:w="1160" w:type="dxa"/>
            <w:vMerge/>
            <w:vAlign w:val="center"/>
          </w:tcPr>
          <w:p w14:paraId="1562F449" w14:textId="77777777" w:rsidR="00E90DAF" w:rsidRDefault="00E90DAF"/>
        </w:tc>
        <w:tc>
          <w:tcPr>
            <w:tcW w:w="1562" w:type="dxa"/>
            <w:vAlign w:val="center"/>
          </w:tcPr>
          <w:p w14:paraId="10424753" w14:textId="77777777" w:rsidR="00E90DAF" w:rsidRDefault="00E90DAF"/>
        </w:tc>
        <w:tc>
          <w:tcPr>
            <w:tcW w:w="1386" w:type="dxa"/>
            <w:vAlign w:val="center"/>
          </w:tcPr>
          <w:p w14:paraId="59B6F479" w14:textId="77777777" w:rsidR="00E90DAF" w:rsidRDefault="008576D7">
            <w:r>
              <w:t>3.48×2.10</w:t>
            </w:r>
          </w:p>
        </w:tc>
        <w:tc>
          <w:tcPr>
            <w:tcW w:w="1528" w:type="dxa"/>
            <w:vAlign w:val="center"/>
          </w:tcPr>
          <w:p w14:paraId="5ACD9E12" w14:textId="77777777" w:rsidR="00E90DAF" w:rsidRDefault="008576D7">
            <w:r>
              <w:t>1~3</w:t>
            </w:r>
          </w:p>
        </w:tc>
        <w:tc>
          <w:tcPr>
            <w:tcW w:w="1171" w:type="dxa"/>
            <w:vAlign w:val="center"/>
          </w:tcPr>
          <w:p w14:paraId="1D3609C2" w14:textId="77777777" w:rsidR="00E90DAF" w:rsidRDefault="008576D7">
            <w:r>
              <w:t>6</w:t>
            </w:r>
          </w:p>
        </w:tc>
        <w:tc>
          <w:tcPr>
            <w:tcW w:w="1262" w:type="dxa"/>
            <w:vAlign w:val="center"/>
          </w:tcPr>
          <w:p w14:paraId="3D211C90" w14:textId="77777777" w:rsidR="00E90DAF" w:rsidRDefault="008576D7">
            <w:r>
              <w:t>7.31</w:t>
            </w:r>
          </w:p>
        </w:tc>
        <w:tc>
          <w:tcPr>
            <w:tcW w:w="1262" w:type="dxa"/>
            <w:vAlign w:val="center"/>
          </w:tcPr>
          <w:p w14:paraId="3A5185EC" w14:textId="77777777" w:rsidR="00E90DAF" w:rsidRDefault="008576D7">
            <w:r>
              <w:t>43.85</w:t>
            </w:r>
          </w:p>
        </w:tc>
      </w:tr>
      <w:tr w:rsidR="00E90DAF" w14:paraId="3599196F" w14:textId="77777777">
        <w:tc>
          <w:tcPr>
            <w:tcW w:w="1160" w:type="dxa"/>
            <w:vMerge/>
            <w:vAlign w:val="center"/>
          </w:tcPr>
          <w:p w14:paraId="568AB204" w14:textId="77777777" w:rsidR="00E90DAF" w:rsidRDefault="00E90DAF"/>
        </w:tc>
        <w:tc>
          <w:tcPr>
            <w:tcW w:w="1562" w:type="dxa"/>
            <w:vAlign w:val="center"/>
          </w:tcPr>
          <w:p w14:paraId="21DC1F9E" w14:textId="77777777" w:rsidR="00E90DAF" w:rsidRDefault="00E90DAF"/>
        </w:tc>
        <w:tc>
          <w:tcPr>
            <w:tcW w:w="1386" w:type="dxa"/>
            <w:vAlign w:val="center"/>
          </w:tcPr>
          <w:p w14:paraId="14B5B3E9" w14:textId="77777777" w:rsidR="00E90DAF" w:rsidRDefault="008576D7">
            <w:r>
              <w:t>3.33×2.10</w:t>
            </w:r>
          </w:p>
        </w:tc>
        <w:tc>
          <w:tcPr>
            <w:tcW w:w="1528" w:type="dxa"/>
            <w:vAlign w:val="center"/>
          </w:tcPr>
          <w:p w14:paraId="19C3BE60" w14:textId="77777777" w:rsidR="00E90DAF" w:rsidRDefault="008576D7">
            <w:r>
              <w:t>1~3</w:t>
            </w:r>
          </w:p>
        </w:tc>
        <w:tc>
          <w:tcPr>
            <w:tcW w:w="1171" w:type="dxa"/>
            <w:vAlign w:val="center"/>
          </w:tcPr>
          <w:p w14:paraId="056B1C5B" w14:textId="77777777" w:rsidR="00E90DAF" w:rsidRDefault="008576D7">
            <w:r>
              <w:t>21</w:t>
            </w:r>
          </w:p>
        </w:tc>
        <w:tc>
          <w:tcPr>
            <w:tcW w:w="1262" w:type="dxa"/>
            <w:vAlign w:val="center"/>
          </w:tcPr>
          <w:p w14:paraId="792B7A5D" w14:textId="77777777" w:rsidR="00E90DAF" w:rsidRDefault="008576D7">
            <w:r>
              <w:t>6.99</w:t>
            </w:r>
          </w:p>
        </w:tc>
        <w:tc>
          <w:tcPr>
            <w:tcW w:w="1262" w:type="dxa"/>
            <w:vAlign w:val="center"/>
          </w:tcPr>
          <w:p w14:paraId="1402418A" w14:textId="77777777" w:rsidR="00E90DAF" w:rsidRDefault="008576D7">
            <w:r>
              <w:t>146.85</w:t>
            </w:r>
          </w:p>
        </w:tc>
      </w:tr>
      <w:tr w:rsidR="00E90DAF" w14:paraId="343BE04F" w14:textId="77777777">
        <w:tc>
          <w:tcPr>
            <w:tcW w:w="1160" w:type="dxa"/>
            <w:vMerge w:val="restart"/>
            <w:vAlign w:val="center"/>
          </w:tcPr>
          <w:p w14:paraId="4D718A0B" w14:textId="77777777" w:rsidR="00E90DAF" w:rsidRDefault="008576D7">
            <w:r>
              <w:t>北向</w:t>
            </w:r>
            <w:r>
              <w:br/>
              <w:t>156.11</w:t>
            </w:r>
          </w:p>
        </w:tc>
        <w:tc>
          <w:tcPr>
            <w:tcW w:w="1562" w:type="dxa"/>
            <w:vAlign w:val="center"/>
          </w:tcPr>
          <w:p w14:paraId="17C9B638" w14:textId="77777777" w:rsidR="00E90DAF" w:rsidRDefault="00E90DAF"/>
        </w:tc>
        <w:tc>
          <w:tcPr>
            <w:tcW w:w="1386" w:type="dxa"/>
            <w:vAlign w:val="center"/>
          </w:tcPr>
          <w:p w14:paraId="30603D3D" w14:textId="77777777" w:rsidR="00E90DAF" w:rsidRDefault="008576D7">
            <w:r>
              <w:t>1.20×2.10</w:t>
            </w:r>
          </w:p>
        </w:tc>
        <w:tc>
          <w:tcPr>
            <w:tcW w:w="1528" w:type="dxa"/>
            <w:vAlign w:val="center"/>
          </w:tcPr>
          <w:p w14:paraId="771A1E28" w14:textId="77777777" w:rsidR="00E90DAF" w:rsidRDefault="008576D7">
            <w:r>
              <w:t>1~3</w:t>
            </w:r>
          </w:p>
        </w:tc>
        <w:tc>
          <w:tcPr>
            <w:tcW w:w="1171" w:type="dxa"/>
            <w:vAlign w:val="center"/>
          </w:tcPr>
          <w:p w14:paraId="4003CBEF" w14:textId="77777777" w:rsidR="00E90DAF" w:rsidRDefault="008576D7">
            <w:r>
              <w:t>52</w:t>
            </w:r>
          </w:p>
        </w:tc>
        <w:tc>
          <w:tcPr>
            <w:tcW w:w="1262" w:type="dxa"/>
            <w:vAlign w:val="center"/>
          </w:tcPr>
          <w:p w14:paraId="6CB35CC6" w14:textId="77777777" w:rsidR="00E90DAF" w:rsidRDefault="008576D7">
            <w:r>
              <w:t>2.52</w:t>
            </w:r>
          </w:p>
        </w:tc>
        <w:tc>
          <w:tcPr>
            <w:tcW w:w="1262" w:type="dxa"/>
            <w:vAlign w:val="center"/>
          </w:tcPr>
          <w:p w14:paraId="37FB06AD" w14:textId="77777777" w:rsidR="00E90DAF" w:rsidRDefault="008576D7">
            <w:r>
              <w:t>131.04</w:t>
            </w:r>
          </w:p>
        </w:tc>
      </w:tr>
      <w:tr w:rsidR="00E90DAF" w14:paraId="2BB71861" w14:textId="77777777">
        <w:tc>
          <w:tcPr>
            <w:tcW w:w="1160" w:type="dxa"/>
            <w:vMerge/>
            <w:vAlign w:val="center"/>
          </w:tcPr>
          <w:p w14:paraId="7818F8C8" w14:textId="77777777" w:rsidR="00E90DAF" w:rsidRDefault="00E90DAF"/>
        </w:tc>
        <w:tc>
          <w:tcPr>
            <w:tcW w:w="1562" w:type="dxa"/>
            <w:vAlign w:val="center"/>
          </w:tcPr>
          <w:p w14:paraId="710D18CC" w14:textId="77777777" w:rsidR="00E90DAF" w:rsidRDefault="00E90DAF"/>
        </w:tc>
        <w:tc>
          <w:tcPr>
            <w:tcW w:w="1386" w:type="dxa"/>
            <w:vAlign w:val="center"/>
          </w:tcPr>
          <w:p w14:paraId="1E7D4BF6" w14:textId="77777777" w:rsidR="00E90DAF" w:rsidRDefault="008576D7">
            <w:r>
              <w:t>0.69×2.10</w:t>
            </w:r>
          </w:p>
        </w:tc>
        <w:tc>
          <w:tcPr>
            <w:tcW w:w="1528" w:type="dxa"/>
            <w:vAlign w:val="center"/>
          </w:tcPr>
          <w:p w14:paraId="47D7EDF7" w14:textId="77777777" w:rsidR="00E90DAF" w:rsidRDefault="008576D7">
            <w:r>
              <w:t>1</w:t>
            </w:r>
          </w:p>
        </w:tc>
        <w:tc>
          <w:tcPr>
            <w:tcW w:w="1171" w:type="dxa"/>
            <w:vAlign w:val="center"/>
          </w:tcPr>
          <w:p w14:paraId="41D0EF27" w14:textId="77777777" w:rsidR="00E90DAF" w:rsidRDefault="008576D7">
            <w:r>
              <w:t>2</w:t>
            </w:r>
          </w:p>
        </w:tc>
        <w:tc>
          <w:tcPr>
            <w:tcW w:w="1262" w:type="dxa"/>
            <w:vAlign w:val="center"/>
          </w:tcPr>
          <w:p w14:paraId="07737D85" w14:textId="77777777" w:rsidR="00E90DAF" w:rsidRDefault="008576D7">
            <w:r>
              <w:t>1.45</w:t>
            </w:r>
          </w:p>
        </w:tc>
        <w:tc>
          <w:tcPr>
            <w:tcW w:w="1262" w:type="dxa"/>
            <w:vAlign w:val="center"/>
          </w:tcPr>
          <w:p w14:paraId="74A2FC54" w14:textId="77777777" w:rsidR="00E90DAF" w:rsidRDefault="008576D7">
            <w:r>
              <w:t>2.90</w:t>
            </w:r>
          </w:p>
        </w:tc>
      </w:tr>
      <w:tr w:rsidR="00E90DAF" w14:paraId="7476A6F7" w14:textId="77777777">
        <w:tc>
          <w:tcPr>
            <w:tcW w:w="1160" w:type="dxa"/>
            <w:vMerge/>
            <w:vAlign w:val="center"/>
          </w:tcPr>
          <w:p w14:paraId="2A2F1070" w14:textId="77777777" w:rsidR="00E90DAF" w:rsidRDefault="00E90DAF"/>
        </w:tc>
        <w:tc>
          <w:tcPr>
            <w:tcW w:w="1562" w:type="dxa"/>
            <w:vAlign w:val="center"/>
          </w:tcPr>
          <w:p w14:paraId="6A96724D" w14:textId="77777777" w:rsidR="00E90DAF" w:rsidRDefault="00E90DAF"/>
        </w:tc>
        <w:tc>
          <w:tcPr>
            <w:tcW w:w="1386" w:type="dxa"/>
            <w:vAlign w:val="center"/>
          </w:tcPr>
          <w:p w14:paraId="28ABD71B" w14:textId="77777777" w:rsidR="00E90DAF" w:rsidRDefault="008576D7">
            <w:r>
              <w:t>2.88×2.10</w:t>
            </w:r>
          </w:p>
        </w:tc>
        <w:tc>
          <w:tcPr>
            <w:tcW w:w="1528" w:type="dxa"/>
            <w:vAlign w:val="center"/>
          </w:tcPr>
          <w:p w14:paraId="6367E632" w14:textId="77777777" w:rsidR="00E90DAF" w:rsidRDefault="008576D7">
            <w:r>
              <w:t>2</w:t>
            </w:r>
          </w:p>
        </w:tc>
        <w:tc>
          <w:tcPr>
            <w:tcW w:w="1171" w:type="dxa"/>
            <w:vAlign w:val="center"/>
          </w:tcPr>
          <w:p w14:paraId="23F6FFA1" w14:textId="77777777" w:rsidR="00E90DAF" w:rsidRDefault="008576D7">
            <w:r>
              <w:t>1</w:t>
            </w:r>
          </w:p>
        </w:tc>
        <w:tc>
          <w:tcPr>
            <w:tcW w:w="1262" w:type="dxa"/>
            <w:vAlign w:val="center"/>
          </w:tcPr>
          <w:p w14:paraId="55B999CE" w14:textId="77777777" w:rsidR="00E90DAF" w:rsidRDefault="008576D7">
            <w:r>
              <w:t>6.05</w:t>
            </w:r>
          </w:p>
        </w:tc>
        <w:tc>
          <w:tcPr>
            <w:tcW w:w="1262" w:type="dxa"/>
            <w:vAlign w:val="center"/>
          </w:tcPr>
          <w:p w14:paraId="4C4E5744" w14:textId="77777777" w:rsidR="00E90DAF" w:rsidRDefault="008576D7">
            <w:r>
              <w:t>6.05</w:t>
            </w:r>
          </w:p>
        </w:tc>
      </w:tr>
      <w:tr w:rsidR="00E90DAF" w14:paraId="33140A98" w14:textId="77777777">
        <w:tc>
          <w:tcPr>
            <w:tcW w:w="1160" w:type="dxa"/>
            <w:vMerge/>
            <w:vAlign w:val="center"/>
          </w:tcPr>
          <w:p w14:paraId="06F034B7" w14:textId="77777777" w:rsidR="00E90DAF" w:rsidRDefault="00E90DAF"/>
        </w:tc>
        <w:tc>
          <w:tcPr>
            <w:tcW w:w="1562" w:type="dxa"/>
            <w:vAlign w:val="center"/>
          </w:tcPr>
          <w:p w14:paraId="48230202" w14:textId="77777777" w:rsidR="00E90DAF" w:rsidRDefault="00E90DAF"/>
        </w:tc>
        <w:tc>
          <w:tcPr>
            <w:tcW w:w="1386" w:type="dxa"/>
            <w:vAlign w:val="center"/>
          </w:tcPr>
          <w:p w14:paraId="0210E30B" w14:textId="77777777" w:rsidR="00E90DAF" w:rsidRDefault="008576D7">
            <w:r>
              <w:t>2.88×5.60</w:t>
            </w:r>
          </w:p>
        </w:tc>
        <w:tc>
          <w:tcPr>
            <w:tcW w:w="1528" w:type="dxa"/>
            <w:vAlign w:val="center"/>
          </w:tcPr>
          <w:p w14:paraId="5CE2C814" w14:textId="77777777" w:rsidR="00E90DAF" w:rsidRDefault="008576D7">
            <w:r>
              <w:t>3</w:t>
            </w:r>
          </w:p>
        </w:tc>
        <w:tc>
          <w:tcPr>
            <w:tcW w:w="1171" w:type="dxa"/>
            <w:vAlign w:val="center"/>
          </w:tcPr>
          <w:p w14:paraId="0322921F" w14:textId="77777777" w:rsidR="00E90DAF" w:rsidRDefault="008576D7">
            <w:r>
              <w:t>1</w:t>
            </w:r>
          </w:p>
        </w:tc>
        <w:tc>
          <w:tcPr>
            <w:tcW w:w="1262" w:type="dxa"/>
            <w:vAlign w:val="center"/>
          </w:tcPr>
          <w:p w14:paraId="604C5420" w14:textId="77777777" w:rsidR="00E90DAF" w:rsidRDefault="008576D7">
            <w:r>
              <w:t>16.13</w:t>
            </w:r>
          </w:p>
        </w:tc>
        <w:tc>
          <w:tcPr>
            <w:tcW w:w="1262" w:type="dxa"/>
            <w:vAlign w:val="center"/>
          </w:tcPr>
          <w:p w14:paraId="6B44378D" w14:textId="77777777" w:rsidR="00E90DAF" w:rsidRDefault="008576D7">
            <w:r>
              <w:t>16.13</w:t>
            </w:r>
          </w:p>
        </w:tc>
      </w:tr>
      <w:tr w:rsidR="00E90DAF" w14:paraId="45DC467F" w14:textId="77777777">
        <w:tc>
          <w:tcPr>
            <w:tcW w:w="1160" w:type="dxa"/>
            <w:vMerge w:val="restart"/>
            <w:vAlign w:val="center"/>
          </w:tcPr>
          <w:p w14:paraId="22E73220" w14:textId="77777777" w:rsidR="00E90DAF" w:rsidRDefault="008576D7">
            <w:r>
              <w:t>东向</w:t>
            </w:r>
            <w:r>
              <w:br/>
              <w:t>182.93</w:t>
            </w:r>
          </w:p>
        </w:tc>
        <w:tc>
          <w:tcPr>
            <w:tcW w:w="1562" w:type="dxa"/>
            <w:vAlign w:val="center"/>
          </w:tcPr>
          <w:p w14:paraId="1A7AC55A" w14:textId="77777777" w:rsidR="00E90DAF" w:rsidRDefault="00E90DAF"/>
        </w:tc>
        <w:tc>
          <w:tcPr>
            <w:tcW w:w="1386" w:type="dxa"/>
            <w:vAlign w:val="center"/>
          </w:tcPr>
          <w:p w14:paraId="72F1CB5C" w14:textId="77777777" w:rsidR="00E90DAF" w:rsidRDefault="008576D7">
            <w:r>
              <w:t>1.20×2.10</w:t>
            </w:r>
          </w:p>
        </w:tc>
        <w:tc>
          <w:tcPr>
            <w:tcW w:w="1528" w:type="dxa"/>
            <w:vAlign w:val="center"/>
          </w:tcPr>
          <w:p w14:paraId="41137511" w14:textId="77777777" w:rsidR="00E90DAF" w:rsidRDefault="008576D7">
            <w:r>
              <w:t>1~3</w:t>
            </w:r>
          </w:p>
        </w:tc>
        <w:tc>
          <w:tcPr>
            <w:tcW w:w="1171" w:type="dxa"/>
            <w:vAlign w:val="center"/>
          </w:tcPr>
          <w:p w14:paraId="227EF5B4" w14:textId="77777777" w:rsidR="00E90DAF" w:rsidRDefault="008576D7">
            <w:r>
              <w:t>39</w:t>
            </w:r>
          </w:p>
        </w:tc>
        <w:tc>
          <w:tcPr>
            <w:tcW w:w="1262" w:type="dxa"/>
            <w:vAlign w:val="center"/>
          </w:tcPr>
          <w:p w14:paraId="7BA4BCC6" w14:textId="77777777" w:rsidR="00E90DAF" w:rsidRDefault="008576D7">
            <w:r>
              <w:t>2.52</w:t>
            </w:r>
          </w:p>
        </w:tc>
        <w:tc>
          <w:tcPr>
            <w:tcW w:w="1262" w:type="dxa"/>
            <w:vAlign w:val="center"/>
          </w:tcPr>
          <w:p w14:paraId="79EAF595" w14:textId="77777777" w:rsidR="00E90DAF" w:rsidRDefault="008576D7">
            <w:r>
              <w:t>98.28</w:t>
            </w:r>
          </w:p>
        </w:tc>
      </w:tr>
      <w:tr w:rsidR="00E90DAF" w14:paraId="1CA86199" w14:textId="77777777">
        <w:tc>
          <w:tcPr>
            <w:tcW w:w="1160" w:type="dxa"/>
            <w:vMerge/>
            <w:vAlign w:val="center"/>
          </w:tcPr>
          <w:p w14:paraId="2E89493C" w14:textId="77777777" w:rsidR="00E90DAF" w:rsidRDefault="00E90DAF"/>
        </w:tc>
        <w:tc>
          <w:tcPr>
            <w:tcW w:w="1562" w:type="dxa"/>
            <w:vAlign w:val="center"/>
          </w:tcPr>
          <w:p w14:paraId="63CB4721" w14:textId="77777777" w:rsidR="00E90DAF" w:rsidRDefault="00E90DAF"/>
        </w:tc>
        <w:tc>
          <w:tcPr>
            <w:tcW w:w="1386" w:type="dxa"/>
            <w:vAlign w:val="center"/>
          </w:tcPr>
          <w:p w14:paraId="0874B002" w14:textId="77777777" w:rsidR="00E90DAF" w:rsidRDefault="008576D7">
            <w:r>
              <w:t>3.12×2.10</w:t>
            </w:r>
          </w:p>
        </w:tc>
        <w:tc>
          <w:tcPr>
            <w:tcW w:w="1528" w:type="dxa"/>
            <w:vAlign w:val="center"/>
          </w:tcPr>
          <w:p w14:paraId="7F90E93B" w14:textId="77777777" w:rsidR="00E90DAF" w:rsidRDefault="008576D7">
            <w:r>
              <w:t>1~2</w:t>
            </w:r>
          </w:p>
        </w:tc>
        <w:tc>
          <w:tcPr>
            <w:tcW w:w="1171" w:type="dxa"/>
            <w:vAlign w:val="center"/>
          </w:tcPr>
          <w:p w14:paraId="75507896" w14:textId="77777777" w:rsidR="00E90DAF" w:rsidRDefault="008576D7">
            <w:r>
              <w:t>2</w:t>
            </w:r>
          </w:p>
        </w:tc>
        <w:tc>
          <w:tcPr>
            <w:tcW w:w="1262" w:type="dxa"/>
            <w:vAlign w:val="center"/>
          </w:tcPr>
          <w:p w14:paraId="2B2F11F2" w14:textId="77777777" w:rsidR="00E90DAF" w:rsidRDefault="008576D7">
            <w:r>
              <w:t>6.55</w:t>
            </w:r>
          </w:p>
        </w:tc>
        <w:tc>
          <w:tcPr>
            <w:tcW w:w="1262" w:type="dxa"/>
            <w:vAlign w:val="center"/>
          </w:tcPr>
          <w:p w14:paraId="47D049B4" w14:textId="77777777" w:rsidR="00E90DAF" w:rsidRDefault="008576D7">
            <w:r>
              <w:t>13.10</w:t>
            </w:r>
          </w:p>
        </w:tc>
      </w:tr>
      <w:tr w:rsidR="00E90DAF" w14:paraId="668E810C" w14:textId="77777777">
        <w:tc>
          <w:tcPr>
            <w:tcW w:w="1160" w:type="dxa"/>
            <w:vMerge/>
            <w:vAlign w:val="center"/>
          </w:tcPr>
          <w:p w14:paraId="02B4F0F2" w14:textId="77777777" w:rsidR="00E90DAF" w:rsidRDefault="00E90DAF"/>
        </w:tc>
        <w:tc>
          <w:tcPr>
            <w:tcW w:w="1562" w:type="dxa"/>
            <w:vAlign w:val="center"/>
          </w:tcPr>
          <w:p w14:paraId="728C1687" w14:textId="77777777" w:rsidR="00E90DAF" w:rsidRDefault="00E90DAF"/>
        </w:tc>
        <w:tc>
          <w:tcPr>
            <w:tcW w:w="1386" w:type="dxa"/>
            <w:vAlign w:val="center"/>
          </w:tcPr>
          <w:p w14:paraId="0349361B" w14:textId="77777777" w:rsidR="00E90DAF" w:rsidRDefault="008576D7">
            <w:r>
              <w:t>3.86×2.10</w:t>
            </w:r>
          </w:p>
        </w:tc>
        <w:tc>
          <w:tcPr>
            <w:tcW w:w="1528" w:type="dxa"/>
            <w:vAlign w:val="center"/>
          </w:tcPr>
          <w:p w14:paraId="2AAD53FF" w14:textId="77777777" w:rsidR="00E90DAF" w:rsidRDefault="008576D7">
            <w:r>
              <w:t>2~3</w:t>
            </w:r>
          </w:p>
        </w:tc>
        <w:tc>
          <w:tcPr>
            <w:tcW w:w="1171" w:type="dxa"/>
            <w:vAlign w:val="center"/>
          </w:tcPr>
          <w:p w14:paraId="567C1B3B" w14:textId="77777777" w:rsidR="00E90DAF" w:rsidRDefault="008576D7">
            <w:r>
              <w:t>2</w:t>
            </w:r>
          </w:p>
        </w:tc>
        <w:tc>
          <w:tcPr>
            <w:tcW w:w="1262" w:type="dxa"/>
            <w:vAlign w:val="center"/>
          </w:tcPr>
          <w:p w14:paraId="722D7CC0" w14:textId="77777777" w:rsidR="00E90DAF" w:rsidRDefault="008576D7">
            <w:r>
              <w:t>8.11</w:t>
            </w:r>
          </w:p>
        </w:tc>
        <w:tc>
          <w:tcPr>
            <w:tcW w:w="1262" w:type="dxa"/>
            <w:vAlign w:val="center"/>
          </w:tcPr>
          <w:p w14:paraId="5617B52E" w14:textId="77777777" w:rsidR="00E90DAF" w:rsidRDefault="008576D7">
            <w:r>
              <w:t>16.21</w:t>
            </w:r>
          </w:p>
        </w:tc>
      </w:tr>
      <w:tr w:rsidR="00E90DAF" w14:paraId="7B8EE80E" w14:textId="77777777">
        <w:tc>
          <w:tcPr>
            <w:tcW w:w="1160" w:type="dxa"/>
            <w:vMerge/>
            <w:vAlign w:val="center"/>
          </w:tcPr>
          <w:p w14:paraId="03F99350" w14:textId="77777777" w:rsidR="00E90DAF" w:rsidRDefault="00E90DAF"/>
        </w:tc>
        <w:tc>
          <w:tcPr>
            <w:tcW w:w="1562" w:type="dxa"/>
            <w:vAlign w:val="center"/>
          </w:tcPr>
          <w:p w14:paraId="18951166" w14:textId="77777777" w:rsidR="00E90DAF" w:rsidRDefault="00E90DAF"/>
        </w:tc>
        <w:tc>
          <w:tcPr>
            <w:tcW w:w="1386" w:type="dxa"/>
            <w:vAlign w:val="center"/>
          </w:tcPr>
          <w:p w14:paraId="29C92569" w14:textId="77777777" w:rsidR="00E90DAF" w:rsidRDefault="008576D7">
            <w:r>
              <w:t>3.12×2.10</w:t>
            </w:r>
          </w:p>
        </w:tc>
        <w:tc>
          <w:tcPr>
            <w:tcW w:w="1528" w:type="dxa"/>
            <w:vAlign w:val="center"/>
          </w:tcPr>
          <w:p w14:paraId="24ACFF31" w14:textId="77777777" w:rsidR="00E90DAF" w:rsidRDefault="008576D7">
            <w:r>
              <w:t>2</w:t>
            </w:r>
          </w:p>
        </w:tc>
        <w:tc>
          <w:tcPr>
            <w:tcW w:w="1171" w:type="dxa"/>
            <w:vAlign w:val="center"/>
          </w:tcPr>
          <w:p w14:paraId="1BC6D0AC" w14:textId="77777777" w:rsidR="00E90DAF" w:rsidRDefault="008576D7">
            <w:r>
              <w:t>1</w:t>
            </w:r>
          </w:p>
        </w:tc>
        <w:tc>
          <w:tcPr>
            <w:tcW w:w="1262" w:type="dxa"/>
            <w:vAlign w:val="center"/>
          </w:tcPr>
          <w:p w14:paraId="3540101B" w14:textId="77777777" w:rsidR="00E90DAF" w:rsidRDefault="008576D7">
            <w:r>
              <w:t>6.55</w:t>
            </w:r>
          </w:p>
        </w:tc>
        <w:tc>
          <w:tcPr>
            <w:tcW w:w="1262" w:type="dxa"/>
            <w:vAlign w:val="center"/>
          </w:tcPr>
          <w:p w14:paraId="75B6A96E" w14:textId="77777777" w:rsidR="00E90DAF" w:rsidRDefault="008576D7">
            <w:r>
              <w:t>6.55</w:t>
            </w:r>
          </w:p>
        </w:tc>
      </w:tr>
      <w:tr w:rsidR="00E90DAF" w14:paraId="1605B231" w14:textId="77777777">
        <w:tc>
          <w:tcPr>
            <w:tcW w:w="1160" w:type="dxa"/>
            <w:vMerge/>
            <w:vAlign w:val="center"/>
          </w:tcPr>
          <w:p w14:paraId="34694E1C" w14:textId="77777777" w:rsidR="00E90DAF" w:rsidRDefault="00E90DAF"/>
        </w:tc>
        <w:tc>
          <w:tcPr>
            <w:tcW w:w="1562" w:type="dxa"/>
            <w:vAlign w:val="center"/>
          </w:tcPr>
          <w:p w14:paraId="46E646BD" w14:textId="77777777" w:rsidR="00E90DAF" w:rsidRDefault="00E90DAF"/>
        </w:tc>
        <w:tc>
          <w:tcPr>
            <w:tcW w:w="1386" w:type="dxa"/>
            <w:vAlign w:val="center"/>
          </w:tcPr>
          <w:p w14:paraId="0B348DD7" w14:textId="77777777" w:rsidR="00E90DAF" w:rsidRDefault="008576D7">
            <w:r>
              <w:t>5.90×2.10</w:t>
            </w:r>
          </w:p>
        </w:tc>
        <w:tc>
          <w:tcPr>
            <w:tcW w:w="1528" w:type="dxa"/>
            <w:vAlign w:val="center"/>
          </w:tcPr>
          <w:p w14:paraId="7A322806" w14:textId="77777777" w:rsidR="00E90DAF" w:rsidRDefault="008576D7">
            <w:r>
              <w:t>2~3</w:t>
            </w:r>
          </w:p>
        </w:tc>
        <w:tc>
          <w:tcPr>
            <w:tcW w:w="1171" w:type="dxa"/>
            <w:vAlign w:val="center"/>
          </w:tcPr>
          <w:p w14:paraId="713673D9" w14:textId="77777777" w:rsidR="00E90DAF" w:rsidRDefault="008576D7">
            <w:r>
              <w:t>2</w:t>
            </w:r>
          </w:p>
        </w:tc>
        <w:tc>
          <w:tcPr>
            <w:tcW w:w="1262" w:type="dxa"/>
            <w:vAlign w:val="center"/>
          </w:tcPr>
          <w:p w14:paraId="51074DD5" w14:textId="77777777" w:rsidR="00E90DAF" w:rsidRDefault="008576D7">
            <w:r>
              <w:t>12.39</w:t>
            </w:r>
          </w:p>
        </w:tc>
        <w:tc>
          <w:tcPr>
            <w:tcW w:w="1262" w:type="dxa"/>
            <w:vAlign w:val="center"/>
          </w:tcPr>
          <w:p w14:paraId="2041C3EA" w14:textId="77777777" w:rsidR="00E90DAF" w:rsidRDefault="008576D7">
            <w:r>
              <w:t>24.78</w:t>
            </w:r>
          </w:p>
        </w:tc>
      </w:tr>
      <w:tr w:rsidR="00E90DAF" w14:paraId="6E44A272" w14:textId="77777777">
        <w:tc>
          <w:tcPr>
            <w:tcW w:w="1160" w:type="dxa"/>
            <w:vMerge/>
            <w:vAlign w:val="center"/>
          </w:tcPr>
          <w:p w14:paraId="7391AE88" w14:textId="77777777" w:rsidR="00E90DAF" w:rsidRDefault="00E90DAF"/>
        </w:tc>
        <w:tc>
          <w:tcPr>
            <w:tcW w:w="1562" w:type="dxa"/>
            <w:vAlign w:val="center"/>
          </w:tcPr>
          <w:p w14:paraId="36E1821B" w14:textId="77777777" w:rsidR="00E90DAF" w:rsidRDefault="00E90DAF"/>
        </w:tc>
        <w:tc>
          <w:tcPr>
            <w:tcW w:w="1386" w:type="dxa"/>
            <w:vAlign w:val="center"/>
          </w:tcPr>
          <w:p w14:paraId="04491277" w14:textId="77777777" w:rsidR="00E90DAF" w:rsidRDefault="008576D7">
            <w:r>
              <w:t>3.11×2.10</w:t>
            </w:r>
          </w:p>
        </w:tc>
        <w:tc>
          <w:tcPr>
            <w:tcW w:w="1528" w:type="dxa"/>
            <w:vAlign w:val="center"/>
          </w:tcPr>
          <w:p w14:paraId="02560BBE" w14:textId="77777777" w:rsidR="00E90DAF" w:rsidRDefault="008576D7">
            <w:r>
              <w:t>3</w:t>
            </w:r>
          </w:p>
        </w:tc>
        <w:tc>
          <w:tcPr>
            <w:tcW w:w="1171" w:type="dxa"/>
            <w:vAlign w:val="center"/>
          </w:tcPr>
          <w:p w14:paraId="3A0D2774" w14:textId="77777777" w:rsidR="00E90DAF" w:rsidRDefault="008576D7">
            <w:r>
              <w:t>1</w:t>
            </w:r>
          </w:p>
        </w:tc>
        <w:tc>
          <w:tcPr>
            <w:tcW w:w="1262" w:type="dxa"/>
            <w:vAlign w:val="center"/>
          </w:tcPr>
          <w:p w14:paraId="25AF6629" w14:textId="77777777" w:rsidR="00E90DAF" w:rsidRDefault="008576D7">
            <w:r>
              <w:t>6.53</w:t>
            </w:r>
          </w:p>
        </w:tc>
        <w:tc>
          <w:tcPr>
            <w:tcW w:w="1262" w:type="dxa"/>
            <w:vAlign w:val="center"/>
          </w:tcPr>
          <w:p w14:paraId="54EEF548" w14:textId="77777777" w:rsidR="00E90DAF" w:rsidRDefault="008576D7">
            <w:r>
              <w:t>6.53</w:t>
            </w:r>
          </w:p>
        </w:tc>
      </w:tr>
      <w:tr w:rsidR="00E90DAF" w14:paraId="33BE2BAC" w14:textId="77777777">
        <w:tc>
          <w:tcPr>
            <w:tcW w:w="1160" w:type="dxa"/>
            <w:vMerge/>
            <w:vAlign w:val="center"/>
          </w:tcPr>
          <w:p w14:paraId="5A18E0B4" w14:textId="77777777" w:rsidR="00E90DAF" w:rsidRDefault="00E90DAF"/>
        </w:tc>
        <w:tc>
          <w:tcPr>
            <w:tcW w:w="1562" w:type="dxa"/>
            <w:vAlign w:val="center"/>
          </w:tcPr>
          <w:p w14:paraId="07714BCF" w14:textId="77777777" w:rsidR="00E90DAF" w:rsidRDefault="00E90DAF"/>
        </w:tc>
        <w:tc>
          <w:tcPr>
            <w:tcW w:w="1386" w:type="dxa"/>
            <w:vAlign w:val="center"/>
          </w:tcPr>
          <w:p w14:paraId="207605B0" w14:textId="77777777" w:rsidR="00E90DAF" w:rsidRDefault="008576D7">
            <w:r>
              <w:t>3.12×5.60</w:t>
            </w:r>
          </w:p>
        </w:tc>
        <w:tc>
          <w:tcPr>
            <w:tcW w:w="1528" w:type="dxa"/>
            <w:vAlign w:val="center"/>
          </w:tcPr>
          <w:p w14:paraId="6AC50155" w14:textId="77777777" w:rsidR="00E90DAF" w:rsidRDefault="008576D7">
            <w:r>
              <w:t>3</w:t>
            </w:r>
          </w:p>
        </w:tc>
        <w:tc>
          <w:tcPr>
            <w:tcW w:w="1171" w:type="dxa"/>
            <w:vAlign w:val="center"/>
          </w:tcPr>
          <w:p w14:paraId="22D11643" w14:textId="77777777" w:rsidR="00E90DAF" w:rsidRDefault="008576D7">
            <w:r>
              <w:t>1</w:t>
            </w:r>
          </w:p>
        </w:tc>
        <w:tc>
          <w:tcPr>
            <w:tcW w:w="1262" w:type="dxa"/>
            <w:vAlign w:val="center"/>
          </w:tcPr>
          <w:p w14:paraId="4A4FCFE5" w14:textId="77777777" w:rsidR="00E90DAF" w:rsidRDefault="008576D7">
            <w:r>
              <w:t>17.47</w:t>
            </w:r>
          </w:p>
        </w:tc>
        <w:tc>
          <w:tcPr>
            <w:tcW w:w="1262" w:type="dxa"/>
            <w:vAlign w:val="center"/>
          </w:tcPr>
          <w:p w14:paraId="72E76FEF" w14:textId="77777777" w:rsidR="00E90DAF" w:rsidRDefault="008576D7">
            <w:r>
              <w:t>17.47</w:t>
            </w:r>
          </w:p>
        </w:tc>
      </w:tr>
      <w:tr w:rsidR="00E90DAF" w14:paraId="46879121" w14:textId="77777777">
        <w:tc>
          <w:tcPr>
            <w:tcW w:w="1160" w:type="dxa"/>
            <w:vMerge w:val="restart"/>
            <w:vAlign w:val="center"/>
          </w:tcPr>
          <w:p w14:paraId="219E251A" w14:textId="77777777" w:rsidR="00E90DAF" w:rsidRDefault="008576D7">
            <w:r>
              <w:t>西向</w:t>
            </w:r>
            <w:r>
              <w:br/>
              <w:t>162.90</w:t>
            </w:r>
          </w:p>
        </w:tc>
        <w:tc>
          <w:tcPr>
            <w:tcW w:w="1562" w:type="dxa"/>
            <w:vAlign w:val="center"/>
          </w:tcPr>
          <w:p w14:paraId="4B021216" w14:textId="77777777" w:rsidR="00E90DAF" w:rsidRDefault="00E90DAF"/>
        </w:tc>
        <w:tc>
          <w:tcPr>
            <w:tcW w:w="1386" w:type="dxa"/>
            <w:vAlign w:val="center"/>
          </w:tcPr>
          <w:p w14:paraId="297CC650" w14:textId="77777777" w:rsidR="00E90DAF" w:rsidRDefault="008576D7">
            <w:r>
              <w:t>3.33×2.10</w:t>
            </w:r>
          </w:p>
        </w:tc>
        <w:tc>
          <w:tcPr>
            <w:tcW w:w="1528" w:type="dxa"/>
            <w:vAlign w:val="center"/>
          </w:tcPr>
          <w:p w14:paraId="32D0A941" w14:textId="77777777" w:rsidR="00E90DAF" w:rsidRDefault="008576D7">
            <w:r>
              <w:t>1</w:t>
            </w:r>
          </w:p>
        </w:tc>
        <w:tc>
          <w:tcPr>
            <w:tcW w:w="1171" w:type="dxa"/>
            <w:vAlign w:val="center"/>
          </w:tcPr>
          <w:p w14:paraId="09F9F351" w14:textId="77777777" w:rsidR="00E90DAF" w:rsidRDefault="008576D7">
            <w:r>
              <w:t>1</w:t>
            </w:r>
          </w:p>
        </w:tc>
        <w:tc>
          <w:tcPr>
            <w:tcW w:w="1262" w:type="dxa"/>
            <w:vAlign w:val="center"/>
          </w:tcPr>
          <w:p w14:paraId="54F80F97" w14:textId="77777777" w:rsidR="00E90DAF" w:rsidRDefault="008576D7">
            <w:r>
              <w:t>6.99</w:t>
            </w:r>
          </w:p>
        </w:tc>
        <w:tc>
          <w:tcPr>
            <w:tcW w:w="1262" w:type="dxa"/>
            <w:vAlign w:val="center"/>
          </w:tcPr>
          <w:p w14:paraId="4B7AF14A" w14:textId="77777777" w:rsidR="00E90DAF" w:rsidRDefault="008576D7">
            <w:r>
              <w:t>6.99</w:t>
            </w:r>
          </w:p>
        </w:tc>
      </w:tr>
      <w:tr w:rsidR="00E90DAF" w14:paraId="5DA26B68" w14:textId="77777777">
        <w:tc>
          <w:tcPr>
            <w:tcW w:w="1160" w:type="dxa"/>
            <w:vMerge/>
            <w:vAlign w:val="center"/>
          </w:tcPr>
          <w:p w14:paraId="59D77262" w14:textId="77777777" w:rsidR="00E90DAF" w:rsidRDefault="00E90DAF"/>
        </w:tc>
        <w:tc>
          <w:tcPr>
            <w:tcW w:w="1562" w:type="dxa"/>
            <w:vAlign w:val="center"/>
          </w:tcPr>
          <w:p w14:paraId="394BF9CF" w14:textId="77777777" w:rsidR="00E90DAF" w:rsidRDefault="00E90DAF"/>
        </w:tc>
        <w:tc>
          <w:tcPr>
            <w:tcW w:w="1386" w:type="dxa"/>
            <w:vAlign w:val="center"/>
          </w:tcPr>
          <w:p w14:paraId="32BB5CBB" w14:textId="77777777" w:rsidR="00E90DAF" w:rsidRDefault="008576D7">
            <w:r>
              <w:t>1.20×2.10</w:t>
            </w:r>
          </w:p>
        </w:tc>
        <w:tc>
          <w:tcPr>
            <w:tcW w:w="1528" w:type="dxa"/>
            <w:vAlign w:val="center"/>
          </w:tcPr>
          <w:p w14:paraId="58E1464D" w14:textId="77777777" w:rsidR="00E90DAF" w:rsidRDefault="008576D7">
            <w:r>
              <w:t>1~3</w:t>
            </w:r>
          </w:p>
        </w:tc>
        <w:tc>
          <w:tcPr>
            <w:tcW w:w="1171" w:type="dxa"/>
            <w:vAlign w:val="center"/>
          </w:tcPr>
          <w:p w14:paraId="5552E60B" w14:textId="77777777" w:rsidR="00E90DAF" w:rsidRDefault="008576D7">
            <w:r>
              <w:t>36</w:t>
            </w:r>
          </w:p>
        </w:tc>
        <w:tc>
          <w:tcPr>
            <w:tcW w:w="1262" w:type="dxa"/>
            <w:vAlign w:val="center"/>
          </w:tcPr>
          <w:p w14:paraId="68500750" w14:textId="77777777" w:rsidR="00E90DAF" w:rsidRDefault="008576D7">
            <w:r>
              <w:t>2.52</w:t>
            </w:r>
          </w:p>
        </w:tc>
        <w:tc>
          <w:tcPr>
            <w:tcW w:w="1262" w:type="dxa"/>
            <w:vAlign w:val="center"/>
          </w:tcPr>
          <w:p w14:paraId="613587AA" w14:textId="77777777" w:rsidR="00E90DAF" w:rsidRDefault="008576D7">
            <w:r>
              <w:t>90.72</w:t>
            </w:r>
          </w:p>
        </w:tc>
      </w:tr>
      <w:tr w:rsidR="00E90DAF" w14:paraId="07D8B173" w14:textId="77777777">
        <w:tc>
          <w:tcPr>
            <w:tcW w:w="1160" w:type="dxa"/>
            <w:vMerge/>
            <w:vAlign w:val="center"/>
          </w:tcPr>
          <w:p w14:paraId="3AFF6F24" w14:textId="77777777" w:rsidR="00E90DAF" w:rsidRDefault="00E90DAF"/>
        </w:tc>
        <w:tc>
          <w:tcPr>
            <w:tcW w:w="1562" w:type="dxa"/>
            <w:vAlign w:val="center"/>
          </w:tcPr>
          <w:p w14:paraId="7457834E" w14:textId="77777777" w:rsidR="00E90DAF" w:rsidRDefault="00E90DAF"/>
        </w:tc>
        <w:tc>
          <w:tcPr>
            <w:tcW w:w="1386" w:type="dxa"/>
            <w:vAlign w:val="center"/>
          </w:tcPr>
          <w:p w14:paraId="5C552F43" w14:textId="77777777" w:rsidR="00E90DAF" w:rsidRDefault="008576D7">
            <w:r>
              <w:t>3.12×2.10</w:t>
            </w:r>
          </w:p>
        </w:tc>
        <w:tc>
          <w:tcPr>
            <w:tcW w:w="1528" w:type="dxa"/>
            <w:vAlign w:val="center"/>
          </w:tcPr>
          <w:p w14:paraId="4B02F4C8" w14:textId="77777777" w:rsidR="00E90DAF" w:rsidRDefault="008576D7">
            <w:r>
              <w:t>1~2</w:t>
            </w:r>
          </w:p>
        </w:tc>
        <w:tc>
          <w:tcPr>
            <w:tcW w:w="1171" w:type="dxa"/>
            <w:vAlign w:val="center"/>
          </w:tcPr>
          <w:p w14:paraId="4B757585" w14:textId="77777777" w:rsidR="00E90DAF" w:rsidRDefault="008576D7">
            <w:r>
              <w:t>2</w:t>
            </w:r>
          </w:p>
        </w:tc>
        <w:tc>
          <w:tcPr>
            <w:tcW w:w="1262" w:type="dxa"/>
            <w:vAlign w:val="center"/>
          </w:tcPr>
          <w:p w14:paraId="742A597D" w14:textId="77777777" w:rsidR="00E90DAF" w:rsidRDefault="008576D7">
            <w:r>
              <w:t>6.55</w:t>
            </w:r>
          </w:p>
        </w:tc>
        <w:tc>
          <w:tcPr>
            <w:tcW w:w="1262" w:type="dxa"/>
            <w:vAlign w:val="center"/>
          </w:tcPr>
          <w:p w14:paraId="17B7F903" w14:textId="77777777" w:rsidR="00E90DAF" w:rsidRDefault="008576D7">
            <w:r>
              <w:t>13.10</w:t>
            </w:r>
          </w:p>
        </w:tc>
      </w:tr>
      <w:tr w:rsidR="00E90DAF" w14:paraId="12325FCA" w14:textId="77777777">
        <w:tc>
          <w:tcPr>
            <w:tcW w:w="1160" w:type="dxa"/>
            <w:vMerge/>
            <w:vAlign w:val="center"/>
          </w:tcPr>
          <w:p w14:paraId="1F1C3596" w14:textId="77777777" w:rsidR="00E90DAF" w:rsidRDefault="00E90DAF"/>
        </w:tc>
        <w:tc>
          <w:tcPr>
            <w:tcW w:w="1562" w:type="dxa"/>
            <w:vAlign w:val="center"/>
          </w:tcPr>
          <w:p w14:paraId="184086CC" w14:textId="77777777" w:rsidR="00E90DAF" w:rsidRDefault="00E90DAF"/>
        </w:tc>
        <w:tc>
          <w:tcPr>
            <w:tcW w:w="1386" w:type="dxa"/>
            <w:vAlign w:val="center"/>
          </w:tcPr>
          <w:p w14:paraId="7E8008A3" w14:textId="77777777" w:rsidR="00E90DAF" w:rsidRDefault="008576D7">
            <w:r>
              <w:t>8.24×2.10</w:t>
            </w:r>
          </w:p>
        </w:tc>
        <w:tc>
          <w:tcPr>
            <w:tcW w:w="1528" w:type="dxa"/>
            <w:vAlign w:val="center"/>
          </w:tcPr>
          <w:p w14:paraId="10D84ED4" w14:textId="77777777" w:rsidR="00E90DAF" w:rsidRDefault="008576D7">
            <w:r>
              <w:t>2~3</w:t>
            </w:r>
          </w:p>
        </w:tc>
        <w:tc>
          <w:tcPr>
            <w:tcW w:w="1171" w:type="dxa"/>
            <w:vAlign w:val="center"/>
          </w:tcPr>
          <w:p w14:paraId="5554C6FF" w14:textId="77777777" w:rsidR="00E90DAF" w:rsidRDefault="008576D7">
            <w:r>
              <w:t>2</w:t>
            </w:r>
          </w:p>
        </w:tc>
        <w:tc>
          <w:tcPr>
            <w:tcW w:w="1262" w:type="dxa"/>
            <w:vAlign w:val="center"/>
          </w:tcPr>
          <w:p w14:paraId="30631661" w14:textId="77777777" w:rsidR="00E90DAF" w:rsidRDefault="008576D7">
            <w:r>
              <w:t>17.30</w:t>
            </w:r>
          </w:p>
        </w:tc>
        <w:tc>
          <w:tcPr>
            <w:tcW w:w="1262" w:type="dxa"/>
            <w:vAlign w:val="center"/>
          </w:tcPr>
          <w:p w14:paraId="645E56BC" w14:textId="77777777" w:rsidR="00E90DAF" w:rsidRDefault="008576D7">
            <w:r>
              <w:t>34.61</w:t>
            </w:r>
          </w:p>
        </w:tc>
      </w:tr>
      <w:tr w:rsidR="00E90DAF" w14:paraId="543761E9" w14:textId="77777777">
        <w:tc>
          <w:tcPr>
            <w:tcW w:w="1160" w:type="dxa"/>
            <w:vMerge/>
            <w:vAlign w:val="center"/>
          </w:tcPr>
          <w:p w14:paraId="319174AB" w14:textId="77777777" w:rsidR="00E90DAF" w:rsidRDefault="00E90DAF"/>
        </w:tc>
        <w:tc>
          <w:tcPr>
            <w:tcW w:w="1562" w:type="dxa"/>
            <w:vAlign w:val="center"/>
          </w:tcPr>
          <w:p w14:paraId="34358503" w14:textId="77777777" w:rsidR="00E90DAF" w:rsidRDefault="00E90DAF"/>
        </w:tc>
        <w:tc>
          <w:tcPr>
            <w:tcW w:w="1386" w:type="dxa"/>
            <w:vAlign w:val="center"/>
          </w:tcPr>
          <w:p w14:paraId="043C831C" w14:textId="77777777" w:rsidR="00E90DAF" w:rsidRDefault="008576D7">
            <w:r>
              <w:t>3.12×5.60</w:t>
            </w:r>
          </w:p>
        </w:tc>
        <w:tc>
          <w:tcPr>
            <w:tcW w:w="1528" w:type="dxa"/>
            <w:vAlign w:val="center"/>
          </w:tcPr>
          <w:p w14:paraId="207E736F" w14:textId="77777777" w:rsidR="00E90DAF" w:rsidRDefault="008576D7">
            <w:r>
              <w:t>3</w:t>
            </w:r>
          </w:p>
        </w:tc>
        <w:tc>
          <w:tcPr>
            <w:tcW w:w="1171" w:type="dxa"/>
            <w:vAlign w:val="center"/>
          </w:tcPr>
          <w:p w14:paraId="2E1F2DE3" w14:textId="77777777" w:rsidR="00E90DAF" w:rsidRDefault="008576D7">
            <w:r>
              <w:t>1</w:t>
            </w:r>
          </w:p>
        </w:tc>
        <w:tc>
          <w:tcPr>
            <w:tcW w:w="1262" w:type="dxa"/>
            <w:vAlign w:val="center"/>
          </w:tcPr>
          <w:p w14:paraId="7D3018A8" w14:textId="77777777" w:rsidR="00E90DAF" w:rsidRDefault="008576D7">
            <w:r>
              <w:t>17.47</w:t>
            </w:r>
          </w:p>
        </w:tc>
        <w:tc>
          <w:tcPr>
            <w:tcW w:w="1262" w:type="dxa"/>
            <w:vAlign w:val="center"/>
          </w:tcPr>
          <w:p w14:paraId="392ED1E7" w14:textId="77777777" w:rsidR="00E90DAF" w:rsidRDefault="008576D7">
            <w:r>
              <w:t>17.47</w:t>
            </w:r>
          </w:p>
        </w:tc>
      </w:tr>
    </w:tbl>
    <w:p w14:paraId="6BB3FD0F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9" w:name="_Toc60664712"/>
      <w:r>
        <w:rPr>
          <w:color w:val="000000"/>
          <w:kern w:val="2"/>
          <w:szCs w:val="24"/>
        </w:rPr>
        <w:t>天窗</w:t>
      </w:r>
      <w:bookmarkEnd w:id="39"/>
    </w:p>
    <w:p w14:paraId="73002B59" w14:textId="77777777" w:rsidR="00E90DAF" w:rsidRDefault="008576D7">
      <w:pPr>
        <w:pStyle w:val="2"/>
        <w:widowControl w:val="0"/>
        <w:rPr>
          <w:kern w:val="2"/>
        </w:rPr>
      </w:pPr>
      <w:bookmarkStart w:id="40" w:name="_Toc60664713"/>
      <w:r>
        <w:rPr>
          <w:kern w:val="2"/>
        </w:rPr>
        <w:t>天窗屋顶比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1811"/>
        <w:gridCol w:w="1811"/>
        <w:gridCol w:w="1811"/>
        <w:gridCol w:w="1811"/>
      </w:tblGrid>
      <w:tr w:rsidR="00E90DAF" w14:paraId="5896B042" w14:textId="77777777">
        <w:tc>
          <w:tcPr>
            <w:tcW w:w="2088" w:type="dxa"/>
            <w:shd w:val="clear" w:color="auto" w:fill="E6E6E6"/>
            <w:vAlign w:val="center"/>
          </w:tcPr>
          <w:p w14:paraId="688BDBC2" w14:textId="77777777" w:rsidR="00E90DAF" w:rsidRDefault="008576D7">
            <w:pPr>
              <w:jc w:val="center"/>
            </w:pPr>
            <w:r>
              <w:t>房间</w:t>
            </w:r>
          </w:p>
        </w:tc>
        <w:tc>
          <w:tcPr>
            <w:tcW w:w="1811" w:type="dxa"/>
            <w:shd w:val="clear" w:color="auto" w:fill="E6E6E6"/>
            <w:vAlign w:val="center"/>
          </w:tcPr>
          <w:p w14:paraId="587A8701" w14:textId="77777777" w:rsidR="00E90DAF" w:rsidRDefault="008576D7">
            <w:pPr>
              <w:jc w:val="center"/>
            </w:pPr>
            <w:r>
              <w:t>天窗编号</w:t>
            </w:r>
          </w:p>
        </w:tc>
        <w:tc>
          <w:tcPr>
            <w:tcW w:w="1811" w:type="dxa"/>
            <w:shd w:val="clear" w:color="auto" w:fill="E6E6E6"/>
            <w:vAlign w:val="center"/>
          </w:tcPr>
          <w:p w14:paraId="6F9A0FEC" w14:textId="77777777" w:rsidR="00E90DAF" w:rsidRDefault="008576D7">
            <w:pPr>
              <w:jc w:val="center"/>
            </w:pPr>
            <w:r>
              <w:t>天窗面积（㎡）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14:paraId="0461B36B" w14:textId="77777777" w:rsidR="00E90DAF" w:rsidRDefault="008576D7">
            <w:pPr>
              <w:jc w:val="center"/>
            </w:pPr>
            <w:r>
              <w:t>屋顶面积（㎡）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14:paraId="332CCBE4" w14:textId="77777777" w:rsidR="00E90DAF" w:rsidRDefault="008576D7">
            <w:pPr>
              <w:jc w:val="center"/>
            </w:pPr>
            <w:r>
              <w:t>面积比</w:t>
            </w:r>
          </w:p>
        </w:tc>
      </w:tr>
      <w:tr w:rsidR="00E90DAF" w14:paraId="25A615D5" w14:textId="77777777">
        <w:tc>
          <w:tcPr>
            <w:tcW w:w="2088" w:type="dxa"/>
            <w:vAlign w:val="center"/>
          </w:tcPr>
          <w:p w14:paraId="27F4CA4A" w14:textId="77777777" w:rsidR="00E90DAF" w:rsidRDefault="008576D7">
            <w:r>
              <w:t>3001</w:t>
            </w:r>
          </w:p>
        </w:tc>
        <w:tc>
          <w:tcPr>
            <w:tcW w:w="1811" w:type="dxa"/>
            <w:vAlign w:val="center"/>
          </w:tcPr>
          <w:p w14:paraId="75014B73" w14:textId="77777777" w:rsidR="00E90DAF" w:rsidRDefault="00E90DAF"/>
        </w:tc>
        <w:tc>
          <w:tcPr>
            <w:tcW w:w="1811" w:type="dxa"/>
            <w:vAlign w:val="center"/>
          </w:tcPr>
          <w:p w14:paraId="4DB8816C" w14:textId="77777777" w:rsidR="00E90DAF" w:rsidRDefault="008576D7">
            <w:r>
              <w:t>1.74</w:t>
            </w:r>
          </w:p>
        </w:tc>
        <w:tc>
          <w:tcPr>
            <w:tcW w:w="1811" w:type="dxa"/>
            <w:vAlign w:val="center"/>
          </w:tcPr>
          <w:p w14:paraId="3A49F5CF" w14:textId="77777777" w:rsidR="00E90DAF" w:rsidRDefault="008576D7">
            <w:r>
              <w:t>116.19</w:t>
            </w:r>
          </w:p>
        </w:tc>
        <w:tc>
          <w:tcPr>
            <w:tcW w:w="1811" w:type="dxa"/>
            <w:vAlign w:val="center"/>
          </w:tcPr>
          <w:p w14:paraId="4267DD6A" w14:textId="77777777" w:rsidR="00E90DAF" w:rsidRDefault="008576D7">
            <w:r>
              <w:t>0.01</w:t>
            </w:r>
          </w:p>
        </w:tc>
      </w:tr>
      <w:tr w:rsidR="00E90DAF" w14:paraId="2806BA03" w14:textId="77777777">
        <w:tc>
          <w:tcPr>
            <w:tcW w:w="2088" w:type="dxa"/>
            <w:vAlign w:val="center"/>
          </w:tcPr>
          <w:p w14:paraId="6FA05C8D" w14:textId="77777777" w:rsidR="00E90DAF" w:rsidRDefault="008576D7">
            <w:r>
              <w:t>3005</w:t>
            </w:r>
          </w:p>
        </w:tc>
        <w:tc>
          <w:tcPr>
            <w:tcW w:w="1811" w:type="dxa"/>
            <w:vAlign w:val="center"/>
          </w:tcPr>
          <w:p w14:paraId="760B74B2" w14:textId="77777777" w:rsidR="00E90DAF" w:rsidRDefault="00E90DAF"/>
        </w:tc>
        <w:tc>
          <w:tcPr>
            <w:tcW w:w="1811" w:type="dxa"/>
            <w:vAlign w:val="center"/>
          </w:tcPr>
          <w:p w14:paraId="3088CB06" w14:textId="77777777" w:rsidR="00E90DAF" w:rsidRDefault="008576D7">
            <w:r>
              <w:t>0.48</w:t>
            </w:r>
          </w:p>
        </w:tc>
        <w:tc>
          <w:tcPr>
            <w:tcW w:w="1811" w:type="dxa"/>
            <w:vAlign w:val="center"/>
          </w:tcPr>
          <w:p w14:paraId="0AE1707C" w14:textId="77777777" w:rsidR="00E90DAF" w:rsidRDefault="008576D7">
            <w:r>
              <w:t>28.98</w:t>
            </w:r>
          </w:p>
        </w:tc>
        <w:tc>
          <w:tcPr>
            <w:tcW w:w="1811" w:type="dxa"/>
            <w:vAlign w:val="center"/>
          </w:tcPr>
          <w:p w14:paraId="05A50D95" w14:textId="77777777" w:rsidR="00E90DAF" w:rsidRDefault="008576D7">
            <w:r>
              <w:t>0.02</w:t>
            </w:r>
          </w:p>
        </w:tc>
      </w:tr>
      <w:tr w:rsidR="00E90DAF" w14:paraId="565EB9CA" w14:textId="77777777">
        <w:tc>
          <w:tcPr>
            <w:tcW w:w="2088" w:type="dxa"/>
            <w:vAlign w:val="center"/>
          </w:tcPr>
          <w:p w14:paraId="251AD75D" w14:textId="77777777" w:rsidR="00E90DAF" w:rsidRDefault="008576D7">
            <w:r>
              <w:t>3007</w:t>
            </w:r>
          </w:p>
        </w:tc>
        <w:tc>
          <w:tcPr>
            <w:tcW w:w="1811" w:type="dxa"/>
            <w:vAlign w:val="center"/>
          </w:tcPr>
          <w:p w14:paraId="11C4CF33" w14:textId="77777777" w:rsidR="00E90DAF" w:rsidRDefault="00E90DAF"/>
        </w:tc>
        <w:tc>
          <w:tcPr>
            <w:tcW w:w="1811" w:type="dxa"/>
            <w:vAlign w:val="center"/>
          </w:tcPr>
          <w:p w14:paraId="464D84C9" w14:textId="77777777" w:rsidR="00E90DAF" w:rsidRDefault="008576D7">
            <w:r>
              <w:t>21.55</w:t>
            </w:r>
          </w:p>
        </w:tc>
        <w:tc>
          <w:tcPr>
            <w:tcW w:w="1811" w:type="dxa"/>
            <w:vAlign w:val="center"/>
          </w:tcPr>
          <w:p w14:paraId="26EBE1C5" w14:textId="77777777" w:rsidR="00E90DAF" w:rsidRDefault="008576D7">
            <w:r>
              <w:t>22.50</w:t>
            </w:r>
          </w:p>
        </w:tc>
        <w:tc>
          <w:tcPr>
            <w:tcW w:w="1811" w:type="dxa"/>
            <w:vAlign w:val="center"/>
          </w:tcPr>
          <w:p w14:paraId="424118BC" w14:textId="77777777" w:rsidR="00E90DAF" w:rsidRDefault="008576D7">
            <w:r>
              <w:t>0.96</w:t>
            </w:r>
          </w:p>
        </w:tc>
      </w:tr>
      <w:tr w:rsidR="00E90DAF" w14:paraId="5F0B80B4" w14:textId="77777777">
        <w:tc>
          <w:tcPr>
            <w:tcW w:w="2088" w:type="dxa"/>
            <w:vAlign w:val="center"/>
          </w:tcPr>
          <w:p w14:paraId="0B0A5DE4" w14:textId="77777777" w:rsidR="00E90DAF" w:rsidRDefault="008576D7">
            <w:r>
              <w:t>3027</w:t>
            </w:r>
          </w:p>
        </w:tc>
        <w:tc>
          <w:tcPr>
            <w:tcW w:w="1811" w:type="dxa"/>
            <w:vAlign w:val="center"/>
          </w:tcPr>
          <w:p w14:paraId="27C0AFB3" w14:textId="77777777" w:rsidR="00E90DAF" w:rsidRDefault="00E90DAF"/>
        </w:tc>
        <w:tc>
          <w:tcPr>
            <w:tcW w:w="1811" w:type="dxa"/>
            <w:vAlign w:val="center"/>
          </w:tcPr>
          <w:p w14:paraId="26211E86" w14:textId="77777777" w:rsidR="00E90DAF" w:rsidRDefault="008576D7">
            <w:r>
              <w:t>34.32</w:t>
            </w:r>
          </w:p>
        </w:tc>
        <w:tc>
          <w:tcPr>
            <w:tcW w:w="1811" w:type="dxa"/>
            <w:vAlign w:val="center"/>
          </w:tcPr>
          <w:p w14:paraId="5F9CD2DE" w14:textId="77777777" w:rsidR="00E90DAF" w:rsidRDefault="008576D7">
            <w:r>
              <w:t>36.54</w:t>
            </w:r>
          </w:p>
        </w:tc>
        <w:tc>
          <w:tcPr>
            <w:tcW w:w="1811" w:type="dxa"/>
            <w:vAlign w:val="center"/>
          </w:tcPr>
          <w:p w14:paraId="1E5286D6" w14:textId="77777777" w:rsidR="00E90DAF" w:rsidRDefault="008576D7">
            <w:r>
              <w:t>0.94</w:t>
            </w:r>
          </w:p>
        </w:tc>
      </w:tr>
      <w:tr w:rsidR="00E90DAF" w14:paraId="3389E201" w14:textId="77777777">
        <w:tc>
          <w:tcPr>
            <w:tcW w:w="3899" w:type="dxa"/>
            <w:gridSpan w:val="2"/>
            <w:shd w:val="clear" w:color="auto" w:fill="E6E6E6"/>
            <w:vAlign w:val="center"/>
          </w:tcPr>
          <w:p w14:paraId="575565BC" w14:textId="77777777" w:rsidR="00E90DAF" w:rsidRDefault="008576D7">
            <w:r>
              <w:t>整栋建筑</w:t>
            </w:r>
          </w:p>
        </w:tc>
        <w:tc>
          <w:tcPr>
            <w:tcW w:w="1811" w:type="dxa"/>
            <w:vAlign w:val="center"/>
          </w:tcPr>
          <w:p w14:paraId="022CD02B" w14:textId="77777777" w:rsidR="00E90DAF" w:rsidRDefault="008576D7">
            <w:r>
              <w:t>58.09</w:t>
            </w:r>
          </w:p>
        </w:tc>
        <w:tc>
          <w:tcPr>
            <w:tcW w:w="1811" w:type="dxa"/>
            <w:vAlign w:val="center"/>
          </w:tcPr>
          <w:p w14:paraId="0C3AA032" w14:textId="77777777" w:rsidR="00E90DAF" w:rsidRDefault="008576D7">
            <w:r>
              <w:t>1204.74</w:t>
            </w:r>
          </w:p>
        </w:tc>
        <w:tc>
          <w:tcPr>
            <w:tcW w:w="1811" w:type="dxa"/>
            <w:vAlign w:val="center"/>
          </w:tcPr>
          <w:p w14:paraId="402055D7" w14:textId="77777777" w:rsidR="00E90DAF" w:rsidRDefault="008576D7">
            <w:r>
              <w:t>0.05</w:t>
            </w:r>
          </w:p>
        </w:tc>
      </w:tr>
      <w:tr w:rsidR="00E90DAF" w14:paraId="4FFF4AC4" w14:textId="77777777">
        <w:tc>
          <w:tcPr>
            <w:tcW w:w="2088" w:type="dxa"/>
            <w:shd w:val="clear" w:color="auto" w:fill="E6E6E6"/>
            <w:vAlign w:val="center"/>
          </w:tcPr>
          <w:p w14:paraId="4BB000CD" w14:textId="77777777" w:rsidR="00E90DAF" w:rsidRDefault="008576D7">
            <w:r>
              <w:t>标准依据</w:t>
            </w:r>
          </w:p>
        </w:tc>
        <w:tc>
          <w:tcPr>
            <w:tcW w:w="7244" w:type="dxa"/>
            <w:gridSpan w:val="4"/>
            <w:vAlign w:val="center"/>
          </w:tcPr>
          <w:p w14:paraId="3A1B9A68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4.2.3</w:t>
            </w:r>
            <w:r>
              <w:t>条</w:t>
            </w:r>
          </w:p>
        </w:tc>
      </w:tr>
      <w:tr w:rsidR="00E90DAF" w14:paraId="668FCDDC" w14:textId="77777777">
        <w:tc>
          <w:tcPr>
            <w:tcW w:w="2088" w:type="dxa"/>
            <w:shd w:val="clear" w:color="auto" w:fill="E6E6E6"/>
            <w:vAlign w:val="center"/>
          </w:tcPr>
          <w:p w14:paraId="0FE429E2" w14:textId="77777777" w:rsidR="00E90DAF" w:rsidRDefault="008576D7">
            <w:r>
              <w:t>标准要求</w:t>
            </w:r>
          </w:p>
        </w:tc>
        <w:tc>
          <w:tcPr>
            <w:tcW w:w="7244" w:type="dxa"/>
            <w:gridSpan w:val="4"/>
            <w:vAlign w:val="center"/>
          </w:tcPr>
          <w:p w14:paraId="3F276D10" w14:textId="77777777" w:rsidR="00E90DAF" w:rsidRDefault="008576D7">
            <w:r>
              <w:t>天窗面积不应大于屋顶总面积的</w:t>
            </w:r>
            <w:r>
              <w:t>20%</w:t>
            </w:r>
          </w:p>
        </w:tc>
      </w:tr>
      <w:tr w:rsidR="00E90DAF" w14:paraId="42F6D1AA" w14:textId="77777777">
        <w:tc>
          <w:tcPr>
            <w:tcW w:w="2088" w:type="dxa"/>
            <w:shd w:val="clear" w:color="auto" w:fill="E6E6E6"/>
            <w:vAlign w:val="center"/>
          </w:tcPr>
          <w:p w14:paraId="35D962F7" w14:textId="77777777" w:rsidR="00E90DAF" w:rsidRDefault="008576D7">
            <w:r>
              <w:t>结论</w:t>
            </w:r>
          </w:p>
        </w:tc>
        <w:tc>
          <w:tcPr>
            <w:tcW w:w="7244" w:type="dxa"/>
            <w:gridSpan w:val="4"/>
            <w:vAlign w:val="center"/>
          </w:tcPr>
          <w:p w14:paraId="6FB662BD" w14:textId="77777777" w:rsidR="00E90DAF" w:rsidRDefault="008576D7">
            <w:r>
              <w:t>满足</w:t>
            </w:r>
          </w:p>
        </w:tc>
      </w:tr>
    </w:tbl>
    <w:p w14:paraId="11D63AE8" w14:textId="77777777" w:rsidR="00E90DAF" w:rsidRDefault="008576D7">
      <w:pPr>
        <w:pStyle w:val="2"/>
        <w:widowControl w:val="0"/>
        <w:rPr>
          <w:kern w:val="2"/>
        </w:rPr>
      </w:pPr>
      <w:bookmarkStart w:id="41" w:name="_Toc60664714"/>
      <w:r>
        <w:rPr>
          <w:kern w:val="2"/>
        </w:rPr>
        <w:t>天窗类型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976"/>
        <w:gridCol w:w="1188"/>
        <w:gridCol w:w="1188"/>
        <w:gridCol w:w="1301"/>
        <w:gridCol w:w="2774"/>
      </w:tblGrid>
      <w:tr w:rsidR="00E90DAF" w14:paraId="7504970F" w14:textId="77777777">
        <w:tc>
          <w:tcPr>
            <w:tcW w:w="905" w:type="dxa"/>
            <w:shd w:val="clear" w:color="auto" w:fill="E6E6E6"/>
            <w:vAlign w:val="center"/>
          </w:tcPr>
          <w:p w14:paraId="629E8915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76FDCA4F" w14:textId="77777777" w:rsidR="00E90DAF" w:rsidRDefault="008576D7">
            <w:pPr>
              <w:jc w:val="center"/>
            </w:pPr>
            <w:r>
              <w:t>构造名称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147372F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41CAA91" w14:textId="77777777" w:rsidR="00E90DAF" w:rsidRDefault="008576D7">
            <w:pPr>
              <w:jc w:val="center"/>
            </w:pPr>
            <w:r>
              <w:t>传热系数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7AC841C2" w14:textId="77777777" w:rsidR="00E90DAF" w:rsidRDefault="008576D7">
            <w:pPr>
              <w:jc w:val="center"/>
            </w:pPr>
            <w:r>
              <w:t>自遮阳系数</w:t>
            </w:r>
          </w:p>
        </w:tc>
        <w:tc>
          <w:tcPr>
            <w:tcW w:w="2773" w:type="dxa"/>
            <w:shd w:val="clear" w:color="auto" w:fill="E6E6E6"/>
            <w:vAlign w:val="center"/>
          </w:tcPr>
          <w:p w14:paraId="6F8FA6F2" w14:textId="77777777" w:rsidR="00E90DAF" w:rsidRDefault="008576D7">
            <w:pPr>
              <w:jc w:val="center"/>
            </w:pPr>
            <w:r>
              <w:t>备注</w:t>
            </w:r>
          </w:p>
        </w:tc>
      </w:tr>
      <w:tr w:rsidR="00E90DAF" w14:paraId="56ED03DA" w14:textId="77777777">
        <w:tc>
          <w:tcPr>
            <w:tcW w:w="905" w:type="dxa"/>
            <w:vAlign w:val="center"/>
          </w:tcPr>
          <w:p w14:paraId="4C24121C" w14:textId="77777777" w:rsidR="00E90DAF" w:rsidRDefault="008576D7">
            <w:r>
              <w:t>1</w:t>
            </w:r>
          </w:p>
        </w:tc>
        <w:tc>
          <w:tcPr>
            <w:tcW w:w="1975" w:type="dxa"/>
            <w:vAlign w:val="center"/>
          </w:tcPr>
          <w:p w14:paraId="1ED79929" w14:textId="77777777" w:rsidR="00E90DAF" w:rsidRDefault="008576D7">
            <w:r>
              <w:t>6mm</w:t>
            </w:r>
            <w:r>
              <w:t>氩气</w:t>
            </w:r>
            <w:r>
              <w:t>Low-E</w:t>
            </w:r>
            <w:r>
              <w:t>中空玻璃</w:t>
            </w:r>
            <w:r>
              <w:t>PA</w:t>
            </w:r>
            <w:r>
              <w:t>断热铝合金窗（下限）</w:t>
            </w:r>
          </w:p>
        </w:tc>
        <w:tc>
          <w:tcPr>
            <w:tcW w:w="1188" w:type="dxa"/>
            <w:vAlign w:val="center"/>
          </w:tcPr>
          <w:p w14:paraId="501B7D54" w14:textId="77777777" w:rsidR="00E90DAF" w:rsidRDefault="008576D7">
            <w:r>
              <w:t>74</w:t>
            </w:r>
          </w:p>
        </w:tc>
        <w:tc>
          <w:tcPr>
            <w:tcW w:w="1188" w:type="dxa"/>
            <w:vAlign w:val="center"/>
          </w:tcPr>
          <w:p w14:paraId="49A3EBA3" w14:textId="77777777" w:rsidR="00E90DAF" w:rsidRDefault="008576D7">
            <w:r>
              <w:t>2.66</w:t>
            </w:r>
          </w:p>
        </w:tc>
        <w:tc>
          <w:tcPr>
            <w:tcW w:w="1301" w:type="dxa"/>
            <w:vAlign w:val="center"/>
          </w:tcPr>
          <w:p w14:paraId="3093AA2D" w14:textId="77777777" w:rsidR="00E90DAF" w:rsidRDefault="008576D7">
            <w:r>
              <w:t>0.40</w:t>
            </w:r>
          </w:p>
        </w:tc>
        <w:tc>
          <w:tcPr>
            <w:tcW w:w="2773" w:type="dxa"/>
            <w:vAlign w:val="center"/>
          </w:tcPr>
          <w:p w14:paraId="2BF451A5" w14:textId="77777777" w:rsidR="00E90DAF" w:rsidRDefault="008576D7">
            <w:r>
              <w:t>安徽省公建</w:t>
            </w:r>
            <w:r>
              <w:t>DB34/T753-2007</w:t>
            </w:r>
            <w:r>
              <w:t>第</w:t>
            </w:r>
            <w:r>
              <w:t>61</w:t>
            </w:r>
            <w:r>
              <w:t>页</w:t>
            </w:r>
          </w:p>
        </w:tc>
      </w:tr>
      <w:tr w:rsidR="00E90DAF" w14:paraId="37D5621C" w14:textId="77777777">
        <w:tc>
          <w:tcPr>
            <w:tcW w:w="2880" w:type="dxa"/>
            <w:gridSpan w:val="2"/>
            <w:shd w:val="clear" w:color="auto" w:fill="E6E6E6"/>
            <w:vAlign w:val="center"/>
          </w:tcPr>
          <w:p w14:paraId="5DB9A506" w14:textId="77777777" w:rsidR="00E90DAF" w:rsidRDefault="008576D7">
            <w:r>
              <w:t>平均</w:t>
            </w:r>
          </w:p>
        </w:tc>
        <w:tc>
          <w:tcPr>
            <w:tcW w:w="1188" w:type="dxa"/>
            <w:vAlign w:val="center"/>
          </w:tcPr>
          <w:p w14:paraId="35FCC76C" w14:textId="77777777" w:rsidR="00E90DAF" w:rsidRDefault="00E90DAF"/>
        </w:tc>
        <w:tc>
          <w:tcPr>
            <w:tcW w:w="1188" w:type="dxa"/>
            <w:vAlign w:val="center"/>
          </w:tcPr>
          <w:p w14:paraId="3D7B57D2" w14:textId="77777777" w:rsidR="00E90DAF" w:rsidRDefault="008576D7">
            <w:r>
              <w:t>2.66</w:t>
            </w:r>
          </w:p>
        </w:tc>
        <w:tc>
          <w:tcPr>
            <w:tcW w:w="1301" w:type="dxa"/>
            <w:vAlign w:val="center"/>
          </w:tcPr>
          <w:p w14:paraId="3FE4E81C" w14:textId="77777777" w:rsidR="00E90DAF" w:rsidRDefault="008576D7">
            <w:r>
              <w:t>0.40</w:t>
            </w:r>
          </w:p>
        </w:tc>
        <w:tc>
          <w:tcPr>
            <w:tcW w:w="2773" w:type="dxa"/>
            <w:vAlign w:val="center"/>
          </w:tcPr>
          <w:p w14:paraId="4BA94553" w14:textId="77777777" w:rsidR="00E90DAF" w:rsidRDefault="00E90DAF"/>
        </w:tc>
      </w:tr>
      <w:tr w:rsidR="00E90DAF" w14:paraId="3D1A35D3" w14:textId="77777777">
        <w:tc>
          <w:tcPr>
            <w:tcW w:w="2880" w:type="dxa"/>
            <w:gridSpan w:val="2"/>
            <w:shd w:val="clear" w:color="auto" w:fill="E6E6E6"/>
            <w:vAlign w:val="center"/>
          </w:tcPr>
          <w:p w14:paraId="1021A7AA" w14:textId="77777777" w:rsidR="00E90DAF" w:rsidRDefault="008576D7">
            <w:r>
              <w:t>标准依据</w:t>
            </w:r>
          </w:p>
        </w:tc>
        <w:tc>
          <w:tcPr>
            <w:tcW w:w="6450" w:type="dxa"/>
            <w:gridSpan w:val="4"/>
            <w:vAlign w:val="center"/>
          </w:tcPr>
          <w:p w14:paraId="7629CFEA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4.3.4</w:t>
            </w:r>
            <w:r>
              <w:t>条</w:t>
            </w:r>
          </w:p>
        </w:tc>
      </w:tr>
      <w:tr w:rsidR="00E90DAF" w14:paraId="4287039D" w14:textId="77777777">
        <w:tc>
          <w:tcPr>
            <w:tcW w:w="2880" w:type="dxa"/>
            <w:gridSpan w:val="2"/>
            <w:shd w:val="clear" w:color="auto" w:fill="E6E6E6"/>
            <w:vAlign w:val="center"/>
          </w:tcPr>
          <w:p w14:paraId="318FB632" w14:textId="77777777" w:rsidR="00E90DAF" w:rsidRDefault="008576D7">
            <w:r>
              <w:t>标准要求</w:t>
            </w:r>
          </w:p>
        </w:tc>
        <w:tc>
          <w:tcPr>
            <w:tcW w:w="6450" w:type="dxa"/>
            <w:gridSpan w:val="4"/>
            <w:vAlign w:val="center"/>
          </w:tcPr>
          <w:p w14:paraId="714D6E22" w14:textId="77777777" w:rsidR="00E90DAF" w:rsidRDefault="008576D7">
            <w:r>
              <w:t>K≤3.0,SC≤0.40</w:t>
            </w:r>
          </w:p>
        </w:tc>
      </w:tr>
      <w:tr w:rsidR="00E90DAF" w14:paraId="59FA20A9" w14:textId="77777777">
        <w:tc>
          <w:tcPr>
            <w:tcW w:w="2880" w:type="dxa"/>
            <w:gridSpan w:val="2"/>
            <w:shd w:val="clear" w:color="auto" w:fill="E6E6E6"/>
            <w:vAlign w:val="center"/>
          </w:tcPr>
          <w:p w14:paraId="50A28237" w14:textId="77777777" w:rsidR="00E90DAF" w:rsidRDefault="008576D7">
            <w:r>
              <w:t>结论</w:t>
            </w:r>
          </w:p>
        </w:tc>
        <w:tc>
          <w:tcPr>
            <w:tcW w:w="6450" w:type="dxa"/>
            <w:gridSpan w:val="4"/>
            <w:vAlign w:val="center"/>
          </w:tcPr>
          <w:p w14:paraId="056A4C34" w14:textId="77777777" w:rsidR="00E90DAF" w:rsidRDefault="008576D7">
            <w:r>
              <w:t>满足</w:t>
            </w:r>
          </w:p>
        </w:tc>
      </w:tr>
    </w:tbl>
    <w:p w14:paraId="6BC3CEF4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2" w:name="_Toc60664715"/>
      <w:r>
        <w:rPr>
          <w:color w:val="000000"/>
          <w:kern w:val="2"/>
          <w:szCs w:val="24"/>
        </w:rPr>
        <w:t>屋顶构造</w:t>
      </w:r>
      <w:bookmarkEnd w:id="42"/>
    </w:p>
    <w:p w14:paraId="51E7657E" w14:textId="77777777" w:rsidR="00E90DAF" w:rsidRDefault="008576D7">
      <w:pPr>
        <w:pStyle w:val="2"/>
        <w:widowControl w:val="0"/>
        <w:rPr>
          <w:kern w:val="2"/>
        </w:rPr>
      </w:pPr>
      <w:bookmarkStart w:id="43" w:name="_Toc60664716"/>
      <w:r>
        <w:rPr>
          <w:kern w:val="2"/>
        </w:rPr>
        <w:t>屋顶构造一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0DAF" w14:paraId="2CF836D5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52D808B" w14:textId="77777777" w:rsidR="00E90DAF" w:rsidRDefault="008576D7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DA9324F" w14:textId="77777777" w:rsidR="00E90DAF" w:rsidRDefault="008576D7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FBC40F" w14:textId="77777777" w:rsidR="00E90DAF" w:rsidRDefault="008576D7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9D589B" w14:textId="77777777" w:rsidR="00E90DAF" w:rsidRDefault="008576D7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E5CEE07" w14:textId="77777777" w:rsidR="00E90DAF" w:rsidRDefault="008576D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245377" w14:textId="77777777" w:rsidR="00E90DAF" w:rsidRDefault="008576D7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2A2DCAA" w14:textId="77777777" w:rsidR="00E90DAF" w:rsidRDefault="008576D7">
            <w:pPr>
              <w:jc w:val="center"/>
            </w:pPr>
            <w:r>
              <w:t>热惰性指标</w:t>
            </w:r>
          </w:p>
        </w:tc>
      </w:tr>
      <w:tr w:rsidR="00E90DAF" w14:paraId="3330ACA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95C5162" w14:textId="77777777" w:rsidR="00E90DAF" w:rsidRDefault="00E90DA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5AB0BCB" w14:textId="77777777" w:rsidR="00E90DAF" w:rsidRDefault="008576D7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F059DD" w14:textId="77777777" w:rsidR="00E90DAF" w:rsidRDefault="008576D7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B45B83" w14:textId="77777777" w:rsidR="00E90DAF" w:rsidRDefault="008576D7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277D77" w14:textId="77777777" w:rsidR="00E90DAF" w:rsidRDefault="008576D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052601" w14:textId="77777777" w:rsidR="00E90DAF" w:rsidRDefault="008576D7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88FE428" w14:textId="77777777" w:rsidR="00E90DAF" w:rsidRDefault="008576D7">
            <w:pPr>
              <w:jc w:val="center"/>
            </w:pPr>
            <w:r>
              <w:t>D=R*S</w:t>
            </w:r>
          </w:p>
        </w:tc>
      </w:tr>
      <w:tr w:rsidR="00E90DAF" w14:paraId="48F82E45" w14:textId="77777777">
        <w:tc>
          <w:tcPr>
            <w:tcW w:w="3345" w:type="dxa"/>
            <w:vAlign w:val="center"/>
          </w:tcPr>
          <w:p w14:paraId="6D5D09AA" w14:textId="77777777" w:rsidR="00E90DAF" w:rsidRDefault="008576D7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2548AE07" w14:textId="77777777" w:rsidR="00E90DAF" w:rsidRDefault="008576D7">
            <w:r>
              <w:t>40</w:t>
            </w:r>
          </w:p>
        </w:tc>
        <w:tc>
          <w:tcPr>
            <w:tcW w:w="1075" w:type="dxa"/>
            <w:vAlign w:val="center"/>
          </w:tcPr>
          <w:p w14:paraId="70491257" w14:textId="77777777" w:rsidR="00E90DAF" w:rsidRDefault="008576D7">
            <w:r>
              <w:t>1.510</w:t>
            </w:r>
          </w:p>
        </w:tc>
        <w:tc>
          <w:tcPr>
            <w:tcW w:w="1075" w:type="dxa"/>
            <w:vAlign w:val="center"/>
          </w:tcPr>
          <w:p w14:paraId="3E517E9A" w14:textId="77777777" w:rsidR="00E90DAF" w:rsidRDefault="008576D7">
            <w:r>
              <w:t>15.360</w:t>
            </w:r>
          </w:p>
        </w:tc>
        <w:tc>
          <w:tcPr>
            <w:tcW w:w="848" w:type="dxa"/>
            <w:vAlign w:val="center"/>
          </w:tcPr>
          <w:p w14:paraId="5772C278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689B5E57" w14:textId="77777777" w:rsidR="00E90DAF" w:rsidRDefault="008576D7">
            <w:r>
              <w:t>0.026</w:t>
            </w:r>
          </w:p>
        </w:tc>
        <w:tc>
          <w:tcPr>
            <w:tcW w:w="1064" w:type="dxa"/>
            <w:vAlign w:val="center"/>
          </w:tcPr>
          <w:p w14:paraId="2B7F2D43" w14:textId="77777777" w:rsidR="00E90DAF" w:rsidRDefault="008576D7">
            <w:r>
              <w:t>0.407</w:t>
            </w:r>
          </w:p>
        </w:tc>
      </w:tr>
      <w:tr w:rsidR="00E90DAF" w14:paraId="2BA25C4B" w14:textId="77777777">
        <w:tc>
          <w:tcPr>
            <w:tcW w:w="3345" w:type="dxa"/>
            <w:vAlign w:val="center"/>
          </w:tcPr>
          <w:p w14:paraId="7413D91E" w14:textId="77777777" w:rsidR="00E90DAF" w:rsidRDefault="008576D7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387D3BC0" w14:textId="77777777" w:rsidR="00E90DAF" w:rsidRDefault="008576D7">
            <w:r>
              <w:t>50</w:t>
            </w:r>
          </w:p>
        </w:tc>
        <w:tc>
          <w:tcPr>
            <w:tcW w:w="1075" w:type="dxa"/>
            <w:vAlign w:val="center"/>
          </w:tcPr>
          <w:p w14:paraId="376A054C" w14:textId="77777777" w:rsidR="00E90DAF" w:rsidRDefault="008576D7">
            <w:r>
              <w:t>0.030</w:t>
            </w:r>
          </w:p>
        </w:tc>
        <w:tc>
          <w:tcPr>
            <w:tcW w:w="1075" w:type="dxa"/>
            <w:vAlign w:val="center"/>
          </w:tcPr>
          <w:p w14:paraId="795A188F" w14:textId="77777777" w:rsidR="00E90DAF" w:rsidRDefault="008576D7">
            <w:r>
              <w:t>0.340</w:t>
            </w:r>
          </w:p>
        </w:tc>
        <w:tc>
          <w:tcPr>
            <w:tcW w:w="848" w:type="dxa"/>
            <w:vAlign w:val="center"/>
          </w:tcPr>
          <w:p w14:paraId="106D31FE" w14:textId="77777777" w:rsidR="00E90DAF" w:rsidRDefault="008576D7">
            <w:r>
              <w:t>1.20</w:t>
            </w:r>
          </w:p>
        </w:tc>
        <w:tc>
          <w:tcPr>
            <w:tcW w:w="1075" w:type="dxa"/>
            <w:vAlign w:val="center"/>
          </w:tcPr>
          <w:p w14:paraId="4823A37B" w14:textId="77777777" w:rsidR="00E90DAF" w:rsidRDefault="008576D7">
            <w:r>
              <w:t>1.389</w:t>
            </w:r>
          </w:p>
        </w:tc>
        <w:tc>
          <w:tcPr>
            <w:tcW w:w="1064" w:type="dxa"/>
            <w:vAlign w:val="center"/>
          </w:tcPr>
          <w:p w14:paraId="1A438718" w14:textId="77777777" w:rsidR="00E90DAF" w:rsidRDefault="008576D7">
            <w:r>
              <w:t>0.567</w:t>
            </w:r>
          </w:p>
        </w:tc>
      </w:tr>
      <w:tr w:rsidR="00E90DAF" w14:paraId="33374D6C" w14:textId="77777777">
        <w:tc>
          <w:tcPr>
            <w:tcW w:w="3345" w:type="dxa"/>
            <w:vAlign w:val="center"/>
          </w:tcPr>
          <w:p w14:paraId="0EBB620C" w14:textId="77777777" w:rsidR="00E90DAF" w:rsidRDefault="008576D7">
            <w:r>
              <w:t>水泥砂浆</w:t>
            </w:r>
          </w:p>
        </w:tc>
        <w:tc>
          <w:tcPr>
            <w:tcW w:w="848" w:type="dxa"/>
            <w:vAlign w:val="center"/>
          </w:tcPr>
          <w:p w14:paraId="45AD0DB2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1AF34D5E" w14:textId="77777777" w:rsidR="00E90DAF" w:rsidRDefault="008576D7">
            <w:r>
              <w:t>0.930</w:t>
            </w:r>
          </w:p>
        </w:tc>
        <w:tc>
          <w:tcPr>
            <w:tcW w:w="1075" w:type="dxa"/>
            <w:vAlign w:val="center"/>
          </w:tcPr>
          <w:p w14:paraId="02EBD19D" w14:textId="77777777" w:rsidR="00E90DAF" w:rsidRDefault="008576D7">
            <w:r>
              <w:t>11.370</w:t>
            </w:r>
          </w:p>
        </w:tc>
        <w:tc>
          <w:tcPr>
            <w:tcW w:w="848" w:type="dxa"/>
            <w:vAlign w:val="center"/>
          </w:tcPr>
          <w:p w14:paraId="2BD52BEF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2C0336A3" w14:textId="77777777" w:rsidR="00E90DAF" w:rsidRDefault="008576D7">
            <w:r>
              <w:t>0.022</w:t>
            </w:r>
          </w:p>
        </w:tc>
        <w:tc>
          <w:tcPr>
            <w:tcW w:w="1064" w:type="dxa"/>
            <w:vAlign w:val="center"/>
          </w:tcPr>
          <w:p w14:paraId="1253C849" w14:textId="77777777" w:rsidR="00E90DAF" w:rsidRDefault="008576D7">
            <w:r>
              <w:t>0.245</w:t>
            </w:r>
          </w:p>
        </w:tc>
      </w:tr>
      <w:tr w:rsidR="00E90DAF" w14:paraId="677CC607" w14:textId="77777777">
        <w:tc>
          <w:tcPr>
            <w:tcW w:w="3345" w:type="dxa"/>
            <w:vAlign w:val="center"/>
          </w:tcPr>
          <w:p w14:paraId="6BA1E4D9" w14:textId="77777777" w:rsidR="00E90DAF" w:rsidRDefault="008576D7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3CD55703" w14:textId="77777777" w:rsidR="00E90DAF" w:rsidRDefault="008576D7">
            <w:r>
              <w:t>80</w:t>
            </w:r>
          </w:p>
        </w:tc>
        <w:tc>
          <w:tcPr>
            <w:tcW w:w="1075" w:type="dxa"/>
            <w:vAlign w:val="center"/>
          </w:tcPr>
          <w:p w14:paraId="5F77E36E" w14:textId="77777777" w:rsidR="00E90DAF" w:rsidRDefault="008576D7">
            <w:r>
              <w:t>0.180</w:t>
            </w:r>
          </w:p>
        </w:tc>
        <w:tc>
          <w:tcPr>
            <w:tcW w:w="1075" w:type="dxa"/>
            <w:vAlign w:val="center"/>
          </w:tcPr>
          <w:p w14:paraId="155CEEE5" w14:textId="77777777" w:rsidR="00E90DAF" w:rsidRDefault="008576D7">
            <w:r>
              <w:t>3.100</w:t>
            </w:r>
          </w:p>
        </w:tc>
        <w:tc>
          <w:tcPr>
            <w:tcW w:w="848" w:type="dxa"/>
            <w:vAlign w:val="center"/>
          </w:tcPr>
          <w:p w14:paraId="29458B4E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6BFDE715" w14:textId="77777777" w:rsidR="00E90DAF" w:rsidRDefault="008576D7">
            <w:r>
              <w:t>0.444</w:t>
            </w:r>
          </w:p>
        </w:tc>
        <w:tc>
          <w:tcPr>
            <w:tcW w:w="1064" w:type="dxa"/>
            <w:vAlign w:val="center"/>
          </w:tcPr>
          <w:p w14:paraId="0696EFDE" w14:textId="77777777" w:rsidR="00E90DAF" w:rsidRDefault="008576D7">
            <w:r>
              <w:t>1.378</w:t>
            </w:r>
          </w:p>
        </w:tc>
      </w:tr>
      <w:tr w:rsidR="00E90DAF" w14:paraId="545C794C" w14:textId="77777777">
        <w:tc>
          <w:tcPr>
            <w:tcW w:w="3345" w:type="dxa"/>
            <w:vAlign w:val="center"/>
          </w:tcPr>
          <w:p w14:paraId="38C5E517" w14:textId="77777777" w:rsidR="00E90DAF" w:rsidRDefault="008576D7">
            <w:r>
              <w:t>钢筋混凝土</w:t>
            </w:r>
          </w:p>
        </w:tc>
        <w:tc>
          <w:tcPr>
            <w:tcW w:w="848" w:type="dxa"/>
            <w:vAlign w:val="center"/>
          </w:tcPr>
          <w:p w14:paraId="1AF28870" w14:textId="77777777" w:rsidR="00E90DAF" w:rsidRDefault="008576D7">
            <w:r>
              <w:t>120</w:t>
            </w:r>
          </w:p>
        </w:tc>
        <w:tc>
          <w:tcPr>
            <w:tcW w:w="1075" w:type="dxa"/>
            <w:vAlign w:val="center"/>
          </w:tcPr>
          <w:p w14:paraId="6568E56F" w14:textId="77777777" w:rsidR="00E90DAF" w:rsidRDefault="008576D7">
            <w:r>
              <w:t>1.740</w:t>
            </w:r>
          </w:p>
        </w:tc>
        <w:tc>
          <w:tcPr>
            <w:tcW w:w="1075" w:type="dxa"/>
            <w:vAlign w:val="center"/>
          </w:tcPr>
          <w:p w14:paraId="0436CEBC" w14:textId="77777777" w:rsidR="00E90DAF" w:rsidRDefault="008576D7">
            <w:r>
              <w:t>17.200</w:t>
            </w:r>
          </w:p>
        </w:tc>
        <w:tc>
          <w:tcPr>
            <w:tcW w:w="848" w:type="dxa"/>
            <w:vAlign w:val="center"/>
          </w:tcPr>
          <w:p w14:paraId="45A5BBFE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0229D3DF" w14:textId="77777777" w:rsidR="00E90DAF" w:rsidRDefault="008576D7">
            <w:r>
              <w:t>0.069</w:t>
            </w:r>
          </w:p>
        </w:tc>
        <w:tc>
          <w:tcPr>
            <w:tcW w:w="1064" w:type="dxa"/>
            <w:vAlign w:val="center"/>
          </w:tcPr>
          <w:p w14:paraId="19B1C843" w14:textId="77777777" w:rsidR="00E90DAF" w:rsidRDefault="008576D7">
            <w:r>
              <w:t>1.186</w:t>
            </w:r>
          </w:p>
        </w:tc>
      </w:tr>
      <w:tr w:rsidR="00E90DAF" w14:paraId="6F768819" w14:textId="77777777">
        <w:tc>
          <w:tcPr>
            <w:tcW w:w="3345" w:type="dxa"/>
            <w:vAlign w:val="center"/>
          </w:tcPr>
          <w:p w14:paraId="7AA649F9" w14:textId="77777777" w:rsidR="00E90DAF" w:rsidRDefault="008576D7">
            <w:r>
              <w:t>石灰砂浆</w:t>
            </w:r>
          </w:p>
        </w:tc>
        <w:tc>
          <w:tcPr>
            <w:tcW w:w="848" w:type="dxa"/>
            <w:vAlign w:val="center"/>
          </w:tcPr>
          <w:p w14:paraId="5870CED7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7ABBF1D5" w14:textId="77777777" w:rsidR="00E90DAF" w:rsidRDefault="008576D7">
            <w:r>
              <w:t>0.810</w:t>
            </w:r>
          </w:p>
        </w:tc>
        <w:tc>
          <w:tcPr>
            <w:tcW w:w="1075" w:type="dxa"/>
            <w:vAlign w:val="center"/>
          </w:tcPr>
          <w:p w14:paraId="17396F85" w14:textId="77777777" w:rsidR="00E90DAF" w:rsidRDefault="008576D7">
            <w:r>
              <w:t>10.070</w:t>
            </w:r>
          </w:p>
        </w:tc>
        <w:tc>
          <w:tcPr>
            <w:tcW w:w="848" w:type="dxa"/>
            <w:vAlign w:val="center"/>
          </w:tcPr>
          <w:p w14:paraId="1177ED9A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40E2EDD5" w14:textId="77777777" w:rsidR="00E90DAF" w:rsidRDefault="008576D7">
            <w:r>
              <w:t>0.025</w:t>
            </w:r>
          </w:p>
        </w:tc>
        <w:tc>
          <w:tcPr>
            <w:tcW w:w="1064" w:type="dxa"/>
            <w:vAlign w:val="center"/>
          </w:tcPr>
          <w:p w14:paraId="5CCAE9C1" w14:textId="77777777" w:rsidR="00E90DAF" w:rsidRDefault="008576D7">
            <w:r>
              <w:t>0.249</w:t>
            </w:r>
          </w:p>
        </w:tc>
      </w:tr>
      <w:tr w:rsidR="00E90DAF" w14:paraId="2CD3D764" w14:textId="77777777">
        <w:tc>
          <w:tcPr>
            <w:tcW w:w="3345" w:type="dxa"/>
            <w:vAlign w:val="center"/>
          </w:tcPr>
          <w:p w14:paraId="31501202" w14:textId="77777777" w:rsidR="00E90DAF" w:rsidRDefault="008576D7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7CF91FE" w14:textId="77777777" w:rsidR="00E90DAF" w:rsidRDefault="008576D7">
            <w:r>
              <w:t>330</w:t>
            </w:r>
          </w:p>
        </w:tc>
        <w:tc>
          <w:tcPr>
            <w:tcW w:w="1075" w:type="dxa"/>
            <w:vAlign w:val="center"/>
          </w:tcPr>
          <w:p w14:paraId="2120B11D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7E377854" w14:textId="77777777" w:rsidR="00E90DAF" w:rsidRDefault="008576D7">
            <w:r>
              <w:t>－</w:t>
            </w:r>
          </w:p>
        </w:tc>
        <w:tc>
          <w:tcPr>
            <w:tcW w:w="848" w:type="dxa"/>
            <w:vAlign w:val="center"/>
          </w:tcPr>
          <w:p w14:paraId="311023B4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53368D87" w14:textId="77777777" w:rsidR="00E90DAF" w:rsidRDefault="008576D7">
            <w:r>
              <w:t>1.975</w:t>
            </w:r>
          </w:p>
        </w:tc>
        <w:tc>
          <w:tcPr>
            <w:tcW w:w="1064" w:type="dxa"/>
            <w:vAlign w:val="center"/>
          </w:tcPr>
          <w:p w14:paraId="6EE0456A" w14:textId="77777777" w:rsidR="00E90DAF" w:rsidRDefault="008576D7">
            <w:r>
              <w:t>4.031</w:t>
            </w:r>
          </w:p>
        </w:tc>
      </w:tr>
      <w:tr w:rsidR="00E90DAF" w14:paraId="43512B66" w14:textId="77777777">
        <w:tc>
          <w:tcPr>
            <w:tcW w:w="3345" w:type="dxa"/>
            <w:shd w:val="clear" w:color="auto" w:fill="E6E6E6"/>
            <w:vAlign w:val="center"/>
          </w:tcPr>
          <w:p w14:paraId="55FACFC0" w14:textId="77777777" w:rsidR="00E90DAF" w:rsidRDefault="008576D7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1200C9FA" w14:textId="77777777" w:rsidR="00E90DAF" w:rsidRDefault="008576D7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E90DAF" w14:paraId="73DA3D8A" w14:textId="77777777">
        <w:tc>
          <w:tcPr>
            <w:tcW w:w="3345" w:type="dxa"/>
            <w:shd w:val="clear" w:color="auto" w:fill="E6E6E6"/>
            <w:vAlign w:val="center"/>
          </w:tcPr>
          <w:p w14:paraId="1BFACF02" w14:textId="77777777" w:rsidR="00E90DAF" w:rsidRDefault="008576D7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14:paraId="7FE4493A" w14:textId="77777777" w:rsidR="00E90DAF" w:rsidRDefault="008576D7">
            <w:pPr>
              <w:jc w:val="center"/>
            </w:pPr>
            <w:r>
              <w:t>0.47</w:t>
            </w:r>
          </w:p>
        </w:tc>
      </w:tr>
      <w:tr w:rsidR="00E90DAF" w14:paraId="57763E81" w14:textId="77777777">
        <w:tc>
          <w:tcPr>
            <w:tcW w:w="3345" w:type="dxa"/>
            <w:shd w:val="clear" w:color="auto" w:fill="E6E6E6"/>
            <w:vAlign w:val="center"/>
          </w:tcPr>
          <w:p w14:paraId="1677C08F" w14:textId="77777777" w:rsidR="00E90DAF" w:rsidRDefault="008576D7">
            <w:r>
              <w:t>标准依据</w:t>
            </w:r>
          </w:p>
        </w:tc>
        <w:tc>
          <w:tcPr>
            <w:tcW w:w="5985" w:type="dxa"/>
            <w:gridSpan w:val="6"/>
          </w:tcPr>
          <w:p w14:paraId="0B22F74F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4.3.3</w:t>
            </w:r>
            <w:r>
              <w:t>条</w:t>
            </w:r>
          </w:p>
        </w:tc>
      </w:tr>
      <w:tr w:rsidR="00E90DAF" w14:paraId="6C16DB6E" w14:textId="77777777">
        <w:tc>
          <w:tcPr>
            <w:tcW w:w="3345" w:type="dxa"/>
            <w:shd w:val="clear" w:color="auto" w:fill="E6E6E6"/>
            <w:vAlign w:val="center"/>
          </w:tcPr>
          <w:p w14:paraId="6E48CC87" w14:textId="77777777" w:rsidR="00E90DAF" w:rsidRDefault="008576D7">
            <w:r>
              <w:t>标准要求</w:t>
            </w:r>
          </w:p>
        </w:tc>
        <w:tc>
          <w:tcPr>
            <w:tcW w:w="5985" w:type="dxa"/>
            <w:gridSpan w:val="6"/>
          </w:tcPr>
          <w:p w14:paraId="79DB45EF" w14:textId="77777777" w:rsidR="00E90DAF" w:rsidRDefault="008576D7">
            <w:r>
              <w:t>K</w:t>
            </w:r>
            <w:r>
              <w:t>应满足表</w:t>
            </w:r>
            <w:r>
              <w:t>4.3.3</w:t>
            </w:r>
            <w:r>
              <w:t>的规定</w:t>
            </w:r>
            <w:r>
              <w:t>(K≤1.50)</w:t>
            </w:r>
          </w:p>
        </w:tc>
      </w:tr>
      <w:tr w:rsidR="00E90DAF" w14:paraId="3F07D5A8" w14:textId="77777777">
        <w:tc>
          <w:tcPr>
            <w:tcW w:w="3345" w:type="dxa"/>
            <w:shd w:val="clear" w:color="auto" w:fill="E6E6E6"/>
            <w:vAlign w:val="center"/>
          </w:tcPr>
          <w:p w14:paraId="43ED03AC" w14:textId="77777777" w:rsidR="00E90DAF" w:rsidRDefault="008576D7">
            <w:r>
              <w:t>结论</w:t>
            </w:r>
          </w:p>
        </w:tc>
        <w:tc>
          <w:tcPr>
            <w:tcW w:w="5985" w:type="dxa"/>
            <w:gridSpan w:val="6"/>
          </w:tcPr>
          <w:p w14:paraId="76B2A8EF" w14:textId="77777777" w:rsidR="00E90DAF" w:rsidRDefault="008576D7">
            <w:r>
              <w:t>满足</w:t>
            </w:r>
          </w:p>
        </w:tc>
      </w:tr>
    </w:tbl>
    <w:p w14:paraId="2A9C5930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B164108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4" w:name="_Toc60664717"/>
      <w:r>
        <w:rPr>
          <w:color w:val="000000"/>
          <w:kern w:val="2"/>
          <w:szCs w:val="24"/>
        </w:rPr>
        <w:t>外墙构造</w:t>
      </w:r>
      <w:bookmarkEnd w:id="44"/>
    </w:p>
    <w:p w14:paraId="2FC9AB65" w14:textId="77777777" w:rsidR="00E90DAF" w:rsidRDefault="008576D7">
      <w:pPr>
        <w:pStyle w:val="2"/>
        <w:widowControl w:val="0"/>
        <w:rPr>
          <w:kern w:val="2"/>
        </w:rPr>
      </w:pPr>
      <w:bookmarkStart w:id="45" w:name="_Toc60664718"/>
      <w:r>
        <w:rPr>
          <w:kern w:val="2"/>
        </w:rPr>
        <w:t>外墙相关构造</w:t>
      </w:r>
      <w:bookmarkEnd w:id="45"/>
    </w:p>
    <w:p w14:paraId="66C11336" w14:textId="77777777" w:rsidR="00E90DAF" w:rsidRDefault="008576D7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6" w:name="_Toc60664719"/>
      <w:r>
        <w:rPr>
          <w:color w:val="000000"/>
          <w:kern w:val="2"/>
          <w:szCs w:val="24"/>
        </w:rPr>
        <w:t>外墙构造一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0DAF" w14:paraId="7D5908C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80AF070" w14:textId="77777777" w:rsidR="00E90DAF" w:rsidRDefault="008576D7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6B6A8CA" w14:textId="77777777" w:rsidR="00E90DAF" w:rsidRDefault="008576D7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763EC0" w14:textId="77777777" w:rsidR="00E90DAF" w:rsidRDefault="008576D7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521ED8" w14:textId="77777777" w:rsidR="00E90DAF" w:rsidRDefault="008576D7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8762F2B" w14:textId="77777777" w:rsidR="00E90DAF" w:rsidRDefault="008576D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FC5146" w14:textId="77777777" w:rsidR="00E90DAF" w:rsidRDefault="008576D7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2C6BD4C" w14:textId="77777777" w:rsidR="00E90DAF" w:rsidRDefault="008576D7">
            <w:pPr>
              <w:jc w:val="center"/>
            </w:pPr>
            <w:r>
              <w:t>热惰性指标</w:t>
            </w:r>
          </w:p>
        </w:tc>
      </w:tr>
      <w:tr w:rsidR="00E90DAF" w14:paraId="69DF2A5B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BB22037" w14:textId="77777777" w:rsidR="00E90DAF" w:rsidRDefault="00E90DA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B8AD617" w14:textId="77777777" w:rsidR="00E90DAF" w:rsidRDefault="008576D7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4410B6" w14:textId="77777777" w:rsidR="00E90DAF" w:rsidRDefault="008576D7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420695" w14:textId="77777777" w:rsidR="00E90DAF" w:rsidRDefault="008576D7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E0374B3" w14:textId="77777777" w:rsidR="00E90DAF" w:rsidRDefault="008576D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A0A017" w14:textId="77777777" w:rsidR="00E90DAF" w:rsidRDefault="008576D7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E2A5A82" w14:textId="77777777" w:rsidR="00E90DAF" w:rsidRDefault="008576D7">
            <w:pPr>
              <w:jc w:val="center"/>
            </w:pPr>
            <w:r>
              <w:t>D=R*S</w:t>
            </w:r>
          </w:p>
        </w:tc>
      </w:tr>
      <w:tr w:rsidR="00E90DAF" w14:paraId="1E37B2D1" w14:textId="77777777">
        <w:tc>
          <w:tcPr>
            <w:tcW w:w="3345" w:type="dxa"/>
            <w:vAlign w:val="center"/>
          </w:tcPr>
          <w:p w14:paraId="3168CC16" w14:textId="77777777" w:rsidR="00E90DAF" w:rsidRDefault="008576D7">
            <w:r>
              <w:t>水泥砂浆</w:t>
            </w:r>
          </w:p>
        </w:tc>
        <w:tc>
          <w:tcPr>
            <w:tcW w:w="848" w:type="dxa"/>
            <w:vAlign w:val="center"/>
          </w:tcPr>
          <w:p w14:paraId="1C6A3878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32050A38" w14:textId="77777777" w:rsidR="00E90DAF" w:rsidRDefault="008576D7">
            <w:r>
              <w:t>0.930</w:t>
            </w:r>
          </w:p>
        </w:tc>
        <w:tc>
          <w:tcPr>
            <w:tcW w:w="1075" w:type="dxa"/>
            <w:vAlign w:val="center"/>
          </w:tcPr>
          <w:p w14:paraId="0665C9C8" w14:textId="77777777" w:rsidR="00E90DAF" w:rsidRDefault="008576D7">
            <w:r>
              <w:t>11.370</w:t>
            </w:r>
          </w:p>
        </w:tc>
        <w:tc>
          <w:tcPr>
            <w:tcW w:w="848" w:type="dxa"/>
            <w:vAlign w:val="center"/>
          </w:tcPr>
          <w:p w14:paraId="09FAC36B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74279777" w14:textId="77777777" w:rsidR="00E90DAF" w:rsidRDefault="008576D7">
            <w:r>
              <w:t>0.022</w:t>
            </w:r>
          </w:p>
        </w:tc>
        <w:tc>
          <w:tcPr>
            <w:tcW w:w="1064" w:type="dxa"/>
            <w:vAlign w:val="center"/>
          </w:tcPr>
          <w:p w14:paraId="2DEAA7E4" w14:textId="77777777" w:rsidR="00E90DAF" w:rsidRDefault="008576D7">
            <w:r>
              <w:t>0.245</w:t>
            </w:r>
          </w:p>
        </w:tc>
      </w:tr>
      <w:tr w:rsidR="00E90DAF" w14:paraId="31FC1A59" w14:textId="77777777">
        <w:tc>
          <w:tcPr>
            <w:tcW w:w="3345" w:type="dxa"/>
            <w:vAlign w:val="center"/>
          </w:tcPr>
          <w:p w14:paraId="59D3BF5C" w14:textId="77777777" w:rsidR="00E90DAF" w:rsidRDefault="008576D7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B61188C" w14:textId="77777777" w:rsidR="00E90DAF" w:rsidRDefault="008576D7">
            <w:r>
              <w:t>50</w:t>
            </w:r>
          </w:p>
        </w:tc>
        <w:tc>
          <w:tcPr>
            <w:tcW w:w="1075" w:type="dxa"/>
            <w:vAlign w:val="center"/>
          </w:tcPr>
          <w:p w14:paraId="46F76A75" w14:textId="77777777" w:rsidR="00E90DAF" w:rsidRDefault="008576D7">
            <w:r>
              <w:t>0.030</w:t>
            </w:r>
          </w:p>
        </w:tc>
        <w:tc>
          <w:tcPr>
            <w:tcW w:w="1075" w:type="dxa"/>
            <w:vAlign w:val="center"/>
          </w:tcPr>
          <w:p w14:paraId="1CBBDBCE" w14:textId="77777777" w:rsidR="00E90DAF" w:rsidRDefault="008576D7">
            <w:r>
              <w:t>0.340</w:t>
            </w:r>
          </w:p>
        </w:tc>
        <w:tc>
          <w:tcPr>
            <w:tcW w:w="848" w:type="dxa"/>
            <w:vAlign w:val="center"/>
          </w:tcPr>
          <w:p w14:paraId="6DEC2462" w14:textId="77777777" w:rsidR="00E90DAF" w:rsidRDefault="008576D7">
            <w:r>
              <w:t>1.20</w:t>
            </w:r>
          </w:p>
        </w:tc>
        <w:tc>
          <w:tcPr>
            <w:tcW w:w="1075" w:type="dxa"/>
            <w:vAlign w:val="center"/>
          </w:tcPr>
          <w:p w14:paraId="173CA66F" w14:textId="77777777" w:rsidR="00E90DAF" w:rsidRDefault="008576D7">
            <w:r>
              <w:t>1.389</w:t>
            </w:r>
          </w:p>
        </w:tc>
        <w:tc>
          <w:tcPr>
            <w:tcW w:w="1064" w:type="dxa"/>
            <w:vAlign w:val="center"/>
          </w:tcPr>
          <w:p w14:paraId="0CC9BA48" w14:textId="77777777" w:rsidR="00E90DAF" w:rsidRDefault="008576D7">
            <w:r>
              <w:t>0.567</w:t>
            </w:r>
          </w:p>
        </w:tc>
      </w:tr>
      <w:tr w:rsidR="00E90DAF" w14:paraId="376CFE91" w14:textId="77777777">
        <w:tc>
          <w:tcPr>
            <w:tcW w:w="3345" w:type="dxa"/>
            <w:vAlign w:val="center"/>
          </w:tcPr>
          <w:p w14:paraId="2F8B9908" w14:textId="77777777" w:rsidR="00E90DAF" w:rsidRDefault="008576D7">
            <w:r>
              <w:t>水泥砂浆</w:t>
            </w:r>
          </w:p>
        </w:tc>
        <w:tc>
          <w:tcPr>
            <w:tcW w:w="848" w:type="dxa"/>
            <w:vAlign w:val="center"/>
          </w:tcPr>
          <w:p w14:paraId="197A9370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0E76E6C3" w14:textId="77777777" w:rsidR="00E90DAF" w:rsidRDefault="008576D7">
            <w:r>
              <w:t>0.930</w:t>
            </w:r>
          </w:p>
        </w:tc>
        <w:tc>
          <w:tcPr>
            <w:tcW w:w="1075" w:type="dxa"/>
            <w:vAlign w:val="center"/>
          </w:tcPr>
          <w:p w14:paraId="027F8DBA" w14:textId="77777777" w:rsidR="00E90DAF" w:rsidRDefault="008576D7">
            <w:r>
              <w:t>11.370</w:t>
            </w:r>
          </w:p>
        </w:tc>
        <w:tc>
          <w:tcPr>
            <w:tcW w:w="848" w:type="dxa"/>
            <w:vAlign w:val="center"/>
          </w:tcPr>
          <w:p w14:paraId="726CC599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51E58528" w14:textId="77777777" w:rsidR="00E90DAF" w:rsidRDefault="008576D7">
            <w:r>
              <w:t>0.022</w:t>
            </w:r>
          </w:p>
        </w:tc>
        <w:tc>
          <w:tcPr>
            <w:tcW w:w="1064" w:type="dxa"/>
            <w:vAlign w:val="center"/>
          </w:tcPr>
          <w:p w14:paraId="6D3222C6" w14:textId="77777777" w:rsidR="00E90DAF" w:rsidRDefault="008576D7">
            <w:r>
              <w:t>0.245</w:t>
            </w:r>
          </w:p>
        </w:tc>
      </w:tr>
      <w:tr w:rsidR="00E90DAF" w14:paraId="10DF85F7" w14:textId="77777777">
        <w:tc>
          <w:tcPr>
            <w:tcW w:w="3345" w:type="dxa"/>
            <w:vAlign w:val="center"/>
          </w:tcPr>
          <w:p w14:paraId="6B6EC53C" w14:textId="77777777" w:rsidR="00E90DAF" w:rsidRDefault="008576D7">
            <w:r>
              <w:t>加气混凝土砌块</w:t>
            </w:r>
          </w:p>
        </w:tc>
        <w:tc>
          <w:tcPr>
            <w:tcW w:w="848" w:type="dxa"/>
            <w:vAlign w:val="center"/>
          </w:tcPr>
          <w:p w14:paraId="1391705B" w14:textId="77777777" w:rsidR="00E90DAF" w:rsidRDefault="008576D7">
            <w:r>
              <w:t>200</w:t>
            </w:r>
          </w:p>
        </w:tc>
        <w:tc>
          <w:tcPr>
            <w:tcW w:w="1075" w:type="dxa"/>
            <w:vAlign w:val="center"/>
          </w:tcPr>
          <w:p w14:paraId="4D9019B7" w14:textId="77777777" w:rsidR="00E90DAF" w:rsidRDefault="008576D7">
            <w:r>
              <w:t>0.200</w:t>
            </w:r>
          </w:p>
        </w:tc>
        <w:tc>
          <w:tcPr>
            <w:tcW w:w="1075" w:type="dxa"/>
            <w:vAlign w:val="center"/>
          </w:tcPr>
          <w:p w14:paraId="2C376656" w14:textId="77777777" w:rsidR="00E90DAF" w:rsidRDefault="008576D7">
            <w:r>
              <w:t>2.810</w:t>
            </w:r>
          </w:p>
        </w:tc>
        <w:tc>
          <w:tcPr>
            <w:tcW w:w="848" w:type="dxa"/>
            <w:vAlign w:val="center"/>
          </w:tcPr>
          <w:p w14:paraId="645DB773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7A53982E" w14:textId="77777777" w:rsidR="00E90DAF" w:rsidRDefault="008576D7">
            <w:r>
              <w:t>1.000</w:t>
            </w:r>
          </w:p>
        </w:tc>
        <w:tc>
          <w:tcPr>
            <w:tcW w:w="1064" w:type="dxa"/>
            <w:vAlign w:val="center"/>
          </w:tcPr>
          <w:p w14:paraId="74022201" w14:textId="77777777" w:rsidR="00E90DAF" w:rsidRDefault="008576D7">
            <w:r>
              <w:t>2.810</w:t>
            </w:r>
          </w:p>
        </w:tc>
      </w:tr>
      <w:tr w:rsidR="00E90DAF" w14:paraId="05AE45FD" w14:textId="77777777">
        <w:tc>
          <w:tcPr>
            <w:tcW w:w="3345" w:type="dxa"/>
            <w:vAlign w:val="center"/>
          </w:tcPr>
          <w:p w14:paraId="6A23031C" w14:textId="77777777" w:rsidR="00E90DAF" w:rsidRDefault="008576D7">
            <w:r>
              <w:t>石灰砂浆</w:t>
            </w:r>
          </w:p>
        </w:tc>
        <w:tc>
          <w:tcPr>
            <w:tcW w:w="848" w:type="dxa"/>
            <w:vAlign w:val="center"/>
          </w:tcPr>
          <w:p w14:paraId="5C3B33B8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663BFEEC" w14:textId="77777777" w:rsidR="00E90DAF" w:rsidRDefault="008576D7">
            <w:r>
              <w:t>0.810</w:t>
            </w:r>
          </w:p>
        </w:tc>
        <w:tc>
          <w:tcPr>
            <w:tcW w:w="1075" w:type="dxa"/>
            <w:vAlign w:val="center"/>
          </w:tcPr>
          <w:p w14:paraId="26AF7ED9" w14:textId="77777777" w:rsidR="00E90DAF" w:rsidRDefault="008576D7">
            <w:r>
              <w:t>10.070</w:t>
            </w:r>
          </w:p>
        </w:tc>
        <w:tc>
          <w:tcPr>
            <w:tcW w:w="848" w:type="dxa"/>
            <w:vAlign w:val="center"/>
          </w:tcPr>
          <w:p w14:paraId="35A21FE0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27ADB46F" w14:textId="77777777" w:rsidR="00E90DAF" w:rsidRDefault="008576D7">
            <w:r>
              <w:t>0.025</w:t>
            </w:r>
          </w:p>
        </w:tc>
        <w:tc>
          <w:tcPr>
            <w:tcW w:w="1064" w:type="dxa"/>
            <w:vAlign w:val="center"/>
          </w:tcPr>
          <w:p w14:paraId="4DEFDAEB" w14:textId="77777777" w:rsidR="00E90DAF" w:rsidRDefault="008576D7">
            <w:r>
              <w:t>0.249</w:t>
            </w:r>
          </w:p>
        </w:tc>
      </w:tr>
      <w:tr w:rsidR="00E90DAF" w14:paraId="76918FA5" w14:textId="77777777">
        <w:tc>
          <w:tcPr>
            <w:tcW w:w="3345" w:type="dxa"/>
            <w:vAlign w:val="center"/>
          </w:tcPr>
          <w:p w14:paraId="09BF9B82" w14:textId="77777777" w:rsidR="00E90DAF" w:rsidRDefault="008576D7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6BD7E3B" w14:textId="77777777" w:rsidR="00E90DAF" w:rsidRDefault="008576D7">
            <w:r>
              <w:t>310</w:t>
            </w:r>
          </w:p>
        </w:tc>
        <w:tc>
          <w:tcPr>
            <w:tcW w:w="1075" w:type="dxa"/>
            <w:vAlign w:val="center"/>
          </w:tcPr>
          <w:p w14:paraId="7EA05327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67A3086F" w14:textId="77777777" w:rsidR="00E90DAF" w:rsidRDefault="008576D7">
            <w:r>
              <w:t>－</w:t>
            </w:r>
          </w:p>
        </w:tc>
        <w:tc>
          <w:tcPr>
            <w:tcW w:w="848" w:type="dxa"/>
            <w:vAlign w:val="center"/>
          </w:tcPr>
          <w:p w14:paraId="74878188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0D813E3D" w14:textId="77777777" w:rsidR="00E90DAF" w:rsidRDefault="008576D7">
            <w:r>
              <w:t>2.457</w:t>
            </w:r>
          </w:p>
        </w:tc>
        <w:tc>
          <w:tcPr>
            <w:tcW w:w="1064" w:type="dxa"/>
            <w:vAlign w:val="center"/>
          </w:tcPr>
          <w:p w14:paraId="323D5924" w14:textId="77777777" w:rsidR="00E90DAF" w:rsidRDefault="008576D7">
            <w:r>
              <w:t>4.114</w:t>
            </w:r>
          </w:p>
        </w:tc>
      </w:tr>
      <w:tr w:rsidR="00E90DAF" w14:paraId="154ABB82" w14:textId="77777777">
        <w:tc>
          <w:tcPr>
            <w:tcW w:w="3345" w:type="dxa"/>
            <w:shd w:val="clear" w:color="auto" w:fill="E6E6E6"/>
            <w:vAlign w:val="center"/>
          </w:tcPr>
          <w:p w14:paraId="4940976A" w14:textId="77777777" w:rsidR="00E90DAF" w:rsidRDefault="008576D7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4DFD9BB1" w14:textId="77777777" w:rsidR="00E90DAF" w:rsidRDefault="008576D7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E90DAF" w14:paraId="445278E9" w14:textId="77777777">
        <w:tc>
          <w:tcPr>
            <w:tcW w:w="3345" w:type="dxa"/>
            <w:shd w:val="clear" w:color="auto" w:fill="E6E6E6"/>
            <w:vAlign w:val="center"/>
          </w:tcPr>
          <w:p w14:paraId="6F081469" w14:textId="77777777" w:rsidR="00E90DAF" w:rsidRDefault="008576D7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14:paraId="2403E41A" w14:textId="77777777" w:rsidR="00E90DAF" w:rsidRDefault="008576D7">
            <w:pPr>
              <w:jc w:val="center"/>
            </w:pPr>
            <w:r>
              <w:t>0.38</w:t>
            </w:r>
          </w:p>
        </w:tc>
      </w:tr>
    </w:tbl>
    <w:p w14:paraId="2AF556B7" w14:textId="77777777" w:rsidR="00E90DAF" w:rsidRDefault="008576D7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7" w:name="_Toc60664720"/>
      <w:r>
        <w:rPr>
          <w:color w:val="000000"/>
          <w:kern w:val="2"/>
          <w:szCs w:val="24"/>
        </w:rPr>
        <w:t>热桥柱构造一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0DAF" w14:paraId="562E4758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10C7CAE" w14:textId="77777777" w:rsidR="00E90DAF" w:rsidRDefault="008576D7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717DCA6" w14:textId="77777777" w:rsidR="00E90DAF" w:rsidRDefault="008576D7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78CA68" w14:textId="77777777" w:rsidR="00E90DAF" w:rsidRDefault="008576D7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F9EC98" w14:textId="77777777" w:rsidR="00E90DAF" w:rsidRDefault="008576D7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F663E0" w14:textId="77777777" w:rsidR="00E90DAF" w:rsidRDefault="008576D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626E59" w14:textId="77777777" w:rsidR="00E90DAF" w:rsidRDefault="008576D7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13054B4" w14:textId="77777777" w:rsidR="00E90DAF" w:rsidRDefault="008576D7">
            <w:pPr>
              <w:jc w:val="center"/>
            </w:pPr>
            <w:r>
              <w:t>热惰性指标</w:t>
            </w:r>
          </w:p>
        </w:tc>
      </w:tr>
      <w:tr w:rsidR="00E90DAF" w14:paraId="0660FB4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873DF86" w14:textId="77777777" w:rsidR="00E90DAF" w:rsidRDefault="00E90DA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052E861" w14:textId="77777777" w:rsidR="00E90DAF" w:rsidRDefault="008576D7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A99CC5" w14:textId="77777777" w:rsidR="00E90DAF" w:rsidRDefault="008576D7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EFE8A4" w14:textId="77777777" w:rsidR="00E90DAF" w:rsidRDefault="008576D7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EBCA275" w14:textId="77777777" w:rsidR="00E90DAF" w:rsidRDefault="008576D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B15C44" w14:textId="77777777" w:rsidR="00E90DAF" w:rsidRDefault="008576D7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02D56A0" w14:textId="77777777" w:rsidR="00E90DAF" w:rsidRDefault="008576D7">
            <w:pPr>
              <w:jc w:val="center"/>
            </w:pPr>
            <w:r>
              <w:t>D=R*S</w:t>
            </w:r>
          </w:p>
        </w:tc>
      </w:tr>
      <w:tr w:rsidR="00E90DAF" w14:paraId="1870E5EA" w14:textId="77777777">
        <w:tc>
          <w:tcPr>
            <w:tcW w:w="3345" w:type="dxa"/>
            <w:vAlign w:val="center"/>
          </w:tcPr>
          <w:p w14:paraId="51940996" w14:textId="77777777" w:rsidR="00E90DAF" w:rsidRDefault="008576D7">
            <w:r>
              <w:t>水泥砂浆</w:t>
            </w:r>
          </w:p>
        </w:tc>
        <w:tc>
          <w:tcPr>
            <w:tcW w:w="848" w:type="dxa"/>
            <w:vAlign w:val="center"/>
          </w:tcPr>
          <w:p w14:paraId="3740ADF0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475D9FFC" w14:textId="77777777" w:rsidR="00E90DAF" w:rsidRDefault="008576D7">
            <w:r>
              <w:t>0.930</w:t>
            </w:r>
          </w:p>
        </w:tc>
        <w:tc>
          <w:tcPr>
            <w:tcW w:w="1075" w:type="dxa"/>
            <w:vAlign w:val="center"/>
          </w:tcPr>
          <w:p w14:paraId="6DCF718B" w14:textId="77777777" w:rsidR="00E90DAF" w:rsidRDefault="008576D7">
            <w:r>
              <w:t>11.370</w:t>
            </w:r>
          </w:p>
        </w:tc>
        <w:tc>
          <w:tcPr>
            <w:tcW w:w="848" w:type="dxa"/>
            <w:vAlign w:val="center"/>
          </w:tcPr>
          <w:p w14:paraId="4A43CA05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25AA0AA5" w14:textId="77777777" w:rsidR="00E90DAF" w:rsidRDefault="008576D7">
            <w:r>
              <w:t>0.022</w:t>
            </w:r>
          </w:p>
        </w:tc>
        <w:tc>
          <w:tcPr>
            <w:tcW w:w="1064" w:type="dxa"/>
            <w:vAlign w:val="center"/>
          </w:tcPr>
          <w:p w14:paraId="076713D7" w14:textId="77777777" w:rsidR="00E90DAF" w:rsidRDefault="008576D7">
            <w:r>
              <w:t>0.245</w:t>
            </w:r>
          </w:p>
        </w:tc>
      </w:tr>
      <w:tr w:rsidR="00E90DAF" w14:paraId="5A5B32B5" w14:textId="77777777">
        <w:tc>
          <w:tcPr>
            <w:tcW w:w="3345" w:type="dxa"/>
            <w:vAlign w:val="center"/>
          </w:tcPr>
          <w:p w14:paraId="3E310E6F" w14:textId="77777777" w:rsidR="00E90DAF" w:rsidRDefault="008576D7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B039CA6" w14:textId="77777777" w:rsidR="00E90DAF" w:rsidRDefault="008576D7">
            <w:r>
              <w:t>50</w:t>
            </w:r>
          </w:p>
        </w:tc>
        <w:tc>
          <w:tcPr>
            <w:tcW w:w="1075" w:type="dxa"/>
            <w:vAlign w:val="center"/>
          </w:tcPr>
          <w:p w14:paraId="549D94D3" w14:textId="77777777" w:rsidR="00E90DAF" w:rsidRDefault="008576D7">
            <w:r>
              <w:t>0.030</w:t>
            </w:r>
          </w:p>
        </w:tc>
        <w:tc>
          <w:tcPr>
            <w:tcW w:w="1075" w:type="dxa"/>
            <w:vAlign w:val="center"/>
          </w:tcPr>
          <w:p w14:paraId="3C633AB2" w14:textId="77777777" w:rsidR="00E90DAF" w:rsidRDefault="008576D7">
            <w:r>
              <w:t>0.340</w:t>
            </w:r>
          </w:p>
        </w:tc>
        <w:tc>
          <w:tcPr>
            <w:tcW w:w="848" w:type="dxa"/>
            <w:vAlign w:val="center"/>
          </w:tcPr>
          <w:p w14:paraId="45CF828D" w14:textId="77777777" w:rsidR="00E90DAF" w:rsidRDefault="008576D7">
            <w:r>
              <w:t>1.20</w:t>
            </w:r>
          </w:p>
        </w:tc>
        <w:tc>
          <w:tcPr>
            <w:tcW w:w="1075" w:type="dxa"/>
            <w:vAlign w:val="center"/>
          </w:tcPr>
          <w:p w14:paraId="44D0246D" w14:textId="77777777" w:rsidR="00E90DAF" w:rsidRDefault="008576D7">
            <w:r>
              <w:t>1.389</w:t>
            </w:r>
          </w:p>
        </w:tc>
        <w:tc>
          <w:tcPr>
            <w:tcW w:w="1064" w:type="dxa"/>
            <w:vAlign w:val="center"/>
          </w:tcPr>
          <w:p w14:paraId="00125533" w14:textId="77777777" w:rsidR="00E90DAF" w:rsidRDefault="008576D7">
            <w:r>
              <w:t>0.567</w:t>
            </w:r>
          </w:p>
        </w:tc>
      </w:tr>
      <w:tr w:rsidR="00E90DAF" w14:paraId="7B27C56B" w14:textId="77777777">
        <w:tc>
          <w:tcPr>
            <w:tcW w:w="3345" w:type="dxa"/>
            <w:vAlign w:val="center"/>
          </w:tcPr>
          <w:p w14:paraId="77B537E6" w14:textId="77777777" w:rsidR="00E90DAF" w:rsidRDefault="008576D7">
            <w:r>
              <w:lastRenderedPageBreak/>
              <w:t>水泥砂浆</w:t>
            </w:r>
          </w:p>
        </w:tc>
        <w:tc>
          <w:tcPr>
            <w:tcW w:w="848" w:type="dxa"/>
            <w:vAlign w:val="center"/>
          </w:tcPr>
          <w:p w14:paraId="7E2E5A7A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5351F820" w14:textId="77777777" w:rsidR="00E90DAF" w:rsidRDefault="008576D7">
            <w:r>
              <w:t>0.930</w:t>
            </w:r>
          </w:p>
        </w:tc>
        <w:tc>
          <w:tcPr>
            <w:tcW w:w="1075" w:type="dxa"/>
            <w:vAlign w:val="center"/>
          </w:tcPr>
          <w:p w14:paraId="0AA8BC92" w14:textId="77777777" w:rsidR="00E90DAF" w:rsidRDefault="008576D7">
            <w:r>
              <w:t>11.370</w:t>
            </w:r>
          </w:p>
        </w:tc>
        <w:tc>
          <w:tcPr>
            <w:tcW w:w="848" w:type="dxa"/>
            <w:vAlign w:val="center"/>
          </w:tcPr>
          <w:p w14:paraId="0656D175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4BAE339E" w14:textId="77777777" w:rsidR="00E90DAF" w:rsidRDefault="008576D7">
            <w:r>
              <w:t>0.022</w:t>
            </w:r>
          </w:p>
        </w:tc>
        <w:tc>
          <w:tcPr>
            <w:tcW w:w="1064" w:type="dxa"/>
            <w:vAlign w:val="center"/>
          </w:tcPr>
          <w:p w14:paraId="74FF247D" w14:textId="77777777" w:rsidR="00E90DAF" w:rsidRDefault="008576D7">
            <w:r>
              <w:t>0.245</w:t>
            </w:r>
          </w:p>
        </w:tc>
      </w:tr>
      <w:tr w:rsidR="00E90DAF" w14:paraId="17DEAF51" w14:textId="77777777">
        <w:tc>
          <w:tcPr>
            <w:tcW w:w="3345" w:type="dxa"/>
            <w:vAlign w:val="center"/>
          </w:tcPr>
          <w:p w14:paraId="3FCD9D5F" w14:textId="77777777" w:rsidR="00E90DAF" w:rsidRDefault="008576D7">
            <w:r>
              <w:t>钢筋混凝土</w:t>
            </w:r>
          </w:p>
        </w:tc>
        <w:tc>
          <w:tcPr>
            <w:tcW w:w="848" w:type="dxa"/>
            <w:vAlign w:val="center"/>
          </w:tcPr>
          <w:p w14:paraId="4E1B16F5" w14:textId="77777777" w:rsidR="00E90DAF" w:rsidRDefault="008576D7">
            <w:r>
              <w:t>200</w:t>
            </w:r>
          </w:p>
        </w:tc>
        <w:tc>
          <w:tcPr>
            <w:tcW w:w="1075" w:type="dxa"/>
            <w:vAlign w:val="center"/>
          </w:tcPr>
          <w:p w14:paraId="004C9FDB" w14:textId="77777777" w:rsidR="00E90DAF" w:rsidRDefault="008576D7">
            <w:r>
              <w:t>1.740</w:t>
            </w:r>
          </w:p>
        </w:tc>
        <w:tc>
          <w:tcPr>
            <w:tcW w:w="1075" w:type="dxa"/>
            <w:vAlign w:val="center"/>
          </w:tcPr>
          <w:p w14:paraId="169D48C9" w14:textId="77777777" w:rsidR="00E90DAF" w:rsidRDefault="008576D7">
            <w:r>
              <w:t>17.200</w:t>
            </w:r>
          </w:p>
        </w:tc>
        <w:tc>
          <w:tcPr>
            <w:tcW w:w="848" w:type="dxa"/>
            <w:vAlign w:val="center"/>
          </w:tcPr>
          <w:p w14:paraId="2AFE11A7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6FF7F236" w14:textId="77777777" w:rsidR="00E90DAF" w:rsidRDefault="008576D7">
            <w:r>
              <w:t>0.115</w:t>
            </w:r>
          </w:p>
        </w:tc>
        <w:tc>
          <w:tcPr>
            <w:tcW w:w="1064" w:type="dxa"/>
            <w:vAlign w:val="center"/>
          </w:tcPr>
          <w:p w14:paraId="1613FD07" w14:textId="77777777" w:rsidR="00E90DAF" w:rsidRDefault="008576D7">
            <w:r>
              <w:t>1.977</w:t>
            </w:r>
          </w:p>
        </w:tc>
      </w:tr>
      <w:tr w:rsidR="00E90DAF" w14:paraId="0874835F" w14:textId="77777777">
        <w:tc>
          <w:tcPr>
            <w:tcW w:w="3345" w:type="dxa"/>
            <w:vAlign w:val="center"/>
          </w:tcPr>
          <w:p w14:paraId="54F86BA0" w14:textId="77777777" w:rsidR="00E90DAF" w:rsidRDefault="008576D7">
            <w:r>
              <w:t>石灰砂浆</w:t>
            </w:r>
          </w:p>
        </w:tc>
        <w:tc>
          <w:tcPr>
            <w:tcW w:w="848" w:type="dxa"/>
            <w:vAlign w:val="center"/>
          </w:tcPr>
          <w:p w14:paraId="5945B19D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61BBC1BA" w14:textId="77777777" w:rsidR="00E90DAF" w:rsidRDefault="008576D7">
            <w:r>
              <w:t>0.810</w:t>
            </w:r>
          </w:p>
        </w:tc>
        <w:tc>
          <w:tcPr>
            <w:tcW w:w="1075" w:type="dxa"/>
            <w:vAlign w:val="center"/>
          </w:tcPr>
          <w:p w14:paraId="7B03F9C6" w14:textId="77777777" w:rsidR="00E90DAF" w:rsidRDefault="008576D7">
            <w:r>
              <w:t>10.070</w:t>
            </w:r>
          </w:p>
        </w:tc>
        <w:tc>
          <w:tcPr>
            <w:tcW w:w="848" w:type="dxa"/>
            <w:vAlign w:val="center"/>
          </w:tcPr>
          <w:p w14:paraId="62920EC6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184DA6DC" w14:textId="77777777" w:rsidR="00E90DAF" w:rsidRDefault="008576D7">
            <w:r>
              <w:t>0.025</w:t>
            </w:r>
          </w:p>
        </w:tc>
        <w:tc>
          <w:tcPr>
            <w:tcW w:w="1064" w:type="dxa"/>
            <w:vAlign w:val="center"/>
          </w:tcPr>
          <w:p w14:paraId="76071318" w14:textId="77777777" w:rsidR="00E90DAF" w:rsidRDefault="008576D7">
            <w:r>
              <w:t>0.249</w:t>
            </w:r>
          </w:p>
        </w:tc>
      </w:tr>
      <w:tr w:rsidR="00E90DAF" w14:paraId="440B4F78" w14:textId="77777777">
        <w:tc>
          <w:tcPr>
            <w:tcW w:w="3345" w:type="dxa"/>
            <w:vAlign w:val="center"/>
          </w:tcPr>
          <w:p w14:paraId="78E08C87" w14:textId="77777777" w:rsidR="00E90DAF" w:rsidRDefault="008576D7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97C2003" w14:textId="77777777" w:rsidR="00E90DAF" w:rsidRDefault="008576D7">
            <w:r>
              <w:t>310</w:t>
            </w:r>
          </w:p>
        </w:tc>
        <w:tc>
          <w:tcPr>
            <w:tcW w:w="1075" w:type="dxa"/>
            <w:vAlign w:val="center"/>
          </w:tcPr>
          <w:p w14:paraId="09E4EE6E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2E9BB58C" w14:textId="77777777" w:rsidR="00E90DAF" w:rsidRDefault="008576D7">
            <w:r>
              <w:t>－</w:t>
            </w:r>
          </w:p>
        </w:tc>
        <w:tc>
          <w:tcPr>
            <w:tcW w:w="848" w:type="dxa"/>
            <w:vAlign w:val="center"/>
          </w:tcPr>
          <w:p w14:paraId="26908F8E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12E0104F" w14:textId="77777777" w:rsidR="00E90DAF" w:rsidRDefault="008576D7">
            <w:r>
              <w:t>1.572</w:t>
            </w:r>
          </w:p>
        </w:tc>
        <w:tc>
          <w:tcPr>
            <w:tcW w:w="1064" w:type="dxa"/>
            <w:vAlign w:val="center"/>
          </w:tcPr>
          <w:p w14:paraId="38DE5262" w14:textId="77777777" w:rsidR="00E90DAF" w:rsidRDefault="008576D7">
            <w:r>
              <w:t>3.281</w:t>
            </w:r>
          </w:p>
        </w:tc>
      </w:tr>
      <w:tr w:rsidR="00E90DAF" w14:paraId="66EC8A0F" w14:textId="77777777">
        <w:tc>
          <w:tcPr>
            <w:tcW w:w="3345" w:type="dxa"/>
            <w:shd w:val="clear" w:color="auto" w:fill="E6E6E6"/>
            <w:vAlign w:val="center"/>
          </w:tcPr>
          <w:p w14:paraId="00F48E95" w14:textId="77777777" w:rsidR="00E90DAF" w:rsidRDefault="008576D7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410E9164" w14:textId="77777777" w:rsidR="00E90DAF" w:rsidRDefault="008576D7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E90DAF" w14:paraId="57387F5D" w14:textId="77777777">
        <w:tc>
          <w:tcPr>
            <w:tcW w:w="3345" w:type="dxa"/>
            <w:shd w:val="clear" w:color="auto" w:fill="E6E6E6"/>
            <w:vAlign w:val="center"/>
          </w:tcPr>
          <w:p w14:paraId="1B7959DD" w14:textId="77777777" w:rsidR="00E90DAF" w:rsidRDefault="008576D7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14:paraId="197922CB" w14:textId="77777777" w:rsidR="00E90DAF" w:rsidRDefault="008576D7">
            <w:pPr>
              <w:jc w:val="center"/>
            </w:pPr>
            <w:r>
              <w:t>0.58</w:t>
            </w:r>
          </w:p>
        </w:tc>
      </w:tr>
    </w:tbl>
    <w:p w14:paraId="2D7B06C7" w14:textId="77777777" w:rsidR="00E90DAF" w:rsidRDefault="008576D7">
      <w:pPr>
        <w:pStyle w:val="2"/>
        <w:widowControl w:val="0"/>
        <w:rPr>
          <w:kern w:val="2"/>
        </w:rPr>
      </w:pPr>
      <w:bookmarkStart w:id="48" w:name="_Toc60664721"/>
      <w:r>
        <w:rPr>
          <w:kern w:val="2"/>
        </w:rPr>
        <w:t>外墙平均热工特性</w:t>
      </w:r>
      <w:bookmarkEnd w:id="48"/>
    </w:p>
    <w:p w14:paraId="63BFBAA9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E90DAF" w14:paraId="0528A0B9" w14:textId="77777777">
        <w:tc>
          <w:tcPr>
            <w:tcW w:w="2948" w:type="dxa"/>
            <w:shd w:val="clear" w:color="auto" w:fill="E6E6E6"/>
            <w:vAlign w:val="center"/>
          </w:tcPr>
          <w:p w14:paraId="4D68D257" w14:textId="77777777" w:rsidR="00E90DAF" w:rsidRDefault="008576D7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14:paraId="495A317E" w14:textId="77777777" w:rsidR="00E90DAF" w:rsidRDefault="008576D7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429791B" w14:textId="77777777" w:rsidR="00E90DAF" w:rsidRDefault="008576D7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617BB7A" w14:textId="77777777" w:rsidR="00E90DAF" w:rsidRDefault="008576D7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78019C7" w14:textId="77777777" w:rsidR="00E90DAF" w:rsidRDefault="008576D7">
            <w:pPr>
              <w:jc w:val="center"/>
            </w:pPr>
            <w:r>
              <w:t>传热系数</w:t>
            </w:r>
            <w:r>
              <w:t>K</w:t>
            </w:r>
            <w:r>
              <w:br/>
              <w:t xml:space="preserve">W / </w:t>
            </w:r>
            <w:r>
              <w:t>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869B4B2" w14:textId="77777777" w:rsidR="00E90DAF" w:rsidRDefault="008576D7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A45DC7E" w14:textId="77777777" w:rsidR="00E90DAF" w:rsidRDefault="008576D7">
            <w:pPr>
              <w:jc w:val="center"/>
            </w:pPr>
            <w:r>
              <w:t>太阳辐射吸收系数</w:t>
            </w:r>
          </w:p>
        </w:tc>
      </w:tr>
      <w:tr w:rsidR="00E90DAF" w14:paraId="741D570B" w14:textId="77777777">
        <w:tc>
          <w:tcPr>
            <w:tcW w:w="2948" w:type="dxa"/>
            <w:vAlign w:val="center"/>
          </w:tcPr>
          <w:p w14:paraId="02AA8F9C" w14:textId="77777777" w:rsidR="00E90DAF" w:rsidRDefault="008576D7">
            <w:r>
              <w:t>外墙构造一</w:t>
            </w:r>
          </w:p>
        </w:tc>
        <w:tc>
          <w:tcPr>
            <w:tcW w:w="1120" w:type="dxa"/>
            <w:vAlign w:val="center"/>
          </w:tcPr>
          <w:p w14:paraId="64540233" w14:textId="77777777" w:rsidR="00E90DAF" w:rsidRDefault="008576D7">
            <w:r>
              <w:t>主墙体</w:t>
            </w:r>
          </w:p>
        </w:tc>
        <w:tc>
          <w:tcPr>
            <w:tcW w:w="990" w:type="dxa"/>
            <w:vAlign w:val="center"/>
          </w:tcPr>
          <w:p w14:paraId="05E55705" w14:textId="77777777" w:rsidR="00E90DAF" w:rsidRDefault="008576D7">
            <w:r>
              <w:t>346.45</w:t>
            </w:r>
          </w:p>
        </w:tc>
        <w:tc>
          <w:tcPr>
            <w:tcW w:w="950" w:type="dxa"/>
            <w:vAlign w:val="center"/>
          </w:tcPr>
          <w:p w14:paraId="4A4801EE" w14:textId="77777777" w:rsidR="00E90DAF" w:rsidRDefault="008576D7">
            <w:r>
              <w:t>0.982</w:t>
            </w:r>
          </w:p>
        </w:tc>
        <w:tc>
          <w:tcPr>
            <w:tcW w:w="1107" w:type="dxa"/>
            <w:vAlign w:val="center"/>
          </w:tcPr>
          <w:p w14:paraId="477EDA42" w14:textId="77777777" w:rsidR="00E90DAF" w:rsidRDefault="008576D7">
            <w:r>
              <w:t>0.38</w:t>
            </w:r>
          </w:p>
        </w:tc>
        <w:tc>
          <w:tcPr>
            <w:tcW w:w="1107" w:type="dxa"/>
            <w:vAlign w:val="center"/>
          </w:tcPr>
          <w:p w14:paraId="6887E4CD" w14:textId="77777777" w:rsidR="00E90DAF" w:rsidRDefault="008576D7">
            <w:r>
              <w:t>4.11</w:t>
            </w:r>
          </w:p>
        </w:tc>
        <w:tc>
          <w:tcPr>
            <w:tcW w:w="1107" w:type="dxa"/>
            <w:vAlign w:val="center"/>
          </w:tcPr>
          <w:p w14:paraId="4061699C" w14:textId="77777777" w:rsidR="00E90DAF" w:rsidRDefault="008576D7">
            <w:r>
              <w:t>0.75</w:t>
            </w:r>
          </w:p>
        </w:tc>
      </w:tr>
      <w:tr w:rsidR="00E90DAF" w14:paraId="0C04FF04" w14:textId="77777777">
        <w:tc>
          <w:tcPr>
            <w:tcW w:w="2948" w:type="dxa"/>
            <w:vAlign w:val="center"/>
          </w:tcPr>
          <w:p w14:paraId="24A124E1" w14:textId="77777777" w:rsidR="00E90DAF" w:rsidRDefault="008576D7">
            <w:r>
              <w:t>热桥柱构造一</w:t>
            </w:r>
          </w:p>
        </w:tc>
        <w:tc>
          <w:tcPr>
            <w:tcW w:w="1120" w:type="dxa"/>
            <w:vAlign w:val="center"/>
          </w:tcPr>
          <w:p w14:paraId="55108429" w14:textId="77777777" w:rsidR="00E90DAF" w:rsidRDefault="008576D7">
            <w:r>
              <w:t>热桥柱</w:t>
            </w:r>
          </w:p>
        </w:tc>
        <w:tc>
          <w:tcPr>
            <w:tcW w:w="990" w:type="dxa"/>
            <w:vAlign w:val="center"/>
          </w:tcPr>
          <w:p w14:paraId="75AAEA1D" w14:textId="77777777" w:rsidR="00E90DAF" w:rsidRDefault="008576D7">
            <w:r>
              <w:t>6.24</w:t>
            </w:r>
          </w:p>
        </w:tc>
        <w:tc>
          <w:tcPr>
            <w:tcW w:w="950" w:type="dxa"/>
            <w:vAlign w:val="center"/>
          </w:tcPr>
          <w:p w14:paraId="38E456D8" w14:textId="77777777" w:rsidR="00E90DAF" w:rsidRDefault="008576D7">
            <w:r>
              <w:t>0.018</w:t>
            </w:r>
          </w:p>
        </w:tc>
        <w:tc>
          <w:tcPr>
            <w:tcW w:w="1107" w:type="dxa"/>
            <w:vAlign w:val="center"/>
          </w:tcPr>
          <w:p w14:paraId="2AE45D22" w14:textId="77777777" w:rsidR="00E90DAF" w:rsidRDefault="008576D7">
            <w:r>
              <w:t>0.58</w:t>
            </w:r>
          </w:p>
        </w:tc>
        <w:tc>
          <w:tcPr>
            <w:tcW w:w="1107" w:type="dxa"/>
            <w:vAlign w:val="center"/>
          </w:tcPr>
          <w:p w14:paraId="15D5B1D4" w14:textId="77777777" w:rsidR="00E90DAF" w:rsidRDefault="008576D7">
            <w:r>
              <w:t>3.28</w:t>
            </w:r>
          </w:p>
        </w:tc>
        <w:tc>
          <w:tcPr>
            <w:tcW w:w="1107" w:type="dxa"/>
            <w:vAlign w:val="center"/>
          </w:tcPr>
          <w:p w14:paraId="4213C8A3" w14:textId="77777777" w:rsidR="00E90DAF" w:rsidRDefault="008576D7">
            <w:r>
              <w:t>0.75</w:t>
            </w:r>
          </w:p>
        </w:tc>
      </w:tr>
      <w:tr w:rsidR="00E90DAF" w14:paraId="3A021F2B" w14:textId="77777777">
        <w:tc>
          <w:tcPr>
            <w:tcW w:w="2948" w:type="dxa"/>
            <w:vAlign w:val="center"/>
          </w:tcPr>
          <w:p w14:paraId="36B80236" w14:textId="77777777" w:rsidR="00E90DAF" w:rsidRDefault="008576D7">
            <w:r>
              <w:t>合计</w:t>
            </w:r>
          </w:p>
        </w:tc>
        <w:tc>
          <w:tcPr>
            <w:tcW w:w="1120" w:type="dxa"/>
            <w:vAlign w:val="center"/>
          </w:tcPr>
          <w:p w14:paraId="4C39AF94" w14:textId="77777777" w:rsidR="00E90DAF" w:rsidRDefault="00E90DAF"/>
        </w:tc>
        <w:tc>
          <w:tcPr>
            <w:tcW w:w="990" w:type="dxa"/>
            <w:vAlign w:val="center"/>
          </w:tcPr>
          <w:p w14:paraId="5C119210" w14:textId="77777777" w:rsidR="00E90DAF" w:rsidRDefault="008576D7">
            <w:r>
              <w:t>352.69</w:t>
            </w:r>
          </w:p>
        </w:tc>
        <w:tc>
          <w:tcPr>
            <w:tcW w:w="950" w:type="dxa"/>
            <w:vAlign w:val="center"/>
          </w:tcPr>
          <w:p w14:paraId="291D4CBA" w14:textId="77777777" w:rsidR="00E90DAF" w:rsidRDefault="008576D7">
            <w:r>
              <w:t>1.000</w:t>
            </w:r>
          </w:p>
        </w:tc>
        <w:tc>
          <w:tcPr>
            <w:tcW w:w="1107" w:type="dxa"/>
            <w:vAlign w:val="center"/>
          </w:tcPr>
          <w:p w14:paraId="64153809" w14:textId="77777777" w:rsidR="00E90DAF" w:rsidRDefault="008576D7">
            <w:r>
              <w:t>0.39</w:t>
            </w:r>
          </w:p>
        </w:tc>
        <w:tc>
          <w:tcPr>
            <w:tcW w:w="1107" w:type="dxa"/>
            <w:vAlign w:val="center"/>
          </w:tcPr>
          <w:p w14:paraId="1D13A184" w14:textId="77777777" w:rsidR="00E90DAF" w:rsidRDefault="008576D7">
            <w:r>
              <w:t>4.10</w:t>
            </w:r>
          </w:p>
        </w:tc>
        <w:tc>
          <w:tcPr>
            <w:tcW w:w="1107" w:type="dxa"/>
            <w:vAlign w:val="center"/>
          </w:tcPr>
          <w:p w14:paraId="1527FC2E" w14:textId="77777777" w:rsidR="00E90DAF" w:rsidRDefault="008576D7">
            <w:r>
              <w:t>0.75</w:t>
            </w:r>
          </w:p>
        </w:tc>
      </w:tr>
    </w:tbl>
    <w:p w14:paraId="7E727FC5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E90DAF" w14:paraId="3C5C5C84" w14:textId="77777777">
        <w:tc>
          <w:tcPr>
            <w:tcW w:w="2948" w:type="dxa"/>
            <w:shd w:val="clear" w:color="auto" w:fill="E6E6E6"/>
            <w:vAlign w:val="center"/>
          </w:tcPr>
          <w:p w14:paraId="099CAFE4" w14:textId="77777777" w:rsidR="00E90DAF" w:rsidRDefault="008576D7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14:paraId="5B14731A" w14:textId="77777777" w:rsidR="00E90DAF" w:rsidRDefault="008576D7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A908BE8" w14:textId="77777777" w:rsidR="00E90DAF" w:rsidRDefault="008576D7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5654067E" w14:textId="77777777" w:rsidR="00E90DAF" w:rsidRDefault="008576D7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089E6FD" w14:textId="77777777" w:rsidR="00E90DAF" w:rsidRDefault="008576D7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56F623B" w14:textId="77777777" w:rsidR="00E90DAF" w:rsidRDefault="008576D7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D18680B" w14:textId="77777777" w:rsidR="00E90DAF" w:rsidRDefault="008576D7">
            <w:pPr>
              <w:jc w:val="center"/>
            </w:pPr>
            <w:r>
              <w:t>太阳辐射吸收系数</w:t>
            </w:r>
          </w:p>
        </w:tc>
      </w:tr>
      <w:tr w:rsidR="00E90DAF" w14:paraId="683E4235" w14:textId="77777777">
        <w:tc>
          <w:tcPr>
            <w:tcW w:w="2948" w:type="dxa"/>
            <w:vAlign w:val="center"/>
          </w:tcPr>
          <w:p w14:paraId="3E560AB8" w14:textId="77777777" w:rsidR="00E90DAF" w:rsidRDefault="008576D7">
            <w:r>
              <w:t>外墙构造一</w:t>
            </w:r>
          </w:p>
        </w:tc>
        <w:tc>
          <w:tcPr>
            <w:tcW w:w="1120" w:type="dxa"/>
            <w:vAlign w:val="center"/>
          </w:tcPr>
          <w:p w14:paraId="05E61BB9" w14:textId="77777777" w:rsidR="00E90DAF" w:rsidRDefault="008576D7">
            <w:r>
              <w:t>主墙体</w:t>
            </w:r>
          </w:p>
        </w:tc>
        <w:tc>
          <w:tcPr>
            <w:tcW w:w="990" w:type="dxa"/>
            <w:vAlign w:val="center"/>
          </w:tcPr>
          <w:p w14:paraId="67C24ABE" w14:textId="77777777" w:rsidR="00E90DAF" w:rsidRDefault="008576D7">
            <w:r>
              <w:t>374.34</w:t>
            </w:r>
          </w:p>
        </w:tc>
        <w:tc>
          <w:tcPr>
            <w:tcW w:w="950" w:type="dxa"/>
            <w:vAlign w:val="center"/>
          </w:tcPr>
          <w:p w14:paraId="23BA4041" w14:textId="77777777" w:rsidR="00E90DAF" w:rsidRDefault="008576D7">
            <w:r>
              <w:t>0.916</w:t>
            </w:r>
          </w:p>
        </w:tc>
        <w:tc>
          <w:tcPr>
            <w:tcW w:w="1107" w:type="dxa"/>
            <w:vAlign w:val="center"/>
          </w:tcPr>
          <w:p w14:paraId="3B3FC04D" w14:textId="77777777" w:rsidR="00E90DAF" w:rsidRDefault="008576D7">
            <w:r>
              <w:t>0.38</w:t>
            </w:r>
          </w:p>
        </w:tc>
        <w:tc>
          <w:tcPr>
            <w:tcW w:w="1107" w:type="dxa"/>
            <w:vAlign w:val="center"/>
          </w:tcPr>
          <w:p w14:paraId="17C116C7" w14:textId="77777777" w:rsidR="00E90DAF" w:rsidRDefault="008576D7">
            <w:r>
              <w:t>4.11</w:t>
            </w:r>
          </w:p>
        </w:tc>
        <w:tc>
          <w:tcPr>
            <w:tcW w:w="1107" w:type="dxa"/>
            <w:vAlign w:val="center"/>
          </w:tcPr>
          <w:p w14:paraId="65938ABC" w14:textId="77777777" w:rsidR="00E90DAF" w:rsidRDefault="008576D7">
            <w:r>
              <w:t>0.75</w:t>
            </w:r>
          </w:p>
        </w:tc>
      </w:tr>
      <w:tr w:rsidR="00E90DAF" w14:paraId="3E72EC15" w14:textId="77777777">
        <w:tc>
          <w:tcPr>
            <w:tcW w:w="2948" w:type="dxa"/>
            <w:vAlign w:val="center"/>
          </w:tcPr>
          <w:p w14:paraId="377EEB62" w14:textId="77777777" w:rsidR="00E90DAF" w:rsidRDefault="008576D7">
            <w:r>
              <w:t>热桥柱构造一</w:t>
            </w:r>
          </w:p>
        </w:tc>
        <w:tc>
          <w:tcPr>
            <w:tcW w:w="1120" w:type="dxa"/>
            <w:vAlign w:val="center"/>
          </w:tcPr>
          <w:p w14:paraId="1B18D94F" w14:textId="77777777" w:rsidR="00E90DAF" w:rsidRDefault="008576D7">
            <w:r>
              <w:t>热桥柱</w:t>
            </w:r>
          </w:p>
        </w:tc>
        <w:tc>
          <w:tcPr>
            <w:tcW w:w="990" w:type="dxa"/>
            <w:vAlign w:val="center"/>
          </w:tcPr>
          <w:p w14:paraId="235562D9" w14:textId="77777777" w:rsidR="00E90DAF" w:rsidRDefault="008576D7">
            <w:r>
              <w:t>34.48</w:t>
            </w:r>
          </w:p>
        </w:tc>
        <w:tc>
          <w:tcPr>
            <w:tcW w:w="950" w:type="dxa"/>
            <w:vAlign w:val="center"/>
          </w:tcPr>
          <w:p w14:paraId="1DBDECAF" w14:textId="77777777" w:rsidR="00E90DAF" w:rsidRDefault="008576D7">
            <w:r>
              <w:t>0.084</w:t>
            </w:r>
          </w:p>
        </w:tc>
        <w:tc>
          <w:tcPr>
            <w:tcW w:w="1107" w:type="dxa"/>
            <w:vAlign w:val="center"/>
          </w:tcPr>
          <w:p w14:paraId="1A2DC4DA" w14:textId="77777777" w:rsidR="00E90DAF" w:rsidRDefault="008576D7">
            <w:r>
              <w:t>0.58</w:t>
            </w:r>
          </w:p>
        </w:tc>
        <w:tc>
          <w:tcPr>
            <w:tcW w:w="1107" w:type="dxa"/>
            <w:vAlign w:val="center"/>
          </w:tcPr>
          <w:p w14:paraId="68E5996A" w14:textId="77777777" w:rsidR="00E90DAF" w:rsidRDefault="008576D7">
            <w:r>
              <w:t>3.28</w:t>
            </w:r>
          </w:p>
        </w:tc>
        <w:tc>
          <w:tcPr>
            <w:tcW w:w="1107" w:type="dxa"/>
            <w:vAlign w:val="center"/>
          </w:tcPr>
          <w:p w14:paraId="4B3B5684" w14:textId="77777777" w:rsidR="00E90DAF" w:rsidRDefault="008576D7">
            <w:r>
              <w:t>0.75</w:t>
            </w:r>
          </w:p>
        </w:tc>
      </w:tr>
      <w:tr w:rsidR="00E90DAF" w14:paraId="7BBFD5DD" w14:textId="77777777">
        <w:tc>
          <w:tcPr>
            <w:tcW w:w="2948" w:type="dxa"/>
            <w:vAlign w:val="center"/>
          </w:tcPr>
          <w:p w14:paraId="59D7AB35" w14:textId="77777777" w:rsidR="00E90DAF" w:rsidRDefault="008576D7">
            <w:r>
              <w:t>合计</w:t>
            </w:r>
          </w:p>
        </w:tc>
        <w:tc>
          <w:tcPr>
            <w:tcW w:w="1120" w:type="dxa"/>
            <w:vAlign w:val="center"/>
          </w:tcPr>
          <w:p w14:paraId="41CFF854" w14:textId="77777777" w:rsidR="00E90DAF" w:rsidRDefault="00E90DAF"/>
        </w:tc>
        <w:tc>
          <w:tcPr>
            <w:tcW w:w="990" w:type="dxa"/>
            <w:vAlign w:val="center"/>
          </w:tcPr>
          <w:p w14:paraId="627693D1" w14:textId="77777777" w:rsidR="00E90DAF" w:rsidRDefault="008576D7">
            <w:r>
              <w:t>408.82</w:t>
            </w:r>
          </w:p>
        </w:tc>
        <w:tc>
          <w:tcPr>
            <w:tcW w:w="950" w:type="dxa"/>
            <w:vAlign w:val="center"/>
          </w:tcPr>
          <w:p w14:paraId="7A11A8F1" w14:textId="77777777" w:rsidR="00E90DAF" w:rsidRDefault="008576D7">
            <w:r>
              <w:t>1.000</w:t>
            </w:r>
          </w:p>
        </w:tc>
        <w:tc>
          <w:tcPr>
            <w:tcW w:w="1107" w:type="dxa"/>
            <w:vAlign w:val="center"/>
          </w:tcPr>
          <w:p w14:paraId="128B1499" w14:textId="77777777" w:rsidR="00E90DAF" w:rsidRDefault="008576D7">
            <w:r>
              <w:t>0.40</w:t>
            </w:r>
          </w:p>
        </w:tc>
        <w:tc>
          <w:tcPr>
            <w:tcW w:w="1107" w:type="dxa"/>
            <w:vAlign w:val="center"/>
          </w:tcPr>
          <w:p w14:paraId="7CA1EC8C" w14:textId="77777777" w:rsidR="00E90DAF" w:rsidRDefault="008576D7">
            <w:r>
              <w:t>4.04</w:t>
            </w:r>
          </w:p>
        </w:tc>
        <w:tc>
          <w:tcPr>
            <w:tcW w:w="1107" w:type="dxa"/>
            <w:vAlign w:val="center"/>
          </w:tcPr>
          <w:p w14:paraId="6AFCB530" w14:textId="77777777" w:rsidR="00E90DAF" w:rsidRDefault="008576D7">
            <w:r>
              <w:t>0.75</w:t>
            </w:r>
          </w:p>
        </w:tc>
      </w:tr>
    </w:tbl>
    <w:p w14:paraId="097C80FD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E90DAF" w14:paraId="18AF0AFF" w14:textId="77777777">
        <w:tc>
          <w:tcPr>
            <w:tcW w:w="2948" w:type="dxa"/>
            <w:shd w:val="clear" w:color="auto" w:fill="E6E6E6"/>
            <w:vAlign w:val="center"/>
          </w:tcPr>
          <w:p w14:paraId="086D2D93" w14:textId="77777777" w:rsidR="00E90DAF" w:rsidRDefault="008576D7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14:paraId="5F7A14B3" w14:textId="77777777" w:rsidR="00E90DAF" w:rsidRDefault="008576D7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9790EFC" w14:textId="77777777" w:rsidR="00E90DAF" w:rsidRDefault="008576D7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440D254" w14:textId="77777777" w:rsidR="00E90DAF" w:rsidRDefault="008576D7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5D1D93A" w14:textId="77777777" w:rsidR="00E90DAF" w:rsidRDefault="008576D7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E875172" w14:textId="77777777" w:rsidR="00E90DAF" w:rsidRDefault="008576D7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84C7847" w14:textId="77777777" w:rsidR="00E90DAF" w:rsidRDefault="008576D7">
            <w:pPr>
              <w:jc w:val="center"/>
            </w:pPr>
            <w:r>
              <w:t>太阳辐射吸收系数</w:t>
            </w:r>
          </w:p>
        </w:tc>
      </w:tr>
      <w:tr w:rsidR="00E90DAF" w14:paraId="4E3577E3" w14:textId="77777777">
        <w:tc>
          <w:tcPr>
            <w:tcW w:w="2948" w:type="dxa"/>
            <w:vAlign w:val="center"/>
          </w:tcPr>
          <w:p w14:paraId="0E458BE4" w14:textId="77777777" w:rsidR="00E90DAF" w:rsidRDefault="008576D7">
            <w:r>
              <w:t>外墙构造一</w:t>
            </w:r>
          </w:p>
        </w:tc>
        <w:tc>
          <w:tcPr>
            <w:tcW w:w="1120" w:type="dxa"/>
            <w:vAlign w:val="center"/>
          </w:tcPr>
          <w:p w14:paraId="1D146699" w14:textId="77777777" w:rsidR="00E90DAF" w:rsidRDefault="008576D7">
            <w:r>
              <w:t>主墙体</w:t>
            </w:r>
          </w:p>
        </w:tc>
        <w:tc>
          <w:tcPr>
            <w:tcW w:w="990" w:type="dxa"/>
            <w:vAlign w:val="center"/>
          </w:tcPr>
          <w:p w14:paraId="32B0BAF9" w14:textId="77777777" w:rsidR="00E90DAF" w:rsidRDefault="008576D7">
            <w:r>
              <w:t>363.08</w:t>
            </w:r>
          </w:p>
        </w:tc>
        <w:tc>
          <w:tcPr>
            <w:tcW w:w="950" w:type="dxa"/>
            <w:vAlign w:val="center"/>
          </w:tcPr>
          <w:p w14:paraId="4101AF8F" w14:textId="77777777" w:rsidR="00E90DAF" w:rsidRDefault="008576D7">
            <w:r>
              <w:t>0.916</w:t>
            </w:r>
          </w:p>
        </w:tc>
        <w:tc>
          <w:tcPr>
            <w:tcW w:w="1107" w:type="dxa"/>
            <w:vAlign w:val="center"/>
          </w:tcPr>
          <w:p w14:paraId="78B8D743" w14:textId="77777777" w:rsidR="00E90DAF" w:rsidRDefault="008576D7">
            <w:r>
              <w:t>0.38</w:t>
            </w:r>
          </w:p>
        </w:tc>
        <w:tc>
          <w:tcPr>
            <w:tcW w:w="1107" w:type="dxa"/>
            <w:vAlign w:val="center"/>
          </w:tcPr>
          <w:p w14:paraId="66272F22" w14:textId="77777777" w:rsidR="00E90DAF" w:rsidRDefault="008576D7">
            <w:r>
              <w:t>4.11</w:t>
            </w:r>
          </w:p>
        </w:tc>
        <w:tc>
          <w:tcPr>
            <w:tcW w:w="1107" w:type="dxa"/>
            <w:vAlign w:val="center"/>
          </w:tcPr>
          <w:p w14:paraId="084806B1" w14:textId="77777777" w:rsidR="00E90DAF" w:rsidRDefault="008576D7">
            <w:r>
              <w:t>0.75</w:t>
            </w:r>
          </w:p>
        </w:tc>
      </w:tr>
      <w:tr w:rsidR="00E90DAF" w14:paraId="5064EF1C" w14:textId="77777777">
        <w:tc>
          <w:tcPr>
            <w:tcW w:w="2948" w:type="dxa"/>
            <w:vAlign w:val="center"/>
          </w:tcPr>
          <w:p w14:paraId="74451328" w14:textId="77777777" w:rsidR="00E90DAF" w:rsidRDefault="008576D7">
            <w:r>
              <w:t>热桥柱构造一</w:t>
            </w:r>
          </w:p>
        </w:tc>
        <w:tc>
          <w:tcPr>
            <w:tcW w:w="1120" w:type="dxa"/>
            <w:vAlign w:val="center"/>
          </w:tcPr>
          <w:p w14:paraId="18FCE19D" w14:textId="77777777" w:rsidR="00E90DAF" w:rsidRDefault="008576D7">
            <w:r>
              <w:t>热桥柱</w:t>
            </w:r>
          </w:p>
        </w:tc>
        <w:tc>
          <w:tcPr>
            <w:tcW w:w="990" w:type="dxa"/>
            <w:vAlign w:val="center"/>
          </w:tcPr>
          <w:p w14:paraId="38681615" w14:textId="77777777" w:rsidR="00E90DAF" w:rsidRDefault="008576D7">
            <w:r>
              <w:t>33.23</w:t>
            </w:r>
          </w:p>
        </w:tc>
        <w:tc>
          <w:tcPr>
            <w:tcW w:w="950" w:type="dxa"/>
            <w:vAlign w:val="center"/>
          </w:tcPr>
          <w:p w14:paraId="0C23F980" w14:textId="77777777" w:rsidR="00E90DAF" w:rsidRDefault="008576D7">
            <w:r>
              <w:t>0.084</w:t>
            </w:r>
          </w:p>
        </w:tc>
        <w:tc>
          <w:tcPr>
            <w:tcW w:w="1107" w:type="dxa"/>
            <w:vAlign w:val="center"/>
          </w:tcPr>
          <w:p w14:paraId="5B275D1E" w14:textId="77777777" w:rsidR="00E90DAF" w:rsidRDefault="008576D7">
            <w:r>
              <w:t>0.58</w:t>
            </w:r>
          </w:p>
        </w:tc>
        <w:tc>
          <w:tcPr>
            <w:tcW w:w="1107" w:type="dxa"/>
            <w:vAlign w:val="center"/>
          </w:tcPr>
          <w:p w14:paraId="102C3BE4" w14:textId="77777777" w:rsidR="00E90DAF" w:rsidRDefault="008576D7">
            <w:r>
              <w:t>3.28</w:t>
            </w:r>
          </w:p>
        </w:tc>
        <w:tc>
          <w:tcPr>
            <w:tcW w:w="1107" w:type="dxa"/>
            <w:vAlign w:val="center"/>
          </w:tcPr>
          <w:p w14:paraId="0C025433" w14:textId="77777777" w:rsidR="00E90DAF" w:rsidRDefault="008576D7">
            <w:r>
              <w:t>0.75</w:t>
            </w:r>
          </w:p>
        </w:tc>
      </w:tr>
      <w:tr w:rsidR="00E90DAF" w14:paraId="7D9CB6DD" w14:textId="77777777">
        <w:tc>
          <w:tcPr>
            <w:tcW w:w="2948" w:type="dxa"/>
            <w:vAlign w:val="center"/>
          </w:tcPr>
          <w:p w14:paraId="4B35E30F" w14:textId="77777777" w:rsidR="00E90DAF" w:rsidRDefault="008576D7">
            <w:r>
              <w:t>合计</w:t>
            </w:r>
          </w:p>
        </w:tc>
        <w:tc>
          <w:tcPr>
            <w:tcW w:w="1120" w:type="dxa"/>
            <w:vAlign w:val="center"/>
          </w:tcPr>
          <w:p w14:paraId="6D5480C7" w14:textId="77777777" w:rsidR="00E90DAF" w:rsidRDefault="00E90DAF"/>
        </w:tc>
        <w:tc>
          <w:tcPr>
            <w:tcW w:w="990" w:type="dxa"/>
            <w:vAlign w:val="center"/>
          </w:tcPr>
          <w:p w14:paraId="5DDD3353" w14:textId="77777777" w:rsidR="00E90DAF" w:rsidRDefault="008576D7">
            <w:r>
              <w:t>396.31</w:t>
            </w:r>
          </w:p>
        </w:tc>
        <w:tc>
          <w:tcPr>
            <w:tcW w:w="950" w:type="dxa"/>
            <w:vAlign w:val="center"/>
          </w:tcPr>
          <w:p w14:paraId="0A06D9B0" w14:textId="77777777" w:rsidR="00E90DAF" w:rsidRDefault="008576D7">
            <w:r>
              <w:t>1.000</w:t>
            </w:r>
          </w:p>
        </w:tc>
        <w:tc>
          <w:tcPr>
            <w:tcW w:w="1107" w:type="dxa"/>
            <w:vAlign w:val="center"/>
          </w:tcPr>
          <w:p w14:paraId="43D9E2F2" w14:textId="77777777" w:rsidR="00E90DAF" w:rsidRDefault="008576D7">
            <w:r>
              <w:t>0.40</w:t>
            </w:r>
          </w:p>
        </w:tc>
        <w:tc>
          <w:tcPr>
            <w:tcW w:w="1107" w:type="dxa"/>
            <w:vAlign w:val="center"/>
          </w:tcPr>
          <w:p w14:paraId="18E425A0" w14:textId="77777777" w:rsidR="00E90DAF" w:rsidRDefault="008576D7">
            <w:r>
              <w:t>4.04</w:t>
            </w:r>
          </w:p>
        </w:tc>
        <w:tc>
          <w:tcPr>
            <w:tcW w:w="1107" w:type="dxa"/>
            <w:vAlign w:val="center"/>
          </w:tcPr>
          <w:p w14:paraId="03841816" w14:textId="77777777" w:rsidR="00E90DAF" w:rsidRDefault="008576D7">
            <w:r>
              <w:t>0.75</w:t>
            </w:r>
          </w:p>
        </w:tc>
      </w:tr>
    </w:tbl>
    <w:p w14:paraId="0020494E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E90DAF" w14:paraId="0F4F25B9" w14:textId="77777777">
        <w:tc>
          <w:tcPr>
            <w:tcW w:w="2948" w:type="dxa"/>
            <w:shd w:val="clear" w:color="auto" w:fill="E6E6E6"/>
            <w:vAlign w:val="center"/>
          </w:tcPr>
          <w:p w14:paraId="71A8E31D" w14:textId="77777777" w:rsidR="00E90DAF" w:rsidRDefault="008576D7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14:paraId="771DCF10" w14:textId="77777777" w:rsidR="00E90DAF" w:rsidRDefault="008576D7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D9D86E2" w14:textId="77777777" w:rsidR="00E90DAF" w:rsidRDefault="008576D7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F4C5F80" w14:textId="77777777" w:rsidR="00E90DAF" w:rsidRDefault="008576D7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FF86B59" w14:textId="77777777" w:rsidR="00E90DAF" w:rsidRDefault="008576D7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83AF181" w14:textId="77777777" w:rsidR="00E90DAF" w:rsidRDefault="008576D7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84F8FDF" w14:textId="77777777" w:rsidR="00E90DAF" w:rsidRDefault="008576D7">
            <w:pPr>
              <w:jc w:val="center"/>
            </w:pPr>
            <w:r>
              <w:t>太阳辐射吸收系数</w:t>
            </w:r>
          </w:p>
        </w:tc>
      </w:tr>
      <w:tr w:rsidR="00E90DAF" w14:paraId="2EF59974" w14:textId="77777777">
        <w:tc>
          <w:tcPr>
            <w:tcW w:w="2948" w:type="dxa"/>
            <w:vAlign w:val="center"/>
          </w:tcPr>
          <w:p w14:paraId="6A66D729" w14:textId="77777777" w:rsidR="00E90DAF" w:rsidRDefault="008576D7">
            <w:r>
              <w:t>外墙构造一</w:t>
            </w:r>
          </w:p>
        </w:tc>
        <w:tc>
          <w:tcPr>
            <w:tcW w:w="1120" w:type="dxa"/>
            <w:vAlign w:val="center"/>
          </w:tcPr>
          <w:p w14:paraId="06593F80" w14:textId="77777777" w:rsidR="00E90DAF" w:rsidRDefault="008576D7">
            <w:r>
              <w:t>主墙体</w:t>
            </w:r>
          </w:p>
        </w:tc>
        <w:tc>
          <w:tcPr>
            <w:tcW w:w="990" w:type="dxa"/>
            <w:vAlign w:val="center"/>
          </w:tcPr>
          <w:p w14:paraId="28E5D1CA" w14:textId="77777777" w:rsidR="00E90DAF" w:rsidRDefault="008576D7">
            <w:r>
              <w:t>349.41</w:t>
            </w:r>
          </w:p>
        </w:tc>
        <w:tc>
          <w:tcPr>
            <w:tcW w:w="950" w:type="dxa"/>
            <w:vAlign w:val="center"/>
          </w:tcPr>
          <w:p w14:paraId="13AE0661" w14:textId="77777777" w:rsidR="00E90DAF" w:rsidRDefault="008576D7">
            <w:r>
              <w:t>0.911</w:t>
            </w:r>
          </w:p>
        </w:tc>
        <w:tc>
          <w:tcPr>
            <w:tcW w:w="1107" w:type="dxa"/>
            <w:vAlign w:val="center"/>
          </w:tcPr>
          <w:p w14:paraId="16378278" w14:textId="77777777" w:rsidR="00E90DAF" w:rsidRDefault="008576D7">
            <w:r>
              <w:t>0.38</w:t>
            </w:r>
          </w:p>
        </w:tc>
        <w:tc>
          <w:tcPr>
            <w:tcW w:w="1107" w:type="dxa"/>
            <w:vAlign w:val="center"/>
          </w:tcPr>
          <w:p w14:paraId="6A94F727" w14:textId="77777777" w:rsidR="00E90DAF" w:rsidRDefault="008576D7">
            <w:r>
              <w:t>4.11</w:t>
            </w:r>
          </w:p>
        </w:tc>
        <w:tc>
          <w:tcPr>
            <w:tcW w:w="1107" w:type="dxa"/>
            <w:vAlign w:val="center"/>
          </w:tcPr>
          <w:p w14:paraId="6FDA90E5" w14:textId="77777777" w:rsidR="00E90DAF" w:rsidRDefault="008576D7">
            <w:r>
              <w:t>0.75</w:t>
            </w:r>
          </w:p>
        </w:tc>
      </w:tr>
      <w:tr w:rsidR="00E90DAF" w14:paraId="4900A3C7" w14:textId="77777777">
        <w:tc>
          <w:tcPr>
            <w:tcW w:w="2948" w:type="dxa"/>
            <w:vAlign w:val="center"/>
          </w:tcPr>
          <w:p w14:paraId="1F0CBF26" w14:textId="77777777" w:rsidR="00E90DAF" w:rsidRDefault="008576D7">
            <w:r>
              <w:t>热桥柱构造一</w:t>
            </w:r>
          </w:p>
        </w:tc>
        <w:tc>
          <w:tcPr>
            <w:tcW w:w="1120" w:type="dxa"/>
            <w:vAlign w:val="center"/>
          </w:tcPr>
          <w:p w14:paraId="470DDDA3" w14:textId="77777777" w:rsidR="00E90DAF" w:rsidRDefault="008576D7">
            <w:r>
              <w:t>热桥柱</w:t>
            </w:r>
          </w:p>
        </w:tc>
        <w:tc>
          <w:tcPr>
            <w:tcW w:w="990" w:type="dxa"/>
            <w:vAlign w:val="center"/>
          </w:tcPr>
          <w:p w14:paraId="79FC7EF8" w14:textId="77777777" w:rsidR="00E90DAF" w:rsidRDefault="008576D7">
            <w:r>
              <w:t>34.32</w:t>
            </w:r>
          </w:p>
        </w:tc>
        <w:tc>
          <w:tcPr>
            <w:tcW w:w="950" w:type="dxa"/>
            <w:vAlign w:val="center"/>
          </w:tcPr>
          <w:p w14:paraId="669FD83E" w14:textId="77777777" w:rsidR="00E90DAF" w:rsidRDefault="008576D7">
            <w:r>
              <w:t>0.089</w:t>
            </w:r>
          </w:p>
        </w:tc>
        <w:tc>
          <w:tcPr>
            <w:tcW w:w="1107" w:type="dxa"/>
            <w:vAlign w:val="center"/>
          </w:tcPr>
          <w:p w14:paraId="1D37AEF2" w14:textId="77777777" w:rsidR="00E90DAF" w:rsidRDefault="008576D7">
            <w:r>
              <w:t>0.58</w:t>
            </w:r>
          </w:p>
        </w:tc>
        <w:tc>
          <w:tcPr>
            <w:tcW w:w="1107" w:type="dxa"/>
            <w:vAlign w:val="center"/>
          </w:tcPr>
          <w:p w14:paraId="7C3F4D61" w14:textId="77777777" w:rsidR="00E90DAF" w:rsidRDefault="008576D7">
            <w:r>
              <w:t>3.28</w:t>
            </w:r>
          </w:p>
        </w:tc>
        <w:tc>
          <w:tcPr>
            <w:tcW w:w="1107" w:type="dxa"/>
            <w:vAlign w:val="center"/>
          </w:tcPr>
          <w:p w14:paraId="23888FC8" w14:textId="77777777" w:rsidR="00E90DAF" w:rsidRDefault="008576D7">
            <w:r>
              <w:t>0.75</w:t>
            </w:r>
          </w:p>
        </w:tc>
      </w:tr>
      <w:tr w:rsidR="00E90DAF" w14:paraId="35053046" w14:textId="77777777">
        <w:tc>
          <w:tcPr>
            <w:tcW w:w="2948" w:type="dxa"/>
            <w:vAlign w:val="center"/>
          </w:tcPr>
          <w:p w14:paraId="3897E502" w14:textId="77777777" w:rsidR="00E90DAF" w:rsidRDefault="008576D7">
            <w:r>
              <w:t>合计</w:t>
            </w:r>
          </w:p>
        </w:tc>
        <w:tc>
          <w:tcPr>
            <w:tcW w:w="1120" w:type="dxa"/>
            <w:vAlign w:val="center"/>
          </w:tcPr>
          <w:p w14:paraId="36393DCB" w14:textId="77777777" w:rsidR="00E90DAF" w:rsidRDefault="00E90DAF"/>
        </w:tc>
        <w:tc>
          <w:tcPr>
            <w:tcW w:w="990" w:type="dxa"/>
            <w:vAlign w:val="center"/>
          </w:tcPr>
          <w:p w14:paraId="4D0453D6" w14:textId="77777777" w:rsidR="00E90DAF" w:rsidRDefault="008576D7">
            <w:r>
              <w:t>383.73</w:t>
            </w:r>
          </w:p>
        </w:tc>
        <w:tc>
          <w:tcPr>
            <w:tcW w:w="950" w:type="dxa"/>
            <w:vAlign w:val="center"/>
          </w:tcPr>
          <w:p w14:paraId="3A111056" w14:textId="77777777" w:rsidR="00E90DAF" w:rsidRDefault="008576D7">
            <w:r>
              <w:t>1.000</w:t>
            </w:r>
          </w:p>
        </w:tc>
        <w:tc>
          <w:tcPr>
            <w:tcW w:w="1107" w:type="dxa"/>
            <w:vAlign w:val="center"/>
          </w:tcPr>
          <w:p w14:paraId="3BAC73AE" w14:textId="77777777" w:rsidR="00E90DAF" w:rsidRDefault="008576D7">
            <w:r>
              <w:t>0.40</w:t>
            </w:r>
          </w:p>
        </w:tc>
        <w:tc>
          <w:tcPr>
            <w:tcW w:w="1107" w:type="dxa"/>
            <w:vAlign w:val="center"/>
          </w:tcPr>
          <w:p w14:paraId="61DEBC24" w14:textId="77777777" w:rsidR="00E90DAF" w:rsidRDefault="008576D7">
            <w:r>
              <w:t>4.04</w:t>
            </w:r>
          </w:p>
        </w:tc>
        <w:tc>
          <w:tcPr>
            <w:tcW w:w="1107" w:type="dxa"/>
            <w:vAlign w:val="center"/>
          </w:tcPr>
          <w:p w14:paraId="38E49A6E" w14:textId="77777777" w:rsidR="00E90DAF" w:rsidRDefault="008576D7">
            <w:r>
              <w:t>0.75</w:t>
            </w:r>
          </w:p>
        </w:tc>
      </w:tr>
    </w:tbl>
    <w:p w14:paraId="2319BDC1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E90DAF" w14:paraId="0219B995" w14:textId="77777777">
        <w:tc>
          <w:tcPr>
            <w:tcW w:w="2948" w:type="dxa"/>
            <w:shd w:val="clear" w:color="auto" w:fill="E6E6E6"/>
            <w:vAlign w:val="center"/>
          </w:tcPr>
          <w:p w14:paraId="2D91642A" w14:textId="77777777" w:rsidR="00E90DAF" w:rsidRDefault="008576D7">
            <w:pPr>
              <w:jc w:val="center"/>
            </w:pPr>
            <w:r>
              <w:lastRenderedPageBreak/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14:paraId="3DBC6AF0" w14:textId="77777777" w:rsidR="00E90DAF" w:rsidRDefault="008576D7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05F3E33" w14:textId="77777777" w:rsidR="00E90DAF" w:rsidRDefault="008576D7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0E1E92A" w14:textId="77777777" w:rsidR="00E90DAF" w:rsidRDefault="008576D7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5BAEAC4" w14:textId="77777777" w:rsidR="00E90DAF" w:rsidRDefault="008576D7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ECD48C0" w14:textId="77777777" w:rsidR="00E90DAF" w:rsidRDefault="008576D7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46CEF01" w14:textId="77777777" w:rsidR="00E90DAF" w:rsidRDefault="008576D7">
            <w:pPr>
              <w:jc w:val="center"/>
            </w:pPr>
            <w:r>
              <w:t>太阳辐射吸收系数</w:t>
            </w:r>
          </w:p>
        </w:tc>
      </w:tr>
      <w:tr w:rsidR="00E90DAF" w14:paraId="0A17B58D" w14:textId="77777777">
        <w:tc>
          <w:tcPr>
            <w:tcW w:w="2948" w:type="dxa"/>
            <w:vAlign w:val="center"/>
          </w:tcPr>
          <w:p w14:paraId="2FF12FCB" w14:textId="77777777" w:rsidR="00E90DAF" w:rsidRDefault="008576D7">
            <w:r>
              <w:t>外墙构造一</w:t>
            </w:r>
          </w:p>
        </w:tc>
        <w:tc>
          <w:tcPr>
            <w:tcW w:w="1120" w:type="dxa"/>
            <w:vAlign w:val="center"/>
          </w:tcPr>
          <w:p w14:paraId="52C34E19" w14:textId="77777777" w:rsidR="00E90DAF" w:rsidRDefault="008576D7">
            <w:r>
              <w:t>主墙体</w:t>
            </w:r>
          </w:p>
        </w:tc>
        <w:tc>
          <w:tcPr>
            <w:tcW w:w="990" w:type="dxa"/>
            <w:vAlign w:val="center"/>
          </w:tcPr>
          <w:p w14:paraId="2997ED46" w14:textId="77777777" w:rsidR="00E90DAF" w:rsidRDefault="008576D7">
            <w:r>
              <w:t>1433.28</w:t>
            </w:r>
          </w:p>
        </w:tc>
        <w:tc>
          <w:tcPr>
            <w:tcW w:w="950" w:type="dxa"/>
            <w:vAlign w:val="center"/>
          </w:tcPr>
          <w:p w14:paraId="44766840" w14:textId="77777777" w:rsidR="00E90DAF" w:rsidRDefault="008576D7">
            <w:r>
              <w:t>0.930</w:t>
            </w:r>
          </w:p>
        </w:tc>
        <w:tc>
          <w:tcPr>
            <w:tcW w:w="1107" w:type="dxa"/>
            <w:vAlign w:val="center"/>
          </w:tcPr>
          <w:p w14:paraId="0D8A4694" w14:textId="77777777" w:rsidR="00E90DAF" w:rsidRDefault="008576D7">
            <w:r>
              <w:t>0.38</w:t>
            </w:r>
          </w:p>
        </w:tc>
        <w:tc>
          <w:tcPr>
            <w:tcW w:w="1107" w:type="dxa"/>
            <w:vAlign w:val="center"/>
          </w:tcPr>
          <w:p w14:paraId="0CC261C1" w14:textId="77777777" w:rsidR="00E90DAF" w:rsidRDefault="008576D7">
            <w:r>
              <w:t>4.11</w:t>
            </w:r>
          </w:p>
        </w:tc>
        <w:tc>
          <w:tcPr>
            <w:tcW w:w="1107" w:type="dxa"/>
            <w:vAlign w:val="center"/>
          </w:tcPr>
          <w:p w14:paraId="182CCF41" w14:textId="77777777" w:rsidR="00E90DAF" w:rsidRDefault="008576D7">
            <w:r>
              <w:t>0.75</w:t>
            </w:r>
          </w:p>
        </w:tc>
      </w:tr>
      <w:tr w:rsidR="00E90DAF" w14:paraId="41895D27" w14:textId="77777777">
        <w:tc>
          <w:tcPr>
            <w:tcW w:w="2948" w:type="dxa"/>
            <w:vAlign w:val="center"/>
          </w:tcPr>
          <w:p w14:paraId="4A9C99E5" w14:textId="77777777" w:rsidR="00E90DAF" w:rsidRDefault="008576D7">
            <w:r>
              <w:t>热桥柱构造一</w:t>
            </w:r>
          </w:p>
        </w:tc>
        <w:tc>
          <w:tcPr>
            <w:tcW w:w="1120" w:type="dxa"/>
            <w:vAlign w:val="center"/>
          </w:tcPr>
          <w:p w14:paraId="74C8BE74" w14:textId="77777777" w:rsidR="00E90DAF" w:rsidRDefault="008576D7">
            <w:r>
              <w:t>热桥柱</w:t>
            </w:r>
          </w:p>
        </w:tc>
        <w:tc>
          <w:tcPr>
            <w:tcW w:w="990" w:type="dxa"/>
            <w:vAlign w:val="center"/>
          </w:tcPr>
          <w:p w14:paraId="543F674B" w14:textId="77777777" w:rsidR="00E90DAF" w:rsidRDefault="008576D7">
            <w:r>
              <w:t>108.26</w:t>
            </w:r>
          </w:p>
        </w:tc>
        <w:tc>
          <w:tcPr>
            <w:tcW w:w="950" w:type="dxa"/>
            <w:vAlign w:val="center"/>
          </w:tcPr>
          <w:p w14:paraId="1F6A8B87" w14:textId="77777777" w:rsidR="00E90DAF" w:rsidRDefault="008576D7">
            <w:r>
              <w:t>0.070</w:t>
            </w:r>
          </w:p>
        </w:tc>
        <w:tc>
          <w:tcPr>
            <w:tcW w:w="1107" w:type="dxa"/>
            <w:vAlign w:val="center"/>
          </w:tcPr>
          <w:p w14:paraId="5577875E" w14:textId="77777777" w:rsidR="00E90DAF" w:rsidRDefault="008576D7">
            <w:r>
              <w:t>0.58</w:t>
            </w:r>
          </w:p>
        </w:tc>
        <w:tc>
          <w:tcPr>
            <w:tcW w:w="1107" w:type="dxa"/>
            <w:vAlign w:val="center"/>
          </w:tcPr>
          <w:p w14:paraId="65910C5E" w14:textId="77777777" w:rsidR="00E90DAF" w:rsidRDefault="008576D7">
            <w:r>
              <w:t>3.28</w:t>
            </w:r>
          </w:p>
        </w:tc>
        <w:tc>
          <w:tcPr>
            <w:tcW w:w="1107" w:type="dxa"/>
            <w:vAlign w:val="center"/>
          </w:tcPr>
          <w:p w14:paraId="08946F95" w14:textId="77777777" w:rsidR="00E90DAF" w:rsidRDefault="008576D7">
            <w:r>
              <w:t>0.75</w:t>
            </w:r>
          </w:p>
        </w:tc>
      </w:tr>
      <w:tr w:rsidR="00E90DAF" w14:paraId="74EA6F7E" w14:textId="77777777">
        <w:tc>
          <w:tcPr>
            <w:tcW w:w="2948" w:type="dxa"/>
            <w:vAlign w:val="center"/>
          </w:tcPr>
          <w:p w14:paraId="4DC77995" w14:textId="77777777" w:rsidR="00E90DAF" w:rsidRDefault="008576D7">
            <w:r>
              <w:t>合计</w:t>
            </w:r>
          </w:p>
        </w:tc>
        <w:tc>
          <w:tcPr>
            <w:tcW w:w="1120" w:type="dxa"/>
            <w:vAlign w:val="center"/>
          </w:tcPr>
          <w:p w14:paraId="78902FDA" w14:textId="77777777" w:rsidR="00E90DAF" w:rsidRDefault="00E90DAF"/>
        </w:tc>
        <w:tc>
          <w:tcPr>
            <w:tcW w:w="990" w:type="dxa"/>
            <w:vAlign w:val="center"/>
          </w:tcPr>
          <w:p w14:paraId="4E88BF85" w14:textId="77777777" w:rsidR="00E90DAF" w:rsidRDefault="008576D7">
            <w:r>
              <w:t>1541.55</w:t>
            </w:r>
          </w:p>
        </w:tc>
        <w:tc>
          <w:tcPr>
            <w:tcW w:w="950" w:type="dxa"/>
            <w:vAlign w:val="center"/>
          </w:tcPr>
          <w:p w14:paraId="6F283EEF" w14:textId="77777777" w:rsidR="00E90DAF" w:rsidRDefault="008576D7">
            <w:r>
              <w:t>1.000</w:t>
            </w:r>
          </w:p>
        </w:tc>
        <w:tc>
          <w:tcPr>
            <w:tcW w:w="1107" w:type="dxa"/>
            <w:vAlign w:val="center"/>
          </w:tcPr>
          <w:p w14:paraId="76034D0F" w14:textId="77777777" w:rsidR="00E90DAF" w:rsidRDefault="008576D7">
            <w:r>
              <w:t>0.40</w:t>
            </w:r>
          </w:p>
        </w:tc>
        <w:tc>
          <w:tcPr>
            <w:tcW w:w="1107" w:type="dxa"/>
            <w:vAlign w:val="center"/>
          </w:tcPr>
          <w:p w14:paraId="77B02A90" w14:textId="77777777" w:rsidR="00E90DAF" w:rsidRDefault="008576D7">
            <w:r>
              <w:t>4.06</w:t>
            </w:r>
          </w:p>
        </w:tc>
        <w:tc>
          <w:tcPr>
            <w:tcW w:w="1107" w:type="dxa"/>
            <w:vAlign w:val="center"/>
          </w:tcPr>
          <w:p w14:paraId="3C5DC8BB" w14:textId="77777777" w:rsidR="00E90DAF" w:rsidRDefault="008576D7">
            <w:r>
              <w:t>0.75</w:t>
            </w:r>
          </w:p>
        </w:tc>
      </w:tr>
      <w:tr w:rsidR="00E90DAF" w14:paraId="5C76D083" w14:textId="77777777">
        <w:tc>
          <w:tcPr>
            <w:tcW w:w="2948" w:type="dxa"/>
            <w:shd w:val="clear" w:color="auto" w:fill="E6E6E6"/>
            <w:vAlign w:val="center"/>
          </w:tcPr>
          <w:p w14:paraId="60C43280" w14:textId="77777777" w:rsidR="00E90DAF" w:rsidRDefault="008576D7">
            <w:r>
              <w:t>标准依据</w:t>
            </w:r>
          </w:p>
        </w:tc>
        <w:tc>
          <w:tcPr>
            <w:tcW w:w="6381" w:type="dxa"/>
            <w:gridSpan w:val="6"/>
          </w:tcPr>
          <w:p w14:paraId="61D250E8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4.3.3</w:t>
            </w:r>
            <w:r>
              <w:t>条</w:t>
            </w:r>
          </w:p>
        </w:tc>
      </w:tr>
      <w:tr w:rsidR="00E90DAF" w14:paraId="3DE7A747" w14:textId="77777777">
        <w:tc>
          <w:tcPr>
            <w:tcW w:w="2948" w:type="dxa"/>
            <w:shd w:val="clear" w:color="auto" w:fill="E6E6E6"/>
            <w:vAlign w:val="center"/>
          </w:tcPr>
          <w:p w14:paraId="552A1192" w14:textId="77777777" w:rsidR="00E90DAF" w:rsidRDefault="008576D7">
            <w:r>
              <w:t>标准要求</w:t>
            </w:r>
          </w:p>
        </w:tc>
        <w:tc>
          <w:tcPr>
            <w:tcW w:w="6381" w:type="dxa"/>
            <w:gridSpan w:val="6"/>
          </w:tcPr>
          <w:p w14:paraId="49F10207" w14:textId="77777777" w:rsidR="00E90DAF" w:rsidRDefault="008576D7">
            <w:r>
              <w:t>K≤1.8</w:t>
            </w:r>
          </w:p>
        </w:tc>
      </w:tr>
      <w:tr w:rsidR="00E90DAF" w14:paraId="7932C03E" w14:textId="77777777">
        <w:tc>
          <w:tcPr>
            <w:tcW w:w="2948" w:type="dxa"/>
            <w:shd w:val="clear" w:color="auto" w:fill="E6E6E6"/>
            <w:vAlign w:val="center"/>
          </w:tcPr>
          <w:p w14:paraId="7B09155F" w14:textId="77777777" w:rsidR="00E90DAF" w:rsidRDefault="008576D7">
            <w:r>
              <w:t>结论</w:t>
            </w:r>
          </w:p>
        </w:tc>
        <w:tc>
          <w:tcPr>
            <w:tcW w:w="6381" w:type="dxa"/>
            <w:gridSpan w:val="6"/>
          </w:tcPr>
          <w:p w14:paraId="2685E1C3" w14:textId="77777777" w:rsidR="00E90DAF" w:rsidRDefault="008576D7">
            <w:r>
              <w:t>满足</w:t>
            </w:r>
          </w:p>
        </w:tc>
      </w:tr>
    </w:tbl>
    <w:p w14:paraId="2B05F287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E35DD04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9" w:name="_Toc60664722"/>
      <w:r>
        <w:rPr>
          <w:color w:val="000000"/>
          <w:kern w:val="2"/>
          <w:szCs w:val="24"/>
        </w:rPr>
        <w:t>挑空楼板构造</w:t>
      </w:r>
      <w:bookmarkEnd w:id="49"/>
    </w:p>
    <w:p w14:paraId="136CB03B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 w14:paraId="4BB18FBD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0" w:name="_Toc60664723"/>
      <w:r>
        <w:rPr>
          <w:color w:val="000000"/>
          <w:kern w:val="2"/>
          <w:szCs w:val="24"/>
        </w:rPr>
        <w:t>地下墙构造</w:t>
      </w:r>
      <w:bookmarkEnd w:id="50"/>
    </w:p>
    <w:p w14:paraId="75E42A5C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 w14:paraId="4D3A106B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1" w:name="_Toc60664724"/>
      <w:r>
        <w:rPr>
          <w:color w:val="000000"/>
          <w:kern w:val="2"/>
          <w:szCs w:val="24"/>
        </w:rPr>
        <w:t>地面构造</w:t>
      </w:r>
      <w:bookmarkEnd w:id="51"/>
    </w:p>
    <w:p w14:paraId="4794C298" w14:textId="77777777" w:rsidR="00E90DAF" w:rsidRDefault="008576D7">
      <w:pPr>
        <w:pStyle w:val="2"/>
        <w:widowControl w:val="0"/>
        <w:rPr>
          <w:kern w:val="2"/>
        </w:rPr>
      </w:pPr>
      <w:bookmarkStart w:id="52" w:name="_Toc60664725"/>
      <w:r>
        <w:rPr>
          <w:kern w:val="2"/>
        </w:rPr>
        <w:t>非周边地面构造一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0DAF" w14:paraId="44DF15F8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0FA2660" w14:textId="77777777" w:rsidR="00E90DAF" w:rsidRDefault="008576D7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9EEC99" w14:textId="77777777" w:rsidR="00E90DAF" w:rsidRDefault="008576D7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E75423" w14:textId="77777777" w:rsidR="00E90DAF" w:rsidRDefault="008576D7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93C983" w14:textId="77777777" w:rsidR="00E90DAF" w:rsidRDefault="008576D7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7A677BC" w14:textId="77777777" w:rsidR="00E90DAF" w:rsidRDefault="008576D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4C5CA2" w14:textId="77777777" w:rsidR="00E90DAF" w:rsidRDefault="008576D7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48A9E13" w14:textId="77777777" w:rsidR="00E90DAF" w:rsidRDefault="008576D7">
            <w:pPr>
              <w:jc w:val="center"/>
            </w:pPr>
            <w:r>
              <w:t>热惰性指标</w:t>
            </w:r>
          </w:p>
        </w:tc>
      </w:tr>
      <w:tr w:rsidR="00E90DAF" w14:paraId="0020D74B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D5AA77B" w14:textId="77777777" w:rsidR="00E90DAF" w:rsidRDefault="00E90DA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9D7F219" w14:textId="77777777" w:rsidR="00E90DAF" w:rsidRDefault="008576D7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6F8FCF" w14:textId="77777777" w:rsidR="00E90DAF" w:rsidRDefault="008576D7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ECD329" w14:textId="77777777" w:rsidR="00E90DAF" w:rsidRDefault="008576D7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E6DB95E" w14:textId="77777777" w:rsidR="00E90DAF" w:rsidRDefault="008576D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6D0D2A" w14:textId="77777777" w:rsidR="00E90DAF" w:rsidRDefault="008576D7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C9EB8B5" w14:textId="77777777" w:rsidR="00E90DAF" w:rsidRDefault="008576D7">
            <w:pPr>
              <w:jc w:val="center"/>
            </w:pPr>
            <w:r>
              <w:t>D=R*S</w:t>
            </w:r>
          </w:p>
        </w:tc>
      </w:tr>
      <w:tr w:rsidR="00E90DAF" w14:paraId="361C2290" w14:textId="77777777">
        <w:tc>
          <w:tcPr>
            <w:tcW w:w="3345" w:type="dxa"/>
            <w:vAlign w:val="center"/>
          </w:tcPr>
          <w:p w14:paraId="06EFFC11" w14:textId="77777777" w:rsidR="00E90DAF" w:rsidRDefault="008576D7">
            <w:r>
              <w:t>抹面层</w:t>
            </w:r>
          </w:p>
        </w:tc>
        <w:tc>
          <w:tcPr>
            <w:tcW w:w="848" w:type="dxa"/>
            <w:vAlign w:val="center"/>
          </w:tcPr>
          <w:p w14:paraId="3FA5C4E9" w14:textId="77777777" w:rsidR="00E90DAF" w:rsidRDefault="008576D7">
            <w:r>
              <w:t>30</w:t>
            </w:r>
          </w:p>
        </w:tc>
        <w:tc>
          <w:tcPr>
            <w:tcW w:w="1075" w:type="dxa"/>
            <w:vAlign w:val="center"/>
          </w:tcPr>
          <w:p w14:paraId="557FF15B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285B0EFF" w14:textId="77777777" w:rsidR="00E90DAF" w:rsidRDefault="008576D7">
            <w:r>
              <w:t>－</w:t>
            </w:r>
          </w:p>
        </w:tc>
        <w:tc>
          <w:tcPr>
            <w:tcW w:w="848" w:type="dxa"/>
            <w:vAlign w:val="center"/>
          </w:tcPr>
          <w:p w14:paraId="485B056F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66EC4106" w14:textId="77777777" w:rsidR="00E90DAF" w:rsidRDefault="008576D7">
            <w:r>
              <w:t>0.000</w:t>
            </w:r>
          </w:p>
        </w:tc>
        <w:tc>
          <w:tcPr>
            <w:tcW w:w="1064" w:type="dxa"/>
            <w:vAlign w:val="center"/>
          </w:tcPr>
          <w:p w14:paraId="10876AE2" w14:textId="77777777" w:rsidR="00E90DAF" w:rsidRDefault="008576D7">
            <w:r>
              <w:t>－</w:t>
            </w:r>
          </w:p>
        </w:tc>
      </w:tr>
      <w:tr w:rsidR="00E90DAF" w14:paraId="31AB7EB8" w14:textId="77777777">
        <w:tc>
          <w:tcPr>
            <w:tcW w:w="3345" w:type="dxa"/>
            <w:vAlign w:val="center"/>
          </w:tcPr>
          <w:p w14:paraId="7066CC92" w14:textId="77777777" w:rsidR="00E90DAF" w:rsidRDefault="008576D7">
            <w:r>
              <w:t>碎石混凝土</w:t>
            </w:r>
          </w:p>
        </w:tc>
        <w:tc>
          <w:tcPr>
            <w:tcW w:w="848" w:type="dxa"/>
            <w:vAlign w:val="center"/>
          </w:tcPr>
          <w:p w14:paraId="32C2EA36" w14:textId="77777777" w:rsidR="00E90DAF" w:rsidRDefault="008576D7">
            <w:r>
              <w:t>30</w:t>
            </w:r>
          </w:p>
        </w:tc>
        <w:tc>
          <w:tcPr>
            <w:tcW w:w="1075" w:type="dxa"/>
            <w:vAlign w:val="center"/>
          </w:tcPr>
          <w:p w14:paraId="7A9FE61E" w14:textId="77777777" w:rsidR="00E90DAF" w:rsidRDefault="008576D7">
            <w:r>
              <w:t>0.870</w:t>
            </w:r>
          </w:p>
        </w:tc>
        <w:tc>
          <w:tcPr>
            <w:tcW w:w="1075" w:type="dxa"/>
            <w:vAlign w:val="center"/>
          </w:tcPr>
          <w:p w14:paraId="634BF832" w14:textId="77777777" w:rsidR="00E90DAF" w:rsidRDefault="008576D7">
            <w:r>
              <w:t>9.770</w:t>
            </w:r>
          </w:p>
        </w:tc>
        <w:tc>
          <w:tcPr>
            <w:tcW w:w="848" w:type="dxa"/>
            <w:vAlign w:val="center"/>
          </w:tcPr>
          <w:p w14:paraId="747D7432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0BDFA0CC" w14:textId="77777777" w:rsidR="00E90DAF" w:rsidRDefault="008576D7">
            <w:r>
              <w:t>0.034</w:t>
            </w:r>
          </w:p>
        </w:tc>
        <w:tc>
          <w:tcPr>
            <w:tcW w:w="1064" w:type="dxa"/>
            <w:vAlign w:val="center"/>
          </w:tcPr>
          <w:p w14:paraId="1D2864B0" w14:textId="77777777" w:rsidR="00E90DAF" w:rsidRDefault="008576D7">
            <w:r>
              <w:t>0.337</w:t>
            </w:r>
          </w:p>
        </w:tc>
      </w:tr>
      <w:tr w:rsidR="00E90DAF" w14:paraId="3366099F" w14:textId="77777777">
        <w:tc>
          <w:tcPr>
            <w:tcW w:w="3345" w:type="dxa"/>
            <w:vAlign w:val="center"/>
          </w:tcPr>
          <w:p w14:paraId="1B2916F6" w14:textId="77777777" w:rsidR="00E90DAF" w:rsidRDefault="008576D7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262A51A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6D647FBA" w14:textId="77777777" w:rsidR="00E90DAF" w:rsidRDefault="008576D7">
            <w:r>
              <w:t>0.030</w:t>
            </w:r>
          </w:p>
        </w:tc>
        <w:tc>
          <w:tcPr>
            <w:tcW w:w="1075" w:type="dxa"/>
            <w:vAlign w:val="center"/>
          </w:tcPr>
          <w:p w14:paraId="438505FF" w14:textId="77777777" w:rsidR="00E90DAF" w:rsidRDefault="008576D7">
            <w:r>
              <w:t>0.340</w:t>
            </w:r>
          </w:p>
        </w:tc>
        <w:tc>
          <w:tcPr>
            <w:tcW w:w="848" w:type="dxa"/>
            <w:vAlign w:val="center"/>
          </w:tcPr>
          <w:p w14:paraId="6143D230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01E37161" w14:textId="77777777" w:rsidR="00E90DAF" w:rsidRDefault="008576D7">
            <w:r>
              <w:t>0.667</w:t>
            </w:r>
          </w:p>
        </w:tc>
        <w:tc>
          <w:tcPr>
            <w:tcW w:w="1064" w:type="dxa"/>
            <w:vAlign w:val="center"/>
          </w:tcPr>
          <w:p w14:paraId="0D8145F9" w14:textId="77777777" w:rsidR="00E90DAF" w:rsidRDefault="008576D7">
            <w:r>
              <w:t>0.227</w:t>
            </w:r>
          </w:p>
        </w:tc>
      </w:tr>
      <w:tr w:rsidR="00E90DAF" w14:paraId="0865B911" w14:textId="77777777">
        <w:tc>
          <w:tcPr>
            <w:tcW w:w="3345" w:type="dxa"/>
            <w:vAlign w:val="center"/>
          </w:tcPr>
          <w:p w14:paraId="6C8BF106" w14:textId="77777777" w:rsidR="00E90DAF" w:rsidRDefault="008576D7">
            <w:r>
              <w:t>水泥砂浆</w:t>
            </w:r>
          </w:p>
        </w:tc>
        <w:tc>
          <w:tcPr>
            <w:tcW w:w="848" w:type="dxa"/>
            <w:vAlign w:val="center"/>
          </w:tcPr>
          <w:p w14:paraId="4FAA7255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58F10A28" w14:textId="77777777" w:rsidR="00E90DAF" w:rsidRDefault="008576D7">
            <w:r>
              <w:t>0.930</w:t>
            </w:r>
          </w:p>
        </w:tc>
        <w:tc>
          <w:tcPr>
            <w:tcW w:w="1075" w:type="dxa"/>
            <w:vAlign w:val="center"/>
          </w:tcPr>
          <w:p w14:paraId="321F9439" w14:textId="77777777" w:rsidR="00E90DAF" w:rsidRDefault="008576D7">
            <w:r>
              <w:t>11.370</w:t>
            </w:r>
          </w:p>
        </w:tc>
        <w:tc>
          <w:tcPr>
            <w:tcW w:w="848" w:type="dxa"/>
            <w:vAlign w:val="center"/>
          </w:tcPr>
          <w:p w14:paraId="00861392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32A978BE" w14:textId="77777777" w:rsidR="00E90DAF" w:rsidRDefault="008576D7">
            <w:r>
              <w:t>0.022</w:t>
            </w:r>
          </w:p>
        </w:tc>
        <w:tc>
          <w:tcPr>
            <w:tcW w:w="1064" w:type="dxa"/>
            <w:vAlign w:val="center"/>
          </w:tcPr>
          <w:p w14:paraId="2A89ED6A" w14:textId="77777777" w:rsidR="00E90DAF" w:rsidRDefault="008576D7">
            <w:r>
              <w:t>0.245</w:t>
            </w:r>
          </w:p>
        </w:tc>
      </w:tr>
      <w:tr w:rsidR="00E90DAF" w14:paraId="07265B78" w14:textId="77777777">
        <w:tc>
          <w:tcPr>
            <w:tcW w:w="3345" w:type="dxa"/>
            <w:vAlign w:val="center"/>
          </w:tcPr>
          <w:p w14:paraId="417969D3" w14:textId="77777777" w:rsidR="00E90DAF" w:rsidRDefault="008576D7">
            <w:r>
              <w:t>钢筋混凝土</w:t>
            </w:r>
          </w:p>
        </w:tc>
        <w:tc>
          <w:tcPr>
            <w:tcW w:w="848" w:type="dxa"/>
            <w:vAlign w:val="center"/>
          </w:tcPr>
          <w:p w14:paraId="69DD9F06" w14:textId="77777777" w:rsidR="00E90DAF" w:rsidRDefault="008576D7">
            <w:r>
              <w:t>200</w:t>
            </w:r>
          </w:p>
        </w:tc>
        <w:tc>
          <w:tcPr>
            <w:tcW w:w="1075" w:type="dxa"/>
            <w:vAlign w:val="center"/>
          </w:tcPr>
          <w:p w14:paraId="762AA9C1" w14:textId="77777777" w:rsidR="00E90DAF" w:rsidRDefault="008576D7">
            <w:r>
              <w:t>1.740</w:t>
            </w:r>
          </w:p>
        </w:tc>
        <w:tc>
          <w:tcPr>
            <w:tcW w:w="1075" w:type="dxa"/>
            <w:vAlign w:val="center"/>
          </w:tcPr>
          <w:p w14:paraId="5DBF45A0" w14:textId="77777777" w:rsidR="00E90DAF" w:rsidRDefault="008576D7">
            <w:r>
              <w:t>17.200</w:t>
            </w:r>
          </w:p>
        </w:tc>
        <w:tc>
          <w:tcPr>
            <w:tcW w:w="848" w:type="dxa"/>
            <w:vAlign w:val="center"/>
          </w:tcPr>
          <w:p w14:paraId="0DDEF65A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3D9D8B66" w14:textId="77777777" w:rsidR="00E90DAF" w:rsidRDefault="008576D7">
            <w:r>
              <w:t>0.115</w:t>
            </w:r>
          </w:p>
        </w:tc>
        <w:tc>
          <w:tcPr>
            <w:tcW w:w="1064" w:type="dxa"/>
            <w:vAlign w:val="center"/>
          </w:tcPr>
          <w:p w14:paraId="5FF9A471" w14:textId="77777777" w:rsidR="00E90DAF" w:rsidRDefault="008576D7">
            <w:r>
              <w:t>1.977</w:t>
            </w:r>
          </w:p>
        </w:tc>
      </w:tr>
      <w:tr w:rsidR="00E90DAF" w14:paraId="63EA81A8" w14:textId="77777777">
        <w:tc>
          <w:tcPr>
            <w:tcW w:w="3345" w:type="dxa"/>
            <w:vAlign w:val="center"/>
          </w:tcPr>
          <w:p w14:paraId="658FCAF5" w14:textId="77777777" w:rsidR="00E90DAF" w:rsidRDefault="008576D7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869F3F7" w14:textId="77777777" w:rsidR="00E90DAF" w:rsidRDefault="008576D7">
            <w:r>
              <w:t>300</w:t>
            </w:r>
          </w:p>
        </w:tc>
        <w:tc>
          <w:tcPr>
            <w:tcW w:w="1075" w:type="dxa"/>
            <w:vAlign w:val="center"/>
          </w:tcPr>
          <w:p w14:paraId="73C13833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5695E4D4" w14:textId="77777777" w:rsidR="00E90DAF" w:rsidRDefault="008576D7">
            <w:r>
              <w:t>－</w:t>
            </w:r>
          </w:p>
        </w:tc>
        <w:tc>
          <w:tcPr>
            <w:tcW w:w="848" w:type="dxa"/>
            <w:vAlign w:val="center"/>
          </w:tcPr>
          <w:p w14:paraId="4F786CDC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59F51793" w14:textId="77777777" w:rsidR="00E90DAF" w:rsidRDefault="008576D7">
            <w:r>
              <w:t>0.838</w:t>
            </w:r>
          </w:p>
        </w:tc>
        <w:tc>
          <w:tcPr>
            <w:tcW w:w="1064" w:type="dxa"/>
            <w:vAlign w:val="center"/>
          </w:tcPr>
          <w:p w14:paraId="2A965292" w14:textId="77777777" w:rsidR="00E90DAF" w:rsidRDefault="008576D7">
            <w:r>
              <w:t>2.785</w:t>
            </w:r>
          </w:p>
        </w:tc>
      </w:tr>
      <w:tr w:rsidR="00E90DAF" w14:paraId="05332348" w14:textId="77777777">
        <w:tc>
          <w:tcPr>
            <w:tcW w:w="3345" w:type="dxa"/>
            <w:shd w:val="clear" w:color="auto" w:fill="E6E6E6"/>
            <w:vAlign w:val="center"/>
          </w:tcPr>
          <w:p w14:paraId="367CE2F9" w14:textId="77777777" w:rsidR="00E90DAF" w:rsidRDefault="008576D7">
            <w:r>
              <w:t>导热阻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701C353C" w14:textId="77777777" w:rsidR="00E90DAF" w:rsidRDefault="008576D7">
            <w:pPr>
              <w:jc w:val="center"/>
            </w:pPr>
            <w:r>
              <w:t>0.84</w:t>
            </w:r>
          </w:p>
        </w:tc>
      </w:tr>
      <w:tr w:rsidR="00E90DAF" w14:paraId="105FF578" w14:textId="77777777">
        <w:tc>
          <w:tcPr>
            <w:tcW w:w="3345" w:type="dxa"/>
            <w:shd w:val="clear" w:color="auto" w:fill="E6E6E6"/>
            <w:vAlign w:val="center"/>
          </w:tcPr>
          <w:p w14:paraId="15DD249A" w14:textId="77777777" w:rsidR="00E90DAF" w:rsidRDefault="008576D7">
            <w:r>
              <w:t>标准依据</w:t>
            </w:r>
          </w:p>
        </w:tc>
        <w:tc>
          <w:tcPr>
            <w:tcW w:w="5985" w:type="dxa"/>
            <w:gridSpan w:val="6"/>
          </w:tcPr>
          <w:p w14:paraId="5FD1D833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4.3.3</w:t>
            </w:r>
            <w:r>
              <w:t>条</w:t>
            </w:r>
          </w:p>
        </w:tc>
      </w:tr>
      <w:tr w:rsidR="00E90DAF" w14:paraId="706CB900" w14:textId="77777777">
        <w:tc>
          <w:tcPr>
            <w:tcW w:w="3345" w:type="dxa"/>
            <w:shd w:val="clear" w:color="auto" w:fill="E6E6E6"/>
            <w:vAlign w:val="center"/>
          </w:tcPr>
          <w:p w14:paraId="4C58C75F" w14:textId="77777777" w:rsidR="00E90DAF" w:rsidRDefault="008576D7">
            <w:r>
              <w:t>标准要求</w:t>
            </w:r>
          </w:p>
        </w:tc>
        <w:tc>
          <w:tcPr>
            <w:tcW w:w="5985" w:type="dxa"/>
            <w:gridSpan w:val="6"/>
          </w:tcPr>
          <w:p w14:paraId="04E56BFF" w14:textId="77777777" w:rsidR="00E90DAF" w:rsidRDefault="008576D7">
            <w:r>
              <w:t>R≥0.8</w:t>
            </w:r>
          </w:p>
        </w:tc>
      </w:tr>
      <w:tr w:rsidR="00E90DAF" w14:paraId="5F3E5571" w14:textId="77777777">
        <w:tc>
          <w:tcPr>
            <w:tcW w:w="3345" w:type="dxa"/>
            <w:shd w:val="clear" w:color="auto" w:fill="E6E6E6"/>
            <w:vAlign w:val="center"/>
          </w:tcPr>
          <w:p w14:paraId="16022B04" w14:textId="77777777" w:rsidR="00E90DAF" w:rsidRDefault="008576D7">
            <w:r>
              <w:t>结论</w:t>
            </w:r>
          </w:p>
        </w:tc>
        <w:tc>
          <w:tcPr>
            <w:tcW w:w="5985" w:type="dxa"/>
            <w:gridSpan w:val="6"/>
          </w:tcPr>
          <w:p w14:paraId="6C38EF39" w14:textId="77777777" w:rsidR="00E90DAF" w:rsidRDefault="008576D7">
            <w:r>
              <w:t>满足</w:t>
            </w:r>
          </w:p>
        </w:tc>
      </w:tr>
    </w:tbl>
    <w:p w14:paraId="7560B414" w14:textId="77777777" w:rsidR="00E90DAF" w:rsidRDefault="008576D7">
      <w:pPr>
        <w:pStyle w:val="2"/>
        <w:widowControl w:val="0"/>
        <w:rPr>
          <w:kern w:val="2"/>
        </w:rPr>
      </w:pPr>
      <w:bookmarkStart w:id="53" w:name="_Toc60664726"/>
      <w:r>
        <w:rPr>
          <w:kern w:val="2"/>
        </w:rPr>
        <w:t>周边地面构造一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0DAF" w14:paraId="62F591A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9E94FEA" w14:textId="77777777" w:rsidR="00E90DAF" w:rsidRDefault="008576D7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AB862C" w14:textId="77777777" w:rsidR="00E90DAF" w:rsidRDefault="008576D7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470860" w14:textId="77777777" w:rsidR="00E90DAF" w:rsidRDefault="008576D7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918FBCE" w14:textId="77777777" w:rsidR="00E90DAF" w:rsidRDefault="008576D7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80D8C3" w14:textId="77777777" w:rsidR="00E90DAF" w:rsidRDefault="008576D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08A342" w14:textId="77777777" w:rsidR="00E90DAF" w:rsidRDefault="008576D7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66BDC77" w14:textId="77777777" w:rsidR="00E90DAF" w:rsidRDefault="008576D7">
            <w:pPr>
              <w:jc w:val="center"/>
            </w:pPr>
            <w:r>
              <w:t>热惰性指标</w:t>
            </w:r>
          </w:p>
        </w:tc>
      </w:tr>
      <w:tr w:rsidR="00E90DAF" w14:paraId="71C3A692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1E0A383" w14:textId="77777777" w:rsidR="00E90DAF" w:rsidRDefault="00E90DA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1ED79C9" w14:textId="77777777" w:rsidR="00E90DAF" w:rsidRDefault="008576D7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E65D968" w14:textId="77777777" w:rsidR="00E90DAF" w:rsidRDefault="008576D7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523CE8" w14:textId="77777777" w:rsidR="00E90DAF" w:rsidRDefault="008576D7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F746C1" w14:textId="77777777" w:rsidR="00E90DAF" w:rsidRDefault="008576D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6235F9" w14:textId="77777777" w:rsidR="00E90DAF" w:rsidRDefault="008576D7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0BD85D2" w14:textId="77777777" w:rsidR="00E90DAF" w:rsidRDefault="008576D7">
            <w:pPr>
              <w:jc w:val="center"/>
            </w:pPr>
            <w:r>
              <w:t>D=R*S</w:t>
            </w:r>
          </w:p>
        </w:tc>
      </w:tr>
      <w:tr w:rsidR="00E90DAF" w14:paraId="5F27CC14" w14:textId="77777777">
        <w:tc>
          <w:tcPr>
            <w:tcW w:w="3345" w:type="dxa"/>
            <w:vAlign w:val="center"/>
          </w:tcPr>
          <w:p w14:paraId="79DA34B5" w14:textId="77777777" w:rsidR="00E90DAF" w:rsidRDefault="008576D7">
            <w:r>
              <w:t>抹面层</w:t>
            </w:r>
          </w:p>
        </w:tc>
        <w:tc>
          <w:tcPr>
            <w:tcW w:w="848" w:type="dxa"/>
            <w:vAlign w:val="center"/>
          </w:tcPr>
          <w:p w14:paraId="432505C1" w14:textId="77777777" w:rsidR="00E90DAF" w:rsidRDefault="008576D7">
            <w:r>
              <w:t>30</w:t>
            </w:r>
          </w:p>
        </w:tc>
        <w:tc>
          <w:tcPr>
            <w:tcW w:w="1075" w:type="dxa"/>
            <w:vAlign w:val="center"/>
          </w:tcPr>
          <w:p w14:paraId="7E5A9CA5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7538567B" w14:textId="77777777" w:rsidR="00E90DAF" w:rsidRDefault="008576D7">
            <w:r>
              <w:t>－</w:t>
            </w:r>
          </w:p>
        </w:tc>
        <w:tc>
          <w:tcPr>
            <w:tcW w:w="848" w:type="dxa"/>
            <w:vAlign w:val="center"/>
          </w:tcPr>
          <w:p w14:paraId="0D5AA64C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69AA5D97" w14:textId="77777777" w:rsidR="00E90DAF" w:rsidRDefault="008576D7">
            <w:r>
              <w:t>0.000</w:t>
            </w:r>
          </w:p>
        </w:tc>
        <w:tc>
          <w:tcPr>
            <w:tcW w:w="1064" w:type="dxa"/>
            <w:vAlign w:val="center"/>
          </w:tcPr>
          <w:p w14:paraId="47D55B99" w14:textId="77777777" w:rsidR="00E90DAF" w:rsidRDefault="008576D7">
            <w:r>
              <w:t>－</w:t>
            </w:r>
          </w:p>
        </w:tc>
      </w:tr>
      <w:tr w:rsidR="00E90DAF" w14:paraId="607BDE65" w14:textId="77777777">
        <w:tc>
          <w:tcPr>
            <w:tcW w:w="3345" w:type="dxa"/>
            <w:vAlign w:val="center"/>
          </w:tcPr>
          <w:p w14:paraId="14CD10C2" w14:textId="77777777" w:rsidR="00E90DAF" w:rsidRDefault="008576D7">
            <w:r>
              <w:t>碎石混凝土</w:t>
            </w:r>
          </w:p>
        </w:tc>
        <w:tc>
          <w:tcPr>
            <w:tcW w:w="848" w:type="dxa"/>
            <w:vAlign w:val="center"/>
          </w:tcPr>
          <w:p w14:paraId="1A088EC3" w14:textId="77777777" w:rsidR="00E90DAF" w:rsidRDefault="008576D7">
            <w:r>
              <w:t>30</w:t>
            </w:r>
          </w:p>
        </w:tc>
        <w:tc>
          <w:tcPr>
            <w:tcW w:w="1075" w:type="dxa"/>
            <w:vAlign w:val="center"/>
          </w:tcPr>
          <w:p w14:paraId="55598FBA" w14:textId="77777777" w:rsidR="00E90DAF" w:rsidRDefault="008576D7">
            <w:r>
              <w:t>0.870</w:t>
            </w:r>
          </w:p>
        </w:tc>
        <w:tc>
          <w:tcPr>
            <w:tcW w:w="1075" w:type="dxa"/>
            <w:vAlign w:val="center"/>
          </w:tcPr>
          <w:p w14:paraId="67EBB7F2" w14:textId="77777777" w:rsidR="00E90DAF" w:rsidRDefault="008576D7">
            <w:r>
              <w:t>9.770</w:t>
            </w:r>
          </w:p>
        </w:tc>
        <w:tc>
          <w:tcPr>
            <w:tcW w:w="848" w:type="dxa"/>
            <w:vAlign w:val="center"/>
          </w:tcPr>
          <w:p w14:paraId="58FCB5E6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71DB237A" w14:textId="77777777" w:rsidR="00E90DAF" w:rsidRDefault="008576D7">
            <w:r>
              <w:t>0.034</w:t>
            </w:r>
          </w:p>
        </w:tc>
        <w:tc>
          <w:tcPr>
            <w:tcW w:w="1064" w:type="dxa"/>
            <w:vAlign w:val="center"/>
          </w:tcPr>
          <w:p w14:paraId="7EECE0E0" w14:textId="77777777" w:rsidR="00E90DAF" w:rsidRDefault="008576D7">
            <w:r>
              <w:t>0.337</w:t>
            </w:r>
          </w:p>
        </w:tc>
      </w:tr>
      <w:tr w:rsidR="00E90DAF" w14:paraId="1083C2DA" w14:textId="77777777">
        <w:tc>
          <w:tcPr>
            <w:tcW w:w="3345" w:type="dxa"/>
            <w:vAlign w:val="center"/>
          </w:tcPr>
          <w:p w14:paraId="0B0FADA0" w14:textId="77777777" w:rsidR="00E90DAF" w:rsidRDefault="008576D7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38479EF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3C46C979" w14:textId="77777777" w:rsidR="00E90DAF" w:rsidRDefault="008576D7">
            <w:r>
              <w:t>0.030</w:t>
            </w:r>
          </w:p>
        </w:tc>
        <w:tc>
          <w:tcPr>
            <w:tcW w:w="1075" w:type="dxa"/>
            <w:vAlign w:val="center"/>
          </w:tcPr>
          <w:p w14:paraId="02AC0658" w14:textId="77777777" w:rsidR="00E90DAF" w:rsidRDefault="008576D7">
            <w:r>
              <w:t>0.340</w:t>
            </w:r>
          </w:p>
        </w:tc>
        <w:tc>
          <w:tcPr>
            <w:tcW w:w="848" w:type="dxa"/>
            <w:vAlign w:val="center"/>
          </w:tcPr>
          <w:p w14:paraId="1C7C1A37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600664F5" w14:textId="77777777" w:rsidR="00E90DAF" w:rsidRDefault="008576D7">
            <w:r>
              <w:t>0.667</w:t>
            </w:r>
          </w:p>
        </w:tc>
        <w:tc>
          <w:tcPr>
            <w:tcW w:w="1064" w:type="dxa"/>
            <w:vAlign w:val="center"/>
          </w:tcPr>
          <w:p w14:paraId="705BE597" w14:textId="77777777" w:rsidR="00E90DAF" w:rsidRDefault="008576D7">
            <w:r>
              <w:t>0.227</w:t>
            </w:r>
          </w:p>
        </w:tc>
      </w:tr>
      <w:tr w:rsidR="00E90DAF" w14:paraId="10BB4EE7" w14:textId="77777777">
        <w:tc>
          <w:tcPr>
            <w:tcW w:w="3345" w:type="dxa"/>
            <w:vAlign w:val="center"/>
          </w:tcPr>
          <w:p w14:paraId="29D6D560" w14:textId="77777777" w:rsidR="00E90DAF" w:rsidRDefault="008576D7">
            <w:r>
              <w:t>水泥砂浆</w:t>
            </w:r>
          </w:p>
        </w:tc>
        <w:tc>
          <w:tcPr>
            <w:tcW w:w="848" w:type="dxa"/>
            <w:vAlign w:val="center"/>
          </w:tcPr>
          <w:p w14:paraId="31C495D9" w14:textId="77777777" w:rsidR="00E90DAF" w:rsidRDefault="008576D7">
            <w:r>
              <w:t>20</w:t>
            </w:r>
          </w:p>
        </w:tc>
        <w:tc>
          <w:tcPr>
            <w:tcW w:w="1075" w:type="dxa"/>
            <w:vAlign w:val="center"/>
          </w:tcPr>
          <w:p w14:paraId="5DB574BB" w14:textId="77777777" w:rsidR="00E90DAF" w:rsidRDefault="008576D7">
            <w:r>
              <w:t>0.930</w:t>
            </w:r>
          </w:p>
        </w:tc>
        <w:tc>
          <w:tcPr>
            <w:tcW w:w="1075" w:type="dxa"/>
            <w:vAlign w:val="center"/>
          </w:tcPr>
          <w:p w14:paraId="154C0E0A" w14:textId="77777777" w:rsidR="00E90DAF" w:rsidRDefault="008576D7">
            <w:r>
              <w:t>11.370</w:t>
            </w:r>
          </w:p>
        </w:tc>
        <w:tc>
          <w:tcPr>
            <w:tcW w:w="848" w:type="dxa"/>
            <w:vAlign w:val="center"/>
          </w:tcPr>
          <w:p w14:paraId="21C362E3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5FB55C5B" w14:textId="77777777" w:rsidR="00E90DAF" w:rsidRDefault="008576D7">
            <w:r>
              <w:t>0.022</w:t>
            </w:r>
          </w:p>
        </w:tc>
        <w:tc>
          <w:tcPr>
            <w:tcW w:w="1064" w:type="dxa"/>
            <w:vAlign w:val="center"/>
          </w:tcPr>
          <w:p w14:paraId="4BA4EA3F" w14:textId="77777777" w:rsidR="00E90DAF" w:rsidRDefault="008576D7">
            <w:r>
              <w:t>0.245</w:t>
            </w:r>
          </w:p>
        </w:tc>
      </w:tr>
      <w:tr w:rsidR="00E90DAF" w14:paraId="028F835B" w14:textId="77777777">
        <w:tc>
          <w:tcPr>
            <w:tcW w:w="3345" w:type="dxa"/>
            <w:vAlign w:val="center"/>
          </w:tcPr>
          <w:p w14:paraId="7CCEA97D" w14:textId="77777777" w:rsidR="00E90DAF" w:rsidRDefault="008576D7">
            <w:r>
              <w:t>钢筋混凝土</w:t>
            </w:r>
          </w:p>
        </w:tc>
        <w:tc>
          <w:tcPr>
            <w:tcW w:w="848" w:type="dxa"/>
            <w:vAlign w:val="center"/>
          </w:tcPr>
          <w:p w14:paraId="1F491BBF" w14:textId="77777777" w:rsidR="00E90DAF" w:rsidRDefault="008576D7">
            <w:r>
              <w:t>200</w:t>
            </w:r>
          </w:p>
        </w:tc>
        <w:tc>
          <w:tcPr>
            <w:tcW w:w="1075" w:type="dxa"/>
            <w:vAlign w:val="center"/>
          </w:tcPr>
          <w:p w14:paraId="52BA2143" w14:textId="77777777" w:rsidR="00E90DAF" w:rsidRDefault="008576D7">
            <w:r>
              <w:t>1.740</w:t>
            </w:r>
          </w:p>
        </w:tc>
        <w:tc>
          <w:tcPr>
            <w:tcW w:w="1075" w:type="dxa"/>
            <w:vAlign w:val="center"/>
          </w:tcPr>
          <w:p w14:paraId="499AEDFE" w14:textId="77777777" w:rsidR="00E90DAF" w:rsidRDefault="008576D7">
            <w:r>
              <w:t>17.200</w:t>
            </w:r>
          </w:p>
        </w:tc>
        <w:tc>
          <w:tcPr>
            <w:tcW w:w="848" w:type="dxa"/>
            <w:vAlign w:val="center"/>
          </w:tcPr>
          <w:p w14:paraId="57A8FD44" w14:textId="77777777" w:rsidR="00E90DAF" w:rsidRDefault="008576D7">
            <w:r>
              <w:t>1.00</w:t>
            </w:r>
          </w:p>
        </w:tc>
        <w:tc>
          <w:tcPr>
            <w:tcW w:w="1075" w:type="dxa"/>
            <w:vAlign w:val="center"/>
          </w:tcPr>
          <w:p w14:paraId="09090B4C" w14:textId="77777777" w:rsidR="00E90DAF" w:rsidRDefault="008576D7">
            <w:r>
              <w:t>0.115</w:t>
            </w:r>
          </w:p>
        </w:tc>
        <w:tc>
          <w:tcPr>
            <w:tcW w:w="1064" w:type="dxa"/>
            <w:vAlign w:val="center"/>
          </w:tcPr>
          <w:p w14:paraId="3B03242C" w14:textId="77777777" w:rsidR="00E90DAF" w:rsidRDefault="008576D7">
            <w:r>
              <w:t>1.977</w:t>
            </w:r>
          </w:p>
        </w:tc>
      </w:tr>
      <w:tr w:rsidR="00E90DAF" w14:paraId="653B9312" w14:textId="77777777">
        <w:tc>
          <w:tcPr>
            <w:tcW w:w="3345" w:type="dxa"/>
            <w:vAlign w:val="center"/>
          </w:tcPr>
          <w:p w14:paraId="56AEE597" w14:textId="77777777" w:rsidR="00E90DAF" w:rsidRDefault="008576D7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EAAC028" w14:textId="77777777" w:rsidR="00E90DAF" w:rsidRDefault="008576D7">
            <w:r>
              <w:t>300</w:t>
            </w:r>
          </w:p>
        </w:tc>
        <w:tc>
          <w:tcPr>
            <w:tcW w:w="1075" w:type="dxa"/>
            <w:vAlign w:val="center"/>
          </w:tcPr>
          <w:p w14:paraId="479A7108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0AEF2A15" w14:textId="77777777" w:rsidR="00E90DAF" w:rsidRDefault="008576D7">
            <w:r>
              <w:t>－</w:t>
            </w:r>
          </w:p>
        </w:tc>
        <w:tc>
          <w:tcPr>
            <w:tcW w:w="848" w:type="dxa"/>
            <w:vAlign w:val="center"/>
          </w:tcPr>
          <w:p w14:paraId="142E29DE" w14:textId="77777777" w:rsidR="00E90DAF" w:rsidRDefault="008576D7">
            <w:r>
              <w:t>－</w:t>
            </w:r>
          </w:p>
        </w:tc>
        <w:tc>
          <w:tcPr>
            <w:tcW w:w="1075" w:type="dxa"/>
            <w:vAlign w:val="center"/>
          </w:tcPr>
          <w:p w14:paraId="4A08F301" w14:textId="77777777" w:rsidR="00E90DAF" w:rsidRDefault="008576D7">
            <w:r>
              <w:t>0.838</w:t>
            </w:r>
          </w:p>
        </w:tc>
        <w:tc>
          <w:tcPr>
            <w:tcW w:w="1064" w:type="dxa"/>
            <w:vAlign w:val="center"/>
          </w:tcPr>
          <w:p w14:paraId="545F4088" w14:textId="77777777" w:rsidR="00E90DAF" w:rsidRDefault="008576D7">
            <w:r>
              <w:t>2.785</w:t>
            </w:r>
          </w:p>
        </w:tc>
      </w:tr>
      <w:tr w:rsidR="00E90DAF" w14:paraId="6A587C4F" w14:textId="77777777">
        <w:tc>
          <w:tcPr>
            <w:tcW w:w="3345" w:type="dxa"/>
            <w:shd w:val="clear" w:color="auto" w:fill="E6E6E6"/>
            <w:vAlign w:val="center"/>
          </w:tcPr>
          <w:p w14:paraId="3986086F" w14:textId="77777777" w:rsidR="00E90DAF" w:rsidRDefault="008576D7">
            <w:r>
              <w:t>导热阻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65FE5D91" w14:textId="77777777" w:rsidR="00E90DAF" w:rsidRDefault="008576D7">
            <w:pPr>
              <w:jc w:val="center"/>
            </w:pPr>
            <w:r>
              <w:t>0.84</w:t>
            </w:r>
          </w:p>
        </w:tc>
      </w:tr>
      <w:tr w:rsidR="00E90DAF" w14:paraId="0246F285" w14:textId="77777777">
        <w:tc>
          <w:tcPr>
            <w:tcW w:w="3345" w:type="dxa"/>
            <w:shd w:val="clear" w:color="auto" w:fill="E6E6E6"/>
            <w:vAlign w:val="center"/>
          </w:tcPr>
          <w:p w14:paraId="5FA5CD78" w14:textId="77777777" w:rsidR="00E90DAF" w:rsidRDefault="008576D7">
            <w:r>
              <w:t>标准依据</w:t>
            </w:r>
          </w:p>
        </w:tc>
        <w:tc>
          <w:tcPr>
            <w:tcW w:w="5985" w:type="dxa"/>
            <w:gridSpan w:val="6"/>
          </w:tcPr>
          <w:p w14:paraId="76C86E93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4.3.3</w:t>
            </w:r>
            <w:r>
              <w:t>条</w:t>
            </w:r>
          </w:p>
        </w:tc>
      </w:tr>
      <w:tr w:rsidR="00E90DAF" w14:paraId="289A6A97" w14:textId="77777777">
        <w:tc>
          <w:tcPr>
            <w:tcW w:w="3345" w:type="dxa"/>
            <w:shd w:val="clear" w:color="auto" w:fill="E6E6E6"/>
            <w:vAlign w:val="center"/>
          </w:tcPr>
          <w:p w14:paraId="76D28831" w14:textId="77777777" w:rsidR="00E90DAF" w:rsidRDefault="008576D7">
            <w:r>
              <w:t>标准要求</w:t>
            </w:r>
          </w:p>
        </w:tc>
        <w:tc>
          <w:tcPr>
            <w:tcW w:w="5985" w:type="dxa"/>
            <w:gridSpan w:val="6"/>
          </w:tcPr>
          <w:p w14:paraId="05BFC2A2" w14:textId="77777777" w:rsidR="00E90DAF" w:rsidRDefault="008576D7">
            <w:r>
              <w:t>R≥0.8</w:t>
            </w:r>
          </w:p>
        </w:tc>
      </w:tr>
      <w:tr w:rsidR="00E90DAF" w14:paraId="708E66E1" w14:textId="77777777">
        <w:tc>
          <w:tcPr>
            <w:tcW w:w="3345" w:type="dxa"/>
            <w:shd w:val="clear" w:color="auto" w:fill="E6E6E6"/>
            <w:vAlign w:val="center"/>
          </w:tcPr>
          <w:p w14:paraId="46F7DD00" w14:textId="77777777" w:rsidR="00E90DAF" w:rsidRDefault="008576D7">
            <w:r>
              <w:t>结论</w:t>
            </w:r>
          </w:p>
        </w:tc>
        <w:tc>
          <w:tcPr>
            <w:tcW w:w="5985" w:type="dxa"/>
            <w:gridSpan w:val="6"/>
          </w:tcPr>
          <w:p w14:paraId="2DE6210B" w14:textId="77777777" w:rsidR="00E90DAF" w:rsidRDefault="008576D7">
            <w:r>
              <w:t>满足</w:t>
            </w:r>
          </w:p>
        </w:tc>
      </w:tr>
    </w:tbl>
    <w:p w14:paraId="220DB54F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2F15D03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4" w:name="_Toc60664727"/>
      <w:r>
        <w:rPr>
          <w:color w:val="000000"/>
          <w:kern w:val="2"/>
          <w:szCs w:val="24"/>
        </w:rPr>
        <w:t>外窗热工</w:t>
      </w:r>
      <w:bookmarkEnd w:id="54"/>
    </w:p>
    <w:p w14:paraId="0089F03E" w14:textId="77777777" w:rsidR="00E90DAF" w:rsidRDefault="008576D7">
      <w:pPr>
        <w:pStyle w:val="2"/>
        <w:widowControl w:val="0"/>
        <w:rPr>
          <w:kern w:val="2"/>
        </w:rPr>
      </w:pPr>
      <w:bookmarkStart w:id="55" w:name="_Toc60664728"/>
      <w:r>
        <w:rPr>
          <w:kern w:val="2"/>
        </w:rPr>
        <w:t>外窗构造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E90DAF" w14:paraId="0A19D4FA" w14:textId="77777777">
        <w:tc>
          <w:tcPr>
            <w:tcW w:w="905" w:type="dxa"/>
            <w:shd w:val="clear" w:color="auto" w:fill="E6E6E6"/>
            <w:vAlign w:val="center"/>
          </w:tcPr>
          <w:p w14:paraId="46D23E30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0AA882BD" w14:textId="77777777" w:rsidR="00E90DAF" w:rsidRDefault="008576D7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7DAC4215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54700D06" w14:textId="77777777" w:rsidR="00E90DAF" w:rsidRDefault="008576D7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69B08082" w14:textId="77777777" w:rsidR="00E90DAF" w:rsidRDefault="008576D7">
            <w:pPr>
              <w:jc w:val="center"/>
            </w:pPr>
            <w:r>
              <w:t>自遮阳系数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33EF98F" w14:textId="77777777" w:rsidR="00E90DAF" w:rsidRDefault="008576D7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11F89FDE" w14:textId="77777777" w:rsidR="00E90DAF" w:rsidRDefault="008576D7">
            <w:pPr>
              <w:jc w:val="center"/>
            </w:pPr>
            <w:r>
              <w:t>备注</w:t>
            </w:r>
          </w:p>
        </w:tc>
      </w:tr>
      <w:tr w:rsidR="00E90DAF" w14:paraId="4173E38B" w14:textId="77777777">
        <w:tc>
          <w:tcPr>
            <w:tcW w:w="905" w:type="dxa"/>
            <w:vAlign w:val="center"/>
          </w:tcPr>
          <w:p w14:paraId="1C0C3FAF" w14:textId="77777777" w:rsidR="00E90DAF" w:rsidRDefault="008576D7">
            <w:r>
              <w:t>1</w:t>
            </w:r>
          </w:p>
        </w:tc>
        <w:tc>
          <w:tcPr>
            <w:tcW w:w="1867" w:type="dxa"/>
            <w:vAlign w:val="center"/>
          </w:tcPr>
          <w:p w14:paraId="1CF3CD48" w14:textId="77777777" w:rsidR="00E90DAF" w:rsidRDefault="008576D7">
            <w:r>
              <w:t>6mm</w:t>
            </w:r>
            <w:r>
              <w:t>氩气</w:t>
            </w:r>
            <w:r>
              <w:t>Low-E</w:t>
            </w:r>
            <w:r>
              <w:t>中空玻璃</w:t>
            </w:r>
            <w:r>
              <w:t>PA</w:t>
            </w:r>
            <w:r>
              <w:t>断热铝合金窗（下限）</w:t>
            </w:r>
          </w:p>
        </w:tc>
        <w:tc>
          <w:tcPr>
            <w:tcW w:w="826" w:type="dxa"/>
            <w:vAlign w:val="center"/>
          </w:tcPr>
          <w:p w14:paraId="5016F92E" w14:textId="77777777" w:rsidR="00E90DAF" w:rsidRDefault="008576D7">
            <w:r>
              <w:t>75</w:t>
            </w:r>
          </w:p>
        </w:tc>
        <w:tc>
          <w:tcPr>
            <w:tcW w:w="832" w:type="dxa"/>
            <w:vAlign w:val="center"/>
          </w:tcPr>
          <w:p w14:paraId="1C623221" w14:textId="77777777" w:rsidR="00E90DAF" w:rsidRDefault="008576D7">
            <w:r>
              <w:t>2.66</w:t>
            </w:r>
          </w:p>
        </w:tc>
        <w:tc>
          <w:tcPr>
            <w:tcW w:w="956" w:type="dxa"/>
            <w:vAlign w:val="center"/>
          </w:tcPr>
          <w:p w14:paraId="7E29DC59" w14:textId="77777777" w:rsidR="00E90DAF" w:rsidRDefault="008576D7">
            <w:r>
              <w:t>0.40</w:t>
            </w:r>
          </w:p>
        </w:tc>
        <w:tc>
          <w:tcPr>
            <w:tcW w:w="956" w:type="dxa"/>
            <w:vAlign w:val="center"/>
          </w:tcPr>
          <w:p w14:paraId="26F743A9" w14:textId="77777777" w:rsidR="00E90DAF" w:rsidRDefault="008576D7">
            <w:r>
              <w:t>1.000</w:t>
            </w:r>
          </w:p>
        </w:tc>
        <w:tc>
          <w:tcPr>
            <w:tcW w:w="2988" w:type="dxa"/>
            <w:vAlign w:val="center"/>
          </w:tcPr>
          <w:p w14:paraId="76EB71A6" w14:textId="77777777" w:rsidR="00E90DAF" w:rsidRDefault="008576D7">
            <w:r>
              <w:t>安徽省公建</w:t>
            </w:r>
            <w:r>
              <w:t>DB34/T753-2007</w:t>
            </w:r>
            <w:r>
              <w:t>第</w:t>
            </w:r>
            <w:r>
              <w:t>61</w:t>
            </w:r>
            <w:r>
              <w:t>页</w:t>
            </w:r>
          </w:p>
        </w:tc>
      </w:tr>
    </w:tbl>
    <w:p w14:paraId="15ED1740" w14:textId="77777777" w:rsidR="00E90DAF" w:rsidRDefault="008576D7">
      <w:pPr>
        <w:pStyle w:val="2"/>
        <w:widowControl w:val="0"/>
        <w:rPr>
          <w:kern w:val="2"/>
        </w:rPr>
      </w:pPr>
      <w:bookmarkStart w:id="56" w:name="_Toc60664729"/>
      <w:r>
        <w:rPr>
          <w:kern w:val="2"/>
        </w:rPr>
        <w:t>外遮阳类型</w:t>
      </w:r>
      <w:bookmarkEnd w:id="56"/>
    </w:p>
    <w:p w14:paraId="43A1BE3A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本工程无此内容</w:t>
      </w:r>
    </w:p>
    <w:p w14:paraId="2F0B97F4" w14:textId="77777777" w:rsidR="00E90DAF" w:rsidRDefault="008576D7">
      <w:pPr>
        <w:pStyle w:val="2"/>
        <w:widowControl w:val="0"/>
        <w:rPr>
          <w:kern w:val="2"/>
        </w:rPr>
      </w:pPr>
      <w:bookmarkStart w:id="57" w:name="_Toc60664730"/>
      <w:r>
        <w:rPr>
          <w:kern w:val="2"/>
        </w:rPr>
        <w:t>平均遮阳系数</w:t>
      </w:r>
      <w:bookmarkEnd w:id="57"/>
    </w:p>
    <w:p w14:paraId="6AD14028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E90DAF" w14:paraId="3462743D" w14:textId="77777777">
        <w:tc>
          <w:tcPr>
            <w:tcW w:w="656" w:type="dxa"/>
            <w:shd w:val="clear" w:color="auto" w:fill="E6E6E6"/>
            <w:vAlign w:val="center"/>
          </w:tcPr>
          <w:p w14:paraId="78973A89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5CAD8B49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8C5508E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14B013AE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1EFC79D" w14:textId="77777777" w:rsidR="00E90DAF" w:rsidRDefault="008576D7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C99DDD" w14:textId="77777777" w:rsidR="00E90DAF" w:rsidRDefault="008576D7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1FB9FA3C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CC18632" w14:textId="77777777" w:rsidR="00E90DAF" w:rsidRDefault="008576D7"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746010E" w14:textId="77777777" w:rsidR="00E90DAF" w:rsidRDefault="008576D7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3A36E93" w14:textId="77777777" w:rsidR="00E90DAF" w:rsidRDefault="008576D7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FD5B3E0" w14:textId="77777777" w:rsidR="00E90DAF" w:rsidRDefault="008576D7">
            <w:pPr>
              <w:jc w:val="center"/>
            </w:pPr>
            <w:r>
              <w:t>综合遮阳系数</w:t>
            </w:r>
          </w:p>
        </w:tc>
      </w:tr>
      <w:tr w:rsidR="00E90DAF" w14:paraId="5260E497" w14:textId="77777777">
        <w:tc>
          <w:tcPr>
            <w:tcW w:w="656" w:type="dxa"/>
            <w:vAlign w:val="center"/>
          </w:tcPr>
          <w:p w14:paraId="40121629" w14:textId="77777777" w:rsidR="00E90DAF" w:rsidRDefault="008576D7">
            <w:r>
              <w:t>1</w:t>
            </w:r>
          </w:p>
        </w:tc>
        <w:tc>
          <w:tcPr>
            <w:tcW w:w="888" w:type="dxa"/>
            <w:vAlign w:val="center"/>
          </w:tcPr>
          <w:p w14:paraId="10E9001C" w14:textId="77777777" w:rsidR="00E90DAF" w:rsidRDefault="00E90DAF"/>
        </w:tc>
        <w:tc>
          <w:tcPr>
            <w:tcW w:w="769" w:type="dxa"/>
            <w:vAlign w:val="center"/>
          </w:tcPr>
          <w:p w14:paraId="55B5E426" w14:textId="77777777" w:rsidR="00E90DAF" w:rsidRDefault="008576D7">
            <w:r>
              <w:t>1</w:t>
            </w:r>
          </w:p>
        </w:tc>
        <w:tc>
          <w:tcPr>
            <w:tcW w:w="769" w:type="dxa"/>
            <w:vAlign w:val="center"/>
          </w:tcPr>
          <w:p w14:paraId="3DFE6590" w14:textId="77777777" w:rsidR="00E90DAF" w:rsidRDefault="008576D7">
            <w:r>
              <w:t>2</w:t>
            </w:r>
          </w:p>
        </w:tc>
        <w:tc>
          <w:tcPr>
            <w:tcW w:w="848" w:type="dxa"/>
            <w:vAlign w:val="center"/>
          </w:tcPr>
          <w:p w14:paraId="638B2465" w14:textId="77777777" w:rsidR="00E90DAF" w:rsidRDefault="008576D7">
            <w:r>
              <w:t>2.520</w:t>
            </w:r>
          </w:p>
        </w:tc>
        <w:tc>
          <w:tcPr>
            <w:tcW w:w="848" w:type="dxa"/>
            <w:vAlign w:val="center"/>
          </w:tcPr>
          <w:p w14:paraId="6C0023C9" w14:textId="77777777" w:rsidR="00E90DAF" w:rsidRDefault="008576D7">
            <w:r>
              <w:t>5.040</w:t>
            </w:r>
          </w:p>
        </w:tc>
        <w:tc>
          <w:tcPr>
            <w:tcW w:w="781" w:type="dxa"/>
            <w:vAlign w:val="center"/>
          </w:tcPr>
          <w:p w14:paraId="5C69C1D7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603E3DA1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4ECF323D" w14:textId="77777777" w:rsidR="00E90DAF" w:rsidRDefault="00E90DAF"/>
        </w:tc>
        <w:tc>
          <w:tcPr>
            <w:tcW w:w="916" w:type="dxa"/>
            <w:vAlign w:val="center"/>
          </w:tcPr>
          <w:p w14:paraId="7DC72573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5BF49E11" w14:textId="77777777" w:rsidR="00E90DAF" w:rsidRDefault="008576D7">
            <w:r>
              <w:t>0.400</w:t>
            </w:r>
          </w:p>
        </w:tc>
      </w:tr>
      <w:tr w:rsidR="00E90DAF" w14:paraId="5CB84F47" w14:textId="77777777">
        <w:tc>
          <w:tcPr>
            <w:tcW w:w="656" w:type="dxa"/>
            <w:vAlign w:val="center"/>
          </w:tcPr>
          <w:p w14:paraId="6A2E5CB4" w14:textId="77777777" w:rsidR="00E90DAF" w:rsidRDefault="008576D7">
            <w:r>
              <w:t>2</w:t>
            </w:r>
          </w:p>
        </w:tc>
        <w:tc>
          <w:tcPr>
            <w:tcW w:w="888" w:type="dxa"/>
            <w:vAlign w:val="center"/>
          </w:tcPr>
          <w:p w14:paraId="0FA75C28" w14:textId="77777777" w:rsidR="00E90DAF" w:rsidRDefault="00E90DAF"/>
        </w:tc>
        <w:tc>
          <w:tcPr>
            <w:tcW w:w="769" w:type="dxa"/>
            <w:vAlign w:val="center"/>
          </w:tcPr>
          <w:p w14:paraId="22871A30" w14:textId="77777777" w:rsidR="00E90DAF" w:rsidRDefault="008576D7">
            <w:r>
              <w:t>1~3</w:t>
            </w:r>
          </w:p>
        </w:tc>
        <w:tc>
          <w:tcPr>
            <w:tcW w:w="769" w:type="dxa"/>
            <w:vAlign w:val="center"/>
          </w:tcPr>
          <w:p w14:paraId="34046AFF" w14:textId="77777777" w:rsidR="00E90DAF" w:rsidRDefault="008576D7">
            <w:r>
              <w:t>6</w:t>
            </w:r>
          </w:p>
        </w:tc>
        <w:tc>
          <w:tcPr>
            <w:tcW w:w="848" w:type="dxa"/>
            <w:vAlign w:val="center"/>
          </w:tcPr>
          <w:p w14:paraId="28897E06" w14:textId="77777777" w:rsidR="00E90DAF" w:rsidRDefault="008576D7">
            <w:r>
              <w:t>7.308</w:t>
            </w:r>
          </w:p>
        </w:tc>
        <w:tc>
          <w:tcPr>
            <w:tcW w:w="848" w:type="dxa"/>
            <w:vAlign w:val="center"/>
          </w:tcPr>
          <w:p w14:paraId="3DB4674C" w14:textId="77777777" w:rsidR="00E90DAF" w:rsidRDefault="008576D7">
            <w:r>
              <w:t>43.848</w:t>
            </w:r>
          </w:p>
        </w:tc>
        <w:tc>
          <w:tcPr>
            <w:tcW w:w="781" w:type="dxa"/>
            <w:vAlign w:val="center"/>
          </w:tcPr>
          <w:p w14:paraId="4CEBB483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0978E0A2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7D4E4E8F" w14:textId="77777777" w:rsidR="00E90DAF" w:rsidRDefault="00E90DAF"/>
        </w:tc>
        <w:tc>
          <w:tcPr>
            <w:tcW w:w="916" w:type="dxa"/>
            <w:vAlign w:val="center"/>
          </w:tcPr>
          <w:p w14:paraId="4028CE7E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78868C11" w14:textId="77777777" w:rsidR="00E90DAF" w:rsidRDefault="008576D7">
            <w:r>
              <w:t>0.400</w:t>
            </w:r>
          </w:p>
        </w:tc>
      </w:tr>
      <w:tr w:rsidR="00E90DAF" w14:paraId="07B68652" w14:textId="77777777">
        <w:tc>
          <w:tcPr>
            <w:tcW w:w="656" w:type="dxa"/>
            <w:vAlign w:val="center"/>
          </w:tcPr>
          <w:p w14:paraId="25C62E3C" w14:textId="77777777" w:rsidR="00E90DAF" w:rsidRDefault="008576D7">
            <w:r>
              <w:t>3</w:t>
            </w:r>
          </w:p>
        </w:tc>
        <w:tc>
          <w:tcPr>
            <w:tcW w:w="888" w:type="dxa"/>
            <w:vAlign w:val="center"/>
          </w:tcPr>
          <w:p w14:paraId="3EE88CAA" w14:textId="77777777" w:rsidR="00E90DAF" w:rsidRDefault="00E90DAF"/>
        </w:tc>
        <w:tc>
          <w:tcPr>
            <w:tcW w:w="769" w:type="dxa"/>
            <w:vAlign w:val="center"/>
          </w:tcPr>
          <w:p w14:paraId="7A691991" w14:textId="77777777" w:rsidR="00E90DAF" w:rsidRDefault="008576D7">
            <w:r>
              <w:t>1~3</w:t>
            </w:r>
          </w:p>
        </w:tc>
        <w:tc>
          <w:tcPr>
            <w:tcW w:w="769" w:type="dxa"/>
            <w:vAlign w:val="center"/>
          </w:tcPr>
          <w:p w14:paraId="2D06B847" w14:textId="77777777" w:rsidR="00E90DAF" w:rsidRDefault="008576D7">
            <w:r>
              <w:t>21</w:t>
            </w:r>
          </w:p>
        </w:tc>
        <w:tc>
          <w:tcPr>
            <w:tcW w:w="848" w:type="dxa"/>
            <w:vAlign w:val="center"/>
          </w:tcPr>
          <w:p w14:paraId="75D84525" w14:textId="77777777" w:rsidR="00E90DAF" w:rsidRDefault="008576D7">
            <w:r>
              <w:t>6.993</w:t>
            </w:r>
          </w:p>
        </w:tc>
        <w:tc>
          <w:tcPr>
            <w:tcW w:w="848" w:type="dxa"/>
            <w:vAlign w:val="center"/>
          </w:tcPr>
          <w:p w14:paraId="04E195FB" w14:textId="77777777" w:rsidR="00E90DAF" w:rsidRDefault="008576D7">
            <w:r>
              <w:t>146.853</w:t>
            </w:r>
          </w:p>
        </w:tc>
        <w:tc>
          <w:tcPr>
            <w:tcW w:w="781" w:type="dxa"/>
            <w:vAlign w:val="center"/>
          </w:tcPr>
          <w:p w14:paraId="5D436346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7D444AE5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3FFA248F" w14:textId="77777777" w:rsidR="00E90DAF" w:rsidRDefault="00E90DAF"/>
        </w:tc>
        <w:tc>
          <w:tcPr>
            <w:tcW w:w="916" w:type="dxa"/>
            <w:vAlign w:val="center"/>
          </w:tcPr>
          <w:p w14:paraId="7A59550B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502071B1" w14:textId="77777777" w:rsidR="00E90DAF" w:rsidRDefault="008576D7">
            <w:r>
              <w:t>0.400</w:t>
            </w:r>
          </w:p>
        </w:tc>
      </w:tr>
      <w:tr w:rsidR="00E90DAF" w14:paraId="49136F89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004BA44D" w14:textId="77777777" w:rsidR="00E90DAF" w:rsidRDefault="008576D7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70EACD66" w14:textId="77777777" w:rsidR="00E90DAF" w:rsidRDefault="008576D7">
            <w:r>
              <w:t>195.741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7AD6C16E" w14:textId="77777777" w:rsidR="00E90DAF" w:rsidRDefault="008576D7">
            <w:r>
              <w:t>朝向综合遮阳系数</w:t>
            </w:r>
          </w:p>
        </w:tc>
        <w:tc>
          <w:tcPr>
            <w:tcW w:w="916" w:type="dxa"/>
            <w:vAlign w:val="center"/>
          </w:tcPr>
          <w:p w14:paraId="1BC79F76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543D2724" w14:textId="77777777" w:rsidR="00E90DAF" w:rsidRDefault="008576D7">
            <w:r>
              <w:t>0.400</w:t>
            </w:r>
          </w:p>
        </w:tc>
      </w:tr>
    </w:tbl>
    <w:p w14:paraId="09AAC459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E90DAF" w14:paraId="3570C8F1" w14:textId="77777777">
        <w:tc>
          <w:tcPr>
            <w:tcW w:w="656" w:type="dxa"/>
            <w:shd w:val="clear" w:color="auto" w:fill="E6E6E6"/>
            <w:vAlign w:val="center"/>
          </w:tcPr>
          <w:p w14:paraId="773B3B2F" w14:textId="77777777" w:rsidR="00E90DAF" w:rsidRDefault="008576D7">
            <w:pPr>
              <w:jc w:val="center"/>
            </w:pPr>
            <w:r>
              <w:lastRenderedPageBreak/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365A6466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4CA6D4E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24D0116B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D3905AB" w14:textId="77777777" w:rsidR="00E90DAF" w:rsidRDefault="008576D7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F9B5C1E" w14:textId="77777777" w:rsidR="00E90DAF" w:rsidRDefault="008576D7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3629D36D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7DA0BF0E" w14:textId="77777777" w:rsidR="00E90DAF" w:rsidRDefault="008576D7"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ACE80B6" w14:textId="77777777" w:rsidR="00E90DAF" w:rsidRDefault="008576D7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7F2C8D12" w14:textId="77777777" w:rsidR="00E90DAF" w:rsidRDefault="008576D7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6B2CEC43" w14:textId="77777777" w:rsidR="00E90DAF" w:rsidRDefault="008576D7">
            <w:pPr>
              <w:jc w:val="center"/>
            </w:pPr>
            <w:r>
              <w:t>综合遮阳系数</w:t>
            </w:r>
          </w:p>
        </w:tc>
      </w:tr>
      <w:tr w:rsidR="00E90DAF" w14:paraId="782A624C" w14:textId="77777777">
        <w:tc>
          <w:tcPr>
            <w:tcW w:w="656" w:type="dxa"/>
            <w:vAlign w:val="center"/>
          </w:tcPr>
          <w:p w14:paraId="42D9901B" w14:textId="77777777" w:rsidR="00E90DAF" w:rsidRDefault="008576D7">
            <w:r>
              <w:t>1</w:t>
            </w:r>
          </w:p>
        </w:tc>
        <w:tc>
          <w:tcPr>
            <w:tcW w:w="888" w:type="dxa"/>
            <w:vAlign w:val="center"/>
          </w:tcPr>
          <w:p w14:paraId="2F7A2B62" w14:textId="77777777" w:rsidR="00E90DAF" w:rsidRDefault="00E90DAF"/>
        </w:tc>
        <w:tc>
          <w:tcPr>
            <w:tcW w:w="769" w:type="dxa"/>
            <w:vAlign w:val="center"/>
          </w:tcPr>
          <w:p w14:paraId="7CDF24B1" w14:textId="77777777" w:rsidR="00E90DAF" w:rsidRDefault="008576D7">
            <w:r>
              <w:t>1~3</w:t>
            </w:r>
          </w:p>
        </w:tc>
        <w:tc>
          <w:tcPr>
            <w:tcW w:w="769" w:type="dxa"/>
            <w:vAlign w:val="center"/>
          </w:tcPr>
          <w:p w14:paraId="178F8F31" w14:textId="77777777" w:rsidR="00E90DAF" w:rsidRDefault="008576D7">
            <w:r>
              <w:t>52</w:t>
            </w:r>
          </w:p>
        </w:tc>
        <w:tc>
          <w:tcPr>
            <w:tcW w:w="848" w:type="dxa"/>
            <w:vAlign w:val="center"/>
          </w:tcPr>
          <w:p w14:paraId="79750C0F" w14:textId="77777777" w:rsidR="00E90DAF" w:rsidRDefault="008576D7">
            <w:r>
              <w:t>2.520</w:t>
            </w:r>
          </w:p>
        </w:tc>
        <w:tc>
          <w:tcPr>
            <w:tcW w:w="848" w:type="dxa"/>
            <w:vAlign w:val="center"/>
          </w:tcPr>
          <w:p w14:paraId="1A5CA3AC" w14:textId="77777777" w:rsidR="00E90DAF" w:rsidRDefault="008576D7">
            <w:r>
              <w:t>131.040</w:t>
            </w:r>
          </w:p>
        </w:tc>
        <w:tc>
          <w:tcPr>
            <w:tcW w:w="781" w:type="dxa"/>
            <w:vAlign w:val="center"/>
          </w:tcPr>
          <w:p w14:paraId="6EFFB9A6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63821009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0FAE177E" w14:textId="77777777" w:rsidR="00E90DAF" w:rsidRDefault="00E90DAF"/>
        </w:tc>
        <w:tc>
          <w:tcPr>
            <w:tcW w:w="916" w:type="dxa"/>
            <w:vAlign w:val="center"/>
          </w:tcPr>
          <w:p w14:paraId="24C7F7AB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26752C1F" w14:textId="77777777" w:rsidR="00E90DAF" w:rsidRDefault="008576D7">
            <w:r>
              <w:t>0.400</w:t>
            </w:r>
          </w:p>
        </w:tc>
      </w:tr>
      <w:tr w:rsidR="00E90DAF" w14:paraId="6BE2C320" w14:textId="77777777">
        <w:tc>
          <w:tcPr>
            <w:tcW w:w="656" w:type="dxa"/>
            <w:vAlign w:val="center"/>
          </w:tcPr>
          <w:p w14:paraId="0D09F0ED" w14:textId="77777777" w:rsidR="00E90DAF" w:rsidRDefault="008576D7">
            <w:r>
              <w:t>2</w:t>
            </w:r>
          </w:p>
        </w:tc>
        <w:tc>
          <w:tcPr>
            <w:tcW w:w="888" w:type="dxa"/>
            <w:vAlign w:val="center"/>
          </w:tcPr>
          <w:p w14:paraId="516C7C8D" w14:textId="77777777" w:rsidR="00E90DAF" w:rsidRDefault="00E90DAF"/>
        </w:tc>
        <w:tc>
          <w:tcPr>
            <w:tcW w:w="769" w:type="dxa"/>
            <w:vAlign w:val="center"/>
          </w:tcPr>
          <w:p w14:paraId="49F31FDD" w14:textId="77777777" w:rsidR="00E90DAF" w:rsidRDefault="008576D7">
            <w:r>
              <w:t>1</w:t>
            </w:r>
          </w:p>
        </w:tc>
        <w:tc>
          <w:tcPr>
            <w:tcW w:w="769" w:type="dxa"/>
            <w:vAlign w:val="center"/>
          </w:tcPr>
          <w:p w14:paraId="0F1A37AE" w14:textId="77777777" w:rsidR="00E90DAF" w:rsidRDefault="008576D7">
            <w:r>
              <w:t>2</w:t>
            </w:r>
          </w:p>
        </w:tc>
        <w:tc>
          <w:tcPr>
            <w:tcW w:w="848" w:type="dxa"/>
            <w:vAlign w:val="center"/>
          </w:tcPr>
          <w:p w14:paraId="7BD6D23E" w14:textId="77777777" w:rsidR="00E90DAF" w:rsidRDefault="008576D7">
            <w:r>
              <w:t>1.449</w:t>
            </w:r>
          </w:p>
        </w:tc>
        <w:tc>
          <w:tcPr>
            <w:tcW w:w="848" w:type="dxa"/>
            <w:vAlign w:val="center"/>
          </w:tcPr>
          <w:p w14:paraId="7B4C9206" w14:textId="77777777" w:rsidR="00E90DAF" w:rsidRDefault="008576D7">
            <w:r>
              <w:t>2.898</w:t>
            </w:r>
          </w:p>
        </w:tc>
        <w:tc>
          <w:tcPr>
            <w:tcW w:w="781" w:type="dxa"/>
            <w:vAlign w:val="center"/>
          </w:tcPr>
          <w:p w14:paraId="438AF9F9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45A4A0CB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57B975B2" w14:textId="77777777" w:rsidR="00E90DAF" w:rsidRDefault="00E90DAF"/>
        </w:tc>
        <w:tc>
          <w:tcPr>
            <w:tcW w:w="916" w:type="dxa"/>
            <w:vAlign w:val="center"/>
          </w:tcPr>
          <w:p w14:paraId="00E5015D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6C71FC23" w14:textId="77777777" w:rsidR="00E90DAF" w:rsidRDefault="008576D7">
            <w:r>
              <w:t>0.400</w:t>
            </w:r>
          </w:p>
        </w:tc>
      </w:tr>
      <w:tr w:rsidR="00E90DAF" w14:paraId="639E3118" w14:textId="77777777">
        <w:tc>
          <w:tcPr>
            <w:tcW w:w="656" w:type="dxa"/>
            <w:vAlign w:val="center"/>
          </w:tcPr>
          <w:p w14:paraId="7564841B" w14:textId="77777777" w:rsidR="00E90DAF" w:rsidRDefault="008576D7">
            <w:r>
              <w:t>3</w:t>
            </w:r>
          </w:p>
        </w:tc>
        <w:tc>
          <w:tcPr>
            <w:tcW w:w="888" w:type="dxa"/>
            <w:vAlign w:val="center"/>
          </w:tcPr>
          <w:p w14:paraId="2C2CE5CA" w14:textId="77777777" w:rsidR="00E90DAF" w:rsidRDefault="00E90DAF"/>
        </w:tc>
        <w:tc>
          <w:tcPr>
            <w:tcW w:w="769" w:type="dxa"/>
            <w:vAlign w:val="center"/>
          </w:tcPr>
          <w:p w14:paraId="5178321A" w14:textId="77777777" w:rsidR="00E90DAF" w:rsidRDefault="008576D7">
            <w:r>
              <w:t>2</w:t>
            </w:r>
          </w:p>
        </w:tc>
        <w:tc>
          <w:tcPr>
            <w:tcW w:w="769" w:type="dxa"/>
            <w:vAlign w:val="center"/>
          </w:tcPr>
          <w:p w14:paraId="0B26E05F" w14:textId="77777777" w:rsidR="00E90DAF" w:rsidRDefault="008576D7">
            <w:r>
              <w:t>1</w:t>
            </w:r>
          </w:p>
        </w:tc>
        <w:tc>
          <w:tcPr>
            <w:tcW w:w="848" w:type="dxa"/>
            <w:vAlign w:val="center"/>
          </w:tcPr>
          <w:p w14:paraId="6D7A5694" w14:textId="77777777" w:rsidR="00E90DAF" w:rsidRDefault="008576D7">
            <w:r>
              <w:t>6.048</w:t>
            </w:r>
          </w:p>
        </w:tc>
        <w:tc>
          <w:tcPr>
            <w:tcW w:w="848" w:type="dxa"/>
            <w:vAlign w:val="center"/>
          </w:tcPr>
          <w:p w14:paraId="09586334" w14:textId="77777777" w:rsidR="00E90DAF" w:rsidRDefault="008576D7">
            <w:r>
              <w:t>6.048</w:t>
            </w:r>
          </w:p>
        </w:tc>
        <w:tc>
          <w:tcPr>
            <w:tcW w:w="781" w:type="dxa"/>
            <w:vAlign w:val="center"/>
          </w:tcPr>
          <w:p w14:paraId="1EE28A0D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73D6C520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11554381" w14:textId="77777777" w:rsidR="00E90DAF" w:rsidRDefault="00E90DAF"/>
        </w:tc>
        <w:tc>
          <w:tcPr>
            <w:tcW w:w="916" w:type="dxa"/>
            <w:vAlign w:val="center"/>
          </w:tcPr>
          <w:p w14:paraId="0F0B6E7A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449A0427" w14:textId="77777777" w:rsidR="00E90DAF" w:rsidRDefault="008576D7">
            <w:r>
              <w:t>0.400</w:t>
            </w:r>
          </w:p>
        </w:tc>
      </w:tr>
      <w:tr w:rsidR="00E90DAF" w14:paraId="06C0667F" w14:textId="77777777">
        <w:tc>
          <w:tcPr>
            <w:tcW w:w="656" w:type="dxa"/>
            <w:vAlign w:val="center"/>
          </w:tcPr>
          <w:p w14:paraId="46CE5942" w14:textId="77777777" w:rsidR="00E90DAF" w:rsidRDefault="008576D7">
            <w:r>
              <w:t>4</w:t>
            </w:r>
          </w:p>
        </w:tc>
        <w:tc>
          <w:tcPr>
            <w:tcW w:w="888" w:type="dxa"/>
            <w:vAlign w:val="center"/>
          </w:tcPr>
          <w:p w14:paraId="75431642" w14:textId="77777777" w:rsidR="00E90DAF" w:rsidRDefault="00E90DAF"/>
        </w:tc>
        <w:tc>
          <w:tcPr>
            <w:tcW w:w="769" w:type="dxa"/>
            <w:vAlign w:val="center"/>
          </w:tcPr>
          <w:p w14:paraId="29B9E7A6" w14:textId="77777777" w:rsidR="00E90DAF" w:rsidRDefault="008576D7">
            <w:r>
              <w:t>3</w:t>
            </w:r>
          </w:p>
        </w:tc>
        <w:tc>
          <w:tcPr>
            <w:tcW w:w="769" w:type="dxa"/>
            <w:vAlign w:val="center"/>
          </w:tcPr>
          <w:p w14:paraId="5BF8A6F1" w14:textId="77777777" w:rsidR="00E90DAF" w:rsidRDefault="008576D7">
            <w:r>
              <w:t>1</w:t>
            </w:r>
          </w:p>
        </w:tc>
        <w:tc>
          <w:tcPr>
            <w:tcW w:w="848" w:type="dxa"/>
            <w:vAlign w:val="center"/>
          </w:tcPr>
          <w:p w14:paraId="6D294B02" w14:textId="77777777" w:rsidR="00E90DAF" w:rsidRDefault="008576D7">
            <w:r>
              <w:t>16.128</w:t>
            </w:r>
          </w:p>
        </w:tc>
        <w:tc>
          <w:tcPr>
            <w:tcW w:w="848" w:type="dxa"/>
            <w:vAlign w:val="center"/>
          </w:tcPr>
          <w:p w14:paraId="642F754C" w14:textId="77777777" w:rsidR="00E90DAF" w:rsidRDefault="008576D7">
            <w:r>
              <w:t>16.128</w:t>
            </w:r>
          </w:p>
        </w:tc>
        <w:tc>
          <w:tcPr>
            <w:tcW w:w="781" w:type="dxa"/>
            <w:vAlign w:val="center"/>
          </w:tcPr>
          <w:p w14:paraId="0BB3E245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0EFC15A2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77D6B3E7" w14:textId="77777777" w:rsidR="00E90DAF" w:rsidRDefault="00E90DAF"/>
        </w:tc>
        <w:tc>
          <w:tcPr>
            <w:tcW w:w="916" w:type="dxa"/>
            <w:vAlign w:val="center"/>
          </w:tcPr>
          <w:p w14:paraId="02C08CC6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2FE5321E" w14:textId="77777777" w:rsidR="00E90DAF" w:rsidRDefault="008576D7">
            <w:r>
              <w:t>0.400</w:t>
            </w:r>
          </w:p>
        </w:tc>
      </w:tr>
      <w:tr w:rsidR="00E90DAF" w14:paraId="581D9EC0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1E28C618" w14:textId="77777777" w:rsidR="00E90DAF" w:rsidRDefault="008576D7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1D4443CA" w14:textId="77777777" w:rsidR="00E90DAF" w:rsidRDefault="008576D7">
            <w:r>
              <w:t>156.114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5EE95148" w14:textId="77777777" w:rsidR="00E90DAF" w:rsidRDefault="008576D7">
            <w:r>
              <w:t>朝向综合遮阳系数</w:t>
            </w:r>
          </w:p>
        </w:tc>
        <w:tc>
          <w:tcPr>
            <w:tcW w:w="916" w:type="dxa"/>
            <w:vAlign w:val="center"/>
          </w:tcPr>
          <w:p w14:paraId="37E01A23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2B578888" w14:textId="77777777" w:rsidR="00E90DAF" w:rsidRDefault="008576D7">
            <w:r>
              <w:t>0.400</w:t>
            </w:r>
          </w:p>
        </w:tc>
      </w:tr>
    </w:tbl>
    <w:p w14:paraId="03600152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51F6AE7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E90DAF" w14:paraId="6AA2B781" w14:textId="77777777">
        <w:tc>
          <w:tcPr>
            <w:tcW w:w="656" w:type="dxa"/>
            <w:shd w:val="clear" w:color="auto" w:fill="E6E6E6"/>
            <w:vAlign w:val="center"/>
          </w:tcPr>
          <w:p w14:paraId="7154D7A9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5EE273FD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3088AC05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63C0001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6D8E514" w14:textId="77777777" w:rsidR="00E90DAF" w:rsidRDefault="008576D7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9D90B62" w14:textId="77777777" w:rsidR="00E90DAF" w:rsidRDefault="008576D7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66965D48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1857337" w14:textId="77777777" w:rsidR="00E90DAF" w:rsidRDefault="008576D7"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7A1D993" w14:textId="77777777" w:rsidR="00E90DAF" w:rsidRDefault="008576D7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724B903" w14:textId="77777777" w:rsidR="00E90DAF" w:rsidRDefault="008576D7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66DA9568" w14:textId="77777777" w:rsidR="00E90DAF" w:rsidRDefault="008576D7">
            <w:pPr>
              <w:jc w:val="center"/>
            </w:pPr>
            <w:r>
              <w:t>综合遮阳系数</w:t>
            </w:r>
          </w:p>
        </w:tc>
      </w:tr>
      <w:tr w:rsidR="00E90DAF" w14:paraId="71902053" w14:textId="77777777">
        <w:tc>
          <w:tcPr>
            <w:tcW w:w="656" w:type="dxa"/>
            <w:vAlign w:val="center"/>
          </w:tcPr>
          <w:p w14:paraId="7F66D24F" w14:textId="77777777" w:rsidR="00E90DAF" w:rsidRDefault="008576D7">
            <w:r>
              <w:t>1</w:t>
            </w:r>
          </w:p>
        </w:tc>
        <w:tc>
          <w:tcPr>
            <w:tcW w:w="888" w:type="dxa"/>
            <w:vAlign w:val="center"/>
          </w:tcPr>
          <w:p w14:paraId="269F29F8" w14:textId="77777777" w:rsidR="00E90DAF" w:rsidRDefault="00E90DAF"/>
        </w:tc>
        <w:tc>
          <w:tcPr>
            <w:tcW w:w="769" w:type="dxa"/>
            <w:vAlign w:val="center"/>
          </w:tcPr>
          <w:p w14:paraId="4319DFF1" w14:textId="77777777" w:rsidR="00E90DAF" w:rsidRDefault="008576D7">
            <w:r>
              <w:t>1~3</w:t>
            </w:r>
          </w:p>
        </w:tc>
        <w:tc>
          <w:tcPr>
            <w:tcW w:w="769" w:type="dxa"/>
            <w:vAlign w:val="center"/>
          </w:tcPr>
          <w:p w14:paraId="52B0FA04" w14:textId="77777777" w:rsidR="00E90DAF" w:rsidRDefault="008576D7">
            <w:r>
              <w:t>39</w:t>
            </w:r>
          </w:p>
        </w:tc>
        <w:tc>
          <w:tcPr>
            <w:tcW w:w="848" w:type="dxa"/>
            <w:vAlign w:val="center"/>
          </w:tcPr>
          <w:p w14:paraId="6A7440A5" w14:textId="77777777" w:rsidR="00E90DAF" w:rsidRDefault="008576D7">
            <w:r>
              <w:t>2.520</w:t>
            </w:r>
          </w:p>
        </w:tc>
        <w:tc>
          <w:tcPr>
            <w:tcW w:w="848" w:type="dxa"/>
            <w:vAlign w:val="center"/>
          </w:tcPr>
          <w:p w14:paraId="08E0E7F1" w14:textId="77777777" w:rsidR="00E90DAF" w:rsidRDefault="008576D7">
            <w:r>
              <w:t>98.280</w:t>
            </w:r>
          </w:p>
        </w:tc>
        <w:tc>
          <w:tcPr>
            <w:tcW w:w="781" w:type="dxa"/>
            <w:vAlign w:val="center"/>
          </w:tcPr>
          <w:p w14:paraId="372EAE8A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14EAC17F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0D0DE50E" w14:textId="77777777" w:rsidR="00E90DAF" w:rsidRDefault="00E90DAF"/>
        </w:tc>
        <w:tc>
          <w:tcPr>
            <w:tcW w:w="916" w:type="dxa"/>
            <w:vAlign w:val="center"/>
          </w:tcPr>
          <w:p w14:paraId="6918FB3D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7E6B32FD" w14:textId="77777777" w:rsidR="00E90DAF" w:rsidRDefault="008576D7">
            <w:r>
              <w:t>0.400</w:t>
            </w:r>
          </w:p>
        </w:tc>
      </w:tr>
      <w:tr w:rsidR="00E90DAF" w14:paraId="1169A4B6" w14:textId="77777777">
        <w:tc>
          <w:tcPr>
            <w:tcW w:w="656" w:type="dxa"/>
            <w:vAlign w:val="center"/>
          </w:tcPr>
          <w:p w14:paraId="4134F947" w14:textId="77777777" w:rsidR="00E90DAF" w:rsidRDefault="008576D7">
            <w:r>
              <w:t>2</w:t>
            </w:r>
          </w:p>
        </w:tc>
        <w:tc>
          <w:tcPr>
            <w:tcW w:w="888" w:type="dxa"/>
            <w:vAlign w:val="center"/>
          </w:tcPr>
          <w:p w14:paraId="284BECA4" w14:textId="77777777" w:rsidR="00E90DAF" w:rsidRDefault="00E90DAF"/>
        </w:tc>
        <w:tc>
          <w:tcPr>
            <w:tcW w:w="769" w:type="dxa"/>
            <w:vAlign w:val="center"/>
          </w:tcPr>
          <w:p w14:paraId="03C20CE0" w14:textId="77777777" w:rsidR="00E90DAF" w:rsidRDefault="008576D7">
            <w:r>
              <w:t>1~2</w:t>
            </w:r>
          </w:p>
        </w:tc>
        <w:tc>
          <w:tcPr>
            <w:tcW w:w="769" w:type="dxa"/>
            <w:vAlign w:val="center"/>
          </w:tcPr>
          <w:p w14:paraId="467490D1" w14:textId="77777777" w:rsidR="00E90DAF" w:rsidRDefault="008576D7">
            <w:r>
              <w:t>2</w:t>
            </w:r>
          </w:p>
        </w:tc>
        <w:tc>
          <w:tcPr>
            <w:tcW w:w="848" w:type="dxa"/>
            <w:vAlign w:val="center"/>
          </w:tcPr>
          <w:p w14:paraId="00E4788C" w14:textId="77777777" w:rsidR="00E90DAF" w:rsidRDefault="008576D7">
            <w:r>
              <w:t>6.552</w:t>
            </w:r>
          </w:p>
        </w:tc>
        <w:tc>
          <w:tcPr>
            <w:tcW w:w="848" w:type="dxa"/>
            <w:vAlign w:val="center"/>
          </w:tcPr>
          <w:p w14:paraId="57F1456F" w14:textId="77777777" w:rsidR="00E90DAF" w:rsidRDefault="008576D7">
            <w:r>
              <w:t>13.104</w:t>
            </w:r>
          </w:p>
        </w:tc>
        <w:tc>
          <w:tcPr>
            <w:tcW w:w="781" w:type="dxa"/>
            <w:vAlign w:val="center"/>
          </w:tcPr>
          <w:p w14:paraId="5E01A477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000F592D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67DCD50F" w14:textId="77777777" w:rsidR="00E90DAF" w:rsidRDefault="00E90DAF"/>
        </w:tc>
        <w:tc>
          <w:tcPr>
            <w:tcW w:w="916" w:type="dxa"/>
            <w:vAlign w:val="center"/>
          </w:tcPr>
          <w:p w14:paraId="1DE685C2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2FA61468" w14:textId="77777777" w:rsidR="00E90DAF" w:rsidRDefault="008576D7">
            <w:r>
              <w:t>0.400</w:t>
            </w:r>
          </w:p>
        </w:tc>
      </w:tr>
      <w:tr w:rsidR="00E90DAF" w14:paraId="6587282E" w14:textId="77777777">
        <w:tc>
          <w:tcPr>
            <w:tcW w:w="656" w:type="dxa"/>
            <w:vAlign w:val="center"/>
          </w:tcPr>
          <w:p w14:paraId="1CE0A62C" w14:textId="77777777" w:rsidR="00E90DAF" w:rsidRDefault="008576D7">
            <w:r>
              <w:t>3</w:t>
            </w:r>
          </w:p>
        </w:tc>
        <w:tc>
          <w:tcPr>
            <w:tcW w:w="888" w:type="dxa"/>
            <w:vAlign w:val="center"/>
          </w:tcPr>
          <w:p w14:paraId="7153A778" w14:textId="77777777" w:rsidR="00E90DAF" w:rsidRDefault="00E90DAF"/>
        </w:tc>
        <w:tc>
          <w:tcPr>
            <w:tcW w:w="769" w:type="dxa"/>
            <w:vAlign w:val="center"/>
          </w:tcPr>
          <w:p w14:paraId="314C9D5B" w14:textId="77777777" w:rsidR="00E90DAF" w:rsidRDefault="008576D7">
            <w:r>
              <w:t>2~3</w:t>
            </w:r>
          </w:p>
        </w:tc>
        <w:tc>
          <w:tcPr>
            <w:tcW w:w="769" w:type="dxa"/>
            <w:vAlign w:val="center"/>
          </w:tcPr>
          <w:p w14:paraId="633D8226" w14:textId="77777777" w:rsidR="00E90DAF" w:rsidRDefault="008576D7">
            <w:r>
              <w:t>2</w:t>
            </w:r>
          </w:p>
        </w:tc>
        <w:tc>
          <w:tcPr>
            <w:tcW w:w="848" w:type="dxa"/>
            <w:vAlign w:val="center"/>
          </w:tcPr>
          <w:p w14:paraId="49B6E0B1" w14:textId="77777777" w:rsidR="00E90DAF" w:rsidRDefault="008576D7">
            <w:r>
              <w:t>8.106</w:t>
            </w:r>
          </w:p>
        </w:tc>
        <w:tc>
          <w:tcPr>
            <w:tcW w:w="848" w:type="dxa"/>
            <w:vAlign w:val="center"/>
          </w:tcPr>
          <w:p w14:paraId="07D6CDEE" w14:textId="77777777" w:rsidR="00E90DAF" w:rsidRDefault="008576D7">
            <w:r>
              <w:t>16.212</w:t>
            </w:r>
          </w:p>
        </w:tc>
        <w:tc>
          <w:tcPr>
            <w:tcW w:w="781" w:type="dxa"/>
            <w:vAlign w:val="center"/>
          </w:tcPr>
          <w:p w14:paraId="56A6DEF4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5AC41905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3000C19D" w14:textId="77777777" w:rsidR="00E90DAF" w:rsidRDefault="00E90DAF"/>
        </w:tc>
        <w:tc>
          <w:tcPr>
            <w:tcW w:w="916" w:type="dxa"/>
            <w:vAlign w:val="center"/>
          </w:tcPr>
          <w:p w14:paraId="281073FC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1A3E5D1F" w14:textId="77777777" w:rsidR="00E90DAF" w:rsidRDefault="008576D7">
            <w:r>
              <w:t>0.400</w:t>
            </w:r>
          </w:p>
        </w:tc>
      </w:tr>
      <w:tr w:rsidR="00E90DAF" w14:paraId="4977500A" w14:textId="77777777">
        <w:tc>
          <w:tcPr>
            <w:tcW w:w="656" w:type="dxa"/>
            <w:vAlign w:val="center"/>
          </w:tcPr>
          <w:p w14:paraId="0D1D5637" w14:textId="77777777" w:rsidR="00E90DAF" w:rsidRDefault="008576D7">
            <w:r>
              <w:t>4</w:t>
            </w:r>
          </w:p>
        </w:tc>
        <w:tc>
          <w:tcPr>
            <w:tcW w:w="888" w:type="dxa"/>
            <w:vAlign w:val="center"/>
          </w:tcPr>
          <w:p w14:paraId="398125DE" w14:textId="77777777" w:rsidR="00E90DAF" w:rsidRDefault="00E90DAF"/>
        </w:tc>
        <w:tc>
          <w:tcPr>
            <w:tcW w:w="769" w:type="dxa"/>
            <w:vAlign w:val="center"/>
          </w:tcPr>
          <w:p w14:paraId="2A967DBB" w14:textId="77777777" w:rsidR="00E90DAF" w:rsidRDefault="008576D7">
            <w:r>
              <w:t>2</w:t>
            </w:r>
          </w:p>
        </w:tc>
        <w:tc>
          <w:tcPr>
            <w:tcW w:w="769" w:type="dxa"/>
            <w:vAlign w:val="center"/>
          </w:tcPr>
          <w:p w14:paraId="6A623EBB" w14:textId="77777777" w:rsidR="00E90DAF" w:rsidRDefault="008576D7">
            <w:r>
              <w:t>1</w:t>
            </w:r>
          </w:p>
        </w:tc>
        <w:tc>
          <w:tcPr>
            <w:tcW w:w="848" w:type="dxa"/>
            <w:vAlign w:val="center"/>
          </w:tcPr>
          <w:p w14:paraId="560D76EE" w14:textId="77777777" w:rsidR="00E90DAF" w:rsidRDefault="008576D7">
            <w:r>
              <w:t>6.551</w:t>
            </w:r>
          </w:p>
        </w:tc>
        <w:tc>
          <w:tcPr>
            <w:tcW w:w="848" w:type="dxa"/>
            <w:vAlign w:val="center"/>
          </w:tcPr>
          <w:p w14:paraId="5D9870FC" w14:textId="77777777" w:rsidR="00E90DAF" w:rsidRDefault="008576D7">
            <w:r>
              <w:t>6.551</w:t>
            </w:r>
          </w:p>
        </w:tc>
        <w:tc>
          <w:tcPr>
            <w:tcW w:w="781" w:type="dxa"/>
            <w:vAlign w:val="center"/>
          </w:tcPr>
          <w:p w14:paraId="3C335C4C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1968A6E7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5ED7B6D8" w14:textId="77777777" w:rsidR="00E90DAF" w:rsidRDefault="00E90DAF"/>
        </w:tc>
        <w:tc>
          <w:tcPr>
            <w:tcW w:w="916" w:type="dxa"/>
            <w:vAlign w:val="center"/>
          </w:tcPr>
          <w:p w14:paraId="148E6EE3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3740BBF4" w14:textId="77777777" w:rsidR="00E90DAF" w:rsidRDefault="008576D7">
            <w:r>
              <w:t>0.400</w:t>
            </w:r>
          </w:p>
        </w:tc>
      </w:tr>
      <w:tr w:rsidR="00E90DAF" w14:paraId="4FEBAE35" w14:textId="77777777">
        <w:tc>
          <w:tcPr>
            <w:tcW w:w="656" w:type="dxa"/>
            <w:vAlign w:val="center"/>
          </w:tcPr>
          <w:p w14:paraId="014665A8" w14:textId="77777777" w:rsidR="00E90DAF" w:rsidRDefault="008576D7">
            <w:r>
              <w:t>5</w:t>
            </w:r>
          </w:p>
        </w:tc>
        <w:tc>
          <w:tcPr>
            <w:tcW w:w="888" w:type="dxa"/>
            <w:vAlign w:val="center"/>
          </w:tcPr>
          <w:p w14:paraId="04B67F3A" w14:textId="77777777" w:rsidR="00E90DAF" w:rsidRDefault="00E90DAF"/>
        </w:tc>
        <w:tc>
          <w:tcPr>
            <w:tcW w:w="769" w:type="dxa"/>
            <w:vAlign w:val="center"/>
          </w:tcPr>
          <w:p w14:paraId="683B9974" w14:textId="77777777" w:rsidR="00E90DAF" w:rsidRDefault="008576D7">
            <w:r>
              <w:t>2~3</w:t>
            </w:r>
          </w:p>
        </w:tc>
        <w:tc>
          <w:tcPr>
            <w:tcW w:w="769" w:type="dxa"/>
            <w:vAlign w:val="center"/>
          </w:tcPr>
          <w:p w14:paraId="517AE41E" w14:textId="77777777" w:rsidR="00E90DAF" w:rsidRDefault="008576D7">
            <w:r>
              <w:t>2</w:t>
            </w:r>
          </w:p>
        </w:tc>
        <w:tc>
          <w:tcPr>
            <w:tcW w:w="848" w:type="dxa"/>
            <w:vAlign w:val="center"/>
          </w:tcPr>
          <w:p w14:paraId="728E3FD7" w14:textId="77777777" w:rsidR="00E90DAF" w:rsidRDefault="008576D7">
            <w:r>
              <w:t>12.390</w:t>
            </w:r>
          </w:p>
        </w:tc>
        <w:tc>
          <w:tcPr>
            <w:tcW w:w="848" w:type="dxa"/>
            <w:vAlign w:val="center"/>
          </w:tcPr>
          <w:p w14:paraId="56341F5A" w14:textId="77777777" w:rsidR="00E90DAF" w:rsidRDefault="008576D7">
            <w:r>
              <w:t>24.780</w:t>
            </w:r>
          </w:p>
        </w:tc>
        <w:tc>
          <w:tcPr>
            <w:tcW w:w="781" w:type="dxa"/>
            <w:vAlign w:val="center"/>
          </w:tcPr>
          <w:p w14:paraId="28A3B077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2AB586DF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1103D0FD" w14:textId="77777777" w:rsidR="00E90DAF" w:rsidRDefault="00E90DAF"/>
        </w:tc>
        <w:tc>
          <w:tcPr>
            <w:tcW w:w="916" w:type="dxa"/>
            <w:vAlign w:val="center"/>
          </w:tcPr>
          <w:p w14:paraId="5A752152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5A8C3575" w14:textId="77777777" w:rsidR="00E90DAF" w:rsidRDefault="008576D7">
            <w:r>
              <w:t>0.400</w:t>
            </w:r>
          </w:p>
        </w:tc>
      </w:tr>
      <w:tr w:rsidR="00E90DAF" w14:paraId="2D159820" w14:textId="77777777">
        <w:tc>
          <w:tcPr>
            <w:tcW w:w="656" w:type="dxa"/>
            <w:vAlign w:val="center"/>
          </w:tcPr>
          <w:p w14:paraId="1F8705E4" w14:textId="77777777" w:rsidR="00E90DAF" w:rsidRDefault="008576D7">
            <w:r>
              <w:t>6</w:t>
            </w:r>
          </w:p>
        </w:tc>
        <w:tc>
          <w:tcPr>
            <w:tcW w:w="888" w:type="dxa"/>
            <w:vAlign w:val="center"/>
          </w:tcPr>
          <w:p w14:paraId="19F9BF1E" w14:textId="77777777" w:rsidR="00E90DAF" w:rsidRDefault="00E90DAF"/>
        </w:tc>
        <w:tc>
          <w:tcPr>
            <w:tcW w:w="769" w:type="dxa"/>
            <w:vAlign w:val="center"/>
          </w:tcPr>
          <w:p w14:paraId="1D2599B9" w14:textId="77777777" w:rsidR="00E90DAF" w:rsidRDefault="008576D7">
            <w:r>
              <w:t>3</w:t>
            </w:r>
          </w:p>
        </w:tc>
        <w:tc>
          <w:tcPr>
            <w:tcW w:w="769" w:type="dxa"/>
            <w:vAlign w:val="center"/>
          </w:tcPr>
          <w:p w14:paraId="46870E0C" w14:textId="77777777" w:rsidR="00E90DAF" w:rsidRDefault="008576D7">
            <w:r>
              <w:t>1</w:t>
            </w:r>
          </w:p>
        </w:tc>
        <w:tc>
          <w:tcPr>
            <w:tcW w:w="848" w:type="dxa"/>
            <w:vAlign w:val="center"/>
          </w:tcPr>
          <w:p w14:paraId="4632B2E8" w14:textId="77777777" w:rsidR="00E90DAF" w:rsidRDefault="008576D7">
            <w:r>
              <w:t>6.531</w:t>
            </w:r>
          </w:p>
        </w:tc>
        <w:tc>
          <w:tcPr>
            <w:tcW w:w="848" w:type="dxa"/>
            <w:vAlign w:val="center"/>
          </w:tcPr>
          <w:p w14:paraId="2206523D" w14:textId="77777777" w:rsidR="00E90DAF" w:rsidRDefault="008576D7">
            <w:r>
              <w:t>6.531</w:t>
            </w:r>
          </w:p>
        </w:tc>
        <w:tc>
          <w:tcPr>
            <w:tcW w:w="781" w:type="dxa"/>
            <w:vAlign w:val="center"/>
          </w:tcPr>
          <w:p w14:paraId="678DAD79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4144E774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0B702795" w14:textId="77777777" w:rsidR="00E90DAF" w:rsidRDefault="00E90DAF"/>
        </w:tc>
        <w:tc>
          <w:tcPr>
            <w:tcW w:w="916" w:type="dxa"/>
            <w:vAlign w:val="center"/>
          </w:tcPr>
          <w:p w14:paraId="68AB3BD2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0C22C614" w14:textId="77777777" w:rsidR="00E90DAF" w:rsidRDefault="008576D7">
            <w:r>
              <w:t>0.400</w:t>
            </w:r>
          </w:p>
        </w:tc>
      </w:tr>
      <w:tr w:rsidR="00E90DAF" w14:paraId="3BE7B91D" w14:textId="77777777">
        <w:tc>
          <w:tcPr>
            <w:tcW w:w="656" w:type="dxa"/>
            <w:vAlign w:val="center"/>
          </w:tcPr>
          <w:p w14:paraId="3079D992" w14:textId="77777777" w:rsidR="00E90DAF" w:rsidRDefault="008576D7">
            <w:r>
              <w:t>7</w:t>
            </w:r>
          </w:p>
        </w:tc>
        <w:tc>
          <w:tcPr>
            <w:tcW w:w="888" w:type="dxa"/>
            <w:vAlign w:val="center"/>
          </w:tcPr>
          <w:p w14:paraId="4D9C76A0" w14:textId="77777777" w:rsidR="00E90DAF" w:rsidRDefault="00E90DAF"/>
        </w:tc>
        <w:tc>
          <w:tcPr>
            <w:tcW w:w="769" w:type="dxa"/>
            <w:vAlign w:val="center"/>
          </w:tcPr>
          <w:p w14:paraId="067FC7FF" w14:textId="77777777" w:rsidR="00E90DAF" w:rsidRDefault="008576D7">
            <w:r>
              <w:t>3</w:t>
            </w:r>
          </w:p>
        </w:tc>
        <w:tc>
          <w:tcPr>
            <w:tcW w:w="769" w:type="dxa"/>
            <w:vAlign w:val="center"/>
          </w:tcPr>
          <w:p w14:paraId="6F283C61" w14:textId="77777777" w:rsidR="00E90DAF" w:rsidRDefault="008576D7">
            <w:r>
              <w:t>1</w:t>
            </w:r>
          </w:p>
        </w:tc>
        <w:tc>
          <w:tcPr>
            <w:tcW w:w="848" w:type="dxa"/>
            <w:vAlign w:val="center"/>
          </w:tcPr>
          <w:p w14:paraId="75A13EA9" w14:textId="77777777" w:rsidR="00E90DAF" w:rsidRDefault="008576D7">
            <w:r>
              <w:t>17.472</w:t>
            </w:r>
          </w:p>
        </w:tc>
        <w:tc>
          <w:tcPr>
            <w:tcW w:w="848" w:type="dxa"/>
            <w:vAlign w:val="center"/>
          </w:tcPr>
          <w:p w14:paraId="45EDC91D" w14:textId="77777777" w:rsidR="00E90DAF" w:rsidRDefault="008576D7">
            <w:r>
              <w:t>17.472</w:t>
            </w:r>
          </w:p>
        </w:tc>
        <w:tc>
          <w:tcPr>
            <w:tcW w:w="781" w:type="dxa"/>
            <w:vAlign w:val="center"/>
          </w:tcPr>
          <w:p w14:paraId="4E4930C8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68E13AED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239E80DF" w14:textId="77777777" w:rsidR="00E90DAF" w:rsidRDefault="00E90DAF"/>
        </w:tc>
        <w:tc>
          <w:tcPr>
            <w:tcW w:w="916" w:type="dxa"/>
            <w:vAlign w:val="center"/>
          </w:tcPr>
          <w:p w14:paraId="12C2BEA3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54181B9A" w14:textId="77777777" w:rsidR="00E90DAF" w:rsidRDefault="008576D7">
            <w:r>
              <w:t>0.400</w:t>
            </w:r>
          </w:p>
        </w:tc>
      </w:tr>
      <w:tr w:rsidR="00E90DAF" w14:paraId="0051C00D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43B56307" w14:textId="77777777" w:rsidR="00E90DAF" w:rsidRDefault="008576D7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20A4E70D" w14:textId="77777777" w:rsidR="00E90DAF" w:rsidRDefault="008576D7">
            <w:r>
              <w:t>182.930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71409996" w14:textId="77777777" w:rsidR="00E90DAF" w:rsidRDefault="008576D7">
            <w:r>
              <w:t>朝向综合遮阳系数</w:t>
            </w:r>
          </w:p>
        </w:tc>
        <w:tc>
          <w:tcPr>
            <w:tcW w:w="916" w:type="dxa"/>
            <w:vAlign w:val="center"/>
          </w:tcPr>
          <w:p w14:paraId="565114B7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7F9488D1" w14:textId="77777777" w:rsidR="00E90DAF" w:rsidRDefault="008576D7">
            <w:r>
              <w:t>0.400</w:t>
            </w:r>
          </w:p>
        </w:tc>
      </w:tr>
    </w:tbl>
    <w:p w14:paraId="5B416B98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7C97AE3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E90DAF" w14:paraId="291ED9CB" w14:textId="77777777">
        <w:tc>
          <w:tcPr>
            <w:tcW w:w="656" w:type="dxa"/>
            <w:shd w:val="clear" w:color="auto" w:fill="E6E6E6"/>
            <w:vAlign w:val="center"/>
          </w:tcPr>
          <w:p w14:paraId="077C486F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45F38871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2AC620C8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DE4684F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E825566" w14:textId="77777777" w:rsidR="00E90DAF" w:rsidRDefault="008576D7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912F476" w14:textId="77777777" w:rsidR="00E90DAF" w:rsidRDefault="008576D7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27391482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3D47732" w14:textId="77777777" w:rsidR="00E90DAF" w:rsidRDefault="008576D7"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8EDAD4E" w14:textId="77777777" w:rsidR="00E90DAF" w:rsidRDefault="008576D7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711E51A4" w14:textId="77777777" w:rsidR="00E90DAF" w:rsidRDefault="008576D7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32EE548" w14:textId="77777777" w:rsidR="00E90DAF" w:rsidRDefault="008576D7">
            <w:pPr>
              <w:jc w:val="center"/>
            </w:pPr>
            <w:r>
              <w:t>综合遮阳系数</w:t>
            </w:r>
          </w:p>
        </w:tc>
      </w:tr>
      <w:tr w:rsidR="00E90DAF" w14:paraId="62449088" w14:textId="77777777">
        <w:tc>
          <w:tcPr>
            <w:tcW w:w="656" w:type="dxa"/>
            <w:vAlign w:val="center"/>
          </w:tcPr>
          <w:p w14:paraId="1F960409" w14:textId="77777777" w:rsidR="00E90DAF" w:rsidRDefault="008576D7">
            <w:r>
              <w:t>1</w:t>
            </w:r>
          </w:p>
        </w:tc>
        <w:tc>
          <w:tcPr>
            <w:tcW w:w="888" w:type="dxa"/>
            <w:vAlign w:val="center"/>
          </w:tcPr>
          <w:p w14:paraId="59258517" w14:textId="77777777" w:rsidR="00E90DAF" w:rsidRDefault="00E90DAF"/>
        </w:tc>
        <w:tc>
          <w:tcPr>
            <w:tcW w:w="769" w:type="dxa"/>
            <w:vAlign w:val="center"/>
          </w:tcPr>
          <w:p w14:paraId="0F6FA990" w14:textId="77777777" w:rsidR="00E90DAF" w:rsidRDefault="008576D7">
            <w:r>
              <w:t>1</w:t>
            </w:r>
          </w:p>
        </w:tc>
        <w:tc>
          <w:tcPr>
            <w:tcW w:w="769" w:type="dxa"/>
            <w:vAlign w:val="center"/>
          </w:tcPr>
          <w:p w14:paraId="49C8A37F" w14:textId="77777777" w:rsidR="00E90DAF" w:rsidRDefault="008576D7">
            <w:r>
              <w:t>1</w:t>
            </w:r>
          </w:p>
        </w:tc>
        <w:tc>
          <w:tcPr>
            <w:tcW w:w="848" w:type="dxa"/>
            <w:vAlign w:val="center"/>
          </w:tcPr>
          <w:p w14:paraId="31352318" w14:textId="77777777" w:rsidR="00E90DAF" w:rsidRDefault="008576D7">
            <w:r>
              <w:t>6.993</w:t>
            </w:r>
          </w:p>
        </w:tc>
        <w:tc>
          <w:tcPr>
            <w:tcW w:w="848" w:type="dxa"/>
            <w:vAlign w:val="center"/>
          </w:tcPr>
          <w:p w14:paraId="5E900F08" w14:textId="77777777" w:rsidR="00E90DAF" w:rsidRDefault="008576D7">
            <w:r>
              <w:t>6.993</w:t>
            </w:r>
          </w:p>
        </w:tc>
        <w:tc>
          <w:tcPr>
            <w:tcW w:w="781" w:type="dxa"/>
            <w:vAlign w:val="center"/>
          </w:tcPr>
          <w:p w14:paraId="579D9267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530653DB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34CBDB9D" w14:textId="77777777" w:rsidR="00E90DAF" w:rsidRDefault="00E90DAF"/>
        </w:tc>
        <w:tc>
          <w:tcPr>
            <w:tcW w:w="916" w:type="dxa"/>
            <w:vAlign w:val="center"/>
          </w:tcPr>
          <w:p w14:paraId="0BB4F4D3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3820ED83" w14:textId="77777777" w:rsidR="00E90DAF" w:rsidRDefault="008576D7">
            <w:r>
              <w:t>0.400</w:t>
            </w:r>
          </w:p>
        </w:tc>
      </w:tr>
      <w:tr w:rsidR="00E90DAF" w14:paraId="1D7DD375" w14:textId="77777777">
        <w:tc>
          <w:tcPr>
            <w:tcW w:w="656" w:type="dxa"/>
            <w:vAlign w:val="center"/>
          </w:tcPr>
          <w:p w14:paraId="7B69985B" w14:textId="77777777" w:rsidR="00E90DAF" w:rsidRDefault="008576D7">
            <w:r>
              <w:t>2</w:t>
            </w:r>
          </w:p>
        </w:tc>
        <w:tc>
          <w:tcPr>
            <w:tcW w:w="888" w:type="dxa"/>
            <w:vAlign w:val="center"/>
          </w:tcPr>
          <w:p w14:paraId="1D06CAEE" w14:textId="77777777" w:rsidR="00E90DAF" w:rsidRDefault="00E90DAF"/>
        </w:tc>
        <w:tc>
          <w:tcPr>
            <w:tcW w:w="769" w:type="dxa"/>
            <w:vAlign w:val="center"/>
          </w:tcPr>
          <w:p w14:paraId="28A3C748" w14:textId="77777777" w:rsidR="00E90DAF" w:rsidRDefault="008576D7">
            <w:r>
              <w:t>1~3</w:t>
            </w:r>
          </w:p>
        </w:tc>
        <w:tc>
          <w:tcPr>
            <w:tcW w:w="769" w:type="dxa"/>
            <w:vAlign w:val="center"/>
          </w:tcPr>
          <w:p w14:paraId="2E20DF30" w14:textId="77777777" w:rsidR="00E90DAF" w:rsidRDefault="008576D7">
            <w:r>
              <w:t>36</w:t>
            </w:r>
          </w:p>
        </w:tc>
        <w:tc>
          <w:tcPr>
            <w:tcW w:w="848" w:type="dxa"/>
            <w:vAlign w:val="center"/>
          </w:tcPr>
          <w:p w14:paraId="3E1EF999" w14:textId="77777777" w:rsidR="00E90DAF" w:rsidRDefault="008576D7">
            <w:r>
              <w:t>2.520</w:t>
            </w:r>
          </w:p>
        </w:tc>
        <w:tc>
          <w:tcPr>
            <w:tcW w:w="848" w:type="dxa"/>
            <w:vAlign w:val="center"/>
          </w:tcPr>
          <w:p w14:paraId="455A2F29" w14:textId="77777777" w:rsidR="00E90DAF" w:rsidRDefault="008576D7">
            <w:r>
              <w:t>90.720</w:t>
            </w:r>
          </w:p>
        </w:tc>
        <w:tc>
          <w:tcPr>
            <w:tcW w:w="781" w:type="dxa"/>
            <w:vAlign w:val="center"/>
          </w:tcPr>
          <w:p w14:paraId="2FD003CC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5A2E8306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456555D2" w14:textId="77777777" w:rsidR="00E90DAF" w:rsidRDefault="00E90DAF"/>
        </w:tc>
        <w:tc>
          <w:tcPr>
            <w:tcW w:w="916" w:type="dxa"/>
            <w:vAlign w:val="center"/>
          </w:tcPr>
          <w:p w14:paraId="5B9A2E8E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44F8F28D" w14:textId="77777777" w:rsidR="00E90DAF" w:rsidRDefault="008576D7">
            <w:r>
              <w:t>0.400</w:t>
            </w:r>
          </w:p>
        </w:tc>
      </w:tr>
      <w:tr w:rsidR="00E90DAF" w14:paraId="5963162F" w14:textId="77777777">
        <w:tc>
          <w:tcPr>
            <w:tcW w:w="656" w:type="dxa"/>
            <w:vAlign w:val="center"/>
          </w:tcPr>
          <w:p w14:paraId="7F25E6DF" w14:textId="77777777" w:rsidR="00E90DAF" w:rsidRDefault="008576D7">
            <w:r>
              <w:t>3</w:t>
            </w:r>
          </w:p>
        </w:tc>
        <w:tc>
          <w:tcPr>
            <w:tcW w:w="888" w:type="dxa"/>
            <w:vAlign w:val="center"/>
          </w:tcPr>
          <w:p w14:paraId="6C170221" w14:textId="77777777" w:rsidR="00E90DAF" w:rsidRDefault="00E90DAF"/>
        </w:tc>
        <w:tc>
          <w:tcPr>
            <w:tcW w:w="769" w:type="dxa"/>
            <w:vAlign w:val="center"/>
          </w:tcPr>
          <w:p w14:paraId="49B9956A" w14:textId="77777777" w:rsidR="00E90DAF" w:rsidRDefault="008576D7">
            <w:r>
              <w:t>1~2</w:t>
            </w:r>
          </w:p>
        </w:tc>
        <w:tc>
          <w:tcPr>
            <w:tcW w:w="769" w:type="dxa"/>
            <w:vAlign w:val="center"/>
          </w:tcPr>
          <w:p w14:paraId="6FA5CCDC" w14:textId="77777777" w:rsidR="00E90DAF" w:rsidRDefault="008576D7">
            <w:r>
              <w:t>2</w:t>
            </w:r>
          </w:p>
        </w:tc>
        <w:tc>
          <w:tcPr>
            <w:tcW w:w="848" w:type="dxa"/>
            <w:vAlign w:val="center"/>
          </w:tcPr>
          <w:p w14:paraId="46B10D75" w14:textId="77777777" w:rsidR="00E90DAF" w:rsidRDefault="008576D7">
            <w:r>
              <w:t>6.552</w:t>
            </w:r>
          </w:p>
        </w:tc>
        <w:tc>
          <w:tcPr>
            <w:tcW w:w="848" w:type="dxa"/>
            <w:vAlign w:val="center"/>
          </w:tcPr>
          <w:p w14:paraId="115E0CF6" w14:textId="77777777" w:rsidR="00E90DAF" w:rsidRDefault="008576D7">
            <w:r>
              <w:t>13.104</w:t>
            </w:r>
          </w:p>
        </w:tc>
        <w:tc>
          <w:tcPr>
            <w:tcW w:w="781" w:type="dxa"/>
            <w:vAlign w:val="center"/>
          </w:tcPr>
          <w:p w14:paraId="6023E978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5CC091F5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62AC5D63" w14:textId="77777777" w:rsidR="00E90DAF" w:rsidRDefault="00E90DAF"/>
        </w:tc>
        <w:tc>
          <w:tcPr>
            <w:tcW w:w="916" w:type="dxa"/>
            <w:vAlign w:val="center"/>
          </w:tcPr>
          <w:p w14:paraId="098782B3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2EADB770" w14:textId="77777777" w:rsidR="00E90DAF" w:rsidRDefault="008576D7">
            <w:r>
              <w:t>0.400</w:t>
            </w:r>
          </w:p>
        </w:tc>
      </w:tr>
      <w:tr w:rsidR="00E90DAF" w14:paraId="616710F2" w14:textId="77777777">
        <w:tc>
          <w:tcPr>
            <w:tcW w:w="656" w:type="dxa"/>
            <w:vAlign w:val="center"/>
          </w:tcPr>
          <w:p w14:paraId="4956E263" w14:textId="77777777" w:rsidR="00E90DAF" w:rsidRDefault="008576D7">
            <w:r>
              <w:t>4</w:t>
            </w:r>
          </w:p>
        </w:tc>
        <w:tc>
          <w:tcPr>
            <w:tcW w:w="888" w:type="dxa"/>
            <w:vAlign w:val="center"/>
          </w:tcPr>
          <w:p w14:paraId="2537DD96" w14:textId="77777777" w:rsidR="00E90DAF" w:rsidRDefault="00E90DAF"/>
        </w:tc>
        <w:tc>
          <w:tcPr>
            <w:tcW w:w="769" w:type="dxa"/>
            <w:vAlign w:val="center"/>
          </w:tcPr>
          <w:p w14:paraId="6B3C935D" w14:textId="77777777" w:rsidR="00E90DAF" w:rsidRDefault="008576D7">
            <w:r>
              <w:t>2~3</w:t>
            </w:r>
          </w:p>
        </w:tc>
        <w:tc>
          <w:tcPr>
            <w:tcW w:w="769" w:type="dxa"/>
            <w:vAlign w:val="center"/>
          </w:tcPr>
          <w:p w14:paraId="0DEE48C1" w14:textId="77777777" w:rsidR="00E90DAF" w:rsidRDefault="008576D7">
            <w:r>
              <w:t>2</w:t>
            </w:r>
          </w:p>
        </w:tc>
        <w:tc>
          <w:tcPr>
            <w:tcW w:w="848" w:type="dxa"/>
            <w:vAlign w:val="center"/>
          </w:tcPr>
          <w:p w14:paraId="0969D23C" w14:textId="77777777" w:rsidR="00E90DAF" w:rsidRDefault="008576D7">
            <w:r>
              <w:t>17.304</w:t>
            </w:r>
          </w:p>
        </w:tc>
        <w:tc>
          <w:tcPr>
            <w:tcW w:w="848" w:type="dxa"/>
            <w:vAlign w:val="center"/>
          </w:tcPr>
          <w:p w14:paraId="3BB2EB2A" w14:textId="77777777" w:rsidR="00E90DAF" w:rsidRDefault="008576D7">
            <w:r>
              <w:t>34.608</w:t>
            </w:r>
          </w:p>
        </w:tc>
        <w:tc>
          <w:tcPr>
            <w:tcW w:w="781" w:type="dxa"/>
            <w:vAlign w:val="center"/>
          </w:tcPr>
          <w:p w14:paraId="59F479E8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12F59658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7295785F" w14:textId="77777777" w:rsidR="00E90DAF" w:rsidRDefault="00E90DAF"/>
        </w:tc>
        <w:tc>
          <w:tcPr>
            <w:tcW w:w="916" w:type="dxa"/>
            <w:vAlign w:val="center"/>
          </w:tcPr>
          <w:p w14:paraId="6B37BC83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5447CBEC" w14:textId="77777777" w:rsidR="00E90DAF" w:rsidRDefault="008576D7">
            <w:r>
              <w:t>0.400</w:t>
            </w:r>
          </w:p>
        </w:tc>
      </w:tr>
      <w:tr w:rsidR="00E90DAF" w14:paraId="02D9EBE7" w14:textId="77777777">
        <w:tc>
          <w:tcPr>
            <w:tcW w:w="656" w:type="dxa"/>
            <w:vAlign w:val="center"/>
          </w:tcPr>
          <w:p w14:paraId="4A02098D" w14:textId="77777777" w:rsidR="00E90DAF" w:rsidRDefault="008576D7">
            <w:r>
              <w:t>5</w:t>
            </w:r>
          </w:p>
        </w:tc>
        <w:tc>
          <w:tcPr>
            <w:tcW w:w="888" w:type="dxa"/>
            <w:vAlign w:val="center"/>
          </w:tcPr>
          <w:p w14:paraId="4B3546CE" w14:textId="77777777" w:rsidR="00E90DAF" w:rsidRDefault="00E90DAF"/>
        </w:tc>
        <w:tc>
          <w:tcPr>
            <w:tcW w:w="769" w:type="dxa"/>
            <w:vAlign w:val="center"/>
          </w:tcPr>
          <w:p w14:paraId="55EA2BD8" w14:textId="77777777" w:rsidR="00E90DAF" w:rsidRDefault="008576D7">
            <w:r>
              <w:t>3</w:t>
            </w:r>
          </w:p>
        </w:tc>
        <w:tc>
          <w:tcPr>
            <w:tcW w:w="769" w:type="dxa"/>
            <w:vAlign w:val="center"/>
          </w:tcPr>
          <w:p w14:paraId="13A0E399" w14:textId="77777777" w:rsidR="00E90DAF" w:rsidRDefault="008576D7">
            <w:r>
              <w:t>1</w:t>
            </w:r>
          </w:p>
        </w:tc>
        <w:tc>
          <w:tcPr>
            <w:tcW w:w="848" w:type="dxa"/>
            <w:vAlign w:val="center"/>
          </w:tcPr>
          <w:p w14:paraId="1E482E2A" w14:textId="77777777" w:rsidR="00E90DAF" w:rsidRDefault="008576D7">
            <w:r>
              <w:t>17.472</w:t>
            </w:r>
          </w:p>
        </w:tc>
        <w:tc>
          <w:tcPr>
            <w:tcW w:w="848" w:type="dxa"/>
            <w:vAlign w:val="center"/>
          </w:tcPr>
          <w:p w14:paraId="521FC2F8" w14:textId="77777777" w:rsidR="00E90DAF" w:rsidRDefault="008576D7">
            <w:r>
              <w:t>17.472</w:t>
            </w:r>
          </w:p>
        </w:tc>
        <w:tc>
          <w:tcPr>
            <w:tcW w:w="781" w:type="dxa"/>
            <w:vAlign w:val="center"/>
          </w:tcPr>
          <w:p w14:paraId="27878966" w14:textId="77777777" w:rsidR="00E90DAF" w:rsidRDefault="008576D7">
            <w:r>
              <w:t>75</w:t>
            </w:r>
          </w:p>
        </w:tc>
        <w:tc>
          <w:tcPr>
            <w:tcW w:w="916" w:type="dxa"/>
            <w:vAlign w:val="center"/>
          </w:tcPr>
          <w:p w14:paraId="15AED7B6" w14:textId="77777777" w:rsidR="00E90DAF" w:rsidRDefault="008576D7">
            <w:r>
              <w:t>0.400</w:t>
            </w:r>
          </w:p>
        </w:tc>
        <w:tc>
          <w:tcPr>
            <w:tcW w:w="1018" w:type="dxa"/>
            <w:vAlign w:val="center"/>
          </w:tcPr>
          <w:p w14:paraId="6F9629CC" w14:textId="77777777" w:rsidR="00E90DAF" w:rsidRDefault="00E90DAF"/>
        </w:tc>
        <w:tc>
          <w:tcPr>
            <w:tcW w:w="916" w:type="dxa"/>
            <w:vAlign w:val="center"/>
          </w:tcPr>
          <w:p w14:paraId="6ECE584A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7D1DFF59" w14:textId="77777777" w:rsidR="00E90DAF" w:rsidRDefault="008576D7">
            <w:r>
              <w:t>0.400</w:t>
            </w:r>
          </w:p>
        </w:tc>
      </w:tr>
      <w:tr w:rsidR="00E90DAF" w14:paraId="0BC545C4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7D3BA60D" w14:textId="77777777" w:rsidR="00E90DAF" w:rsidRDefault="008576D7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745E3636" w14:textId="77777777" w:rsidR="00E90DAF" w:rsidRDefault="008576D7">
            <w:r>
              <w:t>162.897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5D529F57" w14:textId="77777777" w:rsidR="00E90DAF" w:rsidRDefault="008576D7">
            <w:r>
              <w:t>朝向综合遮阳系数</w:t>
            </w:r>
          </w:p>
        </w:tc>
        <w:tc>
          <w:tcPr>
            <w:tcW w:w="916" w:type="dxa"/>
            <w:vAlign w:val="center"/>
          </w:tcPr>
          <w:p w14:paraId="45B7B1D5" w14:textId="77777777" w:rsidR="00E90DAF" w:rsidRDefault="008576D7">
            <w:r>
              <w:t>1.000</w:t>
            </w:r>
          </w:p>
        </w:tc>
        <w:tc>
          <w:tcPr>
            <w:tcW w:w="916" w:type="dxa"/>
            <w:vAlign w:val="center"/>
          </w:tcPr>
          <w:p w14:paraId="332E216E" w14:textId="77777777" w:rsidR="00E90DAF" w:rsidRDefault="008576D7">
            <w:r>
              <w:t>0.400</w:t>
            </w:r>
          </w:p>
        </w:tc>
      </w:tr>
    </w:tbl>
    <w:p w14:paraId="2A122AA6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5FAEFDC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5. </w:t>
      </w:r>
      <w:r>
        <w:rPr>
          <w:color w:val="000000"/>
          <w:kern w:val="2"/>
          <w:szCs w:val="24"/>
          <w:lang w:val="en-US"/>
        </w:rPr>
        <w:t>平均遮阳系数：</w:t>
      </w:r>
    </w:p>
    <w:tbl>
      <w:tblPr>
        <w:tblW w:w="5000" w:type="auto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  <w:insideH w:val="none" w:sz="2" w:space="0" w:color="FFFFFF"/>
          <w:insideV w:val="none" w:sz="2" w:space="0" w:color="FFFFFF"/>
        </w:tblBorders>
        <w:tblLook w:val="04A0" w:firstRow="1" w:lastRow="0" w:firstColumn="1" w:lastColumn="0" w:noHBand="0" w:noVBand="1"/>
      </w:tblPr>
      <w:tblGrid>
        <w:gridCol w:w="6651"/>
        <w:gridCol w:w="807"/>
      </w:tblGrid>
      <w:tr w:rsidR="00E90DAF" w14:paraId="4AACAF12" w14:textId="77777777">
        <w:tc>
          <w:tcPr>
            <w:tcW w:w="2310" w:type="auto"/>
            <w:vAlign w:val="center"/>
          </w:tcPr>
          <w:p w14:paraId="56D07E52" w14:textId="77777777" w:rsidR="00E90DAF" w:rsidRDefault="008576D7">
            <w:r>
              <w:rPr>
                <w:noProof/>
              </w:rPr>
              <w:drawing>
                <wp:inline distT="0" distB="0" distL="0" distR="0" wp14:anchorId="61D5A27B" wp14:editId="5BC72D29">
                  <wp:extent cx="4086654" cy="457248"/>
                  <wp:effectExtent l="0" t="0" r="0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654" cy="457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auto"/>
            <w:vAlign w:val="center"/>
          </w:tcPr>
          <w:p w14:paraId="178B00DC" w14:textId="77777777" w:rsidR="00E90DAF" w:rsidRDefault="008576D7">
            <w:r>
              <w:t>=0.400</w:t>
            </w:r>
          </w:p>
        </w:tc>
      </w:tr>
    </w:tbl>
    <w:p w14:paraId="5DC51363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4"/>
        <w:gridCol w:w="2406"/>
        <w:gridCol w:w="2400"/>
      </w:tblGrid>
      <w:tr w:rsidR="00E90DAF" w14:paraId="132FD6AB" w14:textId="77777777">
        <w:tc>
          <w:tcPr>
            <w:tcW w:w="2263" w:type="dxa"/>
            <w:shd w:val="clear" w:color="auto" w:fill="E6E6E6"/>
            <w:vAlign w:val="center"/>
          </w:tcPr>
          <w:p w14:paraId="6C85B29A" w14:textId="77777777" w:rsidR="00E90DAF" w:rsidRDefault="008576D7">
            <w:pPr>
              <w:jc w:val="center"/>
            </w:pPr>
            <w:r>
              <w:lastRenderedPageBreak/>
              <w:t>朝向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60219E87" w14:textId="77777777" w:rsidR="00E90DAF" w:rsidRDefault="008576D7">
            <w:pPr>
              <w:jc w:val="center"/>
            </w:pPr>
            <w:r>
              <w:t>面积（㎡）</w:t>
            </w:r>
          </w:p>
        </w:tc>
        <w:tc>
          <w:tcPr>
            <w:tcW w:w="2405" w:type="dxa"/>
            <w:shd w:val="clear" w:color="auto" w:fill="E6E6E6"/>
            <w:vAlign w:val="center"/>
          </w:tcPr>
          <w:p w14:paraId="04CB8022" w14:textId="77777777" w:rsidR="00E90DAF" w:rsidRDefault="008576D7">
            <w:pPr>
              <w:jc w:val="center"/>
            </w:pPr>
            <w:r>
              <w:t>权重系数</w:t>
            </w:r>
            <w:r>
              <w:t>b</w:t>
            </w:r>
          </w:p>
        </w:tc>
        <w:tc>
          <w:tcPr>
            <w:tcW w:w="2399" w:type="dxa"/>
            <w:shd w:val="clear" w:color="auto" w:fill="E6E6E6"/>
            <w:vAlign w:val="center"/>
          </w:tcPr>
          <w:p w14:paraId="0DFF38B9" w14:textId="77777777" w:rsidR="00E90DAF" w:rsidRDefault="008576D7">
            <w:pPr>
              <w:jc w:val="center"/>
            </w:pPr>
            <w:r>
              <w:t>遮阳系数</w:t>
            </w:r>
          </w:p>
        </w:tc>
      </w:tr>
      <w:tr w:rsidR="00E90DAF" w14:paraId="32D648A3" w14:textId="77777777">
        <w:tc>
          <w:tcPr>
            <w:tcW w:w="2263" w:type="dxa"/>
            <w:shd w:val="clear" w:color="auto" w:fill="E6E6E6"/>
            <w:vAlign w:val="center"/>
          </w:tcPr>
          <w:p w14:paraId="2D4B2036" w14:textId="77777777" w:rsidR="00E90DAF" w:rsidRDefault="008576D7">
            <w:r>
              <w:t>南向</w:t>
            </w:r>
          </w:p>
        </w:tc>
        <w:tc>
          <w:tcPr>
            <w:tcW w:w="2263" w:type="dxa"/>
            <w:vAlign w:val="center"/>
          </w:tcPr>
          <w:p w14:paraId="361F7309" w14:textId="77777777" w:rsidR="00E90DAF" w:rsidRDefault="008576D7">
            <w:r>
              <w:t>195.741</w:t>
            </w:r>
          </w:p>
        </w:tc>
        <w:tc>
          <w:tcPr>
            <w:tcW w:w="2405" w:type="dxa"/>
            <w:vAlign w:val="center"/>
          </w:tcPr>
          <w:p w14:paraId="6F8CFBAE" w14:textId="77777777" w:rsidR="00E90DAF" w:rsidRDefault="008576D7">
            <w:r>
              <w:t>1.00</w:t>
            </w:r>
          </w:p>
        </w:tc>
        <w:tc>
          <w:tcPr>
            <w:tcW w:w="2399" w:type="dxa"/>
            <w:vAlign w:val="center"/>
          </w:tcPr>
          <w:p w14:paraId="0EA03322" w14:textId="77777777" w:rsidR="00E90DAF" w:rsidRDefault="008576D7">
            <w:r>
              <w:t>0.400</w:t>
            </w:r>
          </w:p>
        </w:tc>
      </w:tr>
      <w:tr w:rsidR="00E90DAF" w14:paraId="7C5EC7FE" w14:textId="77777777">
        <w:tc>
          <w:tcPr>
            <w:tcW w:w="2263" w:type="dxa"/>
            <w:shd w:val="clear" w:color="auto" w:fill="E6E6E6"/>
            <w:vAlign w:val="center"/>
          </w:tcPr>
          <w:p w14:paraId="61AD7246" w14:textId="77777777" w:rsidR="00E90DAF" w:rsidRDefault="008576D7">
            <w:r>
              <w:t>北向</w:t>
            </w:r>
          </w:p>
        </w:tc>
        <w:tc>
          <w:tcPr>
            <w:tcW w:w="2263" w:type="dxa"/>
            <w:vAlign w:val="center"/>
          </w:tcPr>
          <w:p w14:paraId="5605D832" w14:textId="77777777" w:rsidR="00E90DAF" w:rsidRDefault="008576D7">
            <w:r>
              <w:t>156.114</w:t>
            </w:r>
          </w:p>
        </w:tc>
        <w:tc>
          <w:tcPr>
            <w:tcW w:w="2405" w:type="dxa"/>
            <w:vAlign w:val="center"/>
          </w:tcPr>
          <w:p w14:paraId="3943DE2A" w14:textId="77777777" w:rsidR="00E90DAF" w:rsidRDefault="008576D7">
            <w:r>
              <w:t>1.00</w:t>
            </w:r>
          </w:p>
        </w:tc>
        <w:tc>
          <w:tcPr>
            <w:tcW w:w="2399" w:type="dxa"/>
            <w:vAlign w:val="center"/>
          </w:tcPr>
          <w:p w14:paraId="7BAECF97" w14:textId="77777777" w:rsidR="00E90DAF" w:rsidRDefault="008576D7">
            <w:r>
              <w:t>0.400</w:t>
            </w:r>
          </w:p>
        </w:tc>
      </w:tr>
      <w:tr w:rsidR="00E90DAF" w14:paraId="1E5135E6" w14:textId="77777777">
        <w:tc>
          <w:tcPr>
            <w:tcW w:w="2263" w:type="dxa"/>
            <w:shd w:val="clear" w:color="auto" w:fill="E6E6E6"/>
            <w:vAlign w:val="center"/>
          </w:tcPr>
          <w:p w14:paraId="5B2B4A17" w14:textId="77777777" w:rsidR="00E90DAF" w:rsidRDefault="008576D7">
            <w:r>
              <w:t>东向</w:t>
            </w:r>
          </w:p>
        </w:tc>
        <w:tc>
          <w:tcPr>
            <w:tcW w:w="2263" w:type="dxa"/>
            <w:vAlign w:val="center"/>
          </w:tcPr>
          <w:p w14:paraId="26C64713" w14:textId="77777777" w:rsidR="00E90DAF" w:rsidRDefault="008576D7">
            <w:r>
              <w:t>182.930</w:t>
            </w:r>
          </w:p>
        </w:tc>
        <w:tc>
          <w:tcPr>
            <w:tcW w:w="2405" w:type="dxa"/>
            <w:vAlign w:val="center"/>
          </w:tcPr>
          <w:p w14:paraId="1FA15AE7" w14:textId="77777777" w:rsidR="00E90DAF" w:rsidRDefault="008576D7">
            <w:r>
              <w:t>1.00</w:t>
            </w:r>
          </w:p>
        </w:tc>
        <w:tc>
          <w:tcPr>
            <w:tcW w:w="2399" w:type="dxa"/>
            <w:vAlign w:val="center"/>
          </w:tcPr>
          <w:p w14:paraId="0C290FD6" w14:textId="77777777" w:rsidR="00E90DAF" w:rsidRDefault="008576D7">
            <w:r>
              <w:t>0.400</w:t>
            </w:r>
          </w:p>
        </w:tc>
      </w:tr>
      <w:tr w:rsidR="00E90DAF" w14:paraId="3D8406C0" w14:textId="77777777">
        <w:tc>
          <w:tcPr>
            <w:tcW w:w="2263" w:type="dxa"/>
            <w:shd w:val="clear" w:color="auto" w:fill="E6E6E6"/>
            <w:vAlign w:val="center"/>
          </w:tcPr>
          <w:p w14:paraId="2C8D7207" w14:textId="77777777" w:rsidR="00E90DAF" w:rsidRDefault="008576D7">
            <w:r>
              <w:t>西向</w:t>
            </w:r>
          </w:p>
        </w:tc>
        <w:tc>
          <w:tcPr>
            <w:tcW w:w="2263" w:type="dxa"/>
            <w:vAlign w:val="center"/>
          </w:tcPr>
          <w:p w14:paraId="495C363B" w14:textId="77777777" w:rsidR="00E90DAF" w:rsidRDefault="008576D7">
            <w:r>
              <w:t>162.897</w:t>
            </w:r>
          </w:p>
        </w:tc>
        <w:tc>
          <w:tcPr>
            <w:tcW w:w="2405" w:type="dxa"/>
            <w:vAlign w:val="center"/>
          </w:tcPr>
          <w:p w14:paraId="71995E68" w14:textId="77777777" w:rsidR="00E90DAF" w:rsidRDefault="008576D7">
            <w:r>
              <w:t>1.00</w:t>
            </w:r>
          </w:p>
        </w:tc>
        <w:tc>
          <w:tcPr>
            <w:tcW w:w="2399" w:type="dxa"/>
            <w:vAlign w:val="center"/>
          </w:tcPr>
          <w:p w14:paraId="23C7A7FB" w14:textId="77777777" w:rsidR="00E90DAF" w:rsidRDefault="008576D7">
            <w:r>
              <w:t>0.400</w:t>
            </w:r>
          </w:p>
        </w:tc>
      </w:tr>
      <w:tr w:rsidR="00E90DAF" w14:paraId="66C68BE9" w14:textId="77777777">
        <w:tc>
          <w:tcPr>
            <w:tcW w:w="4526" w:type="dxa"/>
            <w:gridSpan w:val="2"/>
            <w:shd w:val="clear" w:color="auto" w:fill="E6E6E6"/>
            <w:vAlign w:val="center"/>
          </w:tcPr>
          <w:p w14:paraId="0D03C0EE" w14:textId="77777777" w:rsidR="00E90DAF" w:rsidRDefault="008576D7">
            <w:r>
              <w:t>整个建筑平均遮阳系数</w:t>
            </w:r>
          </w:p>
        </w:tc>
        <w:tc>
          <w:tcPr>
            <w:tcW w:w="4804" w:type="dxa"/>
            <w:gridSpan w:val="2"/>
            <w:vAlign w:val="center"/>
          </w:tcPr>
          <w:p w14:paraId="640D2162" w14:textId="77777777" w:rsidR="00E90DAF" w:rsidRDefault="008576D7">
            <w:r>
              <w:t>0.400</w:t>
            </w:r>
          </w:p>
        </w:tc>
      </w:tr>
    </w:tbl>
    <w:p w14:paraId="69F24548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E58BA9E" w14:textId="77777777" w:rsidR="00E90DAF" w:rsidRDefault="008576D7">
      <w:pPr>
        <w:pStyle w:val="2"/>
        <w:widowControl w:val="0"/>
        <w:rPr>
          <w:kern w:val="2"/>
        </w:rPr>
      </w:pPr>
      <w:bookmarkStart w:id="58" w:name="_Toc60664731"/>
      <w:r>
        <w:rPr>
          <w:kern w:val="2"/>
        </w:rPr>
        <w:t>平均传热系数</w:t>
      </w:r>
      <w:bookmarkEnd w:id="58"/>
    </w:p>
    <w:p w14:paraId="7CFC029B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E90DAF" w14:paraId="029C6CF3" w14:textId="77777777">
        <w:tc>
          <w:tcPr>
            <w:tcW w:w="1013" w:type="dxa"/>
            <w:shd w:val="clear" w:color="auto" w:fill="E6E6E6"/>
            <w:vAlign w:val="center"/>
          </w:tcPr>
          <w:p w14:paraId="6AFCF1E3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4D87BCB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011C4A3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4B142EF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F619A9F" w14:textId="77777777" w:rsidR="00E90DAF" w:rsidRDefault="008576D7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E75BE66" w14:textId="77777777" w:rsidR="00E90DAF" w:rsidRDefault="008576D7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6161377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7F58FD9" w14:textId="77777777" w:rsidR="00E90DAF" w:rsidRDefault="008576D7">
            <w:pPr>
              <w:jc w:val="center"/>
            </w:pPr>
            <w:r>
              <w:t>传热系数</w:t>
            </w:r>
          </w:p>
        </w:tc>
      </w:tr>
      <w:tr w:rsidR="00E90DAF" w14:paraId="6ABD8220" w14:textId="77777777">
        <w:tc>
          <w:tcPr>
            <w:tcW w:w="1013" w:type="dxa"/>
            <w:vAlign w:val="center"/>
          </w:tcPr>
          <w:p w14:paraId="460C5615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624F391F" w14:textId="77777777" w:rsidR="00E90DAF" w:rsidRDefault="00E90DAF"/>
        </w:tc>
        <w:tc>
          <w:tcPr>
            <w:tcW w:w="1188" w:type="dxa"/>
            <w:vAlign w:val="center"/>
          </w:tcPr>
          <w:p w14:paraId="144F54C6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4273E2BB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72CDFF9D" w14:textId="77777777" w:rsidR="00E90DAF" w:rsidRDefault="008576D7">
            <w:r>
              <w:t>2.520</w:t>
            </w:r>
          </w:p>
        </w:tc>
        <w:tc>
          <w:tcPr>
            <w:tcW w:w="1188" w:type="dxa"/>
            <w:vAlign w:val="center"/>
          </w:tcPr>
          <w:p w14:paraId="63D42883" w14:textId="77777777" w:rsidR="00E90DAF" w:rsidRDefault="008576D7">
            <w:r>
              <w:t>5.040</w:t>
            </w:r>
          </w:p>
        </w:tc>
        <w:tc>
          <w:tcPr>
            <w:tcW w:w="1188" w:type="dxa"/>
            <w:vAlign w:val="center"/>
          </w:tcPr>
          <w:p w14:paraId="5D231ACE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26C83C49" w14:textId="77777777" w:rsidR="00E90DAF" w:rsidRDefault="008576D7">
            <w:r>
              <w:t>2.660</w:t>
            </w:r>
          </w:p>
        </w:tc>
      </w:tr>
      <w:tr w:rsidR="00E90DAF" w14:paraId="15BED363" w14:textId="77777777">
        <w:tc>
          <w:tcPr>
            <w:tcW w:w="1013" w:type="dxa"/>
            <w:vAlign w:val="center"/>
          </w:tcPr>
          <w:p w14:paraId="0335FC04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4911D8A1" w14:textId="77777777" w:rsidR="00E90DAF" w:rsidRDefault="00E90DAF"/>
        </w:tc>
        <w:tc>
          <w:tcPr>
            <w:tcW w:w="1188" w:type="dxa"/>
            <w:vAlign w:val="center"/>
          </w:tcPr>
          <w:p w14:paraId="4CB074A7" w14:textId="77777777" w:rsidR="00E90DAF" w:rsidRDefault="008576D7">
            <w:r>
              <w:t>1~3</w:t>
            </w:r>
          </w:p>
        </w:tc>
        <w:tc>
          <w:tcPr>
            <w:tcW w:w="1188" w:type="dxa"/>
            <w:vAlign w:val="center"/>
          </w:tcPr>
          <w:p w14:paraId="2878052F" w14:textId="77777777" w:rsidR="00E90DAF" w:rsidRDefault="008576D7">
            <w:r>
              <w:t>6</w:t>
            </w:r>
          </w:p>
        </w:tc>
        <w:tc>
          <w:tcPr>
            <w:tcW w:w="1188" w:type="dxa"/>
            <w:vAlign w:val="center"/>
          </w:tcPr>
          <w:p w14:paraId="1F6B9FBD" w14:textId="77777777" w:rsidR="00E90DAF" w:rsidRDefault="008576D7">
            <w:r>
              <w:t>7.308</w:t>
            </w:r>
          </w:p>
        </w:tc>
        <w:tc>
          <w:tcPr>
            <w:tcW w:w="1188" w:type="dxa"/>
            <w:vAlign w:val="center"/>
          </w:tcPr>
          <w:p w14:paraId="7EDBC9F5" w14:textId="77777777" w:rsidR="00E90DAF" w:rsidRDefault="008576D7">
            <w:r>
              <w:t>43.848</w:t>
            </w:r>
          </w:p>
        </w:tc>
        <w:tc>
          <w:tcPr>
            <w:tcW w:w="1188" w:type="dxa"/>
            <w:vAlign w:val="center"/>
          </w:tcPr>
          <w:p w14:paraId="50DFB3F7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3107DD3A" w14:textId="77777777" w:rsidR="00E90DAF" w:rsidRDefault="008576D7">
            <w:r>
              <w:t>2.660</w:t>
            </w:r>
          </w:p>
        </w:tc>
      </w:tr>
      <w:tr w:rsidR="00E90DAF" w14:paraId="5244D106" w14:textId="77777777">
        <w:tc>
          <w:tcPr>
            <w:tcW w:w="1013" w:type="dxa"/>
            <w:vAlign w:val="center"/>
          </w:tcPr>
          <w:p w14:paraId="54C04439" w14:textId="77777777" w:rsidR="00E90DAF" w:rsidRDefault="008576D7">
            <w:r>
              <w:t>3</w:t>
            </w:r>
          </w:p>
        </w:tc>
        <w:tc>
          <w:tcPr>
            <w:tcW w:w="1188" w:type="dxa"/>
            <w:vAlign w:val="center"/>
          </w:tcPr>
          <w:p w14:paraId="6F060E94" w14:textId="77777777" w:rsidR="00E90DAF" w:rsidRDefault="00E90DAF"/>
        </w:tc>
        <w:tc>
          <w:tcPr>
            <w:tcW w:w="1188" w:type="dxa"/>
            <w:vAlign w:val="center"/>
          </w:tcPr>
          <w:p w14:paraId="566A35BB" w14:textId="77777777" w:rsidR="00E90DAF" w:rsidRDefault="008576D7">
            <w:r>
              <w:t>1~3</w:t>
            </w:r>
          </w:p>
        </w:tc>
        <w:tc>
          <w:tcPr>
            <w:tcW w:w="1188" w:type="dxa"/>
            <w:vAlign w:val="center"/>
          </w:tcPr>
          <w:p w14:paraId="439C2B6A" w14:textId="77777777" w:rsidR="00E90DAF" w:rsidRDefault="008576D7">
            <w:r>
              <w:t>21</w:t>
            </w:r>
          </w:p>
        </w:tc>
        <w:tc>
          <w:tcPr>
            <w:tcW w:w="1188" w:type="dxa"/>
            <w:vAlign w:val="center"/>
          </w:tcPr>
          <w:p w14:paraId="593A4B3C" w14:textId="77777777" w:rsidR="00E90DAF" w:rsidRDefault="008576D7">
            <w:r>
              <w:t>6.993</w:t>
            </w:r>
          </w:p>
        </w:tc>
        <w:tc>
          <w:tcPr>
            <w:tcW w:w="1188" w:type="dxa"/>
            <w:vAlign w:val="center"/>
          </w:tcPr>
          <w:p w14:paraId="2C6532CF" w14:textId="77777777" w:rsidR="00E90DAF" w:rsidRDefault="008576D7">
            <w:r>
              <w:t>146.853</w:t>
            </w:r>
          </w:p>
        </w:tc>
        <w:tc>
          <w:tcPr>
            <w:tcW w:w="1188" w:type="dxa"/>
            <w:vAlign w:val="center"/>
          </w:tcPr>
          <w:p w14:paraId="415B0C43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5CF230BE" w14:textId="77777777" w:rsidR="00E90DAF" w:rsidRDefault="008576D7">
            <w:r>
              <w:t>2.660</w:t>
            </w:r>
          </w:p>
        </w:tc>
      </w:tr>
      <w:tr w:rsidR="00E90DAF" w14:paraId="08D40CEC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3513B184" w14:textId="77777777" w:rsidR="00E90DAF" w:rsidRDefault="008576D7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4F8DE2BA" w14:textId="77777777" w:rsidR="00E90DAF" w:rsidRDefault="008576D7">
            <w:r>
              <w:t>195.741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113FE83E" w14:textId="77777777" w:rsidR="00E90DAF" w:rsidRDefault="008576D7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5BBD50DD" w14:textId="77777777" w:rsidR="00E90DAF" w:rsidRDefault="008576D7">
            <w:r>
              <w:t>2.660</w:t>
            </w:r>
          </w:p>
        </w:tc>
      </w:tr>
    </w:tbl>
    <w:p w14:paraId="4A007D05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E90DAF" w14:paraId="4273908F" w14:textId="77777777">
        <w:tc>
          <w:tcPr>
            <w:tcW w:w="1013" w:type="dxa"/>
            <w:shd w:val="clear" w:color="auto" w:fill="E6E6E6"/>
            <w:vAlign w:val="center"/>
          </w:tcPr>
          <w:p w14:paraId="0FC90701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E1E7134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0E9A870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EEFB4A3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CF1DD41" w14:textId="77777777" w:rsidR="00E90DAF" w:rsidRDefault="008576D7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5C1F32E" w14:textId="77777777" w:rsidR="00E90DAF" w:rsidRDefault="008576D7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C9B337C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912D49E" w14:textId="77777777" w:rsidR="00E90DAF" w:rsidRDefault="008576D7">
            <w:pPr>
              <w:jc w:val="center"/>
            </w:pPr>
            <w:r>
              <w:t>传热系数</w:t>
            </w:r>
          </w:p>
        </w:tc>
      </w:tr>
      <w:tr w:rsidR="00E90DAF" w14:paraId="6C241395" w14:textId="77777777">
        <w:tc>
          <w:tcPr>
            <w:tcW w:w="1013" w:type="dxa"/>
            <w:vAlign w:val="center"/>
          </w:tcPr>
          <w:p w14:paraId="667D8BA6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79634701" w14:textId="77777777" w:rsidR="00E90DAF" w:rsidRDefault="00E90DAF"/>
        </w:tc>
        <w:tc>
          <w:tcPr>
            <w:tcW w:w="1188" w:type="dxa"/>
            <w:vAlign w:val="center"/>
          </w:tcPr>
          <w:p w14:paraId="70A7DA2F" w14:textId="77777777" w:rsidR="00E90DAF" w:rsidRDefault="008576D7">
            <w:r>
              <w:t>1~3</w:t>
            </w:r>
          </w:p>
        </w:tc>
        <w:tc>
          <w:tcPr>
            <w:tcW w:w="1188" w:type="dxa"/>
            <w:vAlign w:val="center"/>
          </w:tcPr>
          <w:p w14:paraId="726A41C5" w14:textId="77777777" w:rsidR="00E90DAF" w:rsidRDefault="008576D7">
            <w:r>
              <w:t>52</w:t>
            </w:r>
          </w:p>
        </w:tc>
        <w:tc>
          <w:tcPr>
            <w:tcW w:w="1188" w:type="dxa"/>
            <w:vAlign w:val="center"/>
          </w:tcPr>
          <w:p w14:paraId="716A16C7" w14:textId="77777777" w:rsidR="00E90DAF" w:rsidRDefault="008576D7">
            <w:r>
              <w:t>2.520</w:t>
            </w:r>
          </w:p>
        </w:tc>
        <w:tc>
          <w:tcPr>
            <w:tcW w:w="1188" w:type="dxa"/>
            <w:vAlign w:val="center"/>
          </w:tcPr>
          <w:p w14:paraId="0DF8C602" w14:textId="77777777" w:rsidR="00E90DAF" w:rsidRDefault="008576D7">
            <w:r>
              <w:t>131.040</w:t>
            </w:r>
          </w:p>
        </w:tc>
        <w:tc>
          <w:tcPr>
            <w:tcW w:w="1188" w:type="dxa"/>
            <w:vAlign w:val="center"/>
          </w:tcPr>
          <w:p w14:paraId="1BD0FBFE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3B5FFAC4" w14:textId="77777777" w:rsidR="00E90DAF" w:rsidRDefault="008576D7">
            <w:r>
              <w:t>2.660</w:t>
            </w:r>
          </w:p>
        </w:tc>
      </w:tr>
      <w:tr w:rsidR="00E90DAF" w14:paraId="7D26B922" w14:textId="77777777">
        <w:tc>
          <w:tcPr>
            <w:tcW w:w="1013" w:type="dxa"/>
            <w:vAlign w:val="center"/>
          </w:tcPr>
          <w:p w14:paraId="3F1027ED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69D87F0B" w14:textId="77777777" w:rsidR="00E90DAF" w:rsidRDefault="00E90DAF"/>
        </w:tc>
        <w:tc>
          <w:tcPr>
            <w:tcW w:w="1188" w:type="dxa"/>
            <w:vAlign w:val="center"/>
          </w:tcPr>
          <w:p w14:paraId="318EC1EE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4CB2A7BE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7CDA0D85" w14:textId="77777777" w:rsidR="00E90DAF" w:rsidRDefault="008576D7">
            <w:r>
              <w:t>1.449</w:t>
            </w:r>
          </w:p>
        </w:tc>
        <w:tc>
          <w:tcPr>
            <w:tcW w:w="1188" w:type="dxa"/>
            <w:vAlign w:val="center"/>
          </w:tcPr>
          <w:p w14:paraId="54459DED" w14:textId="77777777" w:rsidR="00E90DAF" w:rsidRDefault="008576D7">
            <w:r>
              <w:t>2.898</w:t>
            </w:r>
          </w:p>
        </w:tc>
        <w:tc>
          <w:tcPr>
            <w:tcW w:w="1188" w:type="dxa"/>
            <w:vAlign w:val="center"/>
          </w:tcPr>
          <w:p w14:paraId="0DC87B9F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5F3B332A" w14:textId="77777777" w:rsidR="00E90DAF" w:rsidRDefault="008576D7">
            <w:r>
              <w:t>2.660</w:t>
            </w:r>
          </w:p>
        </w:tc>
      </w:tr>
      <w:tr w:rsidR="00E90DAF" w14:paraId="3933B56B" w14:textId="77777777">
        <w:tc>
          <w:tcPr>
            <w:tcW w:w="1013" w:type="dxa"/>
            <w:vAlign w:val="center"/>
          </w:tcPr>
          <w:p w14:paraId="51993640" w14:textId="77777777" w:rsidR="00E90DAF" w:rsidRDefault="008576D7">
            <w:r>
              <w:t>3</w:t>
            </w:r>
          </w:p>
        </w:tc>
        <w:tc>
          <w:tcPr>
            <w:tcW w:w="1188" w:type="dxa"/>
            <w:vAlign w:val="center"/>
          </w:tcPr>
          <w:p w14:paraId="7DC31A7A" w14:textId="77777777" w:rsidR="00E90DAF" w:rsidRDefault="00E90DAF"/>
        </w:tc>
        <w:tc>
          <w:tcPr>
            <w:tcW w:w="1188" w:type="dxa"/>
            <w:vAlign w:val="center"/>
          </w:tcPr>
          <w:p w14:paraId="40DBA35F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45174077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2810DD9D" w14:textId="77777777" w:rsidR="00E90DAF" w:rsidRDefault="008576D7">
            <w:r>
              <w:t>6.048</w:t>
            </w:r>
          </w:p>
        </w:tc>
        <w:tc>
          <w:tcPr>
            <w:tcW w:w="1188" w:type="dxa"/>
            <w:vAlign w:val="center"/>
          </w:tcPr>
          <w:p w14:paraId="2A129558" w14:textId="77777777" w:rsidR="00E90DAF" w:rsidRDefault="008576D7">
            <w:r>
              <w:t>6.048</w:t>
            </w:r>
          </w:p>
        </w:tc>
        <w:tc>
          <w:tcPr>
            <w:tcW w:w="1188" w:type="dxa"/>
            <w:vAlign w:val="center"/>
          </w:tcPr>
          <w:p w14:paraId="25F82B7C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3CA8F7B5" w14:textId="77777777" w:rsidR="00E90DAF" w:rsidRDefault="008576D7">
            <w:r>
              <w:t>2.660</w:t>
            </w:r>
          </w:p>
        </w:tc>
      </w:tr>
      <w:tr w:rsidR="00E90DAF" w14:paraId="73D34653" w14:textId="77777777">
        <w:tc>
          <w:tcPr>
            <w:tcW w:w="1013" w:type="dxa"/>
            <w:vAlign w:val="center"/>
          </w:tcPr>
          <w:p w14:paraId="0FC39B79" w14:textId="77777777" w:rsidR="00E90DAF" w:rsidRDefault="008576D7">
            <w:r>
              <w:t>4</w:t>
            </w:r>
          </w:p>
        </w:tc>
        <w:tc>
          <w:tcPr>
            <w:tcW w:w="1188" w:type="dxa"/>
            <w:vAlign w:val="center"/>
          </w:tcPr>
          <w:p w14:paraId="5E301D03" w14:textId="77777777" w:rsidR="00E90DAF" w:rsidRDefault="00E90DAF"/>
        </w:tc>
        <w:tc>
          <w:tcPr>
            <w:tcW w:w="1188" w:type="dxa"/>
            <w:vAlign w:val="center"/>
          </w:tcPr>
          <w:p w14:paraId="76D5F4CC" w14:textId="77777777" w:rsidR="00E90DAF" w:rsidRDefault="008576D7">
            <w:r>
              <w:t>3</w:t>
            </w:r>
          </w:p>
        </w:tc>
        <w:tc>
          <w:tcPr>
            <w:tcW w:w="1188" w:type="dxa"/>
            <w:vAlign w:val="center"/>
          </w:tcPr>
          <w:p w14:paraId="091D27DB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3E8EA5D8" w14:textId="77777777" w:rsidR="00E90DAF" w:rsidRDefault="008576D7">
            <w:r>
              <w:t>16.128</w:t>
            </w:r>
          </w:p>
        </w:tc>
        <w:tc>
          <w:tcPr>
            <w:tcW w:w="1188" w:type="dxa"/>
            <w:vAlign w:val="center"/>
          </w:tcPr>
          <w:p w14:paraId="017D2C89" w14:textId="77777777" w:rsidR="00E90DAF" w:rsidRDefault="008576D7">
            <w:r>
              <w:t>16.128</w:t>
            </w:r>
          </w:p>
        </w:tc>
        <w:tc>
          <w:tcPr>
            <w:tcW w:w="1188" w:type="dxa"/>
            <w:vAlign w:val="center"/>
          </w:tcPr>
          <w:p w14:paraId="3A2227D0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4B5E1833" w14:textId="77777777" w:rsidR="00E90DAF" w:rsidRDefault="008576D7">
            <w:r>
              <w:t>2.660</w:t>
            </w:r>
          </w:p>
        </w:tc>
      </w:tr>
      <w:tr w:rsidR="00E90DAF" w14:paraId="46184D4D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0B3DCA47" w14:textId="77777777" w:rsidR="00E90DAF" w:rsidRDefault="008576D7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5C85BD77" w14:textId="77777777" w:rsidR="00E90DAF" w:rsidRDefault="008576D7">
            <w:r>
              <w:t>156.114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11C25680" w14:textId="77777777" w:rsidR="00E90DAF" w:rsidRDefault="008576D7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677D1EED" w14:textId="77777777" w:rsidR="00E90DAF" w:rsidRDefault="008576D7">
            <w:r>
              <w:t>2.660</w:t>
            </w:r>
          </w:p>
        </w:tc>
      </w:tr>
    </w:tbl>
    <w:p w14:paraId="2D5A6FB2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17BC8A6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E90DAF" w14:paraId="6AB84A4D" w14:textId="77777777">
        <w:tc>
          <w:tcPr>
            <w:tcW w:w="1013" w:type="dxa"/>
            <w:shd w:val="clear" w:color="auto" w:fill="E6E6E6"/>
            <w:vAlign w:val="center"/>
          </w:tcPr>
          <w:p w14:paraId="04CD38A3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0027EC3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AC5D0FF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1EF8C2B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DE13D0A" w14:textId="77777777" w:rsidR="00E90DAF" w:rsidRDefault="008576D7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4EF864C" w14:textId="77777777" w:rsidR="00E90DAF" w:rsidRDefault="008576D7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3FFC708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6836B4D" w14:textId="77777777" w:rsidR="00E90DAF" w:rsidRDefault="008576D7">
            <w:pPr>
              <w:jc w:val="center"/>
            </w:pPr>
            <w:r>
              <w:t>传热系数</w:t>
            </w:r>
          </w:p>
        </w:tc>
      </w:tr>
      <w:tr w:rsidR="00E90DAF" w14:paraId="61BBFF14" w14:textId="77777777">
        <w:tc>
          <w:tcPr>
            <w:tcW w:w="1013" w:type="dxa"/>
            <w:vAlign w:val="center"/>
          </w:tcPr>
          <w:p w14:paraId="3B076A4D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2685EF41" w14:textId="77777777" w:rsidR="00E90DAF" w:rsidRDefault="00E90DAF"/>
        </w:tc>
        <w:tc>
          <w:tcPr>
            <w:tcW w:w="1188" w:type="dxa"/>
            <w:vAlign w:val="center"/>
          </w:tcPr>
          <w:p w14:paraId="7B385DF0" w14:textId="77777777" w:rsidR="00E90DAF" w:rsidRDefault="008576D7">
            <w:r>
              <w:t>1~3</w:t>
            </w:r>
          </w:p>
        </w:tc>
        <w:tc>
          <w:tcPr>
            <w:tcW w:w="1188" w:type="dxa"/>
            <w:vAlign w:val="center"/>
          </w:tcPr>
          <w:p w14:paraId="3C78AB69" w14:textId="77777777" w:rsidR="00E90DAF" w:rsidRDefault="008576D7">
            <w:r>
              <w:t>39</w:t>
            </w:r>
          </w:p>
        </w:tc>
        <w:tc>
          <w:tcPr>
            <w:tcW w:w="1188" w:type="dxa"/>
            <w:vAlign w:val="center"/>
          </w:tcPr>
          <w:p w14:paraId="7C54B248" w14:textId="77777777" w:rsidR="00E90DAF" w:rsidRDefault="008576D7">
            <w:r>
              <w:t>2.520</w:t>
            </w:r>
          </w:p>
        </w:tc>
        <w:tc>
          <w:tcPr>
            <w:tcW w:w="1188" w:type="dxa"/>
            <w:vAlign w:val="center"/>
          </w:tcPr>
          <w:p w14:paraId="58487DE0" w14:textId="77777777" w:rsidR="00E90DAF" w:rsidRDefault="008576D7">
            <w:r>
              <w:t>98.280</w:t>
            </w:r>
          </w:p>
        </w:tc>
        <w:tc>
          <w:tcPr>
            <w:tcW w:w="1188" w:type="dxa"/>
            <w:vAlign w:val="center"/>
          </w:tcPr>
          <w:p w14:paraId="7011CED1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76381CF6" w14:textId="77777777" w:rsidR="00E90DAF" w:rsidRDefault="008576D7">
            <w:r>
              <w:t>2.660</w:t>
            </w:r>
          </w:p>
        </w:tc>
      </w:tr>
      <w:tr w:rsidR="00E90DAF" w14:paraId="04575C5A" w14:textId="77777777">
        <w:tc>
          <w:tcPr>
            <w:tcW w:w="1013" w:type="dxa"/>
            <w:vAlign w:val="center"/>
          </w:tcPr>
          <w:p w14:paraId="043589E5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14F7D1B0" w14:textId="77777777" w:rsidR="00E90DAF" w:rsidRDefault="00E90DAF"/>
        </w:tc>
        <w:tc>
          <w:tcPr>
            <w:tcW w:w="1188" w:type="dxa"/>
            <w:vAlign w:val="center"/>
          </w:tcPr>
          <w:p w14:paraId="023408F6" w14:textId="77777777" w:rsidR="00E90DAF" w:rsidRDefault="008576D7">
            <w:r>
              <w:t>1~2</w:t>
            </w:r>
          </w:p>
        </w:tc>
        <w:tc>
          <w:tcPr>
            <w:tcW w:w="1188" w:type="dxa"/>
            <w:vAlign w:val="center"/>
          </w:tcPr>
          <w:p w14:paraId="21486570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716849A3" w14:textId="77777777" w:rsidR="00E90DAF" w:rsidRDefault="008576D7">
            <w:r>
              <w:t>6.552</w:t>
            </w:r>
          </w:p>
        </w:tc>
        <w:tc>
          <w:tcPr>
            <w:tcW w:w="1188" w:type="dxa"/>
            <w:vAlign w:val="center"/>
          </w:tcPr>
          <w:p w14:paraId="48DDDBCA" w14:textId="77777777" w:rsidR="00E90DAF" w:rsidRDefault="008576D7">
            <w:r>
              <w:t>13.104</w:t>
            </w:r>
          </w:p>
        </w:tc>
        <w:tc>
          <w:tcPr>
            <w:tcW w:w="1188" w:type="dxa"/>
            <w:vAlign w:val="center"/>
          </w:tcPr>
          <w:p w14:paraId="0245ABAE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45D7D6C7" w14:textId="77777777" w:rsidR="00E90DAF" w:rsidRDefault="008576D7">
            <w:r>
              <w:t>2.660</w:t>
            </w:r>
          </w:p>
        </w:tc>
      </w:tr>
      <w:tr w:rsidR="00E90DAF" w14:paraId="6033F3BC" w14:textId="77777777">
        <w:tc>
          <w:tcPr>
            <w:tcW w:w="1013" w:type="dxa"/>
            <w:vAlign w:val="center"/>
          </w:tcPr>
          <w:p w14:paraId="267E9AD3" w14:textId="77777777" w:rsidR="00E90DAF" w:rsidRDefault="008576D7">
            <w:r>
              <w:t>3</w:t>
            </w:r>
          </w:p>
        </w:tc>
        <w:tc>
          <w:tcPr>
            <w:tcW w:w="1188" w:type="dxa"/>
            <w:vAlign w:val="center"/>
          </w:tcPr>
          <w:p w14:paraId="620657FB" w14:textId="77777777" w:rsidR="00E90DAF" w:rsidRDefault="00E90DAF"/>
        </w:tc>
        <w:tc>
          <w:tcPr>
            <w:tcW w:w="1188" w:type="dxa"/>
            <w:vAlign w:val="center"/>
          </w:tcPr>
          <w:p w14:paraId="286A3564" w14:textId="77777777" w:rsidR="00E90DAF" w:rsidRDefault="008576D7">
            <w:r>
              <w:t>2~3</w:t>
            </w:r>
          </w:p>
        </w:tc>
        <w:tc>
          <w:tcPr>
            <w:tcW w:w="1188" w:type="dxa"/>
            <w:vAlign w:val="center"/>
          </w:tcPr>
          <w:p w14:paraId="0D8F04D0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42B85DFA" w14:textId="77777777" w:rsidR="00E90DAF" w:rsidRDefault="008576D7">
            <w:r>
              <w:t>8.106</w:t>
            </w:r>
          </w:p>
        </w:tc>
        <w:tc>
          <w:tcPr>
            <w:tcW w:w="1188" w:type="dxa"/>
            <w:vAlign w:val="center"/>
          </w:tcPr>
          <w:p w14:paraId="35FA256D" w14:textId="77777777" w:rsidR="00E90DAF" w:rsidRDefault="008576D7">
            <w:r>
              <w:t>16.212</w:t>
            </w:r>
          </w:p>
        </w:tc>
        <w:tc>
          <w:tcPr>
            <w:tcW w:w="1188" w:type="dxa"/>
            <w:vAlign w:val="center"/>
          </w:tcPr>
          <w:p w14:paraId="587A85C3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6F6A6866" w14:textId="77777777" w:rsidR="00E90DAF" w:rsidRDefault="008576D7">
            <w:r>
              <w:t>2.660</w:t>
            </w:r>
          </w:p>
        </w:tc>
      </w:tr>
      <w:tr w:rsidR="00E90DAF" w14:paraId="5B342489" w14:textId="77777777">
        <w:tc>
          <w:tcPr>
            <w:tcW w:w="1013" w:type="dxa"/>
            <w:vAlign w:val="center"/>
          </w:tcPr>
          <w:p w14:paraId="441A55AE" w14:textId="77777777" w:rsidR="00E90DAF" w:rsidRDefault="008576D7">
            <w:r>
              <w:t>4</w:t>
            </w:r>
          </w:p>
        </w:tc>
        <w:tc>
          <w:tcPr>
            <w:tcW w:w="1188" w:type="dxa"/>
            <w:vAlign w:val="center"/>
          </w:tcPr>
          <w:p w14:paraId="4155BAA5" w14:textId="77777777" w:rsidR="00E90DAF" w:rsidRDefault="00E90DAF"/>
        </w:tc>
        <w:tc>
          <w:tcPr>
            <w:tcW w:w="1188" w:type="dxa"/>
            <w:vAlign w:val="center"/>
          </w:tcPr>
          <w:p w14:paraId="10E61BE5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66C8CC66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40564556" w14:textId="77777777" w:rsidR="00E90DAF" w:rsidRDefault="008576D7">
            <w:r>
              <w:t>6.551</w:t>
            </w:r>
          </w:p>
        </w:tc>
        <w:tc>
          <w:tcPr>
            <w:tcW w:w="1188" w:type="dxa"/>
            <w:vAlign w:val="center"/>
          </w:tcPr>
          <w:p w14:paraId="48AEDDBE" w14:textId="77777777" w:rsidR="00E90DAF" w:rsidRDefault="008576D7">
            <w:r>
              <w:t>6.551</w:t>
            </w:r>
          </w:p>
        </w:tc>
        <w:tc>
          <w:tcPr>
            <w:tcW w:w="1188" w:type="dxa"/>
            <w:vAlign w:val="center"/>
          </w:tcPr>
          <w:p w14:paraId="777D9245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27614F83" w14:textId="77777777" w:rsidR="00E90DAF" w:rsidRDefault="008576D7">
            <w:r>
              <w:t>2.660</w:t>
            </w:r>
          </w:p>
        </w:tc>
      </w:tr>
      <w:tr w:rsidR="00E90DAF" w14:paraId="026FF1FE" w14:textId="77777777">
        <w:tc>
          <w:tcPr>
            <w:tcW w:w="1013" w:type="dxa"/>
            <w:vAlign w:val="center"/>
          </w:tcPr>
          <w:p w14:paraId="7A6A94B3" w14:textId="77777777" w:rsidR="00E90DAF" w:rsidRDefault="008576D7">
            <w:r>
              <w:t>5</w:t>
            </w:r>
          </w:p>
        </w:tc>
        <w:tc>
          <w:tcPr>
            <w:tcW w:w="1188" w:type="dxa"/>
            <w:vAlign w:val="center"/>
          </w:tcPr>
          <w:p w14:paraId="65D79DAC" w14:textId="77777777" w:rsidR="00E90DAF" w:rsidRDefault="00E90DAF"/>
        </w:tc>
        <w:tc>
          <w:tcPr>
            <w:tcW w:w="1188" w:type="dxa"/>
            <w:vAlign w:val="center"/>
          </w:tcPr>
          <w:p w14:paraId="1BC8B910" w14:textId="77777777" w:rsidR="00E90DAF" w:rsidRDefault="008576D7">
            <w:r>
              <w:t>2~3</w:t>
            </w:r>
          </w:p>
        </w:tc>
        <w:tc>
          <w:tcPr>
            <w:tcW w:w="1188" w:type="dxa"/>
            <w:vAlign w:val="center"/>
          </w:tcPr>
          <w:p w14:paraId="7E704BAA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3513A315" w14:textId="77777777" w:rsidR="00E90DAF" w:rsidRDefault="008576D7">
            <w:r>
              <w:t>12.390</w:t>
            </w:r>
          </w:p>
        </w:tc>
        <w:tc>
          <w:tcPr>
            <w:tcW w:w="1188" w:type="dxa"/>
            <w:vAlign w:val="center"/>
          </w:tcPr>
          <w:p w14:paraId="4D642CE0" w14:textId="77777777" w:rsidR="00E90DAF" w:rsidRDefault="008576D7">
            <w:r>
              <w:t>24.780</w:t>
            </w:r>
          </w:p>
        </w:tc>
        <w:tc>
          <w:tcPr>
            <w:tcW w:w="1188" w:type="dxa"/>
            <w:vAlign w:val="center"/>
          </w:tcPr>
          <w:p w14:paraId="171A7BD2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6E0CF716" w14:textId="77777777" w:rsidR="00E90DAF" w:rsidRDefault="008576D7">
            <w:r>
              <w:t>2.660</w:t>
            </w:r>
          </w:p>
        </w:tc>
      </w:tr>
      <w:tr w:rsidR="00E90DAF" w14:paraId="2FA4ECF8" w14:textId="77777777">
        <w:tc>
          <w:tcPr>
            <w:tcW w:w="1013" w:type="dxa"/>
            <w:vAlign w:val="center"/>
          </w:tcPr>
          <w:p w14:paraId="1BA35F70" w14:textId="77777777" w:rsidR="00E90DAF" w:rsidRDefault="008576D7">
            <w:r>
              <w:t>6</w:t>
            </w:r>
          </w:p>
        </w:tc>
        <w:tc>
          <w:tcPr>
            <w:tcW w:w="1188" w:type="dxa"/>
            <w:vAlign w:val="center"/>
          </w:tcPr>
          <w:p w14:paraId="65910E13" w14:textId="77777777" w:rsidR="00E90DAF" w:rsidRDefault="00E90DAF"/>
        </w:tc>
        <w:tc>
          <w:tcPr>
            <w:tcW w:w="1188" w:type="dxa"/>
            <w:vAlign w:val="center"/>
          </w:tcPr>
          <w:p w14:paraId="08D5DD33" w14:textId="77777777" w:rsidR="00E90DAF" w:rsidRDefault="008576D7">
            <w:r>
              <w:t>3</w:t>
            </w:r>
          </w:p>
        </w:tc>
        <w:tc>
          <w:tcPr>
            <w:tcW w:w="1188" w:type="dxa"/>
            <w:vAlign w:val="center"/>
          </w:tcPr>
          <w:p w14:paraId="0F93AF65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2FBC5C35" w14:textId="77777777" w:rsidR="00E90DAF" w:rsidRDefault="008576D7">
            <w:r>
              <w:t>6.531</w:t>
            </w:r>
          </w:p>
        </w:tc>
        <w:tc>
          <w:tcPr>
            <w:tcW w:w="1188" w:type="dxa"/>
            <w:vAlign w:val="center"/>
          </w:tcPr>
          <w:p w14:paraId="682A1EAA" w14:textId="77777777" w:rsidR="00E90DAF" w:rsidRDefault="008576D7">
            <w:r>
              <w:t>6.531</w:t>
            </w:r>
          </w:p>
        </w:tc>
        <w:tc>
          <w:tcPr>
            <w:tcW w:w="1188" w:type="dxa"/>
            <w:vAlign w:val="center"/>
          </w:tcPr>
          <w:p w14:paraId="32E74F8D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6EE3AE5C" w14:textId="77777777" w:rsidR="00E90DAF" w:rsidRDefault="008576D7">
            <w:r>
              <w:t>2.660</w:t>
            </w:r>
          </w:p>
        </w:tc>
      </w:tr>
      <w:tr w:rsidR="00E90DAF" w14:paraId="0D460F06" w14:textId="77777777">
        <w:tc>
          <w:tcPr>
            <w:tcW w:w="1013" w:type="dxa"/>
            <w:vAlign w:val="center"/>
          </w:tcPr>
          <w:p w14:paraId="6523AF26" w14:textId="77777777" w:rsidR="00E90DAF" w:rsidRDefault="008576D7">
            <w:r>
              <w:t>7</w:t>
            </w:r>
          </w:p>
        </w:tc>
        <w:tc>
          <w:tcPr>
            <w:tcW w:w="1188" w:type="dxa"/>
            <w:vAlign w:val="center"/>
          </w:tcPr>
          <w:p w14:paraId="25032278" w14:textId="77777777" w:rsidR="00E90DAF" w:rsidRDefault="00E90DAF"/>
        </w:tc>
        <w:tc>
          <w:tcPr>
            <w:tcW w:w="1188" w:type="dxa"/>
            <w:vAlign w:val="center"/>
          </w:tcPr>
          <w:p w14:paraId="044E0B06" w14:textId="77777777" w:rsidR="00E90DAF" w:rsidRDefault="008576D7">
            <w:r>
              <w:t>3</w:t>
            </w:r>
          </w:p>
        </w:tc>
        <w:tc>
          <w:tcPr>
            <w:tcW w:w="1188" w:type="dxa"/>
            <w:vAlign w:val="center"/>
          </w:tcPr>
          <w:p w14:paraId="410985D9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2560B72A" w14:textId="77777777" w:rsidR="00E90DAF" w:rsidRDefault="008576D7">
            <w:r>
              <w:t>17.472</w:t>
            </w:r>
          </w:p>
        </w:tc>
        <w:tc>
          <w:tcPr>
            <w:tcW w:w="1188" w:type="dxa"/>
            <w:vAlign w:val="center"/>
          </w:tcPr>
          <w:p w14:paraId="0A5F9E3A" w14:textId="77777777" w:rsidR="00E90DAF" w:rsidRDefault="008576D7">
            <w:r>
              <w:t>17.472</w:t>
            </w:r>
          </w:p>
        </w:tc>
        <w:tc>
          <w:tcPr>
            <w:tcW w:w="1188" w:type="dxa"/>
            <w:vAlign w:val="center"/>
          </w:tcPr>
          <w:p w14:paraId="1145D3FD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3EE25E3D" w14:textId="77777777" w:rsidR="00E90DAF" w:rsidRDefault="008576D7">
            <w:r>
              <w:t>2.660</w:t>
            </w:r>
          </w:p>
        </w:tc>
      </w:tr>
      <w:tr w:rsidR="00E90DAF" w14:paraId="71E21B46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53BB09E2" w14:textId="77777777" w:rsidR="00E90DAF" w:rsidRDefault="008576D7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4976FF7D" w14:textId="77777777" w:rsidR="00E90DAF" w:rsidRDefault="008576D7">
            <w:r>
              <w:t>182.930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753436D3" w14:textId="77777777" w:rsidR="00E90DAF" w:rsidRDefault="008576D7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6F282360" w14:textId="77777777" w:rsidR="00E90DAF" w:rsidRDefault="008576D7">
            <w:r>
              <w:t>2.660</w:t>
            </w:r>
          </w:p>
        </w:tc>
      </w:tr>
    </w:tbl>
    <w:p w14:paraId="0A3D40F2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AF148C5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E90DAF" w14:paraId="646668A5" w14:textId="77777777">
        <w:tc>
          <w:tcPr>
            <w:tcW w:w="1013" w:type="dxa"/>
            <w:shd w:val="clear" w:color="auto" w:fill="E6E6E6"/>
            <w:vAlign w:val="center"/>
          </w:tcPr>
          <w:p w14:paraId="4581AAFF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A89D52D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4C3DF56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95BC4BA" w14:textId="77777777" w:rsidR="00E90DAF" w:rsidRDefault="008576D7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096EF49" w14:textId="77777777" w:rsidR="00E90DAF" w:rsidRDefault="008576D7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9668396" w14:textId="77777777" w:rsidR="00E90DAF" w:rsidRDefault="008576D7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CD2D095" w14:textId="77777777" w:rsidR="00E90DAF" w:rsidRDefault="008576D7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E98BBB9" w14:textId="77777777" w:rsidR="00E90DAF" w:rsidRDefault="008576D7">
            <w:pPr>
              <w:jc w:val="center"/>
            </w:pPr>
            <w:r>
              <w:t>传热系数</w:t>
            </w:r>
          </w:p>
        </w:tc>
      </w:tr>
      <w:tr w:rsidR="00E90DAF" w14:paraId="64237F92" w14:textId="77777777">
        <w:tc>
          <w:tcPr>
            <w:tcW w:w="1013" w:type="dxa"/>
            <w:vAlign w:val="center"/>
          </w:tcPr>
          <w:p w14:paraId="47C963DF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14094B5D" w14:textId="77777777" w:rsidR="00E90DAF" w:rsidRDefault="00E90DAF"/>
        </w:tc>
        <w:tc>
          <w:tcPr>
            <w:tcW w:w="1188" w:type="dxa"/>
            <w:vAlign w:val="center"/>
          </w:tcPr>
          <w:p w14:paraId="439CF119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76DA1C67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288090D5" w14:textId="77777777" w:rsidR="00E90DAF" w:rsidRDefault="008576D7">
            <w:r>
              <w:t>6.993</w:t>
            </w:r>
          </w:p>
        </w:tc>
        <w:tc>
          <w:tcPr>
            <w:tcW w:w="1188" w:type="dxa"/>
            <w:vAlign w:val="center"/>
          </w:tcPr>
          <w:p w14:paraId="67410721" w14:textId="77777777" w:rsidR="00E90DAF" w:rsidRDefault="008576D7">
            <w:r>
              <w:t>6.993</w:t>
            </w:r>
          </w:p>
        </w:tc>
        <w:tc>
          <w:tcPr>
            <w:tcW w:w="1188" w:type="dxa"/>
            <w:vAlign w:val="center"/>
          </w:tcPr>
          <w:p w14:paraId="44BB6F54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65AACA65" w14:textId="77777777" w:rsidR="00E90DAF" w:rsidRDefault="008576D7">
            <w:r>
              <w:t>2.660</w:t>
            </w:r>
          </w:p>
        </w:tc>
      </w:tr>
      <w:tr w:rsidR="00E90DAF" w14:paraId="16FF7ABE" w14:textId="77777777">
        <w:tc>
          <w:tcPr>
            <w:tcW w:w="1013" w:type="dxa"/>
            <w:vAlign w:val="center"/>
          </w:tcPr>
          <w:p w14:paraId="40E2000C" w14:textId="77777777" w:rsidR="00E90DAF" w:rsidRDefault="008576D7">
            <w:r>
              <w:lastRenderedPageBreak/>
              <w:t>2</w:t>
            </w:r>
          </w:p>
        </w:tc>
        <w:tc>
          <w:tcPr>
            <w:tcW w:w="1188" w:type="dxa"/>
            <w:vAlign w:val="center"/>
          </w:tcPr>
          <w:p w14:paraId="39289770" w14:textId="77777777" w:rsidR="00E90DAF" w:rsidRDefault="00E90DAF"/>
        </w:tc>
        <w:tc>
          <w:tcPr>
            <w:tcW w:w="1188" w:type="dxa"/>
            <w:vAlign w:val="center"/>
          </w:tcPr>
          <w:p w14:paraId="65467DAD" w14:textId="77777777" w:rsidR="00E90DAF" w:rsidRDefault="008576D7">
            <w:r>
              <w:t>1~3</w:t>
            </w:r>
          </w:p>
        </w:tc>
        <w:tc>
          <w:tcPr>
            <w:tcW w:w="1188" w:type="dxa"/>
            <w:vAlign w:val="center"/>
          </w:tcPr>
          <w:p w14:paraId="5C503574" w14:textId="77777777" w:rsidR="00E90DAF" w:rsidRDefault="008576D7">
            <w:r>
              <w:t>36</w:t>
            </w:r>
          </w:p>
        </w:tc>
        <w:tc>
          <w:tcPr>
            <w:tcW w:w="1188" w:type="dxa"/>
            <w:vAlign w:val="center"/>
          </w:tcPr>
          <w:p w14:paraId="0C1F9AA8" w14:textId="77777777" w:rsidR="00E90DAF" w:rsidRDefault="008576D7">
            <w:r>
              <w:t>2.520</w:t>
            </w:r>
          </w:p>
        </w:tc>
        <w:tc>
          <w:tcPr>
            <w:tcW w:w="1188" w:type="dxa"/>
            <w:vAlign w:val="center"/>
          </w:tcPr>
          <w:p w14:paraId="337CC7A5" w14:textId="77777777" w:rsidR="00E90DAF" w:rsidRDefault="008576D7">
            <w:r>
              <w:t>90.720</w:t>
            </w:r>
          </w:p>
        </w:tc>
        <w:tc>
          <w:tcPr>
            <w:tcW w:w="1188" w:type="dxa"/>
            <w:vAlign w:val="center"/>
          </w:tcPr>
          <w:p w14:paraId="5503C9A6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0D5BD4CD" w14:textId="77777777" w:rsidR="00E90DAF" w:rsidRDefault="008576D7">
            <w:r>
              <w:t>2.660</w:t>
            </w:r>
          </w:p>
        </w:tc>
      </w:tr>
      <w:tr w:rsidR="00E90DAF" w14:paraId="1FA44ACA" w14:textId="77777777">
        <w:tc>
          <w:tcPr>
            <w:tcW w:w="1013" w:type="dxa"/>
            <w:vAlign w:val="center"/>
          </w:tcPr>
          <w:p w14:paraId="62147C53" w14:textId="77777777" w:rsidR="00E90DAF" w:rsidRDefault="008576D7">
            <w:r>
              <w:t>3</w:t>
            </w:r>
          </w:p>
        </w:tc>
        <w:tc>
          <w:tcPr>
            <w:tcW w:w="1188" w:type="dxa"/>
            <w:vAlign w:val="center"/>
          </w:tcPr>
          <w:p w14:paraId="46F269EC" w14:textId="77777777" w:rsidR="00E90DAF" w:rsidRDefault="00E90DAF"/>
        </w:tc>
        <w:tc>
          <w:tcPr>
            <w:tcW w:w="1188" w:type="dxa"/>
            <w:vAlign w:val="center"/>
          </w:tcPr>
          <w:p w14:paraId="5CD6608B" w14:textId="77777777" w:rsidR="00E90DAF" w:rsidRDefault="008576D7">
            <w:r>
              <w:t>1~2</w:t>
            </w:r>
          </w:p>
        </w:tc>
        <w:tc>
          <w:tcPr>
            <w:tcW w:w="1188" w:type="dxa"/>
            <w:vAlign w:val="center"/>
          </w:tcPr>
          <w:p w14:paraId="27429E39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41BCAF7F" w14:textId="77777777" w:rsidR="00E90DAF" w:rsidRDefault="008576D7">
            <w:r>
              <w:t>6.552</w:t>
            </w:r>
          </w:p>
        </w:tc>
        <w:tc>
          <w:tcPr>
            <w:tcW w:w="1188" w:type="dxa"/>
            <w:vAlign w:val="center"/>
          </w:tcPr>
          <w:p w14:paraId="7EA57D37" w14:textId="77777777" w:rsidR="00E90DAF" w:rsidRDefault="008576D7">
            <w:r>
              <w:t>13.104</w:t>
            </w:r>
          </w:p>
        </w:tc>
        <w:tc>
          <w:tcPr>
            <w:tcW w:w="1188" w:type="dxa"/>
            <w:vAlign w:val="center"/>
          </w:tcPr>
          <w:p w14:paraId="2DC19E45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77E17722" w14:textId="77777777" w:rsidR="00E90DAF" w:rsidRDefault="008576D7">
            <w:r>
              <w:t>2.660</w:t>
            </w:r>
          </w:p>
        </w:tc>
      </w:tr>
      <w:tr w:rsidR="00E90DAF" w14:paraId="57B98567" w14:textId="77777777">
        <w:tc>
          <w:tcPr>
            <w:tcW w:w="1013" w:type="dxa"/>
            <w:vAlign w:val="center"/>
          </w:tcPr>
          <w:p w14:paraId="7CD5EF89" w14:textId="77777777" w:rsidR="00E90DAF" w:rsidRDefault="008576D7">
            <w:r>
              <w:t>4</w:t>
            </w:r>
          </w:p>
        </w:tc>
        <w:tc>
          <w:tcPr>
            <w:tcW w:w="1188" w:type="dxa"/>
            <w:vAlign w:val="center"/>
          </w:tcPr>
          <w:p w14:paraId="365357E7" w14:textId="77777777" w:rsidR="00E90DAF" w:rsidRDefault="00E90DAF"/>
        </w:tc>
        <w:tc>
          <w:tcPr>
            <w:tcW w:w="1188" w:type="dxa"/>
            <w:vAlign w:val="center"/>
          </w:tcPr>
          <w:p w14:paraId="365FF995" w14:textId="77777777" w:rsidR="00E90DAF" w:rsidRDefault="008576D7">
            <w:r>
              <w:t>2~3</w:t>
            </w:r>
          </w:p>
        </w:tc>
        <w:tc>
          <w:tcPr>
            <w:tcW w:w="1188" w:type="dxa"/>
            <w:vAlign w:val="center"/>
          </w:tcPr>
          <w:p w14:paraId="1AF6999B" w14:textId="77777777" w:rsidR="00E90DAF" w:rsidRDefault="008576D7">
            <w:r>
              <w:t>2</w:t>
            </w:r>
          </w:p>
        </w:tc>
        <w:tc>
          <w:tcPr>
            <w:tcW w:w="1188" w:type="dxa"/>
            <w:vAlign w:val="center"/>
          </w:tcPr>
          <w:p w14:paraId="016F85EF" w14:textId="77777777" w:rsidR="00E90DAF" w:rsidRDefault="008576D7">
            <w:r>
              <w:t>17.304</w:t>
            </w:r>
          </w:p>
        </w:tc>
        <w:tc>
          <w:tcPr>
            <w:tcW w:w="1188" w:type="dxa"/>
            <w:vAlign w:val="center"/>
          </w:tcPr>
          <w:p w14:paraId="2E71E543" w14:textId="77777777" w:rsidR="00E90DAF" w:rsidRDefault="008576D7">
            <w:r>
              <w:t>34.608</w:t>
            </w:r>
          </w:p>
        </w:tc>
        <w:tc>
          <w:tcPr>
            <w:tcW w:w="1188" w:type="dxa"/>
            <w:vAlign w:val="center"/>
          </w:tcPr>
          <w:p w14:paraId="62750119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3DB8058B" w14:textId="77777777" w:rsidR="00E90DAF" w:rsidRDefault="008576D7">
            <w:r>
              <w:t>2.660</w:t>
            </w:r>
          </w:p>
        </w:tc>
      </w:tr>
      <w:tr w:rsidR="00E90DAF" w14:paraId="784D57D2" w14:textId="77777777">
        <w:tc>
          <w:tcPr>
            <w:tcW w:w="1013" w:type="dxa"/>
            <w:vAlign w:val="center"/>
          </w:tcPr>
          <w:p w14:paraId="033FAD71" w14:textId="77777777" w:rsidR="00E90DAF" w:rsidRDefault="008576D7">
            <w:r>
              <w:t>5</w:t>
            </w:r>
          </w:p>
        </w:tc>
        <w:tc>
          <w:tcPr>
            <w:tcW w:w="1188" w:type="dxa"/>
            <w:vAlign w:val="center"/>
          </w:tcPr>
          <w:p w14:paraId="3CED868B" w14:textId="77777777" w:rsidR="00E90DAF" w:rsidRDefault="00E90DAF"/>
        </w:tc>
        <w:tc>
          <w:tcPr>
            <w:tcW w:w="1188" w:type="dxa"/>
            <w:vAlign w:val="center"/>
          </w:tcPr>
          <w:p w14:paraId="7F4F48B4" w14:textId="77777777" w:rsidR="00E90DAF" w:rsidRDefault="008576D7">
            <w:r>
              <w:t>3</w:t>
            </w:r>
          </w:p>
        </w:tc>
        <w:tc>
          <w:tcPr>
            <w:tcW w:w="1188" w:type="dxa"/>
            <w:vAlign w:val="center"/>
          </w:tcPr>
          <w:p w14:paraId="1FA519CD" w14:textId="77777777" w:rsidR="00E90DAF" w:rsidRDefault="008576D7">
            <w:r>
              <w:t>1</w:t>
            </w:r>
          </w:p>
        </w:tc>
        <w:tc>
          <w:tcPr>
            <w:tcW w:w="1188" w:type="dxa"/>
            <w:vAlign w:val="center"/>
          </w:tcPr>
          <w:p w14:paraId="1BDBA36B" w14:textId="77777777" w:rsidR="00E90DAF" w:rsidRDefault="008576D7">
            <w:r>
              <w:t>17.472</w:t>
            </w:r>
          </w:p>
        </w:tc>
        <w:tc>
          <w:tcPr>
            <w:tcW w:w="1188" w:type="dxa"/>
            <w:vAlign w:val="center"/>
          </w:tcPr>
          <w:p w14:paraId="54190075" w14:textId="77777777" w:rsidR="00E90DAF" w:rsidRDefault="008576D7">
            <w:r>
              <w:t>17.472</w:t>
            </w:r>
          </w:p>
        </w:tc>
        <w:tc>
          <w:tcPr>
            <w:tcW w:w="1188" w:type="dxa"/>
            <w:vAlign w:val="center"/>
          </w:tcPr>
          <w:p w14:paraId="5E33785F" w14:textId="77777777" w:rsidR="00E90DAF" w:rsidRDefault="008576D7">
            <w:r>
              <w:t>75</w:t>
            </w:r>
          </w:p>
        </w:tc>
        <w:tc>
          <w:tcPr>
            <w:tcW w:w="1188" w:type="dxa"/>
            <w:vAlign w:val="center"/>
          </w:tcPr>
          <w:p w14:paraId="779DB59E" w14:textId="77777777" w:rsidR="00E90DAF" w:rsidRDefault="008576D7">
            <w:r>
              <w:t>2.660</w:t>
            </w:r>
          </w:p>
        </w:tc>
      </w:tr>
      <w:tr w:rsidR="00E90DAF" w14:paraId="716E2596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4A2F0302" w14:textId="77777777" w:rsidR="00E90DAF" w:rsidRDefault="008576D7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089336FA" w14:textId="77777777" w:rsidR="00E90DAF" w:rsidRDefault="008576D7">
            <w:r>
              <w:t>162.897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12B0C0BB" w14:textId="77777777" w:rsidR="00E90DAF" w:rsidRDefault="008576D7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21DE8A58" w14:textId="77777777" w:rsidR="00E90DAF" w:rsidRDefault="008576D7">
            <w:r>
              <w:t>2.660</w:t>
            </w:r>
          </w:p>
        </w:tc>
      </w:tr>
    </w:tbl>
    <w:p w14:paraId="29A4E09B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549708D" w14:textId="77777777" w:rsidR="00E90DAF" w:rsidRDefault="008576D7">
      <w:pPr>
        <w:pStyle w:val="2"/>
        <w:widowControl w:val="0"/>
        <w:rPr>
          <w:kern w:val="2"/>
        </w:rPr>
      </w:pPr>
      <w:bookmarkStart w:id="59" w:name="_Toc60664732"/>
      <w:r>
        <w:rPr>
          <w:kern w:val="2"/>
        </w:rPr>
        <w:t>总体热工性能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1018"/>
        <w:gridCol w:w="1131"/>
        <w:gridCol w:w="1246"/>
        <w:gridCol w:w="1246"/>
        <w:gridCol w:w="2315"/>
        <w:gridCol w:w="1131"/>
      </w:tblGrid>
      <w:tr w:rsidR="00E90DAF" w14:paraId="5507CA07" w14:textId="77777777">
        <w:tc>
          <w:tcPr>
            <w:tcW w:w="1245" w:type="dxa"/>
            <w:shd w:val="clear" w:color="auto" w:fill="E6E6E6"/>
            <w:vAlign w:val="center"/>
          </w:tcPr>
          <w:p w14:paraId="5D6FADAF" w14:textId="77777777" w:rsidR="00E90DAF" w:rsidRDefault="008576D7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066F1F6" w14:textId="77777777" w:rsidR="00E90DAF" w:rsidRDefault="008576D7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85D269C" w14:textId="77777777" w:rsidR="00E90DAF" w:rsidRDefault="008576D7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189F0A03" w14:textId="77777777" w:rsidR="00E90DAF" w:rsidRDefault="008576D7">
            <w:pPr>
              <w:jc w:val="center"/>
            </w:pPr>
            <w:r>
              <w:t>遮阳系数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284FD8AD" w14:textId="77777777" w:rsidR="00E90DAF" w:rsidRDefault="008576D7">
            <w:pPr>
              <w:jc w:val="center"/>
            </w:pPr>
            <w:r>
              <w:t>窗墙比</w:t>
            </w:r>
          </w:p>
        </w:tc>
        <w:tc>
          <w:tcPr>
            <w:tcW w:w="2314" w:type="dxa"/>
            <w:shd w:val="clear" w:color="auto" w:fill="E6E6E6"/>
            <w:vAlign w:val="center"/>
          </w:tcPr>
          <w:p w14:paraId="1A38388C" w14:textId="77777777" w:rsidR="00E90DAF" w:rsidRDefault="008576D7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9DE0236" w14:textId="77777777" w:rsidR="00E90DAF" w:rsidRDefault="008576D7">
            <w:pPr>
              <w:jc w:val="center"/>
            </w:pPr>
            <w:r>
              <w:t>结论</w:t>
            </w:r>
          </w:p>
        </w:tc>
      </w:tr>
      <w:tr w:rsidR="00E90DAF" w14:paraId="46533B85" w14:textId="77777777">
        <w:tc>
          <w:tcPr>
            <w:tcW w:w="1245" w:type="dxa"/>
            <w:shd w:val="clear" w:color="auto" w:fill="E6E6E6"/>
            <w:vAlign w:val="center"/>
          </w:tcPr>
          <w:p w14:paraId="26DE447D" w14:textId="77777777" w:rsidR="00E90DAF" w:rsidRDefault="008576D7">
            <w:r>
              <w:t>南向</w:t>
            </w:r>
          </w:p>
        </w:tc>
        <w:tc>
          <w:tcPr>
            <w:tcW w:w="1018" w:type="dxa"/>
            <w:vAlign w:val="center"/>
          </w:tcPr>
          <w:p w14:paraId="37F63000" w14:textId="77777777" w:rsidR="00E90DAF" w:rsidRDefault="008576D7">
            <w:r>
              <w:t>195.74</w:t>
            </w:r>
          </w:p>
        </w:tc>
        <w:tc>
          <w:tcPr>
            <w:tcW w:w="1131" w:type="dxa"/>
            <w:vAlign w:val="center"/>
          </w:tcPr>
          <w:p w14:paraId="7A9C3980" w14:textId="77777777" w:rsidR="00E90DAF" w:rsidRDefault="008576D7">
            <w:r>
              <w:t>2.66</w:t>
            </w:r>
          </w:p>
        </w:tc>
        <w:tc>
          <w:tcPr>
            <w:tcW w:w="1245" w:type="dxa"/>
            <w:vAlign w:val="center"/>
          </w:tcPr>
          <w:p w14:paraId="5656EAF8" w14:textId="77777777" w:rsidR="00E90DAF" w:rsidRDefault="008576D7">
            <w:r>
              <w:t>0.40</w:t>
            </w:r>
          </w:p>
        </w:tc>
        <w:tc>
          <w:tcPr>
            <w:tcW w:w="1245" w:type="dxa"/>
            <w:vAlign w:val="center"/>
          </w:tcPr>
          <w:p w14:paraId="5F811584" w14:textId="77777777" w:rsidR="00E90DAF" w:rsidRDefault="008576D7">
            <w:r>
              <w:t>0.35</w:t>
            </w:r>
          </w:p>
        </w:tc>
        <w:tc>
          <w:tcPr>
            <w:tcW w:w="2314" w:type="dxa"/>
            <w:vAlign w:val="center"/>
          </w:tcPr>
          <w:p w14:paraId="76235898" w14:textId="77777777" w:rsidR="00E90DAF" w:rsidRDefault="008576D7">
            <w:r>
              <w:t>K≤3.50, SC≤0.65</w:t>
            </w:r>
          </w:p>
        </w:tc>
        <w:tc>
          <w:tcPr>
            <w:tcW w:w="1131" w:type="dxa"/>
            <w:vAlign w:val="center"/>
          </w:tcPr>
          <w:p w14:paraId="450AB1C9" w14:textId="77777777" w:rsidR="00E90DAF" w:rsidRDefault="008576D7">
            <w:r>
              <w:t>满足</w:t>
            </w:r>
          </w:p>
        </w:tc>
      </w:tr>
      <w:tr w:rsidR="00E90DAF" w14:paraId="48044E50" w14:textId="77777777">
        <w:tc>
          <w:tcPr>
            <w:tcW w:w="1245" w:type="dxa"/>
            <w:shd w:val="clear" w:color="auto" w:fill="E6E6E6"/>
            <w:vAlign w:val="center"/>
          </w:tcPr>
          <w:p w14:paraId="021F2C72" w14:textId="77777777" w:rsidR="00E90DAF" w:rsidRDefault="008576D7">
            <w:r>
              <w:t>北向</w:t>
            </w:r>
          </w:p>
        </w:tc>
        <w:tc>
          <w:tcPr>
            <w:tcW w:w="1018" w:type="dxa"/>
            <w:vAlign w:val="center"/>
          </w:tcPr>
          <w:p w14:paraId="00F8BDB3" w14:textId="77777777" w:rsidR="00E90DAF" w:rsidRDefault="008576D7">
            <w:r>
              <w:t>156.11</w:t>
            </w:r>
          </w:p>
        </w:tc>
        <w:tc>
          <w:tcPr>
            <w:tcW w:w="1131" w:type="dxa"/>
            <w:vAlign w:val="center"/>
          </w:tcPr>
          <w:p w14:paraId="61923CEA" w14:textId="77777777" w:rsidR="00E90DAF" w:rsidRDefault="008576D7">
            <w:r>
              <w:t>2.66</w:t>
            </w:r>
          </w:p>
        </w:tc>
        <w:tc>
          <w:tcPr>
            <w:tcW w:w="1245" w:type="dxa"/>
            <w:vAlign w:val="center"/>
          </w:tcPr>
          <w:p w14:paraId="4237D962" w14:textId="77777777" w:rsidR="00E90DAF" w:rsidRDefault="008576D7">
            <w:r>
              <w:t>0.40</w:t>
            </w:r>
          </w:p>
        </w:tc>
        <w:tc>
          <w:tcPr>
            <w:tcW w:w="1245" w:type="dxa"/>
            <w:vAlign w:val="center"/>
          </w:tcPr>
          <w:p w14:paraId="739B5F69" w14:textId="77777777" w:rsidR="00E90DAF" w:rsidRDefault="008576D7">
            <w:r>
              <w:t>0.27</w:t>
            </w:r>
          </w:p>
        </w:tc>
        <w:tc>
          <w:tcPr>
            <w:tcW w:w="2314" w:type="dxa"/>
            <w:vAlign w:val="center"/>
          </w:tcPr>
          <w:p w14:paraId="2AA8450B" w14:textId="77777777" w:rsidR="00E90DAF" w:rsidRDefault="008576D7">
            <w:r>
              <w:t>K≤4.00, SC(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46D8141" w14:textId="77777777" w:rsidR="00E90DAF" w:rsidRDefault="008576D7">
            <w:r>
              <w:t>满足</w:t>
            </w:r>
          </w:p>
        </w:tc>
      </w:tr>
      <w:tr w:rsidR="00E90DAF" w14:paraId="12B8FA49" w14:textId="77777777">
        <w:tc>
          <w:tcPr>
            <w:tcW w:w="1245" w:type="dxa"/>
            <w:shd w:val="clear" w:color="auto" w:fill="E6E6E6"/>
            <w:vAlign w:val="center"/>
          </w:tcPr>
          <w:p w14:paraId="683D39A3" w14:textId="77777777" w:rsidR="00E90DAF" w:rsidRDefault="008576D7">
            <w:r>
              <w:t>东向</w:t>
            </w:r>
          </w:p>
        </w:tc>
        <w:tc>
          <w:tcPr>
            <w:tcW w:w="1018" w:type="dxa"/>
            <w:vAlign w:val="center"/>
          </w:tcPr>
          <w:p w14:paraId="0FD9159C" w14:textId="77777777" w:rsidR="00E90DAF" w:rsidRDefault="008576D7">
            <w:r>
              <w:t>182.93</w:t>
            </w:r>
          </w:p>
        </w:tc>
        <w:tc>
          <w:tcPr>
            <w:tcW w:w="1131" w:type="dxa"/>
            <w:vAlign w:val="center"/>
          </w:tcPr>
          <w:p w14:paraId="161EAAA9" w14:textId="77777777" w:rsidR="00E90DAF" w:rsidRDefault="008576D7">
            <w:r>
              <w:t>2.66</w:t>
            </w:r>
          </w:p>
        </w:tc>
        <w:tc>
          <w:tcPr>
            <w:tcW w:w="1245" w:type="dxa"/>
            <w:vAlign w:val="center"/>
          </w:tcPr>
          <w:p w14:paraId="3185D695" w14:textId="77777777" w:rsidR="00E90DAF" w:rsidRDefault="008576D7">
            <w:r>
              <w:t>0.40</w:t>
            </w:r>
          </w:p>
        </w:tc>
        <w:tc>
          <w:tcPr>
            <w:tcW w:w="1245" w:type="dxa"/>
            <w:vAlign w:val="center"/>
          </w:tcPr>
          <w:p w14:paraId="7685ED04" w14:textId="77777777" w:rsidR="00E90DAF" w:rsidRDefault="008576D7">
            <w:r>
              <w:t>0.31</w:t>
            </w:r>
          </w:p>
        </w:tc>
        <w:tc>
          <w:tcPr>
            <w:tcW w:w="2314" w:type="dxa"/>
            <w:vAlign w:val="center"/>
          </w:tcPr>
          <w:p w14:paraId="0AE298F5" w14:textId="77777777" w:rsidR="00E90DAF" w:rsidRDefault="008576D7">
            <w:r>
              <w:t>K≤3.50, SC≤0.65</w:t>
            </w:r>
          </w:p>
        </w:tc>
        <w:tc>
          <w:tcPr>
            <w:tcW w:w="1131" w:type="dxa"/>
            <w:vAlign w:val="center"/>
          </w:tcPr>
          <w:p w14:paraId="3212B510" w14:textId="77777777" w:rsidR="00E90DAF" w:rsidRDefault="008576D7">
            <w:r>
              <w:t>满足</w:t>
            </w:r>
          </w:p>
        </w:tc>
      </w:tr>
      <w:tr w:rsidR="00E90DAF" w14:paraId="113D11E9" w14:textId="77777777">
        <w:tc>
          <w:tcPr>
            <w:tcW w:w="1245" w:type="dxa"/>
            <w:shd w:val="clear" w:color="auto" w:fill="E6E6E6"/>
            <w:vAlign w:val="center"/>
          </w:tcPr>
          <w:p w14:paraId="5D668355" w14:textId="77777777" w:rsidR="00E90DAF" w:rsidRDefault="008576D7">
            <w:r>
              <w:t>西向</w:t>
            </w:r>
          </w:p>
        </w:tc>
        <w:tc>
          <w:tcPr>
            <w:tcW w:w="1018" w:type="dxa"/>
            <w:vAlign w:val="center"/>
          </w:tcPr>
          <w:p w14:paraId="40C9324A" w14:textId="77777777" w:rsidR="00E90DAF" w:rsidRDefault="008576D7">
            <w:r>
              <w:t>162.90</w:t>
            </w:r>
          </w:p>
        </w:tc>
        <w:tc>
          <w:tcPr>
            <w:tcW w:w="1131" w:type="dxa"/>
            <w:vAlign w:val="center"/>
          </w:tcPr>
          <w:p w14:paraId="019B15A1" w14:textId="77777777" w:rsidR="00E90DAF" w:rsidRDefault="008576D7">
            <w:r>
              <w:t>2.66</w:t>
            </w:r>
          </w:p>
        </w:tc>
        <w:tc>
          <w:tcPr>
            <w:tcW w:w="1245" w:type="dxa"/>
            <w:vAlign w:val="center"/>
          </w:tcPr>
          <w:p w14:paraId="359985AD" w14:textId="77777777" w:rsidR="00E90DAF" w:rsidRDefault="008576D7">
            <w:r>
              <w:t>0.40</w:t>
            </w:r>
          </w:p>
        </w:tc>
        <w:tc>
          <w:tcPr>
            <w:tcW w:w="1245" w:type="dxa"/>
            <w:vAlign w:val="center"/>
          </w:tcPr>
          <w:p w14:paraId="5DA9FC90" w14:textId="77777777" w:rsidR="00E90DAF" w:rsidRDefault="008576D7">
            <w:r>
              <w:t>0.29</w:t>
            </w:r>
          </w:p>
        </w:tc>
        <w:tc>
          <w:tcPr>
            <w:tcW w:w="2314" w:type="dxa"/>
            <w:vAlign w:val="center"/>
          </w:tcPr>
          <w:p w14:paraId="5D4B06E3" w14:textId="77777777" w:rsidR="00E90DAF" w:rsidRDefault="008576D7">
            <w:r>
              <w:t>K≤4.00, SC(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25425DB" w14:textId="77777777" w:rsidR="00E90DAF" w:rsidRDefault="008576D7">
            <w:r>
              <w:t>满足</w:t>
            </w:r>
          </w:p>
        </w:tc>
      </w:tr>
      <w:tr w:rsidR="00E90DAF" w14:paraId="72C4B1AC" w14:textId="77777777">
        <w:tc>
          <w:tcPr>
            <w:tcW w:w="1245" w:type="dxa"/>
            <w:shd w:val="clear" w:color="auto" w:fill="E6E6E6"/>
            <w:vAlign w:val="center"/>
          </w:tcPr>
          <w:p w14:paraId="6EE4D8D4" w14:textId="77777777" w:rsidR="00E90DAF" w:rsidRDefault="008576D7">
            <w:r>
              <w:t>综合平均</w:t>
            </w:r>
          </w:p>
        </w:tc>
        <w:tc>
          <w:tcPr>
            <w:tcW w:w="1018" w:type="dxa"/>
            <w:vAlign w:val="center"/>
          </w:tcPr>
          <w:p w14:paraId="5C5F3E44" w14:textId="77777777" w:rsidR="00E90DAF" w:rsidRDefault="008576D7">
            <w:r>
              <w:t>697.68</w:t>
            </w:r>
          </w:p>
        </w:tc>
        <w:tc>
          <w:tcPr>
            <w:tcW w:w="1131" w:type="dxa"/>
            <w:vAlign w:val="center"/>
          </w:tcPr>
          <w:p w14:paraId="4CE49D48" w14:textId="77777777" w:rsidR="00E90DAF" w:rsidRDefault="008576D7">
            <w:r>
              <w:t>2.66</w:t>
            </w:r>
          </w:p>
        </w:tc>
        <w:tc>
          <w:tcPr>
            <w:tcW w:w="1245" w:type="dxa"/>
            <w:vAlign w:val="center"/>
          </w:tcPr>
          <w:p w14:paraId="7972A02E" w14:textId="77777777" w:rsidR="00E90DAF" w:rsidRDefault="008576D7">
            <w:r>
              <w:t>0.40</w:t>
            </w:r>
          </w:p>
        </w:tc>
        <w:tc>
          <w:tcPr>
            <w:tcW w:w="1245" w:type="dxa"/>
            <w:vAlign w:val="center"/>
          </w:tcPr>
          <w:p w14:paraId="3D77FA6C" w14:textId="77777777" w:rsidR="00E90DAF" w:rsidRDefault="008576D7">
            <w:r>
              <w:t>0.31</w:t>
            </w:r>
          </w:p>
        </w:tc>
        <w:tc>
          <w:tcPr>
            <w:tcW w:w="2314" w:type="dxa"/>
            <w:vAlign w:val="center"/>
          </w:tcPr>
          <w:p w14:paraId="3ECEE8DC" w14:textId="77777777" w:rsidR="00E90DAF" w:rsidRDefault="00E90DAF"/>
        </w:tc>
        <w:tc>
          <w:tcPr>
            <w:tcW w:w="1131" w:type="dxa"/>
            <w:vAlign w:val="center"/>
          </w:tcPr>
          <w:p w14:paraId="22C821C8" w14:textId="77777777" w:rsidR="00E90DAF" w:rsidRDefault="00E90DAF"/>
        </w:tc>
      </w:tr>
      <w:tr w:rsidR="00E90DAF" w14:paraId="2F28D075" w14:textId="77777777">
        <w:tc>
          <w:tcPr>
            <w:tcW w:w="1245" w:type="dxa"/>
            <w:shd w:val="clear" w:color="auto" w:fill="E6E6E6"/>
            <w:vAlign w:val="center"/>
          </w:tcPr>
          <w:p w14:paraId="7EE10047" w14:textId="77777777" w:rsidR="00E90DAF" w:rsidRDefault="008576D7">
            <w:r>
              <w:t>标准依据</w:t>
            </w:r>
          </w:p>
        </w:tc>
        <w:tc>
          <w:tcPr>
            <w:tcW w:w="8084" w:type="dxa"/>
            <w:gridSpan w:val="6"/>
            <w:vAlign w:val="center"/>
          </w:tcPr>
          <w:p w14:paraId="18D49A1C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4.3.4</w:t>
            </w:r>
            <w:r>
              <w:t>条</w:t>
            </w:r>
          </w:p>
        </w:tc>
      </w:tr>
      <w:tr w:rsidR="00E90DAF" w14:paraId="73A70E60" w14:textId="77777777">
        <w:tc>
          <w:tcPr>
            <w:tcW w:w="1245" w:type="dxa"/>
            <w:shd w:val="clear" w:color="auto" w:fill="E6E6E6"/>
            <w:vAlign w:val="center"/>
          </w:tcPr>
          <w:p w14:paraId="4BD1D964" w14:textId="77777777" w:rsidR="00E90DAF" w:rsidRDefault="008576D7">
            <w:r>
              <w:t>标准要求</w:t>
            </w:r>
          </w:p>
        </w:tc>
        <w:tc>
          <w:tcPr>
            <w:tcW w:w="8084" w:type="dxa"/>
            <w:gridSpan w:val="6"/>
            <w:vAlign w:val="center"/>
          </w:tcPr>
          <w:p w14:paraId="4C8DB6B5" w14:textId="77777777" w:rsidR="00E90DAF" w:rsidRDefault="008576D7">
            <w:r>
              <w:t>各朝向外窗传热系数和遮阳系数满足表</w:t>
            </w:r>
            <w:r>
              <w:t>4.3.4</w:t>
            </w:r>
            <w:r>
              <w:t>的要求</w:t>
            </w:r>
          </w:p>
        </w:tc>
      </w:tr>
      <w:tr w:rsidR="00E90DAF" w14:paraId="1F7FC894" w14:textId="77777777">
        <w:tc>
          <w:tcPr>
            <w:tcW w:w="1245" w:type="dxa"/>
            <w:shd w:val="clear" w:color="auto" w:fill="E6E6E6"/>
            <w:vAlign w:val="center"/>
          </w:tcPr>
          <w:p w14:paraId="6ADF63CC" w14:textId="77777777" w:rsidR="00E90DAF" w:rsidRDefault="008576D7">
            <w:r>
              <w:t>结论</w:t>
            </w:r>
          </w:p>
        </w:tc>
        <w:tc>
          <w:tcPr>
            <w:tcW w:w="8084" w:type="dxa"/>
            <w:gridSpan w:val="6"/>
            <w:vAlign w:val="center"/>
          </w:tcPr>
          <w:p w14:paraId="17046ABE" w14:textId="77777777" w:rsidR="00E90DAF" w:rsidRDefault="008576D7">
            <w:r>
              <w:t>满足</w:t>
            </w:r>
          </w:p>
        </w:tc>
      </w:tr>
    </w:tbl>
    <w:p w14:paraId="043E892C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6E210152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0" w:name="_Toc60664733"/>
      <w:r>
        <w:rPr>
          <w:color w:val="000000"/>
          <w:kern w:val="2"/>
          <w:szCs w:val="24"/>
        </w:rPr>
        <w:t>可开启面积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962"/>
        <w:gridCol w:w="735"/>
        <w:gridCol w:w="679"/>
        <w:gridCol w:w="679"/>
        <w:gridCol w:w="848"/>
        <w:gridCol w:w="848"/>
        <w:gridCol w:w="679"/>
        <w:gridCol w:w="679"/>
        <w:gridCol w:w="808"/>
      </w:tblGrid>
      <w:tr w:rsidR="00E90DAF" w14:paraId="0FE1FE8B" w14:textId="77777777">
        <w:tc>
          <w:tcPr>
            <w:tcW w:w="718" w:type="dxa"/>
            <w:shd w:val="clear" w:color="auto" w:fill="E6E6E6"/>
            <w:vAlign w:val="center"/>
          </w:tcPr>
          <w:p w14:paraId="033CAAAB" w14:textId="77777777" w:rsidR="00E90DAF" w:rsidRDefault="008576D7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496C099C" w14:textId="77777777" w:rsidR="00E90DAF" w:rsidRDefault="008576D7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14:paraId="50B974F3" w14:textId="77777777" w:rsidR="00E90DAF" w:rsidRDefault="008576D7">
            <w:pPr>
              <w:jc w:val="center"/>
            </w:pPr>
            <w:r>
              <w:t>房间面积（㎡）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75C85F7F" w14:textId="77777777" w:rsidR="00E90DAF" w:rsidRDefault="008576D7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3048772" w14:textId="77777777" w:rsidR="00E90DAF" w:rsidRDefault="008576D7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7FCCE113" w14:textId="77777777" w:rsidR="00E90DAF" w:rsidRDefault="008576D7">
            <w:pPr>
              <w:jc w:val="center"/>
            </w:pPr>
            <w:r>
              <w:t>开启比例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71E38CBC" w14:textId="77777777" w:rsidR="00E90DAF" w:rsidRDefault="008576D7">
            <w:pPr>
              <w:jc w:val="center"/>
            </w:pPr>
            <w:r>
              <w:t>门窗类型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19B0BCC" w14:textId="77777777" w:rsidR="00E90DAF" w:rsidRDefault="008576D7">
            <w:pPr>
              <w:jc w:val="center"/>
            </w:pPr>
            <w:r>
              <w:t>透光面积</w:t>
            </w:r>
            <w:r>
              <w:t>/</w:t>
            </w:r>
            <w:r>
              <w:t>房间面积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420628E" w14:textId="77777777" w:rsidR="00E90DAF" w:rsidRDefault="008576D7">
            <w:pPr>
              <w:jc w:val="center"/>
            </w:pPr>
            <w:r>
              <w:t>开启面积</w:t>
            </w:r>
            <w:r>
              <w:t>/</w:t>
            </w:r>
            <w:r>
              <w:t>房间面积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1971CC70" w14:textId="77777777" w:rsidR="00E90DAF" w:rsidRDefault="008576D7">
            <w:pPr>
              <w:jc w:val="center"/>
            </w:pPr>
            <w:r>
              <w:t>外窗开启比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3DBC9910" w14:textId="77777777" w:rsidR="00E90DAF" w:rsidRDefault="008576D7">
            <w:pPr>
              <w:jc w:val="center"/>
            </w:pPr>
            <w:r>
              <w:t>幕墙开启比</w:t>
            </w:r>
          </w:p>
        </w:tc>
        <w:tc>
          <w:tcPr>
            <w:tcW w:w="803" w:type="dxa"/>
            <w:shd w:val="clear" w:color="auto" w:fill="E6E6E6"/>
            <w:vAlign w:val="center"/>
          </w:tcPr>
          <w:p w14:paraId="0748D362" w14:textId="77777777" w:rsidR="00E90DAF" w:rsidRDefault="008576D7">
            <w:pPr>
              <w:jc w:val="center"/>
            </w:pPr>
            <w:r>
              <w:t>结论</w:t>
            </w:r>
          </w:p>
        </w:tc>
      </w:tr>
      <w:tr w:rsidR="00E90DAF" w14:paraId="45543DF6" w14:textId="77777777">
        <w:tc>
          <w:tcPr>
            <w:tcW w:w="718" w:type="dxa"/>
            <w:vMerge w:val="restart"/>
            <w:vAlign w:val="center"/>
          </w:tcPr>
          <w:p w14:paraId="6BEEC6DA" w14:textId="77777777" w:rsidR="00E90DAF" w:rsidRDefault="008576D7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14:paraId="424F876A" w14:textId="77777777" w:rsidR="00E90DAF" w:rsidRDefault="008576D7">
            <w:r>
              <w:t>1001(</w:t>
            </w:r>
            <w:r>
              <w:t>最不利房间</w:t>
            </w:r>
            <w:r>
              <w:t>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000ACED8" w14:textId="77777777" w:rsidR="00E90DAF" w:rsidRDefault="008576D7">
            <w:r>
              <w:t>198.98</w:t>
            </w:r>
          </w:p>
        </w:tc>
        <w:tc>
          <w:tcPr>
            <w:tcW w:w="962" w:type="dxa"/>
            <w:vAlign w:val="center"/>
          </w:tcPr>
          <w:p w14:paraId="39ADE612" w14:textId="77777777" w:rsidR="00E90DAF" w:rsidRDefault="008576D7">
            <w:r>
              <w:t>未编号</w:t>
            </w:r>
          </w:p>
        </w:tc>
        <w:tc>
          <w:tcPr>
            <w:tcW w:w="735" w:type="dxa"/>
            <w:vAlign w:val="center"/>
          </w:tcPr>
          <w:p w14:paraId="5F6023D2" w14:textId="77777777" w:rsidR="00E90DAF" w:rsidRDefault="008576D7">
            <w:r>
              <w:t>6.99</w:t>
            </w:r>
          </w:p>
        </w:tc>
        <w:tc>
          <w:tcPr>
            <w:tcW w:w="679" w:type="dxa"/>
            <w:vAlign w:val="center"/>
          </w:tcPr>
          <w:p w14:paraId="064B0A41" w14:textId="77777777" w:rsidR="00E90DAF" w:rsidRDefault="008576D7">
            <w:r>
              <w:t>0.45</w:t>
            </w:r>
          </w:p>
        </w:tc>
        <w:tc>
          <w:tcPr>
            <w:tcW w:w="679" w:type="dxa"/>
            <w:vAlign w:val="center"/>
          </w:tcPr>
          <w:p w14:paraId="07D526B9" w14:textId="77777777" w:rsidR="00E90DAF" w:rsidRDefault="008576D7">
            <w:r>
              <w:t>外窗</w:t>
            </w:r>
          </w:p>
        </w:tc>
        <w:tc>
          <w:tcPr>
            <w:tcW w:w="848" w:type="dxa"/>
            <w:vMerge w:val="restart"/>
            <w:vAlign w:val="center"/>
          </w:tcPr>
          <w:p w14:paraId="173B4926" w14:textId="77777777" w:rsidR="00E90DAF" w:rsidRDefault="008576D7">
            <w:r>
              <w:t>0.04</w:t>
            </w:r>
          </w:p>
        </w:tc>
        <w:tc>
          <w:tcPr>
            <w:tcW w:w="848" w:type="dxa"/>
            <w:vMerge w:val="restart"/>
            <w:vAlign w:val="center"/>
          </w:tcPr>
          <w:p w14:paraId="5871E449" w14:textId="77777777" w:rsidR="00E90DAF" w:rsidRDefault="008576D7">
            <w:r>
              <w:t>0.09</w:t>
            </w:r>
          </w:p>
        </w:tc>
        <w:tc>
          <w:tcPr>
            <w:tcW w:w="679" w:type="dxa"/>
            <w:vMerge w:val="restart"/>
            <w:vAlign w:val="center"/>
          </w:tcPr>
          <w:p w14:paraId="244FA82D" w14:textId="77777777" w:rsidR="00E90DAF" w:rsidRDefault="008576D7">
            <w:r>
              <w:t>0.45</w:t>
            </w:r>
          </w:p>
        </w:tc>
        <w:tc>
          <w:tcPr>
            <w:tcW w:w="679" w:type="dxa"/>
            <w:vMerge w:val="restart"/>
            <w:vAlign w:val="center"/>
          </w:tcPr>
          <w:p w14:paraId="1EF39028" w14:textId="77777777" w:rsidR="00E90DAF" w:rsidRDefault="008576D7">
            <w:r>
              <w:t>－</w:t>
            </w:r>
          </w:p>
        </w:tc>
        <w:tc>
          <w:tcPr>
            <w:tcW w:w="803" w:type="dxa"/>
            <w:vMerge w:val="restart"/>
            <w:vAlign w:val="center"/>
          </w:tcPr>
          <w:p w14:paraId="00EDFECA" w14:textId="77777777" w:rsidR="00E90DAF" w:rsidRDefault="008576D7">
            <w:r>
              <w:t>满足</w:t>
            </w:r>
          </w:p>
        </w:tc>
      </w:tr>
      <w:tr w:rsidR="00E90DAF" w14:paraId="57BBF988" w14:textId="77777777">
        <w:tc>
          <w:tcPr>
            <w:tcW w:w="718" w:type="dxa"/>
            <w:vMerge/>
            <w:vAlign w:val="center"/>
          </w:tcPr>
          <w:p w14:paraId="4BD9D125" w14:textId="77777777" w:rsidR="00E90DAF" w:rsidRDefault="00E90DAF"/>
        </w:tc>
        <w:tc>
          <w:tcPr>
            <w:tcW w:w="962" w:type="dxa"/>
            <w:vMerge/>
            <w:vAlign w:val="center"/>
          </w:tcPr>
          <w:p w14:paraId="7E396861" w14:textId="77777777" w:rsidR="00E90DAF" w:rsidRDefault="00E90DAF"/>
        </w:tc>
        <w:tc>
          <w:tcPr>
            <w:tcW w:w="735" w:type="dxa"/>
            <w:gridSpan w:val="2"/>
            <w:vMerge/>
            <w:vAlign w:val="center"/>
          </w:tcPr>
          <w:p w14:paraId="7B665FAC" w14:textId="77777777" w:rsidR="00E90DAF" w:rsidRDefault="00E90DAF"/>
        </w:tc>
        <w:tc>
          <w:tcPr>
            <w:tcW w:w="962" w:type="dxa"/>
            <w:vAlign w:val="center"/>
          </w:tcPr>
          <w:p w14:paraId="2171553A" w14:textId="77777777" w:rsidR="00E90DAF" w:rsidRDefault="008576D7">
            <w:r>
              <w:t>未编号</w:t>
            </w:r>
          </w:p>
        </w:tc>
        <w:tc>
          <w:tcPr>
            <w:tcW w:w="735" w:type="dxa"/>
            <w:vAlign w:val="center"/>
          </w:tcPr>
          <w:p w14:paraId="13DF62C5" w14:textId="77777777" w:rsidR="00E90DAF" w:rsidRDefault="008576D7">
            <w:r>
              <w:t>2.40</w:t>
            </w:r>
          </w:p>
        </w:tc>
        <w:tc>
          <w:tcPr>
            <w:tcW w:w="679" w:type="dxa"/>
            <w:vAlign w:val="center"/>
          </w:tcPr>
          <w:p w14:paraId="7BDCEB17" w14:textId="77777777" w:rsidR="00E90DAF" w:rsidRDefault="008576D7">
            <w:r>
              <w:t>1.00</w:t>
            </w:r>
          </w:p>
        </w:tc>
        <w:tc>
          <w:tcPr>
            <w:tcW w:w="679" w:type="dxa"/>
            <w:vAlign w:val="center"/>
          </w:tcPr>
          <w:p w14:paraId="6533D527" w14:textId="77777777" w:rsidR="00E90DAF" w:rsidRDefault="008576D7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1085267E" w14:textId="77777777" w:rsidR="00E90DAF" w:rsidRDefault="00E90DAF"/>
        </w:tc>
        <w:tc>
          <w:tcPr>
            <w:tcW w:w="848" w:type="dxa"/>
            <w:vMerge/>
            <w:vAlign w:val="center"/>
          </w:tcPr>
          <w:p w14:paraId="5F2263C6" w14:textId="77777777" w:rsidR="00E90DAF" w:rsidRDefault="00E90DAF"/>
        </w:tc>
        <w:tc>
          <w:tcPr>
            <w:tcW w:w="679" w:type="dxa"/>
            <w:vMerge/>
            <w:vAlign w:val="center"/>
          </w:tcPr>
          <w:p w14:paraId="455A7F04" w14:textId="77777777" w:rsidR="00E90DAF" w:rsidRDefault="00E90DAF"/>
        </w:tc>
        <w:tc>
          <w:tcPr>
            <w:tcW w:w="679" w:type="dxa"/>
            <w:vMerge/>
            <w:vAlign w:val="center"/>
          </w:tcPr>
          <w:p w14:paraId="3BC79F5C" w14:textId="77777777" w:rsidR="00E90DAF" w:rsidRDefault="00E90DAF"/>
        </w:tc>
        <w:tc>
          <w:tcPr>
            <w:tcW w:w="803" w:type="dxa"/>
            <w:vMerge/>
            <w:vAlign w:val="center"/>
          </w:tcPr>
          <w:p w14:paraId="74395D44" w14:textId="77777777" w:rsidR="00E90DAF" w:rsidRDefault="00E90DAF"/>
        </w:tc>
      </w:tr>
      <w:tr w:rsidR="00E90DAF" w14:paraId="17749CE0" w14:textId="77777777">
        <w:tc>
          <w:tcPr>
            <w:tcW w:w="718" w:type="dxa"/>
            <w:vMerge/>
            <w:vAlign w:val="center"/>
          </w:tcPr>
          <w:p w14:paraId="6160ABBF" w14:textId="77777777" w:rsidR="00E90DAF" w:rsidRDefault="00E90DAF"/>
        </w:tc>
        <w:tc>
          <w:tcPr>
            <w:tcW w:w="962" w:type="dxa"/>
            <w:vMerge/>
            <w:vAlign w:val="center"/>
          </w:tcPr>
          <w:p w14:paraId="54A9BA51" w14:textId="77777777" w:rsidR="00E90DAF" w:rsidRDefault="00E90DAF"/>
        </w:tc>
        <w:tc>
          <w:tcPr>
            <w:tcW w:w="735" w:type="dxa"/>
            <w:gridSpan w:val="2"/>
            <w:vMerge/>
            <w:vAlign w:val="center"/>
          </w:tcPr>
          <w:p w14:paraId="0E5D9FE7" w14:textId="77777777" w:rsidR="00E90DAF" w:rsidRDefault="00E90DAF"/>
        </w:tc>
        <w:tc>
          <w:tcPr>
            <w:tcW w:w="962" w:type="dxa"/>
            <w:vAlign w:val="center"/>
          </w:tcPr>
          <w:p w14:paraId="38CC18AA" w14:textId="77777777" w:rsidR="00E90DAF" w:rsidRDefault="008576D7">
            <w:r>
              <w:t>未编号</w:t>
            </w:r>
          </w:p>
        </w:tc>
        <w:tc>
          <w:tcPr>
            <w:tcW w:w="735" w:type="dxa"/>
            <w:vAlign w:val="center"/>
          </w:tcPr>
          <w:p w14:paraId="08DB10FF" w14:textId="77777777" w:rsidR="00E90DAF" w:rsidRDefault="008576D7">
            <w:r>
              <w:t>3.60</w:t>
            </w:r>
          </w:p>
        </w:tc>
        <w:tc>
          <w:tcPr>
            <w:tcW w:w="679" w:type="dxa"/>
            <w:vAlign w:val="center"/>
          </w:tcPr>
          <w:p w14:paraId="5727B4F1" w14:textId="77777777" w:rsidR="00E90DAF" w:rsidRDefault="008576D7">
            <w:r>
              <w:t>1.00</w:t>
            </w:r>
          </w:p>
        </w:tc>
        <w:tc>
          <w:tcPr>
            <w:tcW w:w="679" w:type="dxa"/>
            <w:vAlign w:val="center"/>
          </w:tcPr>
          <w:p w14:paraId="29556522" w14:textId="77777777" w:rsidR="00E90DAF" w:rsidRDefault="008576D7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4C158C30" w14:textId="77777777" w:rsidR="00E90DAF" w:rsidRDefault="00E90DAF"/>
        </w:tc>
        <w:tc>
          <w:tcPr>
            <w:tcW w:w="848" w:type="dxa"/>
            <w:vMerge/>
            <w:vAlign w:val="center"/>
          </w:tcPr>
          <w:p w14:paraId="71AFE82C" w14:textId="77777777" w:rsidR="00E90DAF" w:rsidRDefault="00E90DAF"/>
        </w:tc>
        <w:tc>
          <w:tcPr>
            <w:tcW w:w="679" w:type="dxa"/>
            <w:vMerge/>
            <w:vAlign w:val="center"/>
          </w:tcPr>
          <w:p w14:paraId="046ADEEB" w14:textId="77777777" w:rsidR="00E90DAF" w:rsidRDefault="00E90DAF"/>
        </w:tc>
        <w:tc>
          <w:tcPr>
            <w:tcW w:w="679" w:type="dxa"/>
            <w:vMerge/>
            <w:vAlign w:val="center"/>
          </w:tcPr>
          <w:p w14:paraId="12F68576" w14:textId="77777777" w:rsidR="00E90DAF" w:rsidRDefault="00E90DAF"/>
        </w:tc>
        <w:tc>
          <w:tcPr>
            <w:tcW w:w="803" w:type="dxa"/>
            <w:vMerge/>
            <w:vAlign w:val="center"/>
          </w:tcPr>
          <w:p w14:paraId="166ABA2A" w14:textId="77777777" w:rsidR="00E90DAF" w:rsidRDefault="00E90DAF"/>
        </w:tc>
      </w:tr>
      <w:tr w:rsidR="00E90DAF" w14:paraId="04679861" w14:textId="77777777">
        <w:tc>
          <w:tcPr>
            <w:tcW w:w="718" w:type="dxa"/>
            <w:vMerge/>
            <w:vAlign w:val="center"/>
          </w:tcPr>
          <w:p w14:paraId="6FB2F904" w14:textId="77777777" w:rsidR="00E90DAF" w:rsidRDefault="00E90DAF"/>
        </w:tc>
        <w:tc>
          <w:tcPr>
            <w:tcW w:w="962" w:type="dxa"/>
            <w:vMerge/>
            <w:vAlign w:val="center"/>
          </w:tcPr>
          <w:p w14:paraId="4007FEC5" w14:textId="77777777" w:rsidR="00E90DAF" w:rsidRDefault="00E90DAF"/>
        </w:tc>
        <w:tc>
          <w:tcPr>
            <w:tcW w:w="735" w:type="dxa"/>
            <w:gridSpan w:val="2"/>
            <w:vMerge/>
            <w:vAlign w:val="center"/>
          </w:tcPr>
          <w:p w14:paraId="0DC5B033" w14:textId="77777777" w:rsidR="00E90DAF" w:rsidRDefault="00E90DAF"/>
        </w:tc>
        <w:tc>
          <w:tcPr>
            <w:tcW w:w="962" w:type="dxa"/>
            <w:vAlign w:val="center"/>
          </w:tcPr>
          <w:p w14:paraId="740545D4" w14:textId="77777777" w:rsidR="00E90DAF" w:rsidRDefault="008576D7">
            <w:r>
              <w:t>未编号</w:t>
            </w:r>
          </w:p>
        </w:tc>
        <w:tc>
          <w:tcPr>
            <w:tcW w:w="735" w:type="dxa"/>
            <w:vAlign w:val="center"/>
          </w:tcPr>
          <w:p w14:paraId="0954C3CA" w14:textId="77777777" w:rsidR="00E90DAF" w:rsidRDefault="008576D7">
            <w:r>
              <w:t>2.40</w:t>
            </w:r>
          </w:p>
        </w:tc>
        <w:tc>
          <w:tcPr>
            <w:tcW w:w="679" w:type="dxa"/>
            <w:vAlign w:val="center"/>
          </w:tcPr>
          <w:p w14:paraId="13E7D3E8" w14:textId="77777777" w:rsidR="00E90DAF" w:rsidRDefault="008576D7">
            <w:r>
              <w:t>1.00</w:t>
            </w:r>
          </w:p>
        </w:tc>
        <w:tc>
          <w:tcPr>
            <w:tcW w:w="679" w:type="dxa"/>
            <w:vAlign w:val="center"/>
          </w:tcPr>
          <w:p w14:paraId="3FB9359C" w14:textId="77777777" w:rsidR="00E90DAF" w:rsidRDefault="008576D7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3F4A82B4" w14:textId="77777777" w:rsidR="00E90DAF" w:rsidRDefault="00E90DAF"/>
        </w:tc>
        <w:tc>
          <w:tcPr>
            <w:tcW w:w="848" w:type="dxa"/>
            <w:vMerge/>
            <w:vAlign w:val="center"/>
          </w:tcPr>
          <w:p w14:paraId="288515D9" w14:textId="77777777" w:rsidR="00E90DAF" w:rsidRDefault="00E90DAF"/>
        </w:tc>
        <w:tc>
          <w:tcPr>
            <w:tcW w:w="679" w:type="dxa"/>
            <w:vMerge/>
            <w:vAlign w:val="center"/>
          </w:tcPr>
          <w:p w14:paraId="14A3F33C" w14:textId="77777777" w:rsidR="00E90DAF" w:rsidRDefault="00E90DAF"/>
        </w:tc>
        <w:tc>
          <w:tcPr>
            <w:tcW w:w="679" w:type="dxa"/>
            <w:vMerge/>
            <w:vAlign w:val="center"/>
          </w:tcPr>
          <w:p w14:paraId="70B7109F" w14:textId="77777777" w:rsidR="00E90DAF" w:rsidRDefault="00E90DAF"/>
        </w:tc>
        <w:tc>
          <w:tcPr>
            <w:tcW w:w="803" w:type="dxa"/>
            <w:vMerge/>
            <w:vAlign w:val="center"/>
          </w:tcPr>
          <w:p w14:paraId="3A059D12" w14:textId="77777777" w:rsidR="00E90DAF" w:rsidRDefault="00E90DAF"/>
        </w:tc>
      </w:tr>
      <w:tr w:rsidR="00E90DAF" w14:paraId="77B2BBA8" w14:textId="77777777">
        <w:tc>
          <w:tcPr>
            <w:tcW w:w="718" w:type="dxa"/>
            <w:vMerge/>
            <w:vAlign w:val="center"/>
          </w:tcPr>
          <w:p w14:paraId="154D76BD" w14:textId="77777777" w:rsidR="00E90DAF" w:rsidRDefault="00E90DAF"/>
        </w:tc>
        <w:tc>
          <w:tcPr>
            <w:tcW w:w="962" w:type="dxa"/>
            <w:vMerge/>
            <w:vAlign w:val="center"/>
          </w:tcPr>
          <w:p w14:paraId="57D0FEA9" w14:textId="77777777" w:rsidR="00E90DAF" w:rsidRDefault="00E90DAF"/>
        </w:tc>
        <w:tc>
          <w:tcPr>
            <w:tcW w:w="735" w:type="dxa"/>
            <w:gridSpan w:val="2"/>
            <w:vMerge/>
            <w:vAlign w:val="center"/>
          </w:tcPr>
          <w:p w14:paraId="07C6769C" w14:textId="77777777" w:rsidR="00E90DAF" w:rsidRDefault="00E90DAF"/>
        </w:tc>
        <w:tc>
          <w:tcPr>
            <w:tcW w:w="962" w:type="dxa"/>
            <w:vAlign w:val="center"/>
          </w:tcPr>
          <w:p w14:paraId="63C0F0A6" w14:textId="77777777" w:rsidR="00E90DAF" w:rsidRDefault="008576D7">
            <w:r>
              <w:t>未编号</w:t>
            </w:r>
          </w:p>
        </w:tc>
        <w:tc>
          <w:tcPr>
            <w:tcW w:w="735" w:type="dxa"/>
            <w:vAlign w:val="center"/>
          </w:tcPr>
          <w:p w14:paraId="7BDCF00F" w14:textId="77777777" w:rsidR="00E90DAF" w:rsidRDefault="008576D7">
            <w:r>
              <w:t>3.60</w:t>
            </w:r>
          </w:p>
        </w:tc>
        <w:tc>
          <w:tcPr>
            <w:tcW w:w="679" w:type="dxa"/>
            <w:vAlign w:val="center"/>
          </w:tcPr>
          <w:p w14:paraId="65F274E5" w14:textId="77777777" w:rsidR="00E90DAF" w:rsidRDefault="008576D7">
            <w:r>
              <w:t>1.00</w:t>
            </w:r>
          </w:p>
        </w:tc>
        <w:tc>
          <w:tcPr>
            <w:tcW w:w="679" w:type="dxa"/>
            <w:vAlign w:val="center"/>
          </w:tcPr>
          <w:p w14:paraId="217B625D" w14:textId="77777777" w:rsidR="00E90DAF" w:rsidRDefault="008576D7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15795637" w14:textId="77777777" w:rsidR="00E90DAF" w:rsidRDefault="00E90DAF"/>
        </w:tc>
        <w:tc>
          <w:tcPr>
            <w:tcW w:w="848" w:type="dxa"/>
            <w:vMerge/>
            <w:vAlign w:val="center"/>
          </w:tcPr>
          <w:p w14:paraId="6AED39F2" w14:textId="77777777" w:rsidR="00E90DAF" w:rsidRDefault="00E90DAF"/>
        </w:tc>
        <w:tc>
          <w:tcPr>
            <w:tcW w:w="679" w:type="dxa"/>
            <w:vMerge/>
            <w:vAlign w:val="center"/>
          </w:tcPr>
          <w:p w14:paraId="29D4DB12" w14:textId="77777777" w:rsidR="00E90DAF" w:rsidRDefault="00E90DAF"/>
        </w:tc>
        <w:tc>
          <w:tcPr>
            <w:tcW w:w="679" w:type="dxa"/>
            <w:vMerge/>
            <w:vAlign w:val="center"/>
          </w:tcPr>
          <w:p w14:paraId="65E51994" w14:textId="77777777" w:rsidR="00E90DAF" w:rsidRDefault="00E90DAF"/>
        </w:tc>
        <w:tc>
          <w:tcPr>
            <w:tcW w:w="803" w:type="dxa"/>
            <w:vMerge/>
            <w:vAlign w:val="center"/>
          </w:tcPr>
          <w:p w14:paraId="21132D04" w14:textId="77777777" w:rsidR="00E90DAF" w:rsidRDefault="00E90DAF"/>
        </w:tc>
      </w:tr>
      <w:tr w:rsidR="00E90DAF" w14:paraId="635D65D7" w14:textId="77777777">
        <w:tc>
          <w:tcPr>
            <w:tcW w:w="718" w:type="dxa"/>
            <w:vMerge/>
            <w:vAlign w:val="center"/>
          </w:tcPr>
          <w:p w14:paraId="1ED607A1" w14:textId="77777777" w:rsidR="00E90DAF" w:rsidRDefault="00E90DAF"/>
        </w:tc>
        <w:tc>
          <w:tcPr>
            <w:tcW w:w="962" w:type="dxa"/>
            <w:vMerge/>
            <w:vAlign w:val="center"/>
          </w:tcPr>
          <w:p w14:paraId="13EF7F09" w14:textId="77777777" w:rsidR="00E90DAF" w:rsidRDefault="00E90DAF"/>
        </w:tc>
        <w:tc>
          <w:tcPr>
            <w:tcW w:w="735" w:type="dxa"/>
            <w:gridSpan w:val="2"/>
            <w:vMerge/>
            <w:vAlign w:val="center"/>
          </w:tcPr>
          <w:p w14:paraId="65E9440D" w14:textId="77777777" w:rsidR="00E90DAF" w:rsidRDefault="00E90DAF"/>
        </w:tc>
        <w:tc>
          <w:tcPr>
            <w:tcW w:w="962" w:type="dxa"/>
            <w:vAlign w:val="center"/>
          </w:tcPr>
          <w:p w14:paraId="40E48103" w14:textId="77777777" w:rsidR="00E90DAF" w:rsidRDefault="008576D7">
            <w:r>
              <w:t>未编号</w:t>
            </w:r>
          </w:p>
        </w:tc>
        <w:tc>
          <w:tcPr>
            <w:tcW w:w="735" w:type="dxa"/>
            <w:vAlign w:val="center"/>
          </w:tcPr>
          <w:p w14:paraId="19362536" w14:textId="77777777" w:rsidR="00E90DAF" w:rsidRDefault="008576D7">
            <w:r>
              <w:t>3.60</w:t>
            </w:r>
          </w:p>
        </w:tc>
        <w:tc>
          <w:tcPr>
            <w:tcW w:w="679" w:type="dxa"/>
            <w:vAlign w:val="center"/>
          </w:tcPr>
          <w:p w14:paraId="4D3E4948" w14:textId="77777777" w:rsidR="00E90DAF" w:rsidRDefault="008576D7">
            <w:r>
              <w:t>1.00</w:t>
            </w:r>
          </w:p>
        </w:tc>
        <w:tc>
          <w:tcPr>
            <w:tcW w:w="679" w:type="dxa"/>
            <w:vAlign w:val="center"/>
          </w:tcPr>
          <w:p w14:paraId="698E1FA1" w14:textId="77777777" w:rsidR="00E90DAF" w:rsidRDefault="008576D7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0C60407A" w14:textId="77777777" w:rsidR="00E90DAF" w:rsidRDefault="00E90DAF"/>
        </w:tc>
        <w:tc>
          <w:tcPr>
            <w:tcW w:w="848" w:type="dxa"/>
            <w:vMerge/>
            <w:vAlign w:val="center"/>
          </w:tcPr>
          <w:p w14:paraId="63964BC1" w14:textId="77777777" w:rsidR="00E90DAF" w:rsidRDefault="00E90DAF"/>
        </w:tc>
        <w:tc>
          <w:tcPr>
            <w:tcW w:w="679" w:type="dxa"/>
            <w:vMerge/>
            <w:vAlign w:val="center"/>
          </w:tcPr>
          <w:p w14:paraId="17E5173D" w14:textId="77777777" w:rsidR="00E90DAF" w:rsidRDefault="00E90DAF"/>
        </w:tc>
        <w:tc>
          <w:tcPr>
            <w:tcW w:w="679" w:type="dxa"/>
            <w:vMerge/>
            <w:vAlign w:val="center"/>
          </w:tcPr>
          <w:p w14:paraId="4AB936C2" w14:textId="77777777" w:rsidR="00E90DAF" w:rsidRDefault="00E90DAF"/>
        </w:tc>
        <w:tc>
          <w:tcPr>
            <w:tcW w:w="803" w:type="dxa"/>
            <w:vMerge/>
            <w:vAlign w:val="center"/>
          </w:tcPr>
          <w:p w14:paraId="3E7681C6" w14:textId="77777777" w:rsidR="00E90DAF" w:rsidRDefault="00E90DAF"/>
        </w:tc>
      </w:tr>
      <w:tr w:rsidR="00E90DAF" w14:paraId="67C1E9C2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1118CBF0" w14:textId="77777777" w:rsidR="00E90DAF" w:rsidRDefault="008576D7">
            <w:r>
              <w:t>标准依据</w:t>
            </w:r>
          </w:p>
        </w:tc>
        <w:tc>
          <w:tcPr>
            <w:tcW w:w="7069" w:type="dxa"/>
            <w:gridSpan w:val="10"/>
            <w:vAlign w:val="center"/>
          </w:tcPr>
          <w:p w14:paraId="7F548010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4.2.4</w:t>
            </w:r>
            <w:r>
              <w:t>条</w:t>
            </w:r>
          </w:p>
        </w:tc>
      </w:tr>
      <w:tr w:rsidR="00E90DAF" w14:paraId="3123EDB5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1531B2BD" w14:textId="77777777" w:rsidR="00E90DAF" w:rsidRDefault="008576D7">
            <w:r>
              <w:t>标准要求</w:t>
            </w:r>
          </w:p>
        </w:tc>
        <w:tc>
          <w:tcPr>
            <w:tcW w:w="7069" w:type="dxa"/>
            <w:gridSpan w:val="10"/>
            <w:vAlign w:val="center"/>
          </w:tcPr>
          <w:p w14:paraId="2EA2A86B" w14:textId="77777777" w:rsidR="00E90DAF" w:rsidRDefault="008576D7">
            <w:r>
              <w:t>外窗开启比</w:t>
            </w:r>
            <w:r>
              <w:t>≥40%</w:t>
            </w:r>
          </w:p>
        </w:tc>
      </w:tr>
      <w:tr w:rsidR="00E90DAF" w14:paraId="5B2D8944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4A63149E" w14:textId="77777777" w:rsidR="00E90DAF" w:rsidRDefault="008576D7">
            <w:r>
              <w:t>结论</w:t>
            </w:r>
          </w:p>
        </w:tc>
        <w:tc>
          <w:tcPr>
            <w:tcW w:w="7069" w:type="dxa"/>
            <w:gridSpan w:val="10"/>
            <w:vAlign w:val="center"/>
          </w:tcPr>
          <w:p w14:paraId="561ABF66" w14:textId="77777777" w:rsidR="00E90DAF" w:rsidRDefault="008576D7">
            <w:r>
              <w:t>满足</w:t>
            </w:r>
          </w:p>
        </w:tc>
      </w:tr>
    </w:tbl>
    <w:p w14:paraId="7CF7CE0A" w14:textId="77777777" w:rsidR="00E90DAF" w:rsidRDefault="008576D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49A85BC1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AD4DA59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1" w:name="_Toc60664734"/>
      <w:r>
        <w:rPr>
          <w:color w:val="000000"/>
          <w:kern w:val="2"/>
          <w:szCs w:val="24"/>
        </w:rPr>
        <w:t>外窗气密性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E90DAF" w14:paraId="454692F7" w14:textId="77777777">
        <w:tc>
          <w:tcPr>
            <w:tcW w:w="2263" w:type="dxa"/>
            <w:shd w:val="clear" w:color="auto" w:fill="E6E6E6"/>
            <w:vAlign w:val="center"/>
          </w:tcPr>
          <w:p w14:paraId="32C95D01" w14:textId="77777777" w:rsidR="00E90DAF" w:rsidRDefault="008576D7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7201AC94" w14:textId="77777777" w:rsidR="00E90DAF" w:rsidRDefault="008576D7">
            <w:r>
              <w:t>6</w:t>
            </w:r>
            <w:r>
              <w:t>级</w:t>
            </w:r>
            <w:r>
              <w:t xml:space="preserve">  </w:t>
            </w:r>
          </w:p>
        </w:tc>
      </w:tr>
      <w:tr w:rsidR="00E90DAF" w14:paraId="283C1F32" w14:textId="77777777">
        <w:tc>
          <w:tcPr>
            <w:tcW w:w="2263" w:type="dxa"/>
            <w:shd w:val="clear" w:color="auto" w:fill="E6E6E6"/>
            <w:vAlign w:val="center"/>
          </w:tcPr>
          <w:p w14:paraId="3F80E878" w14:textId="77777777" w:rsidR="00E90DAF" w:rsidRDefault="008576D7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4F631C29" w14:textId="77777777" w:rsidR="00E90DAF" w:rsidRDefault="00E90DAF"/>
        </w:tc>
      </w:tr>
      <w:tr w:rsidR="00E90DAF" w14:paraId="2DC8B20C" w14:textId="77777777">
        <w:tc>
          <w:tcPr>
            <w:tcW w:w="2263" w:type="dxa"/>
            <w:shd w:val="clear" w:color="auto" w:fill="E6E6E6"/>
            <w:vAlign w:val="center"/>
          </w:tcPr>
          <w:p w14:paraId="258593E3" w14:textId="77777777" w:rsidR="00E90DAF" w:rsidRDefault="008576D7">
            <w:r>
              <w:lastRenderedPageBreak/>
              <w:t>标准依据</w:t>
            </w:r>
          </w:p>
        </w:tc>
        <w:tc>
          <w:tcPr>
            <w:tcW w:w="7069" w:type="dxa"/>
            <w:vAlign w:val="center"/>
          </w:tcPr>
          <w:p w14:paraId="10873353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4.3.5</w:t>
            </w:r>
            <w:r>
              <w:t>条，分级与检测方法《标准</w:t>
            </w:r>
            <w:r>
              <w:t>3</w:t>
            </w:r>
            <w:r>
              <w:t>》</w:t>
            </w:r>
          </w:p>
        </w:tc>
      </w:tr>
      <w:tr w:rsidR="00E90DAF" w14:paraId="759C5CD1" w14:textId="77777777">
        <w:tc>
          <w:tcPr>
            <w:tcW w:w="2263" w:type="dxa"/>
            <w:shd w:val="clear" w:color="auto" w:fill="E6E6E6"/>
            <w:vAlign w:val="center"/>
          </w:tcPr>
          <w:p w14:paraId="0763475C" w14:textId="77777777" w:rsidR="00E90DAF" w:rsidRDefault="008576D7">
            <w:r>
              <w:t>标准要求</w:t>
            </w:r>
          </w:p>
        </w:tc>
        <w:tc>
          <w:tcPr>
            <w:tcW w:w="7069" w:type="dxa"/>
            <w:vAlign w:val="center"/>
          </w:tcPr>
          <w:p w14:paraId="06B55577" w14:textId="77777777" w:rsidR="00E90DAF" w:rsidRDefault="008576D7">
            <w:r>
              <w:t>外窗气密性不应低于《标准</w:t>
            </w:r>
            <w:r>
              <w:t>3</w:t>
            </w:r>
            <w:r>
              <w:t>》的</w:t>
            </w:r>
            <w:r>
              <w:t>5</w:t>
            </w:r>
            <w:r>
              <w:t>级</w:t>
            </w:r>
          </w:p>
        </w:tc>
      </w:tr>
      <w:tr w:rsidR="00E90DAF" w14:paraId="39BF9100" w14:textId="77777777">
        <w:tc>
          <w:tcPr>
            <w:tcW w:w="2263" w:type="dxa"/>
            <w:shd w:val="clear" w:color="auto" w:fill="E6E6E6"/>
            <w:vAlign w:val="center"/>
          </w:tcPr>
          <w:p w14:paraId="0AA1ACAC" w14:textId="77777777" w:rsidR="00E90DAF" w:rsidRDefault="008576D7">
            <w:r>
              <w:t>结论</w:t>
            </w:r>
          </w:p>
        </w:tc>
        <w:tc>
          <w:tcPr>
            <w:tcW w:w="7069" w:type="dxa"/>
            <w:vAlign w:val="center"/>
          </w:tcPr>
          <w:p w14:paraId="776A07F1" w14:textId="77777777" w:rsidR="00E90DAF" w:rsidRDefault="008576D7">
            <w:r>
              <w:t>满足</w:t>
            </w:r>
          </w:p>
        </w:tc>
      </w:tr>
    </w:tbl>
    <w:p w14:paraId="052A8EEF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2" w:name="_Toc60664735"/>
      <w:r>
        <w:rPr>
          <w:color w:val="000000"/>
          <w:kern w:val="2"/>
          <w:szCs w:val="24"/>
        </w:rPr>
        <w:t>幕墙气密性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E90DAF" w14:paraId="2E87C114" w14:textId="77777777">
        <w:tc>
          <w:tcPr>
            <w:tcW w:w="2263" w:type="dxa"/>
            <w:shd w:val="clear" w:color="auto" w:fill="E6E6E6"/>
            <w:vAlign w:val="center"/>
          </w:tcPr>
          <w:p w14:paraId="4CBA29CF" w14:textId="77777777" w:rsidR="00E90DAF" w:rsidRDefault="008576D7">
            <w:r>
              <w:t>层数</w:t>
            </w:r>
          </w:p>
        </w:tc>
        <w:tc>
          <w:tcPr>
            <w:tcW w:w="3534" w:type="dxa"/>
            <w:vAlign w:val="center"/>
          </w:tcPr>
          <w:p w14:paraId="1CE2D2E0" w14:textId="77777777" w:rsidR="00E90DAF" w:rsidRDefault="008576D7">
            <w:r>
              <w:t>1</w:t>
            </w:r>
            <w:r>
              <w:t>～</w:t>
            </w:r>
            <w:r>
              <w:t>6</w:t>
            </w:r>
            <w:r>
              <w:t>层</w:t>
            </w:r>
          </w:p>
        </w:tc>
        <w:tc>
          <w:tcPr>
            <w:tcW w:w="3534" w:type="dxa"/>
            <w:vAlign w:val="center"/>
          </w:tcPr>
          <w:p w14:paraId="44C0ABB3" w14:textId="77777777" w:rsidR="00E90DAF" w:rsidRDefault="008576D7">
            <w:r>
              <w:t>7</w:t>
            </w:r>
            <w:r>
              <w:t>层以上</w:t>
            </w:r>
          </w:p>
        </w:tc>
      </w:tr>
      <w:tr w:rsidR="00E90DAF" w14:paraId="407EEBCE" w14:textId="77777777">
        <w:tc>
          <w:tcPr>
            <w:tcW w:w="2263" w:type="dxa"/>
            <w:shd w:val="clear" w:color="auto" w:fill="E6E6E6"/>
            <w:vAlign w:val="center"/>
          </w:tcPr>
          <w:p w14:paraId="2906E7F2" w14:textId="77777777" w:rsidR="00E90DAF" w:rsidRDefault="008576D7">
            <w:r>
              <w:t>最不利气密性等级</w:t>
            </w:r>
          </w:p>
        </w:tc>
        <w:tc>
          <w:tcPr>
            <w:tcW w:w="3534" w:type="dxa"/>
            <w:vAlign w:val="center"/>
          </w:tcPr>
          <w:p w14:paraId="08FCF3ED" w14:textId="77777777" w:rsidR="00E90DAF" w:rsidRDefault="008576D7">
            <w:r>
              <w:t>－</w:t>
            </w:r>
          </w:p>
        </w:tc>
        <w:tc>
          <w:tcPr>
            <w:tcW w:w="3534" w:type="dxa"/>
            <w:vAlign w:val="center"/>
          </w:tcPr>
          <w:p w14:paraId="6B2689BC" w14:textId="77777777" w:rsidR="00E90DAF" w:rsidRDefault="008576D7">
            <w:r>
              <w:t>－</w:t>
            </w:r>
          </w:p>
        </w:tc>
      </w:tr>
      <w:tr w:rsidR="00E90DAF" w14:paraId="56AE585B" w14:textId="77777777">
        <w:tc>
          <w:tcPr>
            <w:tcW w:w="2263" w:type="dxa"/>
            <w:shd w:val="clear" w:color="auto" w:fill="E6E6E6"/>
            <w:vAlign w:val="center"/>
          </w:tcPr>
          <w:p w14:paraId="60291713" w14:textId="77777777" w:rsidR="00E90DAF" w:rsidRDefault="008576D7">
            <w:r>
              <w:t>幕墙气密性措施</w:t>
            </w:r>
          </w:p>
        </w:tc>
        <w:tc>
          <w:tcPr>
            <w:tcW w:w="3534" w:type="dxa"/>
            <w:vAlign w:val="center"/>
          </w:tcPr>
          <w:p w14:paraId="23671A8E" w14:textId="77777777" w:rsidR="00E90DAF" w:rsidRDefault="00E90DAF"/>
        </w:tc>
        <w:tc>
          <w:tcPr>
            <w:tcW w:w="3534" w:type="dxa"/>
            <w:vAlign w:val="center"/>
          </w:tcPr>
          <w:p w14:paraId="45728D95" w14:textId="77777777" w:rsidR="00E90DAF" w:rsidRDefault="00E90DAF"/>
        </w:tc>
      </w:tr>
      <w:tr w:rsidR="00E90DAF" w14:paraId="1EA5D9F5" w14:textId="77777777">
        <w:tc>
          <w:tcPr>
            <w:tcW w:w="2263" w:type="dxa"/>
            <w:shd w:val="clear" w:color="auto" w:fill="E6E6E6"/>
            <w:vAlign w:val="center"/>
          </w:tcPr>
          <w:p w14:paraId="798082FB" w14:textId="77777777" w:rsidR="00E90DAF" w:rsidRDefault="008576D7">
            <w:r>
              <w:t>通风换气装置</w:t>
            </w:r>
          </w:p>
        </w:tc>
        <w:tc>
          <w:tcPr>
            <w:tcW w:w="3534" w:type="dxa"/>
            <w:vAlign w:val="center"/>
          </w:tcPr>
          <w:p w14:paraId="522DD4EA" w14:textId="77777777" w:rsidR="00E90DAF" w:rsidRDefault="008576D7">
            <w:r>
              <w:t>无</w:t>
            </w:r>
          </w:p>
        </w:tc>
        <w:tc>
          <w:tcPr>
            <w:tcW w:w="3534" w:type="dxa"/>
            <w:vAlign w:val="center"/>
          </w:tcPr>
          <w:p w14:paraId="434DE70E" w14:textId="77777777" w:rsidR="00E90DAF" w:rsidRDefault="00E90DAF"/>
        </w:tc>
      </w:tr>
      <w:tr w:rsidR="00E90DAF" w14:paraId="6EDC41A0" w14:textId="77777777">
        <w:tc>
          <w:tcPr>
            <w:tcW w:w="2263" w:type="dxa"/>
            <w:shd w:val="clear" w:color="auto" w:fill="E6E6E6"/>
            <w:vAlign w:val="center"/>
          </w:tcPr>
          <w:p w14:paraId="5BA7459F" w14:textId="77777777" w:rsidR="00E90DAF" w:rsidRDefault="008576D7">
            <w:r>
              <w:t>标准依据</w:t>
            </w:r>
          </w:p>
        </w:tc>
        <w:tc>
          <w:tcPr>
            <w:tcW w:w="3534" w:type="dxa"/>
            <w:vAlign w:val="center"/>
          </w:tcPr>
          <w:p w14:paraId="3B26D8C0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4.3.5</w:t>
            </w:r>
            <w:r>
              <w:t>条，分级与检测方法《标准</w:t>
            </w:r>
            <w:r>
              <w:t>4</w:t>
            </w:r>
            <w:r>
              <w:t>》</w:t>
            </w:r>
          </w:p>
        </w:tc>
        <w:tc>
          <w:tcPr>
            <w:tcW w:w="3534" w:type="dxa"/>
            <w:vAlign w:val="center"/>
          </w:tcPr>
          <w:p w14:paraId="5C561E7B" w14:textId="77777777" w:rsidR="00E90DAF" w:rsidRDefault="008576D7">
            <w:r>
              <w:t>《标准</w:t>
            </w:r>
            <w:r>
              <w:t>5</w:t>
            </w:r>
            <w:r>
              <w:t>》第</w:t>
            </w:r>
            <w:r>
              <w:t>4.3.5</w:t>
            </w:r>
            <w:r>
              <w:t>条，分级与检测方法《标准</w:t>
            </w:r>
            <w:r>
              <w:t>4</w:t>
            </w:r>
            <w:r>
              <w:t>》</w:t>
            </w:r>
          </w:p>
        </w:tc>
      </w:tr>
      <w:tr w:rsidR="00E90DAF" w14:paraId="650B2514" w14:textId="77777777">
        <w:tc>
          <w:tcPr>
            <w:tcW w:w="2263" w:type="dxa"/>
            <w:shd w:val="clear" w:color="auto" w:fill="E6E6E6"/>
            <w:vAlign w:val="center"/>
          </w:tcPr>
          <w:p w14:paraId="12CE9B60" w14:textId="77777777" w:rsidR="00E90DAF" w:rsidRDefault="008576D7">
            <w:r>
              <w:t>标准要求</w:t>
            </w:r>
          </w:p>
        </w:tc>
        <w:tc>
          <w:tcPr>
            <w:tcW w:w="3534" w:type="dxa"/>
            <w:vAlign w:val="center"/>
          </w:tcPr>
          <w:p w14:paraId="1B2B7C48" w14:textId="77777777" w:rsidR="00E90DAF" w:rsidRDefault="008576D7">
            <w:r>
              <w:t>幕墙气密性不应低于《标准</w:t>
            </w:r>
            <w:r>
              <w:t>4</w:t>
            </w:r>
            <w:r>
              <w:t>》的</w:t>
            </w:r>
            <w:r>
              <w:t>2</w:t>
            </w:r>
            <w:r>
              <w:t>级</w:t>
            </w:r>
          </w:p>
        </w:tc>
        <w:tc>
          <w:tcPr>
            <w:tcW w:w="3534" w:type="dxa"/>
            <w:vAlign w:val="center"/>
          </w:tcPr>
          <w:p w14:paraId="6E4B97CA" w14:textId="77777777" w:rsidR="00E90DAF" w:rsidRDefault="008576D7">
            <w:r>
              <w:t>幕墙气密性不应低于《标准</w:t>
            </w:r>
            <w:r>
              <w:t>4</w:t>
            </w:r>
            <w:r>
              <w:t>》的</w:t>
            </w:r>
            <w:r>
              <w:t>3</w:t>
            </w:r>
            <w:r>
              <w:t>级</w:t>
            </w:r>
          </w:p>
        </w:tc>
      </w:tr>
      <w:tr w:rsidR="00E90DAF" w14:paraId="174ACD52" w14:textId="77777777">
        <w:tc>
          <w:tcPr>
            <w:tcW w:w="2263" w:type="dxa"/>
            <w:shd w:val="clear" w:color="auto" w:fill="E6E6E6"/>
            <w:vAlign w:val="center"/>
          </w:tcPr>
          <w:p w14:paraId="779A647A" w14:textId="77777777" w:rsidR="00E90DAF" w:rsidRDefault="008576D7">
            <w:r>
              <w:t>结论</w:t>
            </w:r>
          </w:p>
        </w:tc>
        <w:tc>
          <w:tcPr>
            <w:tcW w:w="3534" w:type="dxa"/>
            <w:vAlign w:val="center"/>
          </w:tcPr>
          <w:p w14:paraId="790D91F4" w14:textId="77777777" w:rsidR="00E90DAF" w:rsidRDefault="008576D7">
            <w:r>
              <w:t>－</w:t>
            </w:r>
          </w:p>
        </w:tc>
        <w:tc>
          <w:tcPr>
            <w:tcW w:w="3534" w:type="dxa"/>
            <w:vAlign w:val="center"/>
          </w:tcPr>
          <w:p w14:paraId="18A544BD" w14:textId="77777777" w:rsidR="00E90DAF" w:rsidRDefault="008576D7">
            <w:r>
              <w:t>－</w:t>
            </w:r>
          </w:p>
        </w:tc>
      </w:tr>
    </w:tbl>
    <w:p w14:paraId="2BB38148" w14:textId="77777777" w:rsidR="00E90DAF" w:rsidRDefault="008576D7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3" w:name="_Toc60664736"/>
      <w:r>
        <w:rPr>
          <w:color w:val="000000"/>
          <w:kern w:val="2"/>
          <w:szCs w:val="24"/>
        </w:rPr>
        <w:t>结论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1415"/>
        <w:gridCol w:w="2717"/>
      </w:tblGrid>
      <w:tr w:rsidR="00E90DAF" w14:paraId="564ACD5A" w14:textId="77777777">
        <w:tc>
          <w:tcPr>
            <w:tcW w:w="1131" w:type="dxa"/>
            <w:shd w:val="clear" w:color="auto" w:fill="E6E6E6"/>
            <w:vAlign w:val="center"/>
          </w:tcPr>
          <w:p w14:paraId="20736D5E" w14:textId="77777777" w:rsidR="00E90DAF" w:rsidRDefault="008576D7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07376A32" w14:textId="77777777" w:rsidR="00E90DAF" w:rsidRDefault="008576D7">
            <w:pPr>
              <w:jc w:val="center"/>
            </w:pPr>
            <w:r>
              <w:t>检查项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3F1B8BB" w14:textId="77777777" w:rsidR="00E90DAF" w:rsidRDefault="008576D7">
            <w:pPr>
              <w:jc w:val="center"/>
            </w:pPr>
            <w:r>
              <w:t>结论</w:t>
            </w:r>
          </w:p>
        </w:tc>
        <w:tc>
          <w:tcPr>
            <w:tcW w:w="2716" w:type="dxa"/>
            <w:shd w:val="clear" w:color="auto" w:fill="E6E6E6"/>
            <w:vAlign w:val="center"/>
          </w:tcPr>
          <w:p w14:paraId="1B48E375" w14:textId="77777777" w:rsidR="00E90DAF" w:rsidRDefault="008576D7">
            <w:pPr>
              <w:jc w:val="center"/>
            </w:pPr>
            <w:r>
              <w:t>可否性能权衡</w:t>
            </w:r>
          </w:p>
        </w:tc>
      </w:tr>
      <w:tr w:rsidR="00E90DAF" w14:paraId="0A29FA72" w14:textId="77777777">
        <w:tc>
          <w:tcPr>
            <w:tcW w:w="1131" w:type="dxa"/>
            <w:vAlign w:val="center"/>
          </w:tcPr>
          <w:p w14:paraId="0EB4EB56" w14:textId="77777777" w:rsidR="00E90DAF" w:rsidRDefault="008576D7">
            <w:r>
              <w:t>1</w:t>
            </w:r>
          </w:p>
        </w:tc>
        <w:tc>
          <w:tcPr>
            <w:tcW w:w="4069" w:type="dxa"/>
            <w:vAlign w:val="center"/>
          </w:tcPr>
          <w:p w14:paraId="4DB4FC76" w14:textId="77777777" w:rsidR="00E90DAF" w:rsidRDefault="008576D7">
            <w:r>
              <w:t>窗墙比</w:t>
            </w:r>
          </w:p>
        </w:tc>
        <w:tc>
          <w:tcPr>
            <w:tcW w:w="1415" w:type="dxa"/>
            <w:vAlign w:val="center"/>
          </w:tcPr>
          <w:p w14:paraId="334619E1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235B8C81" w14:textId="77777777" w:rsidR="00E90DAF" w:rsidRDefault="00E90DAF"/>
        </w:tc>
      </w:tr>
      <w:tr w:rsidR="00E90DAF" w14:paraId="41CD56F3" w14:textId="77777777">
        <w:tc>
          <w:tcPr>
            <w:tcW w:w="1131" w:type="dxa"/>
            <w:vAlign w:val="center"/>
          </w:tcPr>
          <w:p w14:paraId="0779A921" w14:textId="77777777" w:rsidR="00E90DAF" w:rsidRDefault="008576D7">
            <w:r>
              <w:t>2</w:t>
            </w:r>
          </w:p>
        </w:tc>
        <w:tc>
          <w:tcPr>
            <w:tcW w:w="4069" w:type="dxa"/>
            <w:vAlign w:val="center"/>
          </w:tcPr>
          <w:p w14:paraId="615A15ED" w14:textId="77777777" w:rsidR="00E90DAF" w:rsidRDefault="008576D7">
            <w:r>
              <w:t>天窗屋顶比</w:t>
            </w:r>
          </w:p>
        </w:tc>
        <w:tc>
          <w:tcPr>
            <w:tcW w:w="1415" w:type="dxa"/>
            <w:vAlign w:val="center"/>
          </w:tcPr>
          <w:p w14:paraId="5808151D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491EE894" w14:textId="77777777" w:rsidR="00E90DAF" w:rsidRDefault="00E90DAF"/>
        </w:tc>
      </w:tr>
      <w:tr w:rsidR="00E90DAF" w14:paraId="2AAA8239" w14:textId="77777777">
        <w:tc>
          <w:tcPr>
            <w:tcW w:w="1131" w:type="dxa"/>
            <w:vAlign w:val="center"/>
          </w:tcPr>
          <w:p w14:paraId="7D8D724E" w14:textId="77777777" w:rsidR="00E90DAF" w:rsidRDefault="008576D7">
            <w:r>
              <w:t>3</w:t>
            </w:r>
          </w:p>
        </w:tc>
        <w:tc>
          <w:tcPr>
            <w:tcW w:w="4069" w:type="dxa"/>
            <w:vAlign w:val="center"/>
          </w:tcPr>
          <w:p w14:paraId="366705DC" w14:textId="77777777" w:rsidR="00E90DAF" w:rsidRDefault="008576D7">
            <w:r>
              <w:t>天窗类型</w:t>
            </w:r>
          </w:p>
        </w:tc>
        <w:tc>
          <w:tcPr>
            <w:tcW w:w="1415" w:type="dxa"/>
            <w:vAlign w:val="center"/>
          </w:tcPr>
          <w:p w14:paraId="29589593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466EFB46" w14:textId="77777777" w:rsidR="00E90DAF" w:rsidRDefault="00E90DAF"/>
        </w:tc>
      </w:tr>
      <w:tr w:rsidR="00E90DAF" w14:paraId="1A2E91AE" w14:textId="77777777">
        <w:tc>
          <w:tcPr>
            <w:tcW w:w="1131" w:type="dxa"/>
            <w:vAlign w:val="center"/>
          </w:tcPr>
          <w:p w14:paraId="6A529DB8" w14:textId="77777777" w:rsidR="00E90DAF" w:rsidRDefault="008576D7">
            <w:r>
              <w:t>4</w:t>
            </w:r>
          </w:p>
        </w:tc>
        <w:tc>
          <w:tcPr>
            <w:tcW w:w="4069" w:type="dxa"/>
            <w:vAlign w:val="center"/>
          </w:tcPr>
          <w:p w14:paraId="7E7993F3" w14:textId="77777777" w:rsidR="00E90DAF" w:rsidRDefault="008576D7">
            <w:r>
              <w:t>屋顶构造</w:t>
            </w:r>
          </w:p>
        </w:tc>
        <w:tc>
          <w:tcPr>
            <w:tcW w:w="1415" w:type="dxa"/>
            <w:vAlign w:val="center"/>
          </w:tcPr>
          <w:p w14:paraId="192DD800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0EC44242" w14:textId="77777777" w:rsidR="00E90DAF" w:rsidRDefault="00E90DAF"/>
        </w:tc>
      </w:tr>
      <w:tr w:rsidR="00E90DAF" w14:paraId="7754961D" w14:textId="77777777">
        <w:tc>
          <w:tcPr>
            <w:tcW w:w="1131" w:type="dxa"/>
            <w:vAlign w:val="center"/>
          </w:tcPr>
          <w:p w14:paraId="0797806E" w14:textId="77777777" w:rsidR="00E90DAF" w:rsidRDefault="008576D7">
            <w:r>
              <w:t>5</w:t>
            </w:r>
          </w:p>
        </w:tc>
        <w:tc>
          <w:tcPr>
            <w:tcW w:w="4069" w:type="dxa"/>
            <w:vAlign w:val="center"/>
          </w:tcPr>
          <w:p w14:paraId="5A26A29F" w14:textId="77777777" w:rsidR="00E90DAF" w:rsidRDefault="008576D7">
            <w:r>
              <w:t>外墙构造</w:t>
            </w:r>
          </w:p>
        </w:tc>
        <w:tc>
          <w:tcPr>
            <w:tcW w:w="1415" w:type="dxa"/>
            <w:vAlign w:val="center"/>
          </w:tcPr>
          <w:p w14:paraId="1739A37A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19414083" w14:textId="77777777" w:rsidR="00E90DAF" w:rsidRDefault="00E90DAF"/>
        </w:tc>
      </w:tr>
      <w:tr w:rsidR="00E90DAF" w14:paraId="0FBA92BC" w14:textId="77777777">
        <w:tc>
          <w:tcPr>
            <w:tcW w:w="1131" w:type="dxa"/>
            <w:vAlign w:val="center"/>
          </w:tcPr>
          <w:p w14:paraId="030FBD0B" w14:textId="77777777" w:rsidR="00E90DAF" w:rsidRDefault="008576D7">
            <w:r>
              <w:t>6</w:t>
            </w:r>
          </w:p>
        </w:tc>
        <w:tc>
          <w:tcPr>
            <w:tcW w:w="4069" w:type="dxa"/>
            <w:vAlign w:val="center"/>
          </w:tcPr>
          <w:p w14:paraId="0DD3EEB2" w14:textId="77777777" w:rsidR="00E90DAF" w:rsidRDefault="008576D7">
            <w:r>
              <w:t>地面构造</w:t>
            </w:r>
          </w:p>
        </w:tc>
        <w:tc>
          <w:tcPr>
            <w:tcW w:w="1415" w:type="dxa"/>
            <w:vAlign w:val="center"/>
          </w:tcPr>
          <w:p w14:paraId="1678CFC7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33C7B6BF" w14:textId="77777777" w:rsidR="00E90DAF" w:rsidRDefault="00E90DAF"/>
        </w:tc>
      </w:tr>
      <w:tr w:rsidR="00E90DAF" w14:paraId="7F9CDF50" w14:textId="77777777">
        <w:tc>
          <w:tcPr>
            <w:tcW w:w="1131" w:type="dxa"/>
            <w:vAlign w:val="center"/>
          </w:tcPr>
          <w:p w14:paraId="039BE581" w14:textId="77777777" w:rsidR="00E90DAF" w:rsidRDefault="008576D7">
            <w:r>
              <w:t>7</w:t>
            </w:r>
          </w:p>
        </w:tc>
        <w:tc>
          <w:tcPr>
            <w:tcW w:w="4069" w:type="dxa"/>
            <w:vAlign w:val="center"/>
          </w:tcPr>
          <w:p w14:paraId="0EC049FA" w14:textId="77777777" w:rsidR="00E90DAF" w:rsidRDefault="008576D7">
            <w:r>
              <w:t>外窗热工</w:t>
            </w:r>
          </w:p>
        </w:tc>
        <w:tc>
          <w:tcPr>
            <w:tcW w:w="1415" w:type="dxa"/>
            <w:vAlign w:val="center"/>
          </w:tcPr>
          <w:p w14:paraId="01E2B392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710FA0E8" w14:textId="77777777" w:rsidR="00E90DAF" w:rsidRDefault="00E90DAF"/>
        </w:tc>
      </w:tr>
      <w:tr w:rsidR="00E90DAF" w14:paraId="7AEDF11B" w14:textId="77777777">
        <w:tc>
          <w:tcPr>
            <w:tcW w:w="1131" w:type="dxa"/>
            <w:vAlign w:val="center"/>
          </w:tcPr>
          <w:p w14:paraId="402FFAB8" w14:textId="77777777" w:rsidR="00E90DAF" w:rsidRDefault="008576D7">
            <w:r>
              <w:t>8</w:t>
            </w:r>
          </w:p>
        </w:tc>
        <w:tc>
          <w:tcPr>
            <w:tcW w:w="4069" w:type="dxa"/>
            <w:vAlign w:val="center"/>
          </w:tcPr>
          <w:p w14:paraId="0BB24C06" w14:textId="77777777" w:rsidR="00E90DAF" w:rsidRDefault="008576D7">
            <w:r>
              <w:t>可开启面积</w:t>
            </w:r>
          </w:p>
        </w:tc>
        <w:tc>
          <w:tcPr>
            <w:tcW w:w="1415" w:type="dxa"/>
            <w:vAlign w:val="center"/>
          </w:tcPr>
          <w:p w14:paraId="521B3A3A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799597D0" w14:textId="77777777" w:rsidR="00E90DAF" w:rsidRDefault="00E90DAF"/>
        </w:tc>
      </w:tr>
      <w:tr w:rsidR="00E90DAF" w14:paraId="2B0A5F2E" w14:textId="77777777">
        <w:tc>
          <w:tcPr>
            <w:tcW w:w="1131" w:type="dxa"/>
            <w:vAlign w:val="center"/>
          </w:tcPr>
          <w:p w14:paraId="1547A467" w14:textId="77777777" w:rsidR="00E90DAF" w:rsidRDefault="008576D7">
            <w:r>
              <w:t>9</w:t>
            </w:r>
          </w:p>
        </w:tc>
        <w:tc>
          <w:tcPr>
            <w:tcW w:w="4069" w:type="dxa"/>
            <w:vAlign w:val="center"/>
          </w:tcPr>
          <w:p w14:paraId="787AC62D" w14:textId="77777777" w:rsidR="00E90DAF" w:rsidRDefault="008576D7">
            <w:r>
              <w:t>外窗气密性</w:t>
            </w:r>
          </w:p>
        </w:tc>
        <w:tc>
          <w:tcPr>
            <w:tcW w:w="1415" w:type="dxa"/>
            <w:vAlign w:val="center"/>
          </w:tcPr>
          <w:p w14:paraId="1911A67C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552C9985" w14:textId="77777777" w:rsidR="00E90DAF" w:rsidRDefault="00E90DAF"/>
        </w:tc>
      </w:tr>
      <w:tr w:rsidR="00E90DAF" w14:paraId="6E56A182" w14:textId="77777777">
        <w:tc>
          <w:tcPr>
            <w:tcW w:w="1131" w:type="dxa"/>
            <w:vAlign w:val="center"/>
          </w:tcPr>
          <w:p w14:paraId="47F235B6" w14:textId="77777777" w:rsidR="00E90DAF" w:rsidRDefault="008576D7">
            <w:r>
              <w:t>10</w:t>
            </w:r>
          </w:p>
        </w:tc>
        <w:tc>
          <w:tcPr>
            <w:tcW w:w="4069" w:type="dxa"/>
            <w:vAlign w:val="center"/>
          </w:tcPr>
          <w:p w14:paraId="32036454" w14:textId="77777777" w:rsidR="00E90DAF" w:rsidRDefault="008576D7">
            <w:r>
              <w:t>幕墙气密性</w:t>
            </w:r>
          </w:p>
        </w:tc>
        <w:tc>
          <w:tcPr>
            <w:tcW w:w="1415" w:type="dxa"/>
            <w:vAlign w:val="center"/>
          </w:tcPr>
          <w:p w14:paraId="472CC2DB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1B3C2B52" w14:textId="77777777" w:rsidR="00E90DAF" w:rsidRDefault="00E90DAF"/>
        </w:tc>
      </w:tr>
      <w:tr w:rsidR="00E90DAF" w14:paraId="68642231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0C7EE553" w14:textId="77777777" w:rsidR="00E90DAF" w:rsidRDefault="008576D7">
            <w:r>
              <w:t>结论</w:t>
            </w:r>
          </w:p>
        </w:tc>
        <w:tc>
          <w:tcPr>
            <w:tcW w:w="1415" w:type="dxa"/>
            <w:vAlign w:val="center"/>
          </w:tcPr>
          <w:p w14:paraId="7B30669C" w14:textId="77777777" w:rsidR="00E90DAF" w:rsidRDefault="008576D7">
            <w:r>
              <w:t>满足</w:t>
            </w:r>
          </w:p>
        </w:tc>
        <w:tc>
          <w:tcPr>
            <w:tcW w:w="2716" w:type="dxa"/>
            <w:vAlign w:val="center"/>
          </w:tcPr>
          <w:p w14:paraId="0ADD5720" w14:textId="77777777" w:rsidR="00E90DAF" w:rsidRDefault="00E90DAF"/>
        </w:tc>
      </w:tr>
    </w:tbl>
    <w:p w14:paraId="64809B26" w14:textId="77777777" w:rsidR="00E90DAF" w:rsidRDefault="00E90DA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sectPr w:rsidR="00E90DAF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DBF65" w14:textId="77777777" w:rsidR="008576D7" w:rsidRDefault="008576D7" w:rsidP="00203A7D">
      <w:r>
        <w:separator/>
      </w:r>
    </w:p>
  </w:endnote>
  <w:endnote w:type="continuationSeparator" w:id="0">
    <w:p w14:paraId="11DE6A63" w14:textId="77777777" w:rsidR="008576D7" w:rsidRDefault="008576D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F990A29" w14:textId="77777777"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7B5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7B5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27A65B" w14:textId="77777777"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12193" w14:textId="77777777" w:rsidR="008576D7" w:rsidRDefault="008576D7" w:rsidP="00203A7D">
      <w:r>
        <w:separator/>
      </w:r>
    </w:p>
  </w:footnote>
  <w:footnote w:type="continuationSeparator" w:id="0">
    <w:p w14:paraId="0F7661F1" w14:textId="77777777" w:rsidR="008576D7" w:rsidRDefault="008576D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FAACB" w14:textId="77777777"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 wp14:anchorId="124C633D" wp14:editId="1787E977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19249" w14:textId="77777777"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1F2"/>
    <w:rsid w:val="00037A4C"/>
    <w:rsid w:val="0004094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215FB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01F2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576D7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0DAF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54142696"/>
  <w15:chartTrackingRefBased/>
  <w15:docId w15:val="{3D0A8D73-5F84-4A33-A124-EF9F59F4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TotalTime>1</TotalTime>
  <Pages>14</Pages>
  <Words>1809</Words>
  <Characters>10316</Characters>
  <Application>Microsoft Office Word</Application>
  <DocSecurity>0</DocSecurity>
  <Lines>85</Lines>
  <Paragraphs>24</Paragraphs>
  <ScaleCrop>false</ScaleCrop>
  <Company>ths</Company>
  <LinksUpToDate>false</LinksUpToDate>
  <CharactersWithSpaces>12101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轩~</dc:creator>
  <cp:keywords/>
  <dc:description/>
  <cp:lastModifiedBy>轩~</cp:lastModifiedBy>
  <cp:revision>1</cp:revision>
  <cp:lastPrinted>1899-12-31T16:00:00Z</cp:lastPrinted>
  <dcterms:created xsi:type="dcterms:W3CDTF">2021-01-04T06:58:00Z</dcterms:created>
  <dcterms:modified xsi:type="dcterms:W3CDTF">2021-01-04T06:59:00Z</dcterms:modified>
</cp:coreProperties>
</file>