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BAF9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0753B3D5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126AFE5" w14:textId="77777777"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 w:rsidR="00104C39">
        <w:rPr>
          <w:rFonts w:ascii="黑体" w:eastAsia="黑体" w:hAnsi="宋体" w:hint="eastAsia"/>
          <w:b/>
          <w:bCs/>
          <w:sz w:val="72"/>
          <w:szCs w:val="72"/>
        </w:rPr>
        <w:t>碳排放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3436C2E7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33DFE22C" w14:textId="77777777"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EF48C0D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7AFEBF54" w14:textId="77777777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6AD8EEF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B515A36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1B76AA14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9FEE12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210040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北京</w:t>
            </w:r>
            <w:r>
              <w:t>-</w:t>
            </w:r>
            <w:r>
              <w:t>北京</w:t>
            </w:r>
            <w:bookmarkEnd w:id="2"/>
          </w:p>
        </w:tc>
      </w:tr>
      <w:tr w:rsidR="00D40158" w:rsidRPr="00D40158" w14:paraId="64776267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267839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82F951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r w:rsidRPr="00D40158">
              <w:rPr>
                <w:rFonts w:ascii="宋体" w:hAnsi="宋体" w:hint="eastAsia"/>
                <w:szCs w:val="21"/>
              </w:rPr>
              <w:t>商场</w:t>
            </w:r>
            <w:bookmarkEnd w:id="3"/>
          </w:p>
        </w:tc>
      </w:tr>
      <w:tr w:rsidR="00D40158" w:rsidRPr="00D40158" w14:paraId="171A5062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306FB7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DE9A2E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北京建筑大学</w:t>
            </w:r>
            <w:bookmarkEnd w:id="4"/>
          </w:p>
        </w:tc>
      </w:tr>
      <w:tr w:rsidR="00D40158" w:rsidRPr="00D40158" w14:paraId="5B833BE3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8A6D6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49321C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北京建筑大学</w:t>
            </w:r>
            <w:bookmarkEnd w:id="5"/>
          </w:p>
        </w:tc>
      </w:tr>
      <w:tr w:rsidR="00D40158" w:rsidRPr="00D40158" w14:paraId="324751A2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49D4B9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1695DF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F95CB5F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513797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72773E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FF78D20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A7B15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C4A0D9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6882498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56EE104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05F3D6E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2022年1月4日</w:t>
              </w:r>
            </w:smartTag>
            <w:bookmarkEnd w:id="6"/>
          </w:p>
        </w:tc>
      </w:tr>
    </w:tbl>
    <w:p w14:paraId="5FF0E2C3" w14:textId="77777777" w:rsidR="00D40158" w:rsidRDefault="00D40158" w:rsidP="00B41640">
      <w:pPr>
        <w:rPr>
          <w:rFonts w:ascii="宋体" w:hAnsi="宋体"/>
          <w:lang w:val="en-US"/>
        </w:rPr>
      </w:pPr>
    </w:p>
    <w:p w14:paraId="3738434F" w14:textId="77777777" w:rsidR="00D40158" w:rsidRDefault="00D40158" w:rsidP="009D1406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63021C88" wp14:editId="630D800B">
            <wp:extent cx="1514634" cy="1514634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2C9EA83C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47AF9D5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CCF0278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建筑碳排放CEEB2022</w:t>
            </w:r>
            <w:bookmarkEnd w:id="8"/>
          </w:p>
        </w:tc>
      </w:tr>
      <w:tr w:rsidR="00C67778" w:rsidRPr="00D40158" w14:paraId="220A47AB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DA8DC56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219C794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20210606</w:t>
            </w:r>
            <w:bookmarkEnd w:id="9"/>
          </w:p>
        </w:tc>
      </w:tr>
      <w:tr w:rsidR="00C67778" w:rsidRPr="00D40158" w14:paraId="0925331A" w14:textId="77777777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F6C28DC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3687389" w14:textId="77777777" w:rsidR="006E3B8E" w:rsidRPr="00D40158" w:rsidRDefault="006E3B8E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B55D3D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10372D14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326284F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E563ED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T18813071905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2FC911A9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FB75F7A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8D6B86A" w14:textId="77777777" w:rsidR="006972C7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192603" w:history="1">
        <w:r w:rsidR="006972C7" w:rsidRPr="00A64949">
          <w:rPr>
            <w:rStyle w:val="a6"/>
          </w:rPr>
          <w:t>1</w:t>
        </w:r>
        <w:r w:rsidR="006972C7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6972C7" w:rsidRPr="00A64949">
          <w:rPr>
            <w:rStyle w:val="a6"/>
          </w:rPr>
          <w:t>建筑概况</w:t>
        </w:r>
        <w:r w:rsidR="006972C7">
          <w:rPr>
            <w:webHidden/>
          </w:rPr>
          <w:tab/>
        </w:r>
        <w:r w:rsidR="006972C7">
          <w:rPr>
            <w:webHidden/>
          </w:rPr>
          <w:fldChar w:fldCharType="begin"/>
        </w:r>
        <w:r w:rsidR="006972C7">
          <w:rPr>
            <w:webHidden/>
          </w:rPr>
          <w:instrText xml:space="preserve"> PAGEREF _Toc92192603 \h </w:instrText>
        </w:r>
        <w:r w:rsidR="006972C7">
          <w:rPr>
            <w:webHidden/>
          </w:rPr>
        </w:r>
        <w:r w:rsidR="006972C7">
          <w:rPr>
            <w:webHidden/>
          </w:rPr>
          <w:fldChar w:fldCharType="separate"/>
        </w:r>
        <w:r w:rsidR="006972C7">
          <w:rPr>
            <w:webHidden/>
          </w:rPr>
          <w:t>4</w:t>
        </w:r>
        <w:r w:rsidR="006972C7">
          <w:rPr>
            <w:webHidden/>
          </w:rPr>
          <w:fldChar w:fldCharType="end"/>
        </w:r>
      </w:hyperlink>
    </w:p>
    <w:p w14:paraId="706DA654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04" w:history="1">
        <w:r w:rsidRPr="00A64949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992CCF7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05" w:history="1">
        <w:r w:rsidRPr="00A64949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FCE01A9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06" w:history="1">
        <w:r w:rsidRPr="00A64949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D2299BF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07" w:history="1">
        <w:r w:rsidRPr="00A64949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370F6B3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08" w:history="1">
        <w:r w:rsidRPr="00A64949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FB5015A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09" w:history="1">
        <w:r w:rsidRPr="00A64949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E01A8BF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10" w:history="1">
        <w:r w:rsidRPr="00A64949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B37311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11" w:history="1">
        <w:r w:rsidRPr="00A64949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F52182F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12" w:history="1">
        <w:r w:rsidRPr="00A64949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B76A814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13" w:history="1">
        <w:r w:rsidRPr="00A64949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21ADB6A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14" w:history="1">
        <w:r w:rsidRPr="00A64949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B60244E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15" w:history="1">
        <w:r w:rsidRPr="00A64949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25DCA62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16" w:history="1">
        <w:r w:rsidRPr="00A64949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暖通空调系统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329E9CB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17" w:history="1">
        <w:r w:rsidRPr="00A64949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9FAE292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18" w:history="1">
        <w:r w:rsidRPr="00A64949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8D2BC00" w14:textId="77777777" w:rsidR="006972C7" w:rsidRDefault="006972C7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2619" w:history="1">
        <w:r w:rsidRPr="00A64949">
          <w:rPr>
            <w:rStyle w:val="a6"/>
            <w:lang w:val="en-GB"/>
          </w:rPr>
          <w:t>8.2.1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冷水机组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7833859" w14:textId="77777777" w:rsidR="006972C7" w:rsidRDefault="006972C7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2620" w:history="1">
        <w:r w:rsidRPr="00A64949">
          <w:rPr>
            <w:rStyle w:val="a6"/>
            <w:lang w:val="en-GB"/>
          </w:rPr>
          <w:t>8.2.2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水泵系统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0157AFD" w14:textId="77777777" w:rsidR="006972C7" w:rsidRDefault="006972C7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2621" w:history="1">
        <w:r w:rsidRPr="00A64949">
          <w:rPr>
            <w:rStyle w:val="a6"/>
            <w:lang w:val="en-GB"/>
          </w:rPr>
          <w:t>8.2.3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运行工况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1BE86B" w14:textId="77777777" w:rsidR="006972C7" w:rsidRDefault="006972C7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2622" w:history="1">
        <w:r w:rsidRPr="00A64949">
          <w:rPr>
            <w:rStyle w:val="a6"/>
            <w:lang w:val="en-GB"/>
          </w:rPr>
          <w:t>8.2.4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制冷能耗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0B026AB" w14:textId="77777777" w:rsidR="006972C7" w:rsidRDefault="006972C7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2623" w:history="1">
        <w:r w:rsidRPr="00A64949">
          <w:rPr>
            <w:rStyle w:val="a6"/>
            <w:lang w:val="en-GB"/>
          </w:rPr>
          <w:t>8.2.5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多联机</w:t>
        </w:r>
        <w:r w:rsidRPr="00A64949">
          <w:rPr>
            <w:rStyle w:val="a6"/>
          </w:rPr>
          <w:t>/</w:t>
        </w:r>
        <w:r w:rsidRPr="00A64949">
          <w:rPr>
            <w:rStyle w:val="a6"/>
          </w:rPr>
          <w:t>单元式空调能耗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0C820C7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24" w:history="1">
        <w:r w:rsidRPr="00A64949">
          <w:rPr>
            <w:rStyle w:val="a6"/>
            <w:lang w:val="en-GB"/>
          </w:rPr>
          <w:t>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89E1DAE" w14:textId="77777777" w:rsidR="006972C7" w:rsidRDefault="006972C7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92192625" w:history="1">
        <w:r w:rsidRPr="00A64949">
          <w:rPr>
            <w:rStyle w:val="a6"/>
            <w:lang w:val="en-GB"/>
          </w:rPr>
          <w:t>8.3.1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热水锅炉系统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4E561B5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26" w:history="1">
        <w:r w:rsidRPr="00A64949">
          <w:rPr>
            <w:rStyle w:val="a6"/>
            <w:lang w:val="en-GB"/>
          </w:rPr>
          <w:t>8.4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空调风机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EE21E80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27" w:history="1">
        <w:r w:rsidRPr="00A64949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3B91077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28" w:history="1">
        <w:r w:rsidRPr="00A64949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插座设备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DB9A67C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29" w:history="1">
        <w:r w:rsidRPr="00A64949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排风机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634A342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30" w:history="1">
        <w:r w:rsidRPr="00A64949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生活热水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C680E5D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31" w:history="1">
        <w:r w:rsidRPr="00A64949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电梯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EFBFB80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32" w:history="1">
        <w:r w:rsidRPr="00A64949">
          <w:rPr>
            <w:rStyle w:val="a6"/>
            <w:lang w:val="en-GB"/>
          </w:rPr>
          <w:t>13.1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直梯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3EC1EB0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33" w:history="1">
        <w:r w:rsidRPr="00A64949">
          <w:rPr>
            <w:rStyle w:val="a6"/>
            <w:lang w:val="en-GB"/>
          </w:rPr>
          <w:t>13.2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电梯碳排放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46220D3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34" w:history="1">
        <w:r w:rsidRPr="00A64949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光伏发电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3922527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35" w:history="1">
        <w:r w:rsidRPr="00A64949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风力发电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8A83597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36" w:history="1">
        <w:r w:rsidRPr="00A64949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81CB553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37" w:history="1">
        <w:r w:rsidRPr="00A64949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建材生产运输碳排放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0651854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38" w:history="1">
        <w:r w:rsidRPr="00A64949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碳汇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1632CED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39" w:history="1">
        <w:r w:rsidRPr="00A64949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建筑运行碳排放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74BF54D7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40" w:history="1">
        <w:r w:rsidRPr="00A64949">
          <w:rPr>
            <w:rStyle w:val="a6"/>
            <w:lang w:val="en-GB"/>
          </w:rPr>
          <w:t>16.4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全生命周期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B26A6A7" w14:textId="77777777" w:rsidR="006972C7" w:rsidRDefault="006972C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92641" w:history="1">
        <w:r w:rsidRPr="00A64949">
          <w:rPr>
            <w:rStyle w:val="a6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64949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4D439E5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42" w:history="1">
        <w:r w:rsidRPr="00A64949">
          <w:rPr>
            <w:rStyle w:val="a6"/>
            <w:lang w:val="en-GB"/>
          </w:rPr>
          <w:t>17.1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工作日</w:t>
        </w:r>
        <w:r w:rsidRPr="00A64949">
          <w:rPr>
            <w:rStyle w:val="a6"/>
          </w:rPr>
          <w:t>/</w:t>
        </w:r>
        <w:r w:rsidRPr="00A64949">
          <w:rPr>
            <w:rStyle w:val="a6"/>
          </w:rPr>
          <w:t>节假日人员逐时在室率</w:t>
        </w:r>
        <w:r w:rsidRPr="00A64949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CBDEF51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43" w:history="1">
        <w:r w:rsidRPr="00A64949">
          <w:rPr>
            <w:rStyle w:val="a6"/>
            <w:lang w:val="en-GB"/>
          </w:rPr>
          <w:t>17.2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工作日</w:t>
        </w:r>
        <w:r w:rsidRPr="00A64949">
          <w:rPr>
            <w:rStyle w:val="a6"/>
          </w:rPr>
          <w:t>/</w:t>
        </w:r>
        <w:r w:rsidRPr="00A64949">
          <w:rPr>
            <w:rStyle w:val="a6"/>
          </w:rPr>
          <w:t>节假日照明开关时间表</w:t>
        </w:r>
        <w:r w:rsidRPr="00A64949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D92CA32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44" w:history="1">
        <w:r w:rsidRPr="00A64949">
          <w:rPr>
            <w:rStyle w:val="a6"/>
            <w:lang w:val="en-GB"/>
          </w:rPr>
          <w:t>17.3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工作日</w:t>
        </w:r>
        <w:r w:rsidRPr="00A64949">
          <w:rPr>
            <w:rStyle w:val="a6"/>
          </w:rPr>
          <w:t>/</w:t>
        </w:r>
        <w:r w:rsidRPr="00A64949">
          <w:rPr>
            <w:rStyle w:val="a6"/>
          </w:rPr>
          <w:t>节假日设备逐时使用率</w:t>
        </w:r>
        <w:r w:rsidRPr="00A64949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363BCDA" w14:textId="77777777" w:rsidR="006972C7" w:rsidRDefault="006972C7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92192645" w:history="1">
        <w:r w:rsidRPr="00A64949">
          <w:rPr>
            <w:rStyle w:val="a6"/>
            <w:lang w:val="en-GB"/>
          </w:rPr>
          <w:t>17.4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64949">
          <w:rPr>
            <w:rStyle w:val="a6"/>
          </w:rPr>
          <w:t>工作日</w:t>
        </w:r>
        <w:r w:rsidRPr="00A64949">
          <w:rPr>
            <w:rStyle w:val="a6"/>
          </w:rPr>
          <w:t>/</w:t>
        </w:r>
        <w:r w:rsidRPr="00A64949">
          <w:rPr>
            <w:rStyle w:val="a6"/>
          </w:rPr>
          <w:t>节假日空调系统运行时间表</w:t>
        </w:r>
        <w:r w:rsidRPr="00A64949">
          <w:rPr>
            <w:rStyle w:val="a6"/>
          </w:rPr>
          <w:t>(1:</w:t>
        </w:r>
        <w:r w:rsidRPr="00A64949">
          <w:rPr>
            <w:rStyle w:val="a6"/>
          </w:rPr>
          <w:t>开</w:t>
        </w:r>
        <w:r w:rsidRPr="00A64949">
          <w:rPr>
            <w:rStyle w:val="a6"/>
          </w:rPr>
          <w:t>,0:</w:t>
        </w:r>
        <w:r w:rsidRPr="00A64949">
          <w:rPr>
            <w:rStyle w:val="a6"/>
          </w:rPr>
          <w:t>关</w:t>
        </w:r>
        <w:r w:rsidRPr="00A64949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_Toc92192645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6450C51E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09A70C82" w14:textId="77777777" w:rsidR="00D40158" w:rsidRDefault="00D40158" w:rsidP="00D40158">
      <w:pPr>
        <w:pStyle w:val="TOC1"/>
      </w:pPr>
    </w:p>
    <w:p w14:paraId="68978D53" w14:textId="77777777" w:rsidR="00D40158" w:rsidRPr="005E5F93" w:rsidRDefault="00D40158" w:rsidP="005215FB">
      <w:pPr>
        <w:pStyle w:val="1"/>
      </w:pPr>
      <w:bookmarkStart w:id="11" w:name="_Toc92192603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7B4A8836" w14:textId="77777777" w:rsidTr="00853D5D">
        <w:tc>
          <w:tcPr>
            <w:tcW w:w="2763" w:type="dxa"/>
            <w:shd w:val="clear" w:color="auto" w:fill="E6E6E6"/>
          </w:tcPr>
          <w:p w14:paraId="1915888A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6A23D25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:rsidR="00D40158" w:rsidRPr="00FF2243" w14:paraId="56B1D90B" w14:textId="77777777" w:rsidTr="00853D5D">
        <w:tc>
          <w:tcPr>
            <w:tcW w:w="2763" w:type="dxa"/>
            <w:shd w:val="clear" w:color="auto" w:fill="E6E6E6"/>
          </w:tcPr>
          <w:p w14:paraId="7558699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5BD6B38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037A4C" w:rsidRPr="00FF2243" w14:paraId="15C972EF" w14:textId="77777777" w:rsidTr="00853D5D">
        <w:tc>
          <w:tcPr>
            <w:tcW w:w="2763" w:type="dxa"/>
            <w:shd w:val="clear" w:color="auto" w:fill="E6E6E6"/>
          </w:tcPr>
          <w:p w14:paraId="7FE07221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608754D9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39.80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7" w:type="dxa"/>
          </w:tcPr>
          <w:p w14:paraId="42CEE239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116.47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53D5D" w:rsidRPr="00FF2243" w14:paraId="0C29850F" w14:textId="77777777" w:rsidTr="00853D5D">
        <w:tc>
          <w:tcPr>
            <w:tcW w:w="2763" w:type="dxa"/>
            <w:shd w:val="clear" w:color="auto" w:fill="E6E6E6"/>
          </w:tcPr>
          <w:p w14:paraId="6C4B0693" w14:textId="77777777"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154827BF" w14:textId="77777777" w:rsidR="00853D5D" w:rsidRPr="00FF2243" w:rsidRDefault="00853D5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:rsidR="00D40158" w:rsidRPr="00FF2243" w14:paraId="53166C62" w14:textId="77777777" w:rsidTr="00853D5D">
        <w:tc>
          <w:tcPr>
            <w:tcW w:w="2763" w:type="dxa"/>
            <w:shd w:val="clear" w:color="auto" w:fill="E6E6E6"/>
          </w:tcPr>
          <w:p w14:paraId="2FE24C8B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179F3DE6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6248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14:paraId="39BCF1A8" w14:textId="77777777" w:rsidTr="00853D5D">
        <w:tc>
          <w:tcPr>
            <w:tcW w:w="2763" w:type="dxa"/>
            <w:shd w:val="clear" w:color="auto" w:fill="E6E6E6"/>
          </w:tcPr>
          <w:p w14:paraId="1E48BE8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67C2DD9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14:paraId="36C7AF3A" w14:textId="77777777" w:rsidTr="00853D5D">
        <w:tc>
          <w:tcPr>
            <w:tcW w:w="2763" w:type="dxa"/>
            <w:shd w:val="clear" w:color="auto" w:fill="E6E6E6"/>
          </w:tcPr>
          <w:p w14:paraId="208F8C2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069" w:type="dxa"/>
            <w:gridSpan w:val="2"/>
          </w:tcPr>
          <w:p w14:paraId="3E009101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12.0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14:paraId="724CB316" w14:textId="77777777" w:rsidTr="00853D5D">
        <w:tc>
          <w:tcPr>
            <w:tcW w:w="2763" w:type="dxa"/>
            <w:shd w:val="clear" w:color="auto" w:fill="E6E6E6"/>
          </w:tcPr>
          <w:p w14:paraId="259A1213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22B419C1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建筑体积"/>
            <w:r>
              <w:t>18745.20</w:t>
            </w:r>
            <w:bookmarkEnd w:id="23"/>
          </w:p>
        </w:tc>
      </w:tr>
      <w:tr w:rsidR="00203A7D" w:rsidRPr="00FF2243" w14:paraId="2947363D" w14:textId="77777777" w:rsidTr="00853D5D">
        <w:tc>
          <w:tcPr>
            <w:tcW w:w="2763" w:type="dxa"/>
            <w:shd w:val="clear" w:color="auto" w:fill="E6E6E6"/>
          </w:tcPr>
          <w:p w14:paraId="037F591E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478A8CC5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外表面积"/>
            <w:r>
              <w:t>4109.42</w:t>
            </w:r>
            <w:bookmarkEnd w:id="24"/>
          </w:p>
        </w:tc>
      </w:tr>
      <w:tr w:rsidR="00D40158" w:rsidRPr="00FF2243" w14:paraId="3E2106A4" w14:textId="77777777" w:rsidTr="00853D5D">
        <w:tc>
          <w:tcPr>
            <w:tcW w:w="2763" w:type="dxa"/>
            <w:shd w:val="clear" w:color="auto" w:fill="E6E6E6"/>
          </w:tcPr>
          <w:p w14:paraId="2BF87F6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773B6F1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北向角度"/>
            <w:r>
              <w:t>315</w:t>
            </w:r>
            <w:bookmarkEnd w:id="25"/>
          </w:p>
        </w:tc>
      </w:tr>
      <w:tr w:rsidR="00D40158" w:rsidRPr="00FF2243" w14:paraId="12C2F4A3" w14:textId="77777777" w:rsidTr="00853D5D">
        <w:tc>
          <w:tcPr>
            <w:tcW w:w="2763" w:type="dxa"/>
            <w:shd w:val="clear" w:color="auto" w:fill="E6E6E6"/>
          </w:tcPr>
          <w:p w14:paraId="14089A3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29112B9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:rsidR="00D40158" w:rsidRPr="00FF2243" w14:paraId="02CC3C90" w14:textId="77777777" w:rsidTr="00853D5D">
        <w:tc>
          <w:tcPr>
            <w:tcW w:w="2763" w:type="dxa"/>
            <w:shd w:val="clear" w:color="auto" w:fill="E6E6E6"/>
          </w:tcPr>
          <w:p w14:paraId="5C2FD972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32B5C827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:rsidR="00D40158" w:rsidRPr="00FF2243" w14:paraId="41FB8508" w14:textId="77777777" w:rsidTr="00853D5D">
        <w:tc>
          <w:tcPr>
            <w:tcW w:w="2763" w:type="dxa"/>
            <w:shd w:val="clear" w:color="auto" w:fill="E6E6E6"/>
          </w:tcPr>
          <w:p w14:paraId="703C233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4E20236A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:rsidR="001F2EAE" w:rsidRPr="00FF2243" w14:paraId="5AE8F431" w14:textId="77777777" w:rsidTr="00853D5D">
        <w:tc>
          <w:tcPr>
            <w:tcW w:w="2763" w:type="dxa"/>
            <w:shd w:val="clear" w:color="auto" w:fill="E6E6E6"/>
          </w:tcPr>
          <w:p w14:paraId="692B507B" w14:textId="77777777" w:rsidR="001F2EAE" w:rsidRDefault="001F2EAE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3DBB70F3" w14:textId="77777777" w:rsidR="001F2EAE" w:rsidRDefault="001F2EAE" w:rsidP="00FF2243">
            <w:pPr>
              <w:pStyle w:val="a0"/>
              <w:ind w:firstLineChars="0" w:firstLine="0"/>
            </w:pPr>
            <w:bookmarkStart w:id="29" w:name="控温期"/>
            <w:r>
              <w:t>全年控温</w:t>
            </w:r>
            <w:bookmarkEnd w:id="29"/>
          </w:p>
        </w:tc>
      </w:tr>
    </w:tbl>
    <w:p w14:paraId="35ECD471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30" w:name="TitleFormat"/>
    </w:p>
    <w:p w14:paraId="599EC851" w14:textId="77777777" w:rsidR="00033A7A" w:rsidRDefault="00732438" w:rsidP="00824A6F">
      <w:pPr>
        <w:pStyle w:val="1"/>
      </w:pPr>
      <w:bookmarkStart w:id="31" w:name="_Toc92192604"/>
      <w:r>
        <w:rPr>
          <w:rFonts w:hint="eastAsia"/>
        </w:rPr>
        <w:t>计算</w:t>
      </w:r>
      <w:r w:rsidR="00D40158">
        <w:rPr>
          <w:rFonts w:hint="eastAsia"/>
        </w:rPr>
        <w:t>依据</w:t>
      </w:r>
      <w:bookmarkEnd w:id="30"/>
      <w:bookmarkEnd w:id="31"/>
    </w:p>
    <w:p w14:paraId="3B77C064" w14:textId="77777777" w:rsidR="00824A6F" w:rsidRPr="00824A6F" w:rsidRDefault="00824A6F" w:rsidP="00824A6F">
      <w:pPr>
        <w:pStyle w:val="a0"/>
        <w:ind w:firstLineChars="0" w:firstLine="0"/>
        <w:rPr>
          <w:lang w:val="en-US"/>
        </w:rPr>
      </w:pPr>
      <w:bookmarkStart w:id="32" w:name="计算依据"/>
      <w:bookmarkEnd w:id="32"/>
      <w:r>
        <w:rPr>
          <w:lang w:val="en-US"/>
        </w:rPr>
        <w:t xml:space="preserve">1. </w:t>
      </w:r>
      <w:r>
        <w:rPr>
          <w:lang w:val="en-US"/>
        </w:rPr>
        <w:t>《绿色建筑评价标准》</w:t>
      </w:r>
      <w:r>
        <w:rPr>
          <w:lang w:val="en-US"/>
        </w:rPr>
        <w:t>(GB/T50378-2019)</w:t>
      </w:r>
    </w:p>
    <w:p w14:paraId="7C1C848E" w14:textId="77777777" w:rsidR="00373966" w:rsidRDefault="00EF0A6D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《建筑碳排放计算标准》</w:t>
      </w:r>
      <w:r>
        <w:rPr>
          <w:lang w:val="en-US"/>
        </w:rPr>
        <w:t>(GB/T 51366-2019)</w:t>
      </w:r>
    </w:p>
    <w:p w14:paraId="6D163FAF" w14:textId="77777777" w:rsidR="00373966" w:rsidRDefault="00EF0A6D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《民用建筑绿色性能计算标准》</w:t>
      </w:r>
      <w:r>
        <w:rPr>
          <w:lang w:val="en-US"/>
        </w:rPr>
        <w:t>(JGJ/T 449-2018)</w:t>
      </w:r>
    </w:p>
    <w:p w14:paraId="0995FF69" w14:textId="77777777" w:rsidR="00373966" w:rsidRDefault="00EF0A6D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《公共建筑节能设计标准》</w:t>
      </w:r>
      <w:r>
        <w:rPr>
          <w:lang w:val="en-US"/>
        </w:rPr>
        <w:t>(GB50189-2015)</w:t>
      </w:r>
    </w:p>
    <w:p w14:paraId="5A7402BC" w14:textId="77777777" w:rsidR="00373966" w:rsidRDefault="00EF0A6D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lang w:val="en-US"/>
        </w:rPr>
        <w:t>《民用建筑热工设计规范》</w:t>
      </w:r>
      <w:r>
        <w:rPr>
          <w:lang w:val="en-US"/>
        </w:rPr>
        <w:t>(GB50176)</w:t>
      </w:r>
    </w:p>
    <w:p w14:paraId="2F99CADA" w14:textId="77777777" w:rsidR="00373966" w:rsidRDefault="00373966">
      <w:pPr>
        <w:pStyle w:val="a0"/>
        <w:ind w:firstLineChars="0" w:firstLine="0"/>
        <w:rPr>
          <w:lang w:val="en-US"/>
        </w:rPr>
      </w:pPr>
    </w:p>
    <w:p w14:paraId="3A07DDE5" w14:textId="77777777" w:rsidR="005F23B3" w:rsidRDefault="005F23B3" w:rsidP="005F23B3">
      <w:pPr>
        <w:pStyle w:val="1"/>
        <w:tabs>
          <w:tab w:val="left" w:pos="432"/>
        </w:tabs>
      </w:pPr>
      <w:bookmarkStart w:id="33" w:name="_Toc59800596"/>
      <w:bookmarkStart w:id="34" w:name="_Toc58336110"/>
      <w:bookmarkStart w:id="35" w:name="_Toc59787735"/>
      <w:bookmarkStart w:id="36" w:name="_Toc59802421"/>
      <w:bookmarkStart w:id="37" w:name="_Toc92192605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5AD865B8" w14:textId="77777777" w:rsidR="005F23B3" w:rsidRPr="005F23B3" w:rsidRDefault="005F23B3" w:rsidP="005F23B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</w:t>
      </w:r>
      <w:r>
        <w:rPr>
          <w:rFonts w:hint="eastAsia"/>
          <w:lang w:val="en-US"/>
        </w:rPr>
        <w:t>CEEB2022</w:t>
      </w:r>
      <w:bookmarkEnd w:id="38"/>
      <w:r>
        <w:rPr>
          <w:rFonts w:hint="eastAsia"/>
          <w:lang w:val="en-US"/>
        </w:rPr>
        <w:t>计算并输出，</w:t>
      </w:r>
      <w:r w:rsidR="00316C9C">
        <w:rPr>
          <w:rFonts w:hint="eastAsia"/>
          <w:lang w:val="en-US"/>
        </w:rPr>
        <w:t>建筑碳排放</w:t>
      </w:r>
      <w:r w:rsidR="00316C9C">
        <w:rPr>
          <w:rFonts w:hint="eastAsia"/>
          <w:lang w:val="en-US"/>
        </w:rPr>
        <w:t>CEEB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</w:t>
      </w:r>
      <w:r w:rsidR="00316C9C">
        <w:rPr>
          <w:rFonts w:hint="eastAsia"/>
          <w:lang w:val="en-US"/>
        </w:rPr>
        <w:t>以国家标准</w:t>
      </w:r>
      <w:r w:rsidR="00316C9C">
        <w:rPr>
          <w:lang w:val="en-US"/>
        </w:rPr>
        <w:t>《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碳排放计算标准》</w:t>
      </w:r>
      <w:r w:rsidR="00316C9C">
        <w:rPr>
          <w:rFonts w:hint="eastAsia"/>
          <w:lang w:val="en-US"/>
        </w:rPr>
        <w:t>为</w:t>
      </w:r>
      <w:r w:rsidR="00316C9C">
        <w:rPr>
          <w:lang w:val="en-US"/>
        </w:rPr>
        <w:t>主要依据，</w:t>
      </w:r>
      <w:r w:rsidR="00316C9C">
        <w:rPr>
          <w:rFonts w:hint="eastAsia"/>
          <w:lang w:val="en-US"/>
        </w:rPr>
        <w:t>完整支持</w:t>
      </w:r>
      <w:r w:rsidR="00316C9C">
        <w:rPr>
          <w:lang w:val="en-US"/>
        </w:rPr>
        <w:t>建筑全生命周期的碳排放计算，包括</w:t>
      </w:r>
      <w:r w:rsidR="00316C9C">
        <w:rPr>
          <w:rFonts w:hint="eastAsia"/>
          <w:lang w:val="en-US"/>
        </w:rPr>
        <w:t>建材</w:t>
      </w:r>
      <w:r w:rsidR="00316C9C">
        <w:rPr>
          <w:lang w:val="en-US"/>
        </w:rPr>
        <w:t>生产运输、建造拆除、</w:t>
      </w:r>
      <w:r w:rsidR="00316C9C">
        <w:rPr>
          <w:rFonts w:hint="eastAsia"/>
          <w:lang w:val="en-US"/>
        </w:rPr>
        <w:t>建筑</w:t>
      </w:r>
      <w:r w:rsidR="00316C9C">
        <w:rPr>
          <w:lang w:val="en-US"/>
        </w:rPr>
        <w:t>运行和碳汇的计算，</w:t>
      </w:r>
      <w:r>
        <w:rPr>
          <w:rFonts w:hint="eastAsia"/>
          <w:lang w:val="en-US"/>
        </w:rPr>
        <w:t>以及</w:t>
      </w:r>
      <w:r w:rsidR="00316C9C">
        <w:rPr>
          <w:rFonts w:hint="eastAsia"/>
          <w:lang w:val="en-US"/>
        </w:rPr>
        <w:t>详细</w:t>
      </w:r>
      <w:r>
        <w:rPr>
          <w:rFonts w:hint="eastAsia"/>
          <w:lang w:val="en-US"/>
        </w:rPr>
        <w:t>的结果数据分析。</w:t>
      </w:r>
    </w:p>
    <w:p w14:paraId="3AC32148" w14:textId="77777777" w:rsidR="00A23AC4" w:rsidRDefault="00B31357" w:rsidP="00B31357">
      <w:pPr>
        <w:pStyle w:val="1"/>
      </w:pPr>
      <w:bookmarkStart w:id="39" w:name="_Toc92192606"/>
      <w:r>
        <w:rPr>
          <w:rFonts w:hint="eastAsia"/>
        </w:rPr>
        <w:lastRenderedPageBreak/>
        <w:t>气象数据</w:t>
      </w:r>
      <w:bookmarkEnd w:id="39"/>
    </w:p>
    <w:p w14:paraId="6AE08E09" w14:textId="77777777" w:rsidR="00B31357" w:rsidRDefault="008244A0" w:rsidP="008244A0">
      <w:pPr>
        <w:pStyle w:val="2"/>
      </w:pPr>
      <w:bookmarkStart w:id="40" w:name="_Toc92192607"/>
      <w:r>
        <w:rPr>
          <w:rFonts w:hint="eastAsia"/>
        </w:rPr>
        <w:t>气象地点</w:t>
      </w:r>
      <w:bookmarkEnd w:id="40"/>
    </w:p>
    <w:p w14:paraId="43B5E907" w14:textId="77777777" w:rsidR="005E385A" w:rsidRPr="005E385A" w:rsidRDefault="005E385A" w:rsidP="005E385A">
      <w:pPr>
        <w:pStyle w:val="a0"/>
        <w:ind w:firstLine="420"/>
        <w:rPr>
          <w:lang w:val="en-US"/>
        </w:rPr>
      </w:pPr>
      <w:bookmarkStart w:id="41" w:name="气象数据来源"/>
      <w:r>
        <w:t>北京</w:t>
      </w:r>
      <w:r>
        <w:t>-</w:t>
      </w:r>
      <w:r>
        <w:t>北京</w:t>
      </w:r>
      <w:r>
        <w:t xml:space="preserve">, </w:t>
      </w:r>
      <w:r>
        <w:t>《建筑节能气象参数标准》</w:t>
      </w:r>
      <w:bookmarkEnd w:id="41"/>
    </w:p>
    <w:p w14:paraId="34B991D4" w14:textId="77777777" w:rsidR="008244A0" w:rsidRDefault="00483CEF" w:rsidP="00483CEF">
      <w:pPr>
        <w:pStyle w:val="2"/>
      </w:pPr>
      <w:bookmarkStart w:id="42" w:name="_Toc92192608"/>
      <w:r>
        <w:rPr>
          <w:rFonts w:hint="eastAsia"/>
        </w:rPr>
        <w:t>逐日干球温度表</w:t>
      </w:r>
      <w:bookmarkEnd w:id="42"/>
    </w:p>
    <w:p w14:paraId="4E1C3527" w14:textId="77777777" w:rsidR="005E385A" w:rsidRPr="005E385A" w:rsidRDefault="005E385A" w:rsidP="005E385A">
      <w:pPr>
        <w:pStyle w:val="a0"/>
        <w:ind w:firstLineChars="0" w:firstLine="0"/>
        <w:rPr>
          <w:lang w:val="en-US"/>
        </w:rPr>
      </w:pPr>
      <w:bookmarkStart w:id="43" w:name="日均干球温度变化表"/>
      <w:bookmarkEnd w:id="43"/>
      <w:r>
        <w:rPr>
          <w:noProof/>
        </w:rPr>
        <w:drawing>
          <wp:inline distT="0" distB="0" distL="0" distR="0" wp14:anchorId="2230A43E" wp14:editId="3F199AFE">
            <wp:extent cx="5610814" cy="257202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5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FE96B" w14:textId="77777777" w:rsidR="00902539" w:rsidRDefault="00483CEF" w:rsidP="00902539">
      <w:pPr>
        <w:pStyle w:val="2"/>
      </w:pPr>
      <w:bookmarkStart w:id="44" w:name="_Toc92192609"/>
      <w:r>
        <w:rPr>
          <w:rFonts w:hint="eastAsia"/>
        </w:rPr>
        <w:t>逐月辐照量表</w:t>
      </w:r>
      <w:bookmarkEnd w:id="44"/>
    </w:p>
    <w:p w14:paraId="681A75F3" w14:textId="77777777" w:rsidR="00902539" w:rsidRPr="00902539" w:rsidRDefault="00902539" w:rsidP="00902539">
      <w:pPr>
        <w:pStyle w:val="a0"/>
        <w:ind w:firstLineChars="0" w:firstLine="0"/>
        <w:rPr>
          <w:lang w:val="en-US"/>
        </w:rPr>
      </w:pPr>
      <w:bookmarkStart w:id="45" w:name="逐月辐照量图表"/>
      <w:bookmarkEnd w:id="45"/>
      <w:r>
        <w:rPr>
          <w:noProof/>
        </w:rPr>
        <w:drawing>
          <wp:inline distT="0" distB="0" distL="0" distR="0" wp14:anchorId="545BCC27" wp14:editId="60B3D1C0">
            <wp:extent cx="5610814" cy="232434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BE170" w14:textId="77777777" w:rsidR="00483CEF" w:rsidRDefault="00483CEF" w:rsidP="00483CEF">
      <w:pPr>
        <w:pStyle w:val="2"/>
      </w:pPr>
      <w:bookmarkStart w:id="46" w:name="_Toc92192610"/>
      <w:r>
        <w:rPr>
          <w:rFonts w:hint="eastAsia"/>
        </w:rPr>
        <w:t>峰值工况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373966" w14:paraId="7A199047" w14:textId="77777777">
        <w:tc>
          <w:tcPr>
            <w:tcW w:w="1131" w:type="dxa"/>
            <w:shd w:val="clear" w:color="auto" w:fill="E6E6E6"/>
            <w:vAlign w:val="center"/>
          </w:tcPr>
          <w:p w14:paraId="607470AF" w14:textId="77777777" w:rsidR="00373966" w:rsidRDefault="00EF0A6D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6E13D219" w14:textId="77777777" w:rsidR="00373966" w:rsidRDefault="00EF0A6D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96FF1D6" w14:textId="77777777" w:rsidR="00373966" w:rsidRDefault="00EF0A6D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69D4FD2" w14:textId="77777777" w:rsidR="00373966" w:rsidRDefault="00EF0A6D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C0C0427" w14:textId="77777777" w:rsidR="00373966" w:rsidRDefault="00EF0A6D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4083657" w14:textId="77777777" w:rsidR="00373966" w:rsidRDefault="00EF0A6D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373966" w14:paraId="0994BB99" w14:textId="77777777">
        <w:tc>
          <w:tcPr>
            <w:tcW w:w="1131" w:type="dxa"/>
            <w:shd w:val="clear" w:color="auto" w:fill="E6E6E6"/>
            <w:vAlign w:val="center"/>
          </w:tcPr>
          <w:p w14:paraId="41C0EA8E" w14:textId="77777777" w:rsidR="00373966" w:rsidRDefault="00EF0A6D">
            <w:r>
              <w:t>最热</w:t>
            </w:r>
          </w:p>
        </w:tc>
        <w:tc>
          <w:tcPr>
            <w:tcW w:w="1975" w:type="dxa"/>
            <w:vAlign w:val="center"/>
          </w:tcPr>
          <w:p w14:paraId="20F31FAE" w14:textId="77777777" w:rsidR="00373966" w:rsidRDefault="00EF0A6D">
            <w:r>
              <w:t>06</w:t>
            </w:r>
            <w:r>
              <w:t>月</w:t>
            </w:r>
            <w:r>
              <w:t>16</w:t>
            </w:r>
            <w:r>
              <w:t>日</w:t>
            </w:r>
            <w:r>
              <w:t>15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A1324BD" w14:textId="77777777" w:rsidR="00373966" w:rsidRDefault="00EF0A6D">
            <w:r>
              <w:t>36.1</w:t>
            </w:r>
          </w:p>
        </w:tc>
        <w:tc>
          <w:tcPr>
            <w:tcW w:w="1556" w:type="dxa"/>
            <w:vAlign w:val="center"/>
          </w:tcPr>
          <w:p w14:paraId="3B7527EC" w14:textId="77777777" w:rsidR="00373966" w:rsidRDefault="00EF0A6D">
            <w:r>
              <w:t>23.3</w:t>
            </w:r>
          </w:p>
        </w:tc>
        <w:tc>
          <w:tcPr>
            <w:tcW w:w="1556" w:type="dxa"/>
            <w:vAlign w:val="center"/>
          </w:tcPr>
          <w:p w14:paraId="18896A98" w14:textId="77777777" w:rsidR="00373966" w:rsidRDefault="00EF0A6D">
            <w:r>
              <w:t>13.1</w:t>
            </w:r>
          </w:p>
        </w:tc>
        <w:tc>
          <w:tcPr>
            <w:tcW w:w="1556" w:type="dxa"/>
            <w:vAlign w:val="center"/>
          </w:tcPr>
          <w:p w14:paraId="6ACB053C" w14:textId="77777777" w:rsidR="00373966" w:rsidRDefault="00EF0A6D">
            <w:r>
              <w:t>69.9</w:t>
            </w:r>
          </w:p>
        </w:tc>
      </w:tr>
      <w:tr w:rsidR="00373966" w14:paraId="1E2D1545" w14:textId="77777777">
        <w:tc>
          <w:tcPr>
            <w:tcW w:w="1131" w:type="dxa"/>
            <w:shd w:val="clear" w:color="auto" w:fill="E6E6E6"/>
            <w:vAlign w:val="center"/>
          </w:tcPr>
          <w:p w14:paraId="29ED862B" w14:textId="77777777" w:rsidR="00373966" w:rsidRDefault="00EF0A6D">
            <w:r>
              <w:t>最冷</w:t>
            </w:r>
          </w:p>
        </w:tc>
        <w:tc>
          <w:tcPr>
            <w:tcW w:w="1975" w:type="dxa"/>
            <w:vAlign w:val="center"/>
          </w:tcPr>
          <w:p w14:paraId="1840F232" w14:textId="77777777" w:rsidR="00373966" w:rsidRDefault="00EF0A6D">
            <w:r>
              <w:t>01</w:t>
            </w:r>
            <w:r>
              <w:t>月</w:t>
            </w:r>
            <w:r>
              <w:t>15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0E982216" w14:textId="77777777" w:rsidR="00373966" w:rsidRDefault="00EF0A6D">
            <w:r>
              <w:t>-18.9</w:t>
            </w:r>
          </w:p>
        </w:tc>
        <w:tc>
          <w:tcPr>
            <w:tcW w:w="1556" w:type="dxa"/>
            <w:vAlign w:val="center"/>
          </w:tcPr>
          <w:p w14:paraId="7D606920" w14:textId="77777777" w:rsidR="00373966" w:rsidRDefault="00EF0A6D">
            <w:r>
              <w:t>-20.0</w:t>
            </w:r>
          </w:p>
        </w:tc>
        <w:tc>
          <w:tcPr>
            <w:tcW w:w="1556" w:type="dxa"/>
            <w:vAlign w:val="center"/>
          </w:tcPr>
          <w:p w14:paraId="76ADE73C" w14:textId="77777777" w:rsidR="00373966" w:rsidRDefault="00EF0A6D">
            <w:r>
              <w:t>0.3</w:t>
            </w:r>
          </w:p>
        </w:tc>
        <w:tc>
          <w:tcPr>
            <w:tcW w:w="1556" w:type="dxa"/>
            <w:vAlign w:val="center"/>
          </w:tcPr>
          <w:p w14:paraId="088CD752" w14:textId="77777777" w:rsidR="00373966" w:rsidRDefault="00EF0A6D">
            <w:r>
              <w:t>-18.2</w:t>
            </w:r>
          </w:p>
        </w:tc>
      </w:tr>
    </w:tbl>
    <w:p w14:paraId="4295BF8C" w14:textId="77777777" w:rsidR="00B31357" w:rsidRPr="00A23AC4" w:rsidRDefault="00B31357" w:rsidP="00A23AC4">
      <w:pPr>
        <w:pStyle w:val="1"/>
        <w:widowControl w:val="0"/>
        <w:jc w:val="both"/>
      </w:pPr>
      <w:bookmarkStart w:id="47" w:name="气象峰值工况"/>
      <w:bookmarkStart w:id="48" w:name="_Toc92192611"/>
      <w:bookmarkEnd w:id="47"/>
      <w:r>
        <w:lastRenderedPageBreak/>
        <w:t>围护结构</w:t>
      </w:r>
      <w:bookmarkEnd w:id="48"/>
    </w:p>
    <w:p w14:paraId="05E242A4" w14:textId="77777777" w:rsidR="00373966" w:rsidRDefault="00EF0A6D">
      <w:pPr>
        <w:pStyle w:val="1"/>
        <w:widowControl w:val="0"/>
        <w:jc w:val="both"/>
      </w:pPr>
      <w:bookmarkStart w:id="49" w:name="_Toc92192612"/>
      <w:r>
        <w:t>围护结构概况</w:t>
      </w:r>
      <w:bookmarkEnd w:id="49"/>
    </w:p>
    <w:p w14:paraId="54234CD1" w14:textId="77777777" w:rsidR="00373966" w:rsidRDefault="00373966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0"/>
        <w:gridCol w:w="1131"/>
        <w:gridCol w:w="2652"/>
        <w:gridCol w:w="1413"/>
        <w:gridCol w:w="1413"/>
        <w:gridCol w:w="1648"/>
      </w:tblGrid>
      <w:tr w:rsidR="003C0CC2" w14:paraId="5207A0B5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946D374" w14:textId="77777777" w:rsidR="003C0CC2" w:rsidRDefault="00EF0A6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1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D2AE7B3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bookmarkStart w:id="50" w:name="设计建筑别名"/>
            <w:r>
              <w:rPr>
                <w:rFonts w:hAnsi="宋体"/>
                <w:bCs/>
                <w:szCs w:val="21"/>
              </w:rPr>
              <w:t>设计建筑</w:t>
            </w:r>
            <w:bookmarkEnd w:id="50"/>
          </w:p>
        </w:tc>
      </w:tr>
      <w:tr w:rsidR="003C0CC2" w14:paraId="781F9ADC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9AD2210" w14:textId="77777777" w:rsidR="003C0CC2" w:rsidRDefault="00EF0A6D" w:rsidP="00FE187A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体形系数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007F47" w14:textId="77777777" w:rsidR="003C0CC2" w:rsidRDefault="00EF0A6D" w:rsidP="00707638">
            <w:pPr>
              <w:jc w:val="center"/>
              <w:rPr>
                <w:szCs w:val="21"/>
              </w:rPr>
            </w:pPr>
            <w:bookmarkStart w:id="51" w:name="体型系数"/>
            <w:r>
              <w:rPr>
                <w:rFonts w:hint="eastAsia"/>
                <w:szCs w:val="21"/>
              </w:rPr>
              <w:t>0.22</w:t>
            </w:r>
            <w:bookmarkEnd w:id="51"/>
          </w:p>
        </w:tc>
      </w:tr>
      <w:tr w:rsidR="003C0CC2" w14:paraId="63DEAF18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6F84E27B" w14:textId="77777777" w:rsidR="003C0CC2" w:rsidRDefault="00EF0A6D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F16C90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bookmarkStart w:id="52" w:name="屋顶K"/>
            <w:r>
              <w:rPr>
                <w:rFonts w:hint="eastAsia"/>
                <w:bCs/>
                <w:szCs w:val="21"/>
              </w:rPr>
              <w:t>0.83</w:t>
            </w:r>
            <w:bookmarkEnd w:id="52"/>
          </w:p>
        </w:tc>
      </w:tr>
      <w:tr w:rsidR="003C0CC2" w14:paraId="2A46B3D2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0F0234D" w14:textId="77777777" w:rsidR="003C0CC2" w:rsidRDefault="00EF0A6D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873D47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bookmarkStart w:id="53" w:name="外墙K"/>
            <w:r>
              <w:rPr>
                <w:rFonts w:hint="eastAsia"/>
                <w:bCs/>
                <w:szCs w:val="21"/>
              </w:rPr>
              <w:t>1.35</w:t>
            </w:r>
            <w:bookmarkEnd w:id="53"/>
          </w:p>
        </w:tc>
      </w:tr>
      <w:tr w:rsidR="003C0CC2" w14:paraId="74E477D7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56D4FC2" w14:textId="77777777" w:rsidR="003C0CC2" w:rsidRDefault="00EF0A6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7D99C8D3" w14:textId="77777777" w:rsidR="003C0CC2" w:rsidRDefault="00EF0A6D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BA3088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bookmarkStart w:id="54" w:name="天窗K"/>
            <w:r>
              <w:rPr>
                <w:rFonts w:hint="eastAsia"/>
                <w:bCs/>
                <w:szCs w:val="21"/>
              </w:rPr>
              <w:t>－</w:t>
            </w:r>
            <w:bookmarkEnd w:id="54"/>
          </w:p>
        </w:tc>
      </w:tr>
      <w:tr w:rsidR="003C0CC2" w14:paraId="06DBE0D0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BD67A46" w14:textId="77777777" w:rsidR="003C0CC2" w:rsidRDefault="00EF0A6D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1DC357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bookmarkStart w:id="55" w:name="天窗SHGC"/>
            <w:r>
              <w:rPr>
                <w:rFonts w:hint="eastAsia"/>
                <w:bCs/>
                <w:szCs w:val="21"/>
              </w:rPr>
              <w:t>－</w:t>
            </w:r>
            <w:bookmarkEnd w:id="55"/>
          </w:p>
        </w:tc>
      </w:tr>
      <w:tr w:rsidR="003C0CC2" w14:paraId="2CFDC189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C4C36F2" w14:textId="77777777" w:rsidR="003C0CC2" w:rsidRDefault="00EF0A6D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E4C245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bookmarkStart w:id="56" w:name="挑空楼板K"/>
            <w:r>
              <w:rPr>
                <w:rFonts w:hint="eastAsia"/>
                <w:bCs/>
                <w:szCs w:val="21"/>
              </w:rPr>
              <w:t>－</w:t>
            </w:r>
            <w:bookmarkEnd w:id="56"/>
          </w:p>
        </w:tc>
      </w:tr>
      <w:tr w:rsidR="003C0CC2" w14:paraId="4DEE3F8A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DF670E6" w14:textId="77777777" w:rsidR="003C0CC2" w:rsidRPr="00D9724A" w:rsidRDefault="00EF0A6D" w:rsidP="00CC09EF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地下车库与供暖房间之间的楼板</w:t>
            </w:r>
            <w:r w:rsidRPr="00D9724A">
              <w:rPr>
                <w:rFonts w:hAnsi="宋体"/>
                <w:szCs w:val="21"/>
              </w:rPr>
              <w:t xml:space="preserve"> </w:t>
            </w:r>
          </w:p>
          <w:p w14:paraId="1255F003" w14:textId="77777777" w:rsidR="003C0CC2" w:rsidRPr="00D9724A" w:rsidRDefault="00EF0A6D" w:rsidP="00CC09EF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E56F5F" w14:textId="77777777" w:rsidR="003C0CC2" w:rsidRDefault="00EF0A6D" w:rsidP="00CC09EF">
            <w:pPr>
              <w:jc w:val="center"/>
              <w:rPr>
                <w:bCs/>
                <w:szCs w:val="21"/>
              </w:rPr>
            </w:pPr>
            <w:bookmarkStart w:id="57" w:name="不采暖地下室上部地板K"/>
            <w:r>
              <w:rPr>
                <w:rFonts w:hint="eastAsia"/>
                <w:bCs/>
                <w:szCs w:val="21"/>
              </w:rPr>
              <w:t>－</w:t>
            </w:r>
            <w:bookmarkEnd w:id="57"/>
          </w:p>
        </w:tc>
      </w:tr>
      <w:tr w:rsidR="003C0CC2" w14:paraId="7AFAC936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8087B88" w14:textId="77777777" w:rsidR="003C0CC2" w:rsidRPr="00D9724A" w:rsidRDefault="00EF0A6D" w:rsidP="00CC09EF">
            <w:pPr>
              <w:jc w:val="center"/>
              <w:rPr>
                <w:rFonts w:hAnsi="宋体"/>
                <w:szCs w:val="21"/>
              </w:rPr>
            </w:pPr>
            <w:r w:rsidRPr="00D9724A">
              <w:rPr>
                <w:rFonts w:hAnsi="宋体" w:hint="eastAsia"/>
                <w:szCs w:val="21"/>
              </w:rPr>
              <w:t>非供暖楼梯间与供暖房间之间的隔墙</w:t>
            </w:r>
            <w:r w:rsidRPr="00D9724A">
              <w:rPr>
                <w:rFonts w:hAnsi="宋体"/>
                <w:szCs w:val="21"/>
              </w:rPr>
              <w:t xml:space="preserve"> </w:t>
            </w:r>
            <w:r w:rsidRPr="00D9724A">
              <w:rPr>
                <w:rFonts w:hAnsi="宋体"/>
                <w:szCs w:val="21"/>
              </w:rPr>
              <w:t>K [W/(m2</w:t>
            </w:r>
            <w:r w:rsidRPr="00D9724A">
              <w:rPr>
                <w:rFonts w:hAnsi="宋体"/>
                <w:szCs w:val="21"/>
              </w:rPr>
              <w:t>·</w:t>
            </w:r>
            <w:r w:rsidRPr="00D9724A">
              <w:rPr>
                <w:rFonts w:hAnsi="宋体"/>
                <w:szCs w:val="21"/>
              </w:rPr>
              <w:t>K)]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7E78D" w14:textId="77777777" w:rsidR="003C0CC2" w:rsidRDefault="00EF0A6D" w:rsidP="00CC09EF">
            <w:pPr>
              <w:jc w:val="center"/>
              <w:rPr>
                <w:bCs/>
                <w:szCs w:val="21"/>
              </w:rPr>
            </w:pPr>
            <w:bookmarkStart w:id="58" w:name="采暖与非采暖隔墙K"/>
            <w:r>
              <w:rPr>
                <w:rFonts w:hint="eastAsia"/>
                <w:bCs/>
                <w:szCs w:val="21"/>
              </w:rPr>
              <w:t>1.93</w:t>
            </w:r>
            <w:bookmarkEnd w:id="58"/>
          </w:p>
        </w:tc>
      </w:tr>
      <w:tr w:rsidR="003C0CC2" w14:paraId="2A3E7BB9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2061747" w14:textId="77777777" w:rsidR="003C0CC2" w:rsidRDefault="00EF0A6D" w:rsidP="00C8164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周边地面热阻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7BF9B" w14:textId="77777777" w:rsidR="003C0CC2" w:rsidRDefault="00EF0A6D" w:rsidP="00C8164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</w:tr>
      <w:tr w:rsidR="003C0CC2" w14:paraId="7A6D5824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A1D2D97" w14:textId="77777777" w:rsidR="003C0CC2" w:rsidRDefault="00EF0A6D" w:rsidP="00C8164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地下墙热阻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6ADB57" w14:textId="77777777" w:rsidR="003C0CC2" w:rsidRDefault="00EF0A6D" w:rsidP="00C81641">
            <w:pPr>
              <w:jc w:val="center"/>
              <w:rPr>
                <w:szCs w:val="21"/>
              </w:rPr>
            </w:pPr>
            <w:bookmarkStart w:id="59" w:name="地下墙R"/>
            <w:r>
              <w:rPr>
                <w:rFonts w:hint="eastAsia"/>
                <w:szCs w:val="21"/>
              </w:rPr>
              <w:t>－</w:t>
            </w:r>
            <w:bookmarkEnd w:id="59"/>
          </w:p>
        </w:tc>
      </w:tr>
      <w:tr w:rsidR="003C0CC2" w14:paraId="62107086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FDB5E7B" w14:textId="77777777" w:rsidR="003C0CC2" w:rsidRDefault="00EF0A6D" w:rsidP="00C8164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变形缝热阻</w:t>
            </w:r>
            <w:r>
              <w:rPr>
                <w:rFonts w:hAnsi="宋体" w:hint="eastAsia"/>
                <w:szCs w:val="21"/>
              </w:rPr>
              <w:t>R[</w:t>
            </w:r>
            <w:r>
              <w:rPr>
                <w:szCs w:val="21"/>
              </w:rPr>
              <w:t>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</w:t>
            </w:r>
            <w:r>
              <w:rPr>
                <w:rFonts w:hint="eastAsia"/>
                <w:szCs w:val="21"/>
              </w:rPr>
              <w:t>)/W</w:t>
            </w:r>
            <w:r>
              <w:rPr>
                <w:rFonts w:hAnsi="宋体" w:hint="eastAsia"/>
                <w:szCs w:val="21"/>
              </w:rPr>
              <w:t>]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C462D6" w14:textId="77777777" w:rsidR="003C0CC2" w:rsidRDefault="00EF0A6D" w:rsidP="00C81641">
            <w:pPr>
              <w:jc w:val="center"/>
              <w:rPr>
                <w:szCs w:val="21"/>
              </w:rPr>
            </w:pPr>
            <w:bookmarkStart w:id="60" w:name="变形缝R"/>
            <w:r>
              <w:rPr>
                <w:rFonts w:hint="eastAsia"/>
                <w:szCs w:val="21"/>
              </w:rPr>
              <w:t>－</w:t>
            </w:r>
            <w:bookmarkEnd w:id="60"/>
          </w:p>
        </w:tc>
      </w:tr>
      <w:tr w:rsidR="003C0CC2" w14:paraId="48F941F1" w14:textId="77777777" w:rsidTr="004442B9">
        <w:trPr>
          <w:jc w:val="center"/>
        </w:trPr>
        <w:tc>
          <w:tcPr>
            <w:tcW w:w="716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BB9BB25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4D3497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FE73689" w14:textId="77777777" w:rsidR="003C0CC2" w:rsidRDefault="00EF0A6D" w:rsidP="00C11119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0423E9A9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70C79B3C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349B3865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1CF4E3D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3C0CC2" w14:paraId="1D8E46F1" w14:textId="77777777" w:rsidTr="004442B9">
        <w:trPr>
          <w:trHeight w:hRule="exact"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6394D8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51D13A" w14:textId="77777777" w:rsidR="003C0CC2" w:rsidRDefault="00EF0A6D" w:rsidP="00707638">
            <w:pPr>
              <w:jc w:val="center"/>
              <w:rPr>
                <w:rFonts w:hAnsi="宋体"/>
                <w:bCs/>
                <w:szCs w:val="21"/>
              </w:rPr>
            </w:pPr>
            <w:bookmarkStart w:id="61" w:name="多立面－计算条件表－14－2－朝向立面窗墙比KSHGC参照"/>
            <w:r>
              <w:rPr>
                <w:rFonts w:hAnsi="宋体" w:hint="eastAsia"/>
                <w:bCs/>
                <w:szCs w:val="21"/>
              </w:rPr>
              <w:t>北向</w:t>
            </w:r>
            <w:bookmarkEnd w:id="61"/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DD45EBC" w14:textId="77777777" w:rsidR="003C0CC2" w:rsidRDefault="00EF0A6D" w:rsidP="00C11119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4322C5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0.28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99BC8D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E35706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3C0CC2" w14:paraId="766EDFA9" w14:textId="77777777" w:rsidTr="004442B9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444325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D0DA1A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4BF46E" w14:textId="77777777" w:rsidR="003C0CC2" w:rsidRDefault="00EF0A6D" w:rsidP="00C1111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ED09C2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0.23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9C439A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DA229E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3C0CC2" w14:paraId="4F9A063A" w14:textId="77777777" w:rsidTr="004442B9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87558D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E9BF23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569569" w14:textId="77777777" w:rsidR="003C0CC2" w:rsidRDefault="00EF0A6D" w:rsidP="00C11119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AE7BA4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0.28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CA19A6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46C254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3C0CC2" w14:paraId="3429C344" w14:textId="77777777" w:rsidTr="004442B9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EDC69F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E99CA6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75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2B72CE" w14:textId="77777777" w:rsidR="003C0CC2" w:rsidRDefault="00EF0A6D" w:rsidP="00C11119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3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E03542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73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67F873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5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FB31498" w14:textId="77777777" w:rsidR="003C0CC2" w:rsidRDefault="00EF0A6D" w:rsidP="00707638">
            <w:pPr>
              <w:jc w:val="center"/>
              <w:rPr>
                <w:bCs/>
                <w:szCs w:val="21"/>
              </w:rPr>
            </w:pPr>
          </w:p>
        </w:tc>
      </w:tr>
    </w:tbl>
    <w:p w14:paraId="4134DC73" w14:textId="77777777" w:rsidR="00373966" w:rsidRDefault="00373966">
      <w:pPr>
        <w:widowControl w:val="0"/>
        <w:jc w:val="both"/>
      </w:pPr>
    </w:p>
    <w:p w14:paraId="23F9EBF7" w14:textId="77777777" w:rsidR="00373966" w:rsidRDefault="00EF0A6D">
      <w:pPr>
        <w:pStyle w:val="1"/>
        <w:widowControl w:val="0"/>
        <w:jc w:val="both"/>
      </w:pPr>
      <w:bookmarkStart w:id="62" w:name="_Toc92192613"/>
      <w:r>
        <w:t>房间类型</w:t>
      </w:r>
      <w:bookmarkEnd w:id="62"/>
    </w:p>
    <w:p w14:paraId="45DE2172" w14:textId="77777777" w:rsidR="00373966" w:rsidRDefault="00EF0A6D">
      <w:pPr>
        <w:pStyle w:val="2"/>
        <w:widowControl w:val="0"/>
      </w:pPr>
      <w:bookmarkStart w:id="63" w:name="_Toc92192614"/>
      <w:r>
        <w:t>房间表</w:t>
      </w:r>
      <w:bookmarkEnd w:id="63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373966" w14:paraId="1CE5E2C3" w14:textId="77777777">
        <w:tc>
          <w:tcPr>
            <w:tcW w:w="1567" w:type="dxa"/>
            <w:shd w:val="clear" w:color="auto" w:fill="E6E6E6"/>
            <w:vAlign w:val="center"/>
          </w:tcPr>
          <w:p w14:paraId="75B5ED86" w14:textId="77777777" w:rsidR="00373966" w:rsidRDefault="00EF0A6D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5F662916" w14:textId="77777777" w:rsidR="00373966" w:rsidRDefault="00EF0A6D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6D43111F" w14:textId="77777777" w:rsidR="00373966" w:rsidRDefault="00EF0A6D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0F4D430" w14:textId="77777777" w:rsidR="00373966" w:rsidRDefault="00EF0A6D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B7D0E15" w14:textId="77777777" w:rsidR="00373966" w:rsidRDefault="00EF0A6D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91EA88" w14:textId="77777777" w:rsidR="00373966" w:rsidRDefault="00EF0A6D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3DF585F" w14:textId="77777777" w:rsidR="00373966" w:rsidRDefault="00EF0A6D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A4DFCBD" w14:textId="77777777" w:rsidR="00373966" w:rsidRDefault="00EF0A6D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373966" w14:paraId="15F3ACFB" w14:textId="77777777">
        <w:tc>
          <w:tcPr>
            <w:tcW w:w="1567" w:type="dxa"/>
            <w:shd w:val="clear" w:color="auto" w:fill="E6E6E6"/>
            <w:vAlign w:val="center"/>
          </w:tcPr>
          <w:p w14:paraId="3A390F4F" w14:textId="77777777" w:rsidR="00373966" w:rsidRDefault="00EF0A6D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973" w:type="dxa"/>
            <w:vAlign w:val="center"/>
          </w:tcPr>
          <w:p w14:paraId="3A0D1394" w14:textId="77777777" w:rsidR="00373966" w:rsidRDefault="00EF0A6D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2B4F25A" w14:textId="77777777" w:rsidR="00373966" w:rsidRDefault="00EF0A6D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12C23B84" w14:textId="77777777" w:rsidR="00373966" w:rsidRDefault="00EF0A6D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072021B" w14:textId="77777777" w:rsidR="00373966" w:rsidRDefault="00EF0A6D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0C7A6C3" w14:textId="77777777" w:rsidR="00373966" w:rsidRDefault="00EF0A6D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65588B1" w14:textId="77777777" w:rsidR="00373966" w:rsidRDefault="00EF0A6D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69BFE7" w14:textId="77777777" w:rsidR="00373966" w:rsidRDefault="00EF0A6D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373966" w14:paraId="44532ECC" w14:textId="77777777">
        <w:tc>
          <w:tcPr>
            <w:tcW w:w="1567" w:type="dxa"/>
            <w:shd w:val="clear" w:color="auto" w:fill="E6E6E6"/>
            <w:vAlign w:val="center"/>
          </w:tcPr>
          <w:p w14:paraId="403FC52B" w14:textId="77777777" w:rsidR="00373966" w:rsidRDefault="00EF0A6D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973" w:type="dxa"/>
            <w:vAlign w:val="center"/>
          </w:tcPr>
          <w:p w14:paraId="697BCDFF" w14:textId="77777777" w:rsidR="00373966" w:rsidRDefault="00EF0A6D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4D9AA580" w14:textId="77777777" w:rsidR="00373966" w:rsidRDefault="00EF0A6D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0CBEEA0" w14:textId="77777777" w:rsidR="00373966" w:rsidRDefault="00EF0A6D">
            <w:pPr>
              <w:jc w:val="center"/>
            </w:pPr>
            <w:r>
              <w:t>19(m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A8E42C5" w14:textId="77777777" w:rsidR="00373966" w:rsidRDefault="00EF0A6D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EA466D1" w14:textId="77777777" w:rsidR="00373966" w:rsidRDefault="00EF0A6D">
            <w:pPr>
              <w:jc w:val="center"/>
            </w:pPr>
            <w:r>
              <w:t>4(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409454E" w14:textId="77777777" w:rsidR="00373966" w:rsidRDefault="00EF0A6D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2B49208" w14:textId="77777777" w:rsidR="00373966" w:rsidRDefault="00EF0A6D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373966" w14:paraId="67423C8B" w14:textId="77777777">
        <w:tc>
          <w:tcPr>
            <w:tcW w:w="1567" w:type="dxa"/>
            <w:shd w:val="clear" w:color="auto" w:fill="E6E6E6"/>
            <w:vAlign w:val="center"/>
          </w:tcPr>
          <w:p w14:paraId="4637258B" w14:textId="77777777" w:rsidR="00373966" w:rsidRDefault="00EF0A6D">
            <w:r>
              <w:t>空房间</w:t>
            </w:r>
          </w:p>
        </w:tc>
        <w:tc>
          <w:tcPr>
            <w:tcW w:w="973" w:type="dxa"/>
            <w:vAlign w:val="center"/>
          </w:tcPr>
          <w:p w14:paraId="4CA832BE" w14:textId="77777777" w:rsidR="00373966" w:rsidRDefault="00EF0A6D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6BAF766B" w14:textId="77777777" w:rsidR="00373966" w:rsidRDefault="00EF0A6D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455EC714" w14:textId="77777777" w:rsidR="00373966" w:rsidRDefault="00EF0A6D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0082CCB" w14:textId="77777777" w:rsidR="00373966" w:rsidRDefault="00EF0A6D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4AB627B" w14:textId="77777777" w:rsidR="00373966" w:rsidRDefault="00EF0A6D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DEDD064" w14:textId="77777777" w:rsidR="00373966" w:rsidRDefault="00EF0A6D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7605FA7" w14:textId="77777777" w:rsidR="00373966" w:rsidRDefault="00EF0A6D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14:paraId="73198725" w14:textId="77777777" w:rsidR="00373966" w:rsidRDefault="00EF0A6D">
      <w:pPr>
        <w:pStyle w:val="2"/>
        <w:widowControl w:val="0"/>
      </w:pPr>
      <w:bookmarkStart w:id="64" w:name="_Toc92192615"/>
      <w:r>
        <w:lastRenderedPageBreak/>
        <w:t>作息时间表</w:t>
      </w:r>
      <w:bookmarkEnd w:id="64"/>
    </w:p>
    <w:p w14:paraId="356290CD" w14:textId="77777777" w:rsidR="00373966" w:rsidRDefault="00EF0A6D">
      <w:pPr>
        <w:widowControl w:val="0"/>
        <w:jc w:val="both"/>
      </w:pPr>
      <w:r>
        <w:t>详见附录</w:t>
      </w:r>
    </w:p>
    <w:p w14:paraId="2159D3C7" w14:textId="77777777" w:rsidR="00373966" w:rsidRDefault="00EF0A6D">
      <w:pPr>
        <w:pStyle w:val="1"/>
        <w:widowControl w:val="0"/>
        <w:jc w:val="both"/>
      </w:pPr>
      <w:bookmarkStart w:id="65" w:name="_Toc92192616"/>
      <w:r>
        <w:t>暖通空调系统</w:t>
      </w:r>
      <w:bookmarkEnd w:id="65"/>
    </w:p>
    <w:p w14:paraId="0E1E41D4" w14:textId="77777777" w:rsidR="00373966" w:rsidRDefault="00EF0A6D">
      <w:pPr>
        <w:pStyle w:val="2"/>
        <w:widowControl w:val="0"/>
      </w:pPr>
      <w:bookmarkStart w:id="66" w:name="_Toc92192617"/>
      <w:r>
        <w:t>系统类型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373966" w14:paraId="17822E0E" w14:textId="77777777">
        <w:tc>
          <w:tcPr>
            <w:tcW w:w="1131" w:type="dxa"/>
            <w:shd w:val="clear" w:color="auto" w:fill="E6E6E6"/>
            <w:vAlign w:val="center"/>
          </w:tcPr>
          <w:p w14:paraId="39D00EE6" w14:textId="77777777" w:rsidR="00373966" w:rsidRDefault="00EF0A6D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7DD85FD3" w14:textId="77777777" w:rsidR="00373966" w:rsidRDefault="00EF0A6D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E10C6C" w14:textId="77777777" w:rsidR="00373966" w:rsidRDefault="00EF0A6D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A6854C" w14:textId="77777777" w:rsidR="00373966" w:rsidRDefault="00EF0A6D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0354640B" w14:textId="77777777" w:rsidR="00373966" w:rsidRDefault="00EF0A6D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578EACA6" w14:textId="77777777" w:rsidR="00373966" w:rsidRDefault="00EF0A6D">
            <w:pPr>
              <w:jc w:val="center"/>
            </w:pPr>
            <w:r>
              <w:t>包含的房间</w:t>
            </w:r>
          </w:p>
        </w:tc>
      </w:tr>
      <w:tr w:rsidR="00373966" w14:paraId="6519852A" w14:textId="77777777">
        <w:tc>
          <w:tcPr>
            <w:tcW w:w="1131" w:type="dxa"/>
            <w:vAlign w:val="center"/>
          </w:tcPr>
          <w:p w14:paraId="782DA015" w14:textId="77777777" w:rsidR="00373966" w:rsidRDefault="00EF0A6D">
            <w:r>
              <w:t>默认</w:t>
            </w:r>
          </w:p>
        </w:tc>
        <w:tc>
          <w:tcPr>
            <w:tcW w:w="1924" w:type="dxa"/>
            <w:vAlign w:val="center"/>
          </w:tcPr>
          <w:p w14:paraId="09632D09" w14:textId="77777777" w:rsidR="00373966" w:rsidRDefault="00EF0A6D">
            <w:r>
              <w:t>散热器采暖空调器供冷</w:t>
            </w:r>
          </w:p>
        </w:tc>
        <w:tc>
          <w:tcPr>
            <w:tcW w:w="848" w:type="dxa"/>
            <w:vAlign w:val="center"/>
          </w:tcPr>
          <w:p w14:paraId="3CC358DC" w14:textId="77777777" w:rsidR="00373966" w:rsidRDefault="00EF0A6D">
            <w:r>
              <w:t>2.30</w:t>
            </w:r>
          </w:p>
        </w:tc>
        <w:tc>
          <w:tcPr>
            <w:tcW w:w="848" w:type="dxa"/>
            <w:vAlign w:val="center"/>
          </w:tcPr>
          <w:p w14:paraId="2D34B84E" w14:textId="77777777" w:rsidR="00373966" w:rsidRDefault="00EF0A6D">
            <w:r>
              <w:t>－</w:t>
            </w:r>
          </w:p>
        </w:tc>
        <w:tc>
          <w:tcPr>
            <w:tcW w:w="905" w:type="dxa"/>
            <w:vAlign w:val="center"/>
          </w:tcPr>
          <w:p w14:paraId="5A8F4DA5" w14:textId="77777777" w:rsidR="00373966" w:rsidRDefault="00EF0A6D">
            <w:r>
              <w:t>391.86</w:t>
            </w:r>
          </w:p>
        </w:tc>
        <w:tc>
          <w:tcPr>
            <w:tcW w:w="3673" w:type="dxa"/>
            <w:vAlign w:val="center"/>
          </w:tcPr>
          <w:p w14:paraId="46A28D74" w14:textId="77777777" w:rsidR="00373966" w:rsidRDefault="00EF0A6D">
            <w:r>
              <w:t>1009(1),1008(1),2009(2),2008(2),2009(3),2008(3)</w:t>
            </w:r>
          </w:p>
        </w:tc>
      </w:tr>
      <w:tr w:rsidR="00373966" w14:paraId="05DA2277" w14:textId="77777777">
        <w:tc>
          <w:tcPr>
            <w:tcW w:w="1131" w:type="dxa"/>
            <w:vAlign w:val="center"/>
          </w:tcPr>
          <w:p w14:paraId="1F1676EC" w14:textId="77777777" w:rsidR="00373966" w:rsidRDefault="00EF0A6D">
            <w:r>
              <w:t>Sys_shop_1</w:t>
            </w:r>
          </w:p>
        </w:tc>
        <w:tc>
          <w:tcPr>
            <w:tcW w:w="1924" w:type="dxa"/>
            <w:vAlign w:val="center"/>
          </w:tcPr>
          <w:p w14:paraId="3BDD0D55" w14:textId="77777777" w:rsidR="00373966" w:rsidRDefault="00EF0A6D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2A55484D" w14:textId="77777777" w:rsidR="00373966" w:rsidRDefault="00EF0A6D">
            <w:r>
              <w:t>－</w:t>
            </w:r>
          </w:p>
        </w:tc>
        <w:tc>
          <w:tcPr>
            <w:tcW w:w="848" w:type="dxa"/>
            <w:vAlign w:val="center"/>
          </w:tcPr>
          <w:p w14:paraId="24C38452" w14:textId="77777777" w:rsidR="00373966" w:rsidRDefault="00EF0A6D">
            <w:r>
              <w:t>－</w:t>
            </w:r>
          </w:p>
        </w:tc>
        <w:tc>
          <w:tcPr>
            <w:tcW w:w="905" w:type="dxa"/>
            <w:vAlign w:val="center"/>
          </w:tcPr>
          <w:p w14:paraId="7BB8092A" w14:textId="77777777" w:rsidR="00373966" w:rsidRDefault="00EF0A6D">
            <w:r>
              <w:t>5470.11</w:t>
            </w:r>
          </w:p>
        </w:tc>
        <w:tc>
          <w:tcPr>
            <w:tcW w:w="3673" w:type="dxa"/>
            <w:vAlign w:val="center"/>
          </w:tcPr>
          <w:p w14:paraId="5E44861E" w14:textId="77777777" w:rsidR="00373966" w:rsidRDefault="00EF0A6D">
            <w:r>
              <w:t>1001(1),1005(1),1003(1),1006(1),1007(1),1004(1),2001(2),2005(2),2003(2),2006(2),2007(2),2004(2),2001(3),2005(3),2003(3),2006(3),2007(3),2004(3)</w:t>
            </w:r>
          </w:p>
        </w:tc>
      </w:tr>
    </w:tbl>
    <w:p w14:paraId="1C68E27C" w14:textId="77777777" w:rsidR="00373966" w:rsidRDefault="00EF0A6D">
      <w:pPr>
        <w:pStyle w:val="2"/>
        <w:widowControl w:val="0"/>
      </w:pPr>
      <w:bookmarkStart w:id="67" w:name="_Toc92192618"/>
      <w:r>
        <w:t>制冷系统</w:t>
      </w:r>
      <w:bookmarkEnd w:id="67"/>
    </w:p>
    <w:p w14:paraId="7EC56BCF" w14:textId="77777777" w:rsidR="00373966" w:rsidRDefault="00EF0A6D">
      <w:pPr>
        <w:pStyle w:val="3"/>
        <w:widowControl w:val="0"/>
        <w:jc w:val="both"/>
      </w:pPr>
      <w:bookmarkStart w:id="68" w:name="_Toc92192619"/>
      <w:r>
        <w:t>冷水机组</w:t>
      </w:r>
      <w:bookmarkEnd w:id="6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46"/>
        <w:gridCol w:w="1647"/>
        <w:gridCol w:w="1273"/>
        <w:gridCol w:w="1630"/>
        <w:gridCol w:w="628"/>
      </w:tblGrid>
      <w:tr w:rsidR="00373966" w14:paraId="558DBC0B" w14:textId="77777777">
        <w:tc>
          <w:tcPr>
            <w:tcW w:w="1697" w:type="dxa"/>
            <w:shd w:val="clear" w:color="auto" w:fill="E6E6E6"/>
            <w:vAlign w:val="center"/>
          </w:tcPr>
          <w:p w14:paraId="76C5F050" w14:textId="77777777" w:rsidR="00373966" w:rsidRDefault="00EF0A6D"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 w14:paraId="22A120AE" w14:textId="77777777" w:rsidR="00373966" w:rsidRDefault="00EF0A6D"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1A6F712E" w14:textId="77777777" w:rsidR="00373966" w:rsidRDefault="00EF0A6D">
            <w:pPr>
              <w:jc w:val="center"/>
            </w:pPr>
            <w:r>
              <w:t>额定耗电量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055AD81" w14:textId="77777777" w:rsidR="00373966" w:rsidRDefault="00EF0A6D">
            <w:pPr>
              <w:jc w:val="center"/>
            </w:pPr>
            <w:r>
              <w:t>额定制冷量</w:t>
            </w:r>
            <w:r>
              <w:br/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31EE05C1" w14:textId="77777777" w:rsidR="00373966" w:rsidRDefault="00EF0A6D">
            <w:pPr>
              <w:jc w:val="center"/>
            </w:pPr>
            <w:r>
              <w:t>额定性能系数</w:t>
            </w:r>
            <w:r>
              <w:br/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 w14:paraId="135F996E" w14:textId="77777777" w:rsidR="00373966" w:rsidRDefault="00EF0A6D">
            <w:pPr>
              <w:jc w:val="center"/>
            </w:pPr>
            <w:r>
              <w:t>台数</w:t>
            </w:r>
          </w:p>
        </w:tc>
      </w:tr>
      <w:tr w:rsidR="00373966" w14:paraId="5D9A9D3F" w14:textId="77777777">
        <w:tc>
          <w:tcPr>
            <w:tcW w:w="1697" w:type="dxa"/>
            <w:vAlign w:val="center"/>
          </w:tcPr>
          <w:p w14:paraId="3973DCD8" w14:textId="77777777" w:rsidR="00373966" w:rsidRDefault="00EF0A6D">
            <w:r>
              <w:t>冷水机组</w:t>
            </w:r>
          </w:p>
        </w:tc>
        <w:tc>
          <w:tcPr>
            <w:tcW w:w="2445" w:type="dxa"/>
            <w:vAlign w:val="center"/>
          </w:tcPr>
          <w:p w14:paraId="2CEC250F" w14:textId="77777777" w:rsidR="00373966" w:rsidRDefault="00EF0A6D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647" w:type="dxa"/>
            <w:vAlign w:val="center"/>
          </w:tcPr>
          <w:p w14:paraId="7A567B13" w14:textId="77777777" w:rsidR="00373966" w:rsidRDefault="00EF0A6D">
            <w:r>
              <w:t>100</w:t>
            </w:r>
          </w:p>
        </w:tc>
        <w:tc>
          <w:tcPr>
            <w:tcW w:w="1273" w:type="dxa"/>
            <w:vAlign w:val="center"/>
          </w:tcPr>
          <w:p w14:paraId="62BC84CE" w14:textId="77777777" w:rsidR="00373966" w:rsidRDefault="00EF0A6D">
            <w:r>
              <w:t>500</w:t>
            </w:r>
          </w:p>
        </w:tc>
        <w:tc>
          <w:tcPr>
            <w:tcW w:w="1630" w:type="dxa"/>
            <w:vAlign w:val="center"/>
          </w:tcPr>
          <w:p w14:paraId="753FCB3E" w14:textId="77777777" w:rsidR="00373966" w:rsidRDefault="00EF0A6D">
            <w:r>
              <w:t>5.00</w:t>
            </w:r>
          </w:p>
        </w:tc>
        <w:tc>
          <w:tcPr>
            <w:tcW w:w="628" w:type="dxa"/>
            <w:vAlign w:val="center"/>
          </w:tcPr>
          <w:p w14:paraId="2B6505C2" w14:textId="77777777" w:rsidR="00373966" w:rsidRDefault="00EF0A6D">
            <w:r>
              <w:t>1</w:t>
            </w:r>
          </w:p>
        </w:tc>
      </w:tr>
    </w:tbl>
    <w:p w14:paraId="0F8F5574" w14:textId="77777777" w:rsidR="00373966" w:rsidRDefault="00EF0A6D">
      <w:pPr>
        <w:pStyle w:val="3"/>
        <w:widowControl w:val="0"/>
        <w:jc w:val="both"/>
      </w:pPr>
      <w:bookmarkStart w:id="69" w:name="_Toc92192620"/>
      <w:r>
        <w:t>水泵系统</w:t>
      </w:r>
      <w:bookmarkEnd w:id="69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373966" w14:paraId="40F0FAE5" w14:textId="77777777">
        <w:tc>
          <w:tcPr>
            <w:tcW w:w="2677" w:type="dxa"/>
            <w:shd w:val="clear" w:color="auto" w:fill="E6E6E6"/>
            <w:vAlign w:val="center"/>
          </w:tcPr>
          <w:p w14:paraId="08CDF545" w14:textId="77777777" w:rsidR="00373966" w:rsidRDefault="00EF0A6D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60471F66" w14:textId="77777777" w:rsidR="00373966" w:rsidRDefault="00EF0A6D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38C62E6" w14:textId="77777777" w:rsidR="00373966" w:rsidRDefault="00EF0A6D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5BBAD909" w14:textId="77777777" w:rsidR="00373966" w:rsidRDefault="00EF0A6D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A25130D" w14:textId="77777777" w:rsidR="00373966" w:rsidRDefault="00EF0A6D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6B5898F6" w14:textId="77777777" w:rsidR="00373966" w:rsidRDefault="00EF0A6D">
            <w:pPr>
              <w:jc w:val="center"/>
            </w:pPr>
            <w:r>
              <w:t>台数</w:t>
            </w:r>
          </w:p>
        </w:tc>
      </w:tr>
      <w:tr w:rsidR="00373966" w14:paraId="4175CA95" w14:textId="77777777">
        <w:tc>
          <w:tcPr>
            <w:tcW w:w="2677" w:type="dxa"/>
            <w:vAlign w:val="center"/>
          </w:tcPr>
          <w:p w14:paraId="77D601D3" w14:textId="77777777" w:rsidR="00373966" w:rsidRDefault="00EF0A6D">
            <w:r>
              <w:t>冷却水泵</w:t>
            </w:r>
          </w:p>
        </w:tc>
        <w:tc>
          <w:tcPr>
            <w:tcW w:w="1267" w:type="dxa"/>
            <w:vAlign w:val="center"/>
          </w:tcPr>
          <w:p w14:paraId="6810E54D" w14:textId="77777777" w:rsidR="00373966" w:rsidRDefault="00EF0A6D">
            <w:r>
              <w:t>320</w:t>
            </w:r>
          </w:p>
        </w:tc>
        <w:tc>
          <w:tcPr>
            <w:tcW w:w="990" w:type="dxa"/>
            <w:vAlign w:val="center"/>
          </w:tcPr>
          <w:p w14:paraId="6B39994E" w14:textId="77777777" w:rsidR="00373966" w:rsidRDefault="00EF0A6D">
            <w:r>
              <w:t>25</w:t>
            </w:r>
          </w:p>
        </w:tc>
        <w:tc>
          <w:tcPr>
            <w:tcW w:w="2122" w:type="dxa"/>
            <w:vAlign w:val="center"/>
          </w:tcPr>
          <w:p w14:paraId="1BBB397A" w14:textId="77777777" w:rsidR="00373966" w:rsidRDefault="00EF0A6D">
            <w:r>
              <w:t>80</w:t>
            </w:r>
          </w:p>
        </w:tc>
        <w:tc>
          <w:tcPr>
            <w:tcW w:w="1556" w:type="dxa"/>
            <w:vAlign w:val="center"/>
          </w:tcPr>
          <w:p w14:paraId="7898C5C6" w14:textId="77777777" w:rsidR="00373966" w:rsidRDefault="00EF0A6D">
            <w:r>
              <w:t>31.3</w:t>
            </w:r>
          </w:p>
        </w:tc>
        <w:tc>
          <w:tcPr>
            <w:tcW w:w="701" w:type="dxa"/>
            <w:vAlign w:val="center"/>
          </w:tcPr>
          <w:p w14:paraId="17E82F93" w14:textId="77777777" w:rsidR="00373966" w:rsidRDefault="00EF0A6D">
            <w:r>
              <w:t>1</w:t>
            </w:r>
          </w:p>
        </w:tc>
      </w:tr>
      <w:tr w:rsidR="00373966" w14:paraId="25F0C740" w14:textId="77777777">
        <w:tc>
          <w:tcPr>
            <w:tcW w:w="2677" w:type="dxa"/>
            <w:vAlign w:val="center"/>
          </w:tcPr>
          <w:p w14:paraId="5EE98819" w14:textId="77777777" w:rsidR="00373966" w:rsidRDefault="00EF0A6D">
            <w:r>
              <w:t>冷冻水泵</w:t>
            </w:r>
          </w:p>
        </w:tc>
        <w:tc>
          <w:tcPr>
            <w:tcW w:w="1267" w:type="dxa"/>
            <w:vAlign w:val="center"/>
          </w:tcPr>
          <w:p w14:paraId="40171C58" w14:textId="77777777" w:rsidR="00373966" w:rsidRDefault="00EF0A6D">
            <w:r>
              <w:t>320</w:t>
            </w:r>
          </w:p>
        </w:tc>
        <w:tc>
          <w:tcPr>
            <w:tcW w:w="990" w:type="dxa"/>
            <w:vAlign w:val="center"/>
          </w:tcPr>
          <w:p w14:paraId="51A74012" w14:textId="77777777" w:rsidR="00373966" w:rsidRDefault="00EF0A6D">
            <w:r>
              <w:t>30</w:t>
            </w:r>
          </w:p>
        </w:tc>
        <w:tc>
          <w:tcPr>
            <w:tcW w:w="2122" w:type="dxa"/>
            <w:vAlign w:val="center"/>
          </w:tcPr>
          <w:p w14:paraId="1851E628" w14:textId="77777777" w:rsidR="00373966" w:rsidRDefault="00EF0A6D">
            <w:r>
              <w:t>80</w:t>
            </w:r>
          </w:p>
        </w:tc>
        <w:tc>
          <w:tcPr>
            <w:tcW w:w="1556" w:type="dxa"/>
            <w:vAlign w:val="center"/>
          </w:tcPr>
          <w:p w14:paraId="18F74A6D" w14:textId="77777777" w:rsidR="00373966" w:rsidRDefault="00EF0A6D">
            <w:r>
              <w:t>37.6</w:t>
            </w:r>
          </w:p>
        </w:tc>
        <w:tc>
          <w:tcPr>
            <w:tcW w:w="701" w:type="dxa"/>
            <w:vAlign w:val="center"/>
          </w:tcPr>
          <w:p w14:paraId="61EEEC6C" w14:textId="77777777" w:rsidR="00373966" w:rsidRDefault="00EF0A6D">
            <w:r>
              <w:t>1</w:t>
            </w:r>
          </w:p>
        </w:tc>
      </w:tr>
    </w:tbl>
    <w:p w14:paraId="211897D3" w14:textId="77777777" w:rsidR="00373966" w:rsidRDefault="00EF0A6D">
      <w:pPr>
        <w:pStyle w:val="3"/>
        <w:widowControl w:val="0"/>
        <w:jc w:val="both"/>
      </w:pPr>
      <w:bookmarkStart w:id="70" w:name="_Toc92192621"/>
      <w:r>
        <w:t>运行工况</w:t>
      </w:r>
      <w:bookmarkEnd w:id="7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273"/>
        <w:gridCol w:w="1273"/>
        <w:gridCol w:w="1273"/>
        <w:gridCol w:w="1557"/>
        <w:gridCol w:w="1557"/>
        <w:gridCol w:w="1273"/>
      </w:tblGrid>
      <w:tr w:rsidR="00373966" w14:paraId="3AABE09D" w14:textId="77777777">
        <w:tc>
          <w:tcPr>
            <w:tcW w:w="1115" w:type="dxa"/>
            <w:shd w:val="clear" w:color="auto" w:fill="E6E6E6"/>
            <w:vAlign w:val="center"/>
          </w:tcPr>
          <w:p w14:paraId="47854E9F" w14:textId="77777777" w:rsidR="00373966" w:rsidRDefault="00EF0A6D">
            <w:pPr>
              <w:jc w:val="center"/>
            </w:pPr>
            <w:r>
              <w:t>负荷率</w:t>
            </w:r>
            <w:r>
              <w:br/>
              <w:t>(%)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02602DA" w14:textId="77777777" w:rsidR="00373966" w:rsidRDefault="00EF0A6D">
            <w:pPr>
              <w:jc w:val="center"/>
            </w:pPr>
            <w:r>
              <w:t>机组制冷量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D483DE9" w14:textId="77777777" w:rsidR="00373966" w:rsidRDefault="00EF0A6D">
            <w:pPr>
              <w:jc w:val="center"/>
            </w:pPr>
            <w:r>
              <w:t>机组功率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477BEFE2" w14:textId="77777777" w:rsidR="00373966" w:rsidRDefault="00EF0A6D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8AE7B94" w14:textId="77777777" w:rsidR="00373966" w:rsidRDefault="00EF0A6D">
            <w:pPr>
              <w:jc w:val="center"/>
            </w:pPr>
            <w:r>
              <w:t>冷却水泵功率</w:t>
            </w:r>
            <w:r>
              <w:br/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8C7CBBC" w14:textId="77777777" w:rsidR="00373966" w:rsidRDefault="00EF0A6D">
            <w:pPr>
              <w:jc w:val="center"/>
            </w:pPr>
            <w:r>
              <w:t>冷冻水泵功率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3DFC597" w14:textId="77777777" w:rsidR="00373966" w:rsidRDefault="00EF0A6D">
            <w:pPr>
              <w:jc w:val="center"/>
            </w:pPr>
            <w:r>
              <w:t>冷却塔功率</w:t>
            </w:r>
            <w:r>
              <w:br/>
              <w:t>(kW)</w:t>
            </w:r>
          </w:p>
        </w:tc>
      </w:tr>
      <w:tr w:rsidR="00373966" w14:paraId="7F1596BE" w14:textId="77777777">
        <w:tc>
          <w:tcPr>
            <w:tcW w:w="1115" w:type="dxa"/>
            <w:shd w:val="clear" w:color="auto" w:fill="E6E6E6"/>
            <w:vAlign w:val="center"/>
          </w:tcPr>
          <w:p w14:paraId="6ED4A7B2" w14:textId="77777777" w:rsidR="00373966" w:rsidRDefault="00EF0A6D">
            <w:r>
              <w:t>25</w:t>
            </w:r>
          </w:p>
        </w:tc>
        <w:tc>
          <w:tcPr>
            <w:tcW w:w="1273" w:type="dxa"/>
            <w:vAlign w:val="center"/>
          </w:tcPr>
          <w:p w14:paraId="6F324E7F" w14:textId="77777777" w:rsidR="00373966" w:rsidRDefault="00EF0A6D">
            <w:r>
              <w:t>125</w:t>
            </w:r>
          </w:p>
        </w:tc>
        <w:tc>
          <w:tcPr>
            <w:tcW w:w="1273" w:type="dxa"/>
            <w:vAlign w:val="center"/>
          </w:tcPr>
          <w:p w14:paraId="77FA61A2" w14:textId="77777777" w:rsidR="00373966" w:rsidRDefault="00EF0A6D">
            <w:r>
              <w:t>30</w:t>
            </w:r>
          </w:p>
        </w:tc>
        <w:tc>
          <w:tcPr>
            <w:tcW w:w="1273" w:type="dxa"/>
            <w:vAlign w:val="center"/>
          </w:tcPr>
          <w:p w14:paraId="5B807BA9" w14:textId="77777777" w:rsidR="00373966" w:rsidRDefault="00EF0A6D">
            <w:r>
              <w:t>4.17</w:t>
            </w:r>
          </w:p>
        </w:tc>
        <w:tc>
          <w:tcPr>
            <w:tcW w:w="1556" w:type="dxa"/>
            <w:vAlign w:val="center"/>
          </w:tcPr>
          <w:p w14:paraId="6B14ED51" w14:textId="77777777" w:rsidR="00373966" w:rsidRDefault="00EF0A6D">
            <w:r>
              <w:t>31.3</w:t>
            </w:r>
          </w:p>
        </w:tc>
        <w:tc>
          <w:tcPr>
            <w:tcW w:w="1556" w:type="dxa"/>
            <w:vAlign w:val="center"/>
          </w:tcPr>
          <w:p w14:paraId="1CE11DFC" w14:textId="77777777" w:rsidR="00373966" w:rsidRDefault="00EF0A6D">
            <w:r>
              <w:t>37.6</w:t>
            </w:r>
          </w:p>
        </w:tc>
        <w:tc>
          <w:tcPr>
            <w:tcW w:w="1273" w:type="dxa"/>
            <w:vAlign w:val="center"/>
          </w:tcPr>
          <w:p w14:paraId="03481335" w14:textId="77777777" w:rsidR="00373966" w:rsidRDefault="00EF0A6D">
            <w:r>
              <w:t>10</w:t>
            </w:r>
          </w:p>
        </w:tc>
      </w:tr>
      <w:tr w:rsidR="00373966" w14:paraId="16001DEF" w14:textId="77777777">
        <w:tc>
          <w:tcPr>
            <w:tcW w:w="1115" w:type="dxa"/>
            <w:shd w:val="clear" w:color="auto" w:fill="E6E6E6"/>
            <w:vAlign w:val="center"/>
          </w:tcPr>
          <w:p w14:paraId="7A44E398" w14:textId="77777777" w:rsidR="00373966" w:rsidRDefault="00EF0A6D">
            <w:r>
              <w:t>50</w:t>
            </w:r>
          </w:p>
        </w:tc>
        <w:tc>
          <w:tcPr>
            <w:tcW w:w="1273" w:type="dxa"/>
            <w:vAlign w:val="center"/>
          </w:tcPr>
          <w:p w14:paraId="3FDC36A1" w14:textId="77777777" w:rsidR="00373966" w:rsidRDefault="00EF0A6D">
            <w:r>
              <w:t>250</w:t>
            </w:r>
          </w:p>
        </w:tc>
        <w:tc>
          <w:tcPr>
            <w:tcW w:w="1273" w:type="dxa"/>
            <w:vAlign w:val="center"/>
          </w:tcPr>
          <w:p w14:paraId="7E28946D" w14:textId="77777777" w:rsidR="00373966" w:rsidRDefault="00EF0A6D">
            <w:r>
              <w:t>55</w:t>
            </w:r>
          </w:p>
        </w:tc>
        <w:tc>
          <w:tcPr>
            <w:tcW w:w="1273" w:type="dxa"/>
            <w:vAlign w:val="center"/>
          </w:tcPr>
          <w:p w14:paraId="75D326E9" w14:textId="77777777" w:rsidR="00373966" w:rsidRDefault="00EF0A6D">
            <w:r>
              <w:t>4.55</w:t>
            </w:r>
          </w:p>
        </w:tc>
        <w:tc>
          <w:tcPr>
            <w:tcW w:w="1556" w:type="dxa"/>
            <w:vAlign w:val="center"/>
          </w:tcPr>
          <w:p w14:paraId="4088A8AA" w14:textId="77777777" w:rsidR="00373966" w:rsidRDefault="00EF0A6D">
            <w:r>
              <w:t>31.3</w:t>
            </w:r>
          </w:p>
        </w:tc>
        <w:tc>
          <w:tcPr>
            <w:tcW w:w="1556" w:type="dxa"/>
            <w:vAlign w:val="center"/>
          </w:tcPr>
          <w:p w14:paraId="55BB4A83" w14:textId="77777777" w:rsidR="00373966" w:rsidRDefault="00EF0A6D">
            <w:r>
              <w:t>37.6</w:t>
            </w:r>
          </w:p>
        </w:tc>
        <w:tc>
          <w:tcPr>
            <w:tcW w:w="1273" w:type="dxa"/>
            <w:vAlign w:val="center"/>
          </w:tcPr>
          <w:p w14:paraId="0D266BBE" w14:textId="77777777" w:rsidR="00373966" w:rsidRDefault="00EF0A6D">
            <w:r>
              <w:t>10</w:t>
            </w:r>
          </w:p>
        </w:tc>
      </w:tr>
      <w:tr w:rsidR="00373966" w14:paraId="39D72265" w14:textId="77777777">
        <w:tc>
          <w:tcPr>
            <w:tcW w:w="1115" w:type="dxa"/>
            <w:shd w:val="clear" w:color="auto" w:fill="E6E6E6"/>
            <w:vAlign w:val="center"/>
          </w:tcPr>
          <w:p w14:paraId="1D891F5C" w14:textId="77777777" w:rsidR="00373966" w:rsidRDefault="00EF0A6D">
            <w:r>
              <w:t>75</w:t>
            </w:r>
          </w:p>
        </w:tc>
        <w:tc>
          <w:tcPr>
            <w:tcW w:w="1273" w:type="dxa"/>
            <w:vAlign w:val="center"/>
          </w:tcPr>
          <w:p w14:paraId="3084D57A" w14:textId="77777777" w:rsidR="00373966" w:rsidRDefault="00EF0A6D">
            <w:r>
              <w:t>375</w:t>
            </w:r>
          </w:p>
        </w:tc>
        <w:tc>
          <w:tcPr>
            <w:tcW w:w="1273" w:type="dxa"/>
            <w:vAlign w:val="center"/>
          </w:tcPr>
          <w:p w14:paraId="72FE86FA" w14:textId="77777777" w:rsidR="00373966" w:rsidRDefault="00EF0A6D">
            <w:r>
              <w:t>75</w:t>
            </w:r>
          </w:p>
        </w:tc>
        <w:tc>
          <w:tcPr>
            <w:tcW w:w="1273" w:type="dxa"/>
            <w:vAlign w:val="center"/>
          </w:tcPr>
          <w:p w14:paraId="298D26F9" w14:textId="77777777" w:rsidR="00373966" w:rsidRDefault="00EF0A6D">
            <w:r>
              <w:t>5.00</w:t>
            </w:r>
          </w:p>
        </w:tc>
        <w:tc>
          <w:tcPr>
            <w:tcW w:w="1556" w:type="dxa"/>
            <w:vAlign w:val="center"/>
          </w:tcPr>
          <w:p w14:paraId="271CE591" w14:textId="77777777" w:rsidR="00373966" w:rsidRDefault="00EF0A6D">
            <w:r>
              <w:t>31.3</w:t>
            </w:r>
          </w:p>
        </w:tc>
        <w:tc>
          <w:tcPr>
            <w:tcW w:w="1556" w:type="dxa"/>
            <w:vAlign w:val="center"/>
          </w:tcPr>
          <w:p w14:paraId="1A9FAD9E" w14:textId="77777777" w:rsidR="00373966" w:rsidRDefault="00EF0A6D">
            <w:r>
              <w:t>37.6</w:t>
            </w:r>
          </w:p>
        </w:tc>
        <w:tc>
          <w:tcPr>
            <w:tcW w:w="1273" w:type="dxa"/>
            <w:vAlign w:val="center"/>
          </w:tcPr>
          <w:p w14:paraId="7AD433E0" w14:textId="77777777" w:rsidR="00373966" w:rsidRDefault="00EF0A6D">
            <w:r>
              <w:t>10</w:t>
            </w:r>
          </w:p>
        </w:tc>
      </w:tr>
      <w:tr w:rsidR="00373966" w14:paraId="502B0ADD" w14:textId="77777777">
        <w:tc>
          <w:tcPr>
            <w:tcW w:w="1115" w:type="dxa"/>
            <w:shd w:val="clear" w:color="auto" w:fill="E6E6E6"/>
            <w:vAlign w:val="center"/>
          </w:tcPr>
          <w:p w14:paraId="0D4F46A6" w14:textId="77777777" w:rsidR="00373966" w:rsidRDefault="00EF0A6D">
            <w:r>
              <w:t>100</w:t>
            </w:r>
          </w:p>
        </w:tc>
        <w:tc>
          <w:tcPr>
            <w:tcW w:w="1273" w:type="dxa"/>
            <w:vAlign w:val="center"/>
          </w:tcPr>
          <w:p w14:paraId="35560C7F" w14:textId="77777777" w:rsidR="00373966" w:rsidRDefault="00EF0A6D">
            <w:r>
              <w:t>500</w:t>
            </w:r>
          </w:p>
        </w:tc>
        <w:tc>
          <w:tcPr>
            <w:tcW w:w="1273" w:type="dxa"/>
            <w:vAlign w:val="center"/>
          </w:tcPr>
          <w:p w14:paraId="412A34D6" w14:textId="77777777" w:rsidR="00373966" w:rsidRDefault="00EF0A6D">
            <w:r>
              <w:t>100</w:t>
            </w:r>
          </w:p>
        </w:tc>
        <w:tc>
          <w:tcPr>
            <w:tcW w:w="1273" w:type="dxa"/>
            <w:vAlign w:val="center"/>
          </w:tcPr>
          <w:p w14:paraId="0B39C146" w14:textId="77777777" w:rsidR="00373966" w:rsidRDefault="00EF0A6D">
            <w:r>
              <w:t>5.00</w:t>
            </w:r>
          </w:p>
        </w:tc>
        <w:tc>
          <w:tcPr>
            <w:tcW w:w="1556" w:type="dxa"/>
            <w:vAlign w:val="center"/>
          </w:tcPr>
          <w:p w14:paraId="41B85181" w14:textId="77777777" w:rsidR="00373966" w:rsidRDefault="00EF0A6D">
            <w:r>
              <w:t>31.3</w:t>
            </w:r>
          </w:p>
        </w:tc>
        <w:tc>
          <w:tcPr>
            <w:tcW w:w="1556" w:type="dxa"/>
            <w:vAlign w:val="center"/>
          </w:tcPr>
          <w:p w14:paraId="571B88BF" w14:textId="77777777" w:rsidR="00373966" w:rsidRDefault="00EF0A6D">
            <w:r>
              <w:t>37.6</w:t>
            </w:r>
          </w:p>
        </w:tc>
        <w:tc>
          <w:tcPr>
            <w:tcW w:w="1273" w:type="dxa"/>
            <w:vAlign w:val="center"/>
          </w:tcPr>
          <w:p w14:paraId="5659DAC8" w14:textId="77777777" w:rsidR="00373966" w:rsidRDefault="00EF0A6D">
            <w:r>
              <w:t>10</w:t>
            </w:r>
          </w:p>
        </w:tc>
      </w:tr>
    </w:tbl>
    <w:p w14:paraId="1E4CA2D1" w14:textId="77777777" w:rsidR="00373966" w:rsidRDefault="00EF0A6D">
      <w:pPr>
        <w:pStyle w:val="3"/>
        <w:widowControl w:val="0"/>
        <w:jc w:val="both"/>
      </w:pPr>
      <w:bookmarkStart w:id="71" w:name="_Toc92192622"/>
      <w:r>
        <w:t>制冷能耗</w:t>
      </w:r>
      <w:bookmarkEnd w:id="7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1131"/>
        <w:gridCol w:w="1132"/>
        <w:gridCol w:w="1274"/>
        <w:gridCol w:w="1132"/>
        <w:gridCol w:w="1274"/>
        <w:gridCol w:w="1132"/>
        <w:gridCol w:w="1132"/>
      </w:tblGrid>
      <w:tr w:rsidR="00373966" w14:paraId="0715FD9B" w14:textId="77777777">
        <w:tc>
          <w:tcPr>
            <w:tcW w:w="1115" w:type="dxa"/>
            <w:shd w:val="clear" w:color="auto" w:fill="E6E6E6"/>
            <w:vAlign w:val="center"/>
          </w:tcPr>
          <w:p w14:paraId="7D0F004B" w14:textId="77777777" w:rsidR="00373966" w:rsidRDefault="00EF0A6D">
            <w:pPr>
              <w:jc w:val="center"/>
            </w:pPr>
            <w:r>
              <w:t>负荷区间</w:t>
            </w:r>
            <w:r>
              <w:br/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38B2B51" w14:textId="77777777" w:rsidR="00373966" w:rsidRDefault="00EF0A6D">
            <w:pPr>
              <w:jc w:val="center"/>
            </w:pPr>
            <w:r>
              <w:t>区间负荷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D0995D2" w14:textId="77777777" w:rsidR="00373966" w:rsidRDefault="00EF0A6D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3C57980" w14:textId="77777777" w:rsidR="00373966" w:rsidRDefault="00EF0A6D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9D2DFAB" w14:textId="77777777" w:rsidR="00373966" w:rsidRDefault="00EF0A6D">
            <w:pPr>
              <w:jc w:val="center"/>
            </w:pPr>
            <w:r>
              <w:t>制冷机组</w:t>
            </w:r>
            <w:r>
              <w:br/>
              <w:t>(kWh)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9DB777E" w14:textId="77777777" w:rsidR="00373966" w:rsidRDefault="00EF0A6D">
            <w:pPr>
              <w:jc w:val="center"/>
            </w:pPr>
            <w:r>
              <w:t>冷却水泵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383E47B" w14:textId="77777777" w:rsidR="00373966" w:rsidRDefault="00EF0A6D">
            <w:pPr>
              <w:jc w:val="center"/>
            </w:pPr>
            <w:r>
              <w:t>冷冻水泵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5E11600" w14:textId="77777777" w:rsidR="00373966" w:rsidRDefault="00EF0A6D">
            <w:pPr>
              <w:jc w:val="center"/>
            </w:pPr>
            <w:r>
              <w:t>冷却塔</w:t>
            </w:r>
            <w:r>
              <w:br/>
              <w:t>(kWh)</w:t>
            </w:r>
          </w:p>
        </w:tc>
      </w:tr>
      <w:tr w:rsidR="00373966" w14:paraId="2AC0DEAB" w14:textId="77777777">
        <w:tc>
          <w:tcPr>
            <w:tcW w:w="1115" w:type="dxa"/>
            <w:shd w:val="clear" w:color="auto" w:fill="E6E6E6"/>
            <w:vAlign w:val="center"/>
          </w:tcPr>
          <w:p w14:paraId="71AEE398" w14:textId="77777777" w:rsidR="00373966" w:rsidRDefault="00EF0A6D">
            <w:r>
              <w:t>0~25</w:t>
            </w:r>
          </w:p>
        </w:tc>
        <w:tc>
          <w:tcPr>
            <w:tcW w:w="1131" w:type="dxa"/>
            <w:vAlign w:val="center"/>
          </w:tcPr>
          <w:p w14:paraId="5D5E3893" w14:textId="77777777" w:rsidR="00373966" w:rsidRDefault="00EF0A6D">
            <w:r>
              <w:t>42385</w:t>
            </w:r>
          </w:p>
        </w:tc>
        <w:tc>
          <w:tcPr>
            <w:tcW w:w="1131" w:type="dxa"/>
            <w:vAlign w:val="center"/>
          </w:tcPr>
          <w:p w14:paraId="02AD5113" w14:textId="77777777" w:rsidR="00373966" w:rsidRDefault="00EF0A6D">
            <w:r>
              <w:t>761</w:t>
            </w:r>
          </w:p>
        </w:tc>
        <w:tc>
          <w:tcPr>
            <w:tcW w:w="1273" w:type="dxa"/>
            <w:vAlign w:val="center"/>
          </w:tcPr>
          <w:p w14:paraId="4E0BE812" w14:textId="77777777" w:rsidR="00373966" w:rsidRDefault="00EF0A6D">
            <w:r>
              <w:t>4.17</w:t>
            </w:r>
          </w:p>
        </w:tc>
        <w:tc>
          <w:tcPr>
            <w:tcW w:w="1131" w:type="dxa"/>
            <w:vAlign w:val="center"/>
          </w:tcPr>
          <w:p w14:paraId="39D2CDCA" w14:textId="77777777" w:rsidR="00373966" w:rsidRDefault="00EF0A6D">
            <w:r>
              <w:t>10172</w:t>
            </w:r>
          </w:p>
        </w:tc>
        <w:tc>
          <w:tcPr>
            <w:tcW w:w="1273" w:type="dxa"/>
            <w:vAlign w:val="center"/>
          </w:tcPr>
          <w:p w14:paraId="672D814B" w14:textId="77777777" w:rsidR="00373966" w:rsidRDefault="00EF0A6D">
            <w:r>
              <w:t>23819</w:t>
            </w:r>
          </w:p>
        </w:tc>
        <w:tc>
          <w:tcPr>
            <w:tcW w:w="1131" w:type="dxa"/>
            <w:vAlign w:val="center"/>
          </w:tcPr>
          <w:p w14:paraId="57C5FBF4" w14:textId="77777777" w:rsidR="00373966" w:rsidRDefault="00EF0A6D">
            <w:r>
              <w:t>28614</w:t>
            </w:r>
          </w:p>
        </w:tc>
        <w:tc>
          <w:tcPr>
            <w:tcW w:w="1131" w:type="dxa"/>
            <w:vAlign w:val="center"/>
          </w:tcPr>
          <w:p w14:paraId="615F9415" w14:textId="77777777" w:rsidR="00373966" w:rsidRDefault="00EF0A6D">
            <w:r>
              <w:t>7610</w:t>
            </w:r>
          </w:p>
        </w:tc>
      </w:tr>
      <w:tr w:rsidR="00373966" w14:paraId="131FF6D9" w14:textId="77777777">
        <w:tc>
          <w:tcPr>
            <w:tcW w:w="1115" w:type="dxa"/>
            <w:shd w:val="clear" w:color="auto" w:fill="E6E6E6"/>
            <w:vAlign w:val="center"/>
          </w:tcPr>
          <w:p w14:paraId="442B1552" w14:textId="77777777" w:rsidR="00373966" w:rsidRDefault="00EF0A6D">
            <w:r>
              <w:t>25~50</w:t>
            </w:r>
          </w:p>
        </w:tc>
        <w:tc>
          <w:tcPr>
            <w:tcW w:w="1131" w:type="dxa"/>
            <w:vAlign w:val="center"/>
          </w:tcPr>
          <w:p w14:paraId="43DDC467" w14:textId="77777777" w:rsidR="00373966" w:rsidRDefault="00EF0A6D">
            <w:r>
              <w:t>71467</w:t>
            </w:r>
          </w:p>
        </w:tc>
        <w:tc>
          <w:tcPr>
            <w:tcW w:w="1131" w:type="dxa"/>
            <w:vAlign w:val="center"/>
          </w:tcPr>
          <w:p w14:paraId="2DC4868D" w14:textId="77777777" w:rsidR="00373966" w:rsidRDefault="00EF0A6D">
            <w:r>
              <w:t>400</w:t>
            </w:r>
          </w:p>
        </w:tc>
        <w:tc>
          <w:tcPr>
            <w:tcW w:w="1273" w:type="dxa"/>
            <w:vAlign w:val="center"/>
          </w:tcPr>
          <w:p w14:paraId="676A8E9C" w14:textId="77777777" w:rsidR="00373966" w:rsidRDefault="00EF0A6D">
            <w:r>
              <w:t>4.55</w:t>
            </w:r>
          </w:p>
        </w:tc>
        <w:tc>
          <w:tcPr>
            <w:tcW w:w="1131" w:type="dxa"/>
            <w:vAlign w:val="center"/>
          </w:tcPr>
          <w:p w14:paraId="7DEDEA22" w14:textId="77777777" w:rsidR="00373966" w:rsidRDefault="00EF0A6D">
            <w:r>
              <w:t>15723</w:t>
            </w:r>
          </w:p>
        </w:tc>
        <w:tc>
          <w:tcPr>
            <w:tcW w:w="1273" w:type="dxa"/>
            <w:vAlign w:val="center"/>
          </w:tcPr>
          <w:p w14:paraId="2B3C1709" w14:textId="77777777" w:rsidR="00373966" w:rsidRDefault="00EF0A6D">
            <w:r>
              <w:t>12520</w:t>
            </w:r>
          </w:p>
        </w:tc>
        <w:tc>
          <w:tcPr>
            <w:tcW w:w="1131" w:type="dxa"/>
            <w:vAlign w:val="center"/>
          </w:tcPr>
          <w:p w14:paraId="3B4C7156" w14:textId="77777777" w:rsidR="00373966" w:rsidRDefault="00EF0A6D">
            <w:r>
              <w:t>15040</w:t>
            </w:r>
          </w:p>
        </w:tc>
        <w:tc>
          <w:tcPr>
            <w:tcW w:w="1131" w:type="dxa"/>
            <w:vAlign w:val="center"/>
          </w:tcPr>
          <w:p w14:paraId="7EA4CB80" w14:textId="77777777" w:rsidR="00373966" w:rsidRDefault="00EF0A6D">
            <w:r>
              <w:t>4000</w:t>
            </w:r>
          </w:p>
        </w:tc>
      </w:tr>
      <w:tr w:rsidR="00373966" w14:paraId="3AB09D5D" w14:textId="77777777">
        <w:tc>
          <w:tcPr>
            <w:tcW w:w="1115" w:type="dxa"/>
            <w:shd w:val="clear" w:color="auto" w:fill="E6E6E6"/>
            <w:vAlign w:val="center"/>
          </w:tcPr>
          <w:p w14:paraId="4C4D945C" w14:textId="77777777" w:rsidR="00373966" w:rsidRDefault="00EF0A6D">
            <w:r>
              <w:t>50~75</w:t>
            </w:r>
          </w:p>
        </w:tc>
        <w:tc>
          <w:tcPr>
            <w:tcW w:w="1131" w:type="dxa"/>
            <w:vAlign w:val="center"/>
          </w:tcPr>
          <w:p w14:paraId="574169BC" w14:textId="77777777" w:rsidR="00373966" w:rsidRDefault="00EF0A6D">
            <w:r>
              <w:t>189125</w:t>
            </w:r>
          </w:p>
        </w:tc>
        <w:tc>
          <w:tcPr>
            <w:tcW w:w="1131" w:type="dxa"/>
            <w:vAlign w:val="center"/>
          </w:tcPr>
          <w:p w14:paraId="038222BF" w14:textId="77777777" w:rsidR="00373966" w:rsidRDefault="00EF0A6D">
            <w:r>
              <w:t>588</w:t>
            </w:r>
          </w:p>
        </w:tc>
        <w:tc>
          <w:tcPr>
            <w:tcW w:w="1273" w:type="dxa"/>
            <w:vAlign w:val="center"/>
          </w:tcPr>
          <w:p w14:paraId="327BBDDF" w14:textId="77777777" w:rsidR="00373966" w:rsidRDefault="00EF0A6D">
            <w:r>
              <w:t>5.00</w:t>
            </w:r>
          </w:p>
        </w:tc>
        <w:tc>
          <w:tcPr>
            <w:tcW w:w="1131" w:type="dxa"/>
            <w:vAlign w:val="center"/>
          </w:tcPr>
          <w:p w14:paraId="502FEE99" w14:textId="77777777" w:rsidR="00373966" w:rsidRDefault="00EF0A6D">
            <w:r>
              <w:t>37825</w:t>
            </w:r>
          </w:p>
        </w:tc>
        <w:tc>
          <w:tcPr>
            <w:tcW w:w="1273" w:type="dxa"/>
            <w:vAlign w:val="center"/>
          </w:tcPr>
          <w:p w14:paraId="59E15493" w14:textId="77777777" w:rsidR="00373966" w:rsidRDefault="00EF0A6D">
            <w:r>
              <w:t>18404</w:t>
            </w:r>
          </w:p>
        </w:tc>
        <w:tc>
          <w:tcPr>
            <w:tcW w:w="1131" w:type="dxa"/>
            <w:vAlign w:val="center"/>
          </w:tcPr>
          <w:p w14:paraId="347661F2" w14:textId="77777777" w:rsidR="00373966" w:rsidRDefault="00EF0A6D">
            <w:r>
              <w:t>22109</w:t>
            </w:r>
          </w:p>
        </w:tc>
        <w:tc>
          <w:tcPr>
            <w:tcW w:w="1131" w:type="dxa"/>
            <w:vAlign w:val="center"/>
          </w:tcPr>
          <w:p w14:paraId="3C9852E3" w14:textId="77777777" w:rsidR="00373966" w:rsidRDefault="00EF0A6D">
            <w:r>
              <w:t>5880</w:t>
            </w:r>
          </w:p>
        </w:tc>
      </w:tr>
      <w:tr w:rsidR="00373966" w14:paraId="216F0CDF" w14:textId="77777777">
        <w:tc>
          <w:tcPr>
            <w:tcW w:w="1115" w:type="dxa"/>
            <w:shd w:val="clear" w:color="auto" w:fill="E6E6E6"/>
            <w:vAlign w:val="center"/>
          </w:tcPr>
          <w:p w14:paraId="2491DCE4" w14:textId="77777777" w:rsidR="00373966" w:rsidRDefault="00EF0A6D">
            <w:r>
              <w:lastRenderedPageBreak/>
              <w:t>75~100</w:t>
            </w:r>
          </w:p>
        </w:tc>
        <w:tc>
          <w:tcPr>
            <w:tcW w:w="1131" w:type="dxa"/>
            <w:vAlign w:val="center"/>
          </w:tcPr>
          <w:p w14:paraId="0AD3E415" w14:textId="77777777" w:rsidR="00373966" w:rsidRDefault="00EF0A6D">
            <w:r>
              <w:t>262322</w:t>
            </w:r>
          </w:p>
        </w:tc>
        <w:tc>
          <w:tcPr>
            <w:tcW w:w="1131" w:type="dxa"/>
            <w:vAlign w:val="center"/>
          </w:tcPr>
          <w:p w14:paraId="7DE1B784" w14:textId="77777777" w:rsidR="00373966" w:rsidRDefault="00EF0A6D">
            <w:r>
              <w:t>614</w:t>
            </w:r>
          </w:p>
        </w:tc>
        <w:tc>
          <w:tcPr>
            <w:tcW w:w="1273" w:type="dxa"/>
            <w:vAlign w:val="center"/>
          </w:tcPr>
          <w:p w14:paraId="574A4481" w14:textId="77777777" w:rsidR="00373966" w:rsidRDefault="00EF0A6D">
            <w:r>
              <w:t>5.00</w:t>
            </w:r>
          </w:p>
        </w:tc>
        <w:tc>
          <w:tcPr>
            <w:tcW w:w="1131" w:type="dxa"/>
            <w:vAlign w:val="center"/>
          </w:tcPr>
          <w:p w14:paraId="5732E4F3" w14:textId="77777777" w:rsidR="00373966" w:rsidRDefault="00EF0A6D">
            <w:r>
              <w:t>52464</w:t>
            </w:r>
          </w:p>
        </w:tc>
        <w:tc>
          <w:tcPr>
            <w:tcW w:w="1273" w:type="dxa"/>
            <w:vAlign w:val="center"/>
          </w:tcPr>
          <w:p w14:paraId="5686212E" w14:textId="77777777" w:rsidR="00373966" w:rsidRDefault="00EF0A6D">
            <w:r>
              <w:t>19218</w:t>
            </w:r>
          </w:p>
        </w:tc>
        <w:tc>
          <w:tcPr>
            <w:tcW w:w="1131" w:type="dxa"/>
            <w:vAlign w:val="center"/>
          </w:tcPr>
          <w:p w14:paraId="72B3D8EB" w14:textId="77777777" w:rsidR="00373966" w:rsidRDefault="00EF0A6D">
            <w:r>
              <w:t>23086</w:t>
            </w:r>
          </w:p>
        </w:tc>
        <w:tc>
          <w:tcPr>
            <w:tcW w:w="1131" w:type="dxa"/>
            <w:vAlign w:val="center"/>
          </w:tcPr>
          <w:p w14:paraId="7895AF32" w14:textId="77777777" w:rsidR="00373966" w:rsidRDefault="00EF0A6D">
            <w:r>
              <w:t>6140</w:t>
            </w:r>
          </w:p>
        </w:tc>
      </w:tr>
      <w:tr w:rsidR="00373966" w14:paraId="580C98D9" w14:textId="77777777">
        <w:tc>
          <w:tcPr>
            <w:tcW w:w="1115" w:type="dxa"/>
            <w:shd w:val="clear" w:color="auto" w:fill="E6E6E6"/>
            <w:vAlign w:val="center"/>
          </w:tcPr>
          <w:p w14:paraId="3C4D9CA8" w14:textId="77777777" w:rsidR="00373966" w:rsidRDefault="00EF0A6D">
            <w:r>
              <w:t>&gt;100</w:t>
            </w:r>
          </w:p>
        </w:tc>
        <w:tc>
          <w:tcPr>
            <w:tcW w:w="1131" w:type="dxa"/>
            <w:vAlign w:val="center"/>
          </w:tcPr>
          <w:p w14:paraId="087FA41D" w14:textId="77777777" w:rsidR="00373966" w:rsidRDefault="00EF0A6D">
            <w:r>
              <w:t>40129</w:t>
            </w:r>
          </w:p>
        </w:tc>
        <w:tc>
          <w:tcPr>
            <w:tcW w:w="1131" w:type="dxa"/>
            <w:vAlign w:val="center"/>
          </w:tcPr>
          <w:p w14:paraId="23C7A02A" w14:textId="77777777" w:rsidR="00373966" w:rsidRDefault="00EF0A6D">
            <w:r>
              <w:t>73</w:t>
            </w:r>
          </w:p>
        </w:tc>
        <w:tc>
          <w:tcPr>
            <w:tcW w:w="1273" w:type="dxa"/>
            <w:vAlign w:val="center"/>
          </w:tcPr>
          <w:p w14:paraId="3C582481" w14:textId="77777777" w:rsidR="00373966" w:rsidRDefault="00EF0A6D">
            <w:r>
              <w:t>－</w:t>
            </w:r>
          </w:p>
        </w:tc>
        <w:tc>
          <w:tcPr>
            <w:tcW w:w="1131" w:type="dxa"/>
            <w:vAlign w:val="center"/>
          </w:tcPr>
          <w:p w14:paraId="1C7D3A03" w14:textId="77777777" w:rsidR="00373966" w:rsidRDefault="00EF0A6D">
            <w:r>
              <w:t>7300</w:t>
            </w:r>
          </w:p>
        </w:tc>
        <w:tc>
          <w:tcPr>
            <w:tcW w:w="1273" w:type="dxa"/>
            <w:vAlign w:val="center"/>
          </w:tcPr>
          <w:p w14:paraId="0B275411" w14:textId="77777777" w:rsidR="00373966" w:rsidRDefault="00EF0A6D">
            <w:r>
              <w:t>2285</w:t>
            </w:r>
          </w:p>
        </w:tc>
        <w:tc>
          <w:tcPr>
            <w:tcW w:w="1131" w:type="dxa"/>
            <w:vAlign w:val="center"/>
          </w:tcPr>
          <w:p w14:paraId="7ED0D4E2" w14:textId="77777777" w:rsidR="00373966" w:rsidRDefault="00EF0A6D">
            <w:r>
              <w:t>2745</w:t>
            </w:r>
          </w:p>
        </w:tc>
        <w:tc>
          <w:tcPr>
            <w:tcW w:w="1131" w:type="dxa"/>
            <w:vAlign w:val="center"/>
          </w:tcPr>
          <w:p w14:paraId="2C83D199" w14:textId="77777777" w:rsidR="00373966" w:rsidRDefault="00EF0A6D">
            <w:r>
              <w:t>730</w:t>
            </w:r>
          </w:p>
        </w:tc>
      </w:tr>
      <w:tr w:rsidR="00373966" w14:paraId="38B98CDD" w14:textId="77777777">
        <w:tc>
          <w:tcPr>
            <w:tcW w:w="1115" w:type="dxa"/>
            <w:shd w:val="clear" w:color="auto" w:fill="E6E6E6"/>
            <w:vAlign w:val="center"/>
          </w:tcPr>
          <w:p w14:paraId="7650947F" w14:textId="77777777" w:rsidR="00373966" w:rsidRDefault="00EF0A6D">
            <w:r>
              <w:t>合计</w:t>
            </w:r>
          </w:p>
        </w:tc>
        <w:tc>
          <w:tcPr>
            <w:tcW w:w="1131" w:type="dxa"/>
            <w:vAlign w:val="center"/>
          </w:tcPr>
          <w:p w14:paraId="0C5DB9E9" w14:textId="77777777" w:rsidR="00373966" w:rsidRDefault="00EF0A6D">
            <w:r>
              <w:t>605428</w:t>
            </w:r>
          </w:p>
        </w:tc>
        <w:tc>
          <w:tcPr>
            <w:tcW w:w="1131" w:type="dxa"/>
            <w:vAlign w:val="center"/>
          </w:tcPr>
          <w:p w14:paraId="02B1D72C" w14:textId="77777777" w:rsidR="00373966" w:rsidRDefault="00EF0A6D">
            <w:r>
              <w:t>2436</w:t>
            </w:r>
          </w:p>
        </w:tc>
        <w:tc>
          <w:tcPr>
            <w:tcW w:w="1273" w:type="dxa"/>
            <w:vAlign w:val="center"/>
          </w:tcPr>
          <w:p w14:paraId="7B9856F2" w14:textId="77777777" w:rsidR="00373966" w:rsidRDefault="00373966"/>
        </w:tc>
        <w:tc>
          <w:tcPr>
            <w:tcW w:w="1131" w:type="dxa"/>
            <w:vAlign w:val="center"/>
          </w:tcPr>
          <w:p w14:paraId="1E4C8950" w14:textId="77777777" w:rsidR="00373966" w:rsidRDefault="00EF0A6D">
            <w:r>
              <w:t>123485</w:t>
            </w:r>
          </w:p>
        </w:tc>
        <w:tc>
          <w:tcPr>
            <w:tcW w:w="1273" w:type="dxa"/>
            <w:vAlign w:val="center"/>
          </w:tcPr>
          <w:p w14:paraId="793C9528" w14:textId="77777777" w:rsidR="00373966" w:rsidRDefault="00EF0A6D">
            <w:r>
              <w:t>76247</w:t>
            </w:r>
          </w:p>
        </w:tc>
        <w:tc>
          <w:tcPr>
            <w:tcW w:w="1131" w:type="dxa"/>
            <w:vAlign w:val="center"/>
          </w:tcPr>
          <w:p w14:paraId="24330A3B" w14:textId="77777777" w:rsidR="00373966" w:rsidRDefault="00EF0A6D">
            <w:r>
              <w:t>91594</w:t>
            </w:r>
          </w:p>
        </w:tc>
        <w:tc>
          <w:tcPr>
            <w:tcW w:w="1131" w:type="dxa"/>
            <w:vAlign w:val="center"/>
          </w:tcPr>
          <w:p w14:paraId="551C4616" w14:textId="77777777" w:rsidR="00373966" w:rsidRDefault="00EF0A6D">
            <w:r>
              <w:t>24360</w:t>
            </w:r>
          </w:p>
        </w:tc>
      </w:tr>
    </w:tbl>
    <w:p w14:paraId="415DD014" w14:textId="77777777" w:rsidR="00373966" w:rsidRDefault="00373966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373966" w14:paraId="512EB9AE" w14:textId="77777777">
        <w:tc>
          <w:tcPr>
            <w:tcW w:w="2326" w:type="dxa"/>
            <w:shd w:val="clear" w:color="auto" w:fill="E6E6E6"/>
            <w:vAlign w:val="center"/>
          </w:tcPr>
          <w:p w14:paraId="47046848" w14:textId="77777777" w:rsidR="00373966" w:rsidRDefault="00EF0A6D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0F2163E8" w14:textId="77777777" w:rsidR="00373966" w:rsidRDefault="00EF0A6D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0F027547" w14:textId="77777777" w:rsidR="00373966" w:rsidRDefault="00EF0A6D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6C59EEE5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4AA4E5A1" w14:textId="77777777">
        <w:tc>
          <w:tcPr>
            <w:tcW w:w="2326" w:type="dxa"/>
            <w:shd w:val="clear" w:color="auto" w:fill="E6E6E6"/>
            <w:vAlign w:val="center"/>
          </w:tcPr>
          <w:p w14:paraId="08963709" w14:textId="77777777" w:rsidR="00373966" w:rsidRDefault="00EF0A6D">
            <w:r>
              <w:t>制冷机组</w:t>
            </w:r>
          </w:p>
        </w:tc>
        <w:tc>
          <w:tcPr>
            <w:tcW w:w="2326" w:type="dxa"/>
            <w:vAlign w:val="center"/>
          </w:tcPr>
          <w:p w14:paraId="05C9FA30" w14:textId="77777777" w:rsidR="00373966" w:rsidRDefault="00EF0A6D">
            <w:r>
              <w:t>123485</w:t>
            </w:r>
          </w:p>
        </w:tc>
        <w:tc>
          <w:tcPr>
            <w:tcW w:w="2326" w:type="dxa"/>
            <w:vMerge w:val="restart"/>
            <w:vAlign w:val="center"/>
          </w:tcPr>
          <w:p w14:paraId="308FB378" w14:textId="77777777" w:rsidR="00373966" w:rsidRDefault="00EF0A6D">
            <w:r>
              <w:t>0.8843</w:t>
            </w:r>
          </w:p>
        </w:tc>
        <w:tc>
          <w:tcPr>
            <w:tcW w:w="2337" w:type="dxa"/>
            <w:vAlign w:val="center"/>
          </w:tcPr>
          <w:p w14:paraId="13E4C6A2" w14:textId="77777777" w:rsidR="00373966" w:rsidRDefault="00EF0A6D">
            <w:r>
              <w:t>5460</w:t>
            </w:r>
          </w:p>
        </w:tc>
      </w:tr>
      <w:tr w:rsidR="00373966" w14:paraId="215B5224" w14:textId="77777777">
        <w:tc>
          <w:tcPr>
            <w:tcW w:w="2326" w:type="dxa"/>
            <w:shd w:val="clear" w:color="auto" w:fill="E6E6E6"/>
            <w:vAlign w:val="center"/>
          </w:tcPr>
          <w:p w14:paraId="330A34D8" w14:textId="77777777" w:rsidR="00373966" w:rsidRDefault="00EF0A6D">
            <w:r>
              <w:t>冷却水泵</w:t>
            </w:r>
          </w:p>
        </w:tc>
        <w:tc>
          <w:tcPr>
            <w:tcW w:w="2326" w:type="dxa"/>
            <w:vAlign w:val="center"/>
          </w:tcPr>
          <w:p w14:paraId="299A16C4" w14:textId="77777777" w:rsidR="00373966" w:rsidRDefault="00EF0A6D">
            <w:r>
              <w:t>76247</w:t>
            </w:r>
          </w:p>
        </w:tc>
        <w:tc>
          <w:tcPr>
            <w:tcW w:w="2326" w:type="dxa"/>
            <w:vMerge/>
            <w:vAlign w:val="center"/>
          </w:tcPr>
          <w:p w14:paraId="17681DF2" w14:textId="77777777" w:rsidR="00373966" w:rsidRDefault="00373966"/>
        </w:tc>
        <w:tc>
          <w:tcPr>
            <w:tcW w:w="2337" w:type="dxa"/>
            <w:vAlign w:val="center"/>
          </w:tcPr>
          <w:p w14:paraId="10517DFF" w14:textId="77777777" w:rsidR="00373966" w:rsidRDefault="00EF0A6D">
            <w:r>
              <w:t>3371</w:t>
            </w:r>
          </w:p>
        </w:tc>
      </w:tr>
      <w:tr w:rsidR="00373966" w14:paraId="7D78ACF0" w14:textId="77777777">
        <w:tc>
          <w:tcPr>
            <w:tcW w:w="2326" w:type="dxa"/>
            <w:shd w:val="clear" w:color="auto" w:fill="E6E6E6"/>
            <w:vAlign w:val="center"/>
          </w:tcPr>
          <w:p w14:paraId="476AF2E3" w14:textId="77777777" w:rsidR="00373966" w:rsidRDefault="00EF0A6D">
            <w:r>
              <w:t>冷冻水泵</w:t>
            </w:r>
          </w:p>
        </w:tc>
        <w:tc>
          <w:tcPr>
            <w:tcW w:w="2326" w:type="dxa"/>
            <w:vAlign w:val="center"/>
          </w:tcPr>
          <w:p w14:paraId="6CF4D710" w14:textId="77777777" w:rsidR="00373966" w:rsidRDefault="00EF0A6D">
            <w:r>
              <w:t>91594</w:t>
            </w:r>
          </w:p>
        </w:tc>
        <w:tc>
          <w:tcPr>
            <w:tcW w:w="2326" w:type="dxa"/>
            <w:vMerge/>
            <w:vAlign w:val="center"/>
          </w:tcPr>
          <w:p w14:paraId="07EB7089" w14:textId="77777777" w:rsidR="00373966" w:rsidRDefault="00373966"/>
        </w:tc>
        <w:tc>
          <w:tcPr>
            <w:tcW w:w="2337" w:type="dxa"/>
            <w:vAlign w:val="center"/>
          </w:tcPr>
          <w:p w14:paraId="6E48E4A6" w14:textId="77777777" w:rsidR="00373966" w:rsidRDefault="00EF0A6D">
            <w:r>
              <w:t>4050</w:t>
            </w:r>
          </w:p>
        </w:tc>
      </w:tr>
      <w:tr w:rsidR="00373966" w14:paraId="5D3C22BF" w14:textId="77777777">
        <w:tc>
          <w:tcPr>
            <w:tcW w:w="2326" w:type="dxa"/>
            <w:shd w:val="clear" w:color="auto" w:fill="E6E6E6"/>
            <w:vAlign w:val="center"/>
          </w:tcPr>
          <w:p w14:paraId="198F5E1D" w14:textId="77777777" w:rsidR="00373966" w:rsidRDefault="00EF0A6D">
            <w:r>
              <w:t>冷冻塔</w:t>
            </w:r>
          </w:p>
        </w:tc>
        <w:tc>
          <w:tcPr>
            <w:tcW w:w="2326" w:type="dxa"/>
            <w:vAlign w:val="center"/>
          </w:tcPr>
          <w:p w14:paraId="2C1A39CE" w14:textId="77777777" w:rsidR="00373966" w:rsidRDefault="00EF0A6D">
            <w:r>
              <w:t>24360</w:t>
            </w:r>
          </w:p>
        </w:tc>
        <w:tc>
          <w:tcPr>
            <w:tcW w:w="2326" w:type="dxa"/>
            <w:vMerge/>
            <w:vAlign w:val="center"/>
          </w:tcPr>
          <w:p w14:paraId="05286151" w14:textId="77777777" w:rsidR="00373966" w:rsidRDefault="00373966"/>
        </w:tc>
        <w:tc>
          <w:tcPr>
            <w:tcW w:w="2337" w:type="dxa"/>
            <w:vAlign w:val="center"/>
          </w:tcPr>
          <w:p w14:paraId="792A0CDB" w14:textId="77777777" w:rsidR="00373966" w:rsidRDefault="00EF0A6D">
            <w:r>
              <w:t>1077</w:t>
            </w:r>
          </w:p>
        </w:tc>
      </w:tr>
      <w:tr w:rsidR="00373966" w14:paraId="23016A9B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670DD685" w14:textId="77777777" w:rsidR="00373966" w:rsidRDefault="00EF0A6D">
            <w:r>
              <w:t>合计</w:t>
            </w:r>
          </w:p>
        </w:tc>
        <w:tc>
          <w:tcPr>
            <w:tcW w:w="2337" w:type="dxa"/>
            <w:vAlign w:val="center"/>
          </w:tcPr>
          <w:p w14:paraId="18EBA40E" w14:textId="77777777" w:rsidR="00373966" w:rsidRDefault="00EF0A6D">
            <w:r>
              <w:t>13958</w:t>
            </w:r>
          </w:p>
        </w:tc>
      </w:tr>
    </w:tbl>
    <w:p w14:paraId="086374A9" w14:textId="77777777" w:rsidR="00373966" w:rsidRDefault="00EF0A6D">
      <w:pPr>
        <w:pStyle w:val="3"/>
      </w:pPr>
      <w:bookmarkStart w:id="72" w:name="_Toc92192623"/>
      <w:r>
        <w:t>多联机</w:t>
      </w:r>
      <w:r>
        <w:t>/</w:t>
      </w:r>
      <w:r>
        <w:t>单元式空调能耗</w:t>
      </w:r>
      <w:bookmarkEnd w:id="72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0"/>
        <w:gridCol w:w="1551"/>
        <w:gridCol w:w="1551"/>
        <w:gridCol w:w="1551"/>
        <w:gridCol w:w="1563"/>
      </w:tblGrid>
      <w:tr w:rsidR="00373966" w14:paraId="5E1247E5" w14:textId="77777777">
        <w:tc>
          <w:tcPr>
            <w:tcW w:w="1550" w:type="dxa"/>
            <w:shd w:val="clear" w:color="auto" w:fill="E6E6E6"/>
            <w:vAlign w:val="center"/>
          </w:tcPr>
          <w:p w14:paraId="6A7F1B48" w14:textId="77777777" w:rsidR="00373966" w:rsidRDefault="00EF0A6D">
            <w:pPr>
              <w:jc w:val="center"/>
            </w:pPr>
            <w:r>
              <w:t>系统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9469996" w14:textId="77777777" w:rsidR="00373966" w:rsidRDefault="00EF0A6D">
            <w:pPr>
              <w:jc w:val="center"/>
            </w:pPr>
            <w:r>
              <w:t>能效比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147ECFB5" w14:textId="77777777" w:rsidR="00373966" w:rsidRDefault="00EF0A6D">
            <w:pPr>
              <w:jc w:val="center"/>
            </w:pPr>
            <w:r>
              <w:t>耗冷量</w:t>
            </w:r>
            <w:r>
              <w:t>(kWh)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FF31FC7" w14:textId="77777777" w:rsidR="00373966" w:rsidRDefault="00EF0A6D">
            <w:pPr>
              <w:jc w:val="center"/>
            </w:pPr>
            <w:r>
              <w:t>耗电量</w:t>
            </w:r>
            <w:r>
              <w:t>(kWh)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D170B02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480E0CEA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04494081" w14:textId="77777777">
        <w:tc>
          <w:tcPr>
            <w:tcW w:w="1550" w:type="dxa"/>
            <w:shd w:val="clear" w:color="auto" w:fill="E6E6E6"/>
            <w:vAlign w:val="center"/>
          </w:tcPr>
          <w:p w14:paraId="7E5D02B1" w14:textId="77777777" w:rsidR="00373966" w:rsidRDefault="00EF0A6D">
            <w:r>
              <w:t>默认</w:t>
            </w:r>
          </w:p>
        </w:tc>
        <w:tc>
          <w:tcPr>
            <w:tcW w:w="1550" w:type="dxa"/>
            <w:vAlign w:val="center"/>
          </w:tcPr>
          <w:p w14:paraId="513D2CB9" w14:textId="77777777" w:rsidR="00373966" w:rsidRDefault="00EF0A6D">
            <w:r>
              <w:t>2.30</w:t>
            </w:r>
          </w:p>
        </w:tc>
        <w:tc>
          <w:tcPr>
            <w:tcW w:w="1550" w:type="dxa"/>
            <w:vAlign w:val="center"/>
          </w:tcPr>
          <w:p w14:paraId="32E988C1" w14:textId="77777777" w:rsidR="00373966" w:rsidRDefault="00EF0A6D">
            <w:r>
              <w:t>61972</w:t>
            </w:r>
          </w:p>
        </w:tc>
        <w:tc>
          <w:tcPr>
            <w:tcW w:w="1550" w:type="dxa"/>
            <w:vAlign w:val="center"/>
          </w:tcPr>
          <w:p w14:paraId="44301BE5" w14:textId="77777777" w:rsidR="00373966" w:rsidRDefault="00EF0A6D">
            <w:r>
              <w:t>26944</w:t>
            </w:r>
          </w:p>
        </w:tc>
        <w:tc>
          <w:tcPr>
            <w:tcW w:w="1550" w:type="dxa"/>
            <w:vAlign w:val="center"/>
          </w:tcPr>
          <w:p w14:paraId="04AAFA7C" w14:textId="77777777" w:rsidR="00373966" w:rsidRDefault="00EF0A6D">
            <w:r>
              <w:t>0.8843</w:t>
            </w:r>
          </w:p>
        </w:tc>
        <w:tc>
          <w:tcPr>
            <w:tcW w:w="1562" w:type="dxa"/>
            <w:vAlign w:val="center"/>
          </w:tcPr>
          <w:p w14:paraId="2E5815CE" w14:textId="77777777" w:rsidR="00373966" w:rsidRDefault="00EF0A6D">
            <w:r>
              <w:t>1191</w:t>
            </w:r>
          </w:p>
        </w:tc>
      </w:tr>
    </w:tbl>
    <w:p w14:paraId="093C3EFA" w14:textId="77777777" w:rsidR="00373966" w:rsidRDefault="00EF0A6D">
      <w:pPr>
        <w:pStyle w:val="2"/>
        <w:widowControl w:val="0"/>
      </w:pPr>
      <w:bookmarkStart w:id="73" w:name="_Toc92192624"/>
      <w:r>
        <w:t>供暖系统</w:t>
      </w:r>
      <w:bookmarkEnd w:id="73"/>
    </w:p>
    <w:p w14:paraId="6748B371" w14:textId="77777777" w:rsidR="00373966" w:rsidRDefault="00EF0A6D">
      <w:pPr>
        <w:pStyle w:val="3"/>
        <w:widowControl w:val="0"/>
        <w:jc w:val="both"/>
      </w:pPr>
      <w:bookmarkStart w:id="74" w:name="_Toc92192625"/>
      <w:r>
        <w:t>热水锅炉系统</w:t>
      </w:r>
      <w:bookmarkEnd w:id="74"/>
    </w:p>
    <w:p w14:paraId="6B18DFD9" w14:textId="77777777" w:rsidR="00373966" w:rsidRDefault="00EF0A6D">
      <w:pPr>
        <w:pStyle w:val="4"/>
        <w:widowControl w:val="0"/>
        <w:jc w:val="both"/>
      </w:pPr>
      <w: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848"/>
        <w:gridCol w:w="1132"/>
        <w:gridCol w:w="1416"/>
        <w:gridCol w:w="1557"/>
        <w:gridCol w:w="1551"/>
      </w:tblGrid>
      <w:tr w:rsidR="00373966" w14:paraId="73680543" w14:textId="77777777">
        <w:tc>
          <w:tcPr>
            <w:tcW w:w="1165" w:type="dxa"/>
            <w:shd w:val="clear" w:color="auto" w:fill="E6E6E6"/>
            <w:vAlign w:val="center"/>
          </w:tcPr>
          <w:p w14:paraId="345073F4" w14:textId="77777777" w:rsidR="00373966" w:rsidRDefault="00EF0A6D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0D7D35AE" w14:textId="77777777" w:rsidR="00373966" w:rsidRDefault="00EF0A6D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781061E" w14:textId="77777777" w:rsidR="00373966" w:rsidRDefault="00EF0A6D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D45F53" w14:textId="77777777" w:rsidR="00373966" w:rsidRDefault="00EF0A6D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D59D65C" w14:textId="77777777" w:rsidR="00373966" w:rsidRDefault="00EF0A6D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A814DC7" w14:textId="77777777" w:rsidR="00373966" w:rsidRDefault="00EF0A6D">
            <w:pPr>
              <w:jc w:val="center"/>
            </w:pPr>
            <w:r>
              <w:t>锅炉负荷</w:t>
            </w:r>
            <w:r>
              <w:br/>
              <w:t>(kWh)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D91BAA2" w14:textId="77777777" w:rsidR="00373966" w:rsidRDefault="00EF0A6D">
            <w:pPr>
              <w:jc w:val="center"/>
            </w:pPr>
            <w:r>
              <w:t>碳排放因子</w:t>
            </w:r>
            <w:r>
              <w:t>(tCO2/TJ)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AB1D5E8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2A1E3AC0" w14:textId="77777777">
        <w:tc>
          <w:tcPr>
            <w:tcW w:w="1165" w:type="dxa"/>
            <w:vAlign w:val="center"/>
          </w:tcPr>
          <w:p w14:paraId="789ECF53" w14:textId="77777777" w:rsidR="00373966" w:rsidRDefault="00EF0A6D">
            <w:r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7F84AA3F" w14:textId="77777777" w:rsidR="00373966" w:rsidRDefault="00EF0A6D">
            <w:r>
              <w:t>1.00</w:t>
            </w:r>
          </w:p>
        </w:tc>
        <w:tc>
          <w:tcPr>
            <w:tcW w:w="707" w:type="dxa"/>
            <w:vAlign w:val="center"/>
          </w:tcPr>
          <w:p w14:paraId="1F841FE9" w14:textId="77777777" w:rsidR="00373966" w:rsidRDefault="00EF0A6D">
            <w:r>
              <w:t>1</w:t>
            </w:r>
          </w:p>
        </w:tc>
        <w:tc>
          <w:tcPr>
            <w:tcW w:w="848" w:type="dxa"/>
            <w:vAlign w:val="center"/>
          </w:tcPr>
          <w:p w14:paraId="2AC8EC36" w14:textId="77777777" w:rsidR="00373966" w:rsidRDefault="00EF0A6D">
            <w:r>
              <w:t>0.78</w:t>
            </w:r>
          </w:p>
        </w:tc>
        <w:tc>
          <w:tcPr>
            <w:tcW w:w="1131" w:type="dxa"/>
            <w:vAlign w:val="center"/>
          </w:tcPr>
          <w:p w14:paraId="791AA0CA" w14:textId="77777777" w:rsidR="00373966" w:rsidRDefault="00EF0A6D">
            <w:r>
              <w:t>0.92</w:t>
            </w:r>
          </w:p>
        </w:tc>
        <w:tc>
          <w:tcPr>
            <w:tcW w:w="1415" w:type="dxa"/>
            <w:vAlign w:val="center"/>
          </w:tcPr>
          <w:p w14:paraId="0D976909" w14:textId="77777777" w:rsidR="00373966" w:rsidRDefault="00EF0A6D">
            <w:r>
              <w:t>3388</w:t>
            </w:r>
          </w:p>
        </w:tc>
        <w:tc>
          <w:tcPr>
            <w:tcW w:w="1556" w:type="dxa"/>
            <w:vAlign w:val="center"/>
          </w:tcPr>
          <w:p w14:paraId="04A5374B" w14:textId="77777777" w:rsidR="00373966" w:rsidRDefault="00EF0A6D">
            <w:r>
              <w:t>89</w:t>
            </w:r>
          </w:p>
        </w:tc>
        <w:tc>
          <w:tcPr>
            <w:tcW w:w="1550" w:type="dxa"/>
            <w:vAlign w:val="center"/>
          </w:tcPr>
          <w:p w14:paraId="5146F47D" w14:textId="77777777" w:rsidR="00373966" w:rsidRDefault="00EF0A6D">
            <w:r>
              <w:t>6783</w:t>
            </w:r>
          </w:p>
        </w:tc>
      </w:tr>
    </w:tbl>
    <w:p w14:paraId="64C09B55" w14:textId="77777777" w:rsidR="00373966" w:rsidRDefault="00EF0A6D">
      <w:pPr>
        <w:pStyle w:val="4"/>
        <w:widowControl w:val="0"/>
        <w:jc w:val="both"/>
      </w:pPr>
      <w: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373966" w14:paraId="56698D69" w14:textId="77777777">
        <w:tc>
          <w:tcPr>
            <w:tcW w:w="2677" w:type="dxa"/>
            <w:shd w:val="clear" w:color="auto" w:fill="E6E6E6"/>
            <w:vAlign w:val="center"/>
          </w:tcPr>
          <w:p w14:paraId="4C1405F0" w14:textId="77777777" w:rsidR="00373966" w:rsidRDefault="00EF0A6D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37349DE8" w14:textId="77777777" w:rsidR="00373966" w:rsidRDefault="00EF0A6D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89A9F53" w14:textId="77777777" w:rsidR="00373966" w:rsidRDefault="00EF0A6D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5EDF2F62" w14:textId="77777777" w:rsidR="00373966" w:rsidRDefault="00EF0A6D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329A2BC" w14:textId="77777777" w:rsidR="00373966" w:rsidRDefault="00EF0A6D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5F54E1DC" w14:textId="77777777" w:rsidR="00373966" w:rsidRDefault="00EF0A6D">
            <w:pPr>
              <w:jc w:val="center"/>
            </w:pPr>
            <w:r>
              <w:t>台数</w:t>
            </w:r>
          </w:p>
        </w:tc>
      </w:tr>
      <w:tr w:rsidR="00373966" w14:paraId="590CE7C9" w14:textId="77777777">
        <w:tc>
          <w:tcPr>
            <w:tcW w:w="2677" w:type="dxa"/>
            <w:vAlign w:val="center"/>
          </w:tcPr>
          <w:p w14:paraId="2A62E2D7" w14:textId="77777777" w:rsidR="00373966" w:rsidRDefault="00EF0A6D">
            <w:r>
              <w:t>单速</w:t>
            </w:r>
          </w:p>
        </w:tc>
        <w:tc>
          <w:tcPr>
            <w:tcW w:w="1267" w:type="dxa"/>
            <w:vAlign w:val="center"/>
          </w:tcPr>
          <w:p w14:paraId="2EA528F3" w14:textId="77777777" w:rsidR="00373966" w:rsidRDefault="00EF0A6D">
            <w:r>
              <w:t>320</w:t>
            </w:r>
          </w:p>
        </w:tc>
        <w:tc>
          <w:tcPr>
            <w:tcW w:w="990" w:type="dxa"/>
            <w:vAlign w:val="center"/>
          </w:tcPr>
          <w:p w14:paraId="1120B9C3" w14:textId="77777777" w:rsidR="00373966" w:rsidRDefault="00EF0A6D">
            <w:r>
              <w:t>30</w:t>
            </w:r>
          </w:p>
        </w:tc>
        <w:tc>
          <w:tcPr>
            <w:tcW w:w="2122" w:type="dxa"/>
            <w:vAlign w:val="center"/>
          </w:tcPr>
          <w:p w14:paraId="2F832C42" w14:textId="77777777" w:rsidR="00373966" w:rsidRDefault="00EF0A6D">
            <w:r>
              <w:t>80</w:t>
            </w:r>
          </w:p>
        </w:tc>
        <w:tc>
          <w:tcPr>
            <w:tcW w:w="1556" w:type="dxa"/>
            <w:vAlign w:val="center"/>
          </w:tcPr>
          <w:p w14:paraId="56459F37" w14:textId="77777777" w:rsidR="00373966" w:rsidRDefault="00EF0A6D">
            <w:r>
              <w:t>37.6</w:t>
            </w:r>
          </w:p>
        </w:tc>
        <w:tc>
          <w:tcPr>
            <w:tcW w:w="701" w:type="dxa"/>
            <w:vAlign w:val="center"/>
          </w:tcPr>
          <w:p w14:paraId="47F9E682" w14:textId="77777777" w:rsidR="00373966" w:rsidRDefault="00EF0A6D">
            <w:r>
              <w:t>1</w:t>
            </w:r>
          </w:p>
        </w:tc>
      </w:tr>
    </w:tbl>
    <w:p w14:paraId="5F24ECB3" w14:textId="77777777" w:rsidR="00373966" w:rsidRDefault="00EF0A6D">
      <w:pPr>
        <w:pStyle w:val="4"/>
        <w:widowControl w:val="0"/>
        <w:jc w:val="both"/>
      </w:pPr>
      <w: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373966" w14:paraId="7ACD9DED" w14:textId="77777777">
        <w:tc>
          <w:tcPr>
            <w:tcW w:w="1182" w:type="dxa"/>
            <w:shd w:val="clear" w:color="auto" w:fill="E6E6E6"/>
            <w:vAlign w:val="center"/>
          </w:tcPr>
          <w:p w14:paraId="26997156" w14:textId="77777777" w:rsidR="00373966" w:rsidRDefault="00EF0A6D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79DAFB4" w14:textId="77777777" w:rsidR="00373966" w:rsidRDefault="00EF0A6D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276A86D3" w14:textId="77777777" w:rsidR="00373966" w:rsidRDefault="00EF0A6D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3CC31ED9" w14:textId="77777777" w:rsidR="00373966" w:rsidRDefault="00EF0A6D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24834EA3" w14:textId="77777777" w:rsidR="00373966" w:rsidRDefault="00EF0A6D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C6C9AF4" w14:textId="77777777" w:rsidR="00373966" w:rsidRDefault="00EF0A6D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D817761" w14:textId="77777777" w:rsidR="00373966" w:rsidRDefault="00EF0A6D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373966" w14:paraId="56F65A69" w14:textId="77777777">
        <w:tc>
          <w:tcPr>
            <w:tcW w:w="1182" w:type="dxa"/>
            <w:shd w:val="clear" w:color="auto" w:fill="E6E6E6"/>
            <w:vAlign w:val="center"/>
          </w:tcPr>
          <w:p w14:paraId="3D307732" w14:textId="77777777" w:rsidR="00373966" w:rsidRDefault="00EF0A6D">
            <w:r>
              <w:t>25</w:t>
            </w:r>
          </w:p>
        </w:tc>
        <w:tc>
          <w:tcPr>
            <w:tcW w:w="1358" w:type="dxa"/>
            <w:vAlign w:val="center"/>
          </w:tcPr>
          <w:p w14:paraId="07599ACD" w14:textId="77777777" w:rsidR="00373966" w:rsidRDefault="00EF0A6D">
            <w:r>
              <w:t>250</w:t>
            </w:r>
          </w:p>
        </w:tc>
        <w:tc>
          <w:tcPr>
            <w:tcW w:w="1358" w:type="dxa"/>
            <w:vAlign w:val="center"/>
          </w:tcPr>
          <w:p w14:paraId="13945197" w14:textId="77777777" w:rsidR="00373966" w:rsidRDefault="00EF0A6D">
            <w:r>
              <w:t>37.6</w:t>
            </w:r>
          </w:p>
        </w:tc>
        <w:tc>
          <w:tcPr>
            <w:tcW w:w="1358" w:type="dxa"/>
            <w:vAlign w:val="center"/>
          </w:tcPr>
          <w:p w14:paraId="3C0ABA4A" w14:textId="77777777" w:rsidR="00373966" w:rsidRDefault="00EF0A6D">
            <w:r>
              <w:t>0.1504</w:t>
            </w:r>
          </w:p>
        </w:tc>
        <w:tc>
          <w:tcPr>
            <w:tcW w:w="1358" w:type="dxa"/>
            <w:vAlign w:val="center"/>
          </w:tcPr>
          <w:p w14:paraId="029977B6" w14:textId="77777777" w:rsidR="00373966" w:rsidRDefault="00EF0A6D">
            <w:r>
              <w:t>177843</w:t>
            </w:r>
          </w:p>
        </w:tc>
        <w:tc>
          <w:tcPr>
            <w:tcW w:w="1358" w:type="dxa"/>
            <w:vAlign w:val="center"/>
          </w:tcPr>
          <w:p w14:paraId="549237E4" w14:textId="77777777" w:rsidR="00373966" w:rsidRDefault="00EF0A6D">
            <w:r>
              <w:t>1779</w:t>
            </w:r>
          </w:p>
        </w:tc>
        <w:tc>
          <w:tcPr>
            <w:tcW w:w="1358" w:type="dxa"/>
            <w:vAlign w:val="center"/>
          </w:tcPr>
          <w:p w14:paraId="0876F735" w14:textId="77777777" w:rsidR="00373966" w:rsidRDefault="00EF0A6D">
            <w:r>
              <w:t>66890</w:t>
            </w:r>
          </w:p>
        </w:tc>
      </w:tr>
      <w:tr w:rsidR="00373966" w14:paraId="31A2DCC1" w14:textId="77777777">
        <w:tc>
          <w:tcPr>
            <w:tcW w:w="1182" w:type="dxa"/>
            <w:shd w:val="clear" w:color="auto" w:fill="E6E6E6"/>
            <w:vAlign w:val="center"/>
          </w:tcPr>
          <w:p w14:paraId="43F743CA" w14:textId="77777777" w:rsidR="00373966" w:rsidRDefault="00EF0A6D">
            <w:r>
              <w:t>50</w:t>
            </w:r>
          </w:p>
        </w:tc>
        <w:tc>
          <w:tcPr>
            <w:tcW w:w="1358" w:type="dxa"/>
            <w:vAlign w:val="center"/>
          </w:tcPr>
          <w:p w14:paraId="7FF06775" w14:textId="77777777" w:rsidR="00373966" w:rsidRDefault="00EF0A6D">
            <w:r>
              <w:t>500</w:t>
            </w:r>
          </w:p>
        </w:tc>
        <w:tc>
          <w:tcPr>
            <w:tcW w:w="1358" w:type="dxa"/>
            <w:vAlign w:val="center"/>
          </w:tcPr>
          <w:p w14:paraId="44BDF3DB" w14:textId="77777777" w:rsidR="00373966" w:rsidRDefault="00EF0A6D">
            <w:r>
              <w:t>37.6</w:t>
            </w:r>
          </w:p>
        </w:tc>
        <w:tc>
          <w:tcPr>
            <w:tcW w:w="1358" w:type="dxa"/>
            <w:vAlign w:val="center"/>
          </w:tcPr>
          <w:p w14:paraId="4640F83E" w14:textId="77777777" w:rsidR="00373966" w:rsidRDefault="00EF0A6D">
            <w:r>
              <w:t>0.0752</w:t>
            </w:r>
          </w:p>
        </w:tc>
        <w:tc>
          <w:tcPr>
            <w:tcW w:w="1358" w:type="dxa"/>
            <w:vAlign w:val="center"/>
          </w:tcPr>
          <w:p w14:paraId="45803AA4" w14:textId="77777777" w:rsidR="00373966" w:rsidRDefault="00EF0A6D">
            <w:r>
              <w:t>116173</w:t>
            </w:r>
          </w:p>
        </w:tc>
        <w:tc>
          <w:tcPr>
            <w:tcW w:w="1358" w:type="dxa"/>
            <w:vAlign w:val="center"/>
          </w:tcPr>
          <w:p w14:paraId="6356706E" w14:textId="77777777" w:rsidR="00373966" w:rsidRDefault="00EF0A6D">
            <w:r>
              <w:t>360</w:t>
            </w:r>
          </w:p>
        </w:tc>
        <w:tc>
          <w:tcPr>
            <w:tcW w:w="1358" w:type="dxa"/>
            <w:vAlign w:val="center"/>
          </w:tcPr>
          <w:p w14:paraId="06241769" w14:textId="77777777" w:rsidR="00373966" w:rsidRDefault="00EF0A6D">
            <w:r>
              <w:t>13536</w:t>
            </w:r>
          </w:p>
        </w:tc>
      </w:tr>
      <w:tr w:rsidR="00373966" w14:paraId="3A7A957F" w14:textId="77777777">
        <w:tc>
          <w:tcPr>
            <w:tcW w:w="1182" w:type="dxa"/>
            <w:shd w:val="clear" w:color="auto" w:fill="E6E6E6"/>
            <w:vAlign w:val="center"/>
          </w:tcPr>
          <w:p w14:paraId="4FFBA823" w14:textId="77777777" w:rsidR="00373966" w:rsidRDefault="00EF0A6D">
            <w:r>
              <w:t>75</w:t>
            </w:r>
          </w:p>
        </w:tc>
        <w:tc>
          <w:tcPr>
            <w:tcW w:w="1358" w:type="dxa"/>
            <w:vAlign w:val="center"/>
          </w:tcPr>
          <w:p w14:paraId="046E2042" w14:textId="77777777" w:rsidR="00373966" w:rsidRDefault="00EF0A6D">
            <w:r>
              <w:t>750</w:t>
            </w:r>
          </w:p>
        </w:tc>
        <w:tc>
          <w:tcPr>
            <w:tcW w:w="1358" w:type="dxa"/>
            <w:vAlign w:val="center"/>
          </w:tcPr>
          <w:p w14:paraId="0FD839C7" w14:textId="77777777" w:rsidR="00373966" w:rsidRDefault="00EF0A6D">
            <w:r>
              <w:t>37.6</w:t>
            </w:r>
          </w:p>
        </w:tc>
        <w:tc>
          <w:tcPr>
            <w:tcW w:w="1358" w:type="dxa"/>
            <w:vAlign w:val="center"/>
          </w:tcPr>
          <w:p w14:paraId="752D4ACD" w14:textId="77777777" w:rsidR="00373966" w:rsidRDefault="00EF0A6D">
            <w:r>
              <w:t>0.0501</w:t>
            </w:r>
          </w:p>
        </w:tc>
        <w:tc>
          <w:tcPr>
            <w:tcW w:w="1358" w:type="dxa"/>
            <w:vAlign w:val="center"/>
          </w:tcPr>
          <w:p w14:paraId="659B8D8F" w14:textId="77777777" w:rsidR="00373966" w:rsidRDefault="00EF0A6D">
            <w:r>
              <w:t>9833</w:t>
            </w:r>
          </w:p>
        </w:tc>
        <w:tc>
          <w:tcPr>
            <w:tcW w:w="1358" w:type="dxa"/>
            <w:vAlign w:val="center"/>
          </w:tcPr>
          <w:p w14:paraId="1B92A727" w14:textId="77777777" w:rsidR="00373966" w:rsidRDefault="00EF0A6D">
            <w:r>
              <w:t>18</w:t>
            </w:r>
          </w:p>
        </w:tc>
        <w:tc>
          <w:tcPr>
            <w:tcW w:w="1358" w:type="dxa"/>
            <w:vAlign w:val="center"/>
          </w:tcPr>
          <w:p w14:paraId="642354D7" w14:textId="77777777" w:rsidR="00373966" w:rsidRDefault="00EF0A6D">
            <w:r>
              <w:t>677</w:t>
            </w:r>
          </w:p>
        </w:tc>
      </w:tr>
      <w:tr w:rsidR="00373966" w14:paraId="009BDED6" w14:textId="77777777">
        <w:tc>
          <w:tcPr>
            <w:tcW w:w="1182" w:type="dxa"/>
            <w:shd w:val="clear" w:color="auto" w:fill="E6E6E6"/>
            <w:vAlign w:val="center"/>
          </w:tcPr>
          <w:p w14:paraId="0BC5F75E" w14:textId="77777777" w:rsidR="00373966" w:rsidRDefault="00EF0A6D">
            <w:r>
              <w:t>100</w:t>
            </w:r>
          </w:p>
        </w:tc>
        <w:tc>
          <w:tcPr>
            <w:tcW w:w="1358" w:type="dxa"/>
            <w:vAlign w:val="center"/>
          </w:tcPr>
          <w:p w14:paraId="44AF768A" w14:textId="77777777" w:rsidR="00373966" w:rsidRDefault="00EF0A6D">
            <w:r>
              <w:t>1000</w:t>
            </w:r>
          </w:p>
        </w:tc>
        <w:tc>
          <w:tcPr>
            <w:tcW w:w="1358" w:type="dxa"/>
            <w:vAlign w:val="center"/>
          </w:tcPr>
          <w:p w14:paraId="1A63581D" w14:textId="77777777" w:rsidR="00373966" w:rsidRDefault="00EF0A6D">
            <w:r>
              <w:t>37.6</w:t>
            </w:r>
          </w:p>
        </w:tc>
        <w:tc>
          <w:tcPr>
            <w:tcW w:w="1358" w:type="dxa"/>
            <w:vAlign w:val="center"/>
          </w:tcPr>
          <w:p w14:paraId="70380B0D" w14:textId="77777777" w:rsidR="00373966" w:rsidRDefault="00EF0A6D">
            <w:r>
              <w:t>0.0376</w:t>
            </w:r>
          </w:p>
        </w:tc>
        <w:tc>
          <w:tcPr>
            <w:tcW w:w="1358" w:type="dxa"/>
            <w:vAlign w:val="center"/>
          </w:tcPr>
          <w:p w14:paraId="310CEC9B" w14:textId="77777777" w:rsidR="00373966" w:rsidRDefault="00EF0A6D">
            <w:r>
              <w:t>0</w:t>
            </w:r>
          </w:p>
        </w:tc>
        <w:tc>
          <w:tcPr>
            <w:tcW w:w="1358" w:type="dxa"/>
            <w:vAlign w:val="center"/>
          </w:tcPr>
          <w:p w14:paraId="57DDCBF3" w14:textId="77777777" w:rsidR="00373966" w:rsidRDefault="00EF0A6D">
            <w:r>
              <w:t>0</w:t>
            </w:r>
          </w:p>
        </w:tc>
        <w:tc>
          <w:tcPr>
            <w:tcW w:w="1358" w:type="dxa"/>
            <w:vAlign w:val="center"/>
          </w:tcPr>
          <w:p w14:paraId="72E61AB7" w14:textId="77777777" w:rsidR="00373966" w:rsidRDefault="00EF0A6D">
            <w:r>
              <w:t>0</w:t>
            </w:r>
          </w:p>
        </w:tc>
      </w:tr>
      <w:tr w:rsidR="00373966" w14:paraId="1CECB15D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76C0710F" w14:textId="77777777" w:rsidR="00373966" w:rsidRDefault="00EF0A6D">
            <w:r>
              <w:t>综合</w:t>
            </w:r>
          </w:p>
        </w:tc>
        <w:tc>
          <w:tcPr>
            <w:tcW w:w="1358" w:type="dxa"/>
            <w:vAlign w:val="center"/>
          </w:tcPr>
          <w:p w14:paraId="4FBE4AEE" w14:textId="77777777" w:rsidR="00373966" w:rsidRDefault="00EF0A6D">
            <w:r>
              <w:t>303849</w:t>
            </w:r>
          </w:p>
        </w:tc>
        <w:tc>
          <w:tcPr>
            <w:tcW w:w="1358" w:type="dxa"/>
            <w:vAlign w:val="center"/>
          </w:tcPr>
          <w:p w14:paraId="524D62DA" w14:textId="77777777" w:rsidR="00373966" w:rsidRDefault="00EF0A6D">
            <w:r>
              <w:t>2157</w:t>
            </w:r>
          </w:p>
        </w:tc>
        <w:tc>
          <w:tcPr>
            <w:tcW w:w="1358" w:type="dxa"/>
            <w:vAlign w:val="center"/>
          </w:tcPr>
          <w:p w14:paraId="7DD62F97" w14:textId="77777777" w:rsidR="00373966" w:rsidRDefault="00EF0A6D">
            <w:r>
              <w:t>81103</w:t>
            </w:r>
          </w:p>
        </w:tc>
      </w:tr>
    </w:tbl>
    <w:p w14:paraId="3F5CF9DA" w14:textId="77777777" w:rsidR="00373966" w:rsidRDefault="00373966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7"/>
        <w:gridCol w:w="3203"/>
        <w:gridCol w:w="3056"/>
      </w:tblGrid>
      <w:tr w:rsidR="00373966" w14:paraId="022DF981" w14:textId="77777777">
        <w:tc>
          <w:tcPr>
            <w:tcW w:w="3056" w:type="dxa"/>
            <w:shd w:val="clear" w:color="auto" w:fill="E6E6E6"/>
            <w:vAlign w:val="center"/>
          </w:tcPr>
          <w:p w14:paraId="6CE9FB75" w14:textId="77777777" w:rsidR="00373966" w:rsidRDefault="00EF0A6D">
            <w:pPr>
              <w:jc w:val="center"/>
            </w:pPr>
            <w:r>
              <w:t>供暖水泵电耗</w:t>
            </w:r>
            <w:r>
              <w:t>(kWh)</w:t>
            </w:r>
          </w:p>
        </w:tc>
        <w:tc>
          <w:tcPr>
            <w:tcW w:w="3203" w:type="dxa"/>
            <w:shd w:val="clear" w:color="auto" w:fill="E6E6E6"/>
            <w:vAlign w:val="center"/>
          </w:tcPr>
          <w:p w14:paraId="67609A7B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3056" w:type="dxa"/>
            <w:shd w:val="clear" w:color="auto" w:fill="E6E6E6"/>
            <w:vAlign w:val="center"/>
          </w:tcPr>
          <w:p w14:paraId="00135EF1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4EFABA32" w14:textId="77777777">
        <w:tc>
          <w:tcPr>
            <w:tcW w:w="3056" w:type="dxa"/>
            <w:vAlign w:val="center"/>
          </w:tcPr>
          <w:p w14:paraId="38C974F3" w14:textId="77777777" w:rsidR="00373966" w:rsidRDefault="00EF0A6D">
            <w:r>
              <w:t>81103</w:t>
            </w:r>
          </w:p>
        </w:tc>
        <w:tc>
          <w:tcPr>
            <w:tcW w:w="3203" w:type="dxa"/>
            <w:vAlign w:val="center"/>
          </w:tcPr>
          <w:p w14:paraId="2398606B" w14:textId="77777777" w:rsidR="00373966" w:rsidRDefault="00EF0A6D">
            <w:r>
              <w:t>0.8843</w:t>
            </w:r>
          </w:p>
        </w:tc>
        <w:tc>
          <w:tcPr>
            <w:tcW w:w="3056" w:type="dxa"/>
            <w:vAlign w:val="center"/>
          </w:tcPr>
          <w:p w14:paraId="27B7BDD7" w14:textId="77777777" w:rsidR="00373966" w:rsidRDefault="00EF0A6D">
            <w:r>
              <w:t>3586</w:t>
            </w:r>
          </w:p>
        </w:tc>
      </w:tr>
    </w:tbl>
    <w:p w14:paraId="03C5E8E2" w14:textId="77777777" w:rsidR="00373966" w:rsidRDefault="00EF0A6D">
      <w:pPr>
        <w:pStyle w:val="2"/>
      </w:pPr>
      <w:bookmarkStart w:id="75" w:name="_Toc92192626"/>
      <w:r>
        <w:lastRenderedPageBreak/>
        <w:t>空调风机</w:t>
      </w:r>
      <w:bookmarkEnd w:id="75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373966" w14:paraId="431E6855" w14:textId="77777777">
        <w:tc>
          <w:tcPr>
            <w:tcW w:w="2326" w:type="dxa"/>
            <w:shd w:val="clear" w:color="auto" w:fill="E6E6E6"/>
            <w:vAlign w:val="center"/>
          </w:tcPr>
          <w:p w14:paraId="5A83DBF9" w14:textId="77777777" w:rsidR="00373966" w:rsidRDefault="00EF0A6D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0F9AD04D" w14:textId="77777777" w:rsidR="00373966" w:rsidRDefault="00EF0A6D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4135E294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4B4221FB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233FAD3E" w14:textId="77777777">
        <w:tc>
          <w:tcPr>
            <w:tcW w:w="2326" w:type="dxa"/>
            <w:shd w:val="clear" w:color="auto" w:fill="E6E6E6"/>
            <w:vAlign w:val="center"/>
          </w:tcPr>
          <w:p w14:paraId="00957008" w14:textId="77777777" w:rsidR="00373966" w:rsidRDefault="00EF0A6D">
            <w:r>
              <w:t>独立新排风</w:t>
            </w:r>
          </w:p>
        </w:tc>
        <w:tc>
          <w:tcPr>
            <w:tcW w:w="2326" w:type="dxa"/>
            <w:vAlign w:val="center"/>
          </w:tcPr>
          <w:p w14:paraId="7FF78CA3" w14:textId="77777777" w:rsidR="00373966" w:rsidRDefault="00EF0A6D">
            <w:r>
              <w:t>60912</w:t>
            </w:r>
          </w:p>
        </w:tc>
        <w:tc>
          <w:tcPr>
            <w:tcW w:w="2326" w:type="dxa"/>
            <w:vMerge w:val="restart"/>
            <w:vAlign w:val="center"/>
          </w:tcPr>
          <w:p w14:paraId="56DB5016" w14:textId="77777777" w:rsidR="00373966" w:rsidRDefault="00EF0A6D">
            <w:r>
              <w:t>0.8843</w:t>
            </w:r>
          </w:p>
        </w:tc>
        <w:tc>
          <w:tcPr>
            <w:tcW w:w="2337" w:type="dxa"/>
            <w:vAlign w:val="center"/>
          </w:tcPr>
          <w:p w14:paraId="369C3F93" w14:textId="77777777" w:rsidR="00373966" w:rsidRDefault="00EF0A6D">
            <w:r>
              <w:t>2693</w:t>
            </w:r>
          </w:p>
        </w:tc>
      </w:tr>
      <w:tr w:rsidR="00373966" w14:paraId="2106CE00" w14:textId="77777777">
        <w:tc>
          <w:tcPr>
            <w:tcW w:w="2326" w:type="dxa"/>
            <w:shd w:val="clear" w:color="auto" w:fill="E6E6E6"/>
            <w:vAlign w:val="center"/>
          </w:tcPr>
          <w:p w14:paraId="5CE5D7E6" w14:textId="77777777" w:rsidR="00373966" w:rsidRDefault="00EF0A6D">
            <w:r>
              <w:t>风机盘管</w:t>
            </w:r>
          </w:p>
        </w:tc>
        <w:tc>
          <w:tcPr>
            <w:tcW w:w="2326" w:type="dxa"/>
            <w:vAlign w:val="center"/>
          </w:tcPr>
          <w:p w14:paraId="78986B1E" w14:textId="77777777" w:rsidR="00373966" w:rsidRDefault="00EF0A6D">
            <w:r>
              <w:t>1773</w:t>
            </w:r>
          </w:p>
        </w:tc>
        <w:tc>
          <w:tcPr>
            <w:tcW w:w="2326" w:type="dxa"/>
            <w:vMerge/>
            <w:vAlign w:val="center"/>
          </w:tcPr>
          <w:p w14:paraId="0A525291" w14:textId="77777777" w:rsidR="00373966" w:rsidRDefault="00373966"/>
        </w:tc>
        <w:tc>
          <w:tcPr>
            <w:tcW w:w="2337" w:type="dxa"/>
            <w:vAlign w:val="center"/>
          </w:tcPr>
          <w:p w14:paraId="1336311C" w14:textId="77777777" w:rsidR="00373966" w:rsidRDefault="00EF0A6D">
            <w:r>
              <w:t>78</w:t>
            </w:r>
          </w:p>
        </w:tc>
      </w:tr>
      <w:tr w:rsidR="00373966" w14:paraId="2865857C" w14:textId="77777777">
        <w:tc>
          <w:tcPr>
            <w:tcW w:w="2326" w:type="dxa"/>
            <w:shd w:val="clear" w:color="auto" w:fill="E6E6E6"/>
            <w:vAlign w:val="center"/>
          </w:tcPr>
          <w:p w14:paraId="1D198CC6" w14:textId="77777777" w:rsidR="00373966" w:rsidRDefault="00EF0A6D">
            <w:r>
              <w:t>多联机室内机</w:t>
            </w:r>
          </w:p>
        </w:tc>
        <w:tc>
          <w:tcPr>
            <w:tcW w:w="2326" w:type="dxa"/>
            <w:vAlign w:val="center"/>
          </w:tcPr>
          <w:p w14:paraId="783A594C" w14:textId="77777777" w:rsidR="00373966" w:rsidRDefault="00EF0A6D">
            <w:r>
              <w:t>0</w:t>
            </w:r>
          </w:p>
        </w:tc>
        <w:tc>
          <w:tcPr>
            <w:tcW w:w="2326" w:type="dxa"/>
            <w:vMerge/>
            <w:vAlign w:val="center"/>
          </w:tcPr>
          <w:p w14:paraId="7180C2D9" w14:textId="77777777" w:rsidR="00373966" w:rsidRDefault="00373966"/>
        </w:tc>
        <w:tc>
          <w:tcPr>
            <w:tcW w:w="2337" w:type="dxa"/>
            <w:vAlign w:val="center"/>
          </w:tcPr>
          <w:p w14:paraId="73C003FA" w14:textId="77777777" w:rsidR="00373966" w:rsidRDefault="00EF0A6D">
            <w:r>
              <w:t>0</w:t>
            </w:r>
          </w:p>
        </w:tc>
      </w:tr>
      <w:tr w:rsidR="00373966" w14:paraId="2ED7F00F" w14:textId="77777777">
        <w:tc>
          <w:tcPr>
            <w:tcW w:w="2326" w:type="dxa"/>
            <w:shd w:val="clear" w:color="auto" w:fill="E6E6E6"/>
            <w:vAlign w:val="center"/>
          </w:tcPr>
          <w:p w14:paraId="59BE9CAB" w14:textId="77777777" w:rsidR="00373966" w:rsidRDefault="00EF0A6D">
            <w:r>
              <w:t>全空气机组</w:t>
            </w:r>
          </w:p>
        </w:tc>
        <w:tc>
          <w:tcPr>
            <w:tcW w:w="2326" w:type="dxa"/>
            <w:vAlign w:val="center"/>
          </w:tcPr>
          <w:p w14:paraId="008D35ED" w14:textId="77777777" w:rsidR="00373966" w:rsidRDefault="00EF0A6D">
            <w:r>
              <w:t>0</w:t>
            </w:r>
          </w:p>
        </w:tc>
        <w:tc>
          <w:tcPr>
            <w:tcW w:w="2326" w:type="dxa"/>
            <w:vMerge/>
            <w:vAlign w:val="center"/>
          </w:tcPr>
          <w:p w14:paraId="445A647E" w14:textId="77777777" w:rsidR="00373966" w:rsidRDefault="00373966"/>
        </w:tc>
        <w:tc>
          <w:tcPr>
            <w:tcW w:w="2337" w:type="dxa"/>
            <w:vAlign w:val="center"/>
          </w:tcPr>
          <w:p w14:paraId="5ACE13BC" w14:textId="77777777" w:rsidR="00373966" w:rsidRDefault="00EF0A6D">
            <w:r>
              <w:t>0</w:t>
            </w:r>
          </w:p>
        </w:tc>
      </w:tr>
      <w:tr w:rsidR="00373966" w14:paraId="0A216D32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2D214458" w14:textId="77777777" w:rsidR="00373966" w:rsidRDefault="00EF0A6D">
            <w:r>
              <w:t>合计</w:t>
            </w:r>
          </w:p>
        </w:tc>
        <w:tc>
          <w:tcPr>
            <w:tcW w:w="2337" w:type="dxa"/>
            <w:vAlign w:val="center"/>
          </w:tcPr>
          <w:p w14:paraId="7047B616" w14:textId="77777777" w:rsidR="00373966" w:rsidRDefault="00EF0A6D">
            <w:r>
              <w:t>2772</w:t>
            </w:r>
          </w:p>
        </w:tc>
      </w:tr>
    </w:tbl>
    <w:p w14:paraId="3F66CCBD" w14:textId="77777777" w:rsidR="00373966" w:rsidRDefault="00EF0A6D">
      <w:pPr>
        <w:pStyle w:val="1"/>
        <w:widowControl w:val="0"/>
        <w:jc w:val="both"/>
      </w:pPr>
      <w:bookmarkStart w:id="76" w:name="_Toc92192627"/>
      <w:r>
        <w:t>照明</w:t>
      </w:r>
      <w:bookmarkEnd w:id="76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373966" w14:paraId="736A71FF" w14:textId="77777777">
        <w:tc>
          <w:tcPr>
            <w:tcW w:w="1822" w:type="dxa"/>
            <w:shd w:val="clear" w:color="auto" w:fill="E6E6E6"/>
            <w:vAlign w:val="center"/>
          </w:tcPr>
          <w:p w14:paraId="65C943A0" w14:textId="77777777" w:rsidR="00373966" w:rsidRDefault="00EF0A6D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5345093" w14:textId="77777777" w:rsidR="00373966" w:rsidRDefault="00EF0A6D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304167A" w14:textId="77777777" w:rsidR="00373966" w:rsidRDefault="00EF0A6D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14:paraId="7EDF48EB" w14:textId="77777777" w:rsidR="00373966" w:rsidRDefault="00EF0A6D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56FD5049" w14:textId="77777777" w:rsidR="00373966" w:rsidRDefault="00EF0A6D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4EFDF688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7FE79C77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0082A63D" w14:textId="77777777">
        <w:tc>
          <w:tcPr>
            <w:tcW w:w="1822" w:type="dxa"/>
            <w:vAlign w:val="center"/>
          </w:tcPr>
          <w:p w14:paraId="55A42BB6" w14:textId="77777777" w:rsidR="00373966" w:rsidRDefault="00EF0A6D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14:paraId="162DCA7F" w14:textId="77777777" w:rsidR="00373966" w:rsidRDefault="00EF0A6D">
            <w:r>
              <w:t>15.12</w:t>
            </w:r>
          </w:p>
        </w:tc>
        <w:tc>
          <w:tcPr>
            <w:tcW w:w="854" w:type="dxa"/>
            <w:vAlign w:val="center"/>
          </w:tcPr>
          <w:p w14:paraId="75BE3AC2" w14:textId="77777777" w:rsidR="00373966" w:rsidRDefault="00EF0A6D">
            <w:r>
              <w:t>6</w:t>
            </w:r>
          </w:p>
        </w:tc>
        <w:tc>
          <w:tcPr>
            <w:tcW w:w="1098" w:type="dxa"/>
            <w:vAlign w:val="center"/>
          </w:tcPr>
          <w:p w14:paraId="1DE10F67" w14:textId="77777777" w:rsidR="00373966" w:rsidRDefault="00EF0A6D">
            <w:r>
              <w:t>415</w:t>
            </w:r>
          </w:p>
        </w:tc>
        <w:tc>
          <w:tcPr>
            <w:tcW w:w="1330" w:type="dxa"/>
            <w:vAlign w:val="center"/>
          </w:tcPr>
          <w:p w14:paraId="5E189DAF" w14:textId="77777777" w:rsidR="00373966" w:rsidRDefault="00EF0A6D">
            <w:r>
              <w:t>6274</w:t>
            </w:r>
          </w:p>
        </w:tc>
        <w:tc>
          <w:tcPr>
            <w:tcW w:w="1330" w:type="dxa"/>
            <w:vMerge w:val="restart"/>
            <w:vAlign w:val="center"/>
          </w:tcPr>
          <w:p w14:paraId="71663669" w14:textId="77777777" w:rsidR="00373966" w:rsidRDefault="00EF0A6D">
            <w:r>
              <w:t>0.8843</w:t>
            </w:r>
          </w:p>
        </w:tc>
        <w:tc>
          <w:tcPr>
            <w:tcW w:w="1330" w:type="dxa"/>
            <w:vAlign w:val="center"/>
          </w:tcPr>
          <w:p w14:paraId="7942534D" w14:textId="77777777" w:rsidR="00373966" w:rsidRDefault="00EF0A6D">
            <w:r>
              <w:t>277</w:t>
            </w:r>
          </w:p>
        </w:tc>
      </w:tr>
      <w:tr w:rsidR="00373966" w14:paraId="641551FD" w14:textId="77777777">
        <w:tc>
          <w:tcPr>
            <w:tcW w:w="1822" w:type="dxa"/>
            <w:vAlign w:val="center"/>
          </w:tcPr>
          <w:p w14:paraId="2F302FFA" w14:textId="77777777" w:rsidR="00373966" w:rsidRDefault="00EF0A6D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556" w:type="dxa"/>
            <w:vAlign w:val="center"/>
          </w:tcPr>
          <w:p w14:paraId="66AD5E0A" w14:textId="77777777" w:rsidR="00373966" w:rsidRDefault="00EF0A6D">
            <w:r>
              <w:t>40.15</w:t>
            </w:r>
          </w:p>
        </w:tc>
        <w:tc>
          <w:tcPr>
            <w:tcW w:w="854" w:type="dxa"/>
            <w:vAlign w:val="center"/>
          </w:tcPr>
          <w:p w14:paraId="23FD9145" w14:textId="77777777" w:rsidR="00373966" w:rsidRDefault="00EF0A6D">
            <w:r>
              <w:t>18</w:t>
            </w:r>
          </w:p>
        </w:tc>
        <w:tc>
          <w:tcPr>
            <w:tcW w:w="1098" w:type="dxa"/>
            <w:vAlign w:val="center"/>
          </w:tcPr>
          <w:p w14:paraId="51BAC7F3" w14:textId="77777777" w:rsidR="00373966" w:rsidRDefault="00EF0A6D">
            <w:r>
              <w:t>5617</w:t>
            </w:r>
          </w:p>
        </w:tc>
        <w:tc>
          <w:tcPr>
            <w:tcW w:w="1330" w:type="dxa"/>
            <w:vAlign w:val="center"/>
          </w:tcPr>
          <w:p w14:paraId="0595A4D9" w14:textId="77777777" w:rsidR="00373966" w:rsidRDefault="00EF0A6D">
            <w:r>
              <w:t>225510</w:t>
            </w:r>
          </w:p>
        </w:tc>
        <w:tc>
          <w:tcPr>
            <w:tcW w:w="1330" w:type="dxa"/>
            <w:vMerge/>
            <w:vAlign w:val="center"/>
          </w:tcPr>
          <w:p w14:paraId="58E1DE11" w14:textId="77777777" w:rsidR="00373966" w:rsidRDefault="00373966"/>
        </w:tc>
        <w:tc>
          <w:tcPr>
            <w:tcW w:w="1330" w:type="dxa"/>
            <w:vAlign w:val="center"/>
          </w:tcPr>
          <w:p w14:paraId="6C1105B8" w14:textId="77777777" w:rsidR="00373966" w:rsidRDefault="00EF0A6D">
            <w:r>
              <w:t>9971</w:t>
            </w:r>
          </w:p>
        </w:tc>
      </w:tr>
      <w:tr w:rsidR="00373966" w14:paraId="4EBFD48A" w14:textId="77777777">
        <w:tc>
          <w:tcPr>
            <w:tcW w:w="1822" w:type="dxa"/>
            <w:vAlign w:val="center"/>
          </w:tcPr>
          <w:p w14:paraId="20F7315A" w14:textId="77777777" w:rsidR="00373966" w:rsidRDefault="00EF0A6D">
            <w:r>
              <w:t>空房间</w:t>
            </w:r>
          </w:p>
        </w:tc>
        <w:tc>
          <w:tcPr>
            <w:tcW w:w="1556" w:type="dxa"/>
            <w:vAlign w:val="center"/>
          </w:tcPr>
          <w:p w14:paraId="462D0663" w14:textId="77777777" w:rsidR="00373966" w:rsidRDefault="00EF0A6D">
            <w:r>
              <w:t>0.00</w:t>
            </w:r>
          </w:p>
        </w:tc>
        <w:tc>
          <w:tcPr>
            <w:tcW w:w="854" w:type="dxa"/>
            <w:vAlign w:val="center"/>
          </w:tcPr>
          <w:p w14:paraId="485AE2C0" w14:textId="77777777" w:rsidR="00373966" w:rsidRDefault="00EF0A6D">
            <w:r>
              <w:t>3</w:t>
            </w:r>
          </w:p>
        </w:tc>
        <w:tc>
          <w:tcPr>
            <w:tcW w:w="1098" w:type="dxa"/>
            <w:vAlign w:val="center"/>
          </w:tcPr>
          <w:p w14:paraId="61B9B0F8" w14:textId="77777777" w:rsidR="00373966" w:rsidRDefault="00EF0A6D">
            <w:r>
              <w:t>116</w:t>
            </w:r>
          </w:p>
        </w:tc>
        <w:tc>
          <w:tcPr>
            <w:tcW w:w="1330" w:type="dxa"/>
            <w:vAlign w:val="center"/>
          </w:tcPr>
          <w:p w14:paraId="2BC71667" w14:textId="77777777" w:rsidR="00373966" w:rsidRDefault="00EF0A6D">
            <w:r>
              <w:t>0</w:t>
            </w:r>
          </w:p>
        </w:tc>
        <w:tc>
          <w:tcPr>
            <w:tcW w:w="1330" w:type="dxa"/>
            <w:vMerge/>
            <w:vAlign w:val="center"/>
          </w:tcPr>
          <w:p w14:paraId="0FB32E02" w14:textId="77777777" w:rsidR="00373966" w:rsidRDefault="00373966"/>
        </w:tc>
        <w:tc>
          <w:tcPr>
            <w:tcW w:w="1330" w:type="dxa"/>
            <w:vAlign w:val="center"/>
          </w:tcPr>
          <w:p w14:paraId="67F8CC3B" w14:textId="77777777" w:rsidR="00373966" w:rsidRDefault="00EF0A6D">
            <w:r>
              <w:t>0</w:t>
            </w:r>
          </w:p>
        </w:tc>
      </w:tr>
      <w:tr w:rsidR="00373966" w14:paraId="70E751A2" w14:textId="77777777">
        <w:tc>
          <w:tcPr>
            <w:tcW w:w="7990" w:type="dxa"/>
            <w:gridSpan w:val="6"/>
            <w:vAlign w:val="center"/>
          </w:tcPr>
          <w:p w14:paraId="30499B8F" w14:textId="77777777" w:rsidR="00373966" w:rsidRDefault="00EF0A6D">
            <w:r>
              <w:t>总计</w:t>
            </w:r>
          </w:p>
        </w:tc>
        <w:tc>
          <w:tcPr>
            <w:tcW w:w="1330" w:type="dxa"/>
            <w:vAlign w:val="center"/>
          </w:tcPr>
          <w:p w14:paraId="12E1863B" w14:textId="77777777" w:rsidR="00373966" w:rsidRDefault="00EF0A6D">
            <w:r>
              <w:t>10248</w:t>
            </w:r>
          </w:p>
        </w:tc>
      </w:tr>
    </w:tbl>
    <w:p w14:paraId="7533A9A3" w14:textId="77777777" w:rsidR="00373966" w:rsidRDefault="00EF0A6D">
      <w:pPr>
        <w:pStyle w:val="1"/>
        <w:widowControl w:val="0"/>
        <w:jc w:val="both"/>
      </w:pPr>
      <w:bookmarkStart w:id="77" w:name="_Toc92192628"/>
      <w:r>
        <w:t>插座设备</w:t>
      </w:r>
      <w:bookmarkEnd w:id="7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57"/>
        <w:gridCol w:w="854"/>
        <w:gridCol w:w="1098"/>
        <w:gridCol w:w="1330"/>
        <w:gridCol w:w="1330"/>
        <w:gridCol w:w="1330"/>
      </w:tblGrid>
      <w:tr w:rsidR="00373966" w14:paraId="4EFFAB5B" w14:textId="77777777">
        <w:tc>
          <w:tcPr>
            <w:tcW w:w="1822" w:type="dxa"/>
            <w:shd w:val="clear" w:color="auto" w:fill="E6E6E6"/>
            <w:vAlign w:val="center"/>
          </w:tcPr>
          <w:p w14:paraId="59FFC0BC" w14:textId="77777777" w:rsidR="00373966" w:rsidRDefault="00EF0A6D">
            <w:pPr>
              <w:jc w:val="center"/>
            </w:pPr>
            <w:r>
              <w:t>房间类型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391C324" w14:textId="77777777" w:rsidR="00373966" w:rsidRDefault="00EF0A6D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49F8038F" w14:textId="77777777" w:rsidR="00373966" w:rsidRDefault="00EF0A6D">
            <w:pPr>
              <w:jc w:val="center"/>
            </w:pPr>
            <w:r>
              <w:t>房间个数</w:t>
            </w:r>
          </w:p>
        </w:tc>
        <w:tc>
          <w:tcPr>
            <w:tcW w:w="1098" w:type="dxa"/>
            <w:shd w:val="clear" w:color="auto" w:fill="E6E6E6"/>
            <w:vAlign w:val="center"/>
          </w:tcPr>
          <w:p w14:paraId="4AAD69BA" w14:textId="77777777" w:rsidR="00373966" w:rsidRDefault="00EF0A6D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79BDEA2B" w14:textId="77777777" w:rsidR="00373966" w:rsidRDefault="00EF0A6D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05CD7F84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30" w:type="dxa"/>
            <w:shd w:val="clear" w:color="auto" w:fill="E6E6E6"/>
            <w:vAlign w:val="center"/>
          </w:tcPr>
          <w:p w14:paraId="37A1A33A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64471ED0" w14:textId="77777777">
        <w:tc>
          <w:tcPr>
            <w:tcW w:w="1822" w:type="dxa"/>
            <w:vAlign w:val="center"/>
          </w:tcPr>
          <w:p w14:paraId="415DA03E" w14:textId="77777777" w:rsidR="00373966" w:rsidRDefault="00EF0A6D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556" w:type="dxa"/>
            <w:vAlign w:val="center"/>
          </w:tcPr>
          <w:p w14:paraId="3FD950BA" w14:textId="77777777" w:rsidR="00373966" w:rsidRDefault="00EF0A6D">
            <w:r>
              <w:t>35.25</w:t>
            </w:r>
          </w:p>
        </w:tc>
        <w:tc>
          <w:tcPr>
            <w:tcW w:w="854" w:type="dxa"/>
            <w:vAlign w:val="center"/>
          </w:tcPr>
          <w:p w14:paraId="0EFAC01F" w14:textId="77777777" w:rsidR="00373966" w:rsidRDefault="00EF0A6D">
            <w:r>
              <w:t>6</w:t>
            </w:r>
          </w:p>
        </w:tc>
        <w:tc>
          <w:tcPr>
            <w:tcW w:w="1098" w:type="dxa"/>
            <w:vAlign w:val="center"/>
          </w:tcPr>
          <w:p w14:paraId="44A922DA" w14:textId="77777777" w:rsidR="00373966" w:rsidRDefault="00EF0A6D">
            <w:r>
              <w:t>415</w:t>
            </w:r>
          </w:p>
        </w:tc>
        <w:tc>
          <w:tcPr>
            <w:tcW w:w="1330" w:type="dxa"/>
            <w:vAlign w:val="center"/>
          </w:tcPr>
          <w:p w14:paraId="27AAEAE0" w14:textId="77777777" w:rsidR="00373966" w:rsidRDefault="00EF0A6D">
            <w:r>
              <w:t>14627</w:t>
            </w:r>
          </w:p>
        </w:tc>
        <w:tc>
          <w:tcPr>
            <w:tcW w:w="1330" w:type="dxa"/>
            <w:vMerge w:val="restart"/>
            <w:vAlign w:val="center"/>
          </w:tcPr>
          <w:p w14:paraId="63015982" w14:textId="77777777" w:rsidR="00373966" w:rsidRDefault="00EF0A6D">
            <w:r>
              <w:t>0.8843</w:t>
            </w:r>
          </w:p>
        </w:tc>
        <w:tc>
          <w:tcPr>
            <w:tcW w:w="1330" w:type="dxa"/>
            <w:vAlign w:val="center"/>
          </w:tcPr>
          <w:p w14:paraId="45D3AAAA" w14:textId="77777777" w:rsidR="00373966" w:rsidRDefault="00EF0A6D">
            <w:r>
              <w:t>647</w:t>
            </w:r>
          </w:p>
        </w:tc>
      </w:tr>
      <w:tr w:rsidR="00373966" w14:paraId="36CBDADB" w14:textId="77777777">
        <w:tc>
          <w:tcPr>
            <w:tcW w:w="1822" w:type="dxa"/>
            <w:vAlign w:val="center"/>
          </w:tcPr>
          <w:p w14:paraId="1775F059" w14:textId="77777777" w:rsidR="00373966" w:rsidRDefault="00EF0A6D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556" w:type="dxa"/>
            <w:vAlign w:val="center"/>
          </w:tcPr>
          <w:p w14:paraId="2292578E" w14:textId="77777777" w:rsidR="00373966" w:rsidRDefault="00EF0A6D">
            <w:r>
              <w:t>47.45</w:t>
            </w:r>
          </w:p>
        </w:tc>
        <w:tc>
          <w:tcPr>
            <w:tcW w:w="854" w:type="dxa"/>
            <w:vAlign w:val="center"/>
          </w:tcPr>
          <w:p w14:paraId="6335B887" w14:textId="77777777" w:rsidR="00373966" w:rsidRDefault="00EF0A6D">
            <w:r>
              <w:t>18</w:t>
            </w:r>
          </w:p>
        </w:tc>
        <w:tc>
          <w:tcPr>
            <w:tcW w:w="1098" w:type="dxa"/>
            <w:vAlign w:val="center"/>
          </w:tcPr>
          <w:p w14:paraId="1EF4F9FF" w14:textId="77777777" w:rsidR="00373966" w:rsidRDefault="00EF0A6D">
            <w:r>
              <w:t>5617</w:t>
            </w:r>
          </w:p>
        </w:tc>
        <w:tc>
          <w:tcPr>
            <w:tcW w:w="1330" w:type="dxa"/>
            <w:vAlign w:val="center"/>
          </w:tcPr>
          <w:p w14:paraId="37277524" w14:textId="77777777" w:rsidR="00373966" w:rsidRDefault="00EF0A6D">
            <w:r>
              <w:t>266511</w:t>
            </w:r>
          </w:p>
        </w:tc>
        <w:tc>
          <w:tcPr>
            <w:tcW w:w="1330" w:type="dxa"/>
            <w:vMerge/>
            <w:vAlign w:val="center"/>
          </w:tcPr>
          <w:p w14:paraId="7FC5C72E" w14:textId="77777777" w:rsidR="00373966" w:rsidRDefault="00373966"/>
        </w:tc>
        <w:tc>
          <w:tcPr>
            <w:tcW w:w="1330" w:type="dxa"/>
            <w:vAlign w:val="center"/>
          </w:tcPr>
          <w:p w14:paraId="61773F7F" w14:textId="77777777" w:rsidR="00373966" w:rsidRDefault="00EF0A6D">
            <w:r>
              <w:t>11784</w:t>
            </w:r>
          </w:p>
        </w:tc>
      </w:tr>
      <w:tr w:rsidR="00373966" w14:paraId="4ED76CB6" w14:textId="77777777">
        <w:tc>
          <w:tcPr>
            <w:tcW w:w="1822" w:type="dxa"/>
            <w:vAlign w:val="center"/>
          </w:tcPr>
          <w:p w14:paraId="4597D6BB" w14:textId="77777777" w:rsidR="00373966" w:rsidRDefault="00EF0A6D">
            <w:r>
              <w:t>空房间</w:t>
            </w:r>
          </w:p>
        </w:tc>
        <w:tc>
          <w:tcPr>
            <w:tcW w:w="1556" w:type="dxa"/>
            <w:vAlign w:val="center"/>
          </w:tcPr>
          <w:p w14:paraId="6D158F3C" w14:textId="77777777" w:rsidR="00373966" w:rsidRDefault="00EF0A6D">
            <w:r>
              <w:t>0.00</w:t>
            </w:r>
          </w:p>
        </w:tc>
        <w:tc>
          <w:tcPr>
            <w:tcW w:w="854" w:type="dxa"/>
            <w:vAlign w:val="center"/>
          </w:tcPr>
          <w:p w14:paraId="6F24DFB0" w14:textId="77777777" w:rsidR="00373966" w:rsidRDefault="00EF0A6D">
            <w:r>
              <w:t>3</w:t>
            </w:r>
          </w:p>
        </w:tc>
        <w:tc>
          <w:tcPr>
            <w:tcW w:w="1098" w:type="dxa"/>
            <w:vAlign w:val="center"/>
          </w:tcPr>
          <w:p w14:paraId="74A65C8B" w14:textId="77777777" w:rsidR="00373966" w:rsidRDefault="00EF0A6D">
            <w:r>
              <w:t>116</w:t>
            </w:r>
          </w:p>
        </w:tc>
        <w:tc>
          <w:tcPr>
            <w:tcW w:w="1330" w:type="dxa"/>
            <w:vAlign w:val="center"/>
          </w:tcPr>
          <w:p w14:paraId="2D393935" w14:textId="77777777" w:rsidR="00373966" w:rsidRDefault="00EF0A6D">
            <w:r>
              <w:t>0</w:t>
            </w:r>
          </w:p>
        </w:tc>
        <w:tc>
          <w:tcPr>
            <w:tcW w:w="1330" w:type="dxa"/>
            <w:vMerge/>
            <w:vAlign w:val="center"/>
          </w:tcPr>
          <w:p w14:paraId="075471B6" w14:textId="77777777" w:rsidR="00373966" w:rsidRDefault="00373966"/>
        </w:tc>
        <w:tc>
          <w:tcPr>
            <w:tcW w:w="1330" w:type="dxa"/>
            <w:vAlign w:val="center"/>
          </w:tcPr>
          <w:p w14:paraId="4D9B0338" w14:textId="77777777" w:rsidR="00373966" w:rsidRDefault="00EF0A6D">
            <w:r>
              <w:t>0</w:t>
            </w:r>
          </w:p>
        </w:tc>
      </w:tr>
      <w:tr w:rsidR="00373966" w14:paraId="1045FD31" w14:textId="77777777">
        <w:tc>
          <w:tcPr>
            <w:tcW w:w="7990" w:type="dxa"/>
            <w:gridSpan w:val="6"/>
            <w:vAlign w:val="center"/>
          </w:tcPr>
          <w:p w14:paraId="39725523" w14:textId="77777777" w:rsidR="00373966" w:rsidRDefault="00EF0A6D">
            <w:r>
              <w:t>总计</w:t>
            </w:r>
          </w:p>
        </w:tc>
        <w:tc>
          <w:tcPr>
            <w:tcW w:w="1330" w:type="dxa"/>
            <w:vAlign w:val="center"/>
          </w:tcPr>
          <w:p w14:paraId="72390371" w14:textId="77777777" w:rsidR="00373966" w:rsidRDefault="00EF0A6D">
            <w:r>
              <w:t>12431</w:t>
            </w:r>
          </w:p>
        </w:tc>
      </w:tr>
    </w:tbl>
    <w:p w14:paraId="680EED15" w14:textId="77777777" w:rsidR="00373966" w:rsidRDefault="00EF0A6D">
      <w:pPr>
        <w:pStyle w:val="1"/>
        <w:widowControl w:val="0"/>
        <w:jc w:val="both"/>
      </w:pPr>
      <w:bookmarkStart w:id="78" w:name="_Toc92192629"/>
      <w:r>
        <w:t>排风机</w:t>
      </w:r>
      <w:bookmarkEnd w:id="7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161"/>
        <w:gridCol w:w="1166"/>
        <w:gridCol w:w="1166"/>
        <w:gridCol w:w="1166"/>
        <w:gridCol w:w="1166"/>
        <w:gridCol w:w="1166"/>
        <w:gridCol w:w="1166"/>
      </w:tblGrid>
      <w:tr w:rsidR="00373966" w14:paraId="79433D46" w14:textId="77777777">
        <w:tc>
          <w:tcPr>
            <w:tcW w:w="1165" w:type="dxa"/>
            <w:shd w:val="clear" w:color="auto" w:fill="E6E6E6"/>
            <w:vAlign w:val="center"/>
          </w:tcPr>
          <w:p w14:paraId="1FAA25E2" w14:textId="77777777" w:rsidR="00373966" w:rsidRDefault="00EF0A6D">
            <w:pPr>
              <w:jc w:val="center"/>
            </w:pPr>
            <w:r>
              <w:t>额定功率</w:t>
            </w:r>
            <w:r>
              <w:br/>
              <w:t>(kW)</w:t>
            </w:r>
          </w:p>
        </w:tc>
        <w:tc>
          <w:tcPr>
            <w:tcW w:w="1160" w:type="dxa"/>
            <w:shd w:val="clear" w:color="auto" w:fill="E6E6E6"/>
            <w:vAlign w:val="center"/>
          </w:tcPr>
          <w:p w14:paraId="5D7C0E1D" w14:textId="77777777" w:rsidR="00373966" w:rsidRDefault="00EF0A6D">
            <w:pPr>
              <w:jc w:val="center"/>
            </w:pPr>
            <w:r>
              <w:t>台数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7B366585" w14:textId="77777777" w:rsidR="00373966" w:rsidRDefault="00EF0A6D">
            <w:pPr>
              <w:jc w:val="center"/>
            </w:pPr>
            <w:r>
              <w:t>使用系数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70E18A3D" w14:textId="77777777" w:rsidR="00373966" w:rsidRDefault="00EF0A6D">
            <w:pPr>
              <w:jc w:val="center"/>
            </w:pPr>
            <w:r>
              <w:t>运行时间</w:t>
            </w:r>
            <w:r>
              <w:br/>
              <w:t>(h/</w:t>
            </w:r>
            <w:r>
              <w:t>天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178127CB" w14:textId="77777777" w:rsidR="00373966" w:rsidRDefault="00EF0A6D">
            <w:pPr>
              <w:jc w:val="center"/>
            </w:pPr>
            <w:r>
              <w:t>年运行天数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50E0644C" w14:textId="77777777" w:rsidR="00373966" w:rsidRDefault="00EF0A6D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4B749160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14:paraId="51F9DA94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27304D94" w14:textId="77777777">
        <w:tc>
          <w:tcPr>
            <w:tcW w:w="1165" w:type="dxa"/>
            <w:vAlign w:val="center"/>
          </w:tcPr>
          <w:p w14:paraId="23929AA5" w14:textId="77777777" w:rsidR="00373966" w:rsidRDefault="00EF0A6D">
            <w:r>
              <w:t>5</w:t>
            </w:r>
          </w:p>
        </w:tc>
        <w:tc>
          <w:tcPr>
            <w:tcW w:w="1160" w:type="dxa"/>
            <w:vAlign w:val="center"/>
          </w:tcPr>
          <w:p w14:paraId="4A437B4A" w14:textId="77777777" w:rsidR="00373966" w:rsidRDefault="00EF0A6D">
            <w:r>
              <w:t>10</w:t>
            </w:r>
          </w:p>
        </w:tc>
        <w:tc>
          <w:tcPr>
            <w:tcW w:w="1165" w:type="dxa"/>
            <w:vAlign w:val="center"/>
          </w:tcPr>
          <w:p w14:paraId="19DDAD70" w14:textId="77777777" w:rsidR="00373966" w:rsidRDefault="00EF0A6D">
            <w:r>
              <w:t>0.8</w:t>
            </w:r>
          </w:p>
        </w:tc>
        <w:tc>
          <w:tcPr>
            <w:tcW w:w="1165" w:type="dxa"/>
            <w:vAlign w:val="center"/>
          </w:tcPr>
          <w:p w14:paraId="68535636" w14:textId="77777777" w:rsidR="00373966" w:rsidRDefault="00EF0A6D">
            <w:r>
              <w:t>5</w:t>
            </w:r>
          </w:p>
        </w:tc>
        <w:tc>
          <w:tcPr>
            <w:tcW w:w="1165" w:type="dxa"/>
            <w:vAlign w:val="center"/>
          </w:tcPr>
          <w:p w14:paraId="601F3C1E" w14:textId="77777777" w:rsidR="00373966" w:rsidRDefault="00EF0A6D">
            <w:r>
              <w:t>365</w:t>
            </w:r>
          </w:p>
        </w:tc>
        <w:tc>
          <w:tcPr>
            <w:tcW w:w="1165" w:type="dxa"/>
            <w:vAlign w:val="center"/>
          </w:tcPr>
          <w:p w14:paraId="29523752" w14:textId="77777777" w:rsidR="00373966" w:rsidRDefault="00EF0A6D">
            <w:r>
              <w:t>73000</w:t>
            </w:r>
          </w:p>
        </w:tc>
        <w:tc>
          <w:tcPr>
            <w:tcW w:w="1165" w:type="dxa"/>
            <w:vAlign w:val="center"/>
          </w:tcPr>
          <w:p w14:paraId="52211842" w14:textId="77777777" w:rsidR="00373966" w:rsidRDefault="00EF0A6D">
            <w:r>
              <w:t>0.8843</w:t>
            </w:r>
          </w:p>
        </w:tc>
        <w:tc>
          <w:tcPr>
            <w:tcW w:w="1165" w:type="dxa"/>
            <w:vAlign w:val="center"/>
          </w:tcPr>
          <w:p w14:paraId="5AAC8327" w14:textId="77777777" w:rsidR="00373966" w:rsidRDefault="00EF0A6D">
            <w:r>
              <w:t>3228</w:t>
            </w:r>
          </w:p>
        </w:tc>
      </w:tr>
      <w:tr w:rsidR="00373966" w14:paraId="60FD5502" w14:textId="77777777">
        <w:tc>
          <w:tcPr>
            <w:tcW w:w="8150" w:type="dxa"/>
            <w:gridSpan w:val="7"/>
            <w:vAlign w:val="center"/>
          </w:tcPr>
          <w:p w14:paraId="031CFB83" w14:textId="77777777" w:rsidR="00373966" w:rsidRDefault="00EF0A6D">
            <w:r>
              <w:t>总计</w:t>
            </w:r>
          </w:p>
        </w:tc>
        <w:tc>
          <w:tcPr>
            <w:tcW w:w="1165" w:type="dxa"/>
            <w:vAlign w:val="center"/>
          </w:tcPr>
          <w:p w14:paraId="09E994C7" w14:textId="77777777" w:rsidR="00373966" w:rsidRDefault="00EF0A6D">
            <w:r>
              <w:t>3228</w:t>
            </w:r>
          </w:p>
        </w:tc>
      </w:tr>
    </w:tbl>
    <w:p w14:paraId="71B31FD5" w14:textId="77777777" w:rsidR="00373966" w:rsidRDefault="00EF0A6D">
      <w:pPr>
        <w:widowControl w:val="0"/>
        <w:jc w:val="both"/>
      </w:pPr>
      <w:r>
        <w:t>注：此类风机指非空调区域排风机</w:t>
      </w:r>
    </w:p>
    <w:p w14:paraId="7FD9116E" w14:textId="77777777" w:rsidR="00373966" w:rsidRDefault="00EF0A6D">
      <w:pPr>
        <w:pStyle w:val="1"/>
        <w:widowControl w:val="0"/>
        <w:jc w:val="both"/>
      </w:pPr>
      <w:bookmarkStart w:id="79" w:name="_Toc92192630"/>
      <w:r>
        <w:t>生活热水</w:t>
      </w:r>
      <w:bookmarkEnd w:id="79"/>
    </w:p>
    <w:p w14:paraId="457EAE42" w14:textId="77777777" w:rsidR="00373966" w:rsidRDefault="00EF0A6D">
      <w:pPr>
        <w:widowControl w:val="0"/>
        <w:jc w:val="both"/>
      </w:pPr>
      <w:r>
        <w:t>热水温差</w:t>
      </w:r>
      <w:r>
        <w:t>(℃)</w:t>
      </w:r>
      <w:r>
        <w:t>：</w:t>
      </w:r>
      <w:r>
        <w:t xml:space="preserve">45, </w:t>
      </w:r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16340</w:t>
      </w:r>
      <w:r>
        <w:t>，年运行天数：</w:t>
      </w:r>
      <w:r>
        <w:t>256</w:t>
      </w: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</w:tblGrid>
      <w:tr w:rsidR="00373966" w14:paraId="3406B727" w14:textId="77777777">
        <w:tc>
          <w:tcPr>
            <w:tcW w:w="933" w:type="dxa"/>
            <w:shd w:val="clear" w:color="auto" w:fill="E6E6E6"/>
            <w:vAlign w:val="center"/>
          </w:tcPr>
          <w:p w14:paraId="27EFF936" w14:textId="77777777" w:rsidR="00373966" w:rsidRDefault="00EF0A6D">
            <w:pPr>
              <w:jc w:val="center"/>
            </w:pPr>
            <w:r>
              <w:lastRenderedPageBreak/>
              <w:t>分区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3C386149" w14:textId="77777777" w:rsidR="00373966" w:rsidRDefault="00EF0A6D">
            <w:pPr>
              <w:jc w:val="center"/>
            </w:pPr>
            <w:r>
              <w:t>系统</w:t>
            </w:r>
            <w:r>
              <w:br/>
            </w:r>
            <w:r>
              <w:t>效率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59F91119" w14:textId="77777777" w:rsidR="00373966" w:rsidRDefault="00EF0A6D">
            <w:pPr>
              <w:jc w:val="center"/>
            </w:pPr>
            <w:r>
              <w:t>用水</w:t>
            </w:r>
            <w:r>
              <w:br/>
            </w:r>
            <w:r>
              <w:t>定额</w:t>
            </w:r>
            <w:r>
              <w:br/>
              <w:t>(L·</w:t>
            </w:r>
            <w:r>
              <w:t>人</w:t>
            </w:r>
            <w:r>
              <w:t>/d)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4311D548" w14:textId="77777777" w:rsidR="00373966" w:rsidRDefault="00EF0A6D">
            <w:pPr>
              <w:jc w:val="center"/>
            </w:pPr>
            <w:r>
              <w:t>供应</w:t>
            </w:r>
            <w:r>
              <w:br/>
            </w:r>
            <w:r>
              <w:t>人数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1E3005E6" w14:textId="77777777" w:rsidR="00373966" w:rsidRDefault="00EF0A6D">
            <w:pPr>
              <w:jc w:val="center"/>
            </w:pPr>
            <w:r>
              <w:t>年使用</w:t>
            </w:r>
            <w:r>
              <w:br/>
            </w:r>
            <w:r>
              <w:t>天数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335EFAC2" w14:textId="77777777" w:rsidR="00373966" w:rsidRDefault="00EF0A6D">
            <w:pPr>
              <w:jc w:val="center"/>
            </w:pPr>
            <w:r>
              <w:t>所需</w:t>
            </w:r>
            <w:r>
              <w:br/>
            </w:r>
            <w:r>
              <w:t>能耗</w:t>
            </w:r>
            <w:r>
              <w:br/>
              <w:t>(kWh)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5DC6B2C6" w14:textId="77777777" w:rsidR="00373966" w:rsidRDefault="00EF0A6D">
            <w:pPr>
              <w:jc w:val="center"/>
            </w:pPr>
            <w:r>
              <w:t>集热器</w:t>
            </w:r>
            <w:r>
              <w:br/>
            </w:r>
            <w:r>
              <w:t>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2AC54F04" w14:textId="77777777" w:rsidR="00373966" w:rsidRDefault="00EF0A6D">
            <w:pPr>
              <w:jc w:val="center"/>
            </w:pPr>
            <w:r>
              <w:t>集热器</w:t>
            </w:r>
            <w:r>
              <w:br/>
            </w:r>
            <w:r>
              <w:t>效率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6E75144F" w14:textId="77777777" w:rsidR="00373966" w:rsidRDefault="00EF0A6D">
            <w:pPr>
              <w:jc w:val="center"/>
            </w:pPr>
            <w:r>
              <w:t>热损失</w:t>
            </w:r>
            <w:r>
              <w:br/>
            </w:r>
            <w:r>
              <w:t>系数</w:t>
            </w:r>
          </w:p>
        </w:tc>
        <w:tc>
          <w:tcPr>
            <w:tcW w:w="933" w:type="dxa"/>
            <w:shd w:val="clear" w:color="auto" w:fill="E6E6E6"/>
            <w:vAlign w:val="center"/>
          </w:tcPr>
          <w:p w14:paraId="1C98FBF5" w14:textId="77777777" w:rsidR="00373966" w:rsidRDefault="00EF0A6D">
            <w:pPr>
              <w:jc w:val="center"/>
            </w:pPr>
            <w:r>
              <w:t>太阳能</w:t>
            </w:r>
            <w:r>
              <w:br/>
            </w:r>
            <w:r>
              <w:t>供热</w:t>
            </w:r>
            <w:r>
              <w:br/>
              <w:t>(kWh)</w:t>
            </w:r>
          </w:p>
        </w:tc>
      </w:tr>
      <w:tr w:rsidR="00373966" w14:paraId="0F5C29BA" w14:textId="77777777">
        <w:tc>
          <w:tcPr>
            <w:tcW w:w="933" w:type="dxa"/>
            <w:vAlign w:val="center"/>
          </w:tcPr>
          <w:p w14:paraId="00AD2226" w14:textId="77777777" w:rsidR="00373966" w:rsidRDefault="00EF0A6D">
            <w:r>
              <w:t>办公</w:t>
            </w:r>
          </w:p>
        </w:tc>
        <w:tc>
          <w:tcPr>
            <w:tcW w:w="933" w:type="dxa"/>
            <w:vAlign w:val="center"/>
          </w:tcPr>
          <w:p w14:paraId="0D03AA27" w14:textId="77777777" w:rsidR="00373966" w:rsidRDefault="00EF0A6D">
            <w:r>
              <w:t>0.9</w:t>
            </w:r>
          </w:p>
        </w:tc>
        <w:tc>
          <w:tcPr>
            <w:tcW w:w="933" w:type="dxa"/>
            <w:vAlign w:val="center"/>
          </w:tcPr>
          <w:p w14:paraId="60A3634C" w14:textId="77777777" w:rsidR="00373966" w:rsidRDefault="00EF0A6D">
            <w:r>
              <w:t>10</w:t>
            </w:r>
          </w:p>
        </w:tc>
        <w:tc>
          <w:tcPr>
            <w:tcW w:w="933" w:type="dxa"/>
            <w:vAlign w:val="center"/>
          </w:tcPr>
          <w:p w14:paraId="77254ABD" w14:textId="77777777" w:rsidR="00373966" w:rsidRDefault="00EF0A6D">
            <w:r>
              <w:t>100</w:t>
            </w:r>
          </w:p>
        </w:tc>
        <w:tc>
          <w:tcPr>
            <w:tcW w:w="933" w:type="dxa"/>
            <w:vAlign w:val="center"/>
          </w:tcPr>
          <w:p w14:paraId="6CB11B03" w14:textId="77777777" w:rsidR="00373966" w:rsidRDefault="00EF0A6D">
            <w:r>
              <w:t>365</w:t>
            </w:r>
          </w:p>
        </w:tc>
        <w:tc>
          <w:tcPr>
            <w:tcW w:w="933" w:type="dxa"/>
            <w:vAlign w:val="center"/>
          </w:tcPr>
          <w:p w14:paraId="616620B9" w14:textId="77777777" w:rsidR="00373966" w:rsidRDefault="00EF0A6D">
            <w:r>
              <w:t>7120.16</w:t>
            </w:r>
          </w:p>
        </w:tc>
        <w:tc>
          <w:tcPr>
            <w:tcW w:w="933" w:type="dxa"/>
            <w:vAlign w:val="center"/>
          </w:tcPr>
          <w:p w14:paraId="260242EF" w14:textId="77777777" w:rsidR="00373966" w:rsidRDefault="00EF0A6D">
            <w:r>
              <w:t>－</w:t>
            </w:r>
          </w:p>
        </w:tc>
        <w:tc>
          <w:tcPr>
            <w:tcW w:w="933" w:type="dxa"/>
            <w:vAlign w:val="center"/>
          </w:tcPr>
          <w:p w14:paraId="3FCE899D" w14:textId="77777777" w:rsidR="00373966" w:rsidRDefault="00EF0A6D">
            <w:r>
              <w:t>－</w:t>
            </w:r>
          </w:p>
        </w:tc>
        <w:tc>
          <w:tcPr>
            <w:tcW w:w="933" w:type="dxa"/>
            <w:vAlign w:val="center"/>
          </w:tcPr>
          <w:p w14:paraId="71822E1D" w14:textId="77777777" w:rsidR="00373966" w:rsidRDefault="00EF0A6D">
            <w:r>
              <w:t>－</w:t>
            </w:r>
          </w:p>
        </w:tc>
        <w:tc>
          <w:tcPr>
            <w:tcW w:w="933" w:type="dxa"/>
            <w:vAlign w:val="center"/>
          </w:tcPr>
          <w:p w14:paraId="2A3005D3" w14:textId="77777777" w:rsidR="00373966" w:rsidRDefault="00EF0A6D">
            <w:r>
              <w:t>－</w:t>
            </w:r>
          </w:p>
        </w:tc>
      </w:tr>
      <w:tr w:rsidR="00373966" w14:paraId="6409B652" w14:textId="77777777">
        <w:tc>
          <w:tcPr>
            <w:tcW w:w="4665" w:type="dxa"/>
            <w:gridSpan w:val="5"/>
            <w:vAlign w:val="center"/>
          </w:tcPr>
          <w:p w14:paraId="5DB96F47" w14:textId="77777777" w:rsidR="00373966" w:rsidRDefault="00EF0A6D">
            <w:r>
              <w:t>总计</w:t>
            </w:r>
          </w:p>
        </w:tc>
        <w:tc>
          <w:tcPr>
            <w:tcW w:w="933" w:type="dxa"/>
            <w:vAlign w:val="center"/>
          </w:tcPr>
          <w:p w14:paraId="2DEEE52A" w14:textId="77777777" w:rsidR="00373966" w:rsidRDefault="00EF0A6D">
            <w:r>
              <w:t>7120</w:t>
            </w:r>
          </w:p>
        </w:tc>
        <w:tc>
          <w:tcPr>
            <w:tcW w:w="2799" w:type="dxa"/>
            <w:gridSpan w:val="3"/>
            <w:vAlign w:val="center"/>
          </w:tcPr>
          <w:p w14:paraId="40DA4517" w14:textId="77777777" w:rsidR="00373966" w:rsidRDefault="00373966"/>
        </w:tc>
        <w:tc>
          <w:tcPr>
            <w:tcW w:w="933" w:type="dxa"/>
            <w:vAlign w:val="center"/>
          </w:tcPr>
          <w:p w14:paraId="10994C1D" w14:textId="77777777" w:rsidR="00373966" w:rsidRDefault="00EF0A6D">
            <w:r>
              <w:t>0</w:t>
            </w:r>
          </w:p>
        </w:tc>
      </w:tr>
    </w:tbl>
    <w:p w14:paraId="63A4540F" w14:textId="77777777" w:rsidR="00373966" w:rsidRDefault="00373966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373966" w14:paraId="4B513E0A" w14:textId="77777777">
        <w:tc>
          <w:tcPr>
            <w:tcW w:w="2326" w:type="dxa"/>
            <w:shd w:val="clear" w:color="auto" w:fill="E6E6E6"/>
            <w:vAlign w:val="center"/>
          </w:tcPr>
          <w:p w14:paraId="3239AF59" w14:textId="77777777" w:rsidR="00373966" w:rsidRDefault="00EF0A6D">
            <w:pPr>
              <w:jc w:val="center"/>
            </w:pPr>
            <w:r>
              <w:t>类别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6A08B263" w14:textId="77777777" w:rsidR="00373966" w:rsidRDefault="00EF0A6D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6AB05D9F" w14:textId="77777777" w:rsidR="00373966" w:rsidRDefault="00EF0A6D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0B049EEA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5F407040" w14:textId="77777777">
        <w:tc>
          <w:tcPr>
            <w:tcW w:w="2326" w:type="dxa"/>
            <w:shd w:val="clear" w:color="auto" w:fill="E6E6E6"/>
            <w:vAlign w:val="center"/>
          </w:tcPr>
          <w:p w14:paraId="06C5E6F8" w14:textId="77777777" w:rsidR="00373966" w:rsidRDefault="00EF0A6D">
            <w:r>
              <w:t>生活热水</w:t>
            </w:r>
          </w:p>
        </w:tc>
        <w:tc>
          <w:tcPr>
            <w:tcW w:w="2326" w:type="dxa"/>
            <w:vAlign w:val="center"/>
          </w:tcPr>
          <w:p w14:paraId="713A69B2" w14:textId="77777777" w:rsidR="00373966" w:rsidRDefault="00EF0A6D">
            <w:r>
              <w:t>7120</w:t>
            </w:r>
          </w:p>
        </w:tc>
        <w:tc>
          <w:tcPr>
            <w:tcW w:w="2326" w:type="dxa"/>
            <w:vMerge w:val="restart"/>
            <w:vAlign w:val="center"/>
          </w:tcPr>
          <w:p w14:paraId="68F5B4F1" w14:textId="77777777" w:rsidR="00373966" w:rsidRDefault="00EF0A6D">
            <w:r>
              <w:t>0.8843</w:t>
            </w:r>
          </w:p>
        </w:tc>
        <w:tc>
          <w:tcPr>
            <w:tcW w:w="2337" w:type="dxa"/>
            <w:vAlign w:val="center"/>
          </w:tcPr>
          <w:p w14:paraId="352B7551" w14:textId="77777777" w:rsidR="00373966" w:rsidRDefault="00EF0A6D">
            <w:r>
              <w:t>315</w:t>
            </w:r>
          </w:p>
        </w:tc>
      </w:tr>
      <w:tr w:rsidR="00373966" w14:paraId="1C4FEA75" w14:textId="77777777">
        <w:tc>
          <w:tcPr>
            <w:tcW w:w="2326" w:type="dxa"/>
            <w:shd w:val="clear" w:color="auto" w:fill="E6E6E6"/>
            <w:vAlign w:val="center"/>
          </w:tcPr>
          <w:p w14:paraId="461F408F" w14:textId="77777777" w:rsidR="00373966" w:rsidRDefault="00EF0A6D">
            <w:r>
              <w:t>太阳能</w:t>
            </w:r>
          </w:p>
        </w:tc>
        <w:tc>
          <w:tcPr>
            <w:tcW w:w="2326" w:type="dxa"/>
            <w:vAlign w:val="center"/>
          </w:tcPr>
          <w:p w14:paraId="37FC8AB6" w14:textId="77777777" w:rsidR="00373966" w:rsidRDefault="00EF0A6D">
            <w:r>
              <w:t>0</w:t>
            </w:r>
          </w:p>
        </w:tc>
        <w:tc>
          <w:tcPr>
            <w:tcW w:w="2326" w:type="dxa"/>
            <w:vMerge/>
            <w:vAlign w:val="center"/>
          </w:tcPr>
          <w:p w14:paraId="6E623D02" w14:textId="77777777" w:rsidR="00373966" w:rsidRDefault="00373966"/>
        </w:tc>
        <w:tc>
          <w:tcPr>
            <w:tcW w:w="2337" w:type="dxa"/>
            <w:vAlign w:val="center"/>
          </w:tcPr>
          <w:p w14:paraId="49CB6E36" w14:textId="77777777" w:rsidR="00373966" w:rsidRDefault="00EF0A6D">
            <w:r>
              <w:t>0</w:t>
            </w:r>
          </w:p>
        </w:tc>
      </w:tr>
      <w:tr w:rsidR="00373966" w14:paraId="15EBB100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40E24001" w14:textId="77777777" w:rsidR="00373966" w:rsidRDefault="00EF0A6D">
            <w:r>
              <w:t>合计</w:t>
            </w:r>
          </w:p>
        </w:tc>
        <w:tc>
          <w:tcPr>
            <w:tcW w:w="2337" w:type="dxa"/>
            <w:vAlign w:val="center"/>
          </w:tcPr>
          <w:p w14:paraId="42BE345D" w14:textId="77777777" w:rsidR="00373966" w:rsidRDefault="00EF0A6D">
            <w:r>
              <w:t>315</w:t>
            </w:r>
          </w:p>
        </w:tc>
      </w:tr>
    </w:tbl>
    <w:p w14:paraId="0DF1FEFB" w14:textId="77777777" w:rsidR="00373966" w:rsidRDefault="00373966"/>
    <w:p w14:paraId="17CF9C95" w14:textId="77777777" w:rsidR="00373966" w:rsidRDefault="00EF0A6D">
      <w:pPr>
        <w:pStyle w:val="1"/>
        <w:widowControl w:val="0"/>
        <w:jc w:val="both"/>
      </w:pPr>
      <w:bookmarkStart w:id="80" w:name="_Toc92192631"/>
      <w:r>
        <w:t>电梯</w:t>
      </w:r>
      <w:bookmarkEnd w:id="80"/>
    </w:p>
    <w:p w14:paraId="12B6B8DA" w14:textId="77777777" w:rsidR="00373966" w:rsidRDefault="00EF0A6D">
      <w:pPr>
        <w:pStyle w:val="2"/>
        <w:widowControl w:val="0"/>
      </w:pPr>
      <w:bookmarkStart w:id="81" w:name="_Toc92192632"/>
      <w:r>
        <w:t>直梯</w:t>
      </w:r>
      <w:bookmarkEnd w:id="8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373966" w14:paraId="01EEE4DB" w14:textId="77777777">
        <w:tc>
          <w:tcPr>
            <w:tcW w:w="1256" w:type="dxa"/>
            <w:shd w:val="clear" w:color="auto" w:fill="E6E6E6"/>
            <w:vAlign w:val="center"/>
          </w:tcPr>
          <w:p w14:paraId="06DE49EE" w14:textId="77777777" w:rsidR="00373966" w:rsidRDefault="00EF0A6D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8C6F4EC" w14:textId="77777777" w:rsidR="00373966" w:rsidRDefault="00EF0A6D">
            <w:pPr>
              <w:jc w:val="center"/>
            </w:pPr>
            <w:r>
              <w:t>特定能量消耗</w:t>
            </w:r>
            <w:r>
              <w:t>(mWh/kgm)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3AEC3D3" w14:textId="77777777" w:rsidR="00373966" w:rsidRDefault="00EF0A6D">
            <w:pPr>
              <w:jc w:val="center"/>
            </w:pPr>
            <w:r>
              <w:t>额定载重量</w:t>
            </w:r>
            <w:r>
              <w:t>(kg)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29B3113" w14:textId="77777777" w:rsidR="00373966" w:rsidRDefault="00EF0A6D">
            <w:pPr>
              <w:jc w:val="center"/>
            </w:pPr>
            <w:r>
              <w:t>速度</w:t>
            </w:r>
            <w:r>
              <w:t>(m/s)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B65AF4" w14:textId="77777777" w:rsidR="00373966" w:rsidRDefault="00EF0A6D">
            <w:pPr>
              <w:jc w:val="center"/>
            </w:pPr>
            <w:r>
              <w:t>待机功率</w:t>
            </w:r>
            <w:r>
              <w:t>(W)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CCC0D32" w14:textId="77777777" w:rsidR="00373966" w:rsidRDefault="00EF0A6D">
            <w:pPr>
              <w:jc w:val="center"/>
            </w:pPr>
            <w:r>
              <w:t>运行时长</w:t>
            </w:r>
            <w:r>
              <w:t>(h/</w:t>
            </w:r>
            <w:r>
              <w:t>天</w:t>
            </w:r>
            <w:r>
              <w:t>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B231DBD" w14:textId="77777777" w:rsidR="00373966" w:rsidRDefault="00EF0A6D">
            <w:pPr>
              <w:jc w:val="center"/>
            </w:pPr>
            <w:r>
              <w:t>年运行天数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D38CF20" w14:textId="77777777" w:rsidR="00373966" w:rsidRDefault="00EF0A6D">
            <w:pPr>
              <w:jc w:val="center"/>
            </w:pPr>
            <w:r>
              <w:t>数量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76ED504" w14:textId="77777777" w:rsidR="00373966" w:rsidRDefault="00EF0A6D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</w:tr>
      <w:tr w:rsidR="00373966" w14:paraId="5FC3C459" w14:textId="77777777">
        <w:tc>
          <w:tcPr>
            <w:tcW w:w="1256" w:type="dxa"/>
            <w:vAlign w:val="center"/>
          </w:tcPr>
          <w:p w14:paraId="44CE5656" w14:textId="77777777" w:rsidR="00373966" w:rsidRDefault="00EF0A6D">
            <w: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14:paraId="3AD3049A" w14:textId="77777777" w:rsidR="00373966" w:rsidRDefault="00EF0A6D">
            <w:r>
              <w:t>1.26</w:t>
            </w:r>
          </w:p>
        </w:tc>
        <w:tc>
          <w:tcPr>
            <w:tcW w:w="1273" w:type="dxa"/>
            <w:vAlign w:val="center"/>
          </w:tcPr>
          <w:p w14:paraId="4C644CE1" w14:textId="77777777" w:rsidR="00373966" w:rsidRDefault="00EF0A6D">
            <w:r>
              <w:t>1350</w:t>
            </w:r>
          </w:p>
        </w:tc>
        <w:tc>
          <w:tcPr>
            <w:tcW w:w="707" w:type="dxa"/>
            <w:vAlign w:val="center"/>
          </w:tcPr>
          <w:p w14:paraId="3EE631C6" w14:textId="77777777" w:rsidR="00373966" w:rsidRDefault="00EF0A6D">
            <w:r>
              <w:t>1.75</w:t>
            </w:r>
          </w:p>
        </w:tc>
        <w:tc>
          <w:tcPr>
            <w:tcW w:w="848" w:type="dxa"/>
            <w:vAlign w:val="center"/>
          </w:tcPr>
          <w:p w14:paraId="20105133" w14:textId="77777777" w:rsidR="00373966" w:rsidRDefault="00EF0A6D">
            <w:r>
              <w:t>200</w:t>
            </w:r>
          </w:p>
        </w:tc>
        <w:tc>
          <w:tcPr>
            <w:tcW w:w="990" w:type="dxa"/>
            <w:vAlign w:val="center"/>
          </w:tcPr>
          <w:p w14:paraId="2D07C3F5" w14:textId="77777777" w:rsidR="00373966" w:rsidRDefault="00EF0A6D">
            <w:r>
              <w:t>1.5</w:t>
            </w:r>
          </w:p>
        </w:tc>
        <w:tc>
          <w:tcPr>
            <w:tcW w:w="990" w:type="dxa"/>
            <w:vAlign w:val="center"/>
          </w:tcPr>
          <w:p w14:paraId="1DF54AD9" w14:textId="77777777" w:rsidR="00373966" w:rsidRDefault="00EF0A6D">
            <w:r>
              <w:t>365</w:t>
            </w:r>
          </w:p>
        </w:tc>
        <w:tc>
          <w:tcPr>
            <w:tcW w:w="565" w:type="dxa"/>
            <w:vAlign w:val="center"/>
          </w:tcPr>
          <w:p w14:paraId="66452D30" w14:textId="77777777" w:rsidR="00373966" w:rsidRDefault="00EF0A6D">
            <w:r>
              <w:t>2</w:t>
            </w:r>
          </w:p>
        </w:tc>
        <w:tc>
          <w:tcPr>
            <w:tcW w:w="1131" w:type="dxa"/>
            <w:vAlign w:val="center"/>
          </w:tcPr>
          <w:p w14:paraId="06E379C9" w14:textId="77777777" w:rsidR="00373966" w:rsidRDefault="00EF0A6D">
            <w:r>
              <w:t>11953</w:t>
            </w:r>
          </w:p>
        </w:tc>
      </w:tr>
      <w:tr w:rsidR="00373966" w14:paraId="000330A5" w14:textId="77777777">
        <w:tc>
          <w:tcPr>
            <w:tcW w:w="8185" w:type="dxa"/>
            <w:gridSpan w:val="8"/>
            <w:vAlign w:val="center"/>
          </w:tcPr>
          <w:p w14:paraId="74506A3D" w14:textId="77777777" w:rsidR="00373966" w:rsidRDefault="00EF0A6D">
            <w:r>
              <w:t>总计</w:t>
            </w:r>
          </w:p>
        </w:tc>
        <w:tc>
          <w:tcPr>
            <w:tcW w:w="1131" w:type="dxa"/>
            <w:vAlign w:val="center"/>
          </w:tcPr>
          <w:p w14:paraId="4C08932E" w14:textId="77777777" w:rsidR="00373966" w:rsidRDefault="00EF0A6D">
            <w:r>
              <w:t>11953</w:t>
            </w:r>
          </w:p>
        </w:tc>
      </w:tr>
    </w:tbl>
    <w:p w14:paraId="156DD0C2" w14:textId="77777777" w:rsidR="00373966" w:rsidRDefault="00EF0A6D">
      <w:pPr>
        <w:pStyle w:val="2"/>
        <w:widowControl w:val="0"/>
      </w:pPr>
      <w:bookmarkStart w:id="82" w:name="_Toc92192633"/>
      <w:r>
        <w:t>电梯碳排放</w:t>
      </w:r>
      <w:bookmarkEnd w:id="82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7"/>
        <w:gridCol w:w="2326"/>
        <w:gridCol w:w="2326"/>
        <w:gridCol w:w="2337"/>
      </w:tblGrid>
      <w:tr w:rsidR="00373966" w14:paraId="6162B77F" w14:textId="77777777">
        <w:tc>
          <w:tcPr>
            <w:tcW w:w="2326" w:type="dxa"/>
            <w:shd w:val="clear" w:color="auto" w:fill="E6E6E6"/>
            <w:vAlign w:val="center"/>
          </w:tcPr>
          <w:p w14:paraId="30EE5967" w14:textId="77777777" w:rsidR="00373966" w:rsidRDefault="00EF0A6D">
            <w:pPr>
              <w:jc w:val="center"/>
            </w:pPr>
            <w:r>
              <w:t>电梯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42E88B30" w14:textId="77777777" w:rsidR="00373966" w:rsidRDefault="00EF0A6D">
            <w:pPr>
              <w:jc w:val="center"/>
            </w:pPr>
            <w:r>
              <w:t>电耗</w:t>
            </w:r>
            <w:r>
              <w:t>(kWh)</w:t>
            </w:r>
          </w:p>
        </w:tc>
        <w:tc>
          <w:tcPr>
            <w:tcW w:w="2326" w:type="dxa"/>
            <w:shd w:val="clear" w:color="auto" w:fill="E6E6E6"/>
            <w:vAlign w:val="center"/>
          </w:tcPr>
          <w:p w14:paraId="6E308C8F" w14:textId="77777777" w:rsidR="00373966" w:rsidRDefault="00EF0A6D">
            <w:pPr>
              <w:jc w:val="center"/>
            </w:pPr>
            <w:r>
              <w:t>碳排放因子</w:t>
            </w:r>
            <w:r>
              <w:t>(kgCO2/TJ)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578D437B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</w:tr>
      <w:tr w:rsidR="00373966" w14:paraId="65B7AE1E" w14:textId="77777777">
        <w:tc>
          <w:tcPr>
            <w:tcW w:w="2326" w:type="dxa"/>
            <w:shd w:val="clear" w:color="auto" w:fill="E6E6E6"/>
            <w:vAlign w:val="center"/>
          </w:tcPr>
          <w:p w14:paraId="23267FF8" w14:textId="77777777" w:rsidR="00373966" w:rsidRDefault="00EF0A6D">
            <w:r>
              <w:t>直梯</w:t>
            </w:r>
            <w:r>
              <w:t>1</w:t>
            </w:r>
          </w:p>
        </w:tc>
        <w:tc>
          <w:tcPr>
            <w:tcW w:w="2326" w:type="dxa"/>
            <w:vAlign w:val="center"/>
          </w:tcPr>
          <w:p w14:paraId="1708181A" w14:textId="77777777" w:rsidR="00373966" w:rsidRDefault="00EF0A6D">
            <w:r>
              <w:t>11953</w:t>
            </w:r>
          </w:p>
        </w:tc>
        <w:tc>
          <w:tcPr>
            <w:tcW w:w="2326" w:type="dxa"/>
            <w:vAlign w:val="center"/>
          </w:tcPr>
          <w:p w14:paraId="2C914A1B" w14:textId="77777777" w:rsidR="00373966" w:rsidRDefault="00EF0A6D">
            <w:r>
              <w:t>0.8843</w:t>
            </w:r>
          </w:p>
        </w:tc>
        <w:tc>
          <w:tcPr>
            <w:tcW w:w="2337" w:type="dxa"/>
            <w:vAlign w:val="center"/>
          </w:tcPr>
          <w:p w14:paraId="5CD4AB2C" w14:textId="77777777" w:rsidR="00373966" w:rsidRDefault="00EF0A6D">
            <w:r>
              <w:t>529</w:t>
            </w:r>
          </w:p>
        </w:tc>
      </w:tr>
      <w:tr w:rsidR="00373966" w14:paraId="075F6702" w14:textId="77777777">
        <w:tc>
          <w:tcPr>
            <w:tcW w:w="6978" w:type="dxa"/>
            <w:gridSpan w:val="3"/>
            <w:shd w:val="clear" w:color="auto" w:fill="E6E6E6"/>
            <w:vAlign w:val="center"/>
          </w:tcPr>
          <w:p w14:paraId="529FADC2" w14:textId="77777777" w:rsidR="00373966" w:rsidRDefault="00EF0A6D">
            <w:r>
              <w:t>合计</w:t>
            </w:r>
          </w:p>
        </w:tc>
        <w:tc>
          <w:tcPr>
            <w:tcW w:w="2337" w:type="dxa"/>
            <w:vAlign w:val="center"/>
          </w:tcPr>
          <w:p w14:paraId="52D9C4CA" w14:textId="77777777" w:rsidR="00373966" w:rsidRDefault="00EF0A6D">
            <w:r>
              <w:t>529</w:t>
            </w:r>
          </w:p>
        </w:tc>
      </w:tr>
    </w:tbl>
    <w:p w14:paraId="71FF613C" w14:textId="77777777" w:rsidR="00373966" w:rsidRDefault="00EF0A6D">
      <w:pPr>
        <w:pStyle w:val="1"/>
        <w:widowControl w:val="0"/>
        <w:jc w:val="both"/>
      </w:pPr>
      <w:bookmarkStart w:id="83" w:name="_Toc92192634"/>
      <w:r>
        <w:t>光伏发电</w:t>
      </w:r>
      <w:bookmarkEnd w:id="83"/>
    </w:p>
    <w:p w14:paraId="6D422CC3" w14:textId="77777777" w:rsidR="00373966" w:rsidRDefault="00EF0A6D">
      <w:pPr>
        <w:widowControl w:val="0"/>
        <w:jc w:val="both"/>
      </w:pPr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16340</w:t>
      </w:r>
      <w:r>
        <w:t>，年运行天数：</w:t>
      </w:r>
      <w:r>
        <w:t>365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131"/>
        <w:gridCol w:w="1132"/>
        <w:gridCol w:w="1698"/>
        <w:gridCol w:w="1132"/>
        <w:gridCol w:w="1432"/>
        <w:gridCol w:w="1399"/>
      </w:tblGrid>
      <w:tr w:rsidR="00373966" w14:paraId="3AABBEEA" w14:textId="77777777">
        <w:tc>
          <w:tcPr>
            <w:tcW w:w="1398" w:type="dxa"/>
            <w:shd w:val="clear" w:color="auto" w:fill="E6E6E6"/>
            <w:vAlign w:val="center"/>
          </w:tcPr>
          <w:p w14:paraId="1EBC1952" w14:textId="77777777" w:rsidR="00373966" w:rsidRDefault="00EF0A6D">
            <w:pPr>
              <w:jc w:val="center"/>
            </w:pPr>
            <w:r>
              <w:t>光伏板面积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1242898" w14:textId="77777777" w:rsidR="00373966" w:rsidRDefault="00EF0A6D">
            <w:pPr>
              <w:jc w:val="center"/>
            </w:pPr>
            <w:r>
              <w:t>单位面积</w:t>
            </w:r>
            <w:r>
              <w:br/>
            </w:r>
            <w:r>
              <w:t>发电参数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33625D6" w14:textId="77777777" w:rsidR="00373966" w:rsidRDefault="00EF0A6D">
            <w:pPr>
              <w:jc w:val="center"/>
            </w:pPr>
            <w:r>
              <w:t>光伏系统效率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5F565BAE" w14:textId="77777777" w:rsidR="00373966" w:rsidRDefault="00EF0A6D">
            <w:pPr>
              <w:jc w:val="center"/>
            </w:pPr>
            <w:r>
              <w:t>光伏电池性能</w:t>
            </w:r>
            <w:r>
              <w:br/>
            </w:r>
            <w:r>
              <w:t>衰减修正系数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F08135B" w14:textId="77777777" w:rsidR="00373966" w:rsidRDefault="00EF0A6D">
            <w:pPr>
              <w:jc w:val="center"/>
            </w:pPr>
            <w:r>
              <w:t>全年供电</w:t>
            </w:r>
            <w:r>
              <w:br/>
              <w:t>(kWh)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43DB482D" w14:textId="77777777" w:rsidR="00373966" w:rsidRDefault="00EF0A6D">
            <w:pPr>
              <w:jc w:val="center"/>
            </w:pPr>
            <w:r>
              <w:t>碳排放因子</w:t>
            </w:r>
            <w:r>
              <w:t>(kgCO2/kWh)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14:paraId="4E6CB014" w14:textId="77777777" w:rsidR="00373966" w:rsidRDefault="00EF0A6D">
            <w:pPr>
              <w:jc w:val="center"/>
            </w:pPr>
            <w:r>
              <w:t>可减少碳排放量</w:t>
            </w:r>
            <w:r>
              <w:t>(t)</w:t>
            </w:r>
          </w:p>
        </w:tc>
      </w:tr>
      <w:tr w:rsidR="00373966" w14:paraId="071E01D9" w14:textId="77777777">
        <w:tc>
          <w:tcPr>
            <w:tcW w:w="1398" w:type="dxa"/>
            <w:vAlign w:val="center"/>
          </w:tcPr>
          <w:p w14:paraId="69C7F411" w14:textId="77777777" w:rsidR="00373966" w:rsidRDefault="00EF0A6D">
            <w:r>
              <w:t>63.2</w:t>
            </w:r>
          </w:p>
        </w:tc>
        <w:tc>
          <w:tcPr>
            <w:tcW w:w="1131" w:type="dxa"/>
            <w:vAlign w:val="center"/>
          </w:tcPr>
          <w:p w14:paraId="36EB20F2" w14:textId="77777777" w:rsidR="00373966" w:rsidRDefault="00EF0A6D">
            <w:r>
              <w:t>0.4</w:t>
            </w:r>
          </w:p>
        </w:tc>
        <w:tc>
          <w:tcPr>
            <w:tcW w:w="1131" w:type="dxa"/>
            <w:vAlign w:val="center"/>
          </w:tcPr>
          <w:p w14:paraId="755BA58C" w14:textId="77777777" w:rsidR="00373966" w:rsidRDefault="00EF0A6D">
            <w:r>
              <w:t>0.8</w:t>
            </w:r>
          </w:p>
        </w:tc>
        <w:tc>
          <w:tcPr>
            <w:tcW w:w="1697" w:type="dxa"/>
            <w:vAlign w:val="center"/>
          </w:tcPr>
          <w:p w14:paraId="57EAF08E" w14:textId="77777777" w:rsidR="00373966" w:rsidRDefault="00EF0A6D">
            <w:r>
              <w:t>0.9</w:t>
            </w:r>
          </w:p>
        </w:tc>
        <w:tc>
          <w:tcPr>
            <w:tcW w:w="1131" w:type="dxa"/>
            <w:vAlign w:val="center"/>
          </w:tcPr>
          <w:p w14:paraId="6B1B6BCC" w14:textId="77777777" w:rsidR="00373966" w:rsidRDefault="00EF0A6D">
            <w:r>
              <w:t>30154</w:t>
            </w:r>
          </w:p>
        </w:tc>
        <w:tc>
          <w:tcPr>
            <w:tcW w:w="1431" w:type="dxa"/>
            <w:vAlign w:val="center"/>
          </w:tcPr>
          <w:p w14:paraId="160366C0" w14:textId="77777777" w:rsidR="00373966" w:rsidRDefault="00EF0A6D">
            <w:r>
              <w:t>0.8843</w:t>
            </w:r>
          </w:p>
        </w:tc>
        <w:tc>
          <w:tcPr>
            <w:tcW w:w="1398" w:type="dxa"/>
            <w:vAlign w:val="center"/>
          </w:tcPr>
          <w:p w14:paraId="1B898E1F" w14:textId="77777777" w:rsidR="00373966" w:rsidRDefault="00EF0A6D">
            <w:r>
              <w:t>1333</w:t>
            </w:r>
          </w:p>
        </w:tc>
      </w:tr>
      <w:tr w:rsidR="00373966" w14:paraId="471170FF" w14:textId="77777777">
        <w:tc>
          <w:tcPr>
            <w:tcW w:w="7919" w:type="dxa"/>
            <w:gridSpan w:val="6"/>
            <w:vAlign w:val="center"/>
          </w:tcPr>
          <w:p w14:paraId="2539995B" w14:textId="77777777" w:rsidR="00373966" w:rsidRDefault="00EF0A6D">
            <w:r>
              <w:t>总计</w:t>
            </w:r>
          </w:p>
        </w:tc>
        <w:tc>
          <w:tcPr>
            <w:tcW w:w="1398" w:type="dxa"/>
            <w:vAlign w:val="center"/>
          </w:tcPr>
          <w:p w14:paraId="2DBD0264" w14:textId="77777777" w:rsidR="00373966" w:rsidRDefault="00EF0A6D">
            <w:r>
              <w:t>1333</w:t>
            </w:r>
          </w:p>
        </w:tc>
      </w:tr>
    </w:tbl>
    <w:p w14:paraId="0328C919" w14:textId="77777777" w:rsidR="00373966" w:rsidRDefault="00EF0A6D">
      <w:pPr>
        <w:pStyle w:val="1"/>
        <w:widowControl w:val="0"/>
        <w:jc w:val="both"/>
      </w:pPr>
      <w:bookmarkStart w:id="84" w:name="_Toc92192635"/>
      <w:r>
        <w:t>风力发电</w:t>
      </w:r>
      <w:bookmarkEnd w:id="8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8"/>
        <w:gridCol w:w="708"/>
        <w:gridCol w:w="991"/>
        <w:gridCol w:w="1131"/>
        <w:gridCol w:w="707"/>
        <w:gridCol w:w="565"/>
        <w:gridCol w:w="990"/>
        <w:gridCol w:w="1137"/>
      </w:tblGrid>
      <w:tr w:rsidR="00373966" w14:paraId="7C769025" w14:textId="77777777">
        <w:tc>
          <w:tcPr>
            <w:tcW w:w="3096" w:type="dxa"/>
            <w:shd w:val="clear" w:color="auto" w:fill="E6E6E6"/>
            <w:vAlign w:val="center"/>
          </w:tcPr>
          <w:p w14:paraId="4EB76B1E" w14:textId="77777777" w:rsidR="00373966" w:rsidRDefault="00EF0A6D"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D955017" w14:textId="77777777" w:rsidR="00373966" w:rsidRDefault="00EF0A6D">
            <w:pPr>
              <w:jc w:val="center"/>
            </w:pPr>
            <w:r>
              <w:t>叶片直径</w:t>
            </w:r>
            <w:r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42E6C4F" w14:textId="77777777" w:rsidR="00373966" w:rsidRDefault="00EF0A6D">
            <w:pPr>
              <w:jc w:val="center"/>
            </w:pPr>
            <w:r>
              <w:t>叶片离地高度</w:t>
            </w:r>
            <w:r>
              <w:t>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3FDC02E" w14:textId="77777777" w:rsidR="00373966" w:rsidRDefault="00EF0A6D">
            <w:pPr>
              <w:jc w:val="center"/>
            </w:pPr>
            <w:r>
              <w:t>年可利用</w:t>
            </w:r>
            <w:r>
              <w:br/>
            </w:r>
            <w:r>
              <w:t>平均风速</w:t>
            </w:r>
            <w:r>
              <w:t>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8C2885E" w14:textId="77777777" w:rsidR="00373966" w:rsidRDefault="00EF0A6D">
            <w:pPr>
              <w:jc w:val="center"/>
            </w:pPr>
            <w:r>
              <w:t>转换</w:t>
            </w:r>
            <w:r>
              <w:br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9F647F3" w14:textId="77777777" w:rsidR="00373966" w:rsidRDefault="00EF0A6D"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8333242" w14:textId="77777777" w:rsidR="00373966" w:rsidRDefault="00EF0A6D">
            <w:pPr>
              <w:jc w:val="center"/>
            </w:pPr>
            <w:r>
              <w:t>年供电</w:t>
            </w:r>
            <w:r>
              <w:t>(kWh)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4F1BE6EA" w14:textId="77777777" w:rsidR="00373966" w:rsidRDefault="00EF0A6D">
            <w:pPr>
              <w:jc w:val="center"/>
            </w:pPr>
            <w:r>
              <w:t>可减少碳排放量</w:t>
            </w:r>
            <w:r>
              <w:t>(t)</w:t>
            </w:r>
          </w:p>
        </w:tc>
      </w:tr>
      <w:tr w:rsidR="00373966" w14:paraId="46F50390" w14:textId="77777777">
        <w:tc>
          <w:tcPr>
            <w:tcW w:w="3096" w:type="dxa"/>
            <w:vAlign w:val="center"/>
          </w:tcPr>
          <w:p w14:paraId="6B84E648" w14:textId="77777777" w:rsidR="00373966" w:rsidRDefault="00EF0A6D">
            <w:r>
              <w:t>郊区、厂区</w:t>
            </w:r>
          </w:p>
        </w:tc>
        <w:tc>
          <w:tcPr>
            <w:tcW w:w="707" w:type="dxa"/>
            <w:vAlign w:val="center"/>
          </w:tcPr>
          <w:p w14:paraId="64834852" w14:textId="77777777" w:rsidR="00373966" w:rsidRDefault="00EF0A6D">
            <w:r>
              <w:t>54</w:t>
            </w:r>
          </w:p>
        </w:tc>
        <w:tc>
          <w:tcPr>
            <w:tcW w:w="990" w:type="dxa"/>
            <w:vAlign w:val="center"/>
          </w:tcPr>
          <w:p w14:paraId="1B7A6ED9" w14:textId="77777777" w:rsidR="00373966" w:rsidRDefault="00EF0A6D">
            <w:r>
              <w:t>65</w:t>
            </w:r>
          </w:p>
        </w:tc>
        <w:tc>
          <w:tcPr>
            <w:tcW w:w="1131" w:type="dxa"/>
            <w:vAlign w:val="center"/>
          </w:tcPr>
          <w:p w14:paraId="42FB3461" w14:textId="77777777" w:rsidR="00373966" w:rsidRDefault="00EF0A6D">
            <w:r>
              <w:t>5</w:t>
            </w:r>
          </w:p>
        </w:tc>
        <w:tc>
          <w:tcPr>
            <w:tcW w:w="707" w:type="dxa"/>
            <w:vAlign w:val="center"/>
          </w:tcPr>
          <w:p w14:paraId="3A1533E5" w14:textId="77777777" w:rsidR="00373966" w:rsidRDefault="00EF0A6D">
            <w:r>
              <w:t>0.35</w:t>
            </w:r>
          </w:p>
        </w:tc>
        <w:tc>
          <w:tcPr>
            <w:tcW w:w="565" w:type="dxa"/>
            <w:vAlign w:val="center"/>
          </w:tcPr>
          <w:p w14:paraId="5A74BD0B" w14:textId="77777777" w:rsidR="00373966" w:rsidRDefault="00EF0A6D">
            <w:r>
              <w:t>1</w:t>
            </w:r>
          </w:p>
        </w:tc>
        <w:tc>
          <w:tcPr>
            <w:tcW w:w="990" w:type="dxa"/>
            <w:vAlign w:val="center"/>
          </w:tcPr>
          <w:p w14:paraId="4B853B91" w14:textId="77777777" w:rsidR="00373966" w:rsidRDefault="00EF0A6D">
            <w:r>
              <w:t>142</w:t>
            </w:r>
          </w:p>
        </w:tc>
        <w:tc>
          <w:tcPr>
            <w:tcW w:w="1137" w:type="dxa"/>
            <w:vAlign w:val="center"/>
          </w:tcPr>
          <w:p w14:paraId="514B0B15" w14:textId="77777777" w:rsidR="00373966" w:rsidRDefault="00EF0A6D">
            <w:r>
              <w:t>6</w:t>
            </w:r>
          </w:p>
        </w:tc>
      </w:tr>
      <w:tr w:rsidR="00373966" w14:paraId="5CF141BB" w14:textId="77777777">
        <w:tc>
          <w:tcPr>
            <w:tcW w:w="8186" w:type="dxa"/>
            <w:gridSpan w:val="7"/>
            <w:vAlign w:val="center"/>
          </w:tcPr>
          <w:p w14:paraId="40968A79" w14:textId="77777777" w:rsidR="00373966" w:rsidRDefault="00EF0A6D">
            <w:r>
              <w:t>总计</w:t>
            </w:r>
          </w:p>
        </w:tc>
        <w:tc>
          <w:tcPr>
            <w:tcW w:w="1137" w:type="dxa"/>
            <w:vAlign w:val="center"/>
          </w:tcPr>
          <w:p w14:paraId="6A4B11A8" w14:textId="77777777" w:rsidR="00373966" w:rsidRDefault="00EF0A6D">
            <w:r>
              <w:t>6</w:t>
            </w:r>
          </w:p>
        </w:tc>
      </w:tr>
    </w:tbl>
    <w:p w14:paraId="2E738BC2" w14:textId="77777777" w:rsidR="00373966" w:rsidRDefault="00EF0A6D">
      <w:pPr>
        <w:pStyle w:val="1"/>
        <w:widowControl w:val="0"/>
        <w:jc w:val="both"/>
      </w:pPr>
      <w:bookmarkStart w:id="85" w:name="_Toc92192636"/>
      <w:r>
        <w:lastRenderedPageBreak/>
        <w:t>计算结果</w:t>
      </w:r>
      <w:bookmarkEnd w:id="85"/>
    </w:p>
    <w:p w14:paraId="21C56FBD" w14:textId="77777777" w:rsidR="00373966" w:rsidRDefault="00EF0A6D">
      <w:pPr>
        <w:pStyle w:val="2"/>
        <w:widowControl w:val="0"/>
      </w:pPr>
      <w:bookmarkStart w:id="86" w:name="_Toc92192637"/>
      <w:r>
        <w:t>建材生产运输碳排放</w:t>
      </w:r>
      <w:bookmarkEnd w:id="86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84"/>
        <w:gridCol w:w="707"/>
        <w:gridCol w:w="848"/>
        <w:gridCol w:w="990"/>
        <w:gridCol w:w="1693"/>
      </w:tblGrid>
      <w:tr w:rsidR="00373966" w14:paraId="795CD483" w14:textId="77777777">
        <w:tc>
          <w:tcPr>
            <w:tcW w:w="899" w:type="dxa"/>
            <w:shd w:val="clear" w:color="auto" w:fill="E6E6E6"/>
            <w:vAlign w:val="center"/>
          </w:tcPr>
          <w:p w14:paraId="2E5C6C78" w14:textId="77777777" w:rsidR="00373966" w:rsidRDefault="00EF0A6D">
            <w:pPr>
              <w:jc w:val="center"/>
            </w:pPr>
            <w:r>
              <w:t>类别</w:t>
            </w:r>
          </w:p>
        </w:tc>
        <w:tc>
          <w:tcPr>
            <w:tcW w:w="4182" w:type="dxa"/>
            <w:shd w:val="clear" w:color="auto" w:fill="E6E6E6"/>
            <w:vAlign w:val="center"/>
          </w:tcPr>
          <w:p w14:paraId="2ABA0406" w14:textId="77777777" w:rsidR="00373966" w:rsidRDefault="00EF0A6D">
            <w:pPr>
              <w:jc w:val="center"/>
            </w:pPr>
            <w:r>
              <w:t>材料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D391825" w14:textId="77777777" w:rsidR="00373966" w:rsidRDefault="00EF0A6D">
            <w:pPr>
              <w:jc w:val="center"/>
            </w:pPr>
            <w:r>
              <w:t>单位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602599" w14:textId="77777777" w:rsidR="00373966" w:rsidRDefault="00EF0A6D">
            <w:pPr>
              <w:jc w:val="center"/>
            </w:pPr>
            <w:r>
              <w:t>用量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D8F3679" w14:textId="77777777" w:rsidR="00373966" w:rsidRDefault="00EF0A6D">
            <w:pPr>
              <w:jc w:val="center"/>
            </w:pPr>
            <w:r>
              <w:t>重量</w:t>
            </w:r>
            <w:r>
              <w:t>(t)</w:t>
            </w:r>
          </w:p>
        </w:tc>
        <w:tc>
          <w:tcPr>
            <w:tcW w:w="1692" w:type="dxa"/>
            <w:shd w:val="clear" w:color="auto" w:fill="E6E6E6"/>
            <w:vAlign w:val="center"/>
          </w:tcPr>
          <w:p w14:paraId="0A299C46" w14:textId="77777777" w:rsidR="00373966" w:rsidRDefault="00EF0A6D">
            <w:pPr>
              <w:jc w:val="center"/>
            </w:pPr>
            <w:r>
              <w:t>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373966" w14:paraId="534B9A3B" w14:textId="77777777">
        <w:tc>
          <w:tcPr>
            <w:tcW w:w="899" w:type="dxa"/>
            <w:shd w:val="clear" w:color="auto" w:fill="E6E6E6"/>
            <w:vAlign w:val="center"/>
          </w:tcPr>
          <w:p w14:paraId="7951906F" w14:textId="77777777" w:rsidR="00373966" w:rsidRDefault="00EF0A6D">
            <w:r>
              <w:t>混凝土</w:t>
            </w:r>
          </w:p>
        </w:tc>
        <w:tc>
          <w:tcPr>
            <w:tcW w:w="4182" w:type="dxa"/>
            <w:vAlign w:val="center"/>
          </w:tcPr>
          <w:p w14:paraId="491EF36D" w14:textId="77777777" w:rsidR="00373966" w:rsidRDefault="00EF0A6D">
            <w:r>
              <w:t>C30</w:t>
            </w:r>
            <w:r>
              <w:t>混凝土</w:t>
            </w:r>
          </w:p>
        </w:tc>
        <w:tc>
          <w:tcPr>
            <w:tcW w:w="707" w:type="dxa"/>
            <w:vAlign w:val="center"/>
          </w:tcPr>
          <w:p w14:paraId="436D753D" w14:textId="77777777" w:rsidR="00373966" w:rsidRDefault="00EF0A6D">
            <w:r>
              <w:t>m3</w:t>
            </w:r>
          </w:p>
        </w:tc>
        <w:tc>
          <w:tcPr>
            <w:tcW w:w="848" w:type="dxa"/>
            <w:vAlign w:val="center"/>
          </w:tcPr>
          <w:p w14:paraId="59377A6D" w14:textId="77777777" w:rsidR="00373966" w:rsidRDefault="00EF0A6D">
            <w:r>
              <w:t>1242</w:t>
            </w:r>
          </w:p>
        </w:tc>
        <w:tc>
          <w:tcPr>
            <w:tcW w:w="990" w:type="dxa"/>
            <w:vAlign w:val="center"/>
          </w:tcPr>
          <w:p w14:paraId="40609C90" w14:textId="77777777" w:rsidR="00373966" w:rsidRDefault="00EF0A6D">
            <w:r>
              <w:t>0</w:t>
            </w:r>
          </w:p>
        </w:tc>
        <w:tc>
          <w:tcPr>
            <w:tcW w:w="1692" w:type="dxa"/>
            <w:vAlign w:val="center"/>
          </w:tcPr>
          <w:p w14:paraId="5563088B" w14:textId="77777777" w:rsidR="00373966" w:rsidRDefault="00EF0A6D">
            <w:r>
              <w:t>59</w:t>
            </w:r>
          </w:p>
        </w:tc>
      </w:tr>
      <w:tr w:rsidR="00373966" w14:paraId="32B72C77" w14:textId="77777777">
        <w:tc>
          <w:tcPr>
            <w:tcW w:w="899" w:type="dxa"/>
            <w:shd w:val="clear" w:color="auto" w:fill="E6E6E6"/>
            <w:vAlign w:val="center"/>
          </w:tcPr>
          <w:p w14:paraId="1668AC31" w14:textId="77777777" w:rsidR="00373966" w:rsidRDefault="00EF0A6D">
            <w:r>
              <w:t>金属材料</w:t>
            </w:r>
          </w:p>
        </w:tc>
        <w:tc>
          <w:tcPr>
            <w:tcW w:w="4182" w:type="dxa"/>
            <w:vAlign w:val="center"/>
          </w:tcPr>
          <w:p w14:paraId="48A296B6" w14:textId="77777777" w:rsidR="00373966" w:rsidRDefault="00EF0A6D">
            <w:r>
              <w:t>普通碳钢</w:t>
            </w:r>
          </w:p>
        </w:tc>
        <w:tc>
          <w:tcPr>
            <w:tcW w:w="707" w:type="dxa"/>
            <w:vAlign w:val="center"/>
          </w:tcPr>
          <w:p w14:paraId="207CA5D3" w14:textId="77777777" w:rsidR="00373966" w:rsidRDefault="00EF0A6D">
            <w:r>
              <w:t>t</w:t>
            </w:r>
          </w:p>
        </w:tc>
        <w:tc>
          <w:tcPr>
            <w:tcW w:w="848" w:type="dxa"/>
            <w:vAlign w:val="center"/>
          </w:tcPr>
          <w:p w14:paraId="68F26418" w14:textId="77777777" w:rsidR="00373966" w:rsidRDefault="00EF0A6D">
            <w:r>
              <w:t>181</w:t>
            </w:r>
          </w:p>
        </w:tc>
        <w:tc>
          <w:tcPr>
            <w:tcW w:w="990" w:type="dxa"/>
            <w:vAlign w:val="center"/>
          </w:tcPr>
          <w:p w14:paraId="35F6E1C2" w14:textId="77777777" w:rsidR="00373966" w:rsidRDefault="00EF0A6D">
            <w:r>
              <w:t>0</w:t>
            </w:r>
          </w:p>
        </w:tc>
        <w:tc>
          <w:tcPr>
            <w:tcW w:w="1692" w:type="dxa"/>
            <w:vAlign w:val="center"/>
          </w:tcPr>
          <w:p w14:paraId="5B3F9EAD" w14:textId="77777777" w:rsidR="00373966" w:rsidRDefault="00EF0A6D">
            <w:r>
              <w:t>59</w:t>
            </w:r>
          </w:p>
        </w:tc>
      </w:tr>
      <w:tr w:rsidR="00373966" w14:paraId="30922113" w14:textId="77777777">
        <w:tc>
          <w:tcPr>
            <w:tcW w:w="899" w:type="dxa"/>
            <w:shd w:val="clear" w:color="auto" w:fill="E6E6E6"/>
            <w:vAlign w:val="center"/>
          </w:tcPr>
          <w:p w14:paraId="38318E00" w14:textId="77777777" w:rsidR="00373966" w:rsidRDefault="00EF0A6D">
            <w:r>
              <w:t>窗</w:t>
            </w:r>
          </w:p>
        </w:tc>
        <w:tc>
          <w:tcPr>
            <w:tcW w:w="4182" w:type="dxa"/>
            <w:vAlign w:val="center"/>
          </w:tcPr>
          <w:p w14:paraId="60215563" w14:textId="77777777" w:rsidR="00373966" w:rsidRDefault="00EF0A6D">
            <w:r>
              <w:t>铝木复合窗</w:t>
            </w:r>
            <w:r>
              <w:t>(100%</w:t>
            </w:r>
            <w:r>
              <w:t>原生铝型材</w:t>
            </w:r>
            <w:r>
              <w:t>)</w:t>
            </w:r>
          </w:p>
        </w:tc>
        <w:tc>
          <w:tcPr>
            <w:tcW w:w="707" w:type="dxa"/>
            <w:vAlign w:val="center"/>
          </w:tcPr>
          <w:p w14:paraId="79D5AA6D" w14:textId="77777777" w:rsidR="00373966" w:rsidRDefault="00EF0A6D">
            <w:r>
              <w:t>m2</w:t>
            </w:r>
          </w:p>
        </w:tc>
        <w:tc>
          <w:tcPr>
            <w:tcW w:w="848" w:type="dxa"/>
            <w:vAlign w:val="center"/>
          </w:tcPr>
          <w:p w14:paraId="14F81448" w14:textId="77777777" w:rsidR="00373966" w:rsidRDefault="00EF0A6D">
            <w:r>
              <w:t>345</w:t>
            </w:r>
          </w:p>
        </w:tc>
        <w:tc>
          <w:tcPr>
            <w:tcW w:w="990" w:type="dxa"/>
            <w:vAlign w:val="center"/>
          </w:tcPr>
          <w:p w14:paraId="0C2ECB3A" w14:textId="77777777" w:rsidR="00373966" w:rsidRDefault="00EF0A6D">
            <w:r>
              <w:t>0</w:t>
            </w:r>
          </w:p>
        </w:tc>
        <w:tc>
          <w:tcPr>
            <w:tcW w:w="1692" w:type="dxa"/>
            <w:vAlign w:val="center"/>
          </w:tcPr>
          <w:p w14:paraId="7A3724F7" w14:textId="77777777" w:rsidR="00373966" w:rsidRDefault="00EF0A6D">
            <w:r>
              <w:t>8</w:t>
            </w:r>
          </w:p>
        </w:tc>
      </w:tr>
      <w:tr w:rsidR="00373966" w14:paraId="5A5C0DE5" w14:textId="77777777">
        <w:tc>
          <w:tcPr>
            <w:tcW w:w="7626" w:type="dxa"/>
            <w:gridSpan w:val="5"/>
            <w:shd w:val="clear" w:color="auto" w:fill="E6E6E6"/>
            <w:vAlign w:val="center"/>
          </w:tcPr>
          <w:p w14:paraId="710BADCA" w14:textId="77777777" w:rsidR="00373966" w:rsidRDefault="00EF0A6D">
            <w:r>
              <w:t>合计</w:t>
            </w:r>
          </w:p>
        </w:tc>
        <w:tc>
          <w:tcPr>
            <w:tcW w:w="1692" w:type="dxa"/>
            <w:vAlign w:val="center"/>
          </w:tcPr>
          <w:p w14:paraId="6817210E" w14:textId="77777777" w:rsidR="00373966" w:rsidRDefault="00EF0A6D">
            <w:r>
              <w:t>126</w:t>
            </w:r>
          </w:p>
        </w:tc>
      </w:tr>
    </w:tbl>
    <w:p w14:paraId="188DF50B" w14:textId="77777777" w:rsidR="00373966" w:rsidRDefault="00EF0A6D">
      <w:pPr>
        <w:pStyle w:val="2"/>
        <w:widowControl w:val="0"/>
      </w:pPr>
      <w:bookmarkStart w:id="87" w:name="_Toc92192638"/>
      <w:r>
        <w:t>碳汇</w:t>
      </w:r>
      <w:bookmarkEnd w:id="87"/>
    </w:p>
    <w:tbl>
      <w:tblPr>
        <w:tblW w:w="9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1"/>
        <w:gridCol w:w="1562"/>
        <w:gridCol w:w="990"/>
        <w:gridCol w:w="707"/>
        <w:gridCol w:w="2508"/>
      </w:tblGrid>
      <w:tr w:rsidR="00373966" w14:paraId="44C999FB" w14:textId="77777777">
        <w:tc>
          <w:tcPr>
            <w:tcW w:w="3520" w:type="dxa"/>
            <w:shd w:val="clear" w:color="auto" w:fill="E6E6E6"/>
            <w:vAlign w:val="center"/>
          </w:tcPr>
          <w:p w14:paraId="18FE5B39" w14:textId="77777777" w:rsidR="00373966" w:rsidRDefault="00EF0A6D">
            <w:pPr>
              <w:jc w:val="center"/>
            </w:pPr>
            <w:r>
              <w:t>绿植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70FE6455" w14:textId="77777777" w:rsidR="00373966" w:rsidRDefault="00EF0A6D">
            <w:pPr>
              <w:jc w:val="center"/>
            </w:pPr>
            <w:r>
              <w:t>年</w:t>
            </w:r>
            <w:r>
              <w:t>CO2</w:t>
            </w:r>
            <w:r>
              <w:t>固定量</w:t>
            </w:r>
            <w:r>
              <w:br/>
              <w:t>(kg/</w:t>
            </w:r>
            <w:r>
              <w:t>㎡</w:t>
            </w:r>
            <w:r>
              <w:t>.a)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A5C0DC8" w14:textId="77777777" w:rsidR="00373966" w:rsidRDefault="00EF0A6D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889AA10" w14:textId="77777777" w:rsidR="00373966" w:rsidRDefault="00EF0A6D">
            <w:pPr>
              <w:jc w:val="center"/>
            </w:pPr>
            <w:r>
              <w:t>年数</w:t>
            </w:r>
          </w:p>
        </w:tc>
        <w:tc>
          <w:tcPr>
            <w:tcW w:w="2507" w:type="dxa"/>
            <w:shd w:val="clear" w:color="auto" w:fill="E6E6E6"/>
            <w:vAlign w:val="center"/>
          </w:tcPr>
          <w:p w14:paraId="044E240C" w14:textId="77777777" w:rsidR="00373966" w:rsidRDefault="00EF0A6D">
            <w:pPr>
              <w:jc w:val="center"/>
            </w:pPr>
            <w:r>
              <w:t>单位建筑面积</w:t>
            </w:r>
            <w:r>
              <w:br/>
            </w:r>
            <w:r>
              <w:t>碳固定量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373966" w14:paraId="4B00B8BE" w14:textId="77777777">
        <w:tc>
          <w:tcPr>
            <w:tcW w:w="3520" w:type="dxa"/>
            <w:shd w:val="clear" w:color="auto" w:fill="E6E6E6"/>
            <w:vAlign w:val="center"/>
          </w:tcPr>
          <w:p w14:paraId="0524FFD0" w14:textId="77777777" w:rsidR="00373966" w:rsidRDefault="00EF0A6D">
            <w:r>
              <w:t>大小乔木、灌木、花草密植混种区</w:t>
            </w:r>
          </w:p>
        </w:tc>
        <w:tc>
          <w:tcPr>
            <w:tcW w:w="1562" w:type="dxa"/>
            <w:vAlign w:val="center"/>
          </w:tcPr>
          <w:p w14:paraId="777688EE" w14:textId="77777777" w:rsidR="00373966" w:rsidRDefault="00EF0A6D">
            <w:r>
              <w:t>30</w:t>
            </w:r>
          </w:p>
        </w:tc>
        <w:tc>
          <w:tcPr>
            <w:tcW w:w="990" w:type="dxa"/>
            <w:vAlign w:val="center"/>
          </w:tcPr>
          <w:p w14:paraId="196FFF69" w14:textId="77777777" w:rsidR="00373966" w:rsidRDefault="00EF0A6D">
            <w:r>
              <w:t>348</w:t>
            </w:r>
          </w:p>
        </w:tc>
        <w:tc>
          <w:tcPr>
            <w:tcW w:w="707" w:type="dxa"/>
            <w:vMerge w:val="restart"/>
            <w:vAlign w:val="center"/>
          </w:tcPr>
          <w:p w14:paraId="78A616D0" w14:textId="77777777" w:rsidR="00373966" w:rsidRDefault="00EF0A6D">
            <w:r>
              <w:t>50</w:t>
            </w:r>
          </w:p>
        </w:tc>
        <w:tc>
          <w:tcPr>
            <w:tcW w:w="2507" w:type="dxa"/>
            <w:vAlign w:val="center"/>
          </w:tcPr>
          <w:p w14:paraId="16C62832" w14:textId="77777777" w:rsidR="00373966" w:rsidRDefault="00EF0A6D">
            <w:r>
              <w:t>58</w:t>
            </w:r>
          </w:p>
        </w:tc>
      </w:tr>
      <w:tr w:rsidR="00373966" w14:paraId="7641B79C" w14:textId="77777777">
        <w:tc>
          <w:tcPr>
            <w:tcW w:w="3520" w:type="dxa"/>
            <w:shd w:val="clear" w:color="auto" w:fill="E6E6E6"/>
            <w:vAlign w:val="center"/>
          </w:tcPr>
          <w:p w14:paraId="75BC1BCD" w14:textId="77777777" w:rsidR="00373966" w:rsidRDefault="00EF0A6D">
            <w:r>
              <w:t>多年生蔓藤</w:t>
            </w:r>
          </w:p>
        </w:tc>
        <w:tc>
          <w:tcPr>
            <w:tcW w:w="1562" w:type="dxa"/>
            <w:vAlign w:val="center"/>
          </w:tcPr>
          <w:p w14:paraId="4C836BF3" w14:textId="77777777" w:rsidR="00373966" w:rsidRDefault="00EF0A6D">
            <w:r>
              <w:t>2.5</w:t>
            </w:r>
          </w:p>
        </w:tc>
        <w:tc>
          <w:tcPr>
            <w:tcW w:w="990" w:type="dxa"/>
            <w:vAlign w:val="center"/>
          </w:tcPr>
          <w:p w14:paraId="68D13971" w14:textId="77777777" w:rsidR="00373966" w:rsidRDefault="00EF0A6D">
            <w:r>
              <w:t>1000</w:t>
            </w:r>
          </w:p>
        </w:tc>
        <w:tc>
          <w:tcPr>
            <w:tcW w:w="707" w:type="dxa"/>
            <w:vMerge/>
            <w:vAlign w:val="center"/>
          </w:tcPr>
          <w:p w14:paraId="3D95A108" w14:textId="77777777" w:rsidR="00373966" w:rsidRDefault="00373966"/>
        </w:tc>
        <w:tc>
          <w:tcPr>
            <w:tcW w:w="2507" w:type="dxa"/>
            <w:vAlign w:val="center"/>
          </w:tcPr>
          <w:p w14:paraId="304F88D9" w14:textId="77777777" w:rsidR="00373966" w:rsidRDefault="00EF0A6D">
            <w:r>
              <w:t>14</w:t>
            </w:r>
          </w:p>
        </w:tc>
      </w:tr>
      <w:tr w:rsidR="00373966" w14:paraId="41886413" w14:textId="77777777">
        <w:tc>
          <w:tcPr>
            <w:tcW w:w="6779" w:type="dxa"/>
            <w:gridSpan w:val="4"/>
            <w:shd w:val="clear" w:color="auto" w:fill="E6E6E6"/>
            <w:vAlign w:val="center"/>
          </w:tcPr>
          <w:p w14:paraId="522DC026" w14:textId="77777777" w:rsidR="00373966" w:rsidRDefault="00EF0A6D">
            <w:r>
              <w:t>合计</w:t>
            </w:r>
          </w:p>
        </w:tc>
        <w:tc>
          <w:tcPr>
            <w:tcW w:w="2507" w:type="dxa"/>
            <w:vAlign w:val="center"/>
          </w:tcPr>
          <w:p w14:paraId="403161F9" w14:textId="77777777" w:rsidR="00373966" w:rsidRDefault="00EF0A6D">
            <w:r>
              <w:t>72</w:t>
            </w:r>
          </w:p>
        </w:tc>
      </w:tr>
    </w:tbl>
    <w:p w14:paraId="287405D8" w14:textId="77777777" w:rsidR="00373966" w:rsidRDefault="00EF0A6D">
      <w:pPr>
        <w:pStyle w:val="2"/>
        <w:widowControl w:val="0"/>
      </w:pPr>
      <w:bookmarkStart w:id="88" w:name="_Toc92192639"/>
      <w:r>
        <w:t>建筑运行碳排放</w:t>
      </w:r>
      <w:bookmarkEnd w:id="88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1597"/>
        <w:gridCol w:w="1276"/>
        <w:gridCol w:w="1559"/>
        <w:gridCol w:w="1417"/>
        <w:gridCol w:w="2421"/>
      </w:tblGrid>
      <w:tr w:rsidR="00A4274E" w:rsidRPr="00771B84" w14:paraId="16548CF9" w14:textId="77777777" w:rsidTr="00E95C54">
        <w:tc>
          <w:tcPr>
            <w:tcW w:w="1063" w:type="dxa"/>
            <w:shd w:val="clear" w:color="auto" w:fill="D0CECE"/>
            <w:vAlign w:val="center"/>
          </w:tcPr>
          <w:p w14:paraId="0610FA40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14:paraId="545D275D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14BC0AE1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耗电</w:t>
            </w:r>
            <w:r>
              <w:rPr>
                <w:lang w:val="en-US"/>
              </w:rPr>
              <w:t xml:space="preserve"> </w:t>
            </w:r>
          </w:p>
          <w:p w14:paraId="0CFA2964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74129806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085F0EF3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14:paraId="41CD41FD" w14:textId="77777777" w:rsidR="00A4274E" w:rsidRDefault="00EF0A6D" w:rsidP="00E95C54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14:paraId="7A696C36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单位</w:t>
            </w:r>
            <w:r>
              <w:rPr>
                <w:lang w:val="en-US"/>
              </w:rPr>
              <w:t>面积</w:t>
            </w:r>
            <w:r>
              <w:rPr>
                <w:lang w:val="en-US"/>
              </w:rPr>
              <w:t>碳</w:t>
            </w:r>
          </w:p>
          <w:p w14:paraId="396943A3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E85C9F" w:rsidRPr="00771B84" w14:paraId="50BF5153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44B0EE3E" w14:textId="77777777" w:rsidR="00E85C9F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52B0ACCB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59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E1D3A4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276" w:type="dxa"/>
            <w:vAlign w:val="center"/>
          </w:tcPr>
          <w:p w14:paraId="18812A00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89" w:name="冷源能耗"/>
            <w:r w:rsidRPr="00771B84">
              <w:rPr>
                <w:lang w:val="en-US"/>
              </w:rPr>
              <w:t>988</w:t>
            </w:r>
            <w:bookmarkEnd w:id="89"/>
          </w:p>
        </w:tc>
        <w:tc>
          <w:tcPr>
            <w:tcW w:w="1559" w:type="dxa"/>
            <w:vMerge w:val="restart"/>
            <w:vAlign w:val="center"/>
          </w:tcPr>
          <w:p w14:paraId="2E34F94C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0" w:name="电力CO2排放因子"/>
            <w:r>
              <w:t>0.8843</w:t>
            </w:r>
            <w:bookmarkEnd w:id="90"/>
          </w:p>
        </w:tc>
        <w:tc>
          <w:tcPr>
            <w:tcW w:w="1417" w:type="dxa"/>
            <w:vMerge w:val="restart"/>
            <w:vAlign w:val="center"/>
          </w:tcPr>
          <w:p w14:paraId="414CB466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1" w:name="空调能耗_电耗CO2排放"/>
            <w:r>
              <w:t>15149</w:t>
            </w:r>
            <w:bookmarkEnd w:id="91"/>
          </w:p>
        </w:tc>
        <w:tc>
          <w:tcPr>
            <w:tcW w:w="2421" w:type="dxa"/>
          </w:tcPr>
          <w:p w14:paraId="36B17416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2" w:name="冷源能耗_电耗CO2排放平米"/>
            <w:r>
              <w:t>874</w:t>
            </w:r>
            <w:bookmarkEnd w:id="92"/>
          </w:p>
        </w:tc>
      </w:tr>
      <w:tr w:rsidR="00E85C9F" w:rsidRPr="00771B84" w14:paraId="494FED14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569FB51E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47F4232E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276" w:type="dxa"/>
            <w:vAlign w:val="center"/>
          </w:tcPr>
          <w:p w14:paraId="7BF66909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3" w:name="冷却水泵能耗"/>
            <w:r w:rsidRPr="00771B84">
              <w:rPr>
                <w:lang w:val="en-US"/>
              </w:rPr>
              <w:t>610</w:t>
            </w:r>
            <w:bookmarkEnd w:id="93"/>
          </w:p>
        </w:tc>
        <w:tc>
          <w:tcPr>
            <w:tcW w:w="1559" w:type="dxa"/>
            <w:vMerge/>
            <w:vAlign w:val="center"/>
          </w:tcPr>
          <w:p w14:paraId="3728697E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2463DDEB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26453D5D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4" w:name="冷却水泵能耗_电耗CO2排放平米"/>
            <w:r>
              <w:t>540</w:t>
            </w:r>
            <w:bookmarkEnd w:id="94"/>
          </w:p>
        </w:tc>
      </w:tr>
      <w:tr w:rsidR="00E85C9F" w:rsidRPr="00771B84" w14:paraId="46D67839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1A46FF5F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30BF9097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276" w:type="dxa"/>
            <w:vAlign w:val="center"/>
          </w:tcPr>
          <w:p w14:paraId="401AC9B9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5" w:name="冷冻水泵能耗"/>
            <w:r w:rsidRPr="00771B84">
              <w:rPr>
                <w:lang w:val="en-US"/>
              </w:rPr>
              <w:t>733</w:t>
            </w:r>
            <w:bookmarkEnd w:id="95"/>
          </w:p>
        </w:tc>
        <w:tc>
          <w:tcPr>
            <w:tcW w:w="1559" w:type="dxa"/>
            <w:vMerge/>
            <w:vAlign w:val="center"/>
          </w:tcPr>
          <w:p w14:paraId="5EB98204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0DBDBC0E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42E42E71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6" w:name="冷冻水泵能耗_电耗CO2排放平米"/>
            <w:r>
              <w:t>648</w:t>
            </w:r>
            <w:bookmarkEnd w:id="96"/>
          </w:p>
        </w:tc>
      </w:tr>
      <w:tr w:rsidR="00E85C9F" w:rsidRPr="00771B84" w14:paraId="14CAA7E3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2CCEEE03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198DB1A0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276" w:type="dxa"/>
            <w:vAlign w:val="center"/>
          </w:tcPr>
          <w:p w14:paraId="6BE3F401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7" w:name="冷却塔能耗"/>
            <w:r w:rsidRPr="00771B84">
              <w:rPr>
                <w:rFonts w:hint="eastAsia"/>
                <w:lang w:val="en-US"/>
              </w:rPr>
              <w:t>195</w:t>
            </w:r>
            <w:bookmarkEnd w:id="97"/>
          </w:p>
        </w:tc>
        <w:tc>
          <w:tcPr>
            <w:tcW w:w="1559" w:type="dxa"/>
            <w:vMerge/>
            <w:vAlign w:val="center"/>
          </w:tcPr>
          <w:p w14:paraId="2314C300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6E899B8F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30219E82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8" w:name="冷却塔能耗_电耗CO2排放平米"/>
            <w:r>
              <w:t>172</w:t>
            </w:r>
            <w:bookmarkEnd w:id="98"/>
          </w:p>
        </w:tc>
      </w:tr>
      <w:tr w:rsidR="00E85C9F" w:rsidRPr="00771B84" w14:paraId="501ED87C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3D976DF5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shd w:val="clear" w:color="auto" w:fill="FFFFFF"/>
            <w:vAlign w:val="center"/>
          </w:tcPr>
          <w:p w14:paraId="75621635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276" w:type="dxa"/>
            <w:vAlign w:val="center"/>
          </w:tcPr>
          <w:p w14:paraId="4EFAF706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99" w:name="单元式空调能耗"/>
            <w:r w:rsidRPr="00771B84">
              <w:rPr>
                <w:lang w:val="en-US"/>
              </w:rPr>
              <w:t>216</w:t>
            </w:r>
            <w:bookmarkEnd w:id="99"/>
          </w:p>
        </w:tc>
        <w:tc>
          <w:tcPr>
            <w:tcW w:w="1559" w:type="dxa"/>
            <w:vMerge/>
            <w:vAlign w:val="center"/>
          </w:tcPr>
          <w:p w14:paraId="0CE3801E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0EB6B7B3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2B1F55E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100" w:name="单元式空调能耗_电耗CO2排放平米"/>
            <w:r>
              <w:t>191</w:t>
            </w:r>
            <w:bookmarkEnd w:id="100"/>
          </w:p>
        </w:tc>
      </w:tr>
      <w:tr w:rsidR="00E85C9F" w:rsidRPr="00771B84" w14:paraId="1E9E7383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4A63F5DF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DC4A45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276" w:type="dxa"/>
            <w:vAlign w:val="center"/>
          </w:tcPr>
          <w:p w14:paraId="591A263C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101" w:name="空调能耗"/>
            <w:r w:rsidRPr="00771B84">
              <w:rPr>
                <w:lang w:val="en-US"/>
              </w:rPr>
              <w:t>2742</w:t>
            </w:r>
            <w:bookmarkEnd w:id="101"/>
          </w:p>
        </w:tc>
        <w:tc>
          <w:tcPr>
            <w:tcW w:w="1559" w:type="dxa"/>
            <w:vMerge/>
            <w:vAlign w:val="center"/>
          </w:tcPr>
          <w:p w14:paraId="5B39BEA9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515444B1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28DC1856" w14:textId="77777777" w:rsidR="00E85C9F" w:rsidRPr="00771B84" w:rsidRDefault="00EF0A6D" w:rsidP="00F21AC0">
            <w:pPr>
              <w:jc w:val="center"/>
              <w:rPr>
                <w:lang w:val="en-US"/>
              </w:rPr>
            </w:pPr>
            <w:bookmarkStart w:id="102" w:name="空调能耗_电耗CO2排放平米"/>
            <w:r>
              <w:t>2425</w:t>
            </w:r>
            <w:bookmarkEnd w:id="102"/>
          </w:p>
        </w:tc>
      </w:tr>
      <w:tr w:rsidR="00D92D6F" w:rsidRPr="00771B84" w14:paraId="17094F2D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3FC21B04" w14:textId="77777777" w:rsidR="00D92D6F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14934BA9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A58C0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276" w:type="dxa"/>
            <w:vAlign w:val="center"/>
          </w:tcPr>
          <w:p w14:paraId="7ABBAD17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3" w:name="热源能耗"/>
            <w:r w:rsidRPr="00771B84">
              <w:rPr>
                <w:lang w:val="en-US"/>
              </w:rPr>
              <w:t>0</w:t>
            </w:r>
            <w:bookmarkEnd w:id="103"/>
          </w:p>
        </w:tc>
        <w:tc>
          <w:tcPr>
            <w:tcW w:w="1559" w:type="dxa"/>
            <w:vMerge w:val="restart"/>
            <w:vAlign w:val="center"/>
          </w:tcPr>
          <w:p w14:paraId="0CEC4890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4" w:name="电力CO2排放因子2"/>
            <w:r>
              <w:t>0.8843</w:t>
            </w:r>
            <w:bookmarkEnd w:id="104"/>
          </w:p>
        </w:tc>
        <w:tc>
          <w:tcPr>
            <w:tcW w:w="1417" w:type="dxa"/>
            <w:vMerge w:val="restart"/>
            <w:vAlign w:val="center"/>
          </w:tcPr>
          <w:p w14:paraId="5FA883DE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5" w:name="供暖能耗_电耗CO2排放"/>
            <w:r>
              <w:t>3586</w:t>
            </w:r>
            <w:bookmarkEnd w:id="105"/>
          </w:p>
        </w:tc>
        <w:tc>
          <w:tcPr>
            <w:tcW w:w="2421" w:type="dxa"/>
          </w:tcPr>
          <w:p w14:paraId="5ED7C765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6" w:name="热源能耗_电耗CO2排放平米"/>
            <w:r>
              <w:t>0</w:t>
            </w:r>
            <w:bookmarkEnd w:id="106"/>
          </w:p>
        </w:tc>
      </w:tr>
      <w:tr w:rsidR="00D92D6F" w:rsidRPr="00771B84" w14:paraId="0F04E9B9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5B2F30E3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34F81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276" w:type="dxa"/>
            <w:vAlign w:val="center"/>
          </w:tcPr>
          <w:p w14:paraId="2EBDD5F1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7" w:name="热水泵能耗"/>
            <w:r w:rsidRPr="00771B84">
              <w:rPr>
                <w:lang w:val="en-US"/>
              </w:rPr>
              <w:t>649</w:t>
            </w:r>
            <w:bookmarkEnd w:id="107"/>
          </w:p>
        </w:tc>
        <w:tc>
          <w:tcPr>
            <w:tcW w:w="1559" w:type="dxa"/>
            <w:vMerge/>
            <w:vAlign w:val="center"/>
          </w:tcPr>
          <w:p w14:paraId="43C53C5E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00A9B65F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09C61449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8" w:name="热水泵能耗_电耗CO2排放平米"/>
            <w:r>
              <w:t>574</w:t>
            </w:r>
            <w:bookmarkEnd w:id="108"/>
          </w:p>
        </w:tc>
      </w:tr>
      <w:tr w:rsidR="00D92D6F" w:rsidRPr="00771B84" w14:paraId="77783B94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4A871BD6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3B6B9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276" w:type="dxa"/>
            <w:vAlign w:val="center"/>
          </w:tcPr>
          <w:p w14:paraId="0CC5AE6D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09" w:name="单元式热泵能耗"/>
            <w:r w:rsidRPr="00771B84">
              <w:rPr>
                <w:lang w:val="en-US"/>
              </w:rPr>
              <w:t>0</w:t>
            </w:r>
            <w:bookmarkEnd w:id="109"/>
          </w:p>
        </w:tc>
        <w:tc>
          <w:tcPr>
            <w:tcW w:w="1559" w:type="dxa"/>
            <w:vMerge/>
            <w:vAlign w:val="center"/>
          </w:tcPr>
          <w:p w14:paraId="16C14F8F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1115F120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1D019BE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0" w:name="单元式热泵能耗_电耗CO2排放平米"/>
            <w:r>
              <w:t>0</w:t>
            </w:r>
            <w:bookmarkEnd w:id="110"/>
          </w:p>
        </w:tc>
      </w:tr>
      <w:tr w:rsidR="00D92D6F" w:rsidRPr="00771B84" w14:paraId="2193F2F7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5A928763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0CD16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276" w:type="dxa"/>
            <w:vAlign w:val="center"/>
          </w:tcPr>
          <w:p w14:paraId="16A8A2F5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1" w:name="供暖能耗"/>
            <w:r w:rsidRPr="00771B84">
              <w:rPr>
                <w:lang w:val="en-US"/>
              </w:rPr>
              <w:t>649</w:t>
            </w:r>
            <w:bookmarkEnd w:id="111"/>
          </w:p>
        </w:tc>
        <w:tc>
          <w:tcPr>
            <w:tcW w:w="1559" w:type="dxa"/>
            <w:vMerge/>
            <w:vAlign w:val="center"/>
          </w:tcPr>
          <w:p w14:paraId="5E803BF0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14:paraId="78884318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E82F8EA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2" w:name="供暖能耗_电耗CO2排放平米"/>
            <w:r>
              <w:t>574</w:t>
            </w:r>
            <w:bookmarkEnd w:id="112"/>
          </w:p>
        </w:tc>
      </w:tr>
      <w:tr w:rsidR="00D92D6F" w:rsidRPr="00771B84" w14:paraId="060A59C3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43DCABEC" w14:textId="77777777" w:rsidR="00D92D6F" w:rsidRDefault="00EF0A6D" w:rsidP="009D25B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03BC4D70" w14:textId="77777777" w:rsidR="00D92D6F" w:rsidRPr="00771B84" w:rsidRDefault="00EF0A6D" w:rsidP="009D25B5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F366DA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276" w:type="dxa"/>
            <w:vAlign w:val="center"/>
          </w:tcPr>
          <w:p w14:paraId="39BD96A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3" w:name="新排风系统能耗"/>
            <w:r w:rsidRPr="00771B84">
              <w:rPr>
                <w:rFonts w:hint="eastAsia"/>
                <w:lang w:val="en-US"/>
              </w:rPr>
              <w:t>487</w:t>
            </w:r>
            <w:bookmarkEnd w:id="113"/>
          </w:p>
        </w:tc>
        <w:tc>
          <w:tcPr>
            <w:tcW w:w="1559" w:type="dxa"/>
            <w:vMerge w:val="restart"/>
            <w:vAlign w:val="center"/>
          </w:tcPr>
          <w:p w14:paraId="39488BBC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4" w:name="电力CO2排放因子3"/>
            <w:r>
              <w:t>0.8843</w:t>
            </w:r>
            <w:bookmarkEnd w:id="114"/>
          </w:p>
        </w:tc>
        <w:tc>
          <w:tcPr>
            <w:tcW w:w="1417" w:type="dxa"/>
            <w:vMerge w:val="restart"/>
            <w:vAlign w:val="center"/>
          </w:tcPr>
          <w:p w14:paraId="2F257EB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5" w:name="空调动力能耗_电耗CO2排放"/>
            <w:r>
              <w:t>2772</w:t>
            </w:r>
            <w:bookmarkEnd w:id="115"/>
          </w:p>
        </w:tc>
        <w:tc>
          <w:tcPr>
            <w:tcW w:w="2421" w:type="dxa"/>
          </w:tcPr>
          <w:p w14:paraId="4C7A2C8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6" w:name="新排风系统能耗_电耗CO2排放平米"/>
            <w:r>
              <w:t>431</w:t>
            </w:r>
            <w:bookmarkEnd w:id="116"/>
          </w:p>
        </w:tc>
      </w:tr>
      <w:tr w:rsidR="00D92D6F" w:rsidRPr="00771B84" w14:paraId="4C6D2D9F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56223BD8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5EBB89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276" w:type="dxa"/>
            <w:vAlign w:val="center"/>
          </w:tcPr>
          <w:p w14:paraId="1F4D7075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7" w:name="风机盘管能耗"/>
            <w:r w:rsidRPr="00771B84">
              <w:rPr>
                <w:rFonts w:hint="eastAsia"/>
                <w:lang w:val="en-US"/>
              </w:rPr>
              <w:t>14</w:t>
            </w:r>
            <w:bookmarkEnd w:id="117"/>
          </w:p>
        </w:tc>
        <w:tc>
          <w:tcPr>
            <w:tcW w:w="1559" w:type="dxa"/>
            <w:vMerge/>
            <w:vAlign w:val="center"/>
          </w:tcPr>
          <w:p w14:paraId="78DFEB61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4155CEE4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3EED4FA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8" w:name="风机盘管能耗_电耗CO2排放平米"/>
            <w:r>
              <w:t>13</w:t>
            </w:r>
            <w:bookmarkEnd w:id="118"/>
          </w:p>
        </w:tc>
      </w:tr>
      <w:tr w:rsidR="00D92D6F" w:rsidRPr="00771B84" w14:paraId="7EA15954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137C0C73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64988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276" w:type="dxa"/>
            <w:vAlign w:val="center"/>
          </w:tcPr>
          <w:p w14:paraId="3B6FB143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19" w:name="多联机室内机能耗"/>
            <w:r w:rsidRPr="00771B84">
              <w:rPr>
                <w:rFonts w:hint="eastAsia"/>
                <w:lang w:val="en-US"/>
              </w:rPr>
              <w:t>0</w:t>
            </w:r>
            <w:bookmarkEnd w:id="119"/>
          </w:p>
        </w:tc>
        <w:tc>
          <w:tcPr>
            <w:tcW w:w="1559" w:type="dxa"/>
            <w:vMerge/>
            <w:vAlign w:val="center"/>
          </w:tcPr>
          <w:p w14:paraId="46F01C6C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047F4736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21DB8C48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20" w:name="多联机室内机能耗_电耗CO2排放平米"/>
            <w:r>
              <w:t>0</w:t>
            </w:r>
            <w:bookmarkEnd w:id="120"/>
          </w:p>
        </w:tc>
      </w:tr>
      <w:tr w:rsidR="00D92D6F" w:rsidRPr="00771B84" w14:paraId="2F6357D1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0EECEE0B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4DFA8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276" w:type="dxa"/>
            <w:vAlign w:val="center"/>
          </w:tcPr>
          <w:p w14:paraId="48B50AB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21" w:name="全空气系统能耗"/>
            <w:r w:rsidRPr="00771B84">
              <w:rPr>
                <w:rFonts w:hint="eastAsia"/>
                <w:lang w:val="en-US"/>
              </w:rPr>
              <w:t>0</w:t>
            </w:r>
            <w:bookmarkEnd w:id="121"/>
          </w:p>
        </w:tc>
        <w:tc>
          <w:tcPr>
            <w:tcW w:w="1559" w:type="dxa"/>
            <w:vMerge/>
            <w:vAlign w:val="center"/>
          </w:tcPr>
          <w:p w14:paraId="6468204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09AA7CC4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6C81172F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22" w:name="全空气系统能耗_电耗CO2排放平米"/>
            <w:r>
              <w:t>0</w:t>
            </w:r>
            <w:bookmarkEnd w:id="122"/>
          </w:p>
        </w:tc>
      </w:tr>
      <w:tr w:rsidR="00D92D6F" w:rsidRPr="00771B84" w14:paraId="3D125679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112CBC94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B3076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276" w:type="dxa"/>
            <w:vAlign w:val="center"/>
          </w:tcPr>
          <w:p w14:paraId="6B8F0FA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23" w:name="空调动力能耗"/>
            <w:r w:rsidRPr="00771B84">
              <w:rPr>
                <w:rFonts w:hint="eastAsia"/>
                <w:lang w:val="en-US"/>
              </w:rPr>
              <w:t>502</w:t>
            </w:r>
            <w:bookmarkEnd w:id="123"/>
          </w:p>
        </w:tc>
        <w:tc>
          <w:tcPr>
            <w:tcW w:w="1559" w:type="dxa"/>
            <w:vMerge/>
            <w:vAlign w:val="center"/>
          </w:tcPr>
          <w:p w14:paraId="6A57A1ED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3EEBE67A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7AF5A6F1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24" w:name="空调动力能耗_电耗CO2排放平米"/>
            <w:r>
              <w:t>444</w:t>
            </w:r>
            <w:bookmarkEnd w:id="124"/>
          </w:p>
        </w:tc>
      </w:tr>
      <w:tr w:rsidR="00A4274E" w:rsidRPr="00771B84" w14:paraId="1ED27536" w14:textId="77777777" w:rsidTr="00E95C54">
        <w:tc>
          <w:tcPr>
            <w:tcW w:w="2660" w:type="dxa"/>
            <w:gridSpan w:val="2"/>
            <w:shd w:val="clear" w:color="auto" w:fill="FFFFFF"/>
            <w:vAlign w:val="center"/>
          </w:tcPr>
          <w:p w14:paraId="038C4198" w14:textId="77777777" w:rsidR="00A4274E" w:rsidRDefault="00EF0A6D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276" w:type="dxa"/>
            <w:vAlign w:val="center"/>
          </w:tcPr>
          <w:p w14:paraId="36BD0B55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25" w:name="照明能耗"/>
            <w:r w:rsidRPr="00771B84">
              <w:rPr>
                <w:rFonts w:hint="eastAsia"/>
                <w:lang w:val="en-US"/>
              </w:rPr>
              <w:t>1855</w:t>
            </w:r>
            <w:bookmarkEnd w:id="125"/>
          </w:p>
        </w:tc>
        <w:tc>
          <w:tcPr>
            <w:tcW w:w="1559" w:type="dxa"/>
            <w:vAlign w:val="center"/>
          </w:tcPr>
          <w:p w14:paraId="0D688EAE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26" w:name="电力CO2排放因子4"/>
            <w:r>
              <w:t>0.8843</w:t>
            </w:r>
            <w:bookmarkEnd w:id="126"/>
          </w:p>
        </w:tc>
        <w:tc>
          <w:tcPr>
            <w:tcW w:w="1417" w:type="dxa"/>
          </w:tcPr>
          <w:p w14:paraId="7F3651AB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27" w:name="照明能耗_电耗CO2排放"/>
            <w:r>
              <w:t>10248</w:t>
            </w:r>
            <w:bookmarkEnd w:id="127"/>
          </w:p>
        </w:tc>
        <w:tc>
          <w:tcPr>
            <w:tcW w:w="2421" w:type="dxa"/>
          </w:tcPr>
          <w:p w14:paraId="61E8109E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28" w:name="照明能耗_电耗CO2排放平米"/>
            <w:r>
              <w:t>1640</w:t>
            </w:r>
            <w:bookmarkEnd w:id="128"/>
          </w:p>
        </w:tc>
      </w:tr>
      <w:tr w:rsidR="00A4274E" w:rsidRPr="00771B84" w14:paraId="545C5AFC" w14:textId="77777777" w:rsidTr="00E95C54">
        <w:tc>
          <w:tcPr>
            <w:tcW w:w="2660" w:type="dxa"/>
            <w:gridSpan w:val="2"/>
            <w:shd w:val="clear" w:color="auto" w:fill="FFFFFF"/>
            <w:vAlign w:val="center"/>
          </w:tcPr>
          <w:p w14:paraId="0AE75D1B" w14:textId="77777777" w:rsidR="00A4274E" w:rsidRDefault="00EF0A6D" w:rsidP="00DC589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</w:t>
            </w:r>
          </w:p>
        </w:tc>
        <w:tc>
          <w:tcPr>
            <w:tcW w:w="1276" w:type="dxa"/>
            <w:vAlign w:val="center"/>
          </w:tcPr>
          <w:p w14:paraId="68EB8908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29" w:name="设备用电"/>
            <w:r w:rsidRPr="00771B84">
              <w:rPr>
                <w:rFonts w:hint="eastAsia"/>
                <w:lang w:val="en-US"/>
              </w:rPr>
              <w:t>2250</w:t>
            </w:r>
            <w:bookmarkEnd w:id="129"/>
          </w:p>
        </w:tc>
        <w:tc>
          <w:tcPr>
            <w:tcW w:w="1559" w:type="dxa"/>
            <w:vAlign w:val="center"/>
          </w:tcPr>
          <w:p w14:paraId="2EF4E8E6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30" w:name="电力CO2排放因子5"/>
            <w:r>
              <w:t>0.8843</w:t>
            </w:r>
            <w:bookmarkEnd w:id="130"/>
          </w:p>
        </w:tc>
        <w:tc>
          <w:tcPr>
            <w:tcW w:w="1417" w:type="dxa"/>
          </w:tcPr>
          <w:p w14:paraId="0497961A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31" w:name="设备用电_电耗CO2排放"/>
            <w:r>
              <w:t>12431</w:t>
            </w:r>
            <w:bookmarkEnd w:id="131"/>
          </w:p>
        </w:tc>
        <w:tc>
          <w:tcPr>
            <w:tcW w:w="2421" w:type="dxa"/>
          </w:tcPr>
          <w:p w14:paraId="46660F0E" w14:textId="77777777" w:rsidR="00A4274E" w:rsidRPr="00771B84" w:rsidRDefault="00EF0A6D" w:rsidP="00DC5898">
            <w:pPr>
              <w:jc w:val="center"/>
              <w:rPr>
                <w:lang w:val="en-US"/>
              </w:rPr>
            </w:pPr>
            <w:bookmarkStart w:id="132" w:name="设备用电_电耗CO2排放平米"/>
            <w:r>
              <w:t>1989</w:t>
            </w:r>
            <w:bookmarkEnd w:id="132"/>
          </w:p>
        </w:tc>
      </w:tr>
      <w:tr w:rsidR="00D92D6F" w:rsidRPr="00771B84" w14:paraId="6C28E571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761B59A6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B28EC" w14:textId="77777777" w:rsidR="00D92D6F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276" w:type="dxa"/>
            <w:vAlign w:val="center"/>
          </w:tcPr>
          <w:p w14:paraId="686DA3B3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3" w:name="动力系统能耗"/>
            <w:r w:rsidRPr="00771B84">
              <w:rPr>
                <w:rFonts w:hint="eastAsia"/>
                <w:lang w:val="en-US"/>
              </w:rPr>
              <w:t>96</w:t>
            </w:r>
            <w:bookmarkEnd w:id="133"/>
          </w:p>
        </w:tc>
        <w:tc>
          <w:tcPr>
            <w:tcW w:w="1559" w:type="dxa"/>
            <w:vMerge w:val="restart"/>
            <w:vAlign w:val="center"/>
          </w:tcPr>
          <w:p w14:paraId="512DEC2F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4" w:name="电力CO2排放因子6"/>
            <w:r>
              <w:t>0.8843</w:t>
            </w:r>
            <w:bookmarkEnd w:id="134"/>
          </w:p>
        </w:tc>
        <w:tc>
          <w:tcPr>
            <w:tcW w:w="1417" w:type="dxa"/>
            <w:vMerge w:val="restart"/>
            <w:vAlign w:val="center"/>
          </w:tcPr>
          <w:p w14:paraId="69CA9EF6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5" w:name="其他能耗_电耗CO2排放"/>
            <w:r>
              <w:t>4071</w:t>
            </w:r>
            <w:bookmarkEnd w:id="135"/>
          </w:p>
        </w:tc>
        <w:tc>
          <w:tcPr>
            <w:tcW w:w="2421" w:type="dxa"/>
          </w:tcPr>
          <w:p w14:paraId="1D41460B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6" w:name="动力系统能耗_电耗CO2排放平米"/>
            <w:r>
              <w:t>85</w:t>
            </w:r>
            <w:bookmarkEnd w:id="136"/>
          </w:p>
        </w:tc>
      </w:tr>
      <w:tr w:rsidR="00D92D6F" w:rsidRPr="00771B84" w14:paraId="4C426FC1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77F70AE5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69F44B" w14:textId="77777777" w:rsidR="00D92D6F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276" w:type="dxa"/>
            <w:vAlign w:val="center"/>
          </w:tcPr>
          <w:p w14:paraId="0ACDB9E4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7" w:name="排风机能耗"/>
            <w:r w:rsidRPr="00771B84">
              <w:rPr>
                <w:rFonts w:hint="eastAsia"/>
                <w:lang w:val="en-US"/>
              </w:rPr>
              <w:t>584</w:t>
            </w:r>
            <w:bookmarkEnd w:id="137"/>
          </w:p>
        </w:tc>
        <w:tc>
          <w:tcPr>
            <w:tcW w:w="1559" w:type="dxa"/>
            <w:vMerge/>
          </w:tcPr>
          <w:p w14:paraId="11610EBD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537F10E5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4CB80FC9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8" w:name="排风机能耗_电耗CO2排放平米"/>
            <w:r>
              <w:t>517</w:t>
            </w:r>
            <w:bookmarkEnd w:id="138"/>
          </w:p>
        </w:tc>
      </w:tr>
      <w:tr w:rsidR="00D92D6F" w:rsidRPr="00771B84" w14:paraId="61B9BB33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2BC621DF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E2AEC" w14:textId="77777777" w:rsidR="00D92D6F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276" w:type="dxa"/>
            <w:vAlign w:val="center"/>
          </w:tcPr>
          <w:p w14:paraId="19918172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39" w:name="热水系统能耗"/>
            <w:r w:rsidRPr="00771B84">
              <w:rPr>
                <w:rFonts w:hint="eastAsia"/>
                <w:lang w:val="en-US"/>
              </w:rPr>
              <w:t>57</w:t>
            </w:r>
            <w:bookmarkEnd w:id="139"/>
          </w:p>
        </w:tc>
        <w:tc>
          <w:tcPr>
            <w:tcW w:w="1559" w:type="dxa"/>
            <w:vMerge/>
          </w:tcPr>
          <w:p w14:paraId="7E1FA07E" w14:textId="77777777" w:rsidR="00D92D6F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1E5CF6D0" w14:textId="77777777" w:rsidR="00D92D6F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6F7558E9" w14:textId="77777777" w:rsidR="00D92D6F" w:rsidRDefault="00EF0A6D" w:rsidP="00F21AC0">
            <w:pPr>
              <w:jc w:val="center"/>
              <w:rPr>
                <w:lang w:val="en-US"/>
              </w:rPr>
            </w:pPr>
            <w:bookmarkStart w:id="140" w:name="热水系统能耗_电耗CO2排放平米"/>
            <w:r>
              <w:t>50</w:t>
            </w:r>
            <w:bookmarkEnd w:id="140"/>
          </w:p>
          <w:p w14:paraId="03E0CA33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D92D6F" w:rsidRPr="00771B84" w14:paraId="090D8D56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2D4F87F8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FF2E8" w14:textId="77777777" w:rsidR="00D92D6F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276" w:type="dxa"/>
            <w:vAlign w:val="center"/>
          </w:tcPr>
          <w:p w14:paraId="67B6A8DD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41" w:name="其他能耗"/>
            <w:r w:rsidRPr="00771B84">
              <w:rPr>
                <w:rFonts w:hint="eastAsia"/>
                <w:lang w:val="en-US"/>
              </w:rPr>
              <w:t>737</w:t>
            </w:r>
            <w:bookmarkEnd w:id="141"/>
          </w:p>
        </w:tc>
        <w:tc>
          <w:tcPr>
            <w:tcW w:w="1559" w:type="dxa"/>
            <w:vMerge/>
          </w:tcPr>
          <w:p w14:paraId="6579066B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6EF8126E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3DE804D1" w14:textId="77777777" w:rsidR="00D92D6F" w:rsidRPr="00771B84" w:rsidRDefault="00EF0A6D" w:rsidP="00F21AC0">
            <w:pPr>
              <w:jc w:val="center"/>
              <w:rPr>
                <w:lang w:val="en-US"/>
              </w:rPr>
            </w:pPr>
            <w:bookmarkStart w:id="142" w:name="其他能耗_电耗CO2排放平米"/>
            <w:r>
              <w:t>652</w:t>
            </w:r>
            <w:bookmarkEnd w:id="142"/>
          </w:p>
        </w:tc>
      </w:tr>
      <w:tr w:rsidR="00A4274E" w:rsidRPr="00771B84" w14:paraId="7C48CC6C" w14:textId="77777777" w:rsidTr="00E95C54">
        <w:tc>
          <w:tcPr>
            <w:tcW w:w="1063" w:type="dxa"/>
            <w:shd w:val="clear" w:color="auto" w:fill="D0CECE"/>
            <w:vAlign w:val="center"/>
          </w:tcPr>
          <w:p w14:paraId="67F3D3B0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/>
            <w:vAlign w:val="center"/>
          </w:tcPr>
          <w:p w14:paraId="100CF0AA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5B79688C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耗热量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5BACA4F0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14:paraId="0940827A" w14:textId="77777777" w:rsidR="00A4274E" w:rsidRDefault="00EF0A6D" w:rsidP="0057413B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14:paraId="0ADA3C65" w14:textId="77777777" w:rsidR="001123FF" w:rsidRDefault="00EF0A6D" w:rsidP="00F21AC0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单位面积</w:t>
            </w:r>
          </w:p>
          <w:p w14:paraId="714B9966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碳排放量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A4274E" w:rsidRPr="00771B84" w14:paraId="758CD234" w14:textId="77777777" w:rsidTr="00E95C54">
        <w:tc>
          <w:tcPr>
            <w:tcW w:w="2660" w:type="dxa"/>
            <w:gridSpan w:val="2"/>
            <w:shd w:val="clear" w:color="auto" w:fill="FFFFFF"/>
            <w:vAlign w:val="center"/>
          </w:tcPr>
          <w:p w14:paraId="0FD73A82" w14:textId="77777777" w:rsidR="00A4274E" w:rsidRDefault="00EF0A6D" w:rsidP="00F21AC0">
            <w:pPr>
              <w:jc w:val="center"/>
              <w:rPr>
                <w:lang w:val="en-US"/>
              </w:rPr>
            </w:pPr>
            <w:bookmarkStart w:id="143" w:name="热源能耗_燃料类型"/>
            <w:r>
              <w:t>烟煤</w:t>
            </w:r>
            <w:r>
              <w:t>II</w:t>
            </w:r>
            <w:bookmarkEnd w:id="143"/>
          </w:p>
        </w:tc>
        <w:tc>
          <w:tcPr>
            <w:tcW w:w="1276" w:type="dxa"/>
            <w:shd w:val="clear" w:color="auto" w:fill="FFFFFF"/>
            <w:vAlign w:val="center"/>
          </w:tcPr>
          <w:p w14:paraId="4EEC36A9" w14:textId="77777777" w:rsidR="00A4274E" w:rsidRDefault="00EF0A6D" w:rsidP="00F21AC0">
            <w:pPr>
              <w:jc w:val="center"/>
              <w:rPr>
                <w:lang w:val="en-US"/>
              </w:rPr>
            </w:pPr>
            <w:bookmarkStart w:id="144" w:name="热源锅炉能耗"/>
            <w:r>
              <w:rPr>
                <w:rFonts w:hint="eastAsia"/>
                <w:lang w:val="en-US"/>
              </w:rPr>
              <w:t>3388</w:t>
            </w:r>
            <w:bookmarkEnd w:id="144"/>
          </w:p>
        </w:tc>
        <w:tc>
          <w:tcPr>
            <w:tcW w:w="1559" w:type="dxa"/>
            <w:shd w:val="clear" w:color="auto" w:fill="FFFFFF"/>
          </w:tcPr>
          <w:p w14:paraId="56F9DC64" w14:textId="77777777" w:rsidR="00A4274E" w:rsidRDefault="00EF0A6D" w:rsidP="00F21AC0">
            <w:pPr>
              <w:jc w:val="center"/>
              <w:rPr>
                <w:lang w:val="en-US"/>
              </w:rPr>
            </w:pPr>
            <w:bookmarkStart w:id="145" w:name="热源能耗_燃料CO2排放因子"/>
            <w:r>
              <w:t>89</w:t>
            </w:r>
            <w:bookmarkEnd w:id="145"/>
          </w:p>
        </w:tc>
        <w:tc>
          <w:tcPr>
            <w:tcW w:w="1417" w:type="dxa"/>
            <w:shd w:val="clear" w:color="auto" w:fill="FFFFFF"/>
          </w:tcPr>
          <w:p w14:paraId="4A88D0DA" w14:textId="77777777" w:rsidR="00A4274E" w:rsidRDefault="00EF0A6D" w:rsidP="00F21AC0">
            <w:pPr>
              <w:jc w:val="center"/>
              <w:rPr>
                <w:lang w:val="en-US"/>
              </w:rPr>
            </w:pPr>
            <w:bookmarkStart w:id="146" w:name="热源能耗锅炉碳排放"/>
            <w:r>
              <w:t>6783</w:t>
            </w:r>
            <w:bookmarkEnd w:id="146"/>
          </w:p>
        </w:tc>
        <w:tc>
          <w:tcPr>
            <w:tcW w:w="2421" w:type="dxa"/>
            <w:shd w:val="clear" w:color="auto" w:fill="FFFFFF"/>
          </w:tcPr>
          <w:p w14:paraId="7DC123F1" w14:textId="77777777" w:rsidR="00A4274E" w:rsidRDefault="00EF0A6D" w:rsidP="00F21AC0">
            <w:pPr>
              <w:jc w:val="center"/>
              <w:rPr>
                <w:lang w:val="en-US"/>
              </w:rPr>
            </w:pPr>
            <w:bookmarkStart w:id="147" w:name="热源能耗锅炉碳排放平米"/>
            <w:r>
              <w:t>1086</w:t>
            </w:r>
            <w:bookmarkEnd w:id="147"/>
          </w:p>
        </w:tc>
      </w:tr>
      <w:tr w:rsidR="00A4274E" w:rsidRPr="00771B84" w14:paraId="0F0651C2" w14:textId="77777777" w:rsidTr="00E95C54">
        <w:tc>
          <w:tcPr>
            <w:tcW w:w="1063" w:type="dxa"/>
            <w:shd w:val="clear" w:color="auto" w:fill="D0CECE"/>
            <w:vAlign w:val="center"/>
          </w:tcPr>
          <w:p w14:paraId="36690642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1597" w:type="dxa"/>
            <w:shd w:val="clear" w:color="auto" w:fill="D0CECE"/>
            <w:vAlign w:val="center"/>
          </w:tcPr>
          <w:p w14:paraId="7621E512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子类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0D5DCE3E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年供电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62BDC6CF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D0CECE"/>
          </w:tcPr>
          <w:p w14:paraId="2580EC6F" w14:textId="77777777" w:rsidR="00A4274E" w:rsidRDefault="00EF0A6D" w:rsidP="00237DC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</w:t>
            </w:r>
            <w:r w:rsidRPr="00A4274E">
              <w:rPr>
                <w:rFonts w:hint="eastAsia"/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</w:t>
            </w:r>
            <w:r w:rsidRPr="00A4274E">
              <w:rPr>
                <w:rFonts w:hint="eastAsia"/>
                <w:lang w:val="en-US"/>
              </w:rPr>
              <w:t>)</w:t>
            </w:r>
          </w:p>
        </w:tc>
        <w:tc>
          <w:tcPr>
            <w:tcW w:w="2421" w:type="dxa"/>
            <w:shd w:val="clear" w:color="auto" w:fill="D0CECE"/>
            <w:vAlign w:val="center"/>
          </w:tcPr>
          <w:p w14:paraId="5DFB341E" w14:textId="77777777" w:rsidR="00AD3E40" w:rsidRDefault="00EF0A6D" w:rsidP="00F21AC0">
            <w:pPr>
              <w:jc w:val="center"/>
              <w:rPr>
                <w:lang w:val="en-US"/>
              </w:rPr>
            </w:pPr>
            <w:r w:rsidRPr="00A4274E">
              <w:rPr>
                <w:rFonts w:hint="eastAsia"/>
                <w:lang w:val="en-US"/>
              </w:rPr>
              <w:t>单位面积</w:t>
            </w:r>
          </w:p>
          <w:p w14:paraId="090B3BEB" w14:textId="77777777" w:rsidR="00A4274E" w:rsidRDefault="00EF0A6D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碳</w:t>
            </w:r>
            <w:r>
              <w:rPr>
                <w:rFonts w:hint="eastAsia"/>
                <w:lang w:val="en-US"/>
              </w:rPr>
              <w:t>减排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kg/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:rsidR="00D92D6F" w:rsidRPr="00771B84" w14:paraId="6DBE4578" w14:textId="77777777" w:rsidTr="00E95C54">
        <w:tc>
          <w:tcPr>
            <w:tcW w:w="1063" w:type="dxa"/>
            <w:vMerge w:val="restart"/>
            <w:shd w:val="clear" w:color="auto" w:fill="FFFFFF"/>
            <w:vAlign w:val="center"/>
          </w:tcPr>
          <w:p w14:paraId="007B397A" w14:textId="77777777" w:rsidR="00D92D6F" w:rsidRPr="00771B84" w:rsidRDefault="00EF0A6D" w:rsidP="005A782E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58A110" w14:textId="77777777" w:rsidR="00D92D6F" w:rsidRDefault="00EF0A6D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Es)</w:t>
            </w:r>
          </w:p>
        </w:tc>
        <w:tc>
          <w:tcPr>
            <w:tcW w:w="1276" w:type="dxa"/>
            <w:vAlign w:val="center"/>
          </w:tcPr>
          <w:p w14:paraId="6D27AEF0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48" w:name="太阳能能耗"/>
            <w:r w:rsidRPr="00771B84">
              <w:rPr>
                <w:rFonts w:hint="eastAsia"/>
                <w:lang w:val="en-US"/>
              </w:rPr>
              <w:t>0</w:t>
            </w:r>
            <w:bookmarkEnd w:id="148"/>
          </w:p>
        </w:tc>
        <w:tc>
          <w:tcPr>
            <w:tcW w:w="1559" w:type="dxa"/>
            <w:vMerge w:val="restart"/>
            <w:vAlign w:val="center"/>
          </w:tcPr>
          <w:p w14:paraId="266F2783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49" w:name="电力CO2排放因子7"/>
            <w:r>
              <w:t>0.8843</w:t>
            </w:r>
            <w:bookmarkEnd w:id="149"/>
          </w:p>
        </w:tc>
        <w:tc>
          <w:tcPr>
            <w:tcW w:w="1417" w:type="dxa"/>
            <w:vMerge w:val="restart"/>
            <w:vAlign w:val="center"/>
          </w:tcPr>
          <w:p w14:paraId="114B8145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50" w:name="可再生能源能耗_电耗CO2排放"/>
            <w:r>
              <w:t>1340</w:t>
            </w:r>
            <w:bookmarkEnd w:id="150"/>
          </w:p>
        </w:tc>
        <w:tc>
          <w:tcPr>
            <w:tcW w:w="2421" w:type="dxa"/>
          </w:tcPr>
          <w:p w14:paraId="18AADBC8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51" w:name="太阳能能耗_电耗CO2排放平米"/>
            <w:r>
              <w:t>0</w:t>
            </w:r>
            <w:bookmarkEnd w:id="151"/>
          </w:p>
        </w:tc>
      </w:tr>
      <w:tr w:rsidR="00D92D6F" w:rsidRPr="00771B84" w14:paraId="083DBC96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377C072D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2C297B" w14:textId="77777777" w:rsidR="00D92D6F" w:rsidRDefault="00EF0A6D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276" w:type="dxa"/>
            <w:vAlign w:val="center"/>
          </w:tcPr>
          <w:p w14:paraId="35402F3F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52" w:name="光伏能耗"/>
            <w:r w:rsidRPr="00771B84">
              <w:rPr>
                <w:rFonts w:hint="eastAsia"/>
                <w:lang w:val="en-US"/>
              </w:rPr>
              <w:t>241</w:t>
            </w:r>
            <w:bookmarkEnd w:id="152"/>
          </w:p>
        </w:tc>
        <w:tc>
          <w:tcPr>
            <w:tcW w:w="1559" w:type="dxa"/>
            <w:vMerge/>
          </w:tcPr>
          <w:p w14:paraId="7A615C60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0421BC93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1D4C03E2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53" w:name="光伏能耗_电耗CO2排放平米"/>
            <w:r>
              <w:t>213</w:t>
            </w:r>
            <w:bookmarkEnd w:id="153"/>
          </w:p>
        </w:tc>
      </w:tr>
      <w:tr w:rsidR="00C74B50" w:rsidRPr="00771B84" w14:paraId="2BB9BB54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437884E8" w14:textId="77777777" w:rsidR="00C74B50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F9DE3" w14:textId="77777777" w:rsidR="00C74B50" w:rsidRDefault="00EF0A6D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14:paraId="7DA8CCA0" w14:textId="77777777" w:rsidR="00C74B50" w:rsidRPr="00771B84" w:rsidRDefault="00EF0A6D" w:rsidP="00273712">
            <w:pPr>
              <w:jc w:val="center"/>
              <w:rPr>
                <w:lang w:val="en-US"/>
              </w:rPr>
            </w:pPr>
            <w:bookmarkStart w:id="154" w:name="风力能耗"/>
            <w:r>
              <w:rPr>
                <w:rFonts w:hint="eastAsia"/>
                <w:lang w:val="en-US"/>
              </w:rPr>
              <w:t>1</w:t>
            </w:r>
            <w:bookmarkEnd w:id="154"/>
          </w:p>
        </w:tc>
        <w:tc>
          <w:tcPr>
            <w:tcW w:w="1559" w:type="dxa"/>
            <w:vMerge/>
          </w:tcPr>
          <w:p w14:paraId="4FBF1B0C" w14:textId="77777777" w:rsidR="00C74B50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17D8994" w14:textId="77777777" w:rsidR="00C74B50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7813D405" w14:textId="77777777" w:rsidR="00C74B50" w:rsidRPr="00771B84" w:rsidRDefault="00EF0A6D" w:rsidP="00273712">
            <w:pPr>
              <w:jc w:val="center"/>
              <w:rPr>
                <w:lang w:val="en-US"/>
              </w:rPr>
            </w:pPr>
            <w:bookmarkStart w:id="155" w:name="风力能耗_电耗CO2排放平米"/>
            <w:r>
              <w:t>1</w:t>
            </w:r>
            <w:bookmarkEnd w:id="155"/>
          </w:p>
        </w:tc>
      </w:tr>
      <w:tr w:rsidR="00D92D6F" w:rsidRPr="00771B84" w14:paraId="0B25320B" w14:textId="77777777" w:rsidTr="00E95C54">
        <w:tc>
          <w:tcPr>
            <w:tcW w:w="1063" w:type="dxa"/>
            <w:vMerge/>
            <w:shd w:val="clear" w:color="auto" w:fill="FFFFFF"/>
            <w:vAlign w:val="center"/>
          </w:tcPr>
          <w:p w14:paraId="0F545491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D0A5B" w14:textId="77777777" w:rsidR="00D92D6F" w:rsidRDefault="00EF0A6D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276" w:type="dxa"/>
            <w:vAlign w:val="center"/>
          </w:tcPr>
          <w:p w14:paraId="0DC30A12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56" w:name="可再生能源能耗"/>
            <w:r w:rsidRPr="00771B84">
              <w:rPr>
                <w:rFonts w:hint="eastAsia"/>
                <w:lang w:val="en-US"/>
              </w:rPr>
              <w:t>242</w:t>
            </w:r>
            <w:bookmarkEnd w:id="156"/>
          </w:p>
        </w:tc>
        <w:tc>
          <w:tcPr>
            <w:tcW w:w="1559" w:type="dxa"/>
            <w:vMerge/>
          </w:tcPr>
          <w:p w14:paraId="0E66132F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14:paraId="7CFA9FDA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</w:p>
        </w:tc>
        <w:tc>
          <w:tcPr>
            <w:tcW w:w="2421" w:type="dxa"/>
          </w:tcPr>
          <w:p w14:paraId="35D36DB9" w14:textId="77777777" w:rsidR="00D92D6F" w:rsidRPr="00771B84" w:rsidRDefault="00EF0A6D" w:rsidP="00273712">
            <w:pPr>
              <w:jc w:val="center"/>
              <w:rPr>
                <w:lang w:val="en-US"/>
              </w:rPr>
            </w:pPr>
            <w:bookmarkStart w:id="157" w:name="可再生能源能耗_电耗CO2排放平米"/>
            <w:r>
              <w:t>214</w:t>
            </w:r>
            <w:bookmarkEnd w:id="157"/>
          </w:p>
        </w:tc>
      </w:tr>
      <w:tr w:rsidR="00A4274E" w:rsidRPr="00771B84" w14:paraId="68296603" w14:textId="77777777" w:rsidTr="00E95C54">
        <w:tc>
          <w:tcPr>
            <w:tcW w:w="5495" w:type="dxa"/>
            <w:gridSpan w:val="4"/>
            <w:shd w:val="clear" w:color="auto" w:fill="D0CECE"/>
            <w:vAlign w:val="center"/>
          </w:tcPr>
          <w:p w14:paraId="2CFD8FB0" w14:textId="77777777" w:rsidR="00A4274E" w:rsidRPr="00547314" w:rsidRDefault="00EF0A6D" w:rsidP="004A144C">
            <w:pPr>
              <w:jc w:val="center"/>
              <w:rPr>
                <w:lang w:val="en-US"/>
              </w:rPr>
            </w:pPr>
            <w:r w:rsidRPr="00177CFA"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417" w:type="dxa"/>
          </w:tcPr>
          <w:p w14:paraId="167E158D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bookmarkStart w:id="158" w:name="建筑总碳排放"/>
            <w:r>
              <w:t>53700</w:t>
            </w:r>
            <w:bookmarkEnd w:id="158"/>
          </w:p>
        </w:tc>
        <w:tc>
          <w:tcPr>
            <w:tcW w:w="2421" w:type="dxa"/>
          </w:tcPr>
          <w:p w14:paraId="7E0D880D" w14:textId="77777777" w:rsidR="00A4274E" w:rsidRPr="00771B84" w:rsidRDefault="00EF0A6D" w:rsidP="00F21AC0">
            <w:pPr>
              <w:jc w:val="center"/>
              <w:rPr>
                <w:lang w:val="en-US"/>
              </w:rPr>
            </w:pPr>
            <w:bookmarkStart w:id="159" w:name="建筑总碳排放平米"/>
            <w:r>
              <w:t>8594</w:t>
            </w:r>
            <w:bookmarkEnd w:id="159"/>
          </w:p>
        </w:tc>
      </w:tr>
    </w:tbl>
    <w:p w14:paraId="173B74B5" w14:textId="77777777" w:rsidR="00CC2ABC" w:rsidRDefault="00EF0A6D"/>
    <w:p w14:paraId="5EF901A5" w14:textId="77777777" w:rsidR="00373966" w:rsidRDefault="00373966">
      <w:pPr>
        <w:widowControl w:val="0"/>
        <w:jc w:val="both"/>
      </w:pPr>
    </w:p>
    <w:p w14:paraId="11C0F222" w14:textId="77777777" w:rsidR="00373966" w:rsidRDefault="00EF0A6D">
      <w:pPr>
        <w:pStyle w:val="2"/>
        <w:widowControl w:val="0"/>
      </w:pPr>
      <w:bookmarkStart w:id="160" w:name="_Toc92192640"/>
      <w:r>
        <w:t>全生命周期</w:t>
      </w:r>
      <w:bookmarkEnd w:id="16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7"/>
        <w:gridCol w:w="1556"/>
        <w:gridCol w:w="2972"/>
        <w:gridCol w:w="2547"/>
      </w:tblGrid>
      <w:tr w:rsidR="00373966" w14:paraId="04EE728E" w14:textId="77777777">
        <w:tc>
          <w:tcPr>
            <w:tcW w:w="2247" w:type="dxa"/>
            <w:shd w:val="clear" w:color="auto" w:fill="E6E6E6"/>
            <w:vAlign w:val="center"/>
          </w:tcPr>
          <w:p w14:paraId="3215B800" w14:textId="77777777" w:rsidR="00373966" w:rsidRDefault="00EF0A6D">
            <w:pPr>
              <w:jc w:val="center"/>
            </w:pPr>
            <w:r>
              <w:t>类别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640B3F1" w14:textId="77777777" w:rsidR="00373966" w:rsidRDefault="00EF0A6D">
            <w:pPr>
              <w:jc w:val="center"/>
            </w:pPr>
            <w:r>
              <w:t>碳排放量</w:t>
            </w:r>
            <w:r>
              <w:t>(t)</w:t>
            </w:r>
          </w:p>
        </w:tc>
        <w:tc>
          <w:tcPr>
            <w:tcW w:w="2971" w:type="dxa"/>
            <w:shd w:val="clear" w:color="auto" w:fill="E6E6E6"/>
            <w:vAlign w:val="center"/>
          </w:tcPr>
          <w:p w14:paraId="7B43D327" w14:textId="77777777" w:rsidR="00373966" w:rsidRDefault="00EF0A6D">
            <w:pPr>
              <w:jc w:val="center"/>
            </w:pPr>
            <w:r>
              <w:t>年单位面积碳排放量</w:t>
            </w:r>
            <w:r>
              <w:t>(kg/</w:t>
            </w:r>
            <w:r>
              <w:t>㎡</w:t>
            </w:r>
            <w:r>
              <w:t>.a)</w:t>
            </w:r>
          </w:p>
        </w:tc>
        <w:tc>
          <w:tcPr>
            <w:tcW w:w="2546" w:type="dxa"/>
            <w:shd w:val="clear" w:color="auto" w:fill="E6E6E6"/>
            <w:vAlign w:val="center"/>
          </w:tcPr>
          <w:p w14:paraId="74087E9E" w14:textId="77777777" w:rsidR="00373966" w:rsidRDefault="00EF0A6D">
            <w:pPr>
              <w:jc w:val="center"/>
            </w:pPr>
            <w:r>
              <w:t>单位面积碳排放量</w:t>
            </w:r>
            <w:r>
              <w:t>(kg/</w:t>
            </w:r>
            <w:r>
              <w:t>㎡</w:t>
            </w:r>
            <w:r>
              <w:t>)</w:t>
            </w:r>
          </w:p>
        </w:tc>
      </w:tr>
      <w:tr w:rsidR="00373966" w14:paraId="48BA2133" w14:textId="77777777">
        <w:tc>
          <w:tcPr>
            <w:tcW w:w="2247" w:type="dxa"/>
            <w:shd w:val="clear" w:color="auto" w:fill="E6E6E6"/>
            <w:vAlign w:val="center"/>
          </w:tcPr>
          <w:p w14:paraId="4AAD6E81" w14:textId="77777777" w:rsidR="00373966" w:rsidRDefault="00EF0A6D">
            <w:r>
              <w:t>建筑材料生产和运输</w:t>
            </w:r>
          </w:p>
        </w:tc>
        <w:tc>
          <w:tcPr>
            <w:tcW w:w="1556" w:type="dxa"/>
            <w:vAlign w:val="center"/>
          </w:tcPr>
          <w:p w14:paraId="7A751830" w14:textId="77777777" w:rsidR="00373966" w:rsidRDefault="00EF0A6D">
            <w:r>
              <w:t>788</w:t>
            </w:r>
          </w:p>
        </w:tc>
        <w:tc>
          <w:tcPr>
            <w:tcW w:w="2971" w:type="dxa"/>
            <w:vAlign w:val="center"/>
          </w:tcPr>
          <w:p w14:paraId="792DD4A8" w14:textId="77777777" w:rsidR="00373966" w:rsidRDefault="00EF0A6D">
            <w:r>
              <w:t>2</w:t>
            </w:r>
          </w:p>
        </w:tc>
        <w:tc>
          <w:tcPr>
            <w:tcW w:w="2546" w:type="dxa"/>
            <w:vAlign w:val="center"/>
          </w:tcPr>
          <w:p w14:paraId="6E442E89" w14:textId="77777777" w:rsidR="00373966" w:rsidRDefault="00EF0A6D">
            <w:r>
              <w:t>126</w:t>
            </w:r>
          </w:p>
        </w:tc>
      </w:tr>
      <w:tr w:rsidR="00373966" w14:paraId="3CC4ABD2" w14:textId="77777777">
        <w:tc>
          <w:tcPr>
            <w:tcW w:w="2247" w:type="dxa"/>
            <w:shd w:val="clear" w:color="auto" w:fill="E6E6E6"/>
            <w:vAlign w:val="center"/>
          </w:tcPr>
          <w:p w14:paraId="27987CDE" w14:textId="77777777" w:rsidR="00373966" w:rsidRDefault="00EF0A6D">
            <w:r>
              <w:t>建筑建造和拆除</w:t>
            </w:r>
          </w:p>
        </w:tc>
        <w:tc>
          <w:tcPr>
            <w:tcW w:w="1556" w:type="dxa"/>
            <w:vAlign w:val="center"/>
          </w:tcPr>
          <w:p w14:paraId="1FFB143C" w14:textId="77777777" w:rsidR="00373966" w:rsidRDefault="00EF0A6D">
            <w:r>
              <w:t>--</w:t>
            </w:r>
          </w:p>
        </w:tc>
        <w:tc>
          <w:tcPr>
            <w:tcW w:w="2971" w:type="dxa"/>
            <w:vAlign w:val="center"/>
          </w:tcPr>
          <w:p w14:paraId="7E44157D" w14:textId="77777777" w:rsidR="00373966" w:rsidRDefault="00EF0A6D">
            <w:r>
              <w:t>--</w:t>
            </w:r>
          </w:p>
        </w:tc>
        <w:tc>
          <w:tcPr>
            <w:tcW w:w="2546" w:type="dxa"/>
            <w:vAlign w:val="center"/>
          </w:tcPr>
          <w:p w14:paraId="14F9587F" w14:textId="77777777" w:rsidR="00373966" w:rsidRDefault="00EF0A6D">
            <w:r>
              <w:t>--</w:t>
            </w:r>
          </w:p>
        </w:tc>
      </w:tr>
      <w:tr w:rsidR="00373966" w14:paraId="1B885B16" w14:textId="77777777">
        <w:tc>
          <w:tcPr>
            <w:tcW w:w="2247" w:type="dxa"/>
            <w:shd w:val="clear" w:color="auto" w:fill="E6E6E6"/>
            <w:vAlign w:val="center"/>
          </w:tcPr>
          <w:p w14:paraId="60006D28" w14:textId="77777777" w:rsidR="00373966" w:rsidRDefault="00EF0A6D">
            <w:r>
              <w:t>建筑运行</w:t>
            </w:r>
          </w:p>
        </w:tc>
        <w:tc>
          <w:tcPr>
            <w:tcW w:w="1556" w:type="dxa"/>
            <w:vAlign w:val="center"/>
          </w:tcPr>
          <w:p w14:paraId="0B687785" w14:textId="77777777" w:rsidR="00373966" w:rsidRDefault="00EF0A6D">
            <w:r>
              <w:t>53700</w:t>
            </w:r>
          </w:p>
        </w:tc>
        <w:tc>
          <w:tcPr>
            <w:tcW w:w="2971" w:type="dxa"/>
            <w:vAlign w:val="center"/>
          </w:tcPr>
          <w:p w14:paraId="41BDD094" w14:textId="77777777" w:rsidR="00373966" w:rsidRDefault="00EF0A6D">
            <w:r>
              <w:t>172</w:t>
            </w:r>
          </w:p>
        </w:tc>
        <w:tc>
          <w:tcPr>
            <w:tcW w:w="2546" w:type="dxa"/>
            <w:vAlign w:val="center"/>
          </w:tcPr>
          <w:p w14:paraId="29F79E80" w14:textId="77777777" w:rsidR="00373966" w:rsidRDefault="00EF0A6D">
            <w:r>
              <w:t>8594</w:t>
            </w:r>
          </w:p>
        </w:tc>
      </w:tr>
      <w:tr w:rsidR="00373966" w14:paraId="732DB476" w14:textId="77777777">
        <w:tc>
          <w:tcPr>
            <w:tcW w:w="2247" w:type="dxa"/>
            <w:shd w:val="clear" w:color="auto" w:fill="E6E6E6"/>
            <w:vAlign w:val="center"/>
          </w:tcPr>
          <w:p w14:paraId="591B1283" w14:textId="77777777" w:rsidR="00373966" w:rsidRDefault="00EF0A6D">
            <w:r>
              <w:t>碳汇</w:t>
            </w:r>
          </w:p>
        </w:tc>
        <w:tc>
          <w:tcPr>
            <w:tcW w:w="1556" w:type="dxa"/>
            <w:vAlign w:val="center"/>
          </w:tcPr>
          <w:p w14:paraId="7EA21C47" w14:textId="77777777" w:rsidR="00373966" w:rsidRDefault="00EF0A6D">
            <w:r>
              <w:t>-453</w:t>
            </w:r>
          </w:p>
        </w:tc>
        <w:tc>
          <w:tcPr>
            <w:tcW w:w="2971" w:type="dxa"/>
            <w:vAlign w:val="center"/>
          </w:tcPr>
          <w:p w14:paraId="2C23D731" w14:textId="77777777" w:rsidR="00373966" w:rsidRDefault="00EF0A6D">
            <w:r>
              <w:t>-1</w:t>
            </w:r>
          </w:p>
        </w:tc>
        <w:tc>
          <w:tcPr>
            <w:tcW w:w="2546" w:type="dxa"/>
            <w:vAlign w:val="center"/>
          </w:tcPr>
          <w:p w14:paraId="76032EF7" w14:textId="77777777" w:rsidR="00373966" w:rsidRDefault="00EF0A6D">
            <w:r>
              <w:t>-72</w:t>
            </w:r>
          </w:p>
        </w:tc>
      </w:tr>
      <w:tr w:rsidR="00373966" w14:paraId="0E1945C8" w14:textId="77777777">
        <w:tc>
          <w:tcPr>
            <w:tcW w:w="2247" w:type="dxa"/>
            <w:shd w:val="clear" w:color="auto" w:fill="E6E6E6"/>
            <w:vAlign w:val="center"/>
          </w:tcPr>
          <w:p w14:paraId="3B710116" w14:textId="77777777" w:rsidR="00373966" w:rsidRDefault="00EF0A6D">
            <w:r>
              <w:t>合计</w:t>
            </w:r>
          </w:p>
        </w:tc>
        <w:tc>
          <w:tcPr>
            <w:tcW w:w="1556" w:type="dxa"/>
            <w:vAlign w:val="center"/>
          </w:tcPr>
          <w:p w14:paraId="79438A52" w14:textId="77777777" w:rsidR="00373966" w:rsidRDefault="00EF0A6D">
            <w:r>
              <w:t>54035</w:t>
            </w:r>
          </w:p>
        </w:tc>
        <w:tc>
          <w:tcPr>
            <w:tcW w:w="2971" w:type="dxa"/>
            <w:vAlign w:val="center"/>
          </w:tcPr>
          <w:p w14:paraId="2F1E6A1F" w14:textId="77777777" w:rsidR="00373966" w:rsidRDefault="00EF0A6D">
            <w:r>
              <w:t>173</w:t>
            </w:r>
          </w:p>
        </w:tc>
        <w:tc>
          <w:tcPr>
            <w:tcW w:w="2546" w:type="dxa"/>
            <w:vAlign w:val="center"/>
          </w:tcPr>
          <w:p w14:paraId="3CD9E454" w14:textId="77777777" w:rsidR="00373966" w:rsidRDefault="00EF0A6D">
            <w:r>
              <w:t>8648</w:t>
            </w:r>
          </w:p>
        </w:tc>
      </w:tr>
    </w:tbl>
    <w:p w14:paraId="7A96C645" w14:textId="77777777" w:rsidR="00373966" w:rsidRDefault="00EF0A6D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6D82ADEE" wp14:editId="495774FA">
            <wp:extent cx="4991624" cy="4220018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2F7BDA" wp14:editId="27AF3CA7">
            <wp:extent cx="4991624" cy="4220018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14340" w14:textId="77777777" w:rsidR="00373966" w:rsidRDefault="00373966">
      <w:pPr>
        <w:jc w:val="both"/>
      </w:pPr>
    </w:p>
    <w:p w14:paraId="33BD9D3B" w14:textId="77777777" w:rsidR="00373966" w:rsidRDefault="00373966">
      <w:pPr>
        <w:sectPr w:rsidR="00373966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0C45B601" w14:textId="77777777" w:rsidR="00373966" w:rsidRDefault="00EF0A6D">
      <w:pPr>
        <w:pStyle w:val="1"/>
        <w:jc w:val="both"/>
      </w:pPr>
      <w:bookmarkStart w:id="161" w:name="_Toc92192641"/>
      <w:r>
        <w:lastRenderedPageBreak/>
        <w:t>附录</w:t>
      </w:r>
      <w:bookmarkEnd w:id="161"/>
    </w:p>
    <w:p w14:paraId="69640879" w14:textId="77777777" w:rsidR="00373966" w:rsidRDefault="00EF0A6D">
      <w:pPr>
        <w:pStyle w:val="2"/>
      </w:pPr>
      <w:bookmarkStart w:id="162" w:name="_Toc92192642"/>
      <w:r>
        <w:t>工作日</w:t>
      </w:r>
      <w:r>
        <w:t>/</w:t>
      </w:r>
      <w:r>
        <w:t>节假日人员逐时在室率</w:t>
      </w:r>
      <w:r>
        <w:t>(%)</w:t>
      </w:r>
      <w:bookmarkEnd w:id="162"/>
    </w:p>
    <w:p w14:paraId="3DA5E811" w14:textId="77777777" w:rsidR="00373966" w:rsidRDefault="0037396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125D2F3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C4B36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2397D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83EA2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BA504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A68E8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B6CFF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5551C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2E693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86AEA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E82B7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D76CE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79FED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32299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160A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9539A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D0F5A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6E21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11A12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6076A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B435C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F5EE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69387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A8C21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2ACC7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F3B2F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373966" w14:paraId="68FDB4B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7B9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E68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1D6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101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9B1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E0C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4CE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902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747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ECB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3EF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069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904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969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F6B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D9C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595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6BB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66A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F59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B09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920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1C7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E53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DB8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0B8A047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A9A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24B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CA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523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32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8C1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58A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7E2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20D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CC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31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C7F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6BE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667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0D4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9C9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E68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014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40E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D3E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086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30B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A9C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08F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C51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7A4C266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FB2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463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4CA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83B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729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62D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D27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B21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D3A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AF8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78E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31F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424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28B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7BB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863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C4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486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797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F47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39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C1F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84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2E6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62F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1ACEEAB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D9C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40F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35B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82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23B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459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C19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C05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0D0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47D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DB5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EA8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FBA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3CB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380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849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480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0F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0CA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47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85D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20A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20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D5A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F6E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02A7092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FAD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092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2C5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C38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741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E3A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988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F7A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450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713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2A1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94E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741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F1E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BFF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8EF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AB7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B32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428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BFD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544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81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14F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80C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053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75C8A066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A05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0F0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7AF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9C5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63D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E55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9B0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C2D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A80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5E1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B06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484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76E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5A4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F72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34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FA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D98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57F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B0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B03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626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F28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6C2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B2F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CBE5900" w14:textId="77777777" w:rsidR="00373966" w:rsidRDefault="00373966">
      <w:pPr>
        <w:jc w:val="both"/>
      </w:pPr>
    </w:p>
    <w:p w14:paraId="1D6916DD" w14:textId="77777777" w:rsidR="00373966" w:rsidRDefault="00EF0A6D">
      <w:r>
        <w:t>注：上行：工作日；下行：节假日</w:t>
      </w:r>
    </w:p>
    <w:p w14:paraId="639EE929" w14:textId="77777777" w:rsidR="00373966" w:rsidRDefault="00EF0A6D">
      <w:pPr>
        <w:pStyle w:val="2"/>
      </w:pPr>
      <w:bookmarkStart w:id="163" w:name="_Toc92192643"/>
      <w:r>
        <w:t>工作日</w:t>
      </w:r>
      <w:r>
        <w:t>/</w:t>
      </w:r>
      <w:r>
        <w:t>节假日照明开关时间表</w:t>
      </w:r>
      <w:r>
        <w:t>(%)</w:t>
      </w:r>
      <w:bookmarkEnd w:id="163"/>
    </w:p>
    <w:p w14:paraId="6263B1AB" w14:textId="77777777" w:rsidR="00373966" w:rsidRDefault="0037396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DCACE21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A3DCE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5ED72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7093F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EA19D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ED36A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56625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07438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B6540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C377E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DB921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80468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1EC8D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0CB0F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EE803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B905C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1FC10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3C9DD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80A78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714F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DC59C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6C8EB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ABEC8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9CEB8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046BC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A804B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373966" w14:paraId="2DF7637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B16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F8C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299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2EE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B58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D2D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361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5FC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20B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5C1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381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C4F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C51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29D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348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494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1D0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A50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D19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372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3D2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58A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0E8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219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5BB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373966" w14:paraId="546DC93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440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419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2C8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F56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8F3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DA7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25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44C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A39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D5A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672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A2C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A08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244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96B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3CB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9FA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F18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970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85A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EB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0C7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59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F12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50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0D537F1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AE4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DAF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158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F56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031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F89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050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02F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59C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3E8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7D4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0EC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3B1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8D1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B49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08E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7B8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B12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E71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CAA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4C6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B5D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588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72E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F58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373966" w14:paraId="3070D5D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1B3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53D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15B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444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1FE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A42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16F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83B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9F8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EF2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A7E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F32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367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633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9D2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C42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BDA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521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AB6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835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E8B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7AB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B97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DA4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82E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373966" w14:paraId="44484AF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F90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B1F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7AD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B04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28C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2E7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7DF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8A4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5B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484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5EE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839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BA4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485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89A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8C4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434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1A4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49A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A02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B8A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1A5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15E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35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0A1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127AFBB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65B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90C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CD9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665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BF8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0A4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AE1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C5A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4F3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FB3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986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0B2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A4B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DA8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C6F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5A8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FAF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63E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085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6AF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63A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288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BC1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DF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AC5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13177639" w14:textId="77777777" w:rsidR="00373966" w:rsidRDefault="00373966"/>
    <w:p w14:paraId="061F1AEA" w14:textId="77777777" w:rsidR="00373966" w:rsidRDefault="00EF0A6D">
      <w:r>
        <w:t>注：上行：工作日；下行：节假日</w:t>
      </w:r>
    </w:p>
    <w:p w14:paraId="72582AF1" w14:textId="77777777" w:rsidR="00373966" w:rsidRDefault="00EF0A6D">
      <w:pPr>
        <w:pStyle w:val="2"/>
      </w:pPr>
      <w:bookmarkStart w:id="164" w:name="_Toc92192644"/>
      <w:r>
        <w:t>工作日</w:t>
      </w:r>
      <w:r>
        <w:t>/</w:t>
      </w:r>
      <w:r>
        <w:t>节假日设备逐时使用率</w:t>
      </w:r>
      <w:r>
        <w:t>(%)</w:t>
      </w:r>
      <w:bookmarkEnd w:id="164"/>
    </w:p>
    <w:p w14:paraId="3B7458A3" w14:textId="77777777" w:rsidR="00373966" w:rsidRDefault="0037396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27A0B38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792D1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2ECC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031F4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2F5F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32565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2783E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FBFA3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BB5DA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04E70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1FA7B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72362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95519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68B1D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7BCC6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5DDEA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33152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BEDEB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730E1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F13D2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C32FF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1334A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D7A71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30D3D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3D01A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75563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373966" w14:paraId="2C4C80F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51D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620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73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5D3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30B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E01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0B3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A7D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277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E9C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A14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E68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8D4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F53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247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B40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953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DBF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223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B53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3C7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D5F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F65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356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B8E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037B92A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222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285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2F9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338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F92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97A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60C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5E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3A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948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71B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F9D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CE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A0C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11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4C5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3E0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C11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116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8C6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474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2BE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520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C1F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391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0B8D398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11D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44E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6B2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55B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11B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B1E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D04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0A7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F0D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174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626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9C9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86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A6C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CCA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09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5C5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080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357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A55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1B5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EA8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D67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9D1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843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319A2B2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BA1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01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A26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A23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8B5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ADF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FEB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0B2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7C8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8C2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707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75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D8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21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94F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EBB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C99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DD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175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285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733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B8B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F7E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63C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B35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28ED9CA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795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2BE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8F0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899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000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0F4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62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3DB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D55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7E6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BD4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62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BD5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5A1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F3E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A17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FCB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D1F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064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E78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A1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2CF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16E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97B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8A9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3B6FFEDB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046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59F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AA0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CE9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613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ABA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581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70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0EB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18E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7BD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4DC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E27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575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0D8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CFF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A52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A24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96B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E08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D89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C7A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B8C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11E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695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290DFA4" w14:textId="77777777" w:rsidR="00373966" w:rsidRDefault="00373966"/>
    <w:p w14:paraId="1AE06661" w14:textId="77777777" w:rsidR="00373966" w:rsidRDefault="00EF0A6D">
      <w:r>
        <w:t>注：上行：工作日；下行：节假日</w:t>
      </w:r>
    </w:p>
    <w:p w14:paraId="2DC45BE0" w14:textId="77777777" w:rsidR="00373966" w:rsidRDefault="00EF0A6D">
      <w:pPr>
        <w:pStyle w:val="2"/>
      </w:pPr>
      <w:bookmarkStart w:id="165" w:name="_Toc92192645"/>
      <w:r>
        <w:t>工作日</w:t>
      </w:r>
      <w:r>
        <w:t>/</w:t>
      </w:r>
      <w:r>
        <w:t>节假日空调系统运行时间表</w:t>
      </w:r>
      <w:r>
        <w:t>(1:</w:t>
      </w:r>
      <w:r>
        <w:t>开</w:t>
      </w:r>
      <w:r>
        <w:t>,0:</w:t>
      </w:r>
      <w:r>
        <w:t>关</w:t>
      </w:r>
      <w:r>
        <w:t>)</w:t>
      </w:r>
      <w:bookmarkEnd w:id="165"/>
    </w:p>
    <w:p w14:paraId="61056289" w14:textId="77777777" w:rsidR="00373966" w:rsidRDefault="00373966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2F50786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A20A8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7A679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E596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CF5DF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55E77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9E76C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40B93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0E60E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A8434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2AC27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72C20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8AFB0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CD565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76522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3A501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1FB62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9D008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9A0E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0E3BF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1F7D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213A2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BFFA0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E6AF0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D6C33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0BFCF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373966" w14:paraId="48E576F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471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2C0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DDE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C70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F33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799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5B9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BA3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C97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B86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7A9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D24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76D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AF0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DEC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611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E06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D83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437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20B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042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DC1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F22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00C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D65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3A92BEF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B38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55C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54B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46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FEE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B01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DDC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3EC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A2E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D58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67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297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F43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424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CAB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241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CDE4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728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8E1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D56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99B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5A5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EF4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670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7BC3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373966" w14:paraId="583F4C1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868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Sys_shop_1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306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ACB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7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A28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2CA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B3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D7B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D93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F97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864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0ED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2F6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8DB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4C4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B68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5EB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6E1E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546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F081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57F6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3CB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920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82D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547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70B8FEF5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F9E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B317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69D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8FD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940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D29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240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C7B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0EB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DA3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1B19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45C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D562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C32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867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4DE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ED90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569A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08A5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6C5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53F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2F6D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5CBC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86F8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966F" w14:textId="77777777" w:rsidR="001211D7" w:rsidRDefault="00EF0A6D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419E6A8" w14:textId="77777777" w:rsidR="00373966" w:rsidRDefault="00373966"/>
    <w:p w14:paraId="70B27300" w14:textId="77777777" w:rsidR="00373966" w:rsidRDefault="00EF0A6D">
      <w:r>
        <w:t>注：上行：工作日；下行：节假日</w:t>
      </w:r>
    </w:p>
    <w:p w14:paraId="08F2BB24" w14:textId="77777777" w:rsidR="00373966" w:rsidRDefault="00373966"/>
    <w:sectPr w:rsidR="00373966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A7004" w14:textId="77777777" w:rsidR="00EF0A6D" w:rsidRDefault="00EF0A6D" w:rsidP="00203A7D">
      <w:r>
        <w:separator/>
      </w:r>
    </w:p>
  </w:endnote>
  <w:endnote w:type="continuationSeparator" w:id="0">
    <w:p w14:paraId="1AA8793F" w14:textId="77777777" w:rsidR="00EF0A6D" w:rsidRDefault="00EF0A6D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BB23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C9F0D79" w14:textId="77777777"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FECD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7DF0">
      <w:rPr>
        <w:rStyle w:val="a9"/>
        <w:noProof/>
      </w:rPr>
      <w:t>4</w:t>
    </w:r>
    <w:r>
      <w:rPr>
        <w:rStyle w:val="a9"/>
      </w:rPr>
      <w:fldChar w:fldCharType="end"/>
    </w:r>
  </w:p>
  <w:p w14:paraId="19C8F144" w14:textId="77777777"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C96C" w14:textId="77777777" w:rsidR="00EF0A6D" w:rsidRDefault="00EF0A6D" w:rsidP="00203A7D">
      <w:r>
        <w:separator/>
      </w:r>
    </w:p>
  </w:footnote>
  <w:footnote w:type="continuationSeparator" w:id="0">
    <w:p w14:paraId="058859DF" w14:textId="77777777" w:rsidR="00EF0A6D" w:rsidRDefault="00EF0A6D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EFBD" w14:textId="77777777" w:rsidR="00DB1679" w:rsidRDefault="00DB167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 wp14:anchorId="55645121" wp14:editId="04895228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C7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73966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81D10"/>
    <w:rsid w:val="00694FCA"/>
    <w:rsid w:val="006972C7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EF0A6D"/>
    <w:rsid w:val="00F04642"/>
    <w:rsid w:val="00F4490D"/>
    <w:rsid w:val="00F47A9B"/>
    <w:rsid w:val="00F54441"/>
    <w:rsid w:val="00F75DD1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32182FA"/>
  <w15:chartTrackingRefBased/>
  <w15:docId w15:val="{309680BC-C321-4CBC-9560-6D60A68F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9638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1</TotalTime>
  <Pages>1</Pages>
  <Words>1635</Words>
  <Characters>9326</Characters>
  <Application>Microsoft Office Word</Application>
  <DocSecurity>0</DocSecurity>
  <Lines>77</Lines>
  <Paragraphs>21</Paragraphs>
  <ScaleCrop>false</ScaleCrop>
  <Company>ths</Company>
  <LinksUpToDate>false</LinksUpToDate>
  <CharactersWithSpaces>10940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建筑碳排放报告书</dc:title>
  <dc:subject/>
  <dc:creator>29638</dc:creator>
  <cp:keywords/>
  <cp:lastModifiedBy> </cp:lastModifiedBy>
  <cp:revision>2</cp:revision>
  <cp:lastPrinted>1899-12-31T16:00:00Z</cp:lastPrinted>
  <dcterms:created xsi:type="dcterms:W3CDTF">2022-01-04T04:43:00Z</dcterms:created>
  <dcterms:modified xsi:type="dcterms:W3CDTF">2022-01-04T04:44:00Z</dcterms:modified>
</cp:coreProperties>
</file>