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6203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5526B853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497A1A93" w14:textId="77777777" w:rsidR="00D40158" w:rsidRPr="00A22524" w:rsidRDefault="00DB4CC2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</w:t>
      </w:r>
      <w:r w:rsidR="00104C39">
        <w:rPr>
          <w:rFonts w:ascii="黑体" w:eastAsia="黑体" w:hAnsi="宋体" w:hint="eastAsia"/>
          <w:b/>
          <w:bCs/>
          <w:sz w:val="72"/>
          <w:szCs w:val="72"/>
        </w:rPr>
        <w:t>碳排放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6C5A4BBF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5F18D020" w14:textId="77777777"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5F551A3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2E70B2B" w14:textId="77777777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F49B747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A08E933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2D832AF2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4A4289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8B61CF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北京</w:t>
            </w:r>
            <w:r>
              <w:t>-</w:t>
            </w:r>
            <w:r>
              <w:t>北京</w:t>
            </w:r>
            <w:bookmarkEnd w:id="2"/>
          </w:p>
        </w:tc>
      </w:tr>
      <w:tr w:rsidR="00D40158" w:rsidRPr="00D40158" w14:paraId="4DC96A89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C13444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A2E504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r w:rsidRPr="00D40158">
              <w:rPr>
                <w:rFonts w:ascii="宋体" w:hAnsi="宋体" w:hint="eastAsia"/>
                <w:szCs w:val="21"/>
              </w:rPr>
              <w:t>火车站</w:t>
            </w:r>
            <w:bookmarkEnd w:id="3"/>
          </w:p>
        </w:tc>
      </w:tr>
      <w:tr w:rsidR="00D40158" w:rsidRPr="00D40158" w14:paraId="61316C04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308E7F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7B761D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r w:rsidRPr="00D40158">
              <w:rPr>
                <w:rFonts w:ascii="宋体" w:hAnsi="宋体" w:hint="eastAsia"/>
                <w:szCs w:val="21"/>
              </w:rPr>
              <w:t>北京建筑大学</w:t>
            </w:r>
            <w:bookmarkEnd w:id="4"/>
          </w:p>
        </w:tc>
      </w:tr>
      <w:tr w:rsidR="00D40158" w:rsidRPr="00D40158" w14:paraId="2AF06500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009B96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01AB07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r w:rsidRPr="00D40158">
              <w:rPr>
                <w:rFonts w:ascii="宋体" w:hAnsi="宋体" w:hint="eastAsia"/>
                <w:szCs w:val="21"/>
              </w:rPr>
              <w:t>北京建筑大学</w:t>
            </w:r>
            <w:bookmarkEnd w:id="5"/>
          </w:p>
        </w:tc>
      </w:tr>
      <w:tr w:rsidR="00D40158" w:rsidRPr="00D40158" w14:paraId="20F599CF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35F8B7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3752AB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F19794D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91A6B6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5597E42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AECAC06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F4F487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2F9C516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554F3F7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4902B7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9E01A1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2022年1月4日</w:t>
              </w:r>
            </w:smartTag>
            <w:bookmarkEnd w:id="6"/>
          </w:p>
        </w:tc>
      </w:tr>
    </w:tbl>
    <w:p w14:paraId="772012E2" w14:textId="77777777" w:rsidR="00D40158" w:rsidRDefault="00D40158" w:rsidP="00B41640">
      <w:pPr>
        <w:rPr>
          <w:rFonts w:ascii="宋体" w:hAnsi="宋体"/>
          <w:lang w:val="en-US"/>
        </w:rPr>
      </w:pPr>
    </w:p>
    <w:p w14:paraId="2481653C" w14:textId="77777777" w:rsidR="00D40158" w:rsidRDefault="00D40158" w:rsidP="009D140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3470C56" wp14:editId="07B12FA3">
            <wp:extent cx="1514634" cy="1514634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1BCF3098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3156F77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861D257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建筑碳排放CEEB2022</w:t>
            </w:r>
            <w:bookmarkEnd w:id="8"/>
          </w:p>
        </w:tc>
      </w:tr>
      <w:tr w:rsidR="00C67778" w:rsidRPr="00D40158" w14:paraId="1435576C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687FAA7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9A7C4CA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20210606</w:t>
            </w:r>
            <w:bookmarkEnd w:id="9"/>
          </w:p>
        </w:tc>
      </w:tr>
      <w:tr w:rsidR="00C67778" w:rsidRPr="00D40158" w14:paraId="60E8EF11" w14:textId="77777777" w:rsidTr="00396FF3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D677C23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66122381" w14:textId="77777777" w:rsidR="006E3B8E" w:rsidRPr="00D40158" w:rsidRDefault="006E3B8E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B55D3D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0DCD8177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63284BE5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BF47F8A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T18813071905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1FEC6BC7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BEF77F3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CD98A22" w14:textId="77777777" w:rsidR="008A3D4F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193037" w:history="1">
        <w:r w:rsidR="008A3D4F" w:rsidRPr="000A6100">
          <w:rPr>
            <w:rStyle w:val="a6"/>
          </w:rPr>
          <w:t>1</w:t>
        </w:r>
        <w:r w:rsidR="008A3D4F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8A3D4F" w:rsidRPr="000A6100">
          <w:rPr>
            <w:rStyle w:val="a6"/>
          </w:rPr>
          <w:t>建筑概况</w:t>
        </w:r>
        <w:r w:rsidR="008A3D4F">
          <w:rPr>
            <w:webHidden/>
          </w:rPr>
          <w:tab/>
        </w:r>
        <w:r w:rsidR="008A3D4F">
          <w:rPr>
            <w:webHidden/>
          </w:rPr>
          <w:fldChar w:fldCharType="begin"/>
        </w:r>
        <w:r w:rsidR="008A3D4F">
          <w:rPr>
            <w:webHidden/>
          </w:rPr>
          <w:instrText xml:space="preserve"> PAGEREF _Toc92193037 \h </w:instrText>
        </w:r>
        <w:r w:rsidR="008A3D4F">
          <w:rPr>
            <w:webHidden/>
          </w:rPr>
        </w:r>
        <w:r w:rsidR="008A3D4F">
          <w:rPr>
            <w:webHidden/>
          </w:rPr>
          <w:fldChar w:fldCharType="separate"/>
        </w:r>
        <w:r w:rsidR="008A3D4F">
          <w:rPr>
            <w:webHidden/>
          </w:rPr>
          <w:t>4</w:t>
        </w:r>
        <w:r w:rsidR="008A3D4F">
          <w:rPr>
            <w:webHidden/>
          </w:rPr>
          <w:fldChar w:fldCharType="end"/>
        </w:r>
      </w:hyperlink>
    </w:p>
    <w:p w14:paraId="00950090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38" w:history="1">
        <w:r w:rsidRPr="000A6100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F434F5A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39" w:history="1">
        <w:r w:rsidRPr="000A6100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44834FF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40" w:history="1">
        <w:r w:rsidRPr="000A6100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125DF0B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41" w:history="1">
        <w:r w:rsidRPr="000A6100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4EAA2FC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42" w:history="1">
        <w:r w:rsidRPr="000A6100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87B45EF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43" w:history="1">
        <w:r w:rsidRPr="000A6100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C36B7FD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44" w:history="1">
        <w:r w:rsidRPr="000A6100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A3D60C5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45" w:history="1">
        <w:r w:rsidRPr="000A6100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FB622C8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46" w:history="1">
        <w:r w:rsidRPr="000A6100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9613BDB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47" w:history="1">
        <w:r w:rsidRPr="000A6100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2421B4C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48" w:history="1">
        <w:r w:rsidRPr="000A6100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D1E0B2D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49" w:history="1">
        <w:r w:rsidRPr="000A6100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49F8BA6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50" w:history="1">
        <w:r w:rsidRPr="000A6100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暖通空调系统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7BD3207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51" w:history="1">
        <w:r w:rsidRPr="000A6100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034FE66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52" w:history="1">
        <w:r w:rsidRPr="000A6100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C107050" w14:textId="77777777" w:rsidR="008A3D4F" w:rsidRDefault="008A3D4F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3053" w:history="1">
        <w:r w:rsidRPr="000A6100">
          <w:rPr>
            <w:rStyle w:val="a6"/>
            <w:lang w:val="en-GB"/>
          </w:rPr>
          <w:t>8.2.1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冷水机组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DB17E0F" w14:textId="77777777" w:rsidR="008A3D4F" w:rsidRDefault="008A3D4F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3054" w:history="1">
        <w:r w:rsidRPr="000A6100">
          <w:rPr>
            <w:rStyle w:val="a6"/>
            <w:lang w:val="en-GB"/>
          </w:rPr>
          <w:t>8.2.2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水泵系统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D3DECD9" w14:textId="77777777" w:rsidR="008A3D4F" w:rsidRDefault="008A3D4F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3055" w:history="1">
        <w:r w:rsidRPr="000A6100">
          <w:rPr>
            <w:rStyle w:val="a6"/>
            <w:lang w:val="en-GB"/>
          </w:rPr>
          <w:t>8.2.3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运行工况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BB43426" w14:textId="77777777" w:rsidR="008A3D4F" w:rsidRDefault="008A3D4F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3056" w:history="1">
        <w:r w:rsidRPr="000A6100">
          <w:rPr>
            <w:rStyle w:val="a6"/>
            <w:lang w:val="en-GB"/>
          </w:rPr>
          <w:t>8.2.4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制冷能耗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B415E30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57" w:history="1">
        <w:r w:rsidRPr="000A6100">
          <w:rPr>
            <w:rStyle w:val="a6"/>
            <w:lang w:val="en-GB"/>
          </w:rPr>
          <w:t>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5C71CBF" w14:textId="77777777" w:rsidR="008A3D4F" w:rsidRDefault="008A3D4F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3058" w:history="1">
        <w:r w:rsidRPr="000A6100">
          <w:rPr>
            <w:rStyle w:val="a6"/>
            <w:lang w:val="en-GB"/>
          </w:rPr>
          <w:t>8.3.1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热水锅炉系统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2A6A5E6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59" w:history="1">
        <w:r w:rsidRPr="000A6100">
          <w:rPr>
            <w:rStyle w:val="a6"/>
            <w:lang w:val="en-GB"/>
          </w:rPr>
          <w:t>8.4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空调风机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E375294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0" w:history="1">
        <w:r w:rsidRPr="000A6100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B67D26F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1" w:history="1">
        <w:r w:rsidRPr="000A6100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插座设备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900978F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2" w:history="1">
        <w:r w:rsidRPr="000A6100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排风机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6C31B60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3" w:history="1">
        <w:r w:rsidRPr="000A6100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5FDDDDB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4" w:history="1">
        <w:r w:rsidRPr="000A6100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7350C4E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65" w:history="1">
        <w:r w:rsidRPr="000A6100">
          <w:rPr>
            <w:rStyle w:val="a6"/>
            <w:lang w:val="en-GB"/>
          </w:rPr>
          <w:t>13.1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925B579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66" w:history="1">
        <w:r w:rsidRPr="000A6100">
          <w:rPr>
            <w:rStyle w:val="a6"/>
            <w:lang w:val="en-GB"/>
          </w:rPr>
          <w:t>13.2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6AFB215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7" w:history="1">
        <w:r w:rsidRPr="000A6100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D4FA247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8" w:history="1">
        <w:r w:rsidRPr="000A6100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3113EAE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69" w:history="1">
        <w:r w:rsidRPr="000A6100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79E7E97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0" w:history="1">
        <w:r w:rsidRPr="000A6100">
          <w:rPr>
            <w:rStyle w:val="a6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建材生产运输碳排放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66B377B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1" w:history="1">
        <w:r w:rsidRPr="000A6100">
          <w:rPr>
            <w:rStyle w:val="a6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碳汇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A3C2E3E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2" w:history="1">
        <w:r w:rsidRPr="000A6100">
          <w:rPr>
            <w:rStyle w:val="a6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1C6E214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3" w:history="1">
        <w:r w:rsidRPr="000A6100">
          <w:rPr>
            <w:rStyle w:val="a6"/>
            <w:lang w:val="en-GB"/>
          </w:rPr>
          <w:t>16.4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全生命周期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5DC0623" w14:textId="77777777" w:rsidR="008A3D4F" w:rsidRDefault="008A3D4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3074" w:history="1">
        <w:r w:rsidRPr="000A6100">
          <w:rPr>
            <w:rStyle w:val="a6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A6100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4E443A1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5" w:history="1">
        <w:r w:rsidRPr="000A6100">
          <w:rPr>
            <w:rStyle w:val="a6"/>
            <w:lang w:val="en-GB"/>
          </w:rPr>
          <w:t>17.1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工作日</w:t>
        </w:r>
        <w:r w:rsidRPr="000A6100">
          <w:rPr>
            <w:rStyle w:val="a6"/>
          </w:rPr>
          <w:t>/</w:t>
        </w:r>
        <w:r w:rsidRPr="000A6100">
          <w:rPr>
            <w:rStyle w:val="a6"/>
          </w:rPr>
          <w:t>节假日人员逐时在室率</w:t>
        </w:r>
        <w:r w:rsidRPr="000A6100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4036C4C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6" w:history="1">
        <w:r w:rsidRPr="000A6100">
          <w:rPr>
            <w:rStyle w:val="a6"/>
            <w:lang w:val="en-GB"/>
          </w:rPr>
          <w:t>17.2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工作日</w:t>
        </w:r>
        <w:r w:rsidRPr="000A6100">
          <w:rPr>
            <w:rStyle w:val="a6"/>
          </w:rPr>
          <w:t>/</w:t>
        </w:r>
        <w:r w:rsidRPr="000A6100">
          <w:rPr>
            <w:rStyle w:val="a6"/>
          </w:rPr>
          <w:t>节假日照明开关时间表</w:t>
        </w:r>
        <w:r w:rsidRPr="000A6100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25EA6B5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7" w:history="1">
        <w:r w:rsidRPr="000A6100">
          <w:rPr>
            <w:rStyle w:val="a6"/>
            <w:lang w:val="en-GB"/>
          </w:rPr>
          <w:t>17.3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工作日</w:t>
        </w:r>
        <w:r w:rsidRPr="000A6100">
          <w:rPr>
            <w:rStyle w:val="a6"/>
          </w:rPr>
          <w:t>/</w:t>
        </w:r>
        <w:r w:rsidRPr="000A6100">
          <w:rPr>
            <w:rStyle w:val="a6"/>
          </w:rPr>
          <w:t>节假日设备逐时使用率</w:t>
        </w:r>
        <w:r w:rsidRPr="000A6100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42E3469" w14:textId="77777777" w:rsidR="008A3D4F" w:rsidRDefault="008A3D4F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3078" w:history="1">
        <w:r w:rsidRPr="000A6100">
          <w:rPr>
            <w:rStyle w:val="a6"/>
            <w:lang w:val="en-GB"/>
          </w:rPr>
          <w:t>17.4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A6100">
          <w:rPr>
            <w:rStyle w:val="a6"/>
          </w:rPr>
          <w:t>工作日</w:t>
        </w:r>
        <w:r w:rsidRPr="000A6100">
          <w:rPr>
            <w:rStyle w:val="a6"/>
          </w:rPr>
          <w:t>/</w:t>
        </w:r>
        <w:r w:rsidRPr="000A6100">
          <w:rPr>
            <w:rStyle w:val="a6"/>
          </w:rPr>
          <w:t>节假日空调系统运行时间表</w:t>
        </w:r>
        <w:r w:rsidRPr="000A6100">
          <w:rPr>
            <w:rStyle w:val="a6"/>
          </w:rPr>
          <w:t>(1:</w:t>
        </w:r>
        <w:r w:rsidRPr="000A6100">
          <w:rPr>
            <w:rStyle w:val="a6"/>
          </w:rPr>
          <w:t>开</w:t>
        </w:r>
        <w:r w:rsidRPr="000A6100">
          <w:rPr>
            <w:rStyle w:val="a6"/>
          </w:rPr>
          <w:t>,0:</w:t>
        </w:r>
        <w:r w:rsidRPr="000A6100">
          <w:rPr>
            <w:rStyle w:val="a6"/>
          </w:rPr>
          <w:t>关</w:t>
        </w:r>
        <w:r w:rsidRPr="000A6100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_Toc92193078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B9D8500" w14:textId="77777777" w:rsidR="00AA47FE" w:rsidRDefault="00D40158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25041736" w14:textId="77777777" w:rsidR="00D40158" w:rsidRDefault="00D40158" w:rsidP="00D40158">
      <w:pPr>
        <w:pStyle w:val="TOC1"/>
      </w:pPr>
    </w:p>
    <w:p w14:paraId="28FB2DAA" w14:textId="77777777" w:rsidR="00D40158" w:rsidRPr="005E5F93" w:rsidRDefault="00D40158" w:rsidP="005215FB">
      <w:pPr>
        <w:pStyle w:val="1"/>
      </w:pPr>
      <w:bookmarkStart w:id="11" w:name="_Toc92193037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14:paraId="2BBB5E8D" w14:textId="77777777" w:rsidTr="00853D5D">
        <w:tc>
          <w:tcPr>
            <w:tcW w:w="2763" w:type="dxa"/>
            <w:shd w:val="clear" w:color="auto" w:fill="E6E6E6"/>
          </w:tcPr>
          <w:p w14:paraId="47138B5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53D4F4A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:rsidR="00D40158" w:rsidRPr="00FF2243" w14:paraId="34F51031" w14:textId="77777777" w:rsidTr="00853D5D">
        <w:tc>
          <w:tcPr>
            <w:tcW w:w="2763" w:type="dxa"/>
            <w:shd w:val="clear" w:color="auto" w:fill="E6E6E6"/>
          </w:tcPr>
          <w:p w14:paraId="4E27088F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4A803EC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037A4C" w:rsidRPr="00FF2243" w14:paraId="4E50D04D" w14:textId="77777777" w:rsidTr="00853D5D">
        <w:tc>
          <w:tcPr>
            <w:tcW w:w="2763" w:type="dxa"/>
            <w:shd w:val="clear" w:color="auto" w:fill="E6E6E6"/>
          </w:tcPr>
          <w:p w14:paraId="387AEE9C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5F20A319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39.80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14:paraId="021DDA6A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116.47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853D5D" w:rsidRPr="00FF2243" w14:paraId="103B4254" w14:textId="77777777" w:rsidTr="00853D5D">
        <w:tc>
          <w:tcPr>
            <w:tcW w:w="2763" w:type="dxa"/>
            <w:shd w:val="clear" w:color="auto" w:fill="E6E6E6"/>
          </w:tcPr>
          <w:p w14:paraId="0D53F1DF" w14:textId="77777777"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68729E99" w14:textId="77777777"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D40158" w:rsidRPr="00FF2243" w14:paraId="7B00E747" w14:textId="77777777" w:rsidTr="00853D5D">
        <w:tc>
          <w:tcPr>
            <w:tcW w:w="2763" w:type="dxa"/>
            <w:shd w:val="clear" w:color="auto" w:fill="E6E6E6"/>
          </w:tcPr>
          <w:p w14:paraId="4C6C55D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73255A2A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hint="eastAsia"/>
                <w:lang w:val="en-US"/>
              </w:rPr>
              <w:t>6335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8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8"/>
          </w:p>
        </w:tc>
      </w:tr>
      <w:tr w:rsidR="00D40158" w:rsidRPr="00FF2243" w14:paraId="1184ECBA" w14:textId="77777777" w:rsidTr="00853D5D">
        <w:tc>
          <w:tcPr>
            <w:tcW w:w="2763" w:type="dxa"/>
            <w:shd w:val="clear" w:color="auto" w:fill="E6E6E6"/>
          </w:tcPr>
          <w:p w14:paraId="6CB58FE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0C5E1CD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hint="eastAsia"/>
                <w:lang w:val="en-US"/>
              </w:rPr>
              <w:t>2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:rsidR="00D40158" w:rsidRPr="00FF2243" w14:paraId="357EE587" w14:textId="77777777" w:rsidTr="00853D5D">
        <w:tc>
          <w:tcPr>
            <w:tcW w:w="2763" w:type="dxa"/>
            <w:shd w:val="clear" w:color="auto" w:fill="E6E6E6"/>
          </w:tcPr>
          <w:p w14:paraId="337A4AC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069" w:type="dxa"/>
            <w:gridSpan w:val="2"/>
          </w:tcPr>
          <w:p w14:paraId="75937866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hint="eastAsia"/>
                <w:lang w:val="en-US"/>
              </w:rPr>
              <w:t>8.0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2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2"/>
          </w:p>
        </w:tc>
      </w:tr>
      <w:tr w:rsidR="00203A7D" w:rsidRPr="00FF2243" w14:paraId="7F070D72" w14:textId="77777777" w:rsidTr="00853D5D">
        <w:tc>
          <w:tcPr>
            <w:tcW w:w="2763" w:type="dxa"/>
            <w:shd w:val="clear" w:color="auto" w:fill="E6E6E6"/>
          </w:tcPr>
          <w:p w14:paraId="60384B46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6AACB776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25340.59</w:t>
            </w:r>
            <w:bookmarkEnd w:id="23"/>
          </w:p>
        </w:tc>
      </w:tr>
      <w:tr w:rsidR="00203A7D" w:rsidRPr="00FF2243" w14:paraId="03257080" w14:textId="77777777" w:rsidTr="00853D5D">
        <w:tc>
          <w:tcPr>
            <w:tcW w:w="2763" w:type="dxa"/>
            <w:shd w:val="clear" w:color="auto" w:fill="E6E6E6"/>
          </w:tcPr>
          <w:p w14:paraId="4C9BB79D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0CDFDCC7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5835.84</w:t>
            </w:r>
            <w:bookmarkEnd w:id="24"/>
          </w:p>
        </w:tc>
      </w:tr>
      <w:tr w:rsidR="00D40158" w:rsidRPr="00FF2243" w14:paraId="70182000" w14:textId="77777777" w:rsidTr="00853D5D">
        <w:tc>
          <w:tcPr>
            <w:tcW w:w="2763" w:type="dxa"/>
            <w:shd w:val="clear" w:color="auto" w:fill="E6E6E6"/>
          </w:tcPr>
          <w:p w14:paraId="4E59867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5B87496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315</w:t>
            </w:r>
            <w:bookmarkEnd w:id="25"/>
          </w:p>
        </w:tc>
      </w:tr>
      <w:tr w:rsidR="00D40158" w:rsidRPr="00FF2243" w14:paraId="466A7FFA" w14:textId="77777777" w:rsidTr="00853D5D">
        <w:tc>
          <w:tcPr>
            <w:tcW w:w="2763" w:type="dxa"/>
            <w:shd w:val="clear" w:color="auto" w:fill="E6E6E6"/>
          </w:tcPr>
          <w:p w14:paraId="68909E8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0F1F7F7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:rsidR="00D40158" w:rsidRPr="00FF2243" w14:paraId="46158CB9" w14:textId="77777777" w:rsidTr="00853D5D">
        <w:tc>
          <w:tcPr>
            <w:tcW w:w="2763" w:type="dxa"/>
            <w:shd w:val="clear" w:color="auto" w:fill="E6E6E6"/>
          </w:tcPr>
          <w:p w14:paraId="7EBC820B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20D5D33D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:rsidR="00D40158" w:rsidRPr="00FF2243" w14:paraId="6FEBF2E7" w14:textId="77777777" w:rsidTr="00853D5D">
        <w:tc>
          <w:tcPr>
            <w:tcW w:w="2763" w:type="dxa"/>
            <w:shd w:val="clear" w:color="auto" w:fill="E6E6E6"/>
          </w:tcPr>
          <w:p w14:paraId="43C46C93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6186154C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 w:rsidR="001F2EAE" w:rsidRPr="00FF2243" w14:paraId="0CBFD313" w14:textId="77777777" w:rsidTr="00853D5D">
        <w:tc>
          <w:tcPr>
            <w:tcW w:w="2763" w:type="dxa"/>
            <w:shd w:val="clear" w:color="auto" w:fill="E6E6E6"/>
          </w:tcPr>
          <w:p w14:paraId="49D27025" w14:textId="77777777" w:rsidR="001F2EAE" w:rsidRDefault="001F2EAE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29250865" w14:textId="77777777" w:rsidR="001F2EAE" w:rsidRDefault="001F2EAE" w:rsidP="00FF2243">
            <w:pPr>
              <w:pStyle w:val="a0"/>
              <w:ind w:firstLineChars="0" w:firstLine="0"/>
            </w:pPr>
            <w:bookmarkStart w:id="29" w:name="控温期"/>
            <w:r>
              <w:t>供冷期</w:t>
            </w:r>
            <w:r>
              <w:t>:6.14-8.31,</w:t>
            </w:r>
            <w:r>
              <w:t>供暖期</w:t>
            </w:r>
            <w:r>
              <w:t>:11.8-2.28</w:t>
            </w:r>
            <w:bookmarkEnd w:id="29"/>
          </w:p>
        </w:tc>
      </w:tr>
    </w:tbl>
    <w:p w14:paraId="36114536" w14:textId="77777777" w:rsidR="00534262" w:rsidRDefault="00534262" w:rsidP="00534262">
      <w:pPr>
        <w:pStyle w:val="a0"/>
        <w:ind w:firstLineChars="0" w:firstLine="0"/>
        <w:rPr>
          <w:lang w:val="en-US"/>
        </w:rPr>
      </w:pPr>
      <w:bookmarkStart w:id="30" w:name="TitleFormat"/>
    </w:p>
    <w:p w14:paraId="4F990321" w14:textId="77777777" w:rsidR="00033A7A" w:rsidRDefault="00732438" w:rsidP="00824A6F">
      <w:pPr>
        <w:pStyle w:val="1"/>
      </w:pPr>
      <w:bookmarkStart w:id="31" w:name="_Toc92193038"/>
      <w:r>
        <w:rPr>
          <w:rFonts w:hint="eastAsia"/>
        </w:rPr>
        <w:t>计算</w:t>
      </w:r>
      <w:r w:rsidR="00D40158">
        <w:rPr>
          <w:rFonts w:hint="eastAsia"/>
        </w:rPr>
        <w:t>依据</w:t>
      </w:r>
      <w:bookmarkEnd w:id="30"/>
      <w:bookmarkEnd w:id="31"/>
    </w:p>
    <w:p w14:paraId="3C19F303" w14:textId="77777777" w:rsidR="00824A6F" w:rsidRPr="00824A6F" w:rsidRDefault="00824A6F" w:rsidP="00824A6F">
      <w:pPr>
        <w:pStyle w:val="a0"/>
        <w:ind w:firstLineChars="0" w:firstLine="0"/>
        <w:rPr>
          <w:lang w:val="en-US"/>
        </w:rPr>
      </w:pPr>
      <w:bookmarkStart w:id="32" w:name="计算依据"/>
      <w:bookmarkEnd w:id="32"/>
      <w:r>
        <w:rPr>
          <w:lang w:val="en-US"/>
        </w:rPr>
        <w:t xml:space="preserve">1. </w:t>
      </w:r>
      <w:r>
        <w:rPr>
          <w:lang w:val="en-US"/>
        </w:rPr>
        <w:t>《绿色建筑评价标准》</w:t>
      </w:r>
      <w:r>
        <w:rPr>
          <w:lang w:val="en-US"/>
        </w:rPr>
        <w:t>(GB/T50378-2019)</w:t>
      </w:r>
    </w:p>
    <w:p w14:paraId="4A8C94C1" w14:textId="77777777" w:rsidR="00CC0FF8" w:rsidRDefault="001C0467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《建筑碳排放计算标准》</w:t>
      </w:r>
      <w:r>
        <w:rPr>
          <w:lang w:val="en-US"/>
        </w:rPr>
        <w:t>(GB/T 51366-2019)</w:t>
      </w:r>
    </w:p>
    <w:p w14:paraId="0E3381B7" w14:textId="77777777" w:rsidR="00CC0FF8" w:rsidRDefault="001C0467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《民用建筑绿色性能计算标准》</w:t>
      </w:r>
      <w:r>
        <w:rPr>
          <w:lang w:val="en-US"/>
        </w:rPr>
        <w:t>(JGJ/T 449-2018)</w:t>
      </w:r>
    </w:p>
    <w:p w14:paraId="6903F589" w14:textId="77777777" w:rsidR="00CC0FF8" w:rsidRDefault="001C0467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《公共建筑节能设计标准》</w:t>
      </w:r>
      <w:r>
        <w:rPr>
          <w:lang w:val="en-US"/>
        </w:rPr>
        <w:t>(GB50189-2015)</w:t>
      </w:r>
    </w:p>
    <w:p w14:paraId="57EF817A" w14:textId="77777777" w:rsidR="00CC0FF8" w:rsidRDefault="001C0467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5. </w:t>
      </w:r>
      <w:r>
        <w:rPr>
          <w:lang w:val="en-US"/>
        </w:rPr>
        <w:t>《民用建筑热工设计规范》</w:t>
      </w:r>
      <w:r>
        <w:rPr>
          <w:lang w:val="en-US"/>
        </w:rPr>
        <w:t>(GB50176)</w:t>
      </w:r>
    </w:p>
    <w:p w14:paraId="1A471710" w14:textId="77777777" w:rsidR="00CC0FF8" w:rsidRDefault="00CC0FF8">
      <w:pPr>
        <w:pStyle w:val="a0"/>
        <w:ind w:firstLineChars="0" w:firstLine="0"/>
        <w:rPr>
          <w:lang w:val="en-US"/>
        </w:rPr>
      </w:pPr>
    </w:p>
    <w:p w14:paraId="344C9050" w14:textId="77777777" w:rsidR="005F23B3" w:rsidRDefault="005F23B3" w:rsidP="005F23B3">
      <w:pPr>
        <w:pStyle w:val="1"/>
        <w:tabs>
          <w:tab w:val="left" w:pos="432"/>
        </w:tabs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92193039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78491C2F" w14:textId="77777777" w:rsidR="005F23B3" w:rsidRPr="005F23B3" w:rsidRDefault="005F23B3" w:rsidP="005F23B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</w:t>
      </w:r>
      <w:r>
        <w:rPr>
          <w:rFonts w:hint="eastAsia"/>
          <w:lang w:val="en-US"/>
        </w:rPr>
        <w:t>CEEB2022</w:t>
      </w:r>
      <w:bookmarkEnd w:id="38"/>
      <w:r>
        <w:rPr>
          <w:rFonts w:hint="eastAsia"/>
          <w:lang w:val="en-US"/>
        </w:rPr>
        <w:t>计算并输出，</w:t>
      </w:r>
      <w:r w:rsidR="00316C9C">
        <w:rPr>
          <w:rFonts w:hint="eastAsia"/>
          <w:lang w:val="en-US"/>
        </w:rPr>
        <w:t>建筑碳排放</w:t>
      </w:r>
      <w:r w:rsidR="00316C9C">
        <w:rPr>
          <w:rFonts w:hint="eastAsia"/>
          <w:lang w:val="en-US"/>
        </w:rPr>
        <w:t>CEEB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</w:t>
      </w:r>
      <w:r w:rsidR="00316C9C">
        <w:rPr>
          <w:rFonts w:hint="eastAsia"/>
          <w:lang w:val="en-US"/>
        </w:rPr>
        <w:t>以国家标准</w:t>
      </w:r>
      <w:r w:rsidR="00316C9C">
        <w:rPr>
          <w:lang w:val="en-US"/>
        </w:rPr>
        <w:t>《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碳排放计算标准》</w:t>
      </w:r>
      <w:r w:rsidR="00316C9C">
        <w:rPr>
          <w:rFonts w:hint="eastAsia"/>
          <w:lang w:val="en-US"/>
        </w:rPr>
        <w:t>为</w:t>
      </w:r>
      <w:r w:rsidR="00316C9C">
        <w:rPr>
          <w:lang w:val="en-US"/>
        </w:rPr>
        <w:t>主要依据，</w:t>
      </w:r>
      <w:r w:rsidR="00316C9C">
        <w:rPr>
          <w:rFonts w:hint="eastAsia"/>
          <w:lang w:val="en-US"/>
        </w:rPr>
        <w:t>完整支持</w:t>
      </w:r>
      <w:r w:rsidR="00316C9C">
        <w:rPr>
          <w:lang w:val="en-US"/>
        </w:rPr>
        <w:t>建筑全生命周期的碳排放计算，包括</w:t>
      </w:r>
      <w:r w:rsidR="00316C9C">
        <w:rPr>
          <w:rFonts w:hint="eastAsia"/>
          <w:lang w:val="en-US"/>
        </w:rPr>
        <w:t>建材</w:t>
      </w:r>
      <w:r w:rsidR="00316C9C">
        <w:rPr>
          <w:lang w:val="en-US"/>
        </w:rPr>
        <w:t>生产运输、建造拆除、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运行和碳汇的计算，</w:t>
      </w:r>
      <w:r>
        <w:rPr>
          <w:rFonts w:hint="eastAsia"/>
          <w:lang w:val="en-US"/>
        </w:rPr>
        <w:t>以及</w:t>
      </w:r>
      <w:r w:rsidR="00316C9C">
        <w:rPr>
          <w:rFonts w:hint="eastAsia"/>
          <w:lang w:val="en-US"/>
        </w:rPr>
        <w:t>详细</w:t>
      </w:r>
      <w:r>
        <w:rPr>
          <w:rFonts w:hint="eastAsia"/>
          <w:lang w:val="en-US"/>
        </w:rPr>
        <w:t>的结果数据分析。</w:t>
      </w:r>
    </w:p>
    <w:p w14:paraId="27CB3016" w14:textId="77777777" w:rsidR="00A23AC4" w:rsidRDefault="00B31357" w:rsidP="00B31357">
      <w:pPr>
        <w:pStyle w:val="1"/>
      </w:pPr>
      <w:bookmarkStart w:id="39" w:name="_Toc92193040"/>
      <w:r>
        <w:rPr>
          <w:rFonts w:hint="eastAsia"/>
        </w:rPr>
        <w:lastRenderedPageBreak/>
        <w:t>气象数据</w:t>
      </w:r>
      <w:bookmarkEnd w:id="39"/>
    </w:p>
    <w:p w14:paraId="39007CF5" w14:textId="77777777" w:rsidR="00B31357" w:rsidRDefault="008244A0" w:rsidP="008244A0">
      <w:pPr>
        <w:pStyle w:val="2"/>
      </w:pPr>
      <w:bookmarkStart w:id="40" w:name="_Toc92193041"/>
      <w:r>
        <w:rPr>
          <w:rFonts w:hint="eastAsia"/>
        </w:rPr>
        <w:t>气象地点</w:t>
      </w:r>
      <w:bookmarkEnd w:id="40"/>
    </w:p>
    <w:p w14:paraId="62C688FC" w14:textId="77777777" w:rsidR="005E385A" w:rsidRPr="005E385A" w:rsidRDefault="005E385A" w:rsidP="005E385A">
      <w:pPr>
        <w:pStyle w:val="a0"/>
        <w:ind w:firstLine="420"/>
        <w:rPr>
          <w:lang w:val="en-US"/>
        </w:rPr>
      </w:pPr>
      <w:bookmarkStart w:id="41" w:name="气象数据来源"/>
      <w:r>
        <w:t>北京</w:t>
      </w:r>
      <w:r>
        <w:t>-</w:t>
      </w:r>
      <w:r>
        <w:t>北京</w:t>
      </w:r>
      <w:r>
        <w:t xml:space="preserve">, </w:t>
      </w:r>
      <w:r>
        <w:t>《建筑节能气象参数标准》</w:t>
      </w:r>
      <w:bookmarkEnd w:id="41"/>
    </w:p>
    <w:p w14:paraId="75821E69" w14:textId="77777777" w:rsidR="008244A0" w:rsidRDefault="00483CEF" w:rsidP="00483CEF">
      <w:pPr>
        <w:pStyle w:val="2"/>
      </w:pPr>
      <w:bookmarkStart w:id="42" w:name="_Toc92193042"/>
      <w:r>
        <w:rPr>
          <w:rFonts w:hint="eastAsia"/>
        </w:rPr>
        <w:t>逐日干球温度表</w:t>
      </w:r>
      <w:bookmarkEnd w:id="42"/>
    </w:p>
    <w:p w14:paraId="1BD58D72" w14:textId="77777777" w:rsidR="005E385A" w:rsidRPr="005E385A" w:rsidRDefault="005E385A" w:rsidP="005E385A">
      <w:pPr>
        <w:pStyle w:val="a0"/>
        <w:ind w:firstLineChars="0" w:firstLine="0"/>
        <w:rPr>
          <w:lang w:val="en-US"/>
        </w:rPr>
      </w:pPr>
      <w:bookmarkStart w:id="43" w:name="日均干球温度变化表"/>
      <w:bookmarkEnd w:id="43"/>
      <w:r>
        <w:rPr>
          <w:noProof/>
        </w:rPr>
        <w:drawing>
          <wp:inline distT="0" distB="0" distL="0" distR="0" wp14:anchorId="614B62B4" wp14:editId="24169039">
            <wp:extent cx="5610814" cy="257202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57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00615" w14:textId="77777777" w:rsidR="00902539" w:rsidRDefault="00483CEF" w:rsidP="00902539">
      <w:pPr>
        <w:pStyle w:val="2"/>
      </w:pPr>
      <w:bookmarkStart w:id="44" w:name="_Toc92193043"/>
      <w:r>
        <w:rPr>
          <w:rFonts w:hint="eastAsia"/>
        </w:rPr>
        <w:t>逐月辐照量表</w:t>
      </w:r>
      <w:bookmarkEnd w:id="44"/>
    </w:p>
    <w:p w14:paraId="18165243" w14:textId="77777777" w:rsidR="00902539" w:rsidRPr="00902539" w:rsidRDefault="00902539" w:rsidP="00902539">
      <w:pPr>
        <w:pStyle w:val="a0"/>
        <w:ind w:firstLineChars="0" w:firstLine="0"/>
        <w:rPr>
          <w:lang w:val="en-US"/>
        </w:rPr>
      </w:pPr>
      <w:bookmarkStart w:id="45" w:name="逐月辐照量图表"/>
      <w:bookmarkEnd w:id="45"/>
      <w:r>
        <w:rPr>
          <w:noProof/>
        </w:rPr>
        <w:drawing>
          <wp:inline distT="0" distB="0" distL="0" distR="0" wp14:anchorId="10A7A5B7" wp14:editId="0A8D0A24">
            <wp:extent cx="5610814" cy="232434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E86C5" w14:textId="77777777" w:rsidR="00483CEF" w:rsidRDefault="00483CEF" w:rsidP="00483CEF">
      <w:pPr>
        <w:pStyle w:val="2"/>
      </w:pPr>
      <w:bookmarkStart w:id="46" w:name="_Toc92193044"/>
      <w:r>
        <w:rPr>
          <w:rFonts w:hint="eastAsia"/>
        </w:rPr>
        <w:t>峰值工况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CC0FF8" w14:paraId="5B3F5BA0" w14:textId="77777777">
        <w:tc>
          <w:tcPr>
            <w:tcW w:w="1131" w:type="dxa"/>
            <w:shd w:val="clear" w:color="auto" w:fill="E6E6E6"/>
            <w:vAlign w:val="center"/>
          </w:tcPr>
          <w:p w14:paraId="6464F068" w14:textId="77777777" w:rsidR="00CC0FF8" w:rsidRDefault="001C0467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0F67B281" w14:textId="77777777" w:rsidR="00CC0FF8" w:rsidRDefault="001C0467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837C7D9" w14:textId="77777777" w:rsidR="00CC0FF8" w:rsidRDefault="001C0467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EFA802A" w14:textId="77777777" w:rsidR="00CC0FF8" w:rsidRDefault="001C0467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B1384CD" w14:textId="77777777" w:rsidR="00CC0FF8" w:rsidRDefault="001C0467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6DA997F" w14:textId="77777777" w:rsidR="00CC0FF8" w:rsidRDefault="001C0467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CC0FF8" w14:paraId="6D82947B" w14:textId="77777777">
        <w:tc>
          <w:tcPr>
            <w:tcW w:w="1131" w:type="dxa"/>
            <w:shd w:val="clear" w:color="auto" w:fill="E6E6E6"/>
            <w:vAlign w:val="center"/>
          </w:tcPr>
          <w:p w14:paraId="28AAF5B3" w14:textId="77777777" w:rsidR="00CC0FF8" w:rsidRDefault="001C0467">
            <w:r>
              <w:t>最热</w:t>
            </w:r>
          </w:p>
        </w:tc>
        <w:tc>
          <w:tcPr>
            <w:tcW w:w="1975" w:type="dxa"/>
            <w:vAlign w:val="center"/>
          </w:tcPr>
          <w:p w14:paraId="41A08F12" w14:textId="77777777" w:rsidR="00CC0FF8" w:rsidRDefault="001C0467">
            <w:r>
              <w:t>06</w:t>
            </w:r>
            <w:r>
              <w:t>月</w:t>
            </w:r>
            <w:r>
              <w:t>16</w:t>
            </w:r>
            <w:r>
              <w:t>日</w:t>
            </w:r>
            <w:r>
              <w:t>15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479D8479" w14:textId="77777777" w:rsidR="00CC0FF8" w:rsidRDefault="001C0467">
            <w:r>
              <w:t>36.1</w:t>
            </w:r>
          </w:p>
        </w:tc>
        <w:tc>
          <w:tcPr>
            <w:tcW w:w="1556" w:type="dxa"/>
            <w:vAlign w:val="center"/>
          </w:tcPr>
          <w:p w14:paraId="00EFF51F" w14:textId="77777777" w:rsidR="00CC0FF8" w:rsidRDefault="001C0467">
            <w:r>
              <w:t>23.3</w:t>
            </w:r>
          </w:p>
        </w:tc>
        <w:tc>
          <w:tcPr>
            <w:tcW w:w="1556" w:type="dxa"/>
            <w:vAlign w:val="center"/>
          </w:tcPr>
          <w:p w14:paraId="109B4D9A" w14:textId="77777777" w:rsidR="00CC0FF8" w:rsidRDefault="001C0467">
            <w:r>
              <w:t>13.1</w:t>
            </w:r>
          </w:p>
        </w:tc>
        <w:tc>
          <w:tcPr>
            <w:tcW w:w="1556" w:type="dxa"/>
            <w:vAlign w:val="center"/>
          </w:tcPr>
          <w:p w14:paraId="30FCCE49" w14:textId="77777777" w:rsidR="00CC0FF8" w:rsidRDefault="001C0467">
            <w:r>
              <w:t>69.9</w:t>
            </w:r>
          </w:p>
        </w:tc>
      </w:tr>
      <w:tr w:rsidR="00CC0FF8" w14:paraId="00BAEA94" w14:textId="77777777">
        <w:tc>
          <w:tcPr>
            <w:tcW w:w="1131" w:type="dxa"/>
            <w:shd w:val="clear" w:color="auto" w:fill="E6E6E6"/>
            <w:vAlign w:val="center"/>
          </w:tcPr>
          <w:p w14:paraId="45871F98" w14:textId="77777777" w:rsidR="00CC0FF8" w:rsidRDefault="001C0467">
            <w:r>
              <w:t>最冷</w:t>
            </w:r>
          </w:p>
        </w:tc>
        <w:tc>
          <w:tcPr>
            <w:tcW w:w="1975" w:type="dxa"/>
            <w:vAlign w:val="center"/>
          </w:tcPr>
          <w:p w14:paraId="6BD3D179" w14:textId="77777777" w:rsidR="00CC0FF8" w:rsidRDefault="001C0467">
            <w:r>
              <w:t>01</w:t>
            </w:r>
            <w:r>
              <w:t>月</w:t>
            </w:r>
            <w:r>
              <w:t>15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38180532" w14:textId="77777777" w:rsidR="00CC0FF8" w:rsidRDefault="001C0467">
            <w:r>
              <w:t>-18.9</w:t>
            </w:r>
          </w:p>
        </w:tc>
        <w:tc>
          <w:tcPr>
            <w:tcW w:w="1556" w:type="dxa"/>
            <w:vAlign w:val="center"/>
          </w:tcPr>
          <w:p w14:paraId="0C8C1AEC" w14:textId="77777777" w:rsidR="00CC0FF8" w:rsidRDefault="001C0467">
            <w:r>
              <w:t>-20.0</w:t>
            </w:r>
          </w:p>
        </w:tc>
        <w:tc>
          <w:tcPr>
            <w:tcW w:w="1556" w:type="dxa"/>
            <w:vAlign w:val="center"/>
          </w:tcPr>
          <w:p w14:paraId="75F17558" w14:textId="77777777" w:rsidR="00CC0FF8" w:rsidRDefault="001C0467">
            <w:r>
              <w:t>0.3</w:t>
            </w:r>
          </w:p>
        </w:tc>
        <w:tc>
          <w:tcPr>
            <w:tcW w:w="1556" w:type="dxa"/>
            <w:vAlign w:val="center"/>
          </w:tcPr>
          <w:p w14:paraId="4B2FB837" w14:textId="77777777" w:rsidR="00CC0FF8" w:rsidRDefault="001C0467">
            <w:r>
              <w:t>-18.2</w:t>
            </w:r>
          </w:p>
        </w:tc>
      </w:tr>
    </w:tbl>
    <w:p w14:paraId="1DC5E604" w14:textId="77777777" w:rsidR="00B31357" w:rsidRPr="00A23AC4" w:rsidRDefault="00B31357" w:rsidP="00A23AC4">
      <w:pPr>
        <w:pStyle w:val="1"/>
        <w:widowControl w:val="0"/>
        <w:jc w:val="both"/>
      </w:pPr>
      <w:bookmarkStart w:id="47" w:name="气象峰值工况"/>
      <w:bookmarkStart w:id="48" w:name="_Toc92193045"/>
      <w:bookmarkEnd w:id="47"/>
      <w:r>
        <w:lastRenderedPageBreak/>
        <w:t>围护结构</w:t>
      </w:r>
      <w:bookmarkEnd w:id="48"/>
    </w:p>
    <w:p w14:paraId="4C15EE69" w14:textId="77777777" w:rsidR="00CC0FF8" w:rsidRDefault="001C0467">
      <w:pPr>
        <w:pStyle w:val="1"/>
        <w:widowControl w:val="0"/>
        <w:jc w:val="both"/>
      </w:pPr>
      <w:bookmarkStart w:id="49" w:name="_Toc92193046"/>
      <w:r>
        <w:t>围护结构概况</w:t>
      </w:r>
      <w:bookmarkEnd w:id="49"/>
    </w:p>
    <w:p w14:paraId="00681804" w14:textId="77777777" w:rsidR="00CC0FF8" w:rsidRDefault="00CC0FF8"/>
    <w:tbl>
      <w:tblPr>
        <w:tblW w:w="533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0"/>
        <w:gridCol w:w="1131"/>
        <w:gridCol w:w="2652"/>
        <w:gridCol w:w="1413"/>
        <w:gridCol w:w="1413"/>
        <w:gridCol w:w="1648"/>
      </w:tblGrid>
      <w:tr w:rsidR="003C0CC2" w14:paraId="6C7B7981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46DEF6D" w14:textId="77777777" w:rsidR="003C0CC2" w:rsidRDefault="001C046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21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886F53F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bookmarkStart w:id="50" w:name="设计建筑别名"/>
            <w:r>
              <w:rPr>
                <w:rFonts w:hAnsi="宋体"/>
                <w:bCs/>
                <w:szCs w:val="21"/>
              </w:rPr>
              <w:t>设计建筑</w:t>
            </w:r>
            <w:bookmarkEnd w:id="50"/>
          </w:p>
        </w:tc>
      </w:tr>
      <w:tr w:rsidR="003C0CC2" w14:paraId="25C025C7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7F1415F" w14:textId="77777777" w:rsidR="003C0CC2" w:rsidRDefault="001C0467" w:rsidP="00FE187A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体形系数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65CEEC" w14:textId="77777777" w:rsidR="003C0CC2" w:rsidRDefault="001C0467" w:rsidP="00707638">
            <w:pPr>
              <w:jc w:val="center"/>
              <w:rPr>
                <w:szCs w:val="21"/>
              </w:rPr>
            </w:pPr>
            <w:bookmarkStart w:id="51" w:name="体型系数"/>
            <w:r>
              <w:rPr>
                <w:rFonts w:hint="eastAsia"/>
                <w:szCs w:val="21"/>
              </w:rPr>
              <w:t>0.23</w:t>
            </w:r>
            <w:bookmarkEnd w:id="51"/>
          </w:p>
        </w:tc>
      </w:tr>
      <w:tr w:rsidR="003C0CC2" w14:paraId="5AFA88F7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776084D" w14:textId="77777777" w:rsidR="003C0CC2" w:rsidRDefault="001C0467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2956F9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bookmarkStart w:id="52" w:name="屋顶K"/>
            <w:r>
              <w:rPr>
                <w:rFonts w:hint="eastAsia"/>
                <w:bCs/>
                <w:szCs w:val="21"/>
              </w:rPr>
              <w:t>0.83</w:t>
            </w:r>
            <w:bookmarkEnd w:id="52"/>
          </w:p>
        </w:tc>
      </w:tr>
      <w:tr w:rsidR="003C0CC2" w14:paraId="63293D7D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86544E5" w14:textId="77777777" w:rsidR="003C0CC2" w:rsidRDefault="001C0467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10E4E0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bookmarkStart w:id="53" w:name="外墙K"/>
            <w:r>
              <w:rPr>
                <w:rFonts w:hint="eastAsia"/>
                <w:bCs/>
                <w:szCs w:val="21"/>
              </w:rPr>
              <w:t>1.35</w:t>
            </w:r>
            <w:bookmarkEnd w:id="53"/>
          </w:p>
        </w:tc>
      </w:tr>
      <w:tr w:rsidR="003C0CC2" w14:paraId="3F5CB230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028D5A1" w14:textId="77777777" w:rsidR="003C0CC2" w:rsidRDefault="001C046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79984692" w14:textId="77777777" w:rsidR="003C0CC2" w:rsidRDefault="001C0467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D83B02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bookmarkStart w:id="54" w:name="天窗K"/>
            <w:r>
              <w:rPr>
                <w:rFonts w:hint="eastAsia"/>
                <w:bCs/>
                <w:szCs w:val="21"/>
              </w:rPr>
              <w:t>－</w:t>
            </w:r>
            <w:bookmarkEnd w:id="54"/>
          </w:p>
        </w:tc>
      </w:tr>
      <w:tr w:rsidR="003C0CC2" w14:paraId="66381CE3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22CBBF2" w14:textId="77777777" w:rsidR="003C0CC2" w:rsidRDefault="001C0467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330AF4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bookmarkStart w:id="55" w:name="天窗SHGC"/>
            <w:r>
              <w:rPr>
                <w:rFonts w:hint="eastAsia"/>
                <w:bCs/>
                <w:szCs w:val="21"/>
              </w:rPr>
              <w:t>－</w:t>
            </w:r>
            <w:bookmarkEnd w:id="55"/>
          </w:p>
        </w:tc>
      </w:tr>
      <w:tr w:rsidR="003C0CC2" w14:paraId="7EAF2E68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1B92009" w14:textId="77777777" w:rsidR="003C0CC2" w:rsidRDefault="001C046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0EBE82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bookmarkStart w:id="56" w:name="挑空楼板K"/>
            <w:r>
              <w:rPr>
                <w:rFonts w:hint="eastAsia"/>
                <w:bCs/>
                <w:szCs w:val="21"/>
              </w:rPr>
              <w:t>1.19</w:t>
            </w:r>
            <w:bookmarkEnd w:id="56"/>
          </w:p>
        </w:tc>
      </w:tr>
      <w:tr w:rsidR="003C0CC2" w14:paraId="0BD8EA71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19439EE" w14:textId="77777777" w:rsidR="003C0CC2" w:rsidRPr="00D9724A" w:rsidRDefault="001C0467" w:rsidP="00CC09EF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地下车库与供暖房间之间的楼板</w:t>
            </w:r>
            <w:r w:rsidRPr="00D9724A">
              <w:rPr>
                <w:rFonts w:hAnsi="宋体"/>
                <w:szCs w:val="21"/>
              </w:rPr>
              <w:t xml:space="preserve"> </w:t>
            </w:r>
          </w:p>
          <w:p w14:paraId="4E7F1389" w14:textId="77777777" w:rsidR="003C0CC2" w:rsidRPr="00D9724A" w:rsidRDefault="001C0467" w:rsidP="00CC09EF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D51D2" w14:textId="77777777" w:rsidR="003C0CC2" w:rsidRDefault="001C0467" w:rsidP="00CC09EF">
            <w:pPr>
              <w:jc w:val="center"/>
              <w:rPr>
                <w:bCs/>
                <w:szCs w:val="21"/>
              </w:rPr>
            </w:pPr>
            <w:bookmarkStart w:id="57" w:name="不采暖地下室上部地板K"/>
            <w:r>
              <w:rPr>
                <w:rFonts w:hint="eastAsia"/>
                <w:bCs/>
                <w:szCs w:val="21"/>
              </w:rPr>
              <w:t>－</w:t>
            </w:r>
            <w:bookmarkEnd w:id="57"/>
          </w:p>
        </w:tc>
      </w:tr>
      <w:tr w:rsidR="003C0CC2" w14:paraId="5B813E55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BA69BFD" w14:textId="77777777" w:rsidR="003C0CC2" w:rsidRPr="00D9724A" w:rsidRDefault="001C0467" w:rsidP="00CC09EF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非供暖楼梯间与供暖房间之间的隔墙</w:t>
            </w:r>
            <w:r w:rsidRPr="00D9724A">
              <w:rPr>
                <w:rFonts w:hAnsi="宋体"/>
                <w:szCs w:val="21"/>
              </w:rPr>
              <w:t xml:space="preserve"> </w:t>
            </w: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BAEF75" w14:textId="77777777" w:rsidR="003C0CC2" w:rsidRDefault="001C0467" w:rsidP="00CC09EF">
            <w:pPr>
              <w:jc w:val="center"/>
              <w:rPr>
                <w:bCs/>
                <w:szCs w:val="21"/>
              </w:rPr>
            </w:pPr>
            <w:bookmarkStart w:id="58" w:name="采暖与非采暖隔墙K"/>
            <w:r>
              <w:rPr>
                <w:rFonts w:hint="eastAsia"/>
                <w:bCs/>
                <w:szCs w:val="21"/>
              </w:rPr>
              <w:t>－</w:t>
            </w:r>
            <w:bookmarkEnd w:id="58"/>
          </w:p>
        </w:tc>
      </w:tr>
      <w:tr w:rsidR="003C0CC2" w14:paraId="34AD9EA7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08413320" w14:textId="77777777" w:rsidR="003C0CC2" w:rsidRDefault="001C0467" w:rsidP="00C8164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周边地面热阻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5309D9" w14:textId="77777777" w:rsidR="003C0CC2" w:rsidRDefault="001C0467" w:rsidP="00C8164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</w:tr>
      <w:tr w:rsidR="003C0CC2" w14:paraId="1F3AD060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03AC37D3" w14:textId="77777777" w:rsidR="003C0CC2" w:rsidRDefault="001C0467" w:rsidP="00C8164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地下墙热阻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E65440" w14:textId="77777777" w:rsidR="003C0CC2" w:rsidRDefault="001C0467" w:rsidP="00C81641">
            <w:pPr>
              <w:jc w:val="center"/>
              <w:rPr>
                <w:szCs w:val="21"/>
              </w:rPr>
            </w:pPr>
            <w:bookmarkStart w:id="59" w:name="地下墙R"/>
            <w:r>
              <w:rPr>
                <w:rFonts w:hint="eastAsia"/>
                <w:szCs w:val="21"/>
              </w:rPr>
              <w:t>－</w:t>
            </w:r>
            <w:bookmarkEnd w:id="59"/>
          </w:p>
        </w:tc>
      </w:tr>
      <w:tr w:rsidR="003C0CC2" w14:paraId="496AB5D8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E58C466" w14:textId="77777777" w:rsidR="003C0CC2" w:rsidRDefault="001C0467" w:rsidP="00C8164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变形缝热阻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735403" w14:textId="77777777" w:rsidR="003C0CC2" w:rsidRDefault="001C0467" w:rsidP="00C81641">
            <w:pPr>
              <w:jc w:val="center"/>
              <w:rPr>
                <w:szCs w:val="21"/>
              </w:rPr>
            </w:pPr>
            <w:bookmarkStart w:id="60" w:name="变形缝R"/>
            <w:r>
              <w:rPr>
                <w:rFonts w:hint="eastAsia"/>
                <w:szCs w:val="21"/>
              </w:rPr>
              <w:t>－</w:t>
            </w:r>
            <w:bookmarkEnd w:id="60"/>
          </w:p>
        </w:tc>
      </w:tr>
      <w:tr w:rsidR="003C0CC2" w14:paraId="059ADA45" w14:textId="77777777" w:rsidTr="004442B9">
        <w:trPr>
          <w:jc w:val="center"/>
        </w:trPr>
        <w:tc>
          <w:tcPr>
            <w:tcW w:w="716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DCEEAE3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15C64E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C656EE3" w14:textId="77777777" w:rsidR="003C0CC2" w:rsidRDefault="001C0467" w:rsidP="00C1111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A5BB80E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BB0D6C4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0A2BE357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0BD34AE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3C0CC2" w14:paraId="422E6C04" w14:textId="77777777" w:rsidTr="004442B9">
        <w:trPr>
          <w:trHeight w:hRule="exact"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B4417D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4129A2" w14:textId="77777777" w:rsidR="003C0CC2" w:rsidRDefault="001C0467" w:rsidP="00707638">
            <w:pPr>
              <w:jc w:val="center"/>
              <w:rPr>
                <w:rFonts w:hAnsi="宋体"/>
                <w:bCs/>
                <w:szCs w:val="21"/>
              </w:rPr>
            </w:pPr>
            <w:bookmarkStart w:id="61" w:name="多立面－计算条件表－14－2－朝向立面窗墙比KSHGC参照"/>
            <w:r>
              <w:rPr>
                <w:rFonts w:hAnsi="宋体" w:hint="eastAsia"/>
                <w:bCs/>
                <w:szCs w:val="21"/>
              </w:rPr>
              <w:t>北向</w:t>
            </w:r>
            <w:bookmarkEnd w:id="61"/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E701CB" w14:textId="77777777" w:rsidR="003C0CC2" w:rsidRDefault="001C0467" w:rsidP="00C11119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3CAFB3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0.21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2D2F88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855584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3C0CC2" w14:paraId="6800346F" w14:textId="77777777" w:rsidTr="004442B9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F29EBD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C05E80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F623EC" w14:textId="77777777" w:rsidR="003C0CC2" w:rsidRDefault="001C0467" w:rsidP="00C1111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CD0341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0.16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02AB61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758F1D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3C0CC2" w14:paraId="7D58A2C3" w14:textId="77777777" w:rsidTr="004442B9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E86B8D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72E945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6BEF61" w14:textId="77777777" w:rsidR="003C0CC2" w:rsidRDefault="001C0467" w:rsidP="00C1111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CB4B0F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0.23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0B4ABA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3E97F6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3C0CC2" w14:paraId="2A59B213" w14:textId="77777777" w:rsidTr="004442B9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691058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A4E365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B49B51" w14:textId="77777777" w:rsidR="003C0CC2" w:rsidRDefault="001C0467" w:rsidP="00C111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3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B7558F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3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5A0E57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5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E4ECB5" w14:textId="77777777" w:rsidR="003C0CC2" w:rsidRDefault="001C0467" w:rsidP="00707638">
            <w:pPr>
              <w:jc w:val="center"/>
              <w:rPr>
                <w:bCs/>
                <w:szCs w:val="21"/>
              </w:rPr>
            </w:pPr>
          </w:p>
        </w:tc>
      </w:tr>
    </w:tbl>
    <w:p w14:paraId="4E113FF8" w14:textId="77777777" w:rsidR="00CC0FF8" w:rsidRDefault="00CC0FF8">
      <w:pPr>
        <w:widowControl w:val="0"/>
        <w:jc w:val="both"/>
      </w:pPr>
    </w:p>
    <w:p w14:paraId="06CFE85C" w14:textId="77777777" w:rsidR="00CC0FF8" w:rsidRDefault="001C0467">
      <w:pPr>
        <w:pStyle w:val="1"/>
        <w:widowControl w:val="0"/>
        <w:jc w:val="both"/>
      </w:pPr>
      <w:bookmarkStart w:id="62" w:name="_Toc92193047"/>
      <w:r>
        <w:t>房间类型</w:t>
      </w:r>
      <w:bookmarkEnd w:id="62"/>
    </w:p>
    <w:p w14:paraId="7111CE09" w14:textId="77777777" w:rsidR="00CC0FF8" w:rsidRDefault="001C0467">
      <w:pPr>
        <w:pStyle w:val="2"/>
        <w:widowControl w:val="0"/>
      </w:pPr>
      <w:bookmarkStart w:id="63" w:name="_Toc92193048"/>
      <w:r>
        <w:t>房间表</w:t>
      </w:r>
      <w:bookmarkEnd w:id="63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CC0FF8" w14:paraId="5FD57AFB" w14:textId="77777777">
        <w:tc>
          <w:tcPr>
            <w:tcW w:w="1567" w:type="dxa"/>
            <w:shd w:val="clear" w:color="auto" w:fill="E6E6E6"/>
            <w:vAlign w:val="center"/>
          </w:tcPr>
          <w:p w14:paraId="531A2D73" w14:textId="77777777" w:rsidR="00CC0FF8" w:rsidRDefault="001C0467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2E4E6A1F" w14:textId="77777777" w:rsidR="00CC0FF8" w:rsidRDefault="001C0467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1149FCD5" w14:textId="77777777" w:rsidR="00CC0FF8" w:rsidRDefault="001C0467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E753B7D" w14:textId="77777777" w:rsidR="00CC0FF8" w:rsidRDefault="001C0467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2780885" w14:textId="77777777" w:rsidR="00CC0FF8" w:rsidRDefault="001C0467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1EBB58C" w14:textId="77777777" w:rsidR="00CC0FF8" w:rsidRDefault="001C0467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AA0B6E5" w14:textId="77777777" w:rsidR="00CC0FF8" w:rsidRDefault="001C0467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2952C68" w14:textId="77777777" w:rsidR="00CC0FF8" w:rsidRDefault="001C0467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CC0FF8" w14:paraId="265206C6" w14:textId="77777777">
        <w:tc>
          <w:tcPr>
            <w:tcW w:w="1567" w:type="dxa"/>
            <w:shd w:val="clear" w:color="auto" w:fill="E6E6E6"/>
            <w:vAlign w:val="center"/>
          </w:tcPr>
          <w:p w14:paraId="1BDBC9ED" w14:textId="77777777" w:rsidR="00CC0FF8" w:rsidRDefault="001C0467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14:paraId="59DE3B4C" w14:textId="77777777" w:rsidR="00CC0FF8" w:rsidRDefault="001C0467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D95C746" w14:textId="77777777" w:rsidR="00CC0FF8" w:rsidRDefault="001C0467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360A9B27" w14:textId="77777777" w:rsidR="00CC0FF8" w:rsidRDefault="001C0467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FEEEF06" w14:textId="77777777" w:rsidR="00CC0FF8" w:rsidRDefault="001C0467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C549A70" w14:textId="77777777" w:rsidR="00CC0FF8" w:rsidRDefault="001C0467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4B58BAF" w14:textId="77777777" w:rsidR="00CC0FF8" w:rsidRDefault="001C0467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3BC9FF9" w14:textId="77777777" w:rsidR="00CC0FF8" w:rsidRDefault="001C0467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</w:tbl>
    <w:p w14:paraId="33DAA263" w14:textId="77777777" w:rsidR="00CC0FF8" w:rsidRDefault="001C0467">
      <w:pPr>
        <w:pStyle w:val="2"/>
        <w:widowControl w:val="0"/>
      </w:pPr>
      <w:bookmarkStart w:id="64" w:name="_Toc92193049"/>
      <w:r>
        <w:t>作息时间表</w:t>
      </w:r>
      <w:bookmarkEnd w:id="64"/>
    </w:p>
    <w:p w14:paraId="65947C3D" w14:textId="77777777" w:rsidR="00CC0FF8" w:rsidRDefault="001C0467">
      <w:pPr>
        <w:widowControl w:val="0"/>
        <w:jc w:val="both"/>
      </w:pPr>
      <w:r>
        <w:t>详见附录</w:t>
      </w:r>
    </w:p>
    <w:p w14:paraId="0C6F2CEB" w14:textId="77777777" w:rsidR="00CC0FF8" w:rsidRDefault="001C0467">
      <w:pPr>
        <w:pStyle w:val="1"/>
        <w:widowControl w:val="0"/>
        <w:jc w:val="both"/>
      </w:pPr>
      <w:bookmarkStart w:id="65" w:name="_Toc92193050"/>
      <w:r>
        <w:lastRenderedPageBreak/>
        <w:t>暖通空调系统</w:t>
      </w:r>
      <w:bookmarkEnd w:id="65"/>
    </w:p>
    <w:p w14:paraId="201AF769" w14:textId="77777777" w:rsidR="00CC0FF8" w:rsidRDefault="001C0467">
      <w:pPr>
        <w:pStyle w:val="2"/>
        <w:widowControl w:val="0"/>
      </w:pPr>
      <w:bookmarkStart w:id="66" w:name="_Toc92193051"/>
      <w:r>
        <w:t>系统类型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CC0FF8" w14:paraId="436A67AD" w14:textId="77777777">
        <w:tc>
          <w:tcPr>
            <w:tcW w:w="1131" w:type="dxa"/>
            <w:shd w:val="clear" w:color="auto" w:fill="E6E6E6"/>
            <w:vAlign w:val="center"/>
          </w:tcPr>
          <w:p w14:paraId="459227EC" w14:textId="77777777" w:rsidR="00CC0FF8" w:rsidRDefault="001C0467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13126C18" w14:textId="77777777" w:rsidR="00CC0FF8" w:rsidRDefault="001C0467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4C982A6" w14:textId="77777777" w:rsidR="00CC0FF8" w:rsidRDefault="001C0467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A60169" w14:textId="77777777" w:rsidR="00CC0FF8" w:rsidRDefault="001C0467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890CA39" w14:textId="77777777" w:rsidR="00CC0FF8" w:rsidRDefault="001C046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45AAC593" w14:textId="77777777" w:rsidR="00CC0FF8" w:rsidRDefault="001C0467">
            <w:pPr>
              <w:jc w:val="center"/>
            </w:pPr>
            <w:r>
              <w:t>包含的房间</w:t>
            </w:r>
          </w:p>
        </w:tc>
      </w:tr>
      <w:tr w:rsidR="00CC0FF8" w14:paraId="704A7055" w14:textId="77777777">
        <w:tc>
          <w:tcPr>
            <w:tcW w:w="1131" w:type="dxa"/>
            <w:vAlign w:val="center"/>
          </w:tcPr>
          <w:p w14:paraId="6418386E" w14:textId="77777777" w:rsidR="00CC0FF8" w:rsidRDefault="001C0467">
            <w:r>
              <w:t>默认</w:t>
            </w:r>
          </w:p>
        </w:tc>
        <w:tc>
          <w:tcPr>
            <w:tcW w:w="1924" w:type="dxa"/>
            <w:vAlign w:val="center"/>
          </w:tcPr>
          <w:p w14:paraId="1039B2F9" w14:textId="77777777" w:rsidR="00CC0FF8" w:rsidRDefault="001C0467">
            <w:r>
              <w:t>散热器采暖风机盘管供冷</w:t>
            </w:r>
          </w:p>
        </w:tc>
        <w:tc>
          <w:tcPr>
            <w:tcW w:w="848" w:type="dxa"/>
            <w:vAlign w:val="center"/>
          </w:tcPr>
          <w:p w14:paraId="1093BA39" w14:textId="77777777" w:rsidR="00CC0FF8" w:rsidRDefault="001C0467">
            <w:r>
              <w:t>－</w:t>
            </w:r>
          </w:p>
        </w:tc>
        <w:tc>
          <w:tcPr>
            <w:tcW w:w="848" w:type="dxa"/>
            <w:vAlign w:val="center"/>
          </w:tcPr>
          <w:p w14:paraId="0E5BE64A" w14:textId="77777777" w:rsidR="00CC0FF8" w:rsidRDefault="001C0467">
            <w:r>
              <w:t>－</w:t>
            </w:r>
          </w:p>
        </w:tc>
        <w:tc>
          <w:tcPr>
            <w:tcW w:w="905" w:type="dxa"/>
            <w:vAlign w:val="center"/>
          </w:tcPr>
          <w:p w14:paraId="769E6698" w14:textId="77777777" w:rsidR="00CC0FF8" w:rsidRDefault="001C0467">
            <w:r>
              <w:t>6084.30</w:t>
            </w:r>
          </w:p>
        </w:tc>
        <w:tc>
          <w:tcPr>
            <w:tcW w:w="3673" w:type="dxa"/>
            <w:vAlign w:val="center"/>
          </w:tcPr>
          <w:p w14:paraId="35D2BA86" w14:textId="77777777" w:rsidR="00CC0FF8" w:rsidRDefault="001C0467">
            <w:r>
              <w:t>所有房间</w:t>
            </w:r>
          </w:p>
        </w:tc>
      </w:tr>
    </w:tbl>
    <w:p w14:paraId="72C45BEB" w14:textId="77777777" w:rsidR="00CC0FF8" w:rsidRDefault="001C0467">
      <w:pPr>
        <w:pStyle w:val="2"/>
        <w:widowControl w:val="0"/>
      </w:pPr>
      <w:bookmarkStart w:id="67" w:name="_Toc92193052"/>
      <w:r>
        <w:t>制冷系统</w:t>
      </w:r>
      <w:bookmarkEnd w:id="67"/>
    </w:p>
    <w:p w14:paraId="72074E10" w14:textId="77777777" w:rsidR="00CC0FF8" w:rsidRDefault="001C0467">
      <w:pPr>
        <w:pStyle w:val="3"/>
        <w:widowControl w:val="0"/>
        <w:jc w:val="both"/>
      </w:pPr>
      <w:bookmarkStart w:id="68" w:name="_Toc92193053"/>
      <w:r>
        <w:t>冷水机组</w:t>
      </w:r>
      <w:bookmarkEnd w:id="68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46"/>
        <w:gridCol w:w="1647"/>
        <w:gridCol w:w="1273"/>
        <w:gridCol w:w="1630"/>
        <w:gridCol w:w="628"/>
      </w:tblGrid>
      <w:tr w:rsidR="00CC0FF8" w14:paraId="5D6AE3D6" w14:textId="77777777">
        <w:tc>
          <w:tcPr>
            <w:tcW w:w="1697" w:type="dxa"/>
            <w:shd w:val="clear" w:color="auto" w:fill="E6E6E6"/>
            <w:vAlign w:val="center"/>
          </w:tcPr>
          <w:p w14:paraId="1D4ABA38" w14:textId="77777777" w:rsidR="00CC0FF8" w:rsidRDefault="001C0467">
            <w:pPr>
              <w:jc w:val="center"/>
            </w:pPr>
            <w:r>
              <w:t>名称</w:t>
            </w:r>
          </w:p>
        </w:tc>
        <w:tc>
          <w:tcPr>
            <w:tcW w:w="2445" w:type="dxa"/>
            <w:shd w:val="clear" w:color="auto" w:fill="E6E6E6"/>
            <w:vAlign w:val="center"/>
          </w:tcPr>
          <w:p w14:paraId="56D6BA4D" w14:textId="77777777" w:rsidR="00CC0FF8" w:rsidRDefault="001C0467">
            <w:pPr>
              <w:jc w:val="center"/>
            </w:pPr>
            <w:r>
              <w:t>类型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06B61283" w14:textId="77777777" w:rsidR="00CC0FF8" w:rsidRDefault="001C0467">
            <w:pPr>
              <w:jc w:val="center"/>
            </w:pPr>
            <w:r>
              <w:t>额定耗电量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1F0ECB5" w14:textId="77777777" w:rsidR="00CC0FF8" w:rsidRDefault="001C0467">
            <w:pPr>
              <w:jc w:val="center"/>
            </w:pPr>
            <w:r>
              <w:t>额定制冷量</w:t>
            </w:r>
            <w:r>
              <w:br/>
              <w:t>(kW)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62B5894F" w14:textId="77777777" w:rsidR="00CC0FF8" w:rsidRDefault="001C0467">
            <w:pPr>
              <w:jc w:val="center"/>
            </w:pPr>
            <w:r>
              <w:t>额定性能系数</w:t>
            </w:r>
            <w:r>
              <w:br/>
              <w:t>(COP)</w:t>
            </w:r>
          </w:p>
        </w:tc>
        <w:tc>
          <w:tcPr>
            <w:tcW w:w="628" w:type="dxa"/>
            <w:shd w:val="clear" w:color="auto" w:fill="E6E6E6"/>
            <w:vAlign w:val="center"/>
          </w:tcPr>
          <w:p w14:paraId="69618652" w14:textId="77777777" w:rsidR="00CC0FF8" w:rsidRDefault="001C0467">
            <w:pPr>
              <w:jc w:val="center"/>
            </w:pPr>
            <w:r>
              <w:t>台数</w:t>
            </w:r>
          </w:p>
        </w:tc>
      </w:tr>
      <w:tr w:rsidR="00CC0FF8" w14:paraId="53C532ED" w14:textId="77777777">
        <w:tc>
          <w:tcPr>
            <w:tcW w:w="1697" w:type="dxa"/>
            <w:vAlign w:val="center"/>
          </w:tcPr>
          <w:p w14:paraId="68B35FBB" w14:textId="77777777" w:rsidR="00CC0FF8" w:rsidRDefault="001C0467">
            <w:r>
              <w:t>冷水机组</w:t>
            </w:r>
          </w:p>
        </w:tc>
        <w:tc>
          <w:tcPr>
            <w:tcW w:w="2445" w:type="dxa"/>
            <w:vAlign w:val="center"/>
          </w:tcPr>
          <w:p w14:paraId="446C84B7" w14:textId="77777777" w:rsidR="00CC0FF8" w:rsidRDefault="001C0467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1647" w:type="dxa"/>
            <w:vAlign w:val="center"/>
          </w:tcPr>
          <w:p w14:paraId="122C3D05" w14:textId="77777777" w:rsidR="00CC0FF8" w:rsidRDefault="001C0467">
            <w:r>
              <w:t>100</w:t>
            </w:r>
          </w:p>
        </w:tc>
        <w:tc>
          <w:tcPr>
            <w:tcW w:w="1273" w:type="dxa"/>
            <w:vAlign w:val="center"/>
          </w:tcPr>
          <w:p w14:paraId="462DA8CE" w14:textId="77777777" w:rsidR="00CC0FF8" w:rsidRDefault="001C0467">
            <w:r>
              <w:t>500</w:t>
            </w:r>
          </w:p>
        </w:tc>
        <w:tc>
          <w:tcPr>
            <w:tcW w:w="1630" w:type="dxa"/>
            <w:vAlign w:val="center"/>
          </w:tcPr>
          <w:p w14:paraId="60B1C552" w14:textId="77777777" w:rsidR="00CC0FF8" w:rsidRDefault="001C0467">
            <w:r>
              <w:t>5.00</w:t>
            </w:r>
          </w:p>
        </w:tc>
        <w:tc>
          <w:tcPr>
            <w:tcW w:w="628" w:type="dxa"/>
            <w:vAlign w:val="center"/>
          </w:tcPr>
          <w:p w14:paraId="1EEBB681" w14:textId="77777777" w:rsidR="00CC0FF8" w:rsidRDefault="001C0467">
            <w:r>
              <w:t>1</w:t>
            </w:r>
          </w:p>
        </w:tc>
      </w:tr>
    </w:tbl>
    <w:p w14:paraId="4F3F938D" w14:textId="77777777" w:rsidR="00CC0FF8" w:rsidRDefault="001C0467">
      <w:pPr>
        <w:pStyle w:val="3"/>
        <w:widowControl w:val="0"/>
        <w:jc w:val="both"/>
      </w:pPr>
      <w:bookmarkStart w:id="69" w:name="_Toc92193054"/>
      <w:r>
        <w:t>水泵系统</w:t>
      </w:r>
      <w:bookmarkEnd w:id="69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CC0FF8" w14:paraId="4F97172C" w14:textId="77777777">
        <w:tc>
          <w:tcPr>
            <w:tcW w:w="2677" w:type="dxa"/>
            <w:shd w:val="clear" w:color="auto" w:fill="E6E6E6"/>
            <w:vAlign w:val="center"/>
          </w:tcPr>
          <w:p w14:paraId="550C5FD0" w14:textId="77777777" w:rsidR="00CC0FF8" w:rsidRDefault="001C0467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56C4955D" w14:textId="77777777" w:rsidR="00CC0FF8" w:rsidRDefault="001C0467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EA2F2B7" w14:textId="77777777" w:rsidR="00CC0FF8" w:rsidRDefault="001C0467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5C463FD4" w14:textId="77777777" w:rsidR="00CC0FF8" w:rsidRDefault="001C0467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E0B90B2" w14:textId="77777777" w:rsidR="00CC0FF8" w:rsidRDefault="001C0467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6CBAA69F" w14:textId="77777777" w:rsidR="00CC0FF8" w:rsidRDefault="001C0467">
            <w:pPr>
              <w:jc w:val="center"/>
            </w:pPr>
            <w:r>
              <w:t>台数</w:t>
            </w:r>
          </w:p>
        </w:tc>
      </w:tr>
      <w:tr w:rsidR="00CC0FF8" w14:paraId="5ED659A2" w14:textId="77777777">
        <w:tc>
          <w:tcPr>
            <w:tcW w:w="2677" w:type="dxa"/>
            <w:vAlign w:val="center"/>
          </w:tcPr>
          <w:p w14:paraId="7260E519" w14:textId="77777777" w:rsidR="00CC0FF8" w:rsidRDefault="001C0467">
            <w:r>
              <w:t>冷却水泵</w:t>
            </w:r>
          </w:p>
        </w:tc>
        <w:tc>
          <w:tcPr>
            <w:tcW w:w="1267" w:type="dxa"/>
            <w:vAlign w:val="center"/>
          </w:tcPr>
          <w:p w14:paraId="0A41E26D" w14:textId="77777777" w:rsidR="00CC0FF8" w:rsidRDefault="001C0467">
            <w:r>
              <w:t>320</w:t>
            </w:r>
          </w:p>
        </w:tc>
        <w:tc>
          <w:tcPr>
            <w:tcW w:w="990" w:type="dxa"/>
            <w:vAlign w:val="center"/>
          </w:tcPr>
          <w:p w14:paraId="1C982A45" w14:textId="77777777" w:rsidR="00CC0FF8" w:rsidRDefault="001C0467">
            <w:r>
              <w:t>25</w:t>
            </w:r>
          </w:p>
        </w:tc>
        <w:tc>
          <w:tcPr>
            <w:tcW w:w="2122" w:type="dxa"/>
            <w:vAlign w:val="center"/>
          </w:tcPr>
          <w:p w14:paraId="149A5529" w14:textId="77777777" w:rsidR="00CC0FF8" w:rsidRDefault="001C0467">
            <w:r>
              <w:t>80</w:t>
            </w:r>
          </w:p>
        </w:tc>
        <w:tc>
          <w:tcPr>
            <w:tcW w:w="1556" w:type="dxa"/>
            <w:vAlign w:val="center"/>
          </w:tcPr>
          <w:p w14:paraId="7FC1D34B" w14:textId="77777777" w:rsidR="00CC0FF8" w:rsidRDefault="001C0467">
            <w:r>
              <w:t>31.3</w:t>
            </w:r>
          </w:p>
        </w:tc>
        <w:tc>
          <w:tcPr>
            <w:tcW w:w="701" w:type="dxa"/>
            <w:vAlign w:val="center"/>
          </w:tcPr>
          <w:p w14:paraId="49D3D670" w14:textId="77777777" w:rsidR="00CC0FF8" w:rsidRDefault="001C0467">
            <w:r>
              <w:t>1</w:t>
            </w:r>
          </w:p>
        </w:tc>
      </w:tr>
      <w:tr w:rsidR="00CC0FF8" w14:paraId="322D9CA1" w14:textId="77777777">
        <w:tc>
          <w:tcPr>
            <w:tcW w:w="2677" w:type="dxa"/>
            <w:vAlign w:val="center"/>
          </w:tcPr>
          <w:p w14:paraId="6039789C" w14:textId="77777777" w:rsidR="00CC0FF8" w:rsidRDefault="001C0467">
            <w:r>
              <w:t>冷冻水泵</w:t>
            </w:r>
          </w:p>
        </w:tc>
        <w:tc>
          <w:tcPr>
            <w:tcW w:w="1267" w:type="dxa"/>
            <w:vAlign w:val="center"/>
          </w:tcPr>
          <w:p w14:paraId="17D4F3EF" w14:textId="77777777" w:rsidR="00CC0FF8" w:rsidRDefault="001C0467">
            <w:r>
              <w:t>320</w:t>
            </w:r>
          </w:p>
        </w:tc>
        <w:tc>
          <w:tcPr>
            <w:tcW w:w="990" w:type="dxa"/>
            <w:vAlign w:val="center"/>
          </w:tcPr>
          <w:p w14:paraId="5F9EC395" w14:textId="77777777" w:rsidR="00CC0FF8" w:rsidRDefault="001C0467">
            <w:r>
              <w:t>30</w:t>
            </w:r>
          </w:p>
        </w:tc>
        <w:tc>
          <w:tcPr>
            <w:tcW w:w="2122" w:type="dxa"/>
            <w:vAlign w:val="center"/>
          </w:tcPr>
          <w:p w14:paraId="68C207F7" w14:textId="77777777" w:rsidR="00CC0FF8" w:rsidRDefault="001C0467">
            <w:r>
              <w:t>80</w:t>
            </w:r>
          </w:p>
        </w:tc>
        <w:tc>
          <w:tcPr>
            <w:tcW w:w="1556" w:type="dxa"/>
            <w:vAlign w:val="center"/>
          </w:tcPr>
          <w:p w14:paraId="76B86A97" w14:textId="77777777" w:rsidR="00CC0FF8" w:rsidRDefault="001C0467">
            <w:r>
              <w:t>37.6</w:t>
            </w:r>
          </w:p>
        </w:tc>
        <w:tc>
          <w:tcPr>
            <w:tcW w:w="701" w:type="dxa"/>
            <w:vAlign w:val="center"/>
          </w:tcPr>
          <w:p w14:paraId="1BDE1739" w14:textId="77777777" w:rsidR="00CC0FF8" w:rsidRDefault="001C0467">
            <w:r>
              <w:t>1</w:t>
            </w:r>
          </w:p>
        </w:tc>
      </w:tr>
    </w:tbl>
    <w:p w14:paraId="1ADEABCD" w14:textId="77777777" w:rsidR="00CC0FF8" w:rsidRDefault="001C0467">
      <w:pPr>
        <w:pStyle w:val="3"/>
        <w:widowControl w:val="0"/>
        <w:jc w:val="both"/>
      </w:pPr>
      <w:bookmarkStart w:id="70" w:name="_Toc92193055"/>
      <w:r>
        <w:t>运行工况</w:t>
      </w:r>
      <w:bookmarkEnd w:id="7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273"/>
        <w:gridCol w:w="1273"/>
        <w:gridCol w:w="1273"/>
        <w:gridCol w:w="1557"/>
        <w:gridCol w:w="1557"/>
        <w:gridCol w:w="1273"/>
      </w:tblGrid>
      <w:tr w:rsidR="00CC0FF8" w14:paraId="398723AD" w14:textId="77777777">
        <w:tc>
          <w:tcPr>
            <w:tcW w:w="1115" w:type="dxa"/>
            <w:shd w:val="clear" w:color="auto" w:fill="E6E6E6"/>
            <w:vAlign w:val="center"/>
          </w:tcPr>
          <w:p w14:paraId="6B718CBF" w14:textId="77777777" w:rsidR="00CC0FF8" w:rsidRDefault="001C0467">
            <w:pPr>
              <w:jc w:val="center"/>
            </w:pPr>
            <w:r>
              <w:t>负荷率</w:t>
            </w:r>
            <w:r>
              <w:br/>
              <w:t>(%)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E315AD8" w14:textId="77777777" w:rsidR="00CC0FF8" w:rsidRDefault="001C0467">
            <w:pPr>
              <w:jc w:val="center"/>
            </w:pPr>
            <w:r>
              <w:t>机组制冷量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676FA31" w14:textId="77777777" w:rsidR="00CC0FF8" w:rsidRDefault="001C0467">
            <w:pPr>
              <w:jc w:val="center"/>
            </w:pPr>
            <w:r>
              <w:t>机组功率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D690F07" w14:textId="77777777" w:rsidR="00CC0FF8" w:rsidRDefault="001C0467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2726898" w14:textId="77777777" w:rsidR="00CC0FF8" w:rsidRDefault="001C0467">
            <w:pPr>
              <w:jc w:val="center"/>
            </w:pPr>
            <w:r>
              <w:t>冷却水泵功率</w:t>
            </w:r>
            <w:r>
              <w:br/>
              <w:t>(kW)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A235C06" w14:textId="77777777" w:rsidR="00CC0FF8" w:rsidRDefault="001C0467">
            <w:pPr>
              <w:jc w:val="center"/>
            </w:pPr>
            <w:r>
              <w:t>冷冻水泵功率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98E0C9F" w14:textId="77777777" w:rsidR="00CC0FF8" w:rsidRDefault="001C0467">
            <w:pPr>
              <w:jc w:val="center"/>
            </w:pPr>
            <w:r>
              <w:t>冷却塔功率</w:t>
            </w:r>
            <w:r>
              <w:br/>
            </w:r>
            <w:r>
              <w:t>(kW)</w:t>
            </w:r>
          </w:p>
        </w:tc>
      </w:tr>
      <w:tr w:rsidR="00CC0FF8" w14:paraId="26E41FEC" w14:textId="77777777">
        <w:tc>
          <w:tcPr>
            <w:tcW w:w="1115" w:type="dxa"/>
            <w:shd w:val="clear" w:color="auto" w:fill="E6E6E6"/>
            <w:vAlign w:val="center"/>
          </w:tcPr>
          <w:p w14:paraId="10707D9D" w14:textId="77777777" w:rsidR="00CC0FF8" w:rsidRDefault="001C0467">
            <w:r>
              <w:t>25</w:t>
            </w:r>
          </w:p>
        </w:tc>
        <w:tc>
          <w:tcPr>
            <w:tcW w:w="1273" w:type="dxa"/>
            <w:vAlign w:val="center"/>
          </w:tcPr>
          <w:p w14:paraId="468FBABD" w14:textId="77777777" w:rsidR="00CC0FF8" w:rsidRDefault="001C0467">
            <w:r>
              <w:t>125</w:t>
            </w:r>
          </w:p>
        </w:tc>
        <w:tc>
          <w:tcPr>
            <w:tcW w:w="1273" w:type="dxa"/>
            <w:vAlign w:val="center"/>
          </w:tcPr>
          <w:p w14:paraId="12FBC22C" w14:textId="77777777" w:rsidR="00CC0FF8" w:rsidRDefault="001C0467">
            <w:r>
              <w:t>30</w:t>
            </w:r>
          </w:p>
        </w:tc>
        <w:tc>
          <w:tcPr>
            <w:tcW w:w="1273" w:type="dxa"/>
            <w:vAlign w:val="center"/>
          </w:tcPr>
          <w:p w14:paraId="5F54DFD5" w14:textId="77777777" w:rsidR="00CC0FF8" w:rsidRDefault="001C0467">
            <w:r>
              <w:t>4.17</w:t>
            </w:r>
          </w:p>
        </w:tc>
        <w:tc>
          <w:tcPr>
            <w:tcW w:w="1556" w:type="dxa"/>
            <w:vAlign w:val="center"/>
          </w:tcPr>
          <w:p w14:paraId="561BE404" w14:textId="77777777" w:rsidR="00CC0FF8" w:rsidRDefault="001C0467">
            <w:r>
              <w:t>31.3</w:t>
            </w:r>
          </w:p>
        </w:tc>
        <w:tc>
          <w:tcPr>
            <w:tcW w:w="1556" w:type="dxa"/>
            <w:vAlign w:val="center"/>
          </w:tcPr>
          <w:p w14:paraId="07074E0A" w14:textId="77777777" w:rsidR="00CC0FF8" w:rsidRDefault="001C0467">
            <w:r>
              <w:t>37.6</w:t>
            </w:r>
          </w:p>
        </w:tc>
        <w:tc>
          <w:tcPr>
            <w:tcW w:w="1273" w:type="dxa"/>
            <w:vAlign w:val="center"/>
          </w:tcPr>
          <w:p w14:paraId="3E498E47" w14:textId="77777777" w:rsidR="00CC0FF8" w:rsidRDefault="001C0467">
            <w:r>
              <w:t>10</w:t>
            </w:r>
          </w:p>
        </w:tc>
      </w:tr>
      <w:tr w:rsidR="00CC0FF8" w14:paraId="60E10426" w14:textId="77777777">
        <w:tc>
          <w:tcPr>
            <w:tcW w:w="1115" w:type="dxa"/>
            <w:shd w:val="clear" w:color="auto" w:fill="E6E6E6"/>
            <w:vAlign w:val="center"/>
          </w:tcPr>
          <w:p w14:paraId="18A96A51" w14:textId="77777777" w:rsidR="00CC0FF8" w:rsidRDefault="001C0467">
            <w:r>
              <w:t>50</w:t>
            </w:r>
          </w:p>
        </w:tc>
        <w:tc>
          <w:tcPr>
            <w:tcW w:w="1273" w:type="dxa"/>
            <w:vAlign w:val="center"/>
          </w:tcPr>
          <w:p w14:paraId="36606724" w14:textId="77777777" w:rsidR="00CC0FF8" w:rsidRDefault="001C0467">
            <w:r>
              <w:t>250</w:t>
            </w:r>
          </w:p>
        </w:tc>
        <w:tc>
          <w:tcPr>
            <w:tcW w:w="1273" w:type="dxa"/>
            <w:vAlign w:val="center"/>
          </w:tcPr>
          <w:p w14:paraId="2B618F05" w14:textId="77777777" w:rsidR="00CC0FF8" w:rsidRDefault="001C0467">
            <w:r>
              <w:t>55</w:t>
            </w:r>
          </w:p>
        </w:tc>
        <w:tc>
          <w:tcPr>
            <w:tcW w:w="1273" w:type="dxa"/>
            <w:vAlign w:val="center"/>
          </w:tcPr>
          <w:p w14:paraId="58B87C78" w14:textId="77777777" w:rsidR="00CC0FF8" w:rsidRDefault="001C0467">
            <w:r>
              <w:t>4.55</w:t>
            </w:r>
          </w:p>
        </w:tc>
        <w:tc>
          <w:tcPr>
            <w:tcW w:w="1556" w:type="dxa"/>
            <w:vAlign w:val="center"/>
          </w:tcPr>
          <w:p w14:paraId="388BF6A3" w14:textId="77777777" w:rsidR="00CC0FF8" w:rsidRDefault="001C0467">
            <w:r>
              <w:t>31.3</w:t>
            </w:r>
          </w:p>
        </w:tc>
        <w:tc>
          <w:tcPr>
            <w:tcW w:w="1556" w:type="dxa"/>
            <w:vAlign w:val="center"/>
          </w:tcPr>
          <w:p w14:paraId="6C81AC65" w14:textId="77777777" w:rsidR="00CC0FF8" w:rsidRDefault="001C0467">
            <w:r>
              <w:t>37.6</w:t>
            </w:r>
          </w:p>
        </w:tc>
        <w:tc>
          <w:tcPr>
            <w:tcW w:w="1273" w:type="dxa"/>
            <w:vAlign w:val="center"/>
          </w:tcPr>
          <w:p w14:paraId="45BF8F15" w14:textId="77777777" w:rsidR="00CC0FF8" w:rsidRDefault="001C0467">
            <w:r>
              <w:t>10</w:t>
            </w:r>
          </w:p>
        </w:tc>
      </w:tr>
      <w:tr w:rsidR="00CC0FF8" w14:paraId="74C0AA75" w14:textId="77777777">
        <w:tc>
          <w:tcPr>
            <w:tcW w:w="1115" w:type="dxa"/>
            <w:shd w:val="clear" w:color="auto" w:fill="E6E6E6"/>
            <w:vAlign w:val="center"/>
          </w:tcPr>
          <w:p w14:paraId="336918BF" w14:textId="77777777" w:rsidR="00CC0FF8" w:rsidRDefault="001C0467">
            <w:r>
              <w:t>75</w:t>
            </w:r>
          </w:p>
        </w:tc>
        <w:tc>
          <w:tcPr>
            <w:tcW w:w="1273" w:type="dxa"/>
            <w:vAlign w:val="center"/>
          </w:tcPr>
          <w:p w14:paraId="61E7234A" w14:textId="77777777" w:rsidR="00CC0FF8" w:rsidRDefault="001C0467">
            <w:r>
              <w:t>375</w:t>
            </w:r>
          </w:p>
        </w:tc>
        <w:tc>
          <w:tcPr>
            <w:tcW w:w="1273" w:type="dxa"/>
            <w:vAlign w:val="center"/>
          </w:tcPr>
          <w:p w14:paraId="7B41A7CB" w14:textId="77777777" w:rsidR="00CC0FF8" w:rsidRDefault="001C0467">
            <w:r>
              <w:t>75</w:t>
            </w:r>
          </w:p>
        </w:tc>
        <w:tc>
          <w:tcPr>
            <w:tcW w:w="1273" w:type="dxa"/>
            <w:vAlign w:val="center"/>
          </w:tcPr>
          <w:p w14:paraId="20CF15C0" w14:textId="77777777" w:rsidR="00CC0FF8" w:rsidRDefault="001C0467">
            <w:r>
              <w:t>5.00</w:t>
            </w:r>
          </w:p>
        </w:tc>
        <w:tc>
          <w:tcPr>
            <w:tcW w:w="1556" w:type="dxa"/>
            <w:vAlign w:val="center"/>
          </w:tcPr>
          <w:p w14:paraId="43823C18" w14:textId="77777777" w:rsidR="00CC0FF8" w:rsidRDefault="001C0467">
            <w:r>
              <w:t>31.3</w:t>
            </w:r>
          </w:p>
        </w:tc>
        <w:tc>
          <w:tcPr>
            <w:tcW w:w="1556" w:type="dxa"/>
            <w:vAlign w:val="center"/>
          </w:tcPr>
          <w:p w14:paraId="76483A49" w14:textId="77777777" w:rsidR="00CC0FF8" w:rsidRDefault="001C0467">
            <w:r>
              <w:t>37.6</w:t>
            </w:r>
          </w:p>
        </w:tc>
        <w:tc>
          <w:tcPr>
            <w:tcW w:w="1273" w:type="dxa"/>
            <w:vAlign w:val="center"/>
          </w:tcPr>
          <w:p w14:paraId="4BF0ECFE" w14:textId="77777777" w:rsidR="00CC0FF8" w:rsidRDefault="001C0467">
            <w:r>
              <w:t>10</w:t>
            </w:r>
          </w:p>
        </w:tc>
      </w:tr>
      <w:tr w:rsidR="00CC0FF8" w14:paraId="2F7CC4F0" w14:textId="77777777">
        <w:tc>
          <w:tcPr>
            <w:tcW w:w="1115" w:type="dxa"/>
            <w:shd w:val="clear" w:color="auto" w:fill="E6E6E6"/>
            <w:vAlign w:val="center"/>
          </w:tcPr>
          <w:p w14:paraId="1E5830B5" w14:textId="77777777" w:rsidR="00CC0FF8" w:rsidRDefault="001C0467">
            <w:r>
              <w:t>100</w:t>
            </w:r>
          </w:p>
        </w:tc>
        <w:tc>
          <w:tcPr>
            <w:tcW w:w="1273" w:type="dxa"/>
            <w:vAlign w:val="center"/>
          </w:tcPr>
          <w:p w14:paraId="3851604D" w14:textId="77777777" w:rsidR="00CC0FF8" w:rsidRDefault="001C0467">
            <w:r>
              <w:t>500</w:t>
            </w:r>
          </w:p>
        </w:tc>
        <w:tc>
          <w:tcPr>
            <w:tcW w:w="1273" w:type="dxa"/>
            <w:vAlign w:val="center"/>
          </w:tcPr>
          <w:p w14:paraId="24E84DEE" w14:textId="77777777" w:rsidR="00CC0FF8" w:rsidRDefault="001C0467">
            <w:r>
              <w:t>100</w:t>
            </w:r>
          </w:p>
        </w:tc>
        <w:tc>
          <w:tcPr>
            <w:tcW w:w="1273" w:type="dxa"/>
            <w:vAlign w:val="center"/>
          </w:tcPr>
          <w:p w14:paraId="7F0262C6" w14:textId="77777777" w:rsidR="00CC0FF8" w:rsidRDefault="001C0467">
            <w:r>
              <w:t>5.00</w:t>
            </w:r>
          </w:p>
        </w:tc>
        <w:tc>
          <w:tcPr>
            <w:tcW w:w="1556" w:type="dxa"/>
            <w:vAlign w:val="center"/>
          </w:tcPr>
          <w:p w14:paraId="1994326E" w14:textId="77777777" w:rsidR="00CC0FF8" w:rsidRDefault="001C0467">
            <w:r>
              <w:t>31.3</w:t>
            </w:r>
          </w:p>
        </w:tc>
        <w:tc>
          <w:tcPr>
            <w:tcW w:w="1556" w:type="dxa"/>
            <w:vAlign w:val="center"/>
          </w:tcPr>
          <w:p w14:paraId="655F5A09" w14:textId="77777777" w:rsidR="00CC0FF8" w:rsidRDefault="001C0467">
            <w:r>
              <w:t>37.6</w:t>
            </w:r>
          </w:p>
        </w:tc>
        <w:tc>
          <w:tcPr>
            <w:tcW w:w="1273" w:type="dxa"/>
            <w:vAlign w:val="center"/>
          </w:tcPr>
          <w:p w14:paraId="160DEE54" w14:textId="77777777" w:rsidR="00CC0FF8" w:rsidRDefault="001C0467">
            <w:r>
              <w:t>10</w:t>
            </w:r>
          </w:p>
        </w:tc>
      </w:tr>
    </w:tbl>
    <w:p w14:paraId="609BFC68" w14:textId="77777777" w:rsidR="00CC0FF8" w:rsidRDefault="001C0467">
      <w:pPr>
        <w:pStyle w:val="3"/>
        <w:widowControl w:val="0"/>
        <w:jc w:val="both"/>
      </w:pPr>
      <w:bookmarkStart w:id="71" w:name="_Toc92193056"/>
      <w:r>
        <w:t>制冷能耗</w:t>
      </w:r>
      <w:bookmarkEnd w:id="7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1131"/>
        <w:gridCol w:w="1132"/>
        <w:gridCol w:w="1274"/>
        <w:gridCol w:w="1132"/>
        <w:gridCol w:w="1274"/>
        <w:gridCol w:w="1132"/>
        <w:gridCol w:w="1132"/>
      </w:tblGrid>
      <w:tr w:rsidR="00CC0FF8" w14:paraId="6D19166B" w14:textId="77777777">
        <w:tc>
          <w:tcPr>
            <w:tcW w:w="1115" w:type="dxa"/>
            <w:shd w:val="clear" w:color="auto" w:fill="E6E6E6"/>
            <w:vAlign w:val="center"/>
          </w:tcPr>
          <w:p w14:paraId="5B2F1E16" w14:textId="77777777" w:rsidR="00CC0FF8" w:rsidRDefault="001C0467">
            <w:pPr>
              <w:jc w:val="center"/>
            </w:pPr>
            <w:r>
              <w:t>负荷区间</w:t>
            </w:r>
            <w:r>
              <w:br/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9A218F2" w14:textId="77777777" w:rsidR="00CC0FF8" w:rsidRDefault="001C0467">
            <w:pPr>
              <w:jc w:val="center"/>
            </w:pPr>
            <w:r>
              <w:t>区间负荷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A3C56C" w14:textId="77777777" w:rsidR="00CC0FF8" w:rsidRDefault="001C0467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7D97AFB" w14:textId="77777777" w:rsidR="00CC0FF8" w:rsidRDefault="001C0467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D4FB23F" w14:textId="77777777" w:rsidR="00CC0FF8" w:rsidRDefault="001C0467">
            <w:pPr>
              <w:jc w:val="center"/>
            </w:pPr>
            <w:r>
              <w:t>制冷机组</w:t>
            </w:r>
            <w:r>
              <w:br/>
              <w:t>(kWh)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575E42B" w14:textId="77777777" w:rsidR="00CC0FF8" w:rsidRDefault="001C0467">
            <w:pPr>
              <w:jc w:val="center"/>
            </w:pPr>
            <w:r>
              <w:t>冷却水泵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6BF11D2" w14:textId="77777777" w:rsidR="00CC0FF8" w:rsidRDefault="001C0467">
            <w:pPr>
              <w:jc w:val="center"/>
            </w:pPr>
            <w:r>
              <w:t>冷冻水泵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B1B9B13" w14:textId="77777777" w:rsidR="00CC0FF8" w:rsidRDefault="001C0467">
            <w:pPr>
              <w:jc w:val="center"/>
            </w:pPr>
            <w:r>
              <w:t>冷却塔</w:t>
            </w:r>
            <w:r>
              <w:br/>
              <w:t>(kWh)</w:t>
            </w:r>
          </w:p>
        </w:tc>
      </w:tr>
      <w:tr w:rsidR="00CC0FF8" w14:paraId="0383A46A" w14:textId="77777777">
        <w:tc>
          <w:tcPr>
            <w:tcW w:w="1115" w:type="dxa"/>
            <w:shd w:val="clear" w:color="auto" w:fill="E6E6E6"/>
            <w:vAlign w:val="center"/>
          </w:tcPr>
          <w:p w14:paraId="767E0413" w14:textId="77777777" w:rsidR="00CC0FF8" w:rsidRDefault="001C0467">
            <w:r>
              <w:t>0~25</w:t>
            </w:r>
          </w:p>
        </w:tc>
        <w:tc>
          <w:tcPr>
            <w:tcW w:w="1131" w:type="dxa"/>
            <w:vAlign w:val="center"/>
          </w:tcPr>
          <w:p w14:paraId="5B6F3AD2" w14:textId="77777777" w:rsidR="00CC0FF8" w:rsidRDefault="001C0467">
            <w:r>
              <w:t>877</w:t>
            </w:r>
          </w:p>
        </w:tc>
        <w:tc>
          <w:tcPr>
            <w:tcW w:w="1131" w:type="dxa"/>
            <w:vAlign w:val="center"/>
          </w:tcPr>
          <w:p w14:paraId="5530761C" w14:textId="77777777" w:rsidR="00CC0FF8" w:rsidRDefault="001C0467">
            <w:r>
              <w:t>23</w:t>
            </w:r>
          </w:p>
        </w:tc>
        <w:tc>
          <w:tcPr>
            <w:tcW w:w="1273" w:type="dxa"/>
            <w:vAlign w:val="center"/>
          </w:tcPr>
          <w:p w14:paraId="3F2FF89F" w14:textId="77777777" w:rsidR="00CC0FF8" w:rsidRDefault="001C0467">
            <w:r>
              <w:t>4.17</w:t>
            </w:r>
          </w:p>
        </w:tc>
        <w:tc>
          <w:tcPr>
            <w:tcW w:w="1131" w:type="dxa"/>
            <w:vAlign w:val="center"/>
          </w:tcPr>
          <w:p w14:paraId="2E61CD8B" w14:textId="77777777" w:rsidR="00CC0FF8" w:rsidRDefault="001C0467">
            <w:r>
              <w:t>211</w:t>
            </w:r>
          </w:p>
        </w:tc>
        <w:tc>
          <w:tcPr>
            <w:tcW w:w="1273" w:type="dxa"/>
            <w:vAlign w:val="center"/>
          </w:tcPr>
          <w:p w14:paraId="791728E8" w14:textId="77777777" w:rsidR="00CC0FF8" w:rsidRDefault="001C0467">
            <w:r>
              <w:t>720</w:t>
            </w:r>
          </w:p>
        </w:tc>
        <w:tc>
          <w:tcPr>
            <w:tcW w:w="1131" w:type="dxa"/>
            <w:vAlign w:val="center"/>
          </w:tcPr>
          <w:p w14:paraId="08893D34" w14:textId="77777777" w:rsidR="00CC0FF8" w:rsidRDefault="001C0467">
            <w:r>
              <w:t>865</w:t>
            </w:r>
          </w:p>
        </w:tc>
        <w:tc>
          <w:tcPr>
            <w:tcW w:w="1131" w:type="dxa"/>
            <w:vAlign w:val="center"/>
          </w:tcPr>
          <w:p w14:paraId="13FD9D2E" w14:textId="77777777" w:rsidR="00CC0FF8" w:rsidRDefault="001C0467">
            <w:r>
              <w:t>230</w:t>
            </w:r>
          </w:p>
        </w:tc>
      </w:tr>
      <w:tr w:rsidR="00CC0FF8" w14:paraId="5C7A2476" w14:textId="77777777">
        <w:tc>
          <w:tcPr>
            <w:tcW w:w="1115" w:type="dxa"/>
            <w:shd w:val="clear" w:color="auto" w:fill="E6E6E6"/>
            <w:vAlign w:val="center"/>
          </w:tcPr>
          <w:p w14:paraId="6C471A8C" w14:textId="77777777" w:rsidR="00CC0FF8" w:rsidRDefault="001C0467">
            <w:r>
              <w:t>25~50</w:t>
            </w:r>
          </w:p>
        </w:tc>
        <w:tc>
          <w:tcPr>
            <w:tcW w:w="1131" w:type="dxa"/>
            <w:vAlign w:val="center"/>
          </w:tcPr>
          <w:p w14:paraId="7ED254DB" w14:textId="77777777" w:rsidR="00CC0FF8" w:rsidRDefault="001C0467">
            <w:r>
              <w:t>8294</w:t>
            </w:r>
          </w:p>
        </w:tc>
        <w:tc>
          <w:tcPr>
            <w:tcW w:w="1131" w:type="dxa"/>
            <w:vAlign w:val="center"/>
          </w:tcPr>
          <w:p w14:paraId="660E5A41" w14:textId="77777777" w:rsidR="00CC0FF8" w:rsidRDefault="001C0467">
            <w:r>
              <w:t>40</w:t>
            </w:r>
          </w:p>
        </w:tc>
        <w:tc>
          <w:tcPr>
            <w:tcW w:w="1273" w:type="dxa"/>
            <w:vAlign w:val="center"/>
          </w:tcPr>
          <w:p w14:paraId="4FA963D4" w14:textId="77777777" w:rsidR="00CC0FF8" w:rsidRDefault="001C0467">
            <w:r>
              <w:t>4.55</w:t>
            </w:r>
          </w:p>
        </w:tc>
        <w:tc>
          <w:tcPr>
            <w:tcW w:w="1131" w:type="dxa"/>
            <w:vAlign w:val="center"/>
          </w:tcPr>
          <w:p w14:paraId="30678B4B" w14:textId="77777777" w:rsidR="00CC0FF8" w:rsidRDefault="001C0467">
            <w:r>
              <w:t>1825</w:t>
            </w:r>
          </w:p>
        </w:tc>
        <w:tc>
          <w:tcPr>
            <w:tcW w:w="1273" w:type="dxa"/>
            <w:vAlign w:val="center"/>
          </w:tcPr>
          <w:p w14:paraId="0F577678" w14:textId="77777777" w:rsidR="00CC0FF8" w:rsidRDefault="001C0467">
            <w:r>
              <w:t>1252</w:t>
            </w:r>
          </w:p>
        </w:tc>
        <w:tc>
          <w:tcPr>
            <w:tcW w:w="1131" w:type="dxa"/>
            <w:vAlign w:val="center"/>
          </w:tcPr>
          <w:p w14:paraId="2968923E" w14:textId="77777777" w:rsidR="00CC0FF8" w:rsidRDefault="001C0467">
            <w:r>
              <w:t>1504</w:t>
            </w:r>
          </w:p>
        </w:tc>
        <w:tc>
          <w:tcPr>
            <w:tcW w:w="1131" w:type="dxa"/>
            <w:vAlign w:val="center"/>
          </w:tcPr>
          <w:p w14:paraId="2BBF144A" w14:textId="77777777" w:rsidR="00CC0FF8" w:rsidRDefault="001C0467">
            <w:r>
              <w:t>400</w:t>
            </w:r>
          </w:p>
        </w:tc>
      </w:tr>
      <w:tr w:rsidR="00CC0FF8" w14:paraId="100E5687" w14:textId="77777777">
        <w:tc>
          <w:tcPr>
            <w:tcW w:w="1115" w:type="dxa"/>
            <w:shd w:val="clear" w:color="auto" w:fill="E6E6E6"/>
            <w:vAlign w:val="center"/>
          </w:tcPr>
          <w:p w14:paraId="54D5AAF1" w14:textId="77777777" w:rsidR="00CC0FF8" w:rsidRDefault="001C0467">
            <w:r>
              <w:t>50~75</w:t>
            </w:r>
          </w:p>
        </w:tc>
        <w:tc>
          <w:tcPr>
            <w:tcW w:w="1131" w:type="dxa"/>
            <w:vAlign w:val="center"/>
          </w:tcPr>
          <w:p w14:paraId="240BC4DB" w14:textId="77777777" w:rsidR="00CC0FF8" w:rsidRDefault="001C0467">
            <w:r>
              <w:t>78871</w:t>
            </w:r>
          </w:p>
        </w:tc>
        <w:tc>
          <w:tcPr>
            <w:tcW w:w="1131" w:type="dxa"/>
            <w:vAlign w:val="center"/>
          </w:tcPr>
          <w:p w14:paraId="728BCF36" w14:textId="77777777" w:rsidR="00CC0FF8" w:rsidRDefault="001C0467">
            <w:r>
              <w:t>242</w:t>
            </w:r>
          </w:p>
        </w:tc>
        <w:tc>
          <w:tcPr>
            <w:tcW w:w="1273" w:type="dxa"/>
            <w:vAlign w:val="center"/>
          </w:tcPr>
          <w:p w14:paraId="789939A8" w14:textId="77777777" w:rsidR="00CC0FF8" w:rsidRDefault="001C0467">
            <w:r>
              <w:t>5.00</w:t>
            </w:r>
          </w:p>
        </w:tc>
        <w:tc>
          <w:tcPr>
            <w:tcW w:w="1131" w:type="dxa"/>
            <w:vAlign w:val="center"/>
          </w:tcPr>
          <w:p w14:paraId="2945E9BA" w14:textId="77777777" w:rsidR="00CC0FF8" w:rsidRDefault="001C0467">
            <w:r>
              <w:t>15774</w:t>
            </w:r>
          </w:p>
        </w:tc>
        <w:tc>
          <w:tcPr>
            <w:tcW w:w="1273" w:type="dxa"/>
            <w:vAlign w:val="center"/>
          </w:tcPr>
          <w:p w14:paraId="7A245C9C" w14:textId="77777777" w:rsidR="00CC0FF8" w:rsidRDefault="001C0467">
            <w:r>
              <w:t>7575</w:t>
            </w:r>
          </w:p>
        </w:tc>
        <w:tc>
          <w:tcPr>
            <w:tcW w:w="1131" w:type="dxa"/>
            <w:vAlign w:val="center"/>
          </w:tcPr>
          <w:p w14:paraId="6001B6EB" w14:textId="77777777" w:rsidR="00CC0FF8" w:rsidRDefault="001C0467">
            <w:r>
              <w:t>9099</w:t>
            </w:r>
          </w:p>
        </w:tc>
        <w:tc>
          <w:tcPr>
            <w:tcW w:w="1131" w:type="dxa"/>
            <w:vAlign w:val="center"/>
          </w:tcPr>
          <w:p w14:paraId="3CD34517" w14:textId="77777777" w:rsidR="00CC0FF8" w:rsidRDefault="001C0467">
            <w:r>
              <w:t>2420</w:t>
            </w:r>
          </w:p>
        </w:tc>
      </w:tr>
      <w:tr w:rsidR="00CC0FF8" w14:paraId="1DB36FC8" w14:textId="77777777">
        <w:tc>
          <w:tcPr>
            <w:tcW w:w="1115" w:type="dxa"/>
            <w:shd w:val="clear" w:color="auto" w:fill="E6E6E6"/>
            <w:vAlign w:val="center"/>
          </w:tcPr>
          <w:p w14:paraId="111A4459" w14:textId="77777777" w:rsidR="00CC0FF8" w:rsidRDefault="001C0467">
            <w:r>
              <w:t>75~100</w:t>
            </w:r>
          </w:p>
        </w:tc>
        <w:tc>
          <w:tcPr>
            <w:tcW w:w="1131" w:type="dxa"/>
            <w:vAlign w:val="center"/>
          </w:tcPr>
          <w:p w14:paraId="37BCD2DD" w14:textId="77777777" w:rsidR="00CC0FF8" w:rsidRDefault="001C0467">
            <w:r>
              <w:t>123212</w:t>
            </w:r>
          </w:p>
        </w:tc>
        <w:tc>
          <w:tcPr>
            <w:tcW w:w="1131" w:type="dxa"/>
            <w:vAlign w:val="center"/>
          </w:tcPr>
          <w:p w14:paraId="61F23B87" w14:textId="77777777" w:rsidR="00CC0FF8" w:rsidRDefault="001C0467">
            <w:r>
              <w:t>286</w:t>
            </w:r>
          </w:p>
        </w:tc>
        <w:tc>
          <w:tcPr>
            <w:tcW w:w="1273" w:type="dxa"/>
            <w:vAlign w:val="center"/>
          </w:tcPr>
          <w:p w14:paraId="24E2A2AE" w14:textId="77777777" w:rsidR="00CC0FF8" w:rsidRDefault="001C0467">
            <w:r>
              <w:t>5.00</w:t>
            </w:r>
          </w:p>
        </w:tc>
        <w:tc>
          <w:tcPr>
            <w:tcW w:w="1131" w:type="dxa"/>
            <w:vAlign w:val="center"/>
          </w:tcPr>
          <w:p w14:paraId="2587B19F" w14:textId="77777777" w:rsidR="00CC0FF8" w:rsidRDefault="001C0467">
            <w:r>
              <w:t>24642</w:t>
            </w:r>
          </w:p>
        </w:tc>
        <w:tc>
          <w:tcPr>
            <w:tcW w:w="1273" w:type="dxa"/>
            <w:vAlign w:val="center"/>
          </w:tcPr>
          <w:p w14:paraId="61B5F461" w14:textId="77777777" w:rsidR="00CC0FF8" w:rsidRDefault="001C0467">
            <w:r>
              <w:t>8952</w:t>
            </w:r>
          </w:p>
        </w:tc>
        <w:tc>
          <w:tcPr>
            <w:tcW w:w="1131" w:type="dxa"/>
            <w:vAlign w:val="center"/>
          </w:tcPr>
          <w:p w14:paraId="1C6D225B" w14:textId="77777777" w:rsidR="00CC0FF8" w:rsidRDefault="001C0467">
            <w:r>
              <w:t>10754</w:t>
            </w:r>
          </w:p>
        </w:tc>
        <w:tc>
          <w:tcPr>
            <w:tcW w:w="1131" w:type="dxa"/>
            <w:vAlign w:val="center"/>
          </w:tcPr>
          <w:p w14:paraId="21CBACDD" w14:textId="77777777" w:rsidR="00CC0FF8" w:rsidRDefault="001C0467">
            <w:r>
              <w:t>2860</w:t>
            </w:r>
          </w:p>
        </w:tc>
      </w:tr>
      <w:tr w:rsidR="00CC0FF8" w14:paraId="62113A8A" w14:textId="77777777">
        <w:tc>
          <w:tcPr>
            <w:tcW w:w="1115" w:type="dxa"/>
            <w:shd w:val="clear" w:color="auto" w:fill="E6E6E6"/>
            <w:vAlign w:val="center"/>
          </w:tcPr>
          <w:p w14:paraId="07D408CD" w14:textId="77777777" w:rsidR="00CC0FF8" w:rsidRDefault="001C0467">
            <w:r>
              <w:t>&gt;100</w:t>
            </w:r>
          </w:p>
        </w:tc>
        <w:tc>
          <w:tcPr>
            <w:tcW w:w="1131" w:type="dxa"/>
            <w:vAlign w:val="center"/>
          </w:tcPr>
          <w:p w14:paraId="6C625C57" w14:textId="77777777" w:rsidR="00CC0FF8" w:rsidRDefault="001C0467">
            <w:r>
              <w:t>26916</w:t>
            </w:r>
          </w:p>
        </w:tc>
        <w:tc>
          <w:tcPr>
            <w:tcW w:w="1131" w:type="dxa"/>
            <w:vAlign w:val="center"/>
          </w:tcPr>
          <w:p w14:paraId="147D5478" w14:textId="77777777" w:rsidR="00CC0FF8" w:rsidRDefault="001C0467">
            <w:r>
              <w:t>50</w:t>
            </w:r>
          </w:p>
        </w:tc>
        <w:tc>
          <w:tcPr>
            <w:tcW w:w="1273" w:type="dxa"/>
            <w:vAlign w:val="center"/>
          </w:tcPr>
          <w:p w14:paraId="271E3193" w14:textId="77777777" w:rsidR="00CC0FF8" w:rsidRDefault="001C0467">
            <w:r>
              <w:t>－</w:t>
            </w:r>
          </w:p>
        </w:tc>
        <w:tc>
          <w:tcPr>
            <w:tcW w:w="1131" w:type="dxa"/>
            <w:vAlign w:val="center"/>
          </w:tcPr>
          <w:p w14:paraId="4C608DCC" w14:textId="77777777" w:rsidR="00CC0FF8" w:rsidRDefault="001C0467">
            <w:r>
              <w:t>5000</w:t>
            </w:r>
          </w:p>
        </w:tc>
        <w:tc>
          <w:tcPr>
            <w:tcW w:w="1273" w:type="dxa"/>
            <w:vAlign w:val="center"/>
          </w:tcPr>
          <w:p w14:paraId="2F2CAA32" w14:textId="77777777" w:rsidR="00CC0FF8" w:rsidRDefault="001C0467">
            <w:r>
              <w:t>1565</w:t>
            </w:r>
          </w:p>
        </w:tc>
        <w:tc>
          <w:tcPr>
            <w:tcW w:w="1131" w:type="dxa"/>
            <w:vAlign w:val="center"/>
          </w:tcPr>
          <w:p w14:paraId="5F8A06E5" w14:textId="77777777" w:rsidR="00CC0FF8" w:rsidRDefault="001C0467">
            <w:r>
              <w:t>1880</w:t>
            </w:r>
          </w:p>
        </w:tc>
        <w:tc>
          <w:tcPr>
            <w:tcW w:w="1131" w:type="dxa"/>
            <w:vAlign w:val="center"/>
          </w:tcPr>
          <w:p w14:paraId="4D376B03" w14:textId="77777777" w:rsidR="00CC0FF8" w:rsidRDefault="001C0467">
            <w:r>
              <w:t>500</w:t>
            </w:r>
          </w:p>
        </w:tc>
      </w:tr>
      <w:tr w:rsidR="00CC0FF8" w14:paraId="2F231B93" w14:textId="77777777">
        <w:tc>
          <w:tcPr>
            <w:tcW w:w="1115" w:type="dxa"/>
            <w:shd w:val="clear" w:color="auto" w:fill="E6E6E6"/>
            <w:vAlign w:val="center"/>
          </w:tcPr>
          <w:p w14:paraId="49FFA1EA" w14:textId="77777777" w:rsidR="00CC0FF8" w:rsidRDefault="001C0467">
            <w:r>
              <w:t>合计</w:t>
            </w:r>
          </w:p>
        </w:tc>
        <w:tc>
          <w:tcPr>
            <w:tcW w:w="1131" w:type="dxa"/>
            <w:vAlign w:val="center"/>
          </w:tcPr>
          <w:p w14:paraId="6EF3696B" w14:textId="77777777" w:rsidR="00CC0FF8" w:rsidRDefault="001C0467">
            <w:r>
              <w:t>238170</w:t>
            </w:r>
          </w:p>
        </w:tc>
        <w:tc>
          <w:tcPr>
            <w:tcW w:w="1131" w:type="dxa"/>
            <w:vAlign w:val="center"/>
          </w:tcPr>
          <w:p w14:paraId="0B201ECB" w14:textId="77777777" w:rsidR="00CC0FF8" w:rsidRDefault="001C0467">
            <w:r>
              <w:t>641</w:t>
            </w:r>
          </w:p>
        </w:tc>
        <w:tc>
          <w:tcPr>
            <w:tcW w:w="1273" w:type="dxa"/>
            <w:vAlign w:val="center"/>
          </w:tcPr>
          <w:p w14:paraId="6A49FB08" w14:textId="77777777" w:rsidR="00CC0FF8" w:rsidRDefault="00CC0FF8"/>
        </w:tc>
        <w:tc>
          <w:tcPr>
            <w:tcW w:w="1131" w:type="dxa"/>
            <w:vAlign w:val="center"/>
          </w:tcPr>
          <w:p w14:paraId="33303EF8" w14:textId="77777777" w:rsidR="00CC0FF8" w:rsidRDefault="001C0467">
            <w:r>
              <w:t>47452</w:t>
            </w:r>
          </w:p>
        </w:tc>
        <w:tc>
          <w:tcPr>
            <w:tcW w:w="1273" w:type="dxa"/>
            <w:vAlign w:val="center"/>
          </w:tcPr>
          <w:p w14:paraId="5CEC7A7F" w14:textId="77777777" w:rsidR="00CC0FF8" w:rsidRDefault="001C0467">
            <w:r>
              <w:t>20063</w:t>
            </w:r>
          </w:p>
        </w:tc>
        <w:tc>
          <w:tcPr>
            <w:tcW w:w="1131" w:type="dxa"/>
            <w:vAlign w:val="center"/>
          </w:tcPr>
          <w:p w14:paraId="77244222" w14:textId="77777777" w:rsidR="00CC0FF8" w:rsidRDefault="001C0467">
            <w:r>
              <w:t>24102</w:t>
            </w:r>
          </w:p>
        </w:tc>
        <w:tc>
          <w:tcPr>
            <w:tcW w:w="1131" w:type="dxa"/>
            <w:vAlign w:val="center"/>
          </w:tcPr>
          <w:p w14:paraId="450A170D" w14:textId="77777777" w:rsidR="00CC0FF8" w:rsidRDefault="001C0467">
            <w:r>
              <w:t>6410</w:t>
            </w:r>
          </w:p>
        </w:tc>
      </w:tr>
    </w:tbl>
    <w:p w14:paraId="70E5A5AC" w14:textId="77777777" w:rsidR="00CC0FF8" w:rsidRDefault="00CC0FF8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CC0FF8" w14:paraId="3A8B1CCC" w14:textId="77777777">
        <w:tc>
          <w:tcPr>
            <w:tcW w:w="2326" w:type="dxa"/>
            <w:shd w:val="clear" w:color="auto" w:fill="E6E6E6"/>
            <w:vAlign w:val="center"/>
          </w:tcPr>
          <w:p w14:paraId="3511BE6E" w14:textId="77777777" w:rsidR="00CC0FF8" w:rsidRDefault="001C0467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04C3610D" w14:textId="77777777" w:rsidR="00CC0FF8" w:rsidRDefault="001C0467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566ED017" w14:textId="77777777" w:rsidR="00CC0FF8" w:rsidRDefault="001C0467">
            <w:pPr>
              <w:jc w:val="center"/>
            </w:pPr>
            <w:r>
              <w:t>碳排放因子</w:t>
            </w:r>
            <w:r>
              <w:t>(kgCO2/TJ)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7431EE2D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364CDCE2" w14:textId="77777777">
        <w:tc>
          <w:tcPr>
            <w:tcW w:w="2326" w:type="dxa"/>
            <w:shd w:val="clear" w:color="auto" w:fill="E6E6E6"/>
            <w:vAlign w:val="center"/>
          </w:tcPr>
          <w:p w14:paraId="05DCA00B" w14:textId="77777777" w:rsidR="00CC0FF8" w:rsidRDefault="001C0467">
            <w:r>
              <w:t>制冷机组</w:t>
            </w:r>
          </w:p>
        </w:tc>
        <w:tc>
          <w:tcPr>
            <w:tcW w:w="2326" w:type="dxa"/>
            <w:vAlign w:val="center"/>
          </w:tcPr>
          <w:p w14:paraId="7BF488FB" w14:textId="77777777" w:rsidR="00CC0FF8" w:rsidRDefault="001C0467">
            <w:r>
              <w:t>47452</w:t>
            </w:r>
          </w:p>
        </w:tc>
        <w:tc>
          <w:tcPr>
            <w:tcW w:w="2326" w:type="dxa"/>
            <w:vMerge w:val="restart"/>
            <w:vAlign w:val="center"/>
          </w:tcPr>
          <w:p w14:paraId="6F37EDDB" w14:textId="77777777" w:rsidR="00CC0FF8" w:rsidRDefault="001C0467">
            <w:r>
              <w:t>0.8843</w:t>
            </w:r>
          </w:p>
        </w:tc>
        <w:tc>
          <w:tcPr>
            <w:tcW w:w="2337" w:type="dxa"/>
            <w:vAlign w:val="center"/>
          </w:tcPr>
          <w:p w14:paraId="4FACE152" w14:textId="77777777" w:rsidR="00CC0FF8" w:rsidRDefault="001C0467">
            <w:r>
              <w:t>2098</w:t>
            </w:r>
          </w:p>
        </w:tc>
      </w:tr>
      <w:tr w:rsidR="00CC0FF8" w14:paraId="01F8D47B" w14:textId="77777777">
        <w:tc>
          <w:tcPr>
            <w:tcW w:w="2326" w:type="dxa"/>
            <w:shd w:val="clear" w:color="auto" w:fill="E6E6E6"/>
            <w:vAlign w:val="center"/>
          </w:tcPr>
          <w:p w14:paraId="3DC298A0" w14:textId="77777777" w:rsidR="00CC0FF8" w:rsidRDefault="001C0467">
            <w:r>
              <w:t>冷却水泵</w:t>
            </w:r>
          </w:p>
        </w:tc>
        <w:tc>
          <w:tcPr>
            <w:tcW w:w="2326" w:type="dxa"/>
            <w:vAlign w:val="center"/>
          </w:tcPr>
          <w:p w14:paraId="6D6619C0" w14:textId="77777777" w:rsidR="00CC0FF8" w:rsidRDefault="001C0467">
            <w:r>
              <w:t>20063</w:t>
            </w:r>
          </w:p>
        </w:tc>
        <w:tc>
          <w:tcPr>
            <w:tcW w:w="2326" w:type="dxa"/>
            <w:vMerge/>
            <w:vAlign w:val="center"/>
          </w:tcPr>
          <w:p w14:paraId="00F6BC9C" w14:textId="77777777" w:rsidR="00CC0FF8" w:rsidRDefault="00CC0FF8"/>
        </w:tc>
        <w:tc>
          <w:tcPr>
            <w:tcW w:w="2337" w:type="dxa"/>
            <w:vAlign w:val="center"/>
          </w:tcPr>
          <w:p w14:paraId="14AE68D8" w14:textId="77777777" w:rsidR="00CC0FF8" w:rsidRDefault="001C0467">
            <w:r>
              <w:t>887</w:t>
            </w:r>
          </w:p>
        </w:tc>
      </w:tr>
      <w:tr w:rsidR="00CC0FF8" w14:paraId="60DD56E3" w14:textId="77777777">
        <w:tc>
          <w:tcPr>
            <w:tcW w:w="2326" w:type="dxa"/>
            <w:shd w:val="clear" w:color="auto" w:fill="E6E6E6"/>
            <w:vAlign w:val="center"/>
          </w:tcPr>
          <w:p w14:paraId="41FC1F87" w14:textId="77777777" w:rsidR="00CC0FF8" w:rsidRDefault="001C0467">
            <w:r>
              <w:lastRenderedPageBreak/>
              <w:t>冷冻水泵</w:t>
            </w:r>
          </w:p>
        </w:tc>
        <w:tc>
          <w:tcPr>
            <w:tcW w:w="2326" w:type="dxa"/>
            <w:vAlign w:val="center"/>
          </w:tcPr>
          <w:p w14:paraId="00526005" w14:textId="77777777" w:rsidR="00CC0FF8" w:rsidRDefault="001C0467">
            <w:r>
              <w:t>24102</w:t>
            </w:r>
          </w:p>
        </w:tc>
        <w:tc>
          <w:tcPr>
            <w:tcW w:w="2326" w:type="dxa"/>
            <w:vMerge/>
            <w:vAlign w:val="center"/>
          </w:tcPr>
          <w:p w14:paraId="733A43B4" w14:textId="77777777" w:rsidR="00CC0FF8" w:rsidRDefault="00CC0FF8"/>
        </w:tc>
        <w:tc>
          <w:tcPr>
            <w:tcW w:w="2337" w:type="dxa"/>
            <w:vAlign w:val="center"/>
          </w:tcPr>
          <w:p w14:paraId="1D4450D2" w14:textId="77777777" w:rsidR="00CC0FF8" w:rsidRDefault="001C0467">
            <w:r>
              <w:t>1066</w:t>
            </w:r>
          </w:p>
        </w:tc>
      </w:tr>
      <w:tr w:rsidR="00CC0FF8" w14:paraId="45E2D597" w14:textId="77777777">
        <w:tc>
          <w:tcPr>
            <w:tcW w:w="2326" w:type="dxa"/>
            <w:shd w:val="clear" w:color="auto" w:fill="E6E6E6"/>
            <w:vAlign w:val="center"/>
          </w:tcPr>
          <w:p w14:paraId="265B3110" w14:textId="77777777" w:rsidR="00CC0FF8" w:rsidRDefault="001C0467">
            <w:r>
              <w:t>冷冻塔</w:t>
            </w:r>
          </w:p>
        </w:tc>
        <w:tc>
          <w:tcPr>
            <w:tcW w:w="2326" w:type="dxa"/>
            <w:vAlign w:val="center"/>
          </w:tcPr>
          <w:p w14:paraId="1375EA30" w14:textId="77777777" w:rsidR="00CC0FF8" w:rsidRDefault="001C0467">
            <w:r>
              <w:t>6410</w:t>
            </w:r>
          </w:p>
        </w:tc>
        <w:tc>
          <w:tcPr>
            <w:tcW w:w="2326" w:type="dxa"/>
            <w:vMerge/>
            <w:vAlign w:val="center"/>
          </w:tcPr>
          <w:p w14:paraId="2DA5EFD5" w14:textId="77777777" w:rsidR="00CC0FF8" w:rsidRDefault="00CC0FF8"/>
        </w:tc>
        <w:tc>
          <w:tcPr>
            <w:tcW w:w="2337" w:type="dxa"/>
            <w:vAlign w:val="center"/>
          </w:tcPr>
          <w:p w14:paraId="51EE814A" w14:textId="77777777" w:rsidR="00CC0FF8" w:rsidRDefault="001C0467">
            <w:r>
              <w:t>283</w:t>
            </w:r>
          </w:p>
        </w:tc>
      </w:tr>
      <w:tr w:rsidR="00CC0FF8" w14:paraId="7A1BAD80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2A28D64D" w14:textId="77777777" w:rsidR="00CC0FF8" w:rsidRDefault="001C0467">
            <w:r>
              <w:t>合计</w:t>
            </w:r>
          </w:p>
        </w:tc>
        <w:tc>
          <w:tcPr>
            <w:tcW w:w="2337" w:type="dxa"/>
            <w:vAlign w:val="center"/>
          </w:tcPr>
          <w:p w14:paraId="7BB216A5" w14:textId="77777777" w:rsidR="00CC0FF8" w:rsidRDefault="001C0467">
            <w:r>
              <w:t>4334</w:t>
            </w:r>
          </w:p>
        </w:tc>
      </w:tr>
    </w:tbl>
    <w:p w14:paraId="12DC078E" w14:textId="77777777" w:rsidR="00CC0FF8" w:rsidRDefault="001C0467">
      <w:pPr>
        <w:pStyle w:val="2"/>
      </w:pPr>
      <w:bookmarkStart w:id="72" w:name="_Toc92193057"/>
      <w:r>
        <w:t>供暖系统</w:t>
      </w:r>
      <w:bookmarkEnd w:id="72"/>
    </w:p>
    <w:p w14:paraId="1E1A9666" w14:textId="77777777" w:rsidR="00CC0FF8" w:rsidRDefault="001C0467">
      <w:pPr>
        <w:pStyle w:val="3"/>
        <w:widowControl w:val="0"/>
        <w:jc w:val="both"/>
      </w:pPr>
      <w:bookmarkStart w:id="73" w:name="_Toc92193058"/>
      <w:r>
        <w:t>热水锅炉系统</w:t>
      </w:r>
      <w:bookmarkEnd w:id="73"/>
    </w:p>
    <w:p w14:paraId="7D08894A" w14:textId="77777777" w:rsidR="00CC0FF8" w:rsidRDefault="001C0467">
      <w:pPr>
        <w:pStyle w:val="4"/>
        <w:widowControl w:val="0"/>
        <w:jc w:val="both"/>
      </w:pPr>
      <w:r>
        <w:t>热水锅炉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848"/>
        <w:gridCol w:w="1132"/>
        <w:gridCol w:w="1416"/>
        <w:gridCol w:w="1557"/>
        <w:gridCol w:w="1551"/>
      </w:tblGrid>
      <w:tr w:rsidR="00CC0FF8" w14:paraId="190EEFAA" w14:textId="77777777">
        <w:tc>
          <w:tcPr>
            <w:tcW w:w="1165" w:type="dxa"/>
            <w:shd w:val="clear" w:color="auto" w:fill="E6E6E6"/>
            <w:vAlign w:val="center"/>
          </w:tcPr>
          <w:p w14:paraId="4B87CB9A" w14:textId="77777777" w:rsidR="00CC0FF8" w:rsidRDefault="001C0467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339AA631" w14:textId="77777777" w:rsidR="00CC0FF8" w:rsidRDefault="001C0467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EE67812" w14:textId="77777777" w:rsidR="00CC0FF8" w:rsidRDefault="001C0467"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A99354F" w14:textId="77777777" w:rsidR="00CC0FF8" w:rsidRDefault="001C0467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29F11AE" w14:textId="77777777" w:rsidR="00CC0FF8" w:rsidRDefault="001C0467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B763554" w14:textId="77777777" w:rsidR="00CC0FF8" w:rsidRDefault="001C0467">
            <w:pPr>
              <w:jc w:val="center"/>
            </w:pPr>
            <w:r>
              <w:t>锅炉负荷</w:t>
            </w:r>
            <w:r>
              <w:br/>
              <w:t>(kWh)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0E88752" w14:textId="77777777" w:rsidR="00CC0FF8" w:rsidRDefault="001C0467">
            <w:pPr>
              <w:jc w:val="center"/>
            </w:pPr>
            <w:r>
              <w:t>碳排放因子</w:t>
            </w:r>
            <w:r>
              <w:t>(tCO2/TJ)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39C2A49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731773B1" w14:textId="77777777">
        <w:tc>
          <w:tcPr>
            <w:tcW w:w="1165" w:type="dxa"/>
            <w:vAlign w:val="center"/>
          </w:tcPr>
          <w:p w14:paraId="6D0D08A0" w14:textId="77777777" w:rsidR="00CC0FF8" w:rsidRDefault="001C0467">
            <w:r>
              <w:t>烟煤</w:t>
            </w:r>
            <w:r>
              <w:t>II</w:t>
            </w:r>
          </w:p>
        </w:tc>
        <w:tc>
          <w:tcPr>
            <w:tcW w:w="945" w:type="dxa"/>
            <w:vAlign w:val="center"/>
          </w:tcPr>
          <w:p w14:paraId="2810C0FC" w14:textId="77777777" w:rsidR="00CC0FF8" w:rsidRDefault="001C0467">
            <w:r>
              <w:t>1.00</w:t>
            </w:r>
          </w:p>
        </w:tc>
        <w:tc>
          <w:tcPr>
            <w:tcW w:w="707" w:type="dxa"/>
            <w:vAlign w:val="center"/>
          </w:tcPr>
          <w:p w14:paraId="25C85BE4" w14:textId="77777777" w:rsidR="00CC0FF8" w:rsidRDefault="001C0467">
            <w:r>
              <w:t>1</w:t>
            </w:r>
          </w:p>
        </w:tc>
        <w:tc>
          <w:tcPr>
            <w:tcW w:w="848" w:type="dxa"/>
            <w:vAlign w:val="center"/>
          </w:tcPr>
          <w:p w14:paraId="1279F33A" w14:textId="77777777" w:rsidR="00CC0FF8" w:rsidRDefault="001C0467">
            <w:r>
              <w:t>0.78</w:t>
            </w:r>
          </w:p>
        </w:tc>
        <w:tc>
          <w:tcPr>
            <w:tcW w:w="1131" w:type="dxa"/>
            <w:vAlign w:val="center"/>
          </w:tcPr>
          <w:p w14:paraId="6B74B0CA" w14:textId="77777777" w:rsidR="00CC0FF8" w:rsidRDefault="001C0467">
            <w:r>
              <w:t>0.92</w:t>
            </w:r>
          </w:p>
        </w:tc>
        <w:tc>
          <w:tcPr>
            <w:tcW w:w="1415" w:type="dxa"/>
            <w:vAlign w:val="center"/>
          </w:tcPr>
          <w:p w14:paraId="76AF227A" w14:textId="77777777" w:rsidR="00CC0FF8" w:rsidRDefault="001C0467">
            <w:r>
              <w:t>2613</w:t>
            </w:r>
          </w:p>
        </w:tc>
        <w:tc>
          <w:tcPr>
            <w:tcW w:w="1556" w:type="dxa"/>
            <w:vAlign w:val="center"/>
          </w:tcPr>
          <w:p w14:paraId="37CA8E25" w14:textId="77777777" w:rsidR="00CC0FF8" w:rsidRDefault="001C0467">
            <w:r>
              <w:t>89</w:t>
            </w:r>
          </w:p>
        </w:tc>
        <w:tc>
          <w:tcPr>
            <w:tcW w:w="1550" w:type="dxa"/>
            <w:vAlign w:val="center"/>
          </w:tcPr>
          <w:p w14:paraId="70BBE39A" w14:textId="77777777" w:rsidR="00CC0FF8" w:rsidRDefault="001C0467">
            <w:r>
              <w:t>5304</w:t>
            </w:r>
          </w:p>
        </w:tc>
      </w:tr>
    </w:tbl>
    <w:p w14:paraId="65BE4B1A" w14:textId="77777777" w:rsidR="00CC0FF8" w:rsidRDefault="001C0467">
      <w:pPr>
        <w:pStyle w:val="4"/>
        <w:widowControl w:val="0"/>
        <w:jc w:val="both"/>
      </w:pPr>
      <w:r>
        <w:t>热水循环泵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CC0FF8" w14:paraId="6F195A79" w14:textId="77777777">
        <w:tc>
          <w:tcPr>
            <w:tcW w:w="2677" w:type="dxa"/>
            <w:shd w:val="clear" w:color="auto" w:fill="E6E6E6"/>
            <w:vAlign w:val="center"/>
          </w:tcPr>
          <w:p w14:paraId="505423BF" w14:textId="77777777" w:rsidR="00CC0FF8" w:rsidRDefault="001C0467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46EC4787" w14:textId="77777777" w:rsidR="00CC0FF8" w:rsidRDefault="001C0467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180EA85" w14:textId="77777777" w:rsidR="00CC0FF8" w:rsidRDefault="001C0467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79B1E068" w14:textId="77777777" w:rsidR="00CC0FF8" w:rsidRDefault="001C0467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7FAEBCB" w14:textId="77777777" w:rsidR="00CC0FF8" w:rsidRDefault="001C0467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3034A7E2" w14:textId="77777777" w:rsidR="00CC0FF8" w:rsidRDefault="001C0467">
            <w:pPr>
              <w:jc w:val="center"/>
            </w:pPr>
            <w:r>
              <w:t>台数</w:t>
            </w:r>
          </w:p>
        </w:tc>
      </w:tr>
      <w:tr w:rsidR="00CC0FF8" w14:paraId="048E5884" w14:textId="77777777">
        <w:tc>
          <w:tcPr>
            <w:tcW w:w="2677" w:type="dxa"/>
            <w:vAlign w:val="center"/>
          </w:tcPr>
          <w:p w14:paraId="3AB0B7D6" w14:textId="77777777" w:rsidR="00CC0FF8" w:rsidRDefault="001C0467">
            <w:r>
              <w:t>单速</w:t>
            </w:r>
          </w:p>
        </w:tc>
        <w:tc>
          <w:tcPr>
            <w:tcW w:w="1267" w:type="dxa"/>
            <w:vAlign w:val="center"/>
          </w:tcPr>
          <w:p w14:paraId="28896B87" w14:textId="77777777" w:rsidR="00CC0FF8" w:rsidRDefault="001C0467">
            <w:r>
              <w:t>320</w:t>
            </w:r>
          </w:p>
        </w:tc>
        <w:tc>
          <w:tcPr>
            <w:tcW w:w="990" w:type="dxa"/>
            <w:vAlign w:val="center"/>
          </w:tcPr>
          <w:p w14:paraId="3AEEEB44" w14:textId="77777777" w:rsidR="00CC0FF8" w:rsidRDefault="001C0467">
            <w:r>
              <w:t>30</w:t>
            </w:r>
          </w:p>
        </w:tc>
        <w:tc>
          <w:tcPr>
            <w:tcW w:w="2122" w:type="dxa"/>
            <w:vAlign w:val="center"/>
          </w:tcPr>
          <w:p w14:paraId="7AC465A5" w14:textId="77777777" w:rsidR="00CC0FF8" w:rsidRDefault="001C0467">
            <w:r>
              <w:t>80</w:t>
            </w:r>
          </w:p>
        </w:tc>
        <w:tc>
          <w:tcPr>
            <w:tcW w:w="1556" w:type="dxa"/>
            <w:vAlign w:val="center"/>
          </w:tcPr>
          <w:p w14:paraId="5B7C51E4" w14:textId="77777777" w:rsidR="00CC0FF8" w:rsidRDefault="001C0467">
            <w:r>
              <w:t>37.6</w:t>
            </w:r>
          </w:p>
        </w:tc>
        <w:tc>
          <w:tcPr>
            <w:tcW w:w="701" w:type="dxa"/>
            <w:vAlign w:val="center"/>
          </w:tcPr>
          <w:p w14:paraId="4B5E87D8" w14:textId="77777777" w:rsidR="00CC0FF8" w:rsidRDefault="001C0467">
            <w:r>
              <w:t>1</w:t>
            </w:r>
          </w:p>
        </w:tc>
      </w:tr>
    </w:tbl>
    <w:p w14:paraId="63E67AC5" w14:textId="77777777" w:rsidR="00CC0FF8" w:rsidRDefault="001C0467">
      <w:pPr>
        <w:pStyle w:val="4"/>
        <w:widowControl w:val="0"/>
        <w:jc w:val="both"/>
      </w:pPr>
      <w: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 w:rsidR="00CC0FF8" w14:paraId="7A2C24CA" w14:textId="77777777">
        <w:tc>
          <w:tcPr>
            <w:tcW w:w="1182" w:type="dxa"/>
            <w:shd w:val="clear" w:color="auto" w:fill="E6E6E6"/>
            <w:vAlign w:val="center"/>
          </w:tcPr>
          <w:p w14:paraId="1C00C7F6" w14:textId="77777777" w:rsidR="00CC0FF8" w:rsidRDefault="001C0467">
            <w:pPr>
              <w:jc w:val="center"/>
            </w:pPr>
            <w:r>
              <w:t>负荷</w:t>
            </w:r>
            <w:r>
              <w:br/>
            </w:r>
            <w:r>
              <w:t>率</w:t>
            </w:r>
            <w:r>
              <w:br/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503ED86" w14:textId="77777777" w:rsidR="00CC0FF8" w:rsidRDefault="001C0467">
            <w:pPr>
              <w:jc w:val="center"/>
            </w:pPr>
            <w:r>
              <w:t>锅炉</w:t>
            </w:r>
            <w:r>
              <w:br/>
            </w:r>
            <w:r>
              <w:t>负荷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2BC209E" w14:textId="77777777" w:rsidR="00CC0FF8" w:rsidRDefault="001C0467">
            <w:pPr>
              <w:jc w:val="center"/>
            </w:pPr>
            <w:r>
              <w:t>供暖水</w:t>
            </w:r>
            <w:r>
              <w:br/>
            </w:r>
            <w:r>
              <w:t>泵功率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63C3FA9" w14:textId="77777777" w:rsidR="00CC0FF8" w:rsidRDefault="001C0467">
            <w:pPr>
              <w:jc w:val="center"/>
            </w:pPr>
            <w:r>
              <w:t>热水输送</w:t>
            </w:r>
            <w:r>
              <w:br/>
            </w:r>
            <w:r>
              <w:t>能效比</w:t>
            </w:r>
            <w:r>
              <w:br/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306336AC" w14:textId="77777777" w:rsidR="00CC0FF8" w:rsidRDefault="001C0467">
            <w:pPr>
              <w:jc w:val="center"/>
            </w:pPr>
            <w:r>
              <w:t>区间</w:t>
            </w:r>
            <w:r>
              <w:br/>
            </w:r>
            <w:r>
              <w:t>负荷</w:t>
            </w:r>
            <w:r>
              <w:br/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9353D1F" w14:textId="77777777" w:rsidR="00CC0FF8" w:rsidRDefault="001C0467">
            <w:pPr>
              <w:jc w:val="center"/>
            </w:pPr>
            <w:r>
              <w:t>区间</w:t>
            </w:r>
            <w:r>
              <w:br/>
            </w:r>
            <w:r>
              <w:t>时长</w:t>
            </w:r>
            <w:r>
              <w:br/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3A76C9E5" w14:textId="77777777" w:rsidR="00CC0FF8" w:rsidRDefault="001C0467">
            <w:pPr>
              <w:jc w:val="center"/>
            </w:pPr>
            <w:r>
              <w:t>供暖水</w:t>
            </w:r>
            <w:r>
              <w:br/>
            </w:r>
            <w:r>
              <w:t>泵电耗</w:t>
            </w:r>
            <w:r>
              <w:br/>
              <w:t>(kWh)</w:t>
            </w:r>
          </w:p>
        </w:tc>
      </w:tr>
      <w:tr w:rsidR="00CC0FF8" w14:paraId="70B513C7" w14:textId="77777777">
        <w:tc>
          <w:tcPr>
            <w:tcW w:w="1182" w:type="dxa"/>
            <w:shd w:val="clear" w:color="auto" w:fill="E6E6E6"/>
            <w:vAlign w:val="center"/>
          </w:tcPr>
          <w:p w14:paraId="0A8C47FB" w14:textId="77777777" w:rsidR="00CC0FF8" w:rsidRDefault="001C0467">
            <w:r>
              <w:t>25</w:t>
            </w:r>
          </w:p>
        </w:tc>
        <w:tc>
          <w:tcPr>
            <w:tcW w:w="1358" w:type="dxa"/>
            <w:vAlign w:val="center"/>
          </w:tcPr>
          <w:p w14:paraId="42B21F8E" w14:textId="77777777" w:rsidR="00CC0FF8" w:rsidRDefault="001C0467">
            <w:r>
              <w:t>250</w:t>
            </w:r>
          </w:p>
        </w:tc>
        <w:tc>
          <w:tcPr>
            <w:tcW w:w="1358" w:type="dxa"/>
            <w:vAlign w:val="center"/>
          </w:tcPr>
          <w:p w14:paraId="46716D57" w14:textId="77777777" w:rsidR="00CC0FF8" w:rsidRDefault="001C0467">
            <w:r>
              <w:t>37.6</w:t>
            </w:r>
          </w:p>
        </w:tc>
        <w:tc>
          <w:tcPr>
            <w:tcW w:w="1358" w:type="dxa"/>
            <w:vAlign w:val="center"/>
          </w:tcPr>
          <w:p w14:paraId="087C8BE2" w14:textId="77777777" w:rsidR="00CC0FF8" w:rsidRDefault="001C0467">
            <w:r>
              <w:t>0.1504</w:t>
            </w:r>
          </w:p>
        </w:tc>
        <w:tc>
          <w:tcPr>
            <w:tcW w:w="1358" w:type="dxa"/>
            <w:vAlign w:val="center"/>
          </w:tcPr>
          <w:p w14:paraId="2D0F1872" w14:textId="77777777" w:rsidR="00CC0FF8" w:rsidRDefault="001C0467">
            <w:r>
              <w:t>65731</w:t>
            </w:r>
          </w:p>
        </w:tc>
        <w:tc>
          <w:tcPr>
            <w:tcW w:w="1358" w:type="dxa"/>
            <w:vAlign w:val="center"/>
          </w:tcPr>
          <w:p w14:paraId="3729A1DC" w14:textId="77777777" w:rsidR="00CC0FF8" w:rsidRDefault="001C0467">
            <w:r>
              <w:t>470</w:t>
            </w:r>
          </w:p>
        </w:tc>
        <w:tc>
          <w:tcPr>
            <w:tcW w:w="1358" w:type="dxa"/>
            <w:vAlign w:val="center"/>
          </w:tcPr>
          <w:p w14:paraId="53334399" w14:textId="77777777" w:rsidR="00CC0FF8" w:rsidRDefault="001C0467">
            <w:r>
              <w:t>17672</w:t>
            </w:r>
          </w:p>
        </w:tc>
      </w:tr>
      <w:tr w:rsidR="00CC0FF8" w14:paraId="7C4F3BD9" w14:textId="77777777">
        <w:tc>
          <w:tcPr>
            <w:tcW w:w="1182" w:type="dxa"/>
            <w:shd w:val="clear" w:color="auto" w:fill="E6E6E6"/>
            <w:vAlign w:val="center"/>
          </w:tcPr>
          <w:p w14:paraId="6DC4B945" w14:textId="77777777" w:rsidR="00CC0FF8" w:rsidRDefault="001C0467">
            <w:r>
              <w:t>50</w:t>
            </w:r>
          </w:p>
        </w:tc>
        <w:tc>
          <w:tcPr>
            <w:tcW w:w="1358" w:type="dxa"/>
            <w:vAlign w:val="center"/>
          </w:tcPr>
          <w:p w14:paraId="2F046F33" w14:textId="77777777" w:rsidR="00CC0FF8" w:rsidRDefault="001C0467">
            <w:r>
              <w:t>500</w:t>
            </w:r>
          </w:p>
        </w:tc>
        <w:tc>
          <w:tcPr>
            <w:tcW w:w="1358" w:type="dxa"/>
            <w:vAlign w:val="center"/>
          </w:tcPr>
          <w:p w14:paraId="582AB6FE" w14:textId="77777777" w:rsidR="00CC0FF8" w:rsidRDefault="001C0467">
            <w:r>
              <w:t>37.6</w:t>
            </w:r>
          </w:p>
        </w:tc>
        <w:tc>
          <w:tcPr>
            <w:tcW w:w="1358" w:type="dxa"/>
            <w:vAlign w:val="center"/>
          </w:tcPr>
          <w:p w14:paraId="79BB0257" w14:textId="77777777" w:rsidR="00CC0FF8" w:rsidRDefault="001C0467">
            <w:r>
              <w:t>0.0752</w:t>
            </w:r>
          </w:p>
        </w:tc>
        <w:tc>
          <w:tcPr>
            <w:tcW w:w="1358" w:type="dxa"/>
            <w:vAlign w:val="center"/>
          </w:tcPr>
          <w:p w14:paraId="1655BC2B" w14:textId="77777777" w:rsidR="00CC0FF8" w:rsidRDefault="001C0467">
            <w:r>
              <w:t>118080</w:t>
            </w:r>
          </w:p>
        </w:tc>
        <w:tc>
          <w:tcPr>
            <w:tcW w:w="1358" w:type="dxa"/>
            <w:vAlign w:val="center"/>
          </w:tcPr>
          <w:p w14:paraId="72207B22" w14:textId="77777777" w:rsidR="00CC0FF8" w:rsidRDefault="001C0467">
            <w:r>
              <w:t>348</w:t>
            </w:r>
          </w:p>
        </w:tc>
        <w:tc>
          <w:tcPr>
            <w:tcW w:w="1358" w:type="dxa"/>
            <w:vAlign w:val="center"/>
          </w:tcPr>
          <w:p w14:paraId="6320CC6C" w14:textId="77777777" w:rsidR="00CC0FF8" w:rsidRDefault="001C0467">
            <w:r>
              <w:t>13085</w:t>
            </w:r>
          </w:p>
        </w:tc>
      </w:tr>
      <w:tr w:rsidR="00CC0FF8" w14:paraId="7B7AD06C" w14:textId="77777777">
        <w:tc>
          <w:tcPr>
            <w:tcW w:w="1182" w:type="dxa"/>
            <w:shd w:val="clear" w:color="auto" w:fill="E6E6E6"/>
            <w:vAlign w:val="center"/>
          </w:tcPr>
          <w:p w14:paraId="06B7F443" w14:textId="77777777" w:rsidR="00CC0FF8" w:rsidRDefault="001C0467">
            <w:r>
              <w:t>75</w:t>
            </w:r>
          </w:p>
        </w:tc>
        <w:tc>
          <w:tcPr>
            <w:tcW w:w="1358" w:type="dxa"/>
            <w:vAlign w:val="center"/>
          </w:tcPr>
          <w:p w14:paraId="5A226EB4" w14:textId="77777777" w:rsidR="00CC0FF8" w:rsidRDefault="001C0467">
            <w:r>
              <w:t>750</w:t>
            </w:r>
          </w:p>
        </w:tc>
        <w:tc>
          <w:tcPr>
            <w:tcW w:w="1358" w:type="dxa"/>
            <w:vAlign w:val="center"/>
          </w:tcPr>
          <w:p w14:paraId="75FDCA5A" w14:textId="77777777" w:rsidR="00CC0FF8" w:rsidRDefault="001C0467">
            <w:r>
              <w:t>37.6</w:t>
            </w:r>
          </w:p>
        </w:tc>
        <w:tc>
          <w:tcPr>
            <w:tcW w:w="1358" w:type="dxa"/>
            <w:vAlign w:val="center"/>
          </w:tcPr>
          <w:p w14:paraId="2448CC2B" w14:textId="77777777" w:rsidR="00CC0FF8" w:rsidRDefault="001C0467">
            <w:r>
              <w:t>0.0501</w:t>
            </w:r>
          </w:p>
        </w:tc>
        <w:tc>
          <w:tcPr>
            <w:tcW w:w="1358" w:type="dxa"/>
            <w:vAlign w:val="center"/>
          </w:tcPr>
          <w:p w14:paraId="17CD4FA3" w14:textId="77777777" w:rsidR="00CC0FF8" w:rsidRDefault="001C0467">
            <w:r>
              <w:t>44303</w:t>
            </w:r>
          </w:p>
        </w:tc>
        <w:tc>
          <w:tcPr>
            <w:tcW w:w="1358" w:type="dxa"/>
            <w:vAlign w:val="center"/>
          </w:tcPr>
          <w:p w14:paraId="3A74D4AA" w14:textId="77777777" w:rsidR="00CC0FF8" w:rsidRDefault="001C0467">
            <w:r>
              <w:t>76</w:t>
            </w:r>
          </w:p>
        </w:tc>
        <w:tc>
          <w:tcPr>
            <w:tcW w:w="1358" w:type="dxa"/>
            <w:vAlign w:val="center"/>
          </w:tcPr>
          <w:p w14:paraId="2F0F5D4B" w14:textId="77777777" w:rsidR="00CC0FF8" w:rsidRDefault="001C0467">
            <w:r>
              <w:t>2858</w:t>
            </w:r>
          </w:p>
        </w:tc>
      </w:tr>
      <w:tr w:rsidR="00CC0FF8" w14:paraId="6FB9DEF6" w14:textId="77777777">
        <w:tc>
          <w:tcPr>
            <w:tcW w:w="1182" w:type="dxa"/>
            <w:shd w:val="clear" w:color="auto" w:fill="E6E6E6"/>
            <w:vAlign w:val="center"/>
          </w:tcPr>
          <w:p w14:paraId="319AB8B2" w14:textId="77777777" w:rsidR="00CC0FF8" w:rsidRDefault="001C0467">
            <w:r>
              <w:t>100</w:t>
            </w:r>
          </w:p>
        </w:tc>
        <w:tc>
          <w:tcPr>
            <w:tcW w:w="1358" w:type="dxa"/>
            <w:vAlign w:val="center"/>
          </w:tcPr>
          <w:p w14:paraId="17AC4914" w14:textId="77777777" w:rsidR="00CC0FF8" w:rsidRDefault="001C0467">
            <w:r>
              <w:t>1000</w:t>
            </w:r>
          </w:p>
        </w:tc>
        <w:tc>
          <w:tcPr>
            <w:tcW w:w="1358" w:type="dxa"/>
            <w:vAlign w:val="center"/>
          </w:tcPr>
          <w:p w14:paraId="477C3186" w14:textId="77777777" w:rsidR="00CC0FF8" w:rsidRDefault="001C0467">
            <w:r>
              <w:t>37.6</w:t>
            </w:r>
          </w:p>
        </w:tc>
        <w:tc>
          <w:tcPr>
            <w:tcW w:w="1358" w:type="dxa"/>
            <w:vAlign w:val="center"/>
          </w:tcPr>
          <w:p w14:paraId="0284B06F" w14:textId="77777777" w:rsidR="00CC0FF8" w:rsidRDefault="001C0467">
            <w:r>
              <w:t>0.0376</w:t>
            </w:r>
          </w:p>
        </w:tc>
        <w:tc>
          <w:tcPr>
            <w:tcW w:w="1358" w:type="dxa"/>
            <w:vAlign w:val="center"/>
          </w:tcPr>
          <w:p w14:paraId="37714221" w14:textId="77777777" w:rsidR="00CC0FF8" w:rsidRDefault="001C0467">
            <w:r>
              <w:t>9465</w:t>
            </w:r>
          </w:p>
        </w:tc>
        <w:tc>
          <w:tcPr>
            <w:tcW w:w="1358" w:type="dxa"/>
            <w:vAlign w:val="center"/>
          </w:tcPr>
          <w:p w14:paraId="0F02C17D" w14:textId="77777777" w:rsidR="00CC0FF8" w:rsidRDefault="001C0467">
            <w:r>
              <w:t>11</w:t>
            </w:r>
          </w:p>
        </w:tc>
        <w:tc>
          <w:tcPr>
            <w:tcW w:w="1358" w:type="dxa"/>
            <w:vAlign w:val="center"/>
          </w:tcPr>
          <w:p w14:paraId="77C58630" w14:textId="77777777" w:rsidR="00CC0FF8" w:rsidRDefault="001C0467">
            <w:r>
              <w:t>414</w:t>
            </w:r>
          </w:p>
        </w:tc>
      </w:tr>
      <w:tr w:rsidR="00CC0FF8" w14:paraId="771FD46E" w14:textId="77777777">
        <w:tc>
          <w:tcPr>
            <w:tcW w:w="5256" w:type="dxa"/>
            <w:gridSpan w:val="4"/>
            <w:shd w:val="clear" w:color="auto" w:fill="E6E6E6"/>
            <w:vAlign w:val="center"/>
          </w:tcPr>
          <w:p w14:paraId="48AB8990" w14:textId="77777777" w:rsidR="00CC0FF8" w:rsidRDefault="001C0467">
            <w:r>
              <w:t>综合</w:t>
            </w:r>
          </w:p>
        </w:tc>
        <w:tc>
          <w:tcPr>
            <w:tcW w:w="1358" w:type="dxa"/>
            <w:vAlign w:val="center"/>
          </w:tcPr>
          <w:p w14:paraId="77C93F70" w14:textId="77777777" w:rsidR="00CC0FF8" w:rsidRDefault="001C0467">
            <w:r>
              <w:t>237579</w:t>
            </w:r>
          </w:p>
        </w:tc>
        <w:tc>
          <w:tcPr>
            <w:tcW w:w="1358" w:type="dxa"/>
            <w:vAlign w:val="center"/>
          </w:tcPr>
          <w:p w14:paraId="7E939BA0" w14:textId="77777777" w:rsidR="00CC0FF8" w:rsidRDefault="001C0467">
            <w:r>
              <w:t>905</w:t>
            </w:r>
          </w:p>
        </w:tc>
        <w:tc>
          <w:tcPr>
            <w:tcW w:w="1358" w:type="dxa"/>
            <w:vAlign w:val="center"/>
          </w:tcPr>
          <w:p w14:paraId="7FC657B6" w14:textId="77777777" w:rsidR="00CC0FF8" w:rsidRDefault="001C0467">
            <w:r>
              <w:t>34028</w:t>
            </w:r>
          </w:p>
        </w:tc>
      </w:tr>
    </w:tbl>
    <w:p w14:paraId="1B256EC8" w14:textId="77777777" w:rsidR="00CC0FF8" w:rsidRDefault="00CC0FF8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7"/>
        <w:gridCol w:w="3203"/>
        <w:gridCol w:w="3056"/>
      </w:tblGrid>
      <w:tr w:rsidR="00CC0FF8" w14:paraId="6C4BF995" w14:textId="77777777">
        <w:tc>
          <w:tcPr>
            <w:tcW w:w="3056" w:type="dxa"/>
            <w:shd w:val="clear" w:color="auto" w:fill="E6E6E6"/>
            <w:vAlign w:val="center"/>
          </w:tcPr>
          <w:p w14:paraId="0617BB03" w14:textId="77777777" w:rsidR="00CC0FF8" w:rsidRDefault="001C0467">
            <w:pPr>
              <w:jc w:val="center"/>
            </w:pPr>
            <w:r>
              <w:t>供暖水泵电耗</w:t>
            </w:r>
            <w:r>
              <w:t>(kWh)</w:t>
            </w:r>
          </w:p>
        </w:tc>
        <w:tc>
          <w:tcPr>
            <w:tcW w:w="3203" w:type="dxa"/>
            <w:shd w:val="clear" w:color="auto" w:fill="E6E6E6"/>
            <w:vAlign w:val="center"/>
          </w:tcPr>
          <w:p w14:paraId="576E1916" w14:textId="77777777" w:rsidR="00CC0FF8" w:rsidRDefault="001C046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3056" w:type="dxa"/>
            <w:shd w:val="clear" w:color="auto" w:fill="E6E6E6"/>
            <w:vAlign w:val="center"/>
          </w:tcPr>
          <w:p w14:paraId="35C54745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6E83A48E" w14:textId="77777777">
        <w:tc>
          <w:tcPr>
            <w:tcW w:w="3056" w:type="dxa"/>
            <w:vAlign w:val="center"/>
          </w:tcPr>
          <w:p w14:paraId="39B2A8F7" w14:textId="77777777" w:rsidR="00CC0FF8" w:rsidRDefault="001C0467">
            <w:r>
              <w:t>34028</w:t>
            </w:r>
          </w:p>
        </w:tc>
        <w:tc>
          <w:tcPr>
            <w:tcW w:w="3203" w:type="dxa"/>
            <w:vAlign w:val="center"/>
          </w:tcPr>
          <w:p w14:paraId="1608CB7F" w14:textId="77777777" w:rsidR="00CC0FF8" w:rsidRDefault="001C0467">
            <w:r>
              <w:t>0.8843</w:t>
            </w:r>
          </w:p>
        </w:tc>
        <w:tc>
          <w:tcPr>
            <w:tcW w:w="3056" w:type="dxa"/>
            <w:vAlign w:val="center"/>
          </w:tcPr>
          <w:p w14:paraId="6A7390B7" w14:textId="77777777" w:rsidR="00CC0FF8" w:rsidRDefault="001C0467">
            <w:r>
              <w:t>1505</w:t>
            </w:r>
          </w:p>
        </w:tc>
      </w:tr>
    </w:tbl>
    <w:p w14:paraId="4B4CC0E3" w14:textId="77777777" w:rsidR="00CC0FF8" w:rsidRDefault="001C0467">
      <w:pPr>
        <w:pStyle w:val="2"/>
      </w:pPr>
      <w:bookmarkStart w:id="74" w:name="_Toc92193059"/>
      <w:r>
        <w:t>空调风机</w:t>
      </w:r>
      <w:bookmarkEnd w:id="74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CC0FF8" w14:paraId="2AD2D379" w14:textId="77777777">
        <w:tc>
          <w:tcPr>
            <w:tcW w:w="2326" w:type="dxa"/>
            <w:shd w:val="clear" w:color="auto" w:fill="E6E6E6"/>
            <w:vAlign w:val="center"/>
          </w:tcPr>
          <w:p w14:paraId="5A90B47B" w14:textId="77777777" w:rsidR="00CC0FF8" w:rsidRDefault="001C0467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7C68C1B9" w14:textId="77777777" w:rsidR="00CC0FF8" w:rsidRDefault="001C0467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59DCDDC0" w14:textId="77777777" w:rsidR="00CC0FF8" w:rsidRDefault="001C046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0933FF39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7859F16A" w14:textId="77777777">
        <w:tc>
          <w:tcPr>
            <w:tcW w:w="2326" w:type="dxa"/>
            <w:shd w:val="clear" w:color="auto" w:fill="E6E6E6"/>
            <w:vAlign w:val="center"/>
          </w:tcPr>
          <w:p w14:paraId="75079169" w14:textId="77777777" w:rsidR="00CC0FF8" w:rsidRDefault="001C0467">
            <w:r>
              <w:t>独立新排风</w:t>
            </w:r>
          </w:p>
        </w:tc>
        <w:tc>
          <w:tcPr>
            <w:tcW w:w="2326" w:type="dxa"/>
            <w:vAlign w:val="center"/>
          </w:tcPr>
          <w:p w14:paraId="3E625BC9" w14:textId="77777777" w:rsidR="00CC0FF8" w:rsidRDefault="001C0467">
            <w:r>
              <w:t>16185</w:t>
            </w:r>
          </w:p>
        </w:tc>
        <w:tc>
          <w:tcPr>
            <w:tcW w:w="2326" w:type="dxa"/>
            <w:vMerge w:val="restart"/>
            <w:vAlign w:val="center"/>
          </w:tcPr>
          <w:p w14:paraId="5E68048F" w14:textId="77777777" w:rsidR="00CC0FF8" w:rsidRDefault="001C0467">
            <w:r>
              <w:t>0.8843</w:t>
            </w:r>
          </w:p>
        </w:tc>
        <w:tc>
          <w:tcPr>
            <w:tcW w:w="2337" w:type="dxa"/>
            <w:vAlign w:val="center"/>
          </w:tcPr>
          <w:p w14:paraId="5783DA48" w14:textId="77777777" w:rsidR="00CC0FF8" w:rsidRDefault="001C0467">
            <w:r>
              <w:t>716</w:t>
            </w:r>
          </w:p>
        </w:tc>
      </w:tr>
      <w:tr w:rsidR="00CC0FF8" w14:paraId="7639BDA6" w14:textId="77777777">
        <w:tc>
          <w:tcPr>
            <w:tcW w:w="2326" w:type="dxa"/>
            <w:shd w:val="clear" w:color="auto" w:fill="E6E6E6"/>
            <w:vAlign w:val="center"/>
          </w:tcPr>
          <w:p w14:paraId="2D8F79FA" w14:textId="77777777" w:rsidR="00CC0FF8" w:rsidRDefault="001C0467">
            <w:r>
              <w:t>风机盘管</w:t>
            </w:r>
          </w:p>
        </w:tc>
        <w:tc>
          <w:tcPr>
            <w:tcW w:w="2326" w:type="dxa"/>
            <w:vAlign w:val="center"/>
          </w:tcPr>
          <w:p w14:paraId="74473912" w14:textId="77777777" w:rsidR="00CC0FF8" w:rsidRDefault="001C0467">
            <w:r>
              <w:t>256</w:t>
            </w:r>
          </w:p>
        </w:tc>
        <w:tc>
          <w:tcPr>
            <w:tcW w:w="2326" w:type="dxa"/>
            <w:vMerge/>
            <w:vAlign w:val="center"/>
          </w:tcPr>
          <w:p w14:paraId="6B654BCA" w14:textId="77777777" w:rsidR="00CC0FF8" w:rsidRDefault="00CC0FF8"/>
        </w:tc>
        <w:tc>
          <w:tcPr>
            <w:tcW w:w="2337" w:type="dxa"/>
            <w:vAlign w:val="center"/>
          </w:tcPr>
          <w:p w14:paraId="28198616" w14:textId="77777777" w:rsidR="00CC0FF8" w:rsidRDefault="001C0467">
            <w:r>
              <w:t>11</w:t>
            </w:r>
          </w:p>
        </w:tc>
      </w:tr>
      <w:tr w:rsidR="00CC0FF8" w14:paraId="2896C14C" w14:textId="77777777">
        <w:tc>
          <w:tcPr>
            <w:tcW w:w="2326" w:type="dxa"/>
            <w:shd w:val="clear" w:color="auto" w:fill="E6E6E6"/>
            <w:vAlign w:val="center"/>
          </w:tcPr>
          <w:p w14:paraId="202D8A55" w14:textId="77777777" w:rsidR="00CC0FF8" w:rsidRDefault="001C0467">
            <w:r>
              <w:t>多联机室内机</w:t>
            </w:r>
          </w:p>
        </w:tc>
        <w:tc>
          <w:tcPr>
            <w:tcW w:w="2326" w:type="dxa"/>
            <w:vAlign w:val="center"/>
          </w:tcPr>
          <w:p w14:paraId="0E20B0A1" w14:textId="77777777" w:rsidR="00CC0FF8" w:rsidRDefault="001C0467">
            <w:r>
              <w:t>0</w:t>
            </w:r>
          </w:p>
        </w:tc>
        <w:tc>
          <w:tcPr>
            <w:tcW w:w="2326" w:type="dxa"/>
            <w:vMerge/>
            <w:vAlign w:val="center"/>
          </w:tcPr>
          <w:p w14:paraId="1724CA7C" w14:textId="77777777" w:rsidR="00CC0FF8" w:rsidRDefault="00CC0FF8"/>
        </w:tc>
        <w:tc>
          <w:tcPr>
            <w:tcW w:w="2337" w:type="dxa"/>
            <w:vAlign w:val="center"/>
          </w:tcPr>
          <w:p w14:paraId="7978C126" w14:textId="77777777" w:rsidR="00CC0FF8" w:rsidRDefault="001C0467">
            <w:r>
              <w:t>0</w:t>
            </w:r>
          </w:p>
        </w:tc>
      </w:tr>
      <w:tr w:rsidR="00CC0FF8" w14:paraId="25413DFB" w14:textId="77777777">
        <w:tc>
          <w:tcPr>
            <w:tcW w:w="2326" w:type="dxa"/>
            <w:shd w:val="clear" w:color="auto" w:fill="E6E6E6"/>
            <w:vAlign w:val="center"/>
          </w:tcPr>
          <w:p w14:paraId="3A824911" w14:textId="77777777" w:rsidR="00CC0FF8" w:rsidRDefault="001C0467">
            <w:r>
              <w:t>全空气机组</w:t>
            </w:r>
          </w:p>
        </w:tc>
        <w:tc>
          <w:tcPr>
            <w:tcW w:w="2326" w:type="dxa"/>
            <w:vAlign w:val="center"/>
          </w:tcPr>
          <w:p w14:paraId="3339DD74" w14:textId="77777777" w:rsidR="00CC0FF8" w:rsidRDefault="001C0467">
            <w:r>
              <w:t>0</w:t>
            </w:r>
          </w:p>
        </w:tc>
        <w:tc>
          <w:tcPr>
            <w:tcW w:w="2326" w:type="dxa"/>
            <w:vMerge/>
            <w:vAlign w:val="center"/>
          </w:tcPr>
          <w:p w14:paraId="4DF18188" w14:textId="77777777" w:rsidR="00CC0FF8" w:rsidRDefault="00CC0FF8"/>
        </w:tc>
        <w:tc>
          <w:tcPr>
            <w:tcW w:w="2337" w:type="dxa"/>
            <w:vAlign w:val="center"/>
          </w:tcPr>
          <w:p w14:paraId="450328CE" w14:textId="77777777" w:rsidR="00CC0FF8" w:rsidRDefault="001C0467">
            <w:r>
              <w:t>0</w:t>
            </w:r>
          </w:p>
        </w:tc>
      </w:tr>
      <w:tr w:rsidR="00CC0FF8" w14:paraId="7ED65FAD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52F3832D" w14:textId="77777777" w:rsidR="00CC0FF8" w:rsidRDefault="001C0467">
            <w:r>
              <w:t>合计</w:t>
            </w:r>
          </w:p>
        </w:tc>
        <w:tc>
          <w:tcPr>
            <w:tcW w:w="2337" w:type="dxa"/>
            <w:vAlign w:val="center"/>
          </w:tcPr>
          <w:p w14:paraId="62FC29A4" w14:textId="77777777" w:rsidR="00CC0FF8" w:rsidRDefault="001C0467">
            <w:r>
              <w:t>727</w:t>
            </w:r>
          </w:p>
        </w:tc>
      </w:tr>
    </w:tbl>
    <w:p w14:paraId="01216DA8" w14:textId="77777777" w:rsidR="00CC0FF8" w:rsidRDefault="001C0467">
      <w:pPr>
        <w:pStyle w:val="1"/>
        <w:widowControl w:val="0"/>
        <w:jc w:val="both"/>
      </w:pPr>
      <w:bookmarkStart w:id="75" w:name="_Toc92193060"/>
      <w:r>
        <w:lastRenderedPageBreak/>
        <w:t>照明</w:t>
      </w:r>
      <w:bookmarkEnd w:id="7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CC0FF8" w14:paraId="274CF90C" w14:textId="77777777">
        <w:tc>
          <w:tcPr>
            <w:tcW w:w="1822" w:type="dxa"/>
            <w:shd w:val="clear" w:color="auto" w:fill="E6E6E6"/>
            <w:vAlign w:val="center"/>
          </w:tcPr>
          <w:p w14:paraId="7A78789B" w14:textId="77777777" w:rsidR="00CC0FF8" w:rsidRDefault="001C0467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AB7C373" w14:textId="77777777" w:rsidR="00CC0FF8" w:rsidRDefault="001C0467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76D202CB" w14:textId="77777777" w:rsidR="00CC0FF8" w:rsidRDefault="001C0467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14:paraId="71C214DD" w14:textId="77777777" w:rsidR="00CC0FF8" w:rsidRDefault="001C0467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3DA74A83" w14:textId="77777777" w:rsidR="00CC0FF8" w:rsidRDefault="001C0467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55E2508A" w14:textId="77777777" w:rsidR="00CC0FF8" w:rsidRDefault="001C046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6638ACE0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39FB39E6" w14:textId="77777777">
        <w:tc>
          <w:tcPr>
            <w:tcW w:w="1822" w:type="dxa"/>
            <w:vAlign w:val="center"/>
          </w:tcPr>
          <w:p w14:paraId="4EFB1BDF" w14:textId="77777777" w:rsidR="00CC0FF8" w:rsidRDefault="001C0467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556" w:type="dxa"/>
            <w:vAlign w:val="center"/>
          </w:tcPr>
          <w:p w14:paraId="1269240A" w14:textId="77777777" w:rsidR="00CC0FF8" w:rsidRDefault="001C0467">
            <w:r>
              <w:t>15.12</w:t>
            </w:r>
          </w:p>
        </w:tc>
        <w:tc>
          <w:tcPr>
            <w:tcW w:w="854" w:type="dxa"/>
            <w:vAlign w:val="center"/>
          </w:tcPr>
          <w:p w14:paraId="669847EE" w14:textId="77777777" w:rsidR="00CC0FF8" w:rsidRDefault="001C0467">
            <w:r>
              <w:t>20</w:t>
            </w:r>
          </w:p>
        </w:tc>
        <w:tc>
          <w:tcPr>
            <w:tcW w:w="1098" w:type="dxa"/>
            <w:vAlign w:val="center"/>
          </w:tcPr>
          <w:p w14:paraId="7B0C6D6B" w14:textId="77777777" w:rsidR="00CC0FF8" w:rsidRDefault="001C0467">
            <w:r>
              <w:t>6260</w:t>
            </w:r>
          </w:p>
        </w:tc>
        <w:tc>
          <w:tcPr>
            <w:tcW w:w="1330" w:type="dxa"/>
            <w:vAlign w:val="center"/>
          </w:tcPr>
          <w:p w14:paraId="26CE9AA8" w14:textId="77777777" w:rsidR="00CC0FF8" w:rsidRDefault="001C0467">
            <w:r>
              <w:t>94647</w:t>
            </w:r>
          </w:p>
        </w:tc>
        <w:tc>
          <w:tcPr>
            <w:tcW w:w="1330" w:type="dxa"/>
            <w:vAlign w:val="center"/>
          </w:tcPr>
          <w:p w14:paraId="5F0FF160" w14:textId="77777777" w:rsidR="00CC0FF8" w:rsidRDefault="001C0467">
            <w:r>
              <w:t>0.8843</w:t>
            </w:r>
          </w:p>
        </w:tc>
        <w:tc>
          <w:tcPr>
            <w:tcW w:w="1330" w:type="dxa"/>
            <w:vAlign w:val="center"/>
          </w:tcPr>
          <w:p w14:paraId="01ABE19F" w14:textId="77777777" w:rsidR="00CC0FF8" w:rsidRDefault="001C0467">
            <w:r>
              <w:t>4185</w:t>
            </w:r>
          </w:p>
        </w:tc>
      </w:tr>
      <w:tr w:rsidR="00CC0FF8" w14:paraId="1BFB7542" w14:textId="77777777">
        <w:tc>
          <w:tcPr>
            <w:tcW w:w="7990" w:type="dxa"/>
            <w:gridSpan w:val="6"/>
            <w:vAlign w:val="center"/>
          </w:tcPr>
          <w:p w14:paraId="75E8FBAE" w14:textId="77777777" w:rsidR="00CC0FF8" w:rsidRDefault="001C0467">
            <w:r>
              <w:t>总计</w:t>
            </w:r>
          </w:p>
        </w:tc>
        <w:tc>
          <w:tcPr>
            <w:tcW w:w="1330" w:type="dxa"/>
            <w:vAlign w:val="center"/>
          </w:tcPr>
          <w:p w14:paraId="060C2BDD" w14:textId="77777777" w:rsidR="00CC0FF8" w:rsidRDefault="001C0467">
            <w:r>
              <w:t>4185</w:t>
            </w:r>
          </w:p>
        </w:tc>
      </w:tr>
    </w:tbl>
    <w:p w14:paraId="18CE32C1" w14:textId="77777777" w:rsidR="00CC0FF8" w:rsidRDefault="001C0467">
      <w:pPr>
        <w:pStyle w:val="1"/>
        <w:widowControl w:val="0"/>
        <w:jc w:val="both"/>
      </w:pPr>
      <w:bookmarkStart w:id="76" w:name="_Toc92193061"/>
      <w:r>
        <w:t>插座设备</w:t>
      </w:r>
      <w:bookmarkEnd w:id="76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CC0FF8" w14:paraId="6695B8E5" w14:textId="77777777">
        <w:tc>
          <w:tcPr>
            <w:tcW w:w="1822" w:type="dxa"/>
            <w:shd w:val="clear" w:color="auto" w:fill="E6E6E6"/>
            <w:vAlign w:val="center"/>
          </w:tcPr>
          <w:p w14:paraId="397DDE6B" w14:textId="77777777" w:rsidR="00CC0FF8" w:rsidRDefault="001C0467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CCA9394" w14:textId="77777777" w:rsidR="00CC0FF8" w:rsidRDefault="001C0467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728C4D09" w14:textId="77777777" w:rsidR="00CC0FF8" w:rsidRDefault="001C0467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14:paraId="0B743BEC" w14:textId="77777777" w:rsidR="00CC0FF8" w:rsidRDefault="001C0467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052B84B6" w14:textId="77777777" w:rsidR="00CC0FF8" w:rsidRDefault="001C0467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718EE187" w14:textId="77777777" w:rsidR="00CC0FF8" w:rsidRDefault="001C046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116EE6B7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471ED1DC" w14:textId="77777777">
        <w:tc>
          <w:tcPr>
            <w:tcW w:w="1822" w:type="dxa"/>
            <w:vAlign w:val="center"/>
          </w:tcPr>
          <w:p w14:paraId="18E30ECC" w14:textId="77777777" w:rsidR="00CC0FF8" w:rsidRDefault="001C0467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556" w:type="dxa"/>
            <w:vAlign w:val="center"/>
          </w:tcPr>
          <w:p w14:paraId="59BB6746" w14:textId="77777777" w:rsidR="00CC0FF8" w:rsidRDefault="001C0467">
            <w:r>
              <w:t>35.25</w:t>
            </w:r>
          </w:p>
        </w:tc>
        <w:tc>
          <w:tcPr>
            <w:tcW w:w="854" w:type="dxa"/>
            <w:vAlign w:val="center"/>
          </w:tcPr>
          <w:p w14:paraId="0575C6FE" w14:textId="77777777" w:rsidR="00CC0FF8" w:rsidRDefault="001C0467">
            <w:r>
              <w:t>20</w:t>
            </w:r>
          </w:p>
        </w:tc>
        <w:tc>
          <w:tcPr>
            <w:tcW w:w="1098" w:type="dxa"/>
            <w:vAlign w:val="center"/>
          </w:tcPr>
          <w:p w14:paraId="125FBA98" w14:textId="77777777" w:rsidR="00CC0FF8" w:rsidRDefault="001C0467">
            <w:r>
              <w:t>6260</w:t>
            </w:r>
          </w:p>
        </w:tc>
        <w:tc>
          <w:tcPr>
            <w:tcW w:w="1330" w:type="dxa"/>
            <w:vAlign w:val="center"/>
          </w:tcPr>
          <w:p w14:paraId="7D861528" w14:textId="77777777" w:rsidR="00CC0FF8" w:rsidRDefault="001C0467">
            <w:r>
              <w:t>220656</w:t>
            </w:r>
          </w:p>
        </w:tc>
        <w:tc>
          <w:tcPr>
            <w:tcW w:w="1330" w:type="dxa"/>
            <w:vAlign w:val="center"/>
          </w:tcPr>
          <w:p w14:paraId="1BE6ABBA" w14:textId="77777777" w:rsidR="00CC0FF8" w:rsidRDefault="001C0467">
            <w:r>
              <w:t>0.8843</w:t>
            </w:r>
          </w:p>
        </w:tc>
        <w:tc>
          <w:tcPr>
            <w:tcW w:w="1330" w:type="dxa"/>
            <w:vAlign w:val="center"/>
          </w:tcPr>
          <w:p w14:paraId="7B56AC59" w14:textId="77777777" w:rsidR="00CC0FF8" w:rsidRDefault="001C0467">
            <w:r>
              <w:t>9756</w:t>
            </w:r>
          </w:p>
        </w:tc>
      </w:tr>
      <w:tr w:rsidR="00CC0FF8" w14:paraId="000B623D" w14:textId="77777777">
        <w:tc>
          <w:tcPr>
            <w:tcW w:w="7990" w:type="dxa"/>
            <w:gridSpan w:val="6"/>
            <w:vAlign w:val="center"/>
          </w:tcPr>
          <w:p w14:paraId="0465C4C2" w14:textId="77777777" w:rsidR="00CC0FF8" w:rsidRDefault="001C0467">
            <w:r>
              <w:t>总计</w:t>
            </w:r>
          </w:p>
        </w:tc>
        <w:tc>
          <w:tcPr>
            <w:tcW w:w="1330" w:type="dxa"/>
            <w:vAlign w:val="center"/>
          </w:tcPr>
          <w:p w14:paraId="4F3A062A" w14:textId="77777777" w:rsidR="00CC0FF8" w:rsidRDefault="001C0467">
            <w:r>
              <w:t>9756</w:t>
            </w:r>
          </w:p>
        </w:tc>
      </w:tr>
    </w:tbl>
    <w:p w14:paraId="4FC45DA1" w14:textId="77777777" w:rsidR="00CC0FF8" w:rsidRDefault="001C0467">
      <w:pPr>
        <w:pStyle w:val="1"/>
        <w:widowControl w:val="0"/>
        <w:jc w:val="both"/>
      </w:pPr>
      <w:bookmarkStart w:id="77" w:name="_Toc92193062"/>
      <w:r>
        <w:t>排风机</w:t>
      </w:r>
      <w:bookmarkEnd w:id="7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161"/>
        <w:gridCol w:w="1166"/>
        <w:gridCol w:w="1166"/>
        <w:gridCol w:w="1166"/>
        <w:gridCol w:w="1166"/>
        <w:gridCol w:w="1166"/>
        <w:gridCol w:w="1166"/>
      </w:tblGrid>
      <w:tr w:rsidR="00CC0FF8" w14:paraId="5956F322" w14:textId="77777777">
        <w:tc>
          <w:tcPr>
            <w:tcW w:w="1165" w:type="dxa"/>
            <w:shd w:val="clear" w:color="auto" w:fill="E6E6E6"/>
            <w:vAlign w:val="center"/>
          </w:tcPr>
          <w:p w14:paraId="3B48CE6B" w14:textId="77777777" w:rsidR="00CC0FF8" w:rsidRDefault="001C0467">
            <w:pPr>
              <w:jc w:val="center"/>
            </w:pPr>
            <w:r>
              <w:t>额定功率</w:t>
            </w:r>
            <w:r>
              <w:br/>
              <w:t>(kW)</w:t>
            </w:r>
          </w:p>
        </w:tc>
        <w:tc>
          <w:tcPr>
            <w:tcW w:w="1160" w:type="dxa"/>
            <w:shd w:val="clear" w:color="auto" w:fill="E6E6E6"/>
            <w:vAlign w:val="center"/>
          </w:tcPr>
          <w:p w14:paraId="7323B9AE" w14:textId="77777777" w:rsidR="00CC0FF8" w:rsidRDefault="001C0467">
            <w:pPr>
              <w:jc w:val="center"/>
            </w:pPr>
            <w:r>
              <w:t>台数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3C974E1C" w14:textId="77777777" w:rsidR="00CC0FF8" w:rsidRDefault="001C0467">
            <w:pPr>
              <w:jc w:val="center"/>
            </w:pPr>
            <w:r>
              <w:t>使用系数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139C526E" w14:textId="77777777" w:rsidR="00CC0FF8" w:rsidRDefault="001C0467">
            <w:pPr>
              <w:jc w:val="center"/>
            </w:pPr>
            <w:r>
              <w:t>运行时间</w:t>
            </w:r>
            <w:r>
              <w:br/>
              <w:t>(h/</w:t>
            </w:r>
            <w:r>
              <w:t>天</w:t>
            </w:r>
            <w:r>
              <w:t>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6F12F9A9" w14:textId="77777777" w:rsidR="00CC0FF8" w:rsidRDefault="001C0467">
            <w:pPr>
              <w:jc w:val="center"/>
            </w:pPr>
            <w:r>
              <w:t>年运行天数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4600AEF9" w14:textId="77777777" w:rsidR="00CC0FF8" w:rsidRDefault="001C0467">
            <w:pPr>
              <w:jc w:val="center"/>
            </w:pPr>
            <w:r>
              <w:t>全年电耗</w:t>
            </w:r>
            <w:r>
              <w:br/>
            </w:r>
            <w:r>
              <w:t>(kWh)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2345538F" w14:textId="77777777" w:rsidR="00CC0FF8" w:rsidRDefault="001C046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35A36B44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756CE28D" w14:textId="77777777">
        <w:tc>
          <w:tcPr>
            <w:tcW w:w="1165" w:type="dxa"/>
            <w:vAlign w:val="center"/>
          </w:tcPr>
          <w:p w14:paraId="77BA3A9C" w14:textId="77777777" w:rsidR="00CC0FF8" w:rsidRDefault="001C0467">
            <w:r>
              <w:t>5</w:t>
            </w:r>
          </w:p>
        </w:tc>
        <w:tc>
          <w:tcPr>
            <w:tcW w:w="1160" w:type="dxa"/>
            <w:vAlign w:val="center"/>
          </w:tcPr>
          <w:p w14:paraId="3E677C04" w14:textId="77777777" w:rsidR="00CC0FF8" w:rsidRDefault="001C0467">
            <w:r>
              <w:t>10</w:t>
            </w:r>
          </w:p>
        </w:tc>
        <w:tc>
          <w:tcPr>
            <w:tcW w:w="1165" w:type="dxa"/>
            <w:vAlign w:val="center"/>
          </w:tcPr>
          <w:p w14:paraId="230D7D59" w14:textId="77777777" w:rsidR="00CC0FF8" w:rsidRDefault="001C0467">
            <w:r>
              <w:t>0.8</w:t>
            </w:r>
          </w:p>
        </w:tc>
        <w:tc>
          <w:tcPr>
            <w:tcW w:w="1165" w:type="dxa"/>
            <w:vAlign w:val="center"/>
          </w:tcPr>
          <w:p w14:paraId="578E7547" w14:textId="77777777" w:rsidR="00CC0FF8" w:rsidRDefault="001C0467">
            <w:r>
              <w:t>5</w:t>
            </w:r>
          </w:p>
        </w:tc>
        <w:tc>
          <w:tcPr>
            <w:tcW w:w="1165" w:type="dxa"/>
            <w:vAlign w:val="center"/>
          </w:tcPr>
          <w:p w14:paraId="0F361C9B" w14:textId="77777777" w:rsidR="00CC0FF8" w:rsidRDefault="001C0467">
            <w:r>
              <w:t>365</w:t>
            </w:r>
          </w:p>
        </w:tc>
        <w:tc>
          <w:tcPr>
            <w:tcW w:w="1165" w:type="dxa"/>
            <w:vAlign w:val="center"/>
          </w:tcPr>
          <w:p w14:paraId="29F42ACB" w14:textId="77777777" w:rsidR="00CC0FF8" w:rsidRDefault="001C0467">
            <w:r>
              <w:t>73000</w:t>
            </w:r>
          </w:p>
        </w:tc>
        <w:tc>
          <w:tcPr>
            <w:tcW w:w="1165" w:type="dxa"/>
            <w:vAlign w:val="center"/>
          </w:tcPr>
          <w:p w14:paraId="171A8856" w14:textId="77777777" w:rsidR="00CC0FF8" w:rsidRDefault="001C0467">
            <w:r>
              <w:t>0.8843</w:t>
            </w:r>
          </w:p>
        </w:tc>
        <w:tc>
          <w:tcPr>
            <w:tcW w:w="1165" w:type="dxa"/>
            <w:vAlign w:val="center"/>
          </w:tcPr>
          <w:p w14:paraId="6FED15DE" w14:textId="77777777" w:rsidR="00CC0FF8" w:rsidRDefault="001C0467">
            <w:r>
              <w:t>3228</w:t>
            </w:r>
          </w:p>
        </w:tc>
      </w:tr>
      <w:tr w:rsidR="00CC0FF8" w14:paraId="3CB989C6" w14:textId="77777777">
        <w:tc>
          <w:tcPr>
            <w:tcW w:w="8150" w:type="dxa"/>
            <w:gridSpan w:val="7"/>
            <w:vAlign w:val="center"/>
          </w:tcPr>
          <w:p w14:paraId="6D3C33A1" w14:textId="77777777" w:rsidR="00CC0FF8" w:rsidRDefault="001C0467">
            <w:r>
              <w:t>总计</w:t>
            </w:r>
          </w:p>
        </w:tc>
        <w:tc>
          <w:tcPr>
            <w:tcW w:w="1165" w:type="dxa"/>
            <w:vAlign w:val="center"/>
          </w:tcPr>
          <w:p w14:paraId="3995A3CC" w14:textId="77777777" w:rsidR="00CC0FF8" w:rsidRDefault="001C0467">
            <w:r>
              <w:t>3228</w:t>
            </w:r>
          </w:p>
        </w:tc>
      </w:tr>
    </w:tbl>
    <w:p w14:paraId="34E74167" w14:textId="77777777" w:rsidR="00CC0FF8" w:rsidRDefault="001C0467">
      <w:pPr>
        <w:widowControl w:val="0"/>
        <w:jc w:val="both"/>
      </w:pPr>
      <w:r>
        <w:t>注：此类风机指非空调区域排风机</w:t>
      </w:r>
    </w:p>
    <w:p w14:paraId="26C4E968" w14:textId="77777777" w:rsidR="00CC0FF8" w:rsidRDefault="001C0467">
      <w:pPr>
        <w:pStyle w:val="1"/>
        <w:widowControl w:val="0"/>
        <w:jc w:val="both"/>
      </w:pPr>
      <w:bookmarkStart w:id="78" w:name="_Toc92193063"/>
      <w:r>
        <w:t>生活热水</w:t>
      </w:r>
      <w:bookmarkEnd w:id="78"/>
    </w:p>
    <w:p w14:paraId="6B3AFE37" w14:textId="77777777" w:rsidR="00CC0FF8" w:rsidRDefault="001C0467">
      <w:pPr>
        <w:widowControl w:val="0"/>
        <w:jc w:val="both"/>
      </w:pPr>
      <w:r>
        <w:t>热水温差</w:t>
      </w:r>
      <w:r>
        <w:t>(℃)</w:t>
      </w:r>
      <w:r>
        <w:t>：</w:t>
      </w:r>
      <w:r>
        <w:t xml:space="preserve">45, </w:t>
      </w:r>
      <w:r>
        <w:t>日照辐照量</w:t>
      </w:r>
      <w:r>
        <w:t>(kJ/</w:t>
      </w:r>
      <w:r>
        <w:t>㎡</w:t>
      </w:r>
      <w:r>
        <w:t>.</w:t>
      </w:r>
      <w:r>
        <w:t>天</w:t>
      </w:r>
      <w:r>
        <w:t>)</w:t>
      </w:r>
      <w:r>
        <w:t>：</w:t>
      </w:r>
      <w:r>
        <w:t>16340</w:t>
      </w:r>
      <w:r>
        <w:t>，年运行天数：</w:t>
      </w:r>
      <w:r>
        <w:t>256</w:t>
      </w: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</w:tblGrid>
      <w:tr w:rsidR="00CC0FF8" w14:paraId="0DE3BDF2" w14:textId="77777777">
        <w:tc>
          <w:tcPr>
            <w:tcW w:w="933" w:type="dxa"/>
            <w:shd w:val="clear" w:color="auto" w:fill="E6E6E6"/>
            <w:vAlign w:val="center"/>
          </w:tcPr>
          <w:p w14:paraId="5137701A" w14:textId="77777777" w:rsidR="00CC0FF8" w:rsidRDefault="001C0467">
            <w:pPr>
              <w:jc w:val="center"/>
            </w:pPr>
            <w:r>
              <w:t>分区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56D4737B" w14:textId="77777777" w:rsidR="00CC0FF8" w:rsidRDefault="001C0467">
            <w:pPr>
              <w:jc w:val="center"/>
            </w:pPr>
            <w:r>
              <w:t>系统</w:t>
            </w:r>
            <w:r>
              <w:br/>
            </w:r>
            <w:r>
              <w:t>效率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2F5F0DF3" w14:textId="77777777" w:rsidR="00CC0FF8" w:rsidRDefault="001C0467">
            <w:pPr>
              <w:jc w:val="center"/>
            </w:pPr>
            <w:r>
              <w:t>用水</w:t>
            </w:r>
            <w:r>
              <w:br/>
            </w:r>
            <w:r>
              <w:t>定额</w:t>
            </w:r>
            <w:r>
              <w:br/>
              <w:t>(L·</w:t>
            </w:r>
            <w:r>
              <w:t>人</w:t>
            </w:r>
            <w:r>
              <w:t>/d)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6CA6FC11" w14:textId="77777777" w:rsidR="00CC0FF8" w:rsidRDefault="001C0467">
            <w:pPr>
              <w:jc w:val="center"/>
            </w:pPr>
            <w:r>
              <w:t>供应</w:t>
            </w:r>
            <w:r>
              <w:br/>
            </w:r>
            <w:r>
              <w:t>人数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5D20FB61" w14:textId="77777777" w:rsidR="00CC0FF8" w:rsidRDefault="001C0467">
            <w:pPr>
              <w:jc w:val="center"/>
            </w:pPr>
            <w:r>
              <w:t>年使用</w:t>
            </w:r>
            <w:r>
              <w:br/>
            </w:r>
            <w:r>
              <w:t>天数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5558A4F5" w14:textId="77777777" w:rsidR="00CC0FF8" w:rsidRDefault="001C0467">
            <w:pPr>
              <w:jc w:val="center"/>
            </w:pPr>
            <w:r>
              <w:t>所需</w:t>
            </w:r>
            <w:r>
              <w:br/>
            </w:r>
            <w:r>
              <w:t>能耗</w:t>
            </w:r>
            <w:r>
              <w:br/>
              <w:t>(kWh)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44BD3A59" w14:textId="77777777" w:rsidR="00CC0FF8" w:rsidRDefault="001C0467">
            <w:pPr>
              <w:jc w:val="center"/>
            </w:pPr>
            <w:r>
              <w:t>集热器</w:t>
            </w:r>
            <w:r>
              <w:br/>
            </w:r>
            <w:r>
              <w:t>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2A743F07" w14:textId="77777777" w:rsidR="00CC0FF8" w:rsidRDefault="001C0467">
            <w:pPr>
              <w:jc w:val="center"/>
            </w:pPr>
            <w:r>
              <w:t>集热器</w:t>
            </w:r>
            <w:r>
              <w:br/>
            </w:r>
            <w:r>
              <w:t>效率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48A2A916" w14:textId="77777777" w:rsidR="00CC0FF8" w:rsidRDefault="001C0467">
            <w:pPr>
              <w:jc w:val="center"/>
            </w:pPr>
            <w:r>
              <w:t>热损失</w:t>
            </w:r>
            <w:r>
              <w:br/>
            </w:r>
            <w:r>
              <w:t>系数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233D9E04" w14:textId="77777777" w:rsidR="00CC0FF8" w:rsidRDefault="001C0467">
            <w:pPr>
              <w:jc w:val="center"/>
            </w:pPr>
            <w:r>
              <w:t>太阳能</w:t>
            </w:r>
            <w:r>
              <w:br/>
            </w:r>
            <w:r>
              <w:t>供热</w:t>
            </w:r>
            <w:r>
              <w:br/>
              <w:t>(kWh)</w:t>
            </w:r>
          </w:p>
        </w:tc>
      </w:tr>
      <w:tr w:rsidR="00CC0FF8" w14:paraId="19BFBF2C" w14:textId="77777777">
        <w:tc>
          <w:tcPr>
            <w:tcW w:w="933" w:type="dxa"/>
            <w:vAlign w:val="center"/>
          </w:tcPr>
          <w:p w14:paraId="74FAB31E" w14:textId="77777777" w:rsidR="00CC0FF8" w:rsidRDefault="001C0467">
            <w:r>
              <w:t>办公</w:t>
            </w:r>
          </w:p>
        </w:tc>
        <w:tc>
          <w:tcPr>
            <w:tcW w:w="933" w:type="dxa"/>
            <w:vAlign w:val="center"/>
          </w:tcPr>
          <w:p w14:paraId="50B68DAB" w14:textId="77777777" w:rsidR="00CC0FF8" w:rsidRDefault="001C0467">
            <w:r>
              <w:t>0.9</w:t>
            </w:r>
          </w:p>
        </w:tc>
        <w:tc>
          <w:tcPr>
            <w:tcW w:w="933" w:type="dxa"/>
            <w:vAlign w:val="center"/>
          </w:tcPr>
          <w:p w14:paraId="0665B80F" w14:textId="77777777" w:rsidR="00CC0FF8" w:rsidRDefault="001C0467">
            <w:r>
              <w:t>10</w:t>
            </w:r>
          </w:p>
        </w:tc>
        <w:tc>
          <w:tcPr>
            <w:tcW w:w="933" w:type="dxa"/>
            <w:vAlign w:val="center"/>
          </w:tcPr>
          <w:p w14:paraId="0752D040" w14:textId="77777777" w:rsidR="00CC0FF8" w:rsidRDefault="001C0467">
            <w:r>
              <w:t>100</w:t>
            </w:r>
          </w:p>
        </w:tc>
        <w:tc>
          <w:tcPr>
            <w:tcW w:w="933" w:type="dxa"/>
            <w:vAlign w:val="center"/>
          </w:tcPr>
          <w:p w14:paraId="0F0BCE97" w14:textId="77777777" w:rsidR="00CC0FF8" w:rsidRDefault="001C0467">
            <w:r>
              <w:t>365</w:t>
            </w:r>
          </w:p>
        </w:tc>
        <w:tc>
          <w:tcPr>
            <w:tcW w:w="933" w:type="dxa"/>
            <w:vAlign w:val="center"/>
          </w:tcPr>
          <w:p w14:paraId="53013831" w14:textId="77777777" w:rsidR="00CC0FF8" w:rsidRDefault="001C0467">
            <w:r>
              <w:t>7120.16</w:t>
            </w:r>
          </w:p>
        </w:tc>
        <w:tc>
          <w:tcPr>
            <w:tcW w:w="933" w:type="dxa"/>
            <w:vAlign w:val="center"/>
          </w:tcPr>
          <w:p w14:paraId="70D5989F" w14:textId="77777777" w:rsidR="00CC0FF8" w:rsidRDefault="001C0467">
            <w:r>
              <w:t>50</w:t>
            </w:r>
          </w:p>
        </w:tc>
        <w:tc>
          <w:tcPr>
            <w:tcW w:w="933" w:type="dxa"/>
            <w:vAlign w:val="center"/>
          </w:tcPr>
          <w:p w14:paraId="4D4D1062" w14:textId="77777777" w:rsidR="00CC0FF8" w:rsidRDefault="001C0467">
            <w:r>
              <w:t>0.45</w:t>
            </w:r>
          </w:p>
        </w:tc>
        <w:tc>
          <w:tcPr>
            <w:tcW w:w="933" w:type="dxa"/>
            <w:vAlign w:val="center"/>
          </w:tcPr>
          <w:p w14:paraId="207A6CED" w14:textId="77777777" w:rsidR="00CC0FF8" w:rsidRDefault="001C0467">
            <w:r>
              <w:t>0.15</w:t>
            </w:r>
          </w:p>
        </w:tc>
        <w:tc>
          <w:tcPr>
            <w:tcW w:w="933" w:type="dxa"/>
            <w:vAlign w:val="center"/>
          </w:tcPr>
          <w:p w14:paraId="13B1741A" w14:textId="77777777" w:rsidR="00CC0FF8" w:rsidRDefault="001C0467">
            <w:r>
              <w:t>7120.16</w:t>
            </w:r>
          </w:p>
        </w:tc>
      </w:tr>
      <w:tr w:rsidR="00CC0FF8" w14:paraId="41456C93" w14:textId="77777777">
        <w:tc>
          <w:tcPr>
            <w:tcW w:w="4665" w:type="dxa"/>
            <w:gridSpan w:val="5"/>
            <w:vAlign w:val="center"/>
          </w:tcPr>
          <w:p w14:paraId="6C15B786" w14:textId="77777777" w:rsidR="00CC0FF8" w:rsidRDefault="001C0467">
            <w:r>
              <w:t>总计</w:t>
            </w:r>
          </w:p>
        </w:tc>
        <w:tc>
          <w:tcPr>
            <w:tcW w:w="933" w:type="dxa"/>
            <w:vAlign w:val="center"/>
          </w:tcPr>
          <w:p w14:paraId="182E86E5" w14:textId="77777777" w:rsidR="00CC0FF8" w:rsidRDefault="001C0467">
            <w:r>
              <w:t>7120</w:t>
            </w:r>
          </w:p>
        </w:tc>
        <w:tc>
          <w:tcPr>
            <w:tcW w:w="2799" w:type="dxa"/>
            <w:gridSpan w:val="3"/>
            <w:vAlign w:val="center"/>
          </w:tcPr>
          <w:p w14:paraId="4BF9B25E" w14:textId="77777777" w:rsidR="00CC0FF8" w:rsidRDefault="00CC0FF8"/>
        </w:tc>
        <w:tc>
          <w:tcPr>
            <w:tcW w:w="933" w:type="dxa"/>
            <w:vAlign w:val="center"/>
          </w:tcPr>
          <w:p w14:paraId="453C9C4F" w14:textId="77777777" w:rsidR="00CC0FF8" w:rsidRDefault="001C0467">
            <w:r>
              <w:t>7120</w:t>
            </w:r>
          </w:p>
        </w:tc>
      </w:tr>
    </w:tbl>
    <w:p w14:paraId="1F631022" w14:textId="77777777" w:rsidR="00CC0FF8" w:rsidRDefault="00CC0FF8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CC0FF8" w14:paraId="55D3D2C6" w14:textId="77777777">
        <w:tc>
          <w:tcPr>
            <w:tcW w:w="2326" w:type="dxa"/>
            <w:shd w:val="clear" w:color="auto" w:fill="E6E6E6"/>
            <w:vAlign w:val="center"/>
          </w:tcPr>
          <w:p w14:paraId="366E9BD4" w14:textId="77777777" w:rsidR="00CC0FF8" w:rsidRDefault="001C0467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4C5CE5B0" w14:textId="77777777" w:rsidR="00CC0FF8" w:rsidRDefault="001C0467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22E46A54" w14:textId="77777777" w:rsidR="00CC0FF8" w:rsidRDefault="001C0467">
            <w:pPr>
              <w:jc w:val="center"/>
            </w:pPr>
            <w:r>
              <w:t>碳排放因子</w:t>
            </w:r>
            <w:r>
              <w:t>(kgCO2/TJ)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2FCFE6BE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33C24B31" w14:textId="77777777">
        <w:tc>
          <w:tcPr>
            <w:tcW w:w="2326" w:type="dxa"/>
            <w:shd w:val="clear" w:color="auto" w:fill="E6E6E6"/>
            <w:vAlign w:val="center"/>
          </w:tcPr>
          <w:p w14:paraId="3A49E845" w14:textId="77777777" w:rsidR="00CC0FF8" w:rsidRDefault="001C0467">
            <w:r>
              <w:t>生活热水</w:t>
            </w:r>
          </w:p>
        </w:tc>
        <w:tc>
          <w:tcPr>
            <w:tcW w:w="2326" w:type="dxa"/>
            <w:vAlign w:val="center"/>
          </w:tcPr>
          <w:p w14:paraId="40607FF3" w14:textId="77777777" w:rsidR="00CC0FF8" w:rsidRDefault="001C0467">
            <w:r>
              <w:t>7120</w:t>
            </w:r>
          </w:p>
        </w:tc>
        <w:tc>
          <w:tcPr>
            <w:tcW w:w="2326" w:type="dxa"/>
            <w:vMerge w:val="restart"/>
            <w:vAlign w:val="center"/>
          </w:tcPr>
          <w:p w14:paraId="511961CC" w14:textId="77777777" w:rsidR="00CC0FF8" w:rsidRDefault="001C0467">
            <w:r>
              <w:t>0.8843</w:t>
            </w:r>
          </w:p>
        </w:tc>
        <w:tc>
          <w:tcPr>
            <w:tcW w:w="2337" w:type="dxa"/>
            <w:vAlign w:val="center"/>
          </w:tcPr>
          <w:p w14:paraId="55C9A4C0" w14:textId="77777777" w:rsidR="00CC0FF8" w:rsidRDefault="001C0467">
            <w:r>
              <w:t>315</w:t>
            </w:r>
          </w:p>
        </w:tc>
      </w:tr>
      <w:tr w:rsidR="00CC0FF8" w14:paraId="6381CF32" w14:textId="77777777">
        <w:tc>
          <w:tcPr>
            <w:tcW w:w="2326" w:type="dxa"/>
            <w:shd w:val="clear" w:color="auto" w:fill="E6E6E6"/>
            <w:vAlign w:val="center"/>
          </w:tcPr>
          <w:p w14:paraId="3FCB70CA" w14:textId="77777777" w:rsidR="00CC0FF8" w:rsidRDefault="001C0467">
            <w:r>
              <w:t>太阳能</w:t>
            </w:r>
          </w:p>
        </w:tc>
        <w:tc>
          <w:tcPr>
            <w:tcW w:w="2326" w:type="dxa"/>
            <w:vAlign w:val="center"/>
          </w:tcPr>
          <w:p w14:paraId="7AB2D4FD" w14:textId="77777777" w:rsidR="00CC0FF8" w:rsidRDefault="001C0467">
            <w:r>
              <w:t>7120</w:t>
            </w:r>
          </w:p>
        </w:tc>
        <w:tc>
          <w:tcPr>
            <w:tcW w:w="2326" w:type="dxa"/>
            <w:vMerge/>
            <w:vAlign w:val="center"/>
          </w:tcPr>
          <w:p w14:paraId="39A1E56C" w14:textId="77777777" w:rsidR="00CC0FF8" w:rsidRDefault="00CC0FF8"/>
        </w:tc>
        <w:tc>
          <w:tcPr>
            <w:tcW w:w="2337" w:type="dxa"/>
            <w:vAlign w:val="center"/>
          </w:tcPr>
          <w:p w14:paraId="12EB2F49" w14:textId="77777777" w:rsidR="00CC0FF8" w:rsidRDefault="001C0467">
            <w:r>
              <w:t>315</w:t>
            </w:r>
          </w:p>
        </w:tc>
      </w:tr>
      <w:tr w:rsidR="00CC0FF8" w14:paraId="10233814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05F69C8A" w14:textId="77777777" w:rsidR="00CC0FF8" w:rsidRDefault="001C0467">
            <w:r>
              <w:t>合计</w:t>
            </w:r>
          </w:p>
        </w:tc>
        <w:tc>
          <w:tcPr>
            <w:tcW w:w="2337" w:type="dxa"/>
            <w:vAlign w:val="center"/>
          </w:tcPr>
          <w:p w14:paraId="60E018C5" w14:textId="77777777" w:rsidR="00CC0FF8" w:rsidRDefault="001C0467">
            <w:r>
              <w:t>630</w:t>
            </w:r>
          </w:p>
        </w:tc>
      </w:tr>
    </w:tbl>
    <w:p w14:paraId="322B0A11" w14:textId="77777777" w:rsidR="00CC0FF8" w:rsidRDefault="00CC0FF8"/>
    <w:p w14:paraId="382E0DDC" w14:textId="77777777" w:rsidR="00CC0FF8" w:rsidRDefault="001C0467">
      <w:pPr>
        <w:pStyle w:val="1"/>
        <w:widowControl w:val="0"/>
        <w:jc w:val="both"/>
      </w:pPr>
      <w:bookmarkStart w:id="79" w:name="_Toc92193064"/>
      <w:r>
        <w:lastRenderedPageBreak/>
        <w:t>电梯</w:t>
      </w:r>
      <w:bookmarkEnd w:id="79"/>
    </w:p>
    <w:p w14:paraId="59D68909" w14:textId="77777777" w:rsidR="00CC0FF8" w:rsidRDefault="001C0467">
      <w:pPr>
        <w:pStyle w:val="2"/>
        <w:widowControl w:val="0"/>
      </w:pPr>
      <w:bookmarkStart w:id="80" w:name="_Toc92193065"/>
      <w:r>
        <w:t>直梯</w:t>
      </w:r>
      <w:bookmarkEnd w:id="8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CC0FF8" w14:paraId="1E844EAE" w14:textId="77777777">
        <w:tc>
          <w:tcPr>
            <w:tcW w:w="1256" w:type="dxa"/>
            <w:shd w:val="clear" w:color="auto" w:fill="E6E6E6"/>
            <w:vAlign w:val="center"/>
          </w:tcPr>
          <w:p w14:paraId="16540F7D" w14:textId="77777777" w:rsidR="00CC0FF8" w:rsidRDefault="001C0467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1E2F37F" w14:textId="77777777" w:rsidR="00CC0FF8" w:rsidRDefault="001C0467">
            <w:pPr>
              <w:jc w:val="center"/>
            </w:pPr>
            <w:r>
              <w:t>特定能量消耗</w:t>
            </w:r>
            <w:r>
              <w:t>(mWh/kgm)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AA414BE" w14:textId="77777777" w:rsidR="00CC0FF8" w:rsidRDefault="001C0467">
            <w:pPr>
              <w:jc w:val="center"/>
            </w:pPr>
            <w:r>
              <w:t>额定载重量</w:t>
            </w:r>
            <w:r>
              <w:t>(kg)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3BCB369" w14:textId="77777777" w:rsidR="00CC0FF8" w:rsidRDefault="001C0467">
            <w:pPr>
              <w:jc w:val="center"/>
            </w:pPr>
            <w:r>
              <w:t>速度</w:t>
            </w:r>
            <w:r>
              <w:t>(m/s)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3B9CAF" w14:textId="77777777" w:rsidR="00CC0FF8" w:rsidRDefault="001C0467">
            <w:pPr>
              <w:jc w:val="center"/>
            </w:pPr>
            <w:r>
              <w:t>待机功率</w:t>
            </w:r>
            <w:r>
              <w:t>(W)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EF6C1BD" w14:textId="77777777" w:rsidR="00CC0FF8" w:rsidRDefault="001C0467">
            <w:pPr>
              <w:jc w:val="center"/>
            </w:pPr>
            <w:r>
              <w:t>运行时长</w:t>
            </w:r>
            <w:r>
              <w:t>(h/</w:t>
            </w:r>
            <w:r>
              <w:t>天</w:t>
            </w:r>
            <w:r>
              <w:t>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B73332C" w14:textId="77777777" w:rsidR="00CC0FF8" w:rsidRDefault="001C0467">
            <w:pPr>
              <w:jc w:val="center"/>
            </w:pPr>
            <w:r>
              <w:t>年运行天数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D7EEBB7" w14:textId="77777777" w:rsidR="00CC0FF8" w:rsidRDefault="001C0467">
            <w:pPr>
              <w:jc w:val="center"/>
            </w:pPr>
            <w:r>
              <w:t>数量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9257EF5" w14:textId="77777777" w:rsidR="00CC0FF8" w:rsidRDefault="001C0467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</w:tr>
      <w:tr w:rsidR="00CC0FF8" w14:paraId="4D5DE321" w14:textId="77777777">
        <w:tc>
          <w:tcPr>
            <w:tcW w:w="1256" w:type="dxa"/>
            <w:vAlign w:val="center"/>
          </w:tcPr>
          <w:p w14:paraId="54CB1C3C" w14:textId="77777777" w:rsidR="00CC0FF8" w:rsidRDefault="001C0467">
            <w: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14:paraId="0F071E63" w14:textId="77777777" w:rsidR="00CC0FF8" w:rsidRDefault="001C0467">
            <w:r>
              <w:t>1.26</w:t>
            </w:r>
          </w:p>
        </w:tc>
        <w:tc>
          <w:tcPr>
            <w:tcW w:w="1273" w:type="dxa"/>
            <w:vAlign w:val="center"/>
          </w:tcPr>
          <w:p w14:paraId="1F2587B8" w14:textId="77777777" w:rsidR="00CC0FF8" w:rsidRDefault="001C0467">
            <w:r>
              <w:t>1350</w:t>
            </w:r>
          </w:p>
        </w:tc>
        <w:tc>
          <w:tcPr>
            <w:tcW w:w="707" w:type="dxa"/>
            <w:vAlign w:val="center"/>
          </w:tcPr>
          <w:p w14:paraId="7DD469D1" w14:textId="77777777" w:rsidR="00CC0FF8" w:rsidRDefault="001C0467">
            <w:r>
              <w:t>1.75</w:t>
            </w:r>
          </w:p>
        </w:tc>
        <w:tc>
          <w:tcPr>
            <w:tcW w:w="848" w:type="dxa"/>
            <w:vAlign w:val="center"/>
          </w:tcPr>
          <w:p w14:paraId="58EC7E2C" w14:textId="77777777" w:rsidR="00CC0FF8" w:rsidRDefault="001C0467">
            <w:r>
              <w:t>200</w:t>
            </w:r>
          </w:p>
        </w:tc>
        <w:tc>
          <w:tcPr>
            <w:tcW w:w="990" w:type="dxa"/>
            <w:vAlign w:val="center"/>
          </w:tcPr>
          <w:p w14:paraId="03B13295" w14:textId="77777777" w:rsidR="00CC0FF8" w:rsidRDefault="001C0467">
            <w:r>
              <w:t>1.5</w:t>
            </w:r>
          </w:p>
        </w:tc>
        <w:tc>
          <w:tcPr>
            <w:tcW w:w="990" w:type="dxa"/>
            <w:vAlign w:val="center"/>
          </w:tcPr>
          <w:p w14:paraId="3FEE3461" w14:textId="77777777" w:rsidR="00CC0FF8" w:rsidRDefault="001C0467">
            <w:r>
              <w:t>365</w:t>
            </w:r>
          </w:p>
        </w:tc>
        <w:tc>
          <w:tcPr>
            <w:tcW w:w="565" w:type="dxa"/>
            <w:vAlign w:val="center"/>
          </w:tcPr>
          <w:p w14:paraId="305C3432" w14:textId="77777777" w:rsidR="00CC0FF8" w:rsidRDefault="001C0467">
            <w:r>
              <w:t>2</w:t>
            </w:r>
          </w:p>
        </w:tc>
        <w:tc>
          <w:tcPr>
            <w:tcW w:w="1131" w:type="dxa"/>
            <w:vAlign w:val="center"/>
          </w:tcPr>
          <w:p w14:paraId="5C4B3C87" w14:textId="77777777" w:rsidR="00CC0FF8" w:rsidRDefault="001C0467">
            <w:r>
              <w:t>11953</w:t>
            </w:r>
          </w:p>
        </w:tc>
      </w:tr>
      <w:tr w:rsidR="00CC0FF8" w14:paraId="05EA961A" w14:textId="77777777">
        <w:tc>
          <w:tcPr>
            <w:tcW w:w="8185" w:type="dxa"/>
            <w:gridSpan w:val="8"/>
            <w:vAlign w:val="center"/>
          </w:tcPr>
          <w:p w14:paraId="25DF4BE5" w14:textId="77777777" w:rsidR="00CC0FF8" w:rsidRDefault="001C0467">
            <w:r>
              <w:t>总计</w:t>
            </w:r>
          </w:p>
        </w:tc>
        <w:tc>
          <w:tcPr>
            <w:tcW w:w="1131" w:type="dxa"/>
            <w:vAlign w:val="center"/>
          </w:tcPr>
          <w:p w14:paraId="026F610B" w14:textId="77777777" w:rsidR="00CC0FF8" w:rsidRDefault="001C0467">
            <w:r>
              <w:t>11953</w:t>
            </w:r>
          </w:p>
        </w:tc>
      </w:tr>
    </w:tbl>
    <w:p w14:paraId="138D1248" w14:textId="77777777" w:rsidR="00CC0FF8" w:rsidRDefault="001C0467">
      <w:pPr>
        <w:pStyle w:val="2"/>
        <w:widowControl w:val="0"/>
      </w:pPr>
      <w:bookmarkStart w:id="81" w:name="_Toc92193066"/>
      <w:r>
        <w:t>电梯碳排放</w:t>
      </w:r>
      <w:bookmarkEnd w:id="81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CC0FF8" w14:paraId="6DE98EBD" w14:textId="77777777">
        <w:tc>
          <w:tcPr>
            <w:tcW w:w="2326" w:type="dxa"/>
            <w:shd w:val="clear" w:color="auto" w:fill="E6E6E6"/>
            <w:vAlign w:val="center"/>
          </w:tcPr>
          <w:p w14:paraId="26030C6C" w14:textId="77777777" w:rsidR="00CC0FF8" w:rsidRDefault="001C0467">
            <w:pPr>
              <w:jc w:val="center"/>
            </w:pPr>
            <w:r>
              <w:t>电梯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5E003F45" w14:textId="77777777" w:rsidR="00CC0FF8" w:rsidRDefault="001C0467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4A882CD2" w14:textId="77777777" w:rsidR="00CC0FF8" w:rsidRDefault="001C0467">
            <w:pPr>
              <w:jc w:val="center"/>
            </w:pPr>
            <w:r>
              <w:t>碳排放因子</w:t>
            </w:r>
            <w:r>
              <w:t>(kgCO2/TJ)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652C41EA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CC0FF8" w14:paraId="1828C0B3" w14:textId="77777777">
        <w:tc>
          <w:tcPr>
            <w:tcW w:w="2326" w:type="dxa"/>
            <w:shd w:val="clear" w:color="auto" w:fill="E6E6E6"/>
            <w:vAlign w:val="center"/>
          </w:tcPr>
          <w:p w14:paraId="3415D59B" w14:textId="77777777" w:rsidR="00CC0FF8" w:rsidRDefault="001C0467">
            <w:r>
              <w:t>直梯</w:t>
            </w:r>
            <w:r>
              <w:t>1</w:t>
            </w:r>
          </w:p>
        </w:tc>
        <w:tc>
          <w:tcPr>
            <w:tcW w:w="2326" w:type="dxa"/>
            <w:vAlign w:val="center"/>
          </w:tcPr>
          <w:p w14:paraId="44B07958" w14:textId="77777777" w:rsidR="00CC0FF8" w:rsidRDefault="001C0467">
            <w:r>
              <w:t>11953</w:t>
            </w:r>
          </w:p>
        </w:tc>
        <w:tc>
          <w:tcPr>
            <w:tcW w:w="2326" w:type="dxa"/>
            <w:vAlign w:val="center"/>
          </w:tcPr>
          <w:p w14:paraId="412BFD3C" w14:textId="77777777" w:rsidR="00CC0FF8" w:rsidRDefault="001C0467">
            <w:r>
              <w:t>0.8843</w:t>
            </w:r>
          </w:p>
        </w:tc>
        <w:tc>
          <w:tcPr>
            <w:tcW w:w="2337" w:type="dxa"/>
            <w:vAlign w:val="center"/>
          </w:tcPr>
          <w:p w14:paraId="4F9EBF96" w14:textId="77777777" w:rsidR="00CC0FF8" w:rsidRDefault="001C0467">
            <w:r>
              <w:t>529</w:t>
            </w:r>
          </w:p>
        </w:tc>
      </w:tr>
      <w:tr w:rsidR="00CC0FF8" w14:paraId="518561C1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6E755962" w14:textId="77777777" w:rsidR="00CC0FF8" w:rsidRDefault="001C0467">
            <w:r>
              <w:t>合计</w:t>
            </w:r>
          </w:p>
        </w:tc>
        <w:tc>
          <w:tcPr>
            <w:tcW w:w="2337" w:type="dxa"/>
            <w:vAlign w:val="center"/>
          </w:tcPr>
          <w:p w14:paraId="26F2F3F2" w14:textId="77777777" w:rsidR="00CC0FF8" w:rsidRDefault="001C0467">
            <w:r>
              <w:t>529</w:t>
            </w:r>
          </w:p>
        </w:tc>
      </w:tr>
    </w:tbl>
    <w:p w14:paraId="050416F6" w14:textId="77777777" w:rsidR="00CC0FF8" w:rsidRDefault="001C0467">
      <w:pPr>
        <w:pStyle w:val="1"/>
        <w:widowControl w:val="0"/>
        <w:jc w:val="both"/>
      </w:pPr>
      <w:bookmarkStart w:id="82" w:name="_Toc92193067"/>
      <w:r>
        <w:t>光伏发电</w:t>
      </w:r>
      <w:bookmarkEnd w:id="82"/>
    </w:p>
    <w:p w14:paraId="08F199C9" w14:textId="77777777" w:rsidR="00CC0FF8" w:rsidRDefault="001C0467">
      <w:pPr>
        <w:widowControl w:val="0"/>
        <w:jc w:val="both"/>
      </w:pPr>
      <w:r>
        <w:t>日照辐照量</w:t>
      </w:r>
      <w:r>
        <w:t>(kJ/</w:t>
      </w:r>
      <w:r>
        <w:t>㎡</w:t>
      </w:r>
      <w:r>
        <w:t>.</w:t>
      </w:r>
      <w:r>
        <w:t>天</w:t>
      </w:r>
      <w:r>
        <w:t>)</w:t>
      </w:r>
      <w:r>
        <w:t>：</w:t>
      </w:r>
      <w:r>
        <w:t>16340</w:t>
      </w:r>
      <w:r>
        <w:t>，年运行天数：</w:t>
      </w:r>
      <w:r>
        <w:t>365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CC0FF8" w14:paraId="0621A2D9" w14:textId="77777777">
        <w:tc>
          <w:tcPr>
            <w:tcW w:w="1398" w:type="dxa"/>
            <w:shd w:val="clear" w:color="auto" w:fill="E6E6E6"/>
            <w:vAlign w:val="center"/>
          </w:tcPr>
          <w:p w14:paraId="37A57343" w14:textId="77777777" w:rsidR="00CC0FF8" w:rsidRDefault="001C0467">
            <w:pPr>
              <w:jc w:val="center"/>
            </w:pPr>
            <w:r>
              <w:t>光伏板面积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1439081" w14:textId="77777777" w:rsidR="00CC0FF8" w:rsidRDefault="001C0467">
            <w:pPr>
              <w:jc w:val="center"/>
            </w:pPr>
            <w:r>
              <w:t>单位面积</w:t>
            </w:r>
            <w:r>
              <w:br/>
            </w:r>
            <w:r>
              <w:t>发电参数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80B836B" w14:textId="77777777" w:rsidR="00CC0FF8" w:rsidRDefault="001C0467">
            <w:pPr>
              <w:jc w:val="center"/>
            </w:pPr>
            <w:r>
              <w:t>光伏系统效率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6CBDA8EA" w14:textId="77777777" w:rsidR="00CC0FF8" w:rsidRDefault="001C0467">
            <w:pPr>
              <w:jc w:val="center"/>
            </w:pPr>
            <w:r>
              <w:t>光伏电池性能</w:t>
            </w:r>
            <w:r>
              <w:br/>
            </w:r>
            <w:r>
              <w:t>衰减修正系数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305FB64" w14:textId="77777777" w:rsidR="00CC0FF8" w:rsidRDefault="001C0467">
            <w:pPr>
              <w:jc w:val="center"/>
            </w:pPr>
            <w:r>
              <w:t>全年供电</w:t>
            </w:r>
            <w:r>
              <w:br/>
              <w:t>(kWh)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5789F1D6" w14:textId="77777777" w:rsidR="00CC0FF8" w:rsidRDefault="001C0467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14:paraId="620F75A8" w14:textId="77777777" w:rsidR="00CC0FF8" w:rsidRDefault="001C0467">
            <w:pPr>
              <w:jc w:val="center"/>
            </w:pPr>
            <w:r>
              <w:t>可减少碳排放量</w:t>
            </w:r>
            <w:r>
              <w:t>(t)</w:t>
            </w:r>
          </w:p>
        </w:tc>
      </w:tr>
      <w:tr w:rsidR="00CC0FF8" w14:paraId="13F266C3" w14:textId="77777777">
        <w:tc>
          <w:tcPr>
            <w:tcW w:w="1398" w:type="dxa"/>
            <w:vAlign w:val="center"/>
          </w:tcPr>
          <w:p w14:paraId="53711920" w14:textId="77777777" w:rsidR="00CC0FF8" w:rsidRDefault="001C0467">
            <w:r>
              <w:t>50</w:t>
            </w:r>
          </w:p>
        </w:tc>
        <w:tc>
          <w:tcPr>
            <w:tcW w:w="1131" w:type="dxa"/>
            <w:vAlign w:val="center"/>
          </w:tcPr>
          <w:p w14:paraId="34DDC69A" w14:textId="77777777" w:rsidR="00CC0FF8" w:rsidRDefault="001C0467">
            <w:r>
              <w:t>0.4</w:t>
            </w:r>
          </w:p>
        </w:tc>
        <w:tc>
          <w:tcPr>
            <w:tcW w:w="1131" w:type="dxa"/>
            <w:vAlign w:val="center"/>
          </w:tcPr>
          <w:p w14:paraId="3B18E3F4" w14:textId="77777777" w:rsidR="00CC0FF8" w:rsidRDefault="001C0467">
            <w:r>
              <w:t>0.8</w:t>
            </w:r>
          </w:p>
        </w:tc>
        <w:tc>
          <w:tcPr>
            <w:tcW w:w="1697" w:type="dxa"/>
            <w:vAlign w:val="center"/>
          </w:tcPr>
          <w:p w14:paraId="44EDD198" w14:textId="77777777" w:rsidR="00CC0FF8" w:rsidRDefault="001C0467">
            <w:r>
              <w:t>0.9</w:t>
            </w:r>
          </w:p>
        </w:tc>
        <w:tc>
          <w:tcPr>
            <w:tcW w:w="1131" w:type="dxa"/>
            <w:vAlign w:val="center"/>
          </w:tcPr>
          <w:p w14:paraId="728E98C5" w14:textId="77777777" w:rsidR="00CC0FF8" w:rsidRDefault="001C0467">
            <w:r>
              <w:t>23856</w:t>
            </w:r>
          </w:p>
        </w:tc>
        <w:tc>
          <w:tcPr>
            <w:tcW w:w="1431" w:type="dxa"/>
            <w:vAlign w:val="center"/>
          </w:tcPr>
          <w:p w14:paraId="6387B4A0" w14:textId="77777777" w:rsidR="00CC0FF8" w:rsidRDefault="001C0467">
            <w:r>
              <w:t>0.8843</w:t>
            </w:r>
          </w:p>
        </w:tc>
        <w:tc>
          <w:tcPr>
            <w:tcW w:w="1398" w:type="dxa"/>
            <w:vAlign w:val="center"/>
          </w:tcPr>
          <w:p w14:paraId="68295017" w14:textId="77777777" w:rsidR="00CC0FF8" w:rsidRDefault="001C0467">
            <w:r>
              <w:t>1055</w:t>
            </w:r>
          </w:p>
        </w:tc>
      </w:tr>
      <w:tr w:rsidR="00CC0FF8" w14:paraId="382E452B" w14:textId="77777777">
        <w:tc>
          <w:tcPr>
            <w:tcW w:w="7919" w:type="dxa"/>
            <w:gridSpan w:val="6"/>
            <w:vAlign w:val="center"/>
          </w:tcPr>
          <w:p w14:paraId="555D099A" w14:textId="77777777" w:rsidR="00CC0FF8" w:rsidRDefault="001C0467">
            <w:r>
              <w:t>总计</w:t>
            </w:r>
          </w:p>
        </w:tc>
        <w:tc>
          <w:tcPr>
            <w:tcW w:w="1398" w:type="dxa"/>
            <w:vAlign w:val="center"/>
          </w:tcPr>
          <w:p w14:paraId="6D462CB6" w14:textId="77777777" w:rsidR="00CC0FF8" w:rsidRDefault="001C0467">
            <w:r>
              <w:t>1055</w:t>
            </w:r>
          </w:p>
        </w:tc>
      </w:tr>
    </w:tbl>
    <w:p w14:paraId="6220509F" w14:textId="77777777" w:rsidR="00CC0FF8" w:rsidRDefault="001C0467">
      <w:pPr>
        <w:pStyle w:val="1"/>
        <w:widowControl w:val="0"/>
        <w:jc w:val="both"/>
      </w:pPr>
      <w:bookmarkStart w:id="83" w:name="_Toc92193068"/>
      <w:r>
        <w:t>风力发电</w:t>
      </w:r>
      <w:bookmarkEnd w:id="8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8"/>
        <w:gridCol w:w="708"/>
        <w:gridCol w:w="991"/>
        <w:gridCol w:w="1131"/>
        <w:gridCol w:w="707"/>
        <w:gridCol w:w="565"/>
        <w:gridCol w:w="990"/>
        <w:gridCol w:w="1137"/>
      </w:tblGrid>
      <w:tr w:rsidR="00CC0FF8" w14:paraId="7B147455" w14:textId="77777777">
        <w:tc>
          <w:tcPr>
            <w:tcW w:w="3096" w:type="dxa"/>
            <w:shd w:val="clear" w:color="auto" w:fill="E6E6E6"/>
            <w:vAlign w:val="center"/>
          </w:tcPr>
          <w:p w14:paraId="0CC1C0FA" w14:textId="77777777" w:rsidR="00CC0FF8" w:rsidRDefault="001C0467">
            <w:pPr>
              <w:jc w:val="center"/>
            </w:pPr>
            <w:r>
              <w:t>地形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014E8CD" w14:textId="77777777" w:rsidR="00CC0FF8" w:rsidRDefault="001C0467">
            <w:pPr>
              <w:jc w:val="center"/>
            </w:pPr>
            <w:r>
              <w:t>叶片直径</w:t>
            </w:r>
            <w:r>
              <w:t>(m)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D33B9DE" w14:textId="77777777" w:rsidR="00CC0FF8" w:rsidRDefault="001C0467">
            <w:pPr>
              <w:jc w:val="center"/>
            </w:pPr>
            <w:r>
              <w:t>叶片离地高度</w:t>
            </w:r>
            <w:r>
              <w:t>(m)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46E58BD" w14:textId="77777777" w:rsidR="00CC0FF8" w:rsidRDefault="001C0467">
            <w:pPr>
              <w:jc w:val="center"/>
            </w:pPr>
            <w:r>
              <w:t>年可利用</w:t>
            </w:r>
            <w:r>
              <w:br/>
            </w:r>
            <w:r>
              <w:t>平均风速</w:t>
            </w:r>
            <w:r>
              <w:t>(m/s)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84EF8AB" w14:textId="77777777" w:rsidR="00CC0FF8" w:rsidRDefault="001C0467">
            <w:pPr>
              <w:jc w:val="center"/>
            </w:pPr>
            <w:r>
              <w:t>转换</w:t>
            </w:r>
            <w:r>
              <w:br/>
            </w:r>
            <w:r>
              <w:t>效率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8A67FD4" w14:textId="77777777" w:rsidR="00CC0FF8" w:rsidRDefault="001C0467">
            <w:pPr>
              <w:jc w:val="center"/>
            </w:pPr>
            <w:r>
              <w:t>台数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682BB57" w14:textId="77777777" w:rsidR="00CC0FF8" w:rsidRDefault="001C0467">
            <w:pPr>
              <w:jc w:val="center"/>
            </w:pPr>
            <w:r>
              <w:t>年供电</w:t>
            </w:r>
            <w:r>
              <w:t>(kWh)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3059AB7C" w14:textId="77777777" w:rsidR="00CC0FF8" w:rsidRDefault="001C0467">
            <w:pPr>
              <w:jc w:val="center"/>
            </w:pPr>
            <w:r>
              <w:t>可减少碳排放量</w:t>
            </w:r>
            <w:r>
              <w:t>(t)</w:t>
            </w:r>
          </w:p>
        </w:tc>
      </w:tr>
      <w:tr w:rsidR="00CC0FF8" w14:paraId="1A9CDAE6" w14:textId="77777777">
        <w:tc>
          <w:tcPr>
            <w:tcW w:w="3096" w:type="dxa"/>
            <w:vAlign w:val="center"/>
          </w:tcPr>
          <w:p w14:paraId="5ABFDB3C" w14:textId="77777777" w:rsidR="00CC0FF8" w:rsidRDefault="001C0467">
            <w:r>
              <w:t>郊区、厂区</w:t>
            </w:r>
          </w:p>
        </w:tc>
        <w:tc>
          <w:tcPr>
            <w:tcW w:w="707" w:type="dxa"/>
            <w:vAlign w:val="center"/>
          </w:tcPr>
          <w:p w14:paraId="0D4A7E77" w14:textId="77777777" w:rsidR="00CC0FF8" w:rsidRDefault="001C0467">
            <w:r>
              <w:t>54</w:t>
            </w:r>
          </w:p>
        </w:tc>
        <w:tc>
          <w:tcPr>
            <w:tcW w:w="990" w:type="dxa"/>
            <w:vAlign w:val="center"/>
          </w:tcPr>
          <w:p w14:paraId="7DE263C2" w14:textId="77777777" w:rsidR="00CC0FF8" w:rsidRDefault="001C0467">
            <w:r>
              <w:t>65</w:t>
            </w:r>
          </w:p>
        </w:tc>
        <w:tc>
          <w:tcPr>
            <w:tcW w:w="1131" w:type="dxa"/>
            <w:vAlign w:val="center"/>
          </w:tcPr>
          <w:p w14:paraId="711A0315" w14:textId="77777777" w:rsidR="00CC0FF8" w:rsidRDefault="001C0467">
            <w:r>
              <w:t>5</w:t>
            </w:r>
          </w:p>
        </w:tc>
        <w:tc>
          <w:tcPr>
            <w:tcW w:w="707" w:type="dxa"/>
            <w:vAlign w:val="center"/>
          </w:tcPr>
          <w:p w14:paraId="0DF53557" w14:textId="77777777" w:rsidR="00CC0FF8" w:rsidRDefault="001C0467">
            <w:r>
              <w:t>0.35</w:t>
            </w:r>
          </w:p>
        </w:tc>
        <w:tc>
          <w:tcPr>
            <w:tcW w:w="565" w:type="dxa"/>
            <w:vAlign w:val="center"/>
          </w:tcPr>
          <w:p w14:paraId="130C1610" w14:textId="77777777" w:rsidR="00CC0FF8" w:rsidRDefault="001C0467">
            <w:r>
              <w:t>1</w:t>
            </w:r>
          </w:p>
        </w:tc>
        <w:tc>
          <w:tcPr>
            <w:tcW w:w="990" w:type="dxa"/>
            <w:vAlign w:val="center"/>
          </w:tcPr>
          <w:p w14:paraId="51B713EA" w14:textId="77777777" w:rsidR="00CC0FF8" w:rsidRDefault="001C0467">
            <w:r>
              <w:t>142</w:t>
            </w:r>
          </w:p>
        </w:tc>
        <w:tc>
          <w:tcPr>
            <w:tcW w:w="1137" w:type="dxa"/>
            <w:vAlign w:val="center"/>
          </w:tcPr>
          <w:p w14:paraId="7783E95F" w14:textId="77777777" w:rsidR="00CC0FF8" w:rsidRDefault="001C0467">
            <w:r>
              <w:t>6</w:t>
            </w:r>
          </w:p>
        </w:tc>
      </w:tr>
      <w:tr w:rsidR="00CC0FF8" w14:paraId="5D4919B9" w14:textId="77777777">
        <w:tc>
          <w:tcPr>
            <w:tcW w:w="8186" w:type="dxa"/>
            <w:gridSpan w:val="7"/>
            <w:vAlign w:val="center"/>
          </w:tcPr>
          <w:p w14:paraId="0E8666ED" w14:textId="77777777" w:rsidR="00CC0FF8" w:rsidRDefault="001C0467">
            <w:r>
              <w:t>总计</w:t>
            </w:r>
          </w:p>
        </w:tc>
        <w:tc>
          <w:tcPr>
            <w:tcW w:w="1137" w:type="dxa"/>
            <w:vAlign w:val="center"/>
          </w:tcPr>
          <w:p w14:paraId="55273C82" w14:textId="77777777" w:rsidR="00CC0FF8" w:rsidRDefault="001C0467">
            <w:r>
              <w:t>6</w:t>
            </w:r>
          </w:p>
        </w:tc>
      </w:tr>
    </w:tbl>
    <w:p w14:paraId="586CA785" w14:textId="77777777" w:rsidR="00CC0FF8" w:rsidRDefault="001C0467">
      <w:pPr>
        <w:pStyle w:val="1"/>
        <w:widowControl w:val="0"/>
        <w:jc w:val="both"/>
      </w:pPr>
      <w:bookmarkStart w:id="84" w:name="_Toc92193069"/>
      <w:r>
        <w:t>计算结果</w:t>
      </w:r>
      <w:bookmarkEnd w:id="84"/>
    </w:p>
    <w:p w14:paraId="5B6386EF" w14:textId="77777777" w:rsidR="00CC0FF8" w:rsidRDefault="001C0467">
      <w:pPr>
        <w:pStyle w:val="2"/>
        <w:widowControl w:val="0"/>
      </w:pPr>
      <w:bookmarkStart w:id="85" w:name="_Toc92193070"/>
      <w:r>
        <w:t>建材生产运输碳排放</w:t>
      </w:r>
      <w:bookmarkEnd w:id="8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84"/>
        <w:gridCol w:w="707"/>
        <w:gridCol w:w="848"/>
        <w:gridCol w:w="990"/>
        <w:gridCol w:w="1693"/>
      </w:tblGrid>
      <w:tr w:rsidR="00CC0FF8" w14:paraId="713EC3AE" w14:textId="77777777">
        <w:tc>
          <w:tcPr>
            <w:tcW w:w="899" w:type="dxa"/>
            <w:shd w:val="clear" w:color="auto" w:fill="E6E6E6"/>
            <w:vAlign w:val="center"/>
          </w:tcPr>
          <w:p w14:paraId="143C7510" w14:textId="77777777" w:rsidR="00CC0FF8" w:rsidRDefault="001C0467">
            <w:pPr>
              <w:jc w:val="center"/>
            </w:pPr>
            <w:r>
              <w:t>类别</w:t>
            </w:r>
          </w:p>
        </w:tc>
        <w:tc>
          <w:tcPr>
            <w:tcW w:w="4182" w:type="dxa"/>
            <w:shd w:val="clear" w:color="auto" w:fill="E6E6E6"/>
            <w:vAlign w:val="center"/>
          </w:tcPr>
          <w:p w14:paraId="6E63B26A" w14:textId="77777777" w:rsidR="00CC0FF8" w:rsidRDefault="001C0467">
            <w:pPr>
              <w:jc w:val="center"/>
            </w:pPr>
            <w:r>
              <w:t>材料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1C070EA" w14:textId="77777777" w:rsidR="00CC0FF8" w:rsidRDefault="001C0467">
            <w:pPr>
              <w:jc w:val="center"/>
            </w:pPr>
            <w:r>
              <w:t>单位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B883C5" w14:textId="77777777" w:rsidR="00CC0FF8" w:rsidRDefault="001C0467">
            <w:pPr>
              <w:jc w:val="center"/>
            </w:pPr>
            <w:r>
              <w:t>用量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7A3F057" w14:textId="77777777" w:rsidR="00CC0FF8" w:rsidRDefault="001C0467">
            <w:pPr>
              <w:jc w:val="center"/>
            </w:pPr>
            <w:r>
              <w:t>重量</w:t>
            </w:r>
            <w:r>
              <w:t>(t)</w:t>
            </w:r>
          </w:p>
        </w:tc>
        <w:tc>
          <w:tcPr>
            <w:tcW w:w="1692" w:type="dxa"/>
            <w:shd w:val="clear" w:color="auto" w:fill="E6E6E6"/>
            <w:vAlign w:val="center"/>
          </w:tcPr>
          <w:p w14:paraId="074806EF" w14:textId="77777777" w:rsidR="00CC0FF8" w:rsidRDefault="001C0467">
            <w:pPr>
              <w:jc w:val="center"/>
            </w:pPr>
            <w:r>
              <w:t>碳排放量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CC0FF8" w14:paraId="4E0CC921" w14:textId="77777777">
        <w:tc>
          <w:tcPr>
            <w:tcW w:w="899" w:type="dxa"/>
            <w:shd w:val="clear" w:color="auto" w:fill="E6E6E6"/>
            <w:vAlign w:val="center"/>
          </w:tcPr>
          <w:p w14:paraId="0FE5E7A5" w14:textId="77777777" w:rsidR="00CC0FF8" w:rsidRDefault="001C0467">
            <w:r>
              <w:t>混凝土</w:t>
            </w:r>
          </w:p>
        </w:tc>
        <w:tc>
          <w:tcPr>
            <w:tcW w:w="4182" w:type="dxa"/>
            <w:vAlign w:val="center"/>
          </w:tcPr>
          <w:p w14:paraId="01F45B1E" w14:textId="77777777" w:rsidR="00CC0FF8" w:rsidRDefault="001C0467">
            <w:r>
              <w:t>C30</w:t>
            </w:r>
            <w:r>
              <w:t>混凝土</w:t>
            </w:r>
          </w:p>
        </w:tc>
        <w:tc>
          <w:tcPr>
            <w:tcW w:w="707" w:type="dxa"/>
            <w:vAlign w:val="center"/>
          </w:tcPr>
          <w:p w14:paraId="16584DE4" w14:textId="77777777" w:rsidR="00CC0FF8" w:rsidRDefault="001C0467">
            <w:r>
              <w:t>m3</w:t>
            </w:r>
          </w:p>
        </w:tc>
        <w:tc>
          <w:tcPr>
            <w:tcW w:w="848" w:type="dxa"/>
            <w:vAlign w:val="center"/>
          </w:tcPr>
          <w:p w14:paraId="54B0DBF3" w14:textId="77777777" w:rsidR="00CC0FF8" w:rsidRDefault="001C0467">
            <w:r>
              <w:t>614</w:t>
            </w:r>
          </w:p>
        </w:tc>
        <w:tc>
          <w:tcPr>
            <w:tcW w:w="990" w:type="dxa"/>
            <w:vAlign w:val="center"/>
          </w:tcPr>
          <w:p w14:paraId="1FF2EBFF" w14:textId="77777777" w:rsidR="00CC0FF8" w:rsidRDefault="001C0467">
            <w:r>
              <w:t>0</w:t>
            </w:r>
          </w:p>
        </w:tc>
        <w:tc>
          <w:tcPr>
            <w:tcW w:w="1692" w:type="dxa"/>
            <w:vAlign w:val="center"/>
          </w:tcPr>
          <w:p w14:paraId="45544CA2" w14:textId="77777777" w:rsidR="00CC0FF8" w:rsidRDefault="001C0467">
            <w:r>
              <w:t>29</w:t>
            </w:r>
          </w:p>
        </w:tc>
      </w:tr>
      <w:tr w:rsidR="00CC0FF8" w14:paraId="0CE0682A" w14:textId="77777777">
        <w:tc>
          <w:tcPr>
            <w:tcW w:w="899" w:type="dxa"/>
            <w:shd w:val="clear" w:color="auto" w:fill="E6E6E6"/>
            <w:vAlign w:val="center"/>
          </w:tcPr>
          <w:p w14:paraId="5B8CCE81" w14:textId="77777777" w:rsidR="00CC0FF8" w:rsidRDefault="001C0467">
            <w:r>
              <w:t>金属材料</w:t>
            </w:r>
          </w:p>
        </w:tc>
        <w:tc>
          <w:tcPr>
            <w:tcW w:w="4182" w:type="dxa"/>
            <w:vAlign w:val="center"/>
          </w:tcPr>
          <w:p w14:paraId="43DB0AB2" w14:textId="77777777" w:rsidR="00CC0FF8" w:rsidRDefault="001C0467">
            <w:r>
              <w:t>普通碳钢</w:t>
            </w:r>
          </w:p>
        </w:tc>
        <w:tc>
          <w:tcPr>
            <w:tcW w:w="707" w:type="dxa"/>
            <w:vAlign w:val="center"/>
          </w:tcPr>
          <w:p w14:paraId="453634B7" w14:textId="77777777" w:rsidR="00CC0FF8" w:rsidRDefault="001C0467">
            <w:r>
              <w:t>t</w:t>
            </w:r>
          </w:p>
        </w:tc>
        <w:tc>
          <w:tcPr>
            <w:tcW w:w="848" w:type="dxa"/>
            <w:vAlign w:val="center"/>
          </w:tcPr>
          <w:p w14:paraId="4B913974" w14:textId="77777777" w:rsidR="00CC0FF8" w:rsidRDefault="001C0467">
            <w:r>
              <w:t>98</w:t>
            </w:r>
          </w:p>
        </w:tc>
        <w:tc>
          <w:tcPr>
            <w:tcW w:w="990" w:type="dxa"/>
            <w:vAlign w:val="center"/>
          </w:tcPr>
          <w:p w14:paraId="1D560357" w14:textId="77777777" w:rsidR="00CC0FF8" w:rsidRDefault="001C0467">
            <w:r>
              <w:t>0</w:t>
            </w:r>
          </w:p>
        </w:tc>
        <w:tc>
          <w:tcPr>
            <w:tcW w:w="1692" w:type="dxa"/>
            <w:vAlign w:val="center"/>
          </w:tcPr>
          <w:p w14:paraId="07CADF2D" w14:textId="77777777" w:rsidR="00CC0FF8" w:rsidRDefault="001C0467">
            <w:r>
              <w:t>32</w:t>
            </w:r>
          </w:p>
        </w:tc>
      </w:tr>
      <w:tr w:rsidR="00CC0FF8" w14:paraId="301A8B7E" w14:textId="77777777">
        <w:tc>
          <w:tcPr>
            <w:tcW w:w="899" w:type="dxa"/>
            <w:shd w:val="clear" w:color="auto" w:fill="E6E6E6"/>
            <w:vAlign w:val="center"/>
          </w:tcPr>
          <w:p w14:paraId="1808CA2F" w14:textId="77777777" w:rsidR="00CC0FF8" w:rsidRDefault="001C0467">
            <w:r>
              <w:t>窗</w:t>
            </w:r>
          </w:p>
        </w:tc>
        <w:tc>
          <w:tcPr>
            <w:tcW w:w="4182" w:type="dxa"/>
            <w:vAlign w:val="center"/>
          </w:tcPr>
          <w:p w14:paraId="24412606" w14:textId="77777777" w:rsidR="00CC0FF8" w:rsidRDefault="001C0467">
            <w:r>
              <w:t>铝木复合窗</w:t>
            </w:r>
            <w:r>
              <w:t>(100%</w:t>
            </w:r>
            <w:r>
              <w:t>原生铝型材</w:t>
            </w:r>
            <w:r>
              <w:t>)</w:t>
            </w:r>
          </w:p>
        </w:tc>
        <w:tc>
          <w:tcPr>
            <w:tcW w:w="707" w:type="dxa"/>
            <w:vAlign w:val="center"/>
          </w:tcPr>
          <w:p w14:paraId="725C6973" w14:textId="77777777" w:rsidR="00CC0FF8" w:rsidRDefault="001C0467">
            <w:r>
              <w:t>m2</w:t>
            </w:r>
          </w:p>
        </w:tc>
        <w:tc>
          <w:tcPr>
            <w:tcW w:w="848" w:type="dxa"/>
            <w:vAlign w:val="center"/>
          </w:tcPr>
          <w:p w14:paraId="5E466699" w14:textId="77777777" w:rsidR="00CC0FF8" w:rsidRDefault="001C0467">
            <w:r>
              <w:t>3</w:t>
            </w:r>
          </w:p>
        </w:tc>
        <w:tc>
          <w:tcPr>
            <w:tcW w:w="990" w:type="dxa"/>
            <w:vAlign w:val="center"/>
          </w:tcPr>
          <w:p w14:paraId="4DDAE54E" w14:textId="77777777" w:rsidR="00CC0FF8" w:rsidRDefault="001C0467">
            <w:r>
              <w:t>0</w:t>
            </w:r>
          </w:p>
        </w:tc>
        <w:tc>
          <w:tcPr>
            <w:tcW w:w="1692" w:type="dxa"/>
            <w:vAlign w:val="center"/>
          </w:tcPr>
          <w:p w14:paraId="619BC67D" w14:textId="77777777" w:rsidR="00CC0FF8" w:rsidRDefault="001C0467">
            <w:r>
              <w:t>0</w:t>
            </w:r>
          </w:p>
        </w:tc>
      </w:tr>
      <w:tr w:rsidR="00CC0FF8" w14:paraId="15C64228" w14:textId="77777777">
        <w:tc>
          <w:tcPr>
            <w:tcW w:w="7626" w:type="dxa"/>
            <w:gridSpan w:val="5"/>
            <w:shd w:val="clear" w:color="auto" w:fill="E6E6E6"/>
            <w:vAlign w:val="center"/>
          </w:tcPr>
          <w:p w14:paraId="056631B3" w14:textId="77777777" w:rsidR="00CC0FF8" w:rsidRDefault="001C0467">
            <w:r>
              <w:t>合计</w:t>
            </w:r>
          </w:p>
        </w:tc>
        <w:tc>
          <w:tcPr>
            <w:tcW w:w="1692" w:type="dxa"/>
            <w:vAlign w:val="center"/>
          </w:tcPr>
          <w:p w14:paraId="3C8D5A19" w14:textId="77777777" w:rsidR="00CC0FF8" w:rsidRDefault="001C0467">
            <w:r>
              <w:t>61</w:t>
            </w:r>
          </w:p>
        </w:tc>
      </w:tr>
    </w:tbl>
    <w:p w14:paraId="71E4C089" w14:textId="77777777" w:rsidR="00CC0FF8" w:rsidRDefault="001C0467">
      <w:pPr>
        <w:pStyle w:val="2"/>
        <w:widowControl w:val="0"/>
      </w:pPr>
      <w:bookmarkStart w:id="86" w:name="_Toc92193071"/>
      <w:r>
        <w:lastRenderedPageBreak/>
        <w:t>碳汇</w:t>
      </w:r>
      <w:bookmarkEnd w:id="86"/>
    </w:p>
    <w:tbl>
      <w:tblPr>
        <w:tblW w:w="9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1"/>
        <w:gridCol w:w="1562"/>
        <w:gridCol w:w="990"/>
        <w:gridCol w:w="707"/>
        <w:gridCol w:w="2508"/>
      </w:tblGrid>
      <w:tr w:rsidR="00CC0FF8" w14:paraId="39BBD8DB" w14:textId="77777777">
        <w:tc>
          <w:tcPr>
            <w:tcW w:w="3520" w:type="dxa"/>
            <w:shd w:val="clear" w:color="auto" w:fill="E6E6E6"/>
            <w:vAlign w:val="center"/>
          </w:tcPr>
          <w:p w14:paraId="6FBB36F6" w14:textId="77777777" w:rsidR="00CC0FF8" w:rsidRDefault="001C0467">
            <w:pPr>
              <w:jc w:val="center"/>
            </w:pPr>
            <w:r>
              <w:t>绿植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7C386A7C" w14:textId="77777777" w:rsidR="00CC0FF8" w:rsidRDefault="001C0467">
            <w:pPr>
              <w:jc w:val="center"/>
            </w:pPr>
            <w:r>
              <w:t>年</w:t>
            </w:r>
            <w:r>
              <w:t>CO2</w:t>
            </w:r>
            <w:r>
              <w:t>固定量</w:t>
            </w:r>
            <w:r>
              <w:br/>
              <w:t>(kg/</w:t>
            </w:r>
            <w:r>
              <w:t>㎡</w:t>
            </w:r>
            <w:r>
              <w:t>.a)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B59FF46" w14:textId="77777777" w:rsidR="00CC0FF8" w:rsidRDefault="001C0467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6A2ED61" w14:textId="77777777" w:rsidR="00CC0FF8" w:rsidRDefault="001C0467">
            <w:pPr>
              <w:jc w:val="center"/>
            </w:pPr>
            <w:r>
              <w:t>年数</w:t>
            </w:r>
          </w:p>
        </w:tc>
        <w:tc>
          <w:tcPr>
            <w:tcW w:w="2507" w:type="dxa"/>
            <w:shd w:val="clear" w:color="auto" w:fill="E6E6E6"/>
            <w:vAlign w:val="center"/>
          </w:tcPr>
          <w:p w14:paraId="137990FC" w14:textId="77777777" w:rsidR="00CC0FF8" w:rsidRDefault="001C0467">
            <w:pPr>
              <w:jc w:val="center"/>
            </w:pPr>
            <w:r>
              <w:t>单位建筑面积</w:t>
            </w:r>
            <w:r>
              <w:br/>
            </w:r>
            <w:r>
              <w:t>碳固定量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CC0FF8" w14:paraId="6DD9B6D5" w14:textId="77777777">
        <w:tc>
          <w:tcPr>
            <w:tcW w:w="3520" w:type="dxa"/>
            <w:shd w:val="clear" w:color="auto" w:fill="E6E6E6"/>
            <w:vAlign w:val="center"/>
          </w:tcPr>
          <w:p w14:paraId="767B2412" w14:textId="77777777" w:rsidR="00CC0FF8" w:rsidRDefault="001C0467">
            <w:r>
              <w:t>多年生蔓藤</w:t>
            </w:r>
          </w:p>
        </w:tc>
        <w:tc>
          <w:tcPr>
            <w:tcW w:w="1562" w:type="dxa"/>
            <w:vAlign w:val="center"/>
          </w:tcPr>
          <w:p w14:paraId="6D23B08F" w14:textId="77777777" w:rsidR="00CC0FF8" w:rsidRDefault="001C0467">
            <w:r>
              <w:t>2.5</w:t>
            </w:r>
          </w:p>
        </w:tc>
        <w:tc>
          <w:tcPr>
            <w:tcW w:w="990" w:type="dxa"/>
            <w:vAlign w:val="center"/>
          </w:tcPr>
          <w:p w14:paraId="0D395F0E" w14:textId="77777777" w:rsidR="00CC0FF8" w:rsidRDefault="001C0467">
            <w:r>
              <w:t>500</w:t>
            </w:r>
          </w:p>
        </w:tc>
        <w:tc>
          <w:tcPr>
            <w:tcW w:w="707" w:type="dxa"/>
            <w:vAlign w:val="center"/>
          </w:tcPr>
          <w:p w14:paraId="6D004E5C" w14:textId="77777777" w:rsidR="00CC0FF8" w:rsidRDefault="001C0467">
            <w:r>
              <w:t>50</w:t>
            </w:r>
          </w:p>
        </w:tc>
        <w:tc>
          <w:tcPr>
            <w:tcW w:w="2507" w:type="dxa"/>
            <w:vAlign w:val="center"/>
          </w:tcPr>
          <w:p w14:paraId="3FCB1B0E" w14:textId="77777777" w:rsidR="00CC0FF8" w:rsidRDefault="001C0467">
            <w:r>
              <w:t>7</w:t>
            </w:r>
          </w:p>
        </w:tc>
      </w:tr>
      <w:tr w:rsidR="00CC0FF8" w14:paraId="252D8EF7" w14:textId="77777777">
        <w:tc>
          <w:tcPr>
            <w:tcW w:w="6779" w:type="dxa"/>
            <w:gridSpan w:val="4"/>
            <w:shd w:val="clear" w:color="auto" w:fill="E6E6E6"/>
            <w:vAlign w:val="center"/>
          </w:tcPr>
          <w:p w14:paraId="544805E9" w14:textId="77777777" w:rsidR="00CC0FF8" w:rsidRDefault="001C0467">
            <w:r>
              <w:t>合计</w:t>
            </w:r>
          </w:p>
        </w:tc>
        <w:tc>
          <w:tcPr>
            <w:tcW w:w="2507" w:type="dxa"/>
            <w:vAlign w:val="center"/>
          </w:tcPr>
          <w:p w14:paraId="6A179149" w14:textId="77777777" w:rsidR="00CC0FF8" w:rsidRDefault="001C0467">
            <w:r>
              <w:t>7</w:t>
            </w:r>
          </w:p>
        </w:tc>
      </w:tr>
    </w:tbl>
    <w:p w14:paraId="5FD24D5B" w14:textId="77777777" w:rsidR="00CC0FF8" w:rsidRDefault="001C0467">
      <w:pPr>
        <w:pStyle w:val="2"/>
        <w:widowControl w:val="0"/>
      </w:pPr>
      <w:bookmarkStart w:id="87" w:name="_Toc92193072"/>
      <w:r>
        <w:t>建筑运行碳排放</w:t>
      </w:r>
      <w:bookmarkEnd w:id="87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1597"/>
        <w:gridCol w:w="1276"/>
        <w:gridCol w:w="1559"/>
        <w:gridCol w:w="1417"/>
        <w:gridCol w:w="2421"/>
      </w:tblGrid>
      <w:tr w:rsidR="00A4274E" w:rsidRPr="00771B84" w14:paraId="520CF696" w14:textId="77777777" w:rsidTr="00E95C54">
        <w:tc>
          <w:tcPr>
            <w:tcW w:w="1063" w:type="dxa"/>
            <w:shd w:val="clear" w:color="auto" w:fill="D0CECE"/>
            <w:vAlign w:val="center"/>
          </w:tcPr>
          <w:p w14:paraId="21EE7BAB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550B2044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26E1C60B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耗电</w:t>
            </w:r>
            <w:r>
              <w:rPr>
                <w:lang w:val="en-US"/>
              </w:rPr>
              <w:t xml:space="preserve"> </w:t>
            </w:r>
          </w:p>
          <w:p w14:paraId="3E7758B5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0392E0E3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34CA22BB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14:paraId="49A33799" w14:textId="77777777" w:rsidR="00A4274E" w:rsidRDefault="001C0467" w:rsidP="00E95C54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14:paraId="1598D65B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单位</w:t>
            </w:r>
            <w:r>
              <w:rPr>
                <w:lang w:val="en-US"/>
              </w:rPr>
              <w:t>面积</w:t>
            </w:r>
            <w:r>
              <w:rPr>
                <w:lang w:val="en-US"/>
              </w:rPr>
              <w:t>碳</w:t>
            </w:r>
          </w:p>
          <w:p w14:paraId="23641882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E85C9F" w:rsidRPr="00771B84" w14:paraId="185208C5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565CBDA5" w14:textId="77777777" w:rsidR="00E85C9F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14:paraId="3EE44506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38C81A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276" w:type="dxa"/>
            <w:vAlign w:val="center"/>
          </w:tcPr>
          <w:p w14:paraId="5B616DE0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88" w:name="冷源能耗"/>
            <w:r w:rsidRPr="00771B84">
              <w:rPr>
                <w:lang w:val="en-US"/>
              </w:rPr>
              <w:t>375</w:t>
            </w:r>
            <w:bookmarkEnd w:id="88"/>
          </w:p>
        </w:tc>
        <w:tc>
          <w:tcPr>
            <w:tcW w:w="1559" w:type="dxa"/>
            <w:vMerge w:val="restart"/>
            <w:vAlign w:val="center"/>
          </w:tcPr>
          <w:p w14:paraId="43C121D0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89" w:name="电力CO2排放因子"/>
            <w:r>
              <w:t>0.8843</w:t>
            </w:r>
            <w:bookmarkEnd w:id="89"/>
          </w:p>
        </w:tc>
        <w:tc>
          <w:tcPr>
            <w:tcW w:w="1417" w:type="dxa"/>
            <w:vMerge w:val="restart"/>
            <w:vAlign w:val="center"/>
          </w:tcPr>
          <w:p w14:paraId="633AF091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0" w:name="空调能耗_电耗CO2排放"/>
            <w:r>
              <w:t>4334</w:t>
            </w:r>
            <w:bookmarkEnd w:id="90"/>
          </w:p>
        </w:tc>
        <w:tc>
          <w:tcPr>
            <w:tcW w:w="2421" w:type="dxa"/>
          </w:tcPr>
          <w:p w14:paraId="672BD9DE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1" w:name="冷源能耗_电耗CO2排放平米"/>
            <w:r>
              <w:t>331</w:t>
            </w:r>
            <w:bookmarkEnd w:id="91"/>
          </w:p>
        </w:tc>
      </w:tr>
      <w:tr w:rsidR="00E85C9F" w:rsidRPr="00771B84" w14:paraId="2BB08FD3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1E272F5B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60507BF7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276" w:type="dxa"/>
            <w:vAlign w:val="center"/>
          </w:tcPr>
          <w:p w14:paraId="0AB09EA1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2" w:name="冷却水泵能耗"/>
            <w:r w:rsidRPr="00771B84">
              <w:rPr>
                <w:lang w:val="en-US"/>
              </w:rPr>
              <w:t>158</w:t>
            </w:r>
            <w:bookmarkEnd w:id="92"/>
          </w:p>
        </w:tc>
        <w:tc>
          <w:tcPr>
            <w:tcW w:w="1559" w:type="dxa"/>
            <w:vMerge/>
            <w:vAlign w:val="center"/>
          </w:tcPr>
          <w:p w14:paraId="34C24F8B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1D726529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489F8B51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3" w:name="冷却水泵能耗_电耗CO2排放平米"/>
            <w:r>
              <w:t>140</w:t>
            </w:r>
            <w:bookmarkEnd w:id="93"/>
          </w:p>
        </w:tc>
      </w:tr>
      <w:tr w:rsidR="00E85C9F" w:rsidRPr="00771B84" w14:paraId="72BEA810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2F8A4C9F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67AA47BA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276" w:type="dxa"/>
            <w:vAlign w:val="center"/>
          </w:tcPr>
          <w:p w14:paraId="0A8E8DDB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4" w:name="冷冻水泵能耗"/>
            <w:r w:rsidRPr="00771B84">
              <w:rPr>
                <w:lang w:val="en-US"/>
              </w:rPr>
              <w:t>190</w:t>
            </w:r>
            <w:bookmarkEnd w:id="94"/>
          </w:p>
        </w:tc>
        <w:tc>
          <w:tcPr>
            <w:tcW w:w="1559" w:type="dxa"/>
            <w:vMerge/>
            <w:vAlign w:val="center"/>
          </w:tcPr>
          <w:p w14:paraId="19E4B186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57B2689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0825334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5" w:name="冷冻水泵能耗_电耗CO2排放平米"/>
            <w:r>
              <w:t>168</w:t>
            </w:r>
            <w:bookmarkEnd w:id="95"/>
          </w:p>
        </w:tc>
      </w:tr>
      <w:tr w:rsidR="00E85C9F" w:rsidRPr="00771B84" w14:paraId="749C9729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1742542B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66A3ADE4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276" w:type="dxa"/>
            <w:vAlign w:val="center"/>
          </w:tcPr>
          <w:p w14:paraId="3052ED7A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6" w:name="冷却塔能耗"/>
            <w:r w:rsidRPr="00771B84">
              <w:rPr>
                <w:rFonts w:hint="eastAsia"/>
                <w:lang w:val="en-US"/>
              </w:rPr>
              <w:t>51</w:t>
            </w:r>
            <w:bookmarkEnd w:id="96"/>
          </w:p>
        </w:tc>
        <w:tc>
          <w:tcPr>
            <w:tcW w:w="1559" w:type="dxa"/>
            <w:vMerge/>
            <w:vAlign w:val="center"/>
          </w:tcPr>
          <w:p w14:paraId="786D3F81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122A1E12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74D042B9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7" w:name="冷却塔能耗_电耗CO2排放平米"/>
            <w:r>
              <w:t>45</w:t>
            </w:r>
            <w:bookmarkEnd w:id="97"/>
          </w:p>
        </w:tc>
      </w:tr>
      <w:tr w:rsidR="00E85C9F" w:rsidRPr="00771B84" w14:paraId="0022674E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365FE5B9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17FCBE5B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1276" w:type="dxa"/>
            <w:vAlign w:val="center"/>
          </w:tcPr>
          <w:p w14:paraId="561F5BDC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8" w:name="单元式空调能耗"/>
            <w:r w:rsidRPr="00771B84">
              <w:rPr>
                <w:lang w:val="en-US"/>
              </w:rPr>
              <w:t>0</w:t>
            </w:r>
            <w:bookmarkEnd w:id="98"/>
          </w:p>
        </w:tc>
        <w:tc>
          <w:tcPr>
            <w:tcW w:w="1559" w:type="dxa"/>
            <w:vMerge/>
            <w:vAlign w:val="center"/>
          </w:tcPr>
          <w:p w14:paraId="0C13E69C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282A06C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8514074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99" w:name="单元式空调能耗_电耗CO2排放平米"/>
            <w:r>
              <w:t>0</w:t>
            </w:r>
            <w:bookmarkEnd w:id="99"/>
          </w:p>
        </w:tc>
      </w:tr>
      <w:tr w:rsidR="00E85C9F" w:rsidRPr="00771B84" w14:paraId="3D47A5E2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42E1C18D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CB0A20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276" w:type="dxa"/>
            <w:vAlign w:val="center"/>
          </w:tcPr>
          <w:p w14:paraId="2D5055ED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100" w:name="空调能耗"/>
            <w:r w:rsidRPr="00771B84">
              <w:rPr>
                <w:lang w:val="en-US"/>
              </w:rPr>
              <w:t>774</w:t>
            </w:r>
            <w:bookmarkEnd w:id="100"/>
          </w:p>
        </w:tc>
        <w:tc>
          <w:tcPr>
            <w:tcW w:w="1559" w:type="dxa"/>
            <w:vMerge/>
            <w:vAlign w:val="center"/>
          </w:tcPr>
          <w:p w14:paraId="7DFD38F0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67E5934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68311035" w14:textId="77777777" w:rsidR="00E85C9F" w:rsidRPr="00771B84" w:rsidRDefault="001C0467" w:rsidP="00F21AC0">
            <w:pPr>
              <w:jc w:val="center"/>
              <w:rPr>
                <w:lang w:val="en-US"/>
              </w:rPr>
            </w:pPr>
            <w:bookmarkStart w:id="101" w:name="空调能耗_电耗CO2排放平米"/>
            <w:r>
              <w:t>684</w:t>
            </w:r>
            <w:bookmarkEnd w:id="101"/>
          </w:p>
        </w:tc>
      </w:tr>
      <w:tr w:rsidR="00D92D6F" w:rsidRPr="00771B84" w14:paraId="25A2FC85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00B3A6C6" w14:textId="77777777" w:rsidR="00D92D6F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14:paraId="07119AFA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732045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276" w:type="dxa"/>
            <w:vAlign w:val="center"/>
          </w:tcPr>
          <w:p w14:paraId="60A9C5ED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2" w:name="热源能耗"/>
            <w:r w:rsidRPr="00771B84">
              <w:rPr>
                <w:lang w:val="en-US"/>
              </w:rPr>
              <w:t>0</w:t>
            </w:r>
            <w:bookmarkEnd w:id="102"/>
          </w:p>
        </w:tc>
        <w:tc>
          <w:tcPr>
            <w:tcW w:w="1559" w:type="dxa"/>
            <w:vMerge w:val="restart"/>
            <w:vAlign w:val="center"/>
          </w:tcPr>
          <w:p w14:paraId="6C1B08E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3" w:name="电力CO2排放因子2"/>
            <w:r>
              <w:t>0.8843</w:t>
            </w:r>
            <w:bookmarkEnd w:id="103"/>
          </w:p>
        </w:tc>
        <w:tc>
          <w:tcPr>
            <w:tcW w:w="1417" w:type="dxa"/>
            <w:vMerge w:val="restart"/>
            <w:vAlign w:val="center"/>
          </w:tcPr>
          <w:p w14:paraId="6432B1FB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4" w:name="供暖能耗_电耗CO2排放"/>
            <w:r>
              <w:t>1505</w:t>
            </w:r>
            <w:bookmarkEnd w:id="104"/>
          </w:p>
        </w:tc>
        <w:tc>
          <w:tcPr>
            <w:tcW w:w="2421" w:type="dxa"/>
          </w:tcPr>
          <w:p w14:paraId="07E2DF7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5" w:name="热源能耗_电耗CO2排放平米"/>
            <w:r>
              <w:t>0</w:t>
            </w:r>
            <w:bookmarkEnd w:id="105"/>
          </w:p>
        </w:tc>
      </w:tr>
      <w:tr w:rsidR="00D92D6F" w:rsidRPr="00771B84" w14:paraId="7B3834CF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78BE4790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C69EE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276" w:type="dxa"/>
            <w:vAlign w:val="center"/>
          </w:tcPr>
          <w:p w14:paraId="5B08AAC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6" w:name="热水泵能耗"/>
            <w:r w:rsidRPr="00771B84">
              <w:rPr>
                <w:lang w:val="en-US"/>
              </w:rPr>
              <w:t>269</w:t>
            </w:r>
            <w:bookmarkEnd w:id="106"/>
          </w:p>
        </w:tc>
        <w:tc>
          <w:tcPr>
            <w:tcW w:w="1559" w:type="dxa"/>
            <w:vMerge/>
            <w:vAlign w:val="center"/>
          </w:tcPr>
          <w:p w14:paraId="768D3E0E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23929925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4A09F63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7" w:name="热水泵能耗_电耗CO2排放平米"/>
            <w:r>
              <w:t>237</w:t>
            </w:r>
            <w:bookmarkEnd w:id="107"/>
          </w:p>
        </w:tc>
      </w:tr>
      <w:tr w:rsidR="00D92D6F" w:rsidRPr="00771B84" w14:paraId="4953B59B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364EE14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6742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1276" w:type="dxa"/>
            <w:vAlign w:val="center"/>
          </w:tcPr>
          <w:p w14:paraId="5D420D6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8" w:name="单元式热泵能耗"/>
            <w:r w:rsidRPr="00771B84">
              <w:rPr>
                <w:lang w:val="en-US"/>
              </w:rPr>
              <w:t>0</w:t>
            </w:r>
            <w:bookmarkEnd w:id="108"/>
          </w:p>
        </w:tc>
        <w:tc>
          <w:tcPr>
            <w:tcW w:w="1559" w:type="dxa"/>
            <w:vMerge/>
            <w:vAlign w:val="center"/>
          </w:tcPr>
          <w:p w14:paraId="4A09D69A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767AC12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5E504AD5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09" w:name="单元式热泵能耗_电耗CO2排放平米"/>
            <w:r>
              <w:t>0</w:t>
            </w:r>
            <w:bookmarkEnd w:id="109"/>
          </w:p>
        </w:tc>
      </w:tr>
      <w:tr w:rsidR="00D92D6F" w:rsidRPr="00771B84" w14:paraId="0E28DE3D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2B6AC830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8E9ADA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276" w:type="dxa"/>
            <w:vAlign w:val="center"/>
          </w:tcPr>
          <w:p w14:paraId="0BD766A1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0" w:name="供暖能耗"/>
            <w:r w:rsidRPr="00771B84">
              <w:rPr>
                <w:lang w:val="en-US"/>
              </w:rPr>
              <w:t>269</w:t>
            </w:r>
            <w:bookmarkEnd w:id="110"/>
          </w:p>
        </w:tc>
        <w:tc>
          <w:tcPr>
            <w:tcW w:w="1559" w:type="dxa"/>
            <w:vMerge/>
            <w:vAlign w:val="center"/>
          </w:tcPr>
          <w:p w14:paraId="6188E24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5B5D11E2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C83FA5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1" w:name="供暖能耗_电耗CO2排放平米"/>
            <w:r>
              <w:t>237</w:t>
            </w:r>
            <w:bookmarkEnd w:id="111"/>
          </w:p>
        </w:tc>
      </w:tr>
      <w:tr w:rsidR="00D92D6F" w:rsidRPr="00771B84" w14:paraId="2E1DA652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50E287D3" w14:textId="77777777" w:rsidR="00D92D6F" w:rsidRDefault="001C0467" w:rsidP="009D25B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14:paraId="1D81964D" w14:textId="77777777" w:rsidR="00D92D6F" w:rsidRPr="00771B84" w:rsidRDefault="001C0467" w:rsidP="009D25B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6FC9FD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276" w:type="dxa"/>
            <w:vAlign w:val="center"/>
          </w:tcPr>
          <w:p w14:paraId="4EA4A35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2" w:name="新排风系统能耗"/>
            <w:r w:rsidRPr="00771B84">
              <w:rPr>
                <w:rFonts w:hint="eastAsia"/>
                <w:lang w:val="en-US"/>
              </w:rPr>
              <w:t>128</w:t>
            </w:r>
            <w:bookmarkEnd w:id="112"/>
          </w:p>
        </w:tc>
        <w:tc>
          <w:tcPr>
            <w:tcW w:w="1559" w:type="dxa"/>
            <w:vMerge w:val="restart"/>
            <w:vAlign w:val="center"/>
          </w:tcPr>
          <w:p w14:paraId="1D1BDFF5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3" w:name="电力CO2排放因子3"/>
            <w:r>
              <w:t>0.8843</w:t>
            </w:r>
            <w:bookmarkEnd w:id="113"/>
          </w:p>
        </w:tc>
        <w:tc>
          <w:tcPr>
            <w:tcW w:w="1417" w:type="dxa"/>
            <w:vMerge w:val="restart"/>
            <w:vAlign w:val="center"/>
          </w:tcPr>
          <w:p w14:paraId="516B842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4" w:name="空调动力能耗_电耗CO2排放"/>
            <w:r>
              <w:t>727</w:t>
            </w:r>
            <w:bookmarkEnd w:id="114"/>
          </w:p>
        </w:tc>
        <w:tc>
          <w:tcPr>
            <w:tcW w:w="2421" w:type="dxa"/>
          </w:tcPr>
          <w:p w14:paraId="24BAD22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5" w:name="新排风系统能耗_电耗CO2排放平米"/>
            <w:r>
              <w:t>113</w:t>
            </w:r>
            <w:bookmarkEnd w:id="115"/>
          </w:p>
        </w:tc>
      </w:tr>
      <w:tr w:rsidR="00D92D6F" w:rsidRPr="00771B84" w14:paraId="5D46B5BA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42826471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415E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276" w:type="dxa"/>
            <w:vAlign w:val="center"/>
          </w:tcPr>
          <w:p w14:paraId="77D9D486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6" w:name="风机盘管能耗"/>
            <w:r w:rsidRPr="00771B84">
              <w:rPr>
                <w:rFonts w:hint="eastAsia"/>
                <w:lang w:val="en-US"/>
              </w:rPr>
              <w:t>2</w:t>
            </w:r>
            <w:bookmarkEnd w:id="116"/>
          </w:p>
        </w:tc>
        <w:tc>
          <w:tcPr>
            <w:tcW w:w="1559" w:type="dxa"/>
            <w:vMerge/>
            <w:vAlign w:val="center"/>
          </w:tcPr>
          <w:p w14:paraId="7ABB180E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696C931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1B1639A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7" w:name="风机盘管能耗_电耗CO2排放平米"/>
            <w:r>
              <w:t>2</w:t>
            </w:r>
            <w:bookmarkEnd w:id="117"/>
          </w:p>
        </w:tc>
      </w:tr>
      <w:tr w:rsidR="00D92D6F" w:rsidRPr="00771B84" w14:paraId="5B079C8E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7CB695E8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1D05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多联机室内机</w:t>
            </w:r>
          </w:p>
        </w:tc>
        <w:tc>
          <w:tcPr>
            <w:tcW w:w="1276" w:type="dxa"/>
            <w:vAlign w:val="center"/>
          </w:tcPr>
          <w:p w14:paraId="71C2FC4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8" w:name="多联机室内机能耗"/>
            <w:r w:rsidRPr="00771B84">
              <w:rPr>
                <w:rFonts w:hint="eastAsia"/>
                <w:lang w:val="en-US"/>
              </w:rPr>
              <w:t>0</w:t>
            </w:r>
            <w:bookmarkEnd w:id="118"/>
          </w:p>
        </w:tc>
        <w:tc>
          <w:tcPr>
            <w:tcW w:w="1559" w:type="dxa"/>
            <w:vMerge/>
            <w:vAlign w:val="center"/>
          </w:tcPr>
          <w:p w14:paraId="605481E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2509A7B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7E749F1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19" w:name="多联机室内机能耗_电耗CO2排放平米"/>
            <w:r>
              <w:t>0</w:t>
            </w:r>
            <w:bookmarkEnd w:id="119"/>
          </w:p>
        </w:tc>
      </w:tr>
      <w:tr w:rsidR="00D92D6F" w:rsidRPr="00771B84" w14:paraId="756684A3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4E0DC8C7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C684B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276" w:type="dxa"/>
            <w:vAlign w:val="center"/>
          </w:tcPr>
          <w:p w14:paraId="7F99AB3B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20" w:name="全空气系统能耗"/>
            <w:r w:rsidRPr="00771B84">
              <w:rPr>
                <w:rFonts w:hint="eastAsia"/>
                <w:lang w:val="en-US"/>
              </w:rPr>
              <w:t>0</w:t>
            </w:r>
            <w:bookmarkEnd w:id="120"/>
          </w:p>
        </w:tc>
        <w:tc>
          <w:tcPr>
            <w:tcW w:w="1559" w:type="dxa"/>
            <w:vMerge/>
            <w:vAlign w:val="center"/>
          </w:tcPr>
          <w:p w14:paraId="454AFA29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686BCDE2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0AC652E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21" w:name="全空气系统能耗_电耗CO2排放平米"/>
            <w:r>
              <w:t>0</w:t>
            </w:r>
            <w:bookmarkEnd w:id="121"/>
          </w:p>
        </w:tc>
      </w:tr>
      <w:tr w:rsidR="00D92D6F" w:rsidRPr="00771B84" w14:paraId="5493E397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78FB4790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5644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276" w:type="dxa"/>
            <w:vAlign w:val="center"/>
          </w:tcPr>
          <w:p w14:paraId="1316146D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22" w:name="空调动力能耗"/>
            <w:r w:rsidRPr="00771B84">
              <w:rPr>
                <w:rFonts w:hint="eastAsia"/>
                <w:lang w:val="en-US"/>
              </w:rPr>
              <w:t>130</w:t>
            </w:r>
            <w:bookmarkEnd w:id="122"/>
          </w:p>
        </w:tc>
        <w:tc>
          <w:tcPr>
            <w:tcW w:w="1559" w:type="dxa"/>
            <w:vMerge/>
            <w:vAlign w:val="center"/>
          </w:tcPr>
          <w:p w14:paraId="511A586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ABDB00B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5A178D48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23" w:name="空调动力能耗_电耗CO2排放平米"/>
            <w:r>
              <w:t>115</w:t>
            </w:r>
            <w:bookmarkEnd w:id="123"/>
          </w:p>
        </w:tc>
      </w:tr>
      <w:tr w:rsidR="00A4274E" w:rsidRPr="00771B84" w14:paraId="656FDAE3" w14:textId="77777777" w:rsidTr="00E95C54">
        <w:tc>
          <w:tcPr>
            <w:tcW w:w="2660" w:type="dxa"/>
            <w:gridSpan w:val="2"/>
            <w:shd w:val="clear" w:color="auto" w:fill="FFFFFF"/>
            <w:vAlign w:val="center"/>
          </w:tcPr>
          <w:p w14:paraId="488EE8ED" w14:textId="77777777" w:rsidR="00A4274E" w:rsidRDefault="001C0467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276" w:type="dxa"/>
            <w:vAlign w:val="center"/>
          </w:tcPr>
          <w:p w14:paraId="2D8ABA78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24" w:name="照明能耗"/>
            <w:r w:rsidRPr="00771B84">
              <w:rPr>
                <w:rFonts w:hint="eastAsia"/>
                <w:lang w:val="en-US"/>
              </w:rPr>
              <w:t>747</w:t>
            </w:r>
            <w:bookmarkEnd w:id="124"/>
          </w:p>
        </w:tc>
        <w:tc>
          <w:tcPr>
            <w:tcW w:w="1559" w:type="dxa"/>
            <w:vAlign w:val="center"/>
          </w:tcPr>
          <w:p w14:paraId="3E20566D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25" w:name="电力CO2排放因子4"/>
            <w:r>
              <w:t>0.8843</w:t>
            </w:r>
            <w:bookmarkEnd w:id="125"/>
          </w:p>
        </w:tc>
        <w:tc>
          <w:tcPr>
            <w:tcW w:w="1417" w:type="dxa"/>
          </w:tcPr>
          <w:p w14:paraId="79A05C5A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26" w:name="照明能耗_电耗CO2排放"/>
            <w:r>
              <w:t>4185</w:t>
            </w:r>
            <w:bookmarkEnd w:id="126"/>
          </w:p>
        </w:tc>
        <w:tc>
          <w:tcPr>
            <w:tcW w:w="2421" w:type="dxa"/>
          </w:tcPr>
          <w:p w14:paraId="1803D0D9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27" w:name="照明能耗_电耗CO2排放平米"/>
            <w:r>
              <w:t>661</w:t>
            </w:r>
            <w:bookmarkEnd w:id="127"/>
          </w:p>
        </w:tc>
      </w:tr>
      <w:tr w:rsidR="00A4274E" w:rsidRPr="00771B84" w14:paraId="27A2EE6B" w14:textId="77777777" w:rsidTr="00E95C54">
        <w:tc>
          <w:tcPr>
            <w:tcW w:w="2660" w:type="dxa"/>
            <w:gridSpan w:val="2"/>
            <w:shd w:val="clear" w:color="auto" w:fill="FFFFFF"/>
            <w:vAlign w:val="center"/>
          </w:tcPr>
          <w:p w14:paraId="0F2D304D" w14:textId="77777777" w:rsidR="00A4274E" w:rsidRDefault="001C0467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</w:t>
            </w:r>
          </w:p>
        </w:tc>
        <w:tc>
          <w:tcPr>
            <w:tcW w:w="1276" w:type="dxa"/>
            <w:vAlign w:val="center"/>
          </w:tcPr>
          <w:p w14:paraId="53A2BAC9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28" w:name="设备用电"/>
            <w:r w:rsidRPr="00771B84">
              <w:rPr>
                <w:rFonts w:hint="eastAsia"/>
                <w:lang w:val="en-US"/>
              </w:rPr>
              <w:t>1742</w:t>
            </w:r>
            <w:bookmarkEnd w:id="128"/>
          </w:p>
        </w:tc>
        <w:tc>
          <w:tcPr>
            <w:tcW w:w="1559" w:type="dxa"/>
            <w:vAlign w:val="center"/>
          </w:tcPr>
          <w:p w14:paraId="24E48F6E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29" w:name="电力CO2排放因子5"/>
            <w:r>
              <w:t>0.8843</w:t>
            </w:r>
            <w:bookmarkEnd w:id="129"/>
          </w:p>
        </w:tc>
        <w:tc>
          <w:tcPr>
            <w:tcW w:w="1417" w:type="dxa"/>
          </w:tcPr>
          <w:p w14:paraId="6F5F43B4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30" w:name="设备用电_电耗CO2排放"/>
            <w:r>
              <w:t>9756</w:t>
            </w:r>
            <w:bookmarkEnd w:id="130"/>
          </w:p>
        </w:tc>
        <w:tc>
          <w:tcPr>
            <w:tcW w:w="2421" w:type="dxa"/>
          </w:tcPr>
          <w:p w14:paraId="34B53AF1" w14:textId="77777777" w:rsidR="00A4274E" w:rsidRPr="00771B84" w:rsidRDefault="001C0467" w:rsidP="00DC5898">
            <w:pPr>
              <w:jc w:val="center"/>
              <w:rPr>
                <w:lang w:val="en-US"/>
              </w:rPr>
            </w:pPr>
            <w:bookmarkStart w:id="131" w:name="设备用电_电耗CO2排放平米"/>
            <w:r>
              <w:t>1540</w:t>
            </w:r>
            <w:bookmarkEnd w:id="131"/>
          </w:p>
        </w:tc>
      </w:tr>
      <w:tr w:rsidR="00D92D6F" w:rsidRPr="00771B84" w14:paraId="122AADC2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30A1418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5CD7C0" w14:textId="77777777" w:rsidR="00D92D6F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276" w:type="dxa"/>
            <w:vAlign w:val="center"/>
          </w:tcPr>
          <w:p w14:paraId="45CDC18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32" w:name="动力系统能耗"/>
            <w:r w:rsidRPr="00771B84">
              <w:rPr>
                <w:rFonts w:hint="eastAsia"/>
                <w:lang w:val="en-US"/>
              </w:rPr>
              <w:t>94</w:t>
            </w:r>
            <w:bookmarkEnd w:id="132"/>
          </w:p>
        </w:tc>
        <w:tc>
          <w:tcPr>
            <w:tcW w:w="1559" w:type="dxa"/>
            <w:vMerge w:val="restart"/>
            <w:vAlign w:val="center"/>
          </w:tcPr>
          <w:p w14:paraId="01875881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33" w:name="电力CO2排放因子6"/>
            <w:r>
              <w:t>0.8843</w:t>
            </w:r>
            <w:bookmarkEnd w:id="133"/>
          </w:p>
        </w:tc>
        <w:tc>
          <w:tcPr>
            <w:tcW w:w="1417" w:type="dxa"/>
            <w:vMerge w:val="restart"/>
            <w:vAlign w:val="center"/>
          </w:tcPr>
          <w:p w14:paraId="405B0044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34" w:name="其他能耗_电耗CO2排放"/>
            <w:r>
              <w:t>3756</w:t>
            </w:r>
            <w:bookmarkEnd w:id="134"/>
          </w:p>
        </w:tc>
        <w:tc>
          <w:tcPr>
            <w:tcW w:w="2421" w:type="dxa"/>
          </w:tcPr>
          <w:p w14:paraId="7E25FB68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35" w:name="动力系统能耗_电耗CO2排放平米"/>
            <w:r>
              <w:t>83</w:t>
            </w:r>
            <w:bookmarkEnd w:id="135"/>
          </w:p>
        </w:tc>
      </w:tr>
      <w:tr w:rsidR="00D92D6F" w:rsidRPr="00771B84" w14:paraId="7A557411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0A58B16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99E881" w14:textId="77777777" w:rsidR="00D92D6F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276" w:type="dxa"/>
            <w:vAlign w:val="center"/>
          </w:tcPr>
          <w:p w14:paraId="36793F8E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36" w:name="排风机能耗"/>
            <w:r w:rsidRPr="00771B84">
              <w:rPr>
                <w:rFonts w:hint="eastAsia"/>
                <w:lang w:val="en-US"/>
              </w:rPr>
              <w:t>576</w:t>
            </w:r>
            <w:bookmarkEnd w:id="136"/>
          </w:p>
        </w:tc>
        <w:tc>
          <w:tcPr>
            <w:tcW w:w="1559" w:type="dxa"/>
            <w:vMerge/>
          </w:tcPr>
          <w:p w14:paraId="6488083F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51B134A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63E97E2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37" w:name="排风机能耗_电耗CO2排放平米"/>
            <w:r>
              <w:t>509</w:t>
            </w:r>
            <w:bookmarkEnd w:id="137"/>
          </w:p>
        </w:tc>
      </w:tr>
      <w:tr w:rsidR="00D92D6F" w:rsidRPr="00771B84" w14:paraId="2489E056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3B52AE81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D6E4A" w14:textId="77777777" w:rsidR="00D92D6F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276" w:type="dxa"/>
            <w:vAlign w:val="center"/>
          </w:tcPr>
          <w:p w14:paraId="2E7D0E83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38" w:name="热水系统能耗"/>
            <w:r w:rsidRPr="00771B84">
              <w:rPr>
                <w:rFonts w:hint="eastAsia"/>
                <w:lang w:val="en-US"/>
              </w:rPr>
              <w:t>0</w:t>
            </w:r>
            <w:bookmarkEnd w:id="138"/>
          </w:p>
        </w:tc>
        <w:tc>
          <w:tcPr>
            <w:tcW w:w="1559" w:type="dxa"/>
            <w:vMerge/>
          </w:tcPr>
          <w:p w14:paraId="0EA2745C" w14:textId="77777777" w:rsidR="00D92D6F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0956ACD1" w14:textId="77777777" w:rsidR="00D92D6F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5D3074AA" w14:textId="77777777" w:rsidR="00D92D6F" w:rsidRDefault="001C0467" w:rsidP="00F21AC0">
            <w:pPr>
              <w:jc w:val="center"/>
              <w:rPr>
                <w:lang w:val="en-US"/>
              </w:rPr>
            </w:pPr>
            <w:bookmarkStart w:id="139" w:name="热水系统能耗_电耗CO2排放平米"/>
            <w:r>
              <w:t>0</w:t>
            </w:r>
            <w:bookmarkEnd w:id="139"/>
          </w:p>
          <w:p w14:paraId="26F87414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D92D6F" w:rsidRPr="00771B84" w14:paraId="3759E326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586FF824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F600F" w14:textId="77777777" w:rsidR="00D92D6F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276" w:type="dxa"/>
            <w:vAlign w:val="center"/>
          </w:tcPr>
          <w:p w14:paraId="4964F744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40" w:name="其他能耗"/>
            <w:r w:rsidRPr="00771B84">
              <w:rPr>
                <w:rFonts w:hint="eastAsia"/>
                <w:lang w:val="en-US"/>
              </w:rPr>
              <w:t>670</w:t>
            </w:r>
            <w:bookmarkEnd w:id="140"/>
          </w:p>
        </w:tc>
        <w:tc>
          <w:tcPr>
            <w:tcW w:w="1559" w:type="dxa"/>
            <w:vMerge/>
          </w:tcPr>
          <w:p w14:paraId="416EC10C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50F0BEED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3ED97492" w14:textId="77777777" w:rsidR="00D92D6F" w:rsidRPr="00771B84" w:rsidRDefault="001C0467" w:rsidP="00F21AC0">
            <w:pPr>
              <w:jc w:val="center"/>
              <w:rPr>
                <w:lang w:val="en-US"/>
              </w:rPr>
            </w:pPr>
            <w:bookmarkStart w:id="141" w:name="其他能耗_电耗CO2排放平米"/>
            <w:r>
              <w:t>593</w:t>
            </w:r>
            <w:bookmarkEnd w:id="141"/>
          </w:p>
        </w:tc>
      </w:tr>
      <w:tr w:rsidR="00A4274E" w:rsidRPr="00771B84" w14:paraId="3985F268" w14:textId="77777777" w:rsidTr="00E95C54">
        <w:tc>
          <w:tcPr>
            <w:tcW w:w="1063" w:type="dxa"/>
            <w:shd w:val="clear" w:color="auto" w:fill="D0CECE"/>
            <w:vAlign w:val="center"/>
          </w:tcPr>
          <w:p w14:paraId="0E6C080B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617D3C4D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1C7F398E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耗热量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57CFBF6C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14:paraId="57EF6CF9" w14:textId="77777777" w:rsidR="00A4274E" w:rsidRDefault="001C0467" w:rsidP="0057413B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14:paraId="17346506" w14:textId="77777777" w:rsidR="001123FF" w:rsidRDefault="001C0467" w:rsidP="00F21AC0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单位面积</w:t>
            </w:r>
          </w:p>
          <w:p w14:paraId="5014657B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A4274E" w:rsidRPr="00771B84" w14:paraId="628FF7A8" w14:textId="77777777" w:rsidTr="00E95C54">
        <w:tc>
          <w:tcPr>
            <w:tcW w:w="2660" w:type="dxa"/>
            <w:gridSpan w:val="2"/>
            <w:shd w:val="clear" w:color="auto" w:fill="FFFFFF"/>
            <w:vAlign w:val="center"/>
          </w:tcPr>
          <w:p w14:paraId="62B147A3" w14:textId="77777777" w:rsidR="00A4274E" w:rsidRDefault="001C0467" w:rsidP="00F21AC0">
            <w:pPr>
              <w:jc w:val="center"/>
              <w:rPr>
                <w:lang w:val="en-US"/>
              </w:rPr>
            </w:pPr>
            <w:bookmarkStart w:id="142" w:name="热源能耗_燃料类型"/>
            <w:r>
              <w:t>烟煤</w:t>
            </w:r>
            <w:r>
              <w:t>II</w:t>
            </w:r>
            <w:bookmarkEnd w:id="142"/>
          </w:p>
        </w:tc>
        <w:tc>
          <w:tcPr>
            <w:tcW w:w="1276" w:type="dxa"/>
            <w:shd w:val="clear" w:color="auto" w:fill="FFFFFF"/>
            <w:vAlign w:val="center"/>
          </w:tcPr>
          <w:p w14:paraId="46161979" w14:textId="77777777" w:rsidR="00A4274E" w:rsidRDefault="001C0467" w:rsidP="00F21AC0">
            <w:pPr>
              <w:jc w:val="center"/>
              <w:rPr>
                <w:lang w:val="en-US"/>
              </w:rPr>
            </w:pPr>
            <w:bookmarkStart w:id="143" w:name="热源锅炉能耗"/>
            <w:r>
              <w:rPr>
                <w:rFonts w:hint="eastAsia"/>
                <w:lang w:val="en-US"/>
              </w:rPr>
              <w:t>2613</w:t>
            </w:r>
            <w:bookmarkEnd w:id="143"/>
          </w:p>
        </w:tc>
        <w:tc>
          <w:tcPr>
            <w:tcW w:w="1559" w:type="dxa"/>
            <w:shd w:val="clear" w:color="auto" w:fill="FFFFFF"/>
          </w:tcPr>
          <w:p w14:paraId="58DC07F4" w14:textId="77777777" w:rsidR="00A4274E" w:rsidRDefault="001C0467" w:rsidP="00F21AC0">
            <w:pPr>
              <w:jc w:val="center"/>
              <w:rPr>
                <w:lang w:val="en-US"/>
              </w:rPr>
            </w:pPr>
            <w:bookmarkStart w:id="144" w:name="热源能耗_燃料CO2排放因子"/>
            <w:r>
              <w:t>89</w:t>
            </w:r>
            <w:bookmarkEnd w:id="144"/>
          </w:p>
        </w:tc>
        <w:tc>
          <w:tcPr>
            <w:tcW w:w="1417" w:type="dxa"/>
            <w:shd w:val="clear" w:color="auto" w:fill="FFFFFF"/>
          </w:tcPr>
          <w:p w14:paraId="0C2A030C" w14:textId="77777777" w:rsidR="00A4274E" w:rsidRDefault="001C0467" w:rsidP="00F21AC0">
            <w:pPr>
              <w:jc w:val="center"/>
              <w:rPr>
                <w:lang w:val="en-US"/>
              </w:rPr>
            </w:pPr>
            <w:bookmarkStart w:id="145" w:name="热源能耗锅炉碳排放"/>
            <w:r>
              <w:t>5304</w:t>
            </w:r>
            <w:bookmarkEnd w:id="145"/>
          </w:p>
        </w:tc>
        <w:tc>
          <w:tcPr>
            <w:tcW w:w="2421" w:type="dxa"/>
            <w:shd w:val="clear" w:color="auto" w:fill="FFFFFF"/>
          </w:tcPr>
          <w:p w14:paraId="42C389F3" w14:textId="77777777" w:rsidR="00A4274E" w:rsidRDefault="001C0467" w:rsidP="00F21AC0">
            <w:pPr>
              <w:jc w:val="center"/>
              <w:rPr>
                <w:lang w:val="en-US"/>
              </w:rPr>
            </w:pPr>
            <w:bookmarkStart w:id="146" w:name="热源能耗锅炉碳排放平米"/>
            <w:r>
              <w:t>837</w:t>
            </w:r>
            <w:bookmarkEnd w:id="146"/>
          </w:p>
        </w:tc>
      </w:tr>
      <w:tr w:rsidR="00A4274E" w:rsidRPr="00771B84" w14:paraId="1332A97A" w14:textId="77777777" w:rsidTr="00E95C54">
        <w:tc>
          <w:tcPr>
            <w:tcW w:w="1063" w:type="dxa"/>
            <w:shd w:val="clear" w:color="auto" w:fill="D0CECE"/>
            <w:vAlign w:val="center"/>
          </w:tcPr>
          <w:p w14:paraId="481CD3B4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1597" w:type="dxa"/>
            <w:shd w:val="clear" w:color="auto" w:fill="D0CECE"/>
            <w:vAlign w:val="center"/>
          </w:tcPr>
          <w:p w14:paraId="14F27AE8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3561D9F1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年供电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05F2CD38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14:paraId="4EB78894" w14:textId="77777777" w:rsidR="00A4274E" w:rsidRDefault="001C0467" w:rsidP="00237DC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</w:t>
            </w:r>
            <w:r w:rsidRPr="00A4274E">
              <w:rPr>
                <w:rFonts w:hint="eastAsia"/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14:paraId="71FF682F" w14:textId="77777777" w:rsidR="00AD3E40" w:rsidRDefault="001C0467" w:rsidP="00F21AC0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单位面积</w:t>
            </w:r>
          </w:p>
          <w:p w14:paraId="6E4CCBC8" w14:textId="77777777" w:rsidR="00A4274E" w:rsidRDefault="001C0467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碳</w:t>
            </w:r>
            <w:r>
              <w:rPr>
                <w:rFonts w:hint="eastAsia"/>
                <w:lang w:val="en-US"/>
              </w:rPr>
              <w:t>减排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D92D6F" w:rsidRPr="00771B84" w14:paraId="6D293585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199C5D80" w14:textId="77777777" w:rsidR="00D92D6F" w:rsidRPr="00771B84" w:rsidRDefault="001C0467" w:rsidP="005A782E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BBC979" w14:textId="77777777" w:rsidR="00D92D6F" w:rsidRDefault="001C0467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Es)</w:t>
            </w:r>
          </w:p>
        </w:tc>
        <w:tc>
          <w:tcPr>
            <w:tcW w:w="1276" w:type="dxa"/>
            <w:vAlign w:val="center"/>
          </w:tcPr>
          <w:p w14:paraId="252CF5DC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47" w:name="太阳能能耗"/>
            <w:r w:rsidRPr="00771B84">
              <w:rPr>
                <w:rFonts w:hint="eastAsia"/>
                <w:lang w:val="en-US"/>
              </w:rPr>
              <w:t>56</w:t>
            </w:r>
            <w:bookmarkEnd w:id="147"/>
          </w:p>
        </w:tc>
        <w:tc>
          <w:tcPr>
            <w:tcW w:w="1559" w:type="dxa"/>
            <w:vMerge w:val="restart"/>
            <w:vAlign w:val="center"/>
          </w:tcPr>
          <w:p w14:paraId="48E0B6AA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48" w:name="电力CO2排放因子7"/>
            <w:r>
              <w:t>0.8843</w:t>
            </w:r>
            <w:bookmarkEnd w:id="148"/>
          </w:p>
        </w:tc>
        <w:tc>
          <w:tcPr>
            <w:tcW w:w="1417" w:type="dxa"/>
            <w:vMerge w:val="restart"/>
            <w:vAlign w:val="center"/>
          </w:tcPr>
          <w:p w14:paraId="6FCC6502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49" w:name="可再生能源能耗_电耗CO2排放"/>
            <w:r>
              <w:t>1376</w:t>
            </w:r>
            <w:bookmarkEnd w:id="149"/>
          </w:p>
        </w:tc>
        <w:tc>
          <w:tcPr>
            <w:tcW w:w="2421" w:type="dxa"/>
          </w:tcPr>
          <w:p w14:paraId="0F4BE1FC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50" w:name="太阳能能耗_电耗CO2排放平米"/>
            <w:r>
              <w:t>50</w:t>
            </w:r>
            <w:bookmarkEnd w:id="150"/>
          </w:p>
        </w:tc>
      </w:tr>
      <w:tr w:rsidR="00D92D6F" w:rsidRPr="00771B84" w14:paraId="2AD6509C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60F71943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91198D" w14:textId="77777777" w:rsidR="00D92D6F" w:rsidRDefault="001C0467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276" w:type="dxa"/>
            <w:vAlign w:val="center"/>
          </w:tcPr>
          <w:p w14:paraId="138DF384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51" w:name="光伏能耗"/>
            <w:r w:rsidRPr="00771B84">
              <w:rPr>
                <w:rFonts w:hint="eastAsia"/>
                <w:lang w:val="en-US"/>
              </w:rPr>
              <w:t>188</w:t>
            </w:r>
            <w:bookmarkEnd w:id="151"/>
          </w:p>
        </w:tc>
        <w:tc>
          <w:tcPr>
            <w:tcW w:w="1559" w:type="dxa"/>
            <w:vMerge/>
          </w:tcPr>
          <w:p w14:paraId="47C3D8C2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3F5F7819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4C8F26F5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52" w:name="光伏能耗_电耗CO2排放平米"/>
            <w:r>
              <w:t>167</w:t>
            </w:r>
            <w:bookmarkEnd w:id="152"/>
          </w:p>
        </w:tc>
      </w:tr>
      <w:tr w:rsidR="00C74B50" w:rsidRPr="00771B84" w14:paraId="3658D0D5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7ADF2EB6" w14:textId="77777777" w:rsidR="00C74B50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FE53D" w14:textId="77777777" w:rsidR="00C74B50" w:rsidRDefault="001C0467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14:paraId="7FDA4F5D" w14:textId="77777777" w:rsidR="00C74B50" w:rsidRPr="00771B84" w:rsidRDefault="001C0467" w:rsidP="00273712">
            <w:pPr>
              <w:jc w:val="center"/>
              <w:rPr>
                <w:lang w:val="en-US"/>
              </w:rPr>
            </w:pPr>
            <w:bookmarkStart w:id="153" w:name="风力能耗"/>
            <w:r>
              <w:rPr>
                <w:rFonts w:hint="eastAsia"/>
                <w:lang w:val="en-US"/>
              </w:rPr>
              <w:t>1</w:t>
            </w:r>
            <w:bookmarkEnd w:id="153"/>
          </w:p>
        </w:tc>
        <w:tc>
          <w:tcPr>
            <w:tcW w:w="1559" w:type="dxa"/>
            <w:vMerge/>
          </w:tcPr>
          <w:p w14:paraId="7523ACCD" w14:textId="77777777" w:rsidR="00C74B50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4A924CA" w14:textId="77777777" w:rsidR="00C74B50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7F53E04" w14:textId="77777777" w:rsidR="00C74B50" w:rsidRPr="00771B84" w:rsidRDefault="001C0467" w:rsidP="00273712">
            <w:pPr>
              <w:jc w:val="center"/>
              <w:rPr>
                <w:lang w:val="en-US"/>
              </w:rPr>
            </w:pPr>
            <w:bookmarkStart w:id="154" w:name="风力能耗_电耗CO2排放平米"/>
            <w:r>
              <w:t>1</w:t>
            </w:r>
            <w:bookmarkEnd w:id="154"/>
          </w:p>
        </w:tc>
      </w:tr>
      <w:tr w:rsidR="00D92D6F" w:rsidRPr="00771B84" w14:paraId="05E06CFA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085049C2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A4ACE" w14:textId="77777777" w:rsidR="00D92D6F" w:rsidRDefault="001C0467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276" w:type="dxa"/>
            <w:vAlign w:val="center"/>
          </w:tcPr>
          <w:p w14:paraId="70848492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55" w:name="可再生能源能耗"/>
            <w:r w:rsidRPr="00771B84">
              <w:rPr>
                <w:rFonts w:hint="eastAsia"/>
                <w:lang w:val="en-US"/>
              </w:rPr>
              <w:t>246</w:t>
            </w:r>
            <w:bookmarkEnd w:id="155"/>
          </w:p>
        </w:tc>
        <w:tc>
          <w:tcPr>
            <w:tcW w:w="1559" w:type="dxa"/>
            <w:vMerge/>
          </w:tcPr>
          <w:p w14:paraId="26DEB6AC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4912B209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6D44DD08" w14:textId="77777777" w:rsidR="00D92D6F" w:rsidRPr="00771B84" w:rsidRDefault="001C0467" w:rsidP="00273712">
            <w:pPr>
              <w:jc w:val="center"/>
              <w:rPr>
                <w:lang w:val="en-US"/>
              </w:rPr>
            </w:pPr>
            <w:bookmarkStart w:id="156" w:name="可再生能源能耗_电耗CO2排放平米"/>
            <w:r>
              <w:t>217</w:t>
            </w:r>
            <w:bookmarkEnd w:id="156"/>
          </w:p>
        </w:tc>
      </w:tr>
      <w:tr w:rsidR="00A4274E" w:rsidRPr="00771B84" w14:paraId="386B4539" w14:textId="77777777" w:rsidTr="00E95C54">
        <w:tc>
          <w:tcPr>
            <w:tcW w:w="5495" w:type="dxa"/>
            <w:gridSpan w:val="4"/>
            <w:shd w:val="clear" w:color="auto" w:fill="D0CECE"/>
            <w:vAlign w:val="center"/>
          </w:tcPr>
          <w:p w14:paraId="0DC16A0C" w14:textId="77777777" w:rsidR="00A4274E" w:rsidRPr="00547314" w:rsidRDefault="001C0467" w:rsidP="004A144C">
            <w:pPr>
              <w:jc w:val="center"/>
              <w:rPr>
                <w:lang w:val="en-US"/>
              </w:rPr>
            </w:pPr>
            <w:r w:rsidRPr="00177CFA"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417" w:type="dxa"/>
          </w:tcPr>
          <w:p w14:paraId="500DFCD0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bookmarkStart w:id="157" w:name="建筑总碳排放"/>
            <w:r>
              <w:t>28506</w:t>
            </w:r>
            <w:bookmarkEnd w:id="157"/>
          </w:p>
        </w:tc>
        <w:tc>
          <w:tcPr>
            <w:tcW w:w="2421" w:type="dxa"/>
          </w:tcPr>
          <w:p w14:paraId="43A8A914" w14:textId="77777777" w:rsidR="00A4274E" w:rsidRPr="00771B84" w:rsidRDefault="001C0467" w:rsidP="00F21AC0">
            <w:pPr>
              <w:jc w:val="center"/>
              <w:rPr>
                <w:lang w:val="en-US"/>
              </w:rPr>
            </w:pPr>
            <w:bookmarkStart w:id="158" w:name="建筑总碳排放平米"/>
            <w:r>
              <w:t>4500</w:t>
            </w:r>
            <w:bookmarkEnd w:id="158"/>
          </w:p>
        </w:tc>
      </w:tr>
    </w:tbl>
    <w:p w14:paraId="064B7733" w14:textId="77777777" w:rsidR="00CC2ABC" w:rsidRDefault="001C0467"/>
    <w:p w14:paraId="18288AB0" w14:textId="77777777" w:rsidR="00CC0FF8" w:rsidRDefault="00CC0FF8">
      <w:pPr>
        <w:widowControl w:val="0"/>
        <w:jc w:val="both"/>
      </w:pPr>
    </w:p>
    <w:p w14:paraId="665D4D63" w14:textId="77777777" w:rsidR="00CC0FF8" w:rsidRDefault="001C0467">
      <w:pPr>
        <w:pStyle w:val="2"/>
        <w:widowControl w:val="0"/>
      </w:pPr>
      <w:bookmarkStart w:id="159" w:name="_Toc92193073"/>
      <w:r>
        <w:t>全生命周期</w:t>
      </w:r>
      <w:bookmarkEnd w:id="159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7"/>
        <w:gridCol w:w="1556"/>
        <w:gridCol w:w="2972"/>
        <w:gridCol w:w="2547"/>
      </w:tblGrid>
      <w:tr w:rsidR="00CC0FF8" w14:paraId="4CBFE233" w14:textId="77777777">
        <w:tc>
          <w:tcPr>
            <w:tcW w:w="2247" w:type="dxa"/>
            <w:shd w:val="clear" w:color="auto" w:fill="E6E6E6"/>
            <w:vAlign w:val="center"/>
          </w:tcPr>
          <w:p w14:paraId="246ECBCC" w14:textId="77777777" w:rsidR="00CC0FF8" w:rsidRDefault="001C0467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98D1C1D" w14:textId="77777777" w:rsidR="00CC0FF8" w:rsidRDefault="001C0467">
            <w:pPr>
              <w:jc w:val="center"/>
            </w:pPr>
            <w:r>
              <w:t>碳排放量</w:t>
            </w:r>
            <w:r>
              <w:t>(t)</w:t>
            </w:r>
          </w:p>
        </w:tc>
        <w:tc>
          <w:tcPr>
            <w:tcW w:w="2971" w:type="dxa"/>
            <w:shd w:val="clear" w:color="auto" w:fill="E6E6E6"/>
            <w:vAlign w:val="center"/>
          </w:tcPr>
          <w:p w14:paraId="457C578E" w14:textId="77777777" w:rsidR="00CC0FF8" w:rsidRDefault="001C0467">
            <w:pPr>
              <w:jc w:val="center"/>
            </w:pPr>
            <w:r>
              <w:t>年单位面积碳排放量</w:t>
            </w:r>
            <w:r>
              <w:t>(kg/</w:t>
            </w:r>
            <w:r>
              <w:t>㎡</w:t>
            </w:r>
            <w:r>
              <w:t>.a)</w:t>
            </w:r>
          </w:p>
        </w:tc>
        <w:tc>
          <w:tcPr>
            <w:tcW w:w="2546" w:type="dxa"/>
            <w:shd w:val="clear" w:color="auto" w:fill="E6E6E6"/>
            <w:vAlign w:val="center"/>
          </w:tcPr>
          <w:p w14:paraId="4E37C651" w14:textId="77777777" w:rsidR="00CC0FF8" w:rsidRDefault="001C0467">
            <w:pPr>
              <w:jc w:val="center"/>
            </w:pPr>
            <w:r>
              <w:t>单位面积碳排放量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CC0FF8" w14:paraId="4FB11347" w14:textId="77777777">
        <w:tc>
          <w:tcPr>
            <w:tcW w:w="2247" w:type="dxa"/>
            <w:shd w:val="clear" w:color="auto" w:fill="E6E6E6"/>
            <w:vAlign w:val="center"/>
          </w:tcPr>
          <w:p w14:paraId="78559105" w14:textId="77777777" w:rsidR="00CC0FF8" w:rsidRDefault="001C0467">
            <w:r>
              <w:t>建筑材料生产和运输</w:t>
            </w:r>
          </w:p>
        </w:tc>
        <w:tc>
          <w:tcPr>
            <w:tcW w:w="1556" w:type="dxa"/>
            <w:vAlign w:val="center"/>
          </w:tcPr>
          <w:p w14:paraId="05A96C80" w14:textId="77777777" w:rsidR="00CC0FF8" w:rsidRDefault="001C0467">
            <w:r>
              <w:t>381</w:t>
            </w:r>
          </w:p>
        </w:tc>
        <w:tc>
          <w:tcPr>
            <w:tcW w:w="2971" w:type="dxa"/>
            <w:vAlign w:val="center"/>
          </w:tcPr>
          <w:p w14:paraId="4FB40B65" w14:textId="77777777" w:rsidR="00CC0FF8" w:rsidRDefault="001C0467">
            <w:r>
              <w:t>2</w:t>
            </w:r>
          </w:p>
        </w:tc>
        <w:tc>
          <w:tcPr>
            <w:tcW w:w="2546" w:type="dxa"/>
            <w:vAlign w:val="center"/>
          </w:tcPr>
          <w:p w14:paraId="4925F191" w14:textId="77777777" w:rsidR="00CC0FF8" w:rsidRDefault="001C0467">
            <w:r>
              <w:t>61</w:t>
            </w:r>
          </w:p>
        </w:tc>
      </w:tr>
      <w:tr w:rsidR="00CC0FF8" w14:paraId="48CD03BA" w14:textId="77777777">
        <w:tc>
          <w:tcPr>
            <w:tcW w:w="2247" w:type="dxa"/>
            <w:shd w:val="clear" w:color="auto" w:fill="E6E6E6"/>
            <w:vAlign w:val="center"/>
          </w:tcPr>
          <w:p w14:paraId="573D6F32" w14:textId="77777777" w:rsidR="00CC0FF8" w:rsidRDefault="001C0467">
            <w:r>
              <w:t>建筑建造和拆除</w:t>
            </w:r>
          </w:p>
        </w:tc>
        <w:tc>
          <w:tcPr>
            <w:tcW w:w="1556" w:type="dxa"/>
            <w:vAlign w:val="center"/>
          </w:tcPr>
          <w:p w14:paraId="6ADFBA49" w14:textId="77777777" w:rsidR="00CC0FF8" w:rsidRDefault="001C0467">
            <w:r>
              <w:t>--</w:t>
            </w:r>
          </w:p>
        </w:tc>
        <w:tc>
          <w:tcPr>
            <w:tcW w:w="2971" w:type="dxa"/>
            <w:vAlign w:val="center"/>
          </w:tcPr>
          <w:p w14:paraId="23FA7CA8" w14:textId="77777777" w:rsidR="00CC0FF8" w:rsidRDefault="001C0467">
            <w:r>
              <w:t>--</w:t>
            </w:r>
          </w:p>
        </w:tc>
        <w:tc>
          <w:tcPr>
            <w:tcW w:w="2546" w:type="dxa"/>
            <w:vAlign w:val="center"/>
          </w:tcPr>
          <w:p w14:paraId="5B8CEF81" w14:textId="77777777" w:rsidR="00CC0FF8" w:rsidRDefault="001C0467">
            <w:r>
              <w:t>--</w:t>
            </w:r>
          </w:p>
        </w:tc>
      </w:tr>
      <w:tr w:rsidR="00CC0FF8" w14:paraId="4F87C71E" w14:textId="77777777">
        <w:tc>
          <w:tcPr>
            <w:tcW w:w="2247" w:type="dxa"/>
            <w:shd w:val="clear" w:color="auto" w:fill="E6E6E6"/>
            <w:vAlign w:val="center"/>
          </w:tcPr>
          <w:p w14:paraId="7C14C491" w14:textId="77777777" w:rsidR="00CC0FF8" w:rsidRDefault="001C0467">
            <w:r>
              <w:t>建筑运行</w:t>
            </w:r>
          </w:p>
        </w:tc>
        <w:tc>
          <w:tcPr>
            <w:tcW w:w="1556" w:type="dxa"/>
            <w:vAlign w:val="center"/>
          </w:tcPr>
          <w:p w14:paraId="43C5F240" w14:textId="77777777" w:rsidR="00CC0FF8" w:rsidRDefault="001C0467">
            <w:r>
              <w:t>28506</w:t>
            </w:r>
          </w:p>
        </w:tc>
        <w:tc>
          <w:tcPr>
            <w:tcW w:w="2971" w:type="dxa"/>
            <w:vAlign w:val="center"/>
          </w:tcPr>
          <w:p w14:paraId="1BEB5998" w14:textId="77777777" w:rsidR="00CC0FF8" w:rsidRDefault="001C0467">
            <w:r>
              <w:t>90</w:t>
            </w:r>
          </w:p>
        </w:tc>
        <w:tc>
          <w:tcPr>
            <w:tcW w:w="2546" w:type="dxa"/>
            <w:vAlign w:val="center"/>
          </w:tcPr>
          <w:p w14:paraId="2ED8D59D" w14:textId="77777777" w:rsidR="00CC0FF8" w:rsidRDefault="001C0467">
            <w:r>
              <w:t>4500</w:t>
            </w:r>
          </w:p>
        </w:tc>
      </w:tr>
      <w:tr w:rsidR="00CC0FF8" w14:paraId="22A13CD5" w14:textId="77777777">
        <w:tc>
          <w:tcPr>
            <w:tcW w:w="2247" w:type="dxa"/>
            <w:shd w:val="clear" w:color="auto" w:fill="E6E6E6"/>
            <w:vAlign w:val="center"/>
          </w:tcPr>
          <w:p w14:paraId="26EEB6FF" w14:textId="77777777" w:rsidR="00CC0FF8" w:rsidRDefault="001C0467">
            <w:r>
              <w:t>碳汇</w:t>
            </w:r>
          </w:p>
        </w:tc>
        <w:tc>
          <w:tcPr>
            <w:tcW w:w="1556" w:type="dxa"/>
            <w:vAlign w:val="center"/>
          </w:tcPr>
          <w:p w14:paraId="2EEF1A19" w14:textId="77777777" w:rsidR="00CC0FF8" w:rsidRDefault="001C0467">
            <w:r>
              <w:t>-44</w:t>
            </w:r>
          </w:p>
        </w:tc>
        <w:tc>
          <w:tcPr>
            <w:tcW w:w="2971" w:type="dxa"/>
            <w:vAlign w:val="center"/>
          </w:tcPr>
          <w:p w14:paraId="25C8F32C" w14:textId="77777777" w:rsidR="00CC0FF8" w:rsidRDefault="001C0467">
            <w:r>
              <w:t>0</w:t>
            </w:r>
          </w:p>
        </w:tc>
        <w:tc>
          <w:tcPr>
            <w:tcW w:w="2546" w:type="dxa"/>
            <w:vAlign w:val="center"/>
          </w:tcPr>
          <w:p w14:paraId="29259A67" w14:textId="77777777" w:rsidR="00CC0FF8" w:rsidRDefault="001C0467">
            <w:r>
              <w:t>-7</w:t>
            </w:r>
          </w:p>
        </w:tc>
      </w:tr>
      <w:tr w:rsidR="00CC0FF8" w14:paraId="4D63C624" w14:textId="77777777">
        <w:tc>
          <w:tcPr>
            <w:tcW w:w="2247" w:type="dxa"/>
            <w:shd w:val="clear" w:color="auto" w:fill="E6E6E6"/>
            <w:vAlign w:val="center"/>
          </w:tcPr>
          <w:p w14:paraId="1EA781EF" w14:textId="77777777" w:rsidR="00CC0FF8" w:rsidRDefault="001C0467">
            <w:r>
              <w:t>合计</w:t>
            </w:r>
          </w:p>
        </w:tc>
        <w:tc>
          <w:tcPr>
            <w:tcW w:w="1556" w:type="dxa"/>
            <w:vAlign w:val="center"/>
          </w:tcPr>
          <w:p w14:paraId="1B307D67" w14:textId="77777777" w:rsidR="00CC0FF8" w:rsidRDefault="001C0467">
            <w:r>
              <w:t>28843</w:t>
            </w:r>
          </w:p>
        </w:tc>
        <w:tc>
          <w:tcPr>
            <w:tcW w:w="2971" w:type="dxa"/>
            <w:vAlign w:val="center"/>
          </w:tcPr>
          <w:p w14:paraId="2E478826" w14:textId="77777777" w:rsidR="00CC0FF8" w:rsidRDefault="001C0467">
            <w:r>
              <w:t>92</w:t>
            </w:r>
          </w:p>
        </w:tc>
        <w:tc>
          <w:tcPr>
            <w:tcW w:w="2546" w:type="dxa"/>
            <w:vAlign w:val="center"/>
          </w:tcPr>
          <w:p w14:paraId="093EE855" w14:textId="77777777" w:rsidR="00CC0FF8" w:rsidRDefault="001C0467">
            <w:r>
              <w:t>4554</w:t>
            </w:r>
          </w:p>
        </w:tc>
      </w:tr>
    </w:tbl>
    <w:p w14:paraId="07B534F0" w14:textId="77777777" w:rsidR="00CC0FF8" w:rsidRDefault="001C0467">
      <w:pPr>
        <w:widowControl w:val="0"/>
        <w:jc w:val="center"/>
      </w:pPr>
      <w:r>
        <w:rPr>
          <w:noProof/>
        </w:rPr>
        <w:drawing>
          <wp:inline distT="0" distB="0" distL="0" distR="0" wp14:anchorId="5FCAC471" wp14:editId="00DF1A31">
            <wp:extent cx="4991624" cy="4220018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9FC75F0" wp14:editId="35452B24">
            <wp:extent cx="4991624" cy="4220018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C9734" w14:textId="77777777" w:rsidR="00CC0FF8" w:rsidRDefault="00CC0FF8">
      <w:pPr>
        <w:jc w:val="both"/>
      </w:pPr>
    </w:p>
    <w:p w14:paraId="570192AF" w14:textId="77777777" w:rsidR="00CC0FF8" w:rsidRDefault="00CC0FF8">
      <w:pPr>
        <w:sectPr w:rsidR="00CC0FF8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726539E2" w14:textId="77777777" w:rsidR="00CC0FF8" w:rsidRDefault="001C0467">
      <w:pPr>
        <w:pStyle w:val="1"/>
        <w:jc w:val="both"/>
      </w:pPr>
      <w:bookmarkStart w:id="160" w:name="_Toc92193074"/>
      <w:r>
        <w:lastRenderedPageBreak/>
        <w:t>附录</w:t>
      </w:r>
      <w:bookmarkEnd w:id="160"/>
    </w:p>
    <w:p w14:paraId="306A8C0A" w14:textId="77777777" w:rsidR="00CC0FF8" w:rsidRDefault="001C0467">
      <w:pPr>
        <w:pStyle w:val="2"/>
      </w:pPr>
      <w:bookmarkStart w:id="161" w:name="_Toc92193075"/>
      <w:r>
        <w:t>工作日</w:t>
      </w:r>
      <w:r>
        <w:t>/</w:t>
      </w:r>
      <w:r>
        <w:t>节假日人员逐时在室率</w:t>
      </w:r>
      <w:r>
        <w:t>(%)</w:t>
      </w:r>
      <w:bookmarkEnd w:id="161"/>
    </w:p>
    <w:p w14:paraId="028B15B5" w14:textId="77777777" w:rsidR="00CC0FF8" w:rsidRDefault="00CC0FF8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750F1B0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CC6B7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437C3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020FF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2C695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D17E4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E63D9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D4B10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97383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54B9C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67BD5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D6A4E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8192B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E5DA3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F1F74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843B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3ADD6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4BD60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5F048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3D0F5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82C08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216DF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8462A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C8F31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23689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70469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C0FF8" w14:paraId="3CDC095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B6D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4D8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6F6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A4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76A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540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B63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006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072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ECB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F82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E70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82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BBA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D2F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03D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BB6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1AA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A0B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FE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24C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875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543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CCC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A48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C50F4FE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EB1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5F1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185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049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DA6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D7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ACA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92F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7AE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DF7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5D8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C01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125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613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F52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394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3DA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CF8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B61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B67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E81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886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C84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A10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D48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8D385B8" w14:textId="77777777" w:rsidR="00CC0FF8" w:rsidRDefault="00CC0FF8">
      <w:pPr>
        <w:jc w:val="both"/>
      </w:pPr>
    </w:p>
    <w:p w14:paraId="45BDCEB1" w14:textId="77777777" w:rsidR="00CC0FF8" w:rsidRDefault="001C0467">
      <w:r>
        <w:t>注：上行：工作日；下行：节假日</w:t>
      </w:r>
    </w:p>
    <w:p w14:paraId="1DAF36E4" w14:textId="77777777" w:rsidR="00CC0FF8" w:rsidRDefault="001C0467">
      <w:pPr>
        <w:pStyle w:val="2"/>
      </w:pPr>
      <w:bookmarkStart w:id="162" w:name="_Toc92193076"/>
      <w:r>
        <w:t>工作日</w:t>
      </w:r>
      <w:r>
        <w:t>/</w:t>
      </w:r>
      <w:r>
        <w:t>节假日照明开关时间表</w:t>
      </w:r>
      <w:r>
        <w:t>(%)</w:t>
      </w:r>
      <w:bookmarkEnd w:id="162"/>
    </w:p>
    <w:p w14:paraId="65D99374" w14:textId="77777777" w:rsidR="00CC0FF8" w:rsidRDefault="00CC0FF8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7E19952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FAC60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8C8C5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F067C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CA216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70134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A17B9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0F2B0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F3210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4625A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1FBFB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0B1BA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30FB2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211D4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6D198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78A5E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8298A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279F9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22BBB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888DC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B523B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28752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2255A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3D636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1C326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C753A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C0FF8" w14:paraId="69D5B32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9C3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5B2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9BC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C1C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622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60B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CC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42A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447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080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F85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0ED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949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451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595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595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265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9E6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EED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94C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AA7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AF2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860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857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18E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744234D1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D45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A6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3E0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F74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0D8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F81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39B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F35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DE6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C5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335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220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EC3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B28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F09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39C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95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07C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045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22C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E31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FAA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472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05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B15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AF135D4" w14:textId="77777777" w:rsidR="00CC0FF8" w:rsidRDefault="00CC0FF8"/>
    <w:p w14:paraId="02AAE242" w14:textId="77777777" w:rsidR="00CC0FF8" w:rsidRDefault="001C0467">
      <w:r>
        <w:t>注：上行：工作日；下行：节假日</w:t>
      </w:r>
    </w:p>
    <w:p w14:paraId="70B6A217" w14:textId="77777777" w:rsidR="00CC0FF8" w:rsidRDefault="001C0467">
      <w:pPr>
        <w:pStyle w:val="2"/>
      </w:pPr>
      <w:bookmarkStart w:id="163" w:name="_Toc92193077"/>
      <w:r>
        <w:t>工作日</w:t>
      </w:r>
      <w:r>
        <w:t>/</w:t>
      </w:r>
      <w:r>
        <w:t>节假日设备逐时使用率</w:t>
      </w:r>
      <w:r>
        <w:t>(%)</w:t>
      </w:r>
      <w:bookmarkEnd w:id="163"/>
    </w:p>
    <w:p w14:paraId="29753B54" w14:textId="77777777" w:rsidR="00CC0FF8" w:rsidRDefault="00CC0FF8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38ABB22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71D05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53919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05603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4807D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61033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C44B0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7F891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BBE64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7E8D0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F5585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4A61F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9DE7B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CF82B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D59C0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CF058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137E7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E8133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37143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0EF14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4AD0F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3E5E1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AD004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EFC4A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5760D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2A870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C0FF8" w14:paraId="2D08853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EBE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F42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6F7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8A5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CCE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79B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B1E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DDB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732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652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7BD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B0A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11A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F29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45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A33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965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9E5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1AF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827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E7A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B1C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59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C21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EA9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2296070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158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A1C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ED5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F63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DDD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977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38F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722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B15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28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002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36E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FCE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302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685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9F1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E18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77F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37F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D48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F1C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EB5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E54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280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B6C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8658898" w14:textId="77777777" w:rsidR="00CC0FF8" w:rsidRDefault="00CC0FF8"/>
    <w:p w14:paraId="7A361C3C" w14:textId="77777777" w:rsidR="00CC0FF8" w:rsidRDefault="001C0467">
      <w:r>
        <w:t>注：上行：工作日；下行：节假日</w:t>
      </w:r>
    </w:p>
    <w:p w14:paraId="08E63504" w14:textId="77777777" w:rsidR="00CC0FF8" w:rsidRDefault="001C0467">
      <w:pPr>
        <w:pStyle w:val="2"/>
      </w:pPr>
      <w:bookmarkStart w:id="164" w:name="_Toc92193078"/>
      <w:r>
        <w:t>工作日</w:t>
      </w:r>
      <w:r>
        <w:t>/</w:t>
      </w:r>
      <w:r>
        <w:t>节假日空调系统运行时间表</w:t>
      </w:r>
      <w:r>
        <w:t>(1:</w:t>
      </w:r>
      <w:r>
        <w:t>开</w:t>
      </w:r>
      <w:r>
        <w:t>,0:</w:t>
      </w:r>
      <w:r>
        <w:t>关</w:t>
      </w:r>
      <w:r>
        <w:t>)</w:t>
      </w:r>
      <w:bookmarkEnd w:id="164"/>
    </w:p>
    <w:p w14:paraId="028CA0D1" w14:textId="77777777" w:rsidR="00CC0FF8" w:rsidRDefault="001C0467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4D7E3F6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02148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DAEF3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16FB5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B5694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94FB3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7599A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94C2D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03487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FEA91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AA686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73C0A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B1EDC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FCC15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9207C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419A7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D0798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D36B9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D34C2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1C8AB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03856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22576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7EE13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9368B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258EA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DF33E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C0FF8" w14:paraId="24C1A0D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3E8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1CB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21A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D6D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C16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A1A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3D1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93F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3BA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7C4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38C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491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E70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70F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1AC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57E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327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7D8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DD5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340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4D0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7FC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A94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7E5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65C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011AC65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3E1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B3B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D49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8B0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7FE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C47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EE1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AE5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323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B78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95C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927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A84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D62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7E7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D28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AA1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D3E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308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319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59A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2A4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876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E2B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5D9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B37CDB2" w14:textId="77777777" w:rsidR="00CC0FF8" w:rsidRDefault="001C0467">
      <w:r>
        <w:t>供冷期：</w:t>
      </w:r>
    </w:p>
    <w:p w14:paraId="26DB1A8E" w14:textId="77777777" w:rsidR="00CC0FF8" w:rsidRDefault="00CC0FF8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0B60C50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96866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AE64C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5CCD7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43C17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61237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9B033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D6630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A15FB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E2434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3CCDE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B48E4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C2446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C6253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8F737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4E9CE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E6855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9532C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C967D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A1666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E1E88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A1CFD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B04F2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D9DE18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29FE6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11C4C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CC0FF8" w14:paraId="1980D79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17A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48A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8A8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748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DD3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85F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300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C00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C8F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39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834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12F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F94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DC1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C974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26F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3BB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58F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C21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B555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7AE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02C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8CD3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5B6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ABA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5163D13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8E9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B1B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986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F9B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C2B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E3E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17F0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2CE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58AB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4036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11E9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149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171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B207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A1FE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52E2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782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3D2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506C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02B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261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0061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348D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B83F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3D7A" w14:textId="77777777" w:rsidR="001211D7" w:rsidRDefault="001C0467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131CDE2" w14:textId="77777777" w:rsidR="00CC0FF8" w:rsidRDefault="00CC0FF8"/>
    <w:p w14:paraId="6EB4119E" w14:textId="77777777" w:rsidR="00CC0FF8" w:rsidRDefault="001C0467">
      <w:r>
        <w:t>注：上行：工作日；下行：节假日</w:t>
      </w:r>
    </w:p>
    <w:p w14:paraId="0D14D549" w14:textId="77777777" w:rsidR="00CC0FF8" w:rsidRDefault="00CC0FF8"/>
    <w:sectPr w:rsidR="00CC0FF8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214E" w14:textId="77777777" w:rsidR="001C0467" w:rsidRDefault="001C0467" w:rsidP="00203A7D">
      <w:r>
        <w:separator/>
      </w:r>
    </w:p>
  </w:endnote>
  <w:endnote w:type="continuationSeparator" w:id="0">
    <w:p w14:paraId="7D3963F5" w14:textId="77777777" w:rsidR="001C0467" w:rsidRDefault="001C046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DAA40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9B914E5" w14:textId="77777777"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5F2FF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7DF0">
      <w:rPr>
        <w:rStyle w:val="a9"/>
        <w:noProof/>
      </w:rPr>
      <w:t>4</w:t>
    </w:r>
    <w:r>
      <w:rPr>
        <w:rStyle w:val="a9"/>
      </w:rPr>
      <w:fldChar w:fldCharType="end"/>
    </w:r>
  </w:p>
  <w:p w14:paraId="5587F155" w14:textId="77777777"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4E469" w14:textId="77777777" w:rsidR="001C0467" w:rsidRDefault="001C0467" w:rsidP="00203A7D">
      <w:r>
        <w:separator/>
      </w:r>
    </w:p>
  </w:footnote>
  <w:footnote w:type="continuationSeparator" w:id="0">
    <w:p w14:paraId="316800A1" w14:textId="77777777" w:rsidR="001C0467" w:rsidRDefault="001C046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6693F" w14:textId="77777777" w:rsidR="00DB1679" w:rsidRDefault="00DB1679" w:rsidP="00DB1679">
    <w:pPr>
      <w:pStyle w:val="a4"/>
      <w:jc w:val="left"/>
    </w:pPr>
    <w:r w:rsidRPr="00DB1679">
      <w:rPr>
        <w:noProof/>
        <w:lang w:val="en-US"/>
      </w:rPr>
      <w:drawing>
        <wp:inline distT="0" distB="0" distL="0" distR="0" wp14:anchorId="2719ADD7" wp14:editId="1F2EE361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4F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C0467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A3D4F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C37EE3"/>
    <w:rsid w:val="00C63237"/>
    <w:rsid w:val="00C67778"/>
    <w:rsid w:val="00C82E0F"/>
    <w:rsid w:val="00C97E25"/>
    <w:rsid w:val="00CB5E85"/>
    <w:rsid w:val="00CC0FF8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4D5C4A5"/>
  <w15:chartTrackingRefBased/>
  <w15:docId w15:val="{77129E1A-5158-42EE-9E44-93951CA9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List Paragraph"/>
    <w:basedOn w:val="a"/>
    <w:uiPriority w:val="34"/>
    <w:qFormat/>
    <w:rsid w:val="009B7E26"/>
    <w:pPr>
      <w:ind w:firstLineChars="200" w:firstLine="420"/>
    </w:pPr>
  </w:style>
  <w:style w:type="character" w:customStyle="1" w:styleId="10">
    <w:name w:val="标题 1 字符"/>
    <w:basedOn w:val="a1"/>
    <w:link w:val="1"/>
    <w:rsid w:val="005F23B3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9638\AppData\Local\Temp\tmp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</Template>
  <TotalTime>1</TotalTime>
  <Pages>1</Pages>
  <Words>1421</Words>
  <Characters>8106</Characters>
  <Application>Microsoft Office Word</Application>
  <DocSecurity>0</DocSecurity>
  <Lines>67</Lines>
  <Paragraphs>19</Paragraphs>
  <ScaleCrop>false</ScaleCrop>
  <Company>ths</Company>
  <LinksUpToDate>false</LinksUpToDate>
  <CharactersWithSpaces>9508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建筑碳排放报告书</dc:title>
  <dc:subject/>
  <dc:creator>29638</dc:creator>
  <cp:keywords/>
  <cp:lastModifiedBy> </cp:lastModifiedBy>
  <cp:revision>2</cp:revision>
  <cp:lastPrinted>1899-12-31T16:00:00Z</cp:lastPrinted>
  <dcterms:created xsi:type="dcterms:W3CDTF">2022-01-04T04:50:00Z</dcterms:created>
  <dcterms:modified xsi:type="dcterms:W3CDTF">2022-01-04T04:51:00Z</dcterms:modified>
</cp:coreProperties>
</file>