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7C13" w:rsidRDefault="00000000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CD7C13" w:rsidRDefault="00000000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CD7C13" w:rsidRDefault="00000000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>
        <w:rPr>
          <w:rFonts w:ascii="宋体" w:hAnsi="宋体" w:hint="eastAsia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CD7C13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CD7C13" w:rsidRDefault="00000000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  <w:lang w:val="en-US"/>
              </w:rPr>
            </w:pPr>
            <w:r>
              <w:rPr>
                <w:rFonts w:ascii="宋体" w:hAnsi="宋体" w:hint="eastAsia"/>
                <w:szCs w:val="21"/>
                <w:lang w:val="en-US"/>
              </w:rPr>
              <w:t>天津某商务楼</w:t>
            </w:r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天津</w:t>
            </w:r>
            <w:r>
              <w:t>-</w:t>
            </w:r>
            <w:r>
              <w:t>天津</w:t>
            </w:r>
            <w:bookmarkEnd w:id="3"/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CD7C13" w:rsidRDefault="00CD7C13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CD7C13" w:rsidRDefault="00CD7C13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CD7C13" w:rsidRDefault="00CD7C13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CD7C13" w:rsidRDefault="00CD7C13">
            <w:pPr>
              <w:rPr>
                <w:rFonts w:ascii="宋体" w:hAnsi="宋体"/>
                <w:szCs w:val="21"/>
              </w:rPr>
            </w:pPr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:rsidR="00CD7C13" w:rsidRDefault="00CD7C13">
            <w:pPr>
              <w:rPr>
                <w:rFonts w:ascii="宋体" w:hAnsi="宋体"/>
                <w:szCs w:val="21"/>
              </w:rPr>
            </w:pPr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:rsidR="00CD7C13" w:rsidRDefault="00CD7C13">
            <w:pPr>
              <w:rPr>
                <w:rFonts w:ascii="宋体" w:hAnsi="宋体"/>
                <w:szCs w:val="21"/>
              </w:rPr>
            </w:pPr>
          </w:p>
        </w:tc>
      </w:tr>
      <w:tr w:rsidR="00CD7C1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CD7C13" w:rsidRDefault="0000000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CD7C13" w:rsidRDefault="00000000">
            <w:pPr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ascii="宋体" w:hAnsi="宋体" w:hint="eastAsia"/>
                <w:szCs w:val="21"/>
              </w:rPr>
              <w:t>2022年11月8日</w:t>
            </w:r>
            <w:bookmarkEnd w:id="7"/>
          </w:p>
        </w:tc>
      </w:tr>
    </w:tbl>
    <w:p w:rsidR="00CD7C13" w:rsidRDefault="00CD7C13">
      <w:pPr>
        <w:jc w:val="center"/>
        <w:rPr>
          <w:rFonts w:ascii="宋体" w:hAnsi="宋体"/>
          <w:lang w:val="en-US"/>
        </w:rPr>
      </w:pPr>
    </w:p>
    <w:p w:rsidR="00CD7C13" w:rsidRDefault="00000000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>
            <wp:extent cx="1514475" cy="15144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CD7C13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3780"/>
      </w:tblGrid>
      <w:tr w:rsidR="00CD7C13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CD7C13" w:rsidRDefault="00000000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D7C13" w:rsidRDefault="00000000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BECS2020</w:t>
            </w:r>
            <w:bookmarkEnd w:id="9"/>
          </w:p>
        </w:tc>
      </w:tr>
      <w:tr w:rsidR="00CD7C13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D7C13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CD7C13" w:rsidRDefault="00000000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ascii="宋体" w:hAnsi="宋体" w:hint="eastAsia"/>
                <w:szCs w:val="18"/>
              </w:rPr>
              <w:t>20210101</w:t>
            </w:r>
            <w:bookmarkEnd w:id="10"/>
          </w:p>
        </w:tc>
      </w:tr>
      <w:tr w:rsidR="00CD7C13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D7C13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7C13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:rsidR="00CD7C13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D7C13" w:rsidRDefault="0000000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CD7C13" w:rsidRDefault="00000000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ascii="宋体" w:hAnsi="宋体" w:hint="eastAsia"/>
                <w:szCs w:val="18"/>
              </w:rPr>
              <w:t>T17600799261</w:t>
            </w:r>
            <w:bookmarkEnd w:id="11"/>
          </w:p>
        </w:tc>
      </w:tr>
    </w:tbl>
    <w:p w:rsidR="00CD7C13" w:rsidRDefault="00000000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t>目  录</w:t>
      </w:r>
    </w:p>
    <w:p w:rsidR="00CD7C13" w:rsidRDefault="00CD7C13">
      <w:pPr>
        <w:pStyle w:val="a7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CD7C13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18830658" w:history="1">
        <w:r>
          <w:rPr>
            <w:rStyle w:val="a9"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建筑概况</w:t>
        </w:r>
        <w:r>
          <w:tab/>
        </w:r>
        <w:r>
          <w:fldChar w:fldCharType="begin"/>
        </w:r>
        <w:r>
          <w:instrText xml:space="preserve"> PAGEREF _Toc118830658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CD7C13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18830659" w:history="1">
        <w:r>
          <w:rPr>
            <w:rStyle w:val="a9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设计依据</w:t>
        </w:r>
        <w:r>
          <w:tab/>
        </w:r>
        <w:r>
          <w:fldChar w:fldCharType="begin"/>
        </w:r>
        <w:r>
          <w:instrText xml:space="preserve"> PAGEREF _Toc118830659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CD7C13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18830660" w:history="1">
        <w:r>
          <w:rPr>
            <w:rStyle w:val="a9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建筑大样</w:t>
        </w:r>
        <w:r>
          <w:tab/>
        </w:r>
        <w:r>
          <w:fldChar w:fldCharType="begin"/>
        </w:r>
        <w:r>
          <w:instrText xml:space="preserve"> PAGEREF _Toc118830660 \h </w:instrText>
        </w:r>
        <w:r>
          <w:fldChar w:fldCharType="separate"/>
        </w:r>
        <w:r>
          <w:t>5</w:t>
        </w:r>
        <w:r>
          <w:fldChar w:fldCharType="end"/>
        </w:r>
      </w:hyperlink>
    </w:p>
    <w:p w:rsidR="00CD7C13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118830661" w:history="1">
        <w:r>
          <w:rPr>
            <w:rStyle w:val="a9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>
          <w:rPr>
            <w:rStyle w:val="a9"/>
          </w:rPr>
          <w:t>规定性指标检查</w:t>
        </w:r>
        <w:r>
          <w:tab/>
        </w:r>
        <w:r>
          <w:fldChar w:fldCharType="begin"/>
        </w:r>
        <w:r>
          <w:instrText xml:space="preserve"> PAGEREF _Toc118830661 \h </w:instrText>
        </w:r>
        <w:r>
          <w:fldChar w:fldCharType="separate"/>
        </w:r>
        <w:r>
          <w:t>16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62" w:history="1">
        <w:r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工程材料</w:t>
        </w:r>
        <w:r>
          <w:tab/>
        </w:r>
        <w:r>
          <w:fldChar w:fldCharType="begin"/>
        </w:r>
        <w:r>
          <w:instrText xml:space="preserve"> PAGEREF _Toc118830662 \h </w:instrText>
        </w:r>
        <w:r>
          <w:fldChar w:fldCharType="separate"/>
        </w:r>
        <w:r>
          <w:t>16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63" w:history="1">
        <w:r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围护结构作法简要说明</w:t>
        </w:r>
        <w:r>
          <w:tab/>
        </w:r>
        <w:r>
          <w:fldChar w:fldCharType="begin"/>
        </w:r>
        <w:r>
          <w:instrText xml:space="preserve"> PAGEREF _Toc118830663 \h </w:instrText>
        </w:r>
        <w:r>
          <w:fldChar w:fldCharType="separate"/>
        </w:r>
        <w:r>
          <w:t>18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64" w:history="1">
        <w:r>
          <w:rPr>
            <w:rStyle w:val="a9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体形系数</w:t>
        </w:r>
        <w:r>
          <w:tab/>
        </w:r>
        <w:r>
          <w:fldChar w:fldCharType="begin"/>
        </w:r>
        <w:r>
          <w:instrText xml:space="preserve"> PAGEREF _Toc118830664 \h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65" w:history="1">
        <w:r>
          <w:rPr>
            <w:rStyle w:val="a9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窗墙比</w:t>
        </w:r>
        <w:r>
          <w:tab/>
        </w:r>
        <w:r>
          <w:fldChar w:fldCharType="begin"/>
        </w:r>
        <w:r>
          <w:instrText xml:space="preserve"> PAGEREF _Toc118830665 \h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66" w:history="1">
        <w:r>
          <w:rPr>
            <w:rStyle w:val="a9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窗墙比</w:t>
        </w:r>
        <w:r>
          <w:tab/>
        </w:r>
        <w:r>
          <w:fldChar w:fldCharType="begin"/>
        </w:r>
        <w:r>
          <w:instrText xml:space="preserve"> PAGEREF _Toc118830666 \h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67" w:history="1">
        <w:r>
          <w:rPr>
            <w:rStyle w:val="a9"/>
            <w:lang w:val="en-GB"/>
          </w:rPr>
          <w:t>4.4.2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外窗表</w:t>
        </w:r>
        <w:r>
          <w:tab/>
        </w:r>
        <w:r>
          <w:fldChar w:fldCharType="begin"/>
        </w:r>
        <w:r>
          <w:instrText xml:space="preserve"> PAGEREF _Toc118830667 \h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68" w:history="1">
        <w:r>
          <w:rPr>
            <w:rStyle w:val="a9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可见光透射比</w:t>
        </w:r>
        <w:r>
          <w:tab/>
        </w:r>
        <w:r>
          <w:fldChar w:fldCharType="begin"/>
        </w:r>
        <w:r>
          <w:instrText xml:space="preserve"> PAGEREF _Toc118830668 \h </w:instrText>
        </w:r>
        <w:r>
          <w:fldChar w:fldCharType="separate"/>
        </w:r>
        <w:r>
          <w:t>31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69" w:history="1">
        <w:r>
          <w:rPr>
            <w:rStyle w:val="a9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天窗</w:t>
        </w:r>
        <w:r>
          <w:tab/>
        </w:r>
        <w:r>
          <w:fldChar w:fldCharType="begin"/>
        </w:r>
        <w:r>
          <w:instrText xml:space="preserve"> PAGEREF _Toc118830669 \h </w:instrText>
        </w:r>
        <w:r>
          <w:fldChar w:fldCharType="separate"/>
        </w:r>
        <w:r>
          <w:t>31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70" w:history="1">
        <w:r>
          <w:rPr>
            <w:rStyle w:val="a9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天窗屋顶比</w:t>
        </w:r>
        <w:r>
          <w:tab/>
        </w:r>
        <w:r>
          <w:fldChar w:fldCharType="begin"/>
        </w:r>
        <w:r>
          <w:instrText xml:space="preserve"> PAGEREF _Toc118830670 \h </w:instrText>
        </w:r>
        <w:r>
          <w:fldChar w:fldCharType="separate"/>
        </w:r>
        <w:r>
          <w:t>31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71" w:history="1">
        <w:r>
          <w:rPr>
            <w:rStyle w:val="a9"/>
            <w:lang w:val="en-GB"/>
          </w:rPr>
          <w:t>4.6.2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天窗类型</w:t>
        </w:r>
        <w:r>
          <w:tab/>
        </w:r>
        <w:r>
          <w:fldChar w:fldCharType="begin"/>
        </w:r>
        <w:r>
          <w:instrText xml:space="preserve"> PAGEREF _Toc118830671 \h </w:instrText>
        </w:r>
        <w:r>
          <w:fldChar w:fldCharType="separate"/>
        </w:r>
        <w:r>
          <w:t>32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72" w:history="1">
        <w:r>
          <w:rPr>
            <w:rStyle w:val="a9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屋顶构造</w:t>
        </w:r>
        <w:r>
          <w:tab/>
        </w:r>
        <w:r>
          <w:fldChar w:fldCharType="begin"/>
        </w:r>
        <w:r>
          <w:instrText xml:space="preserve"> PAGEREF _Toc118830672 \h </w:instrText>
        </w:r>
        <w:r>
          <w:fldChar w:fldCharType="separate"/>
        </w:r>
        <w:r>
          <w:t>32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73" w:history="1">
        <w:r>
          <w:rPr>
            <w:rStyle w:val="a9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屋顶相关构造</w:t>
        </w:r>
        <w:r>
          <w:tab/>
        </w:r>
        <w:r>
          <w:fldChar w:fldCharType="begin"/>
        </w:r>
        <w:r>
          <w:instrText xml:space="preserve"> PAGEREF _Toc118830673 \h </w:instrText>
        </w:r>
        <w:r>
          <w:fldChar w:fldCharType="separate"/>
        </w:r>
        <w:r>
          <w:t>32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74" w:history="1">
        <w:r>
          <w:rPr>
            <w:rStyle w:val="a9"/>
            <w:lang w:val="en-GB"/>
          </w:rPr>
          <w:t>4.7.2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屋顶平均热工特性</w:t>
        </w:r>
        <w:r>
          <w:tab/>
        </w:r>
        <w:r>
          <w:fldChar w:fldCharType="begin"/>
        </w:r>
        <w:r>
          <w:instrText xml:space="preserve"> PAGEREF _Toc118830674 \h </w:instrText>
        </w:r>
        <w:r>
          <w:fldChar w:fldCharType="separate"/>
        </w:r>
        <w:r>
          <w:t>32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75" w:history="1">
        <w:r>
          <w:rPr>
            <w:rStyle w:val="a9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外墙构造</w:t>
        </w:r>
        <w:r>
          <w:tab/>
        </w:r>
        <w:r>
          <w:fldChar w:fldCharType="begin"/>
        </w:r>
        <w:r>
          <w:instrText xml:space="preserve"> PAGEREF _Toc118830675 \h </w:instrText>
        </w:r>
        <w:r>
          <w:fldChar w:fldCharType="separate"/>
        </w:r>
        <w:r>
          <w:t>33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76" w:history="1">
        <w:r>
          <w:rPr>
            <w:rStyle w:val="a9"/>
            <w:lang w:val="en-GB"/>
          </w:rPr>
          <w:t>4.8.1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外墙相关构造</w:t>
        </w:r>
        <w:r>
          <w:tab/>
        </w:r>
        <w:r>
          <w:fldChar w:fldCharType="begin"/>
        </w:r>
        <w:r>
          <w:instrText xml:space="preserve"> PAGEREF _Toc118830676 \h </w:instrText>
        </w:r>
        <w:r>
          <w:fldChar w:fldCharType="separate"/>
        </w:r>
        <w:r>
          <w:t>33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77" w:history="1">
        <w:r>
          <w:rPr>
            <w:rStyle w:val="a9"/>
            <w:lang w:val="en-GB"/>
          </w:rPr>
          <w:t>4.8.2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外墙主断面传热系数的修正系数</w:t>
        </w:r>
        <w:r>
          <w:rPr>
            <w:rStyle w:val="a9"/>
          </w:rPr>
          <w:t>ψ</w:t>
        </w:r>
        <w:r>
          <w:tab/>
        </w:r>
        <w:r>
          <w:fldChar w:fldCharType="begin"/>
        </w:r>
        <w:r>
          <w:instrText xml:space="preserve"> PAGEREF _Toc118830677 \h </w:instrText>
        </w:r>
        <w:r>
          <w:fldChar w:fldCharType="separate"/>
        </w:r>
        <w:r>
          <w:t>34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78" w:history="1">
        <w:r>
          <w:rPr>
            <w:rStyle w:val="a9"/>
            <w:lang w:val="en-GB"/>
          </w:rPr>
          <w:t>4.8.3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外墙平均热工特性</w:t>
        </w:r>
        <w:r>
          <w:tab/>
        </w:r>
        <w:r>
          <w:fldChar w:fldCharType="begin"/>
        </w:r>
        <w:r>
          <w:instrText xml:space="preserve"> PAGEREF _Toc118830678 \h </w:instrText>
        </w:r>
        <w:r>
          <w:fldChar w:fldCharType="separate"/>
        </w:r>
        <w:r>
          <w:t>34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79" w:history="1">
        <w:r>
          <w:rPr>
            <w:rStyle w:val="a9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挑空楼板构造</w:t>
        </w:r>
        <w:r>
          <w:tab/>
        </w:r>
        <w:r>
          <w:fldChar w:fldCharType="begin"/>
        </w:r>
        <w:r>
          <w:instrText xml:space="preserve"> PAGEREF _Toc118830679 \h </w:instrText>
        </w:r>
        <w:r>
          <w:fldChar w:fldCharType="separate"/>
        </w:r>
        <w:r>
          <w:t>36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80" w:history="1">
        <w:r>
          <w:rPr>
            <w:rStyle w:val="a9"/>
            <w:lang w:val="en-GB"/>
          </w:rPr>
          <w:t>4.9.1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挑空楼板构造一</w:t>
        </w:r>
        <w:r>
          <w:tab/>
        </w:r>
        <w:r>
          <w:fldChar w:fldCharType="begin"/>
        </w:r>
        <w:r>
          <w:instrText xml:space="preserve"> PAGEREF _Toc118830680 \h </w:instrText>
        </w:r>
        <w:r>
          <w:fldChar w:fldCharType="separate"/>
        </w:r>
        <w:r>
          <w:t>36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81" w:history="1">
        <w:r>
          <w:rPr>
            <w:rStyle w:val="a9"/>
            <w:lang w:val="en-GB"/>
          </w:rPr>
          <w:t>4.10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采暖与非采暖隔墙</w:t>
        </w:r>
        <w:r>
          <w:tab/>
        </w:r>
        <w:r>
          <w:fldChar w:fldCharType="begin"/>
        </w:r>
        <w:r>
          <w:instrText xml:space="preserve"> PAGEREF _Toc118830681 \h </w:instrText>
        </w:r>
        <w:r>
          <w:fldChar w:fldCharType="separate"/>
        </w:r>
        <w:r>
          <w:t>36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82" w:history="1">
        <w:r>
          <w:rPr>
            <w:rStyle w:val="a9"/>
            <w:lang w:val="en-GB"/>
          </w:rPr>
          <w:t>4.11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地下车库与供暖房间之间的楼板</w:t>
        </w:r>
        <w:r>
          <w:tab/>
        </w:r>
        <w:r>
          <w:fldChar w:fldCharType="begin"/>
        </w:r>
        <w:r>
          <w:instrText xml:space="preserve"> PAGEREF _Toc118830682 \h </w:instrText>
        </w:r>
        <w:r>
          <w:fldChar w:fldCharType="separate"/>
        </w:r>
        <w:r>
          <w:t>36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83" w:history="1">
        <w:r>
          <w:rPr>
            <w:rStyle w:val="a9"/>
            <w:lang w:val="en-GB"/>
          </w:rPr>
          <w:t>4.12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外窗热工</w:t>
        </w:r>
        <w:r>
          <w:tab/>
        </w:r>
        <w:r>
          <w:fldChar w:fldCharType="begin"/>
        </w:r>
        <w:r>
          <w:instrText xml:space="preserve"> PAGEREF _Toc118830683 \h </w:instrText>
        </w:r>
        <w:r>
          <w:fldChar w:fldCharType="separate"/>
        </w:r>
        <w:r>
          <w:t>36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84" w:history="1">
        <w:r>
          <w:rPr>
            <w:rStyle w:val="a9"/>
            <w:lang w:val="en-GB"/>
          </w:rPr>
          <w:t>4.12.1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外窗构造</w:t>
        </w:r>
        <w:r>
          <w:tab/>
        </w:r>
        <w:r>
          <w:fldChar w:fldCharType="begin"/>
        </w:r>
        <w:r>
          <w:instrText xml:space="preserve"> PAGEREF _Toc118830684 \h </w:instrText>
        </w:r>
        <w:r>
          <w:fldChar w:fldCharType="separate"/>
        </w:r>
        <w:r>
          <w:t>36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85" w:history="1">
        <w:r>
          <w:rPr>
            <w:rStyle w:val="a9"/>
            <w:lang w:val="en-GB"/>
          </w:rPr>
          <w:t>4.12.2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外遮阳类型</w:t>
        </w:r>
        <w:r>
          <w:tab/>
        </w:r>
        <w:r>
          <w:fldChar w:fldCharType="begin"/>
        </w:r>
        <w:r>
          <w:instrText xml:space="preserve"> PAGEREF _Toc118830685 \h </w:instrText>
        </w:r>
        <w:r>
          <w:fldChar w:fldCharType="separate"/>
        </w:r>
        <w:r>
          <w:t>36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86" w:history="1">
        <w:r>
          <w:rPr>
            <w:rStyle w:val="a9"/>
            <w:lang w:val="en-GB"/>
          </w:rPr>
          <w:t>4.12.3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平均传热系数</w:t>
        </w:r>
        <w:r>
          <w:tab/>
        </w:r>
        <w:r>
          <w:fldChar w:fldCharType="begin"/>
        </w:r>
        <w:r>
          <w:instrText xml:space="preserve"> PAGEREF _Toc118830686 \h </w:instrText>
        </w:r>
        <w:r>
          <w:fldChar w:fldCharType="separate"/>
        </w:r>
        <w:r>
          <w:t>37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87" w:history="1">
        <w:r>
          <w:rPr>
            <w:rStyle w:val="a9"/>
            <w:lang w:val="en-GB"/>
          </w:rPr>
          <w:t>4.12.4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综合太阳得热系数</w:t>
        </w:r>
        <w:r>
          <w:tab/>
        </w:r>
        <w:r>
          <w:fldChar w:fldCharType="begin"/>
        </w:r>
        <w:r>
          <w:instrText xml:space="preserve"> PAGEREF _Toc118830687 \h </w:instrText>
        </w:r>
        <w:r>
          <w:fldChar w:fldCharType="separate"/>
        </w:r>
        <w:r>
          <w:t>49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88" w:history="1">
        <w:r>
          <w:rPr>
            <w:rStyle w:val="a9"/>
            <w:lang w:val="en-GB"/>
          </w:rPr>
          <w:t>4.12.5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总体热工性能</w:t>
        </w:r>
        <w:r>
          <w:tab/>
        </w:r>
        <w:r>
          <w:fldChar w:fldCharType="begin"/>
        </w:r>
        <w:r>
          <w:instrText xml:space="preserve"> PAGEREF _Toc118830688 \h </w:instrText>
        </w:r>
        <w:r>
          <w:fldChar w:fldCharType="separate"/>
        </w:r>
        <w:r>
          <w:t>72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89" w:history="1">
        <w:r>
          <w:rPr>
            <w:rStyle w:val="a9"/>
            <w:lang w:val="en-GB"/>
          </w:rPr>
          <w:t>4.13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周边地面构造</w:t>
        </w:r>
        <w:r>
          <w:tab/>
        </w:r>
        <w:r>
          <w:fldChar w:fldCharType="begin"/>
        </w:r>
        <w:r>
          <w:instrText xml:space="preserve"> PAGEREF _Toc118830689 \h </w:instrText>
        </w:r>
        <w:r>
          <w:fldChar w:fldCharType="separate"/>
        </w:r>
        <w:r>
          <w:t>73</w:t>
        </w:r>
        <w:r>
          <w:fldChar w:fldCharType="end"/>
        </w:r>
      </w:hyperlink>
    </w:p>
    <w:p w:rsidR="00CD7C13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118830690" w:history="1">
        <w:r>
          <w:rPr>
            <w:rStyle w:val="a9"/>
            <w:lang w:val="en-GB"/>
          </w:rPr>
          <w:t>4.13.1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周边地面构造一</w:t>
        </w:r>
        <w:r>
          <w:tab/>
        </w:r>
        <w:r>
          <w:fldChar w:fldCharType="begin"/>
        </w:r>
        <w:r>
          <w:instrText xml:space="preserve"> PAGEREF _Toc118830690 \h </w:instrText>
        </w:r>
        <w:r>
          <w:fldChar w:fldCharType="separate"/>
        </w:r>
        <w:r>
          <w:t>73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1" w:history="1">
        <w:r>
          <w:rPr>
            <w:rStyle w:val="a9"/>
            <w:lang w:val="en-GB"/>
          </w:rPr>
          <w:t>4.14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采暖地下室外墙构造</w:t>
        </w:r>
        <w:r>
          <w:tab/>
        </w:r>
        <w:r>
          <w:fldChar w:fldCharType="begin"/>
        </w:r>
        <w:r>
          <w:instrText xml:space="preserve"> PAGEREF _Toc118830691 \h </w:instrText>
        </w:r>
        <w:r>
          <w:fldChar w:fldCharType="separate"/>
        </w:r>
        <w:r>
          <w:t>73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2" w:history="1">
        <w:r>
          <w:rPr>
            <w:rStyle w:val="a9"/>
            <w:lang w:val="en-GB"/>
          </w:rPr>
          <w:t>4.15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变形缝</w:t>
        </w:r>
        <w:r>
          <w:tab/>
        </w:r>
        <w:r>
          <w:fldChar w:fldCharType="begin"/>
        </w:r>
        <w:r>
          <w:instrText xml:space="preserve"> PAGEREF _Toc118830692 \h </w:instrText>
        </w:r>
        <w:r>
          <w:fldChar w:fldCharType="separate"/>
        </w:r>
        <w:r>
          <w:t>73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3" w:history="1">
        <w:r>
          <w:rPr>
            <w:rStyle w:val="a9"/>
            <w:lang w:val="en-GB"/>
          </w:rPr>
          <w:t>4.16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有效通风换气面积</w:t>
        </w:r>
        <w:r>
          <w:tab/>
        </w:r>
        <w:r>
          <w:fldChar w:fldCharType="begin"/>
        </w:r>
        <w:r>
          <w:instrText xml:space="preserve"> PAGEREF _Toc118830693 \h </w:instrText>
        </w:r>
        <w:r>
          <w:fldChar w:fldCharType="separate"/>
        </w:r>
        <w:r>
          <w:t>73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4" w:history="1">
        <w:r>
          <w:rPr>
            <w:rStyle w:val="a9"/>
            <w:lang w:val="en-GB"/>
          </w:rPr>
          <w:t>4.17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非中空窗面积比</w:t>
        </w:r>
        <w:r>
          <w:tab/>
        </w:r>
        <w:r>
          <w:fldChar w:fldCharType="begin"/>
        </w:r>
        <w:r>
          <w:instrText xml:space="preserve"> PAGEREF _Toc118830694 \h </w:instrText>
        </w:r>
        <w:r>
          <w:fldChar w:fldCharType="separate"/>
        </w:r>
        <w:r>
          <w:t>74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5" w:history="1">
        <w:r>
          <w:rPr>
            <w:rStyle w:val="a9"/>
            <w:lang w:val="en-GB"/>
          </w:rPr>
          <w:t>4.18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外窗气密性</w:t>
        </w:r>
        <w:r>
          <w:tab/>
        </w:r>
        <w:r>
          <w:fldChar w:fldCharType="begin"/>
        </w:r>
        <w:r>
          <w:instrText xml:space="preserve"> PAGEREF _Toc118830695 \h </w:instrText>
        </w:r>
        <w:r>
          <w:fldChar w:fldCharType="separate"/>
        </w:r>
        <w:r>
          <w:t>74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6" w:history="1">
        <w:r>
          <w:rPr>
            <w:rStyle w:val="a9"/>
            <w:lang w:val="en-GB"/>
          </w:rPr>
          <w:t>4.19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外门气密性</w:t>
        </w:r>
        <w:r>
          <w:tab/>
        </w:r>
        <w:r>
          <w:fldChar w:fldCharType="begin"/>
        </w:r>
        <w:r>
          <w:instrText xml:space="preserve"> PAGEREF _Toc118830696 \h </w:instrText>
        </w:r>
        <w:r>
          <w:fldChar w:fldCharType="separate"/>
        </w:r>
        <w:r>
          <w:t>75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7" w:history="1">
        <w:r>
          <w:rPr>
            <w:rStyle w:val="a9"/>
            <w:lang w:val="en-GB"/>
          </w:rPr>
          <w:t>4.20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幕墙气密性</w:t>
        </w:r>
        <w:r>
          <w:tab/>
        </w:r>
        <w:r>
          <w:fldChar w:fldCharType="begin"/>
        </w:r>
        <w:r>
          <w:instrText xml:space="preserve"> PAGEREF _Toc118830697 \h </w:instrText>
        </w:r>
        <w:r>
          <w:fldChar w:fldCharType="separate"/>
        </w:r>
        <w:r>
          <w:t>75</w:t>
        </w:r>
        <w:r>
          <w:fldChar w:fldCharType="end"/>
        </w:r>
      </w:hyperlink>
    </w:p>
    <w:p w:rsidR="00CD7C13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118830698" w:history="1">
        <w:r>
          <w:rPr>
            <w:rStyle w:val="a9"/>
            <w:lang w:val="en-GB"/>
          </w:rPr>
          <w:t>4.21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>
          <w:rPr>
            <w:rStyle w:val="a9"/>
          </w:rPr>
          <w:t>规定性指标检查结论</w:t>
        </w:r>
        <w:r>
          <w:tab/>
        </w:r>
        <w:r>
          <w:fldChar w:fldCharType="begin"/>
        </w:r>
        <w:r>
          <w:instrText xml:space="preserve"> PAGEREF _Toc118830698 \h </w:instrText>
        </w:r>
        <w:r>
          <w:fldChar w:fldCharType="separate"/>
        </w:r>
        <w:r>
          <w:t>75</w:t>
        </w:r>
        <w:r>
          <w:fldChar w:fldCharType="end"/>
        </w:r>
      </w:hyperlink>
    </w:p>
    <w:p w:rsidR="00CD7C13" w:rsidRDefault="00000000">
      <w:pPr>
        <w:pStyle w:val="TOC1"/>
        <w:sectPr w:rsidR="00CD7C13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CD7C13" w:rsidRDefault="00CD7C13">
      <w:pPr>
        <w:pStyle w:val="TOC1"/>
      </w:pPr>
    </w:p>
    <w:p w:rsidR="00CD7C13" w:rsidRDefault="00000000">
      <w:pPr>
        <w:pStyle w:val="1"/>
      </w:pPr>
      <w:bookmarkStart w:id="12" w:name="_Toc118830658"/>
      <w:r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59"/>
        <w:gridCol w:w="3034"/>
        <w:gridCol w:w="3039"/>
      </w:tblGrid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建筑概况表"/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CD7C13" w:rsidRDefault="00AC39A4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名称"/>
            <w:r>
              <w:rPr>
                <w:rFonts w:hint="eastAsia"/>
              </w:rPr>
              <w:t>天津某商务</w:t>
            </w:r>
            <w:r>
              <w:t>城</w:t>
            </w:r>
            <w:r>
              <w:t>T1</w:t>
            </w:r>
            <w:bookmarkEnd w:id="14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工程地点"/>
            <w:r>
              <w:t>天津</w:t>
            </w:r>
            <w:r>
              <w:t>-</w:t>
            </w:r>
            <w:r>
              <w:t>天津</w:t>
            </w:r>
            <w:bookmarkEnd w:id="15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北纬：</w:t>
            </w:r>
            <w:bookmarkStart w:id="16" w:name="纬度"/>
            <w:r>
              <w:rPr>
                <w:rFonts w:ascii="宋体" w:hAnsi="宋体" w:hint="eastAsia"/>
                <w:lang w:val="en-US"/>
              </w:rPr>
              <w:t>39.00</w:t>
            </w:r>
            <w:bookmarkEnd w:id="16"/>
            <w:r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东经：</w:t>
            </w:r>
            <w:bookmarkStart w:id="17" w:name="经度"/>
            <w:r>
              <w:rPr>
                <w:rFonts w:ascii="宋体" w:hAnsi="宋体" w:hint="eastAsia"/>
                <w:lang w:val="en-US"/>
              </w:rPr>
              <w:t>117.16</w:t>
            </w:r>
            <w:bookmarkEnd w:id="17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18" w:name="地上建筑面积"/>
            <w:r>
              <w:rPr>
                <w:rFonts w:ascii="宋体" w:hAnsi="宋体" w:hint="eastAsia"/>
                <w:lang w:val="en-US"/>
              </w:rPr>
              <w:t>19245</w:t>
            </w:r>
            <w:bookmarkEnd w:id="18"/>
            <w:r>
              <w:rPr>
                <w:rFonts w:ascii="宋体" w:hAnsi="宋体" w:hint="eastAsia"/>
              </w:rPr>
              <w:t>㎡</w:t>
            </w:r>
            <w:r>
              <w:rPr>
                <w:rFonts w:ascii="宋体" w:hAnsi="宋体" w:hint="eastAsia"/>
                <w:lang w:val="en-US"/>
              </w:rPr>
              <w:t xml:space="preserve">    地下</w:t>
            </w:r>
            <w:bookmarkStart w:id="19" w:name="地下建筑面积"/>
            <w:r>
              <w:rPr>
                <w:rFonts w:ascii="宋体" w:hAnsi="宋体" w:hint="eastAsia"/>
                <w:lang w:val="en-US"/>
              </w:rPr>
              <w:t>0</w:t>
            </w:r>
            <w:bookmarkEnd w:id="19"/>
            <w:r>
              <w:rPr>
                <w:rFonts w:ascii="宋体" w:hAnsi="宋体" w:hint="eastAsia"/>
              </w:rPr>
              <w:t>㎡</w:t>
            </w:r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20" w:name="地上建筑层数"/>
            <w:r>
              <w:rPr>
                <w:rFonts w:ascii="宋体" w:hAnsi="宋体" w:hint="eastAsia"/>
                <w:lang w:val="en-US"/>
              </w:rPr>
              <w:t>10</w:t>
            </w:r>
            <w:bookmarkEnd w:id="20"/>
            <w:r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地上建筑高度"/>
            <w:r>
              <w:rPr>
                <w:rFonts w:ascii="宋体" w:hAnsi="宋体" w:hint="eastAsia"/>
                <w:lang w:val="en-US"/>
              </w:rPr>
              <w:t>43.2</w:t>
            </w:r>
            <w:bookmarkEnd w:id="22"/>
            <w:r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83120.12</w:t>
            </w:r>
            <w:bookmarkEnd w:id="23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8137.71</w:t>
            </w:r>
            <w:bookmarkEnd w:id="24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r>
              <w:t>框架剪力墙结构</w:t>
            </w:r>
            <w:bookmarkEnd w:id="26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:rsidR="00CD7C13">
        <w:tc>
          <w:tcPr>
            <w:tcW w:w="2759" w:type="dxa"/>
            <w:shd w:val="clear" w:color="auto" w:fill="E6E6E6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CD7C13" w:rsidRDefault="00000000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</w:tbl>
    <w:p w:rsidR="00CD7C13" w:rsidRDefault="00000000">
      <w:pPr>
        <w:pStyle w:val="1"/>
      </w:pPr>
      <w:bookmarkStart w:id="29" w:name="_Toc118830659"/>
      <w:bookmarkStart w:id="30" w:name="TitleFormat"/>
      <w:bookmarkEnd w:id="13"/>
      <w:r>
        <w:rPr>
          <w:rFonts w:hint="eastAsia"/>
        </w:rPr>
        <w:t>设计依据</w:t>
      </w:r>
      <w:bookmarkEnd w:id="29"/>
    </w:p>
    <w:p w:rsidR="00CD7C13" w:rsidRDefault="00000000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30"/>
      <w:bookmarkEnd w:id="31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:rsidR="00CD7C1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CD7C1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CD7C1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CD7C13" w:rsidRDefault="00000000">
      <w:pPr>
        <w:pStyle w:val="1"/>
        <w:widowControl w:val="0"/>
        <w:jc w:val="both"/>
        <w:rPr>
          <w:kern w:val="2"/>
          <w:szCs w:val="24"/>
        </w:rPr>
      </w:pPr>
      <w:bookmarkStart w:id="32" w:name="_Toc118830660"/>
      <w:r>
        <w:rPr>
          <w:kern w:val="2"/>
          <w:szCs w:val="24"/>
        </w:rPr>
        <w:t>建筑大样</w:t>
      </w:r>
      <w:bookmarkEnd w:id="32"/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31337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77438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76962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48325" cy="80105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3,4,5,6</w:t>
      </w:r>
      <w:r>
        <w:rPr>
          <w:kern w:val="2"/>
          <w:szCs w:val="24"/>
          <w:lang w:val="en-US"/>
        </w:rPr>
        <w:t>层平面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00700" cy="80105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7</w:t>
      </w:r>
      <w:r>
        <w:rPr>
          <w:kern w:val="2"/>
          <w:szCs w:val="24"/>
          <w:lang w:val="en-US"/>
        </w:rPr>
        <w:t>层平面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400675" cy="80105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8</w:t>
      </w:r>
      <w:r>
        <w:rPr>
          <w:kern w:val="2"/>
          <w:szCs w:val="24"/>
          <w:lang w:val="en-US"/>
        </w:rPr>
        <w:t>层平面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400675" cy="80105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9</w:t>
      </w:r>
      <w:r>
        <w:rPr>
          <w:kern w:val="2"/>
          <w:szCs w:val="24"/>
          <w:lang w:val="en-US"/>
        </w:rPr>
        <w:t>层平面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80105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10</w:t>
      </w:r>
      <w:r>
        <w:rPr>
          <w:kern w:val="2"/>
          <w:szCs w:val="24"/>
          <w:lang w:val="en-US"/>
        </w:rPr>
        <w:t>层平面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左视图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右视图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5667375" cy="41624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C13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:rsidR="00CD7C13" w:rsidRDefault="00000000">
      <w:pPr>
        <w:pStyle w:val="1"/>
        <w:widowControl w:val="0"/>
        <w:jc w:val="both"/>
        <w:rPr>
          <w:kern w:val="2"/>
          <w:szCs w:val="24"/>
        </w:rPr>
      </w:pPr>
      <w:bookmarkStart w:id="33" w:name="_Toc118830661"/>
      <w:r>
        <w:rPr>
          <w:kern w:val="2"/>
          <w:szCs w:val="24"/>
        </w:rPr>
        <w:t>规定性指标检查</w:t>
      </w:r>
      <w:bookmarkEnd w:id="33"/>
    </w:p>
    <w:p w:rsidR="00CD7C13" w:rsidRDefault="00000000">
      <w:pPr>
        <w:pStyle w:val="2"/>
        <w:widowControl w:val="0"/>
        <w:rPr>
          <w:kern w:val="2"/>
        </w:rPr>
      </w:pPr>
      <w:bookmarkStart w:id="34" w:name="_Toc118830662"/>
      <w:r>
        <w:rPr>
          <w:kern w:val="2"/>
        </w:rPr>
        <w:t>工程材料</w:t>
      </w:r>
      <w:bookmarkEnd w:id="34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CD7C13">
        <w:tc>
          <w:tcPr>
            <w:tcW w:w="2196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备注</w:t>
            </w:r>
          </w:p>
        </w:tc>
      </w:tr>
      <w:tr w:rsidR="00CD7C13">
        <w:tc>
          <w:tcPr>
            <w:tcW w:w="2196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  <w:r>
              <w:rPr>
                <w:sz w:val="18"/>
                <w:szCs w:val="18"/>
              </w:rPr>
              <w:t>，蒸汽渗透系数没有给出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挤塑聚苯乙烯泡沫板（</w:t>
            </w:r>
            <w:r>
              <w:t>XPS</w:t>
            </w:r>
            <w:r>
              <w:t>）</w:t>
            </w:r>
            <w:r>
              <w:t>(ρ=30)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0.540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4455.3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聚苯颗粒保温砂浆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0.950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900.0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加气混泥土砌块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0.238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2.822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岩棉板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0.040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密度：</w:t>
            </w:r>
            <w:r>
              <w:rPr>
                <w:sz w:val="18"/>
                <w:szCs w:val="18"/>
              </w:rPr>
              <w:t>140~160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kg/m3</w:t>
            </w:r>
            <w:r>
              <w:rPr>
                <w:sz w:val="18"/>
                <w:szCs w:val="18"/>
              </w:rPr>
              <w:t>）【部位：外墙外保温、幕墙保温；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α=1.20;</w:t>
            </w:r>
            <w:r>
              <w:rPr>
                <w:sz w:val="18"/>
                <w:szCs w:val="18"/>
              </w:rPr>
              <w:t>影响：吸湿】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蒸压加气混凝土砌块（干态）（普通砌筑，灰缝</w:t>
            </w:r>
            <w:r>
              <w:t>≤15mm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0.140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2.810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1551.1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使用部位：墙体；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α=1.25;</w:t>
            </w:r>
            <w:r>
              <w:rPr>
                <w:sz w:val="18"/>
                <w:szCs w:val="18"/>
              </w:rPr>
              <w:t>影响因素：吸湿、灰缝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混合（石灰砂浆）砂浆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1074.4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使用部位：墙体；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α=1.0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聚乙烯泡沫塑料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0.047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0.687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蒸汽渗透系数没有给出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0.033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0.347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28.0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1790.0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岩棉带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0.048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密度：</w:t>
            </w:r>
            <w:r>
              <w:rPr>
                <w:sz w:val="18"/>
                <w:szCs w:val="18"/>
              </w:rPr>
              <w:t>≥100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kg/m3</w:t>
            </w:r>
            <w:r>
              <w:rPr>
                <w:sz w:val="18"/>
                <w:szCs w:val="18"/>
              </w:rPr>
              <w:t>）【部位：外墙外保温、防火隔离带、夹心层浇注在混凝土构件中；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α=1.20;</w:t>
            </w:r>
            <w:r>
              <w:rPr>
                <w:sz w:val="18"/>
                <w:szCs w:val="18"/>
              </w:rPr>
              <w:t>影响：吸湿】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高炉炉渣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0.260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3.957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挤塑型聚苯板</w:t>
            </w:r>
            <w:r>
              <w:t>(XPS)0.030*1.1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0.033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0.514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1100.0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灰砂加气混泥土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0.138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2.149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轻质粘土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0.470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6.360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1200.0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1010.0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SBS</w:t>
            </w:r>
            <w:r>
              <w:t>改性沥青防水卷材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0.230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9.370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1620.0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硬质聚氨酯发泡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0.024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000000">
            <w:r>
              <w:rPr>
                <w:sz w:val="18"/>
                <w:szCs w:val="18"/>
              </w:rPr>
              <w:t>密度：</w:t>
            </w:r>
            <w:r>
              <w:rPr>
                <w:sz w:val="18"/>
                <w:szCs w:val="18"/>
              </w:rPr>
              <w:t>35~55</w:t>
            </w:r>
            <w:r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kg/m3</w:t>
            </w:r>
            <w:r>
              <w:rPr>
                <w:sz w:val="18"/>
                <w:szCs w:val="18"/>
              </w:rPr>
              <w:t>）（</w:t>
            </w:r>
            <w:r>
              <w:rPr>
                <w:sz w:val="18"/>
                <w:szCs w:val="18"/>
              </w:rPr>
              <w:t>0.033</w:t>
            </w:r>
            <w:r>
              <w:rPr>
                <w:sz w:val="18"/>
                <w:szCs w:val="18"/>
              </w:rPr>
              <w:t>）【部位：屋面保温；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修正</w:t>
            </w:r>
            <w:r>
              <w:rPr>
                <w:sz w:val="18"/>
                <w:szCs w:val="18"/>
              </w:rPr>
              <w:t>α=1.30;</w:t>
            </w:r>
            <w:r>
              <w:rPr>
                <w:sz w:val="18"/>
                <w:szCs w:val="18"/>
              </w:rPr>
              <w:t>影响：环境、温度影响】</w:t>
            </w: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现浇钢筋混泥土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  <w:tr w:rsidR="00CD7C13">
        <w:tc>
          <w:tcPr>
            <w:tcW w:w="2196" w:type="dxa"/>
            <w:shd w:val="clear" w:color="auto" w:fill="E6E6E6"/>
            <w:vAlign w:val="center"/>
          </w:tcPr>
          <w:p w:rsidR="00CD7C13" w:rsidRDefault="00000000">
            <w:r>
              <w:t>抗裂砂浆（网格布）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:rsidR="00CD7C13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:rsidR="00CD7C13" w:rsidRDefault="00CD7C13">
            <w:pPr>
              <w:rPr>
                <w:sz w:val="18"/>
                <w:szCs w:val="18"/>
              </w:rPr>
            </w:pP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35" w:name="_Toc118830663"/>
      <w:r>
        <w:rPr>
          <w:kern w:val="2"/>
        </w:rPr>
        <w:t>围护结构作法简要说明</w:t>
      </w:r>
      <w:bookmarkEnd w:id="35"/>
    </w:p>
    <w:p w:rsidR="00CD7C1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CD7C13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聚乙烯泡沫塑料</w:t>
      </w:r>
      <w:r>
        <w:rPr>
          <w:color w:val="8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SBS</w:t>
      </w:r>
      <w:r>
        <w:rPr>
          <w:color w:val="000000"/>
          <w:kern w:val="2"/>
          <w:szCs w:val="24"/>
          <w:lang w:val="en-US"/>
        </w:rPr>
        <w:t>改性沥青防水卷材</w:t>
      </w:r>
      <w:r>
        <w:rPr>
          <w:color w:val="000000"/>
          <w:kern w:val="2"/>
          <w:szCs w:val="24"/>
          <w:lang w:val="en-US"/>
        </w:rPr>
        <w:t xml:space="preserve"> 4mm</w:t>
      </w:r>
      <w:r>
        <w:rPr>
          <w:color w:val="000000"/>
          <w:kern w:val="2"/>
          <w:szCs w:val="24"/>
          <w:lang w:val="en-US"/>
        </w:rPr>
        <w:t>＋硬质聚氨酯发泡</w:t>
      </w:r>
      <w:r>
        <w:rPr>
          <w:color w:val="000000"/>
          <w:kern w:val="2"/>
          <w:szCs w:val="24"/>
          <w:lang w:val="en-US"/>
        </w:rPr>
        <w:t xml:space="preserve"> 1mm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＋加气混泥土砌块</w:t>
      </w:r>
      <w:r>
        <w:rPr>
          <w:color w:val="000000"/>
          <w:kern w:val="2"/>
          <w:szCs w:val="24"/>
          <w:lang w:val="en-US"/>
        </w:rPr>
        <w:t xml:space="preserve"> 140mm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30mm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屋顶防火隔离带：</w:t>
      </w:r>
      <w:r>
        <w:rPr>
          <w:color w:val="0000FF"/>
          <w:kern w:val="2"/>
          <w:szCs w:val="21"/>
          <w:lang w:val="en-US"/>
        </w:rPr>
        <w:t>屋顶防火隔离带构造一：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岩棉带</w:t>
      </w:r>
      <w:r>
        <w:rPr>
          <w:color w:val="80000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＋高炉炉渣</w:t>
      </w:r>
      <w:r>
        <w:rPr>
          <w:color w:val="0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混合（石灰砂浆）砂浆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岩棉板</w:t>
      </w:r>
      <w:r>
        <w:rPr>
          <w:color w:val="8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＋蒸压加气混凝土砌块（干态）（普通砌筑，灰缝</w:t>
      </w:r>
      <w:r>
        <w:rPr>
          <w:color w:val="000000"/>
          <w:kern w:val="2"/>
          <w:szCs w:val="24"/>
          <w:lang w:val="en-US"/>
        </w:rPr>
        <w:t>≤15mm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＋聚乙烯泡沫塑料</w:t>
      </w:r>
      <w:r>
        <w:rPr>
          <w:color w:val="0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＋混合（石灰砂浆）砂浆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外墙防火隔离带：</w:t>
      </w:r>
      <w:r>
        <w:rPr>
          <w:color w:val="0000FF"/>
          <w:kern w:val="2"/>
          <w:szCs w:val="21"/>
          <w:lang w:val="en-US"/>
        </w:rPr>
        <w:t>外墙防火隔离带构造一：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40mm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 xml:space="preserve">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＋混合（石灰砂浆）砂浆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热桥梁：</w:t>
      </w:r>
      <w:r>
        <w:rPr>
          <w:color w:val="0000FF"/>
          <w:kern w:val="2"/>
          <w:szCs w:val="21"/>
          <w:lang w:val="en-US"/>
        </w:rPr>
        <w:t>热桥梁构造一：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挤塑聚苯乙烯泡沫塑料（带表皮）</w:t>
      </w:r>
      <w:r>
        <w:rPr>
          <w:color w:val="8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</w:t>
      </w:r>
      <w:r>
        <w:rPr>
          <w:color w:val="800080"/>
          <w:kern w:val="2"/>
          <w:szCs w:val="24"/>
          <w:lang w:val="en-US"/>
        </w:rPr>
        <w:t xml:space="preserve"> 200mm</w:t>
      </w:r>
      <w:r>
        <w:rPr>
          <w:color w:val="000000"/>
          <w:kern w:val="2"/>
          <w:szCs w:val="24"/>
          <w:lang w:val="en-US"/>
        </w:rPr>
        <w:t>＋石灰砂浆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挑空楼板构造一：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80"/>
          <w:kern w:val="2"/>
          <w:szCs w:val="24"/>
          <w:lang w:val="en-US"/>
        </w:rPr>
        <w:t>现浇钢筋混泥土</w:t>
      </w:r>
      <w:r>
        <w:rPr>
          <w:color w:val="800080"/>
          <w:kern w:val="2"/>
          <w:szCs w:val="24"/>
          <w:lang w:val="en-US"/>
        </w:rPr>
        <w:t xml:space="preserve"> 170mm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挤塑聚苯乙烯泡沫板（</w:t>
      </w:r>
      <w:r>
        <w:rPr>
          <w:color w:val="800000"/>
          <w:kern w:val="2"/>
          <w:szCs w:val="24"/>
          <w:lang w:val="en-US"/>
        </w:rPr>
        <w:t>XPS</w:t>
      </w:r>
      <w:r>
        <w:rPr>
          <w:color w:val="800000"/>
          <w:kern w:val="2"/>
          <w:szCs w:val="24"/>
          <w:lang w:val="en-US"/>
        </w:rPr>
        <w:t>）</w:t>
      </w:r>
      <w:r>
        <w:rPr>
          <w:color w:val="800000"/>
          <w:kern w:val="2"/>
          <w:szCs w:val="24"/>
          <w:lang w:val="en-US"/>
        </w:rPr>
        <w:t>(ρ=30) 80mm</w:t>
      </w:r>
      <w:r>
        <w:rPr>
          <w:color w:val="000000"/>
          <w:kern w:val="2"/>
          <w:szCs w:val="24"/>
          <w:lang w:val="en-US"/>
        </w:rPr>
        <w:t>＋抗裂砂浆（网格布）</w:t>
      </w:r>
      <w:r>
        <w:rPr>
          <w:color w:val="000000"/>
          <w:kern w:val="2"/>
          <w:szCs w:val="24"/>
          <w:lang w:val="en-US"/>
        </w:rPr>
        <w:t xml:space="preserve"> 6mm</w:t>
      </w:r>
      <w:r>
        <w:rPr>
          <w:color w:val="000000"/>
          <w:kern w:val="2"/>
          <w:szCs w:val="24"/>
          <w:lang w:val="en-US"/>
        </w:rPr>
        <w:t>＋水泥砂浆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幕墙：</w:t>
      </w:r>
      <w:r>
        <w:rPr>
          <w:color w:val="0000FF"/>
          <w:kern w:val="2"/>
          <w:szCs w:val="21"/>
          <w:lang w:val="en-US"/>
        </w:rPr>
        <w:t>a.80</w:t>
      </w:r>
      <w:r>
        <w:rPr>
          <w:color w:val="0000FF"/>
          <w:kern w:val="2"/>
          <w:szCs w:val="21"/>
          <w:lang w:val="en-US"/>
        </w:rPr>
        <w:t>岩棉：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0.561W/m^2.K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0.870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8. </w:t>
      </w:r>
      <w:r>
        <w:rPr>
          <w:b/>
          <w:color w:val="000000"/>
          <w:kern w:val="2"/>
          <w:sz w:val="27"/>
          <w:szCs w:val="27"/>
          <w:lang w:val="en-US"/>
        </w:rPr>
        <w:t>外窗：</w:t>
      </w:r>
      <w:r>
        <w:rPr>
          <w:color w:val="0000FF"/>
          <w:kern w:val="2"/>
          <w:szCs w:val="21"/>
          <w:lang w:val="en-US"/>
        </w:rPr>
        <w:t>平均</w:t>
      </w:r>
      <w:r>
        <w:rPr>
          <w:color w:val="0000FF"/>
          <w:kern w:val="2"/>
          <w:szCs w:val="21"/>
          <w:lang w:val="en-US"/>
        </w:rPr>
        <w:t>+</w:t>
      </w:r>
      <w:r>
        <w:rPr>
          <w:color w:val="0000FF"/>
          <w:kern w:val="2"/>
          <w:szCs w:val="21"/>
          <w:lang w:val="en-US"/>
        </w:rPr>
        <w:t>铝合金窗框</w:t>
      </w:r>
      <w:r>
        <w:rPr>
          <w:color w:val="0000FF"/>
          <w:kern w:val="2"/>
          <w:szCs w:val="21"/>
          <w:lang w:val="en-US"/>
        </w:rPr>
        <w:t>+Low-E</w:t>
      </w:r>
      <w:r>
        <w:rPr>
          <w:color w:val="0000FF"/>
          <w:kern w:val="2"/>
          <w:szCs w:val="21"/>
          <w:lang w:val="en-US"/>
        </w:rPr>
        <w:t>中空玻璃</w:t>
      </w:r>
      <w:r>
        <w:rPr>
          <w:color w:val="0000FF"/>
          <w:kern w:val="2"/>
          <w:szCs w:val="21"/>
          <w:lang w:val="en-US"/>
        </w:rPr>
        <w:t>(</w:t>
      </w:r>
      <w:r>
        <w:rPr>
          <w:color w:val="0000FF"/>
          <w:kern w:val="2"/>
          <w:szCs w:val="21"/>
          <w:lang w:val="en-US"/>
        </w:rPr>
        <w:t>在线</w:t>
      </w:r>
      <w:r>
        <w:rPr>
          <w:color w:val="0000FF"/>
          <w:kern w:val="2"/>
          <w:szCs w:val="21"/>
          <w:lang w:val="en-US"/>
        </w:rPr>
        <w:t>)+</w:t>
      </w:r>
      <w:r>
        <w:rPr>
          <w:color w:val="0000FF"/>
          <w:kern w:val="2"/>
          <w:szCs w:val="21"/>
          <w:lang w:val="en-US"/>
        </w:rPr>
        <w:t>氩气层厚</w:t>
      </w:r>
      <w:r>
        <w:rPr>
          <w:color w:val="0000FF"/>
          <w:kern w:val="2"/>
          <w:szCs w:val="21"/>
          <w:lang w:val="en-US"/>
        </w:rPr>
        <w:t>12mm</w:t>
      </w:r>
      <w:r>
        <w:rPr>
          <w:color w:val="0000FF"/>
          <w:kern w:val="2"/>
          <w:szCs w:val="21"/>
          <w:lang w:val="en-US"/>
        </w:rPr>
        <w:t>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0.968W/m^2.K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0.261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9. </w:t>
      </w:r>
      <w:r>
        <w:rPr>
          <w:b/>
          <w:color w:val="000000"/>
          <w:kern w:val="2"/>
          <w:sz w:val="27"/>
          <w:szCs w:val="27"/>
          <w:lang w:val="en-US"/>
        </w:rPr>
        <w:t>周边地面构造：</w:t>
      </w:r>
      <w:r>
        <w:rPr>
          <w:color w:val="0000FF"/>
          <w:kern w:val="2"/>
          <w:szCs w:val="21"/>
          <w:lang w:val="en-US"/>
        </w:rPr>
        <w:t>周边地面构造一：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＋挤塑型聚苯板</w:t>
      </w:r>
      <w:r>
        <w:rPr>
          <w:color w:val="000000"/>
          <w:kern w:val="2"/>
          <w:szCs w:val="24"/>
          <w:lang w:val="en-US"/>
        </w:rPr>
        <w:t>(XPS)0.030*1.1 20mm</w:t>
      </w:r>
      <w:r>
        <w:rPr>
          <w:color w:val="000000"/>
          <w:kern w:val="2"/>
          <w:szCs w:val="24"/>
          <w:lang w:val="en-US"/>
        </w:rPr>
        <w:t>＋钢筋混凝土</w:t>
      </w:r>
      <w:r>
        <w:rPr>
          <w:color w:val="000000"/>
          <w:kern w:val="2"/>
          <w:szCs w:val="24"/>
          <w:lang w:val="en-US"/>
        </w:rPr>
        <w:t xml:space="preserve">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灰砂加气混泥土</w:t>
      </w:r>
      <w:r>
        <w:rPr>
          <w:color w:val="800000"/>
          <w:kern w:val="2"/>
          <w:szCs w:val="24"/>
          <w:lang w:val="en-US"/>
        </w:rPr>
        <w:t xml:space="preserve"> 150mm</w:t>
      </w:r>
      <w:r>
        <w:rPr>
          <w:color w:val="000000"/>
          <w:kern w:val="2"/>
          <w:szCs w:val="24"/>
          <w:lang w:val="en-US"/>
        </w:rPr>
        <w:t>＋轻质粘土</w:t>
      </w:r>
      <w:r>
        <w:rPr>
          <w:color w:val="000000"/>
          <w:kern w:val="2"/>
          <w:szCs w:val="24"/>
          <w:lang w:val="en-US"/>
        </w:rPr>
        <w:t xml:space="preserve"> 20mm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2"/>
        <w:widowControl w:val="0"/>
        <w:rPr>
          <w:kern w:val="2"/>
        </w:rPr>
      </w:pPr>
      <w:bookmarkStart w:id="36" w:name="_Toc118830664"/>
      <w:r>
        <w:rPr>
          <w:kern w:val="2"/>
        </w:rPr>
        <w:t>体形系数</w:t>
      </w:r>
      <w:bookmarkEnd w:id="3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CD7C13">
        <w:tc>
          <w:tcPr>
            <w:tcW w:w="2513" w:type="dxa"/>
            <w:shd w:val="clear" w:color="auto" w:fill="E6E6E6"/>
            <w:vAlign w:val="center"/>
          </w:tcPr>
          <w:p w:rsidR="00CD7C13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:rsidR="00CD7C13" w:rsidRDefault="00000000">
            <w:r>
              <w:t>8137.71</w:t>
            </w:r>
          </w:p>
        </w:tc>
      </w:tr>
      <w:tr w:rsidR="00CD7C13">
        <w:tc>
          <w:tcPr>
            <w:tcW w:w="2513" w:type="dxa"/>
            <w:shd w:val="clear" w:color="auto" w:fill="E6E6E6"/>
            <w:vAlign w:val="center"/>
          </w:tcPr>
          <w:p w:rsidR="00CD7C13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:rsidR="00CD7C13" w:rsidRDefault="00000000">
            <w:r>
              <w:t>83120.12</w:t>
            </w:r>
          </w:p>
        </w:tc>
      </w:tr>
      <w:tr w:rsidR="00CD7C13">
        <w:tc>
          <w:tcPr>
            <w:tcW w:w="2513" w:type="dxa"/>
            <w:shd w:val="clear" w:color="auto" w:fill="E6E6E6"/>
            <w:vAlign w:val="center"/>
          </w:tcPr>
          <w:p w:rsidR="00CD7C13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:rsidR="00CD7C13" w:rsidRDefault="00000000">
            <w:r>
              <w:t>0.10</w:t>
            </w:r>
          </w:p>
        </w:tc>
      </w:tr>
      <w:tr w:rsidR="00CD7C13">
        <w:tc>
          <w:tcPr>
            <w:tcW w:w="2513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6820" w:type="dxa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3.2.1</w:t>
            </w:r>
            <w:r>
              <w:t>条</w:t>
            </w:r>
          </w:p>
        </w:tc>
      </w:tr>
      <w:tr w:rsidR="00CD7C13">
        <w:tc>
          <w:tcPr>
            <w:tcW w:w="2513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:rsidR="00CD7C13" w:rsidRDefault="00000000">
            <w:r>
              <w:t>严寒和寒冷地区体形系数应符合表</w:t>
            </w:r>
            <w:r>
              <w:t>3.2.1</w:t>
            </w:r>
            <w:r>
              <w:t>的规定</w:t>
            </w:r>
            <w:r>
              <w:t>(s≤0.40)</w:t>
            </w:r>
          </w:p>
        </w:tc>
      </w:tr>
      <w:tr w:rsidR="00CD7C13">
        <w:tc>
          <w:tcPr>
            <w:tcW w:w="2513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:rsidR="00CD7C13" w:rsidRDefault="00000000">
            <w:r>
              <w:t>满足</w:t>
            </w: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37" w:name="_Toc118830665"/>
      <w:r>
        <w:rPr>
          <w:kern w:val="2"/>
        </w:rPr>
        <w:t>窗墙比</w:t>
      </w:r>
      <w:bookmarkEnd w:id="37"/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38" w:name="_Toc118830666"/>
      <w:r>
        <w:rPr>
          <w:color w:val="000000"/>
          <w:kern w:val="2"/>
          <w:szCs w:val="24"/>
        </w:rPr>
        <w:t>窗墙比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CD7C13"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结论</w:t>
            </w:r>
          </w:p>
        </w:tc>
      </w:tr>
      <w:tr w:rsidR="00CD7C13"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r>
              <w:t>南向</w:t>
            </w:r>
          </w:p>
        </w:tc>
        <w:tc>
          <w:tcPr>
            <w:tcW w:w="1296" w:type="dxa"/>
            <w:vAlign w:val="center"/>
          </w:tcPr>
          <w:p w:rsidR="00CD7C13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533.10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761.99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适宜</w:t>
            </w:r>
          </w:p>
        </w:tc>
      </w:tr>
      <w:tr w:rsidR="00CD7C13"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r>
              <w:t>北向</w:t>
            </w:r>
          </w:p>
        </w:tc>
        <w:tc>
          <w:tcPr>
            <w:tcW w:w="1296" w:type="dxa"/>
            <w:vAlign w:val="center"/>
          </w:tcPr>
          <w:p w:rsidR="00CD7C13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1070.57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1546.20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0.69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适宜</w:t>
            </w:r>
          </w:p>
        </w:tc>
      </w:tr>
      <w:tr w:rsidR="00CD7C13"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r>
              <w:t>东向</w:t>
            </w:r>
          </w:p>
        </w:tc>
        <w:tc>
          <w:tcPr>
            <w:tcW w:w="1296" w:type="dxa"/>
            <w:vAlign w:val="center"/>
          </w:tcPr>
          <w:p w:rsidR="00CD7C13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1692.81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2843.06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0.60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适宜</w:t>
            </w:r>
          </w:p>
        </w:tc>
      </w:tr>
      <w:tr w:rsidR="00CD7C13"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r>
              <w:t>西向</w:t>
            </w:r>
          </w:p>
        </w:tc>
        <w:tc>
          <w:tcPr>
            <w:tcW w:w="1296" w:type="dxa"/>
            <w:vAlign w:val="center"/>
          </w:tcPr>
          <w:p w:rsidR="00CD7C13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1644.89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2634.06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0.62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0.70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适宜</w:t>
            </w:r>
          </w:p>
        </w:tc>
      </w:tr>
      <w:tr w:rsidR="00CD7C13">
        <w:tc>
          <w:tcPr>
            <w:tcW w:w="2427" w:type="dxa"/>
            <w:gridSpan w:val="2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CD7C13">
        <w:tc>
          <w:tcPr>
            <w:tcW w:w="2427" w:type="dxa"/>
            <w:gridSpan w:val="2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CD7C13" w:rsidRDefault="00000000">
            <w:r>
              <w:t>寒冷地区甲类公共建筑各单一立面窗墙面积比</w:t>
            </w:r>
            <w:r>
              <w:t xml:space="preserve"> (</w:t>
            </w:r>
            <w:r>
              <w:t>包括透光幕墙</w:t>
            </w:r>
            <w:r>
              <w:t xml:space="preserve"> )</w:t>
            </w:r>
            <w:r>
              <w:t>均不宜大于</w:t>
            </w:r>
            <w:r>
              <w:t>0.70</w:t>
            </w:r>
          </w:p>
        </w:tc>
      </w:tr>
      <w:tr w:rsidR="00CD7C13">
        <w:tc>
          <w:tcPr>
            <w:tcW w:w="2427" w:type="dxa"/>
            <w:gridSpan w:val="2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CD7C13" w:rsidRDefault="00000000">
            <w:r>
              <w:t>适宜</w:t>
            </w:r>
          </w:p>
        </w:tc>
      </w:tr>
    </w:tbl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39" w:name="_Toc118830667"/>
      <w:r>
        <w:rPr>
          <w:color w:val="000000"/>
          <w:kern w:val="2"/>
          <w:szCs w:val="24"/>
        </w:rPr>
        <w:t>外窗表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46"/>
        <w:gridCol w:w="1563"/>
        <w:gridCol w:w="1386"/>
        <w:gridCol w:w="735"/>
        <w:gridCol w:w="718"/>
        <w:gridCol w:w="1262"/>
        <w:gridCol w:w="1262"/>
      </w:tblGrid>
      <w:tr w:rsidR="00CD7C13">
        <w:tc>
          <w:tcPr>
            <w:tcW w:w="116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朝向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立面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尺寸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7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CD7C13">
        <w:tc>
          <w:tcPr>
            <w:tcW w:w="1160" w:type="dxa"/>
            <w:vMerge w:val="restart"/>
            <w:vAlign w:val="center"/>
          </w:tcPr>
          <w:p w:rsidR="00CD7C13" w:rsidRDefault="00000000">
            <w:r>
              <w:t>南向</w:t>
            </w:r>
          </w:p>
        </w:tc>
        <w:tc>
          <w:tcPr>
            <w:tcW w:w="1245" w:type="dxa"/>
            <w:vMerge w:val="restart"/>
            <w:vAlign w:val="center"/>
          </w:tcPr>
          <w:p w:rsidR="00CD7C13" w:rsidRDefault="00000000">
            <w:r>
              <w:t>南</w:t>
            </w:r>
            <w:r>
              <w:t>-</w:t>
            </w:r>
            <w:r>
              <w:t>默认立面</w:t>
            </w:r>
            <w:r>
              <w:br/>
              <w:t>533.10</w:t>
            </w:r>
          </w:p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3.18×4.50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14.32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14.32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3.05×4.50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13.70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13.70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2.19×4.50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2.15×4.50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9.68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9.68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2.44×4.50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10.96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10.96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1.60×4.50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7.20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2.05×4.50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9.20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1.29×4.50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1.56×4.30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6.69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11.55×4.30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49.65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49.65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6.28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6.28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2.44×4.30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10.48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10.48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5.56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5.56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24.24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16.96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3,6~8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23.68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17.71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21.90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4~5,9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11.52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5.11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5.11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4.25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4.25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3.82</w:t>
            </w:r>
          </w:p>
        </w:tc>
      </w:tr>
      <w:tr w:rsidR="00CD7C13">
        <w:tc>
          <w:tcPr>
            <w:tcW w:w="1160" w:type="dxa"/>
            <w:vMerge w:val="restart"/>
            <w:vAlign w:val="center"/>
          </w:tcPr>
          <w:p w:rsidR="00CD7C13" w:rsidRDefault="00000000">
            <w:r>
              <w:t>北向</w:t>
            </w:r>
          </w:p>
        </w:tc>
        <w:tc>
          <w:tcPr>
            <w:tcW w:w="1245" w:type="dxa"/>
            <w:vMerge w:val="restart"/>
            <w:vAlign w:val="center"/>
          </w:tcPr>
          <w:p w:rsidR="00CD7C13" w:rsidRDefault="00000000">
            <w:r>
              <w:t>北</w:t>
            </w:r>
            <w:r>
              <w:t>-</w:t>
            </w:r>
            <w:r>
              <w:t>默认立面</w:t>
            </w:r>
            <w:r>
              <w:br/>
              <w:t>1070.57</w:t>
            </w:r>
          </w:p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9.45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9.45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10.50×4.50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47.25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47.25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5.03×4.50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22.65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22.65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4.66×4.50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20.95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20.95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2.41×4.50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10.83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2.39×4.50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10.73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32.20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10.35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31.05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4.66×4.30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20.02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20.02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2.42×4.30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10.42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10.42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15.53×4.30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66.80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66.80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10.25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30.76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29.67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23.86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13.14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17.43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10.03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10.03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17.71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13.14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4~6,8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23.68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4~6,8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17.52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10.03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30.08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4~8,10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85.14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15.48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14.26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4.10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4.10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8.78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6.30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6.30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11.96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6.30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6.30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6.32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6.32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5.99</w:t>
            </w:r>
          </w:p>
        </w:tc>
      </w:tr>
      <w:tr w:rsidR="00CD7C13">
        <w:tc>
          <w:tcPr>
            <w:tcW w:w="1160" w:type="dxa"/>
            <w:vMerge w:val="restart"/>
            <w:vAlign w:val="center"/>
          </w:tcPr>
          <w:p w:rsidR="00CD7C13" w:rsidRDefault="00000000">
            <w:r>
              <w:t>东向</w:t>
            </w:r>
          </w:p>
        </w:tc>
        <w:tc>
          <w:tcPr>
            <w:tcW w:w="1245" w:type="dxa"/>
            <w:vMerge w:val="restart"/>
            <w:vAlign w:val="center"/>
          </w:tcPr>
          <w:p w:rsidR="00CD7C13" w:rsidRDefault="00000000">
            <w:r>
              <w:t>东</w:t>
            </w:r>
            <w:r>
              <w:t>-</w:t>
            </w:r>
            <w:r>
              <w:t>默认立面</w:t>
            </w:r>
            <w:r>
              <w:br/>
              <w:t>1692.81</w:t>
            </w:r>
          </w:p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0.24×4.50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1.08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1.08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3.60×4.50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16.20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16.20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4.50×2.20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8.04×4.50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36.19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36.19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7.96×4.50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35.80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35.80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4.50×2.20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3.69×4.50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16.62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16.62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5.26×4.50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23.66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23.66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5.52×4.50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24.85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24.85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7.42×4.50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33.39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33.39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2.05×4.50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9.20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1.06×4.50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1.32×4.50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1.29×4.50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0.66×4.30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2.83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0.55×4.30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2.36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2.36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10.16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10.16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2.14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8.56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2.76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11.04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0.19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0.19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4.28×4.30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18.39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18.39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0.62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0.62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4.27×4.30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18.38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18.38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2.14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8.56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2.76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11.04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10.17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10.17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1.80×0.93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1.67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1.80×1.20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2.16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6.48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0.31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0.31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1.87×4.30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8.05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8.05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0.62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0.62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4.14×4.30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17.82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17.82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1.68×0.93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1.56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3.13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1.68×1.20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2.02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0.02×0.93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0.02×1.20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1.67×4.30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7.18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7.18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0.24×4.30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1.03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1.03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0.55×4.30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2.36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2.36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0.66×4.30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2.83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5.56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5.56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8.83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26.48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13.07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3~5,9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19.35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42.57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15.48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27.09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27.04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73.53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19.35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15.55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3,6,8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2.63×4.30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11.32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11.32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5.18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5.18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21.90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24.15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4~6,10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34.83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85.14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14.04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14.08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4~5,9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14.08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2.63×4.30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11.32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5.18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15.55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7,10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19.35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6.63×4.30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28.51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28.51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4.76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3.60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3.60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9.39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9.50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9.50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4.32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1.41×4.30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6.07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5.39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5.39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9.50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9.50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5.16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5.16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9.48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9.48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4.03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1.07×4.30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4.60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5.40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5.40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1.68×2.17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3.65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0.02×2.17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1.68×2.17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3.65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C1821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1.80×2.17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C1821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1.80×2.17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7.81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C2321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2.30×2.17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4.99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34.94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C2321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2.30×2.17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4.99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4.99</w:t>
            </w:r>
          </w:p>
        </w:tc>
      </w:tr>
      <w:tr w:rsidR="00CD7C13">
        <w:tc>
          <w:tcPr>
            <w:tcW w:w="1160" w:type="dxa"/>
            <w:vMerge w:val="restart"/>
            <w:vAlign w:val="center"/>
          </w:tcPr>
          <w:p w:rsidR="00CD7C13" w:rsidRDefault="00000000">
            <w:r>
              <w:t>西向</w:t>
            </w:r>
          </w:p>
        </w:tc>
        <w:tc>
          <w:tcPr>
            <w:tcW w:w="1245" w:type="dxa"/>
            <w:vMerge w:val="restart"/>
            <w:vAlign w:val="center"/>
          </w:tcPr>
          <w:p w:rsidR="00CD7C13" w:rsidRDefault="00000000">
            <w:r>
              <w:t>西</w:t>
            </w:r>
            <w:r>
              <w:t>-</w:t>
            </w:r>
            <w:r>
              <w:t>默认立面</w:t>
            </w:r>
            <w:r>
              <w:br/>
              <w:t>1644.89</w:t>
            </w:r>
          </w:p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16.71×4.50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75.19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75.19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0.13×4.50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0.56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0.56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4.25×4.50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19.11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19.11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0.04×4.50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0.19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0.19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2.12×4.50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9.56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9.56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10.62×4.50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47.79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47.79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0.18×4.50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2.00×2.20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4.40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10.85×4.50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48.80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48.80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1.60×4.50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21.59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2.30×4.50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10.35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10.35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9.20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6.38×4.30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27.42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27.42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2.10×0.93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2.10×1.20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2.52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12.60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0.33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0.33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0.71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0.71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0.25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8.93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8.93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8.49×4.30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36.52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36.52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4.25×4.30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18.28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18.28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2.18×4.30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9.39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9.39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2.09×0.93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2.09×1.20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2.51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0.01×0.93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0.01×1.20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6.38×4.30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27.43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27.43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6.08×4.30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26.14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26.14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3.46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2.30×4.30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119.97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181.89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85.14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77.40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3~6,8,10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46.44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27.09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22.55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11.30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16.96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17.94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29.16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11.30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16.96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5.65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5.72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7.74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0.71×4.30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3.05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3.05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11.60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1.18×4.30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5.09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2.27×4.30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9.78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9.78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0.71×4.30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3.05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3.05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0.92×4.30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1.35×4.30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3.90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3.90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5.84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0.90×3.98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3.59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1.24×4.30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5.33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5.33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34.83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1.89×4.30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8.14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8.14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2.26×4.30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9.71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1.23×4.30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5.27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0.44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0.44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0.18×4.30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0.77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0.77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0.89×4.30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5.92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0.90×4.30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0.91×4.30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3.89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CD7C13"/>
        </w:tc>
        <w:tc>
          <w:tcPr>
            <w:tcW w:w="1386" w:type="dxa"/>
            <w:vAlign w:val="center"/>
          </w:tcPr>
          <w:p w:rsidR="00CD7C13" w:rsidRDefault="00000000">
            <w:r>
              <w:t>1.38×4.30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5.95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2.10×2.17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4.56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22.79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2.09×2.17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4.53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9.06</w:t>
            </w:r>
          </w:p>
        </w:tc>
      </w:tr>
      <w:tr w:rsidR="00CD7C13">
        <w:tc>
          <w:tcPr>
            <w:tcW w:w="1160" w:type="dxa"/>
            <w:vMerge/>
            <w:vAlign w:val="center"/>
          </w:tcPr>
          <w:p w:rsidR="00CD7C13" w:rsidRDefault="00CD7C13"/>
        </w:tc>
        <w:tc>
          <w:tcPr>
            <w:tcW w:w="1245" w:type="dxa"/>
            <w:vMerge/>
            <w:vAlign w:val="center"/>
          </w:tcPr>
          <w:p w:rsidR="00CD7C13" w:rsidRDefault="00CD7C13"/>
        </w:tc>
        <w:tc>
          <w:tcPr>
            <w:tcW w:w="1562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1386" w:type="dxa"/>
            <w:vAlign w:val="center"/>
          </w:tcPr>
          <w:p w:rsidR="00CD7C13" w:rsidRDefault="00000000">
            <w:r>
              <w:t>0.01×2.17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71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0.03</w:t>
            </w:r>
          </w:p>
        </w:tc>
        <w:tc>
          <w:tcPr>
            <w:tcW w:w="1262" w:type="dxa"/>
            <w:vAlign w:val="center"/>
          </w:tcPr>
          <w:p w:rsidR="00CD7C13" w:rsidRDefault="00000000">
            <w:r>
              <w:t>0.03</w:t>
            </w: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40" w:name="_Toc118830668"/>
      <w:r>
        <w:rPr>
          <w:kern w:val="2"/>
        </w:rPr>
        <w:t>可见光透射比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CD7C13">
        <w:tc>
          <w:tcPr>
            <w:tcW w:w="90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透射比限值</w:t>
            </w:r>
          </w:p>
        </w:tc>
      </w:tr>
      <w:tr w:rsidR="00CD7C13">
        <w:tc>
          <w:tcPr>
            <w:tcW w:w="905" w:type="dxa"/>
            <w:shd w:val="clear" w:color="auto" w:fill="E6E6E6"/>
            <w:vAlign w:val="center"/>
          </w:tcPr>
          <w:p w:rsidR="00CD7C13" w:rsidRDefault="00000000">
            <w:r>
              <w:t>南向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0.70</w:t>
            </w:r>
          </w:p>
        </w:tc>
        <w:tc>
          <w:tcPr>
            <w:tcW w:w="2088" w:type="dxa"/>
            <w:vAlign w:val="center"/>
          </w:tcPr>
          <w:p w:rsidR="00CD7C13" w:rsidRDefault="00CD7C13"/>
        </w:tc>
        <w:tc>
          <w:tcPr>
            <w:tcW w:w="2009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2009" w:type="dxa"/>
            <w:vAlign w:val="center"/>
          </w:tcPr>
          <w:p w:rsidR="00CD7C13" w:rsidRDefault="00000000">
            <w:r>
              <w:t>0.40</w:t>
            </w:r>
          </w:p>
        </w:tc>
      </w:tr>
      <w:tr w:rsidR="00CD7C13">
        <w:tc>
          <w:tcPr>
            <w:tcW w:w="905" w:type="dxa"/>
            <w:shd w:val="clear" w:color="auto" w:fill="E6E6E6"/>
            <w:vAlign w:val="center"/>
          </w:tcPr>
          <w:p w:rsidR="00CD7C13" w:rsidRDefault="00000000">
            <w:r>
              <w:t>北向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0.69</w:t>
            </w:r>
          </w:p>
        </w:tc>
        <w:tc>
          <w:tcPr>
            <w:tcW w:w="2088" w:type="dxa"/>
            <w:vAlign w:val="center"/>
          </w:tcPr>
          <w:p w:rsidR="00CD7C13" w:rsidRDefault="00CD7C13"/>
        </w:tc>
        <w:tc>
          <w:tcPr>
            <w:tcW w:w="2009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2009" w:type="dxa"/>
            <w:vAlign w:val="center"/>
          </w:tcPr>
          <w:p w:rsidR="00CD7C13" w:rsidRDefault="00000000">
            <w:r>
              <w:t>0.40</w:t>
            </w:r>
          </w:p>
        </w:tc>
      </w:tr>
      <w:tr w:rsidR="00CD7C13">
        <w:tc>
          <w:tcPr>
            <w:tcW w:w="905" w:type="dxa"/>
            <w:shd w:val="clear" w:color="auto" w:fill="E6E6E6"/>
            <w:vAlign w:val="center"/>
          </w:tcPr>
          <w:p w:rsidR="00CD7C13" w:rsidRDefault="00000000">
            <w:r>
              <w:t>东向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0.60</w:t>
            </w:r>
          </w:p>
        </w:tc>
        <w:tc>
          <w:tcPr>
            <w:tcW w:w="2088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2009" w:type="dxa"/>
            <w:vAlign w:val="center"/>
          </w:tcPr>
          <w:p w:rsidR="00CD7C13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:rsidR="00CD7C13" w:rsidRDefault="00000000">
            <w:r>
              <w:t>0.40</w:t>
            </w:r>
          </w:p>
        </w:tc>
      </w:tr>
      <w:tr w:rsidR="00CD7C13">
        <w:tc>
          <w:tcPr>
            <w:tcW w:w="905" w:type="dxa"/>
            <w:shd w:val="clear" w:color="auto" w:fill="E6E6E6"/>
            <w:vAlign w:val="center"/>
          </w:tcPr>
          <w:p w:rsidR="00CD7C13" w:rsidRDefault="00000000">
            <w:r>
              <w:t>西向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0.62</w:t>
            </w:r>
          </w:p>
        </w:tc>
        <w:tc>
          <w:tcPr>
            <w:tcW w:w="2088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2009" w:type="dxa"/>
            <w:vAlign w:val="center"/>
          </w:tcPr>
          <w:p w:rsidR="00CD7C13" w:rsidRDefault="00000000">
            <w:r>
              <w:t>0.80</w:t>
            </w:r>
          </w:p>
        </w:tc>
        <w:tc>
          <w:tcPr>
            <w:tcW w:w="2009" w:type="dxa"/>
            <w:vAlign w:val="center"/>
          </w:tcPr>
          <w:p w:rsidR="00CD7C13" w:rsidRDefault="00000000">
            <w:r>
              <w:t>0.40</w:t>
            </w:r>
          </w:p>
        </w:tc>
      </w:tr>
      <w:tr w:rsidR="00CD7C13">
        <w:tc>
          <w:tcPr>
            <w:tcW w:w="2093" w:type="dxa"/>
            <w:gridSpan w:val="2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CD7C13">
        <w:tc>
          <w:tcPr>
            <w:tcW w:w="2093" w:type="dxa"/>
            <w:gridSpan w:val="2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CD7C13" w:rsidRDefault="00000000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CD7C13">
        <w:tc>
          <w:tcPr>
            <w:tcW w:w="2093" w:type="dxa"/>
            <w:gridSpan w:val="2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CD7C13" w:rsidRDefault="00000000">
            <w:r>
              <w:t>满足</w:t>
            </w: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41" w:name="_Toc118830669"/>
      <w:r>
        <w:rPr>
          <w:kern w:val="2"/>
        </w:rPr>
        <w:t>天窗</w:t>
      </w:r>
      <w:bookmarkEnd w:id="41"/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2" w:name="_Toc118830670"/>
      <w:r>
        <w:rPr>
          <w:color w:val="000000"/>
          <w:kern w:val="2"/>
          <w:szCs w:val="24"/>
        </w:rPr>
        <w:t>天窗屋顶比</w:t>
      </w:r>
      <w:bookmarkEnd w:id="42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3" w:name="_Toc118830671"/>
      <w:r>
        <w:rPr>
          <w:color w:val="000000"/>
          <w:kern w:val="2"/>
          <w:szCs w:val="24"/>
        </w:rPr>
        <w:t>天窗类型</w:t>
      </w:r>
      <w:bookmarkEnd w:id="43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D7C13" w:rsidRDefault="00000000">
      <w:pPr>
        <w:pStyle w:val="2"/>
        <w:widowControl w:val="0"/>
        <w:rPr>
          <w:kern w:val="2"/>
        </w:rPr>
      </w:pPr>
      <w:bookmarkStart w:id="44" w:name="_Toc118830672"/>
      <w:r>
        <w:rPr>
          <w:kern w:val="2"/>
        </w:rPr>
        <w:t>屋顶构造</w:t>
      </w:r>
      <w:bookmarkEnd w:id="44"/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5" w:name="_Toc118830673"/>
      <w:r>
        <w:rPr>
          <w:color w:val="000000"/>
          <w:kern w:val="2"/>
          <w:szCs w:val="24"/>
        </w:rPr>
        <w:t>屋顶相关构造</w:t>
      </w:r>
      <w:bookmarkEnd w:id="45"/>
    </w:p>
    <w:p w:rsidR="00CD7C13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聚乙烯泡沫塑料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0.047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0.687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2.128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1.462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0.230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9.370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0.017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0.163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硬质聚氨酯发泡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0.024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0.035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0.015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加气混泥土砌块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0.238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2.822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0.588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1.660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0.017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0.297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315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2.828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4.085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0.34</w:t>
            </w:r>
          </w:p>
        </w:tc>
      </w:tr>
    </w:tbl>
    <w:p w:rsidR="00CD7C13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屋顶防火隔离带构造一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岩棉带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0.048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3.472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3.125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高炉炉渣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0.260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3.957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0.385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1.522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1.977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0.249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560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4.039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7.362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0.24</w:t>
            </w:r>
          </w:p>
        </w:tc>
      </w:tr>
    </w:tbl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6" w:name="_Toc118830674"/>
      <w:r>
        <w:rPr>
          <w:color w:val="000000"/>
          <w:kern w:val="2"/>
          <w:szCs w:val="24"/>
        </w:rPr>
        <w:t>屋顶平均热工特性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990"/>
        <w:gridCol w:w="950"/>
        <w:gridCol w:w="1349"/>
        <w:gridCol w:w="1349"/>
        <w:gridCol w:w="1349"/>
      </w:tblGrid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构造名称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3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3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太阳辐射吸收系数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屋顶构造一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118.98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0.779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0.34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4.09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屋顶防火隔离带构造一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33.66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0.221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0.24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7.36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合计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152.64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1.000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0.31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4.81</w:t>
            </w:r>
          </w:p>
        </w:tc>
        <w:tc>
          <w:tcPr>
            <w:tcW w:w="1348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5984" w:type="dxa"/>
            <w:gridSpan w:val="5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5984" w:type="dxa"/>
            <w:gridSpan w:val="5"/>
          </w:tcPr>
          <w:p w:rsidR="00CD7C13" w:rsidRDefault="00000000">
            <w:r>
              <w:t>K≤0.45,S≤0.30</w:t>
            </w:r>
            <w:r>
              <w:t>或</w:t>
            </w:r>
            <w:r>
              <w:t>K≤0.40,0.30&lt;S≤0.50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5984" w:type="dxa"/>
            <w:gridSpan w:val="5"/>
          </w:tcPr>
          <w:p w:rsidR="00CD7C13" w:rsidRDefault="00000000">
            <w:r>
              <w:t>满足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2"/>
        <w:widowControl w:val="0"/>
        <w:rPr>
          <w:kern w:val="2"/>
        </w:rPr>
      </w:pPr>
      <w:bookmarkStart w:id="47" w:name="_Toc118830675"/>
      <w:r>
        <w:rPr>
          <w:kern w:val="2"/>
        </w:rPr>
        <w:t>外墙构造</w:t>
      </w:r>
      <w:bookmarkEnd w:id="47"/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8" w:name="_Toc118830676"/>
      <w:r>
        <w:rPr>
          <w:color w:val="000000"/>
          <w:kern w:val="2"/>
          <w:szCs w:val="24"/>
        </w:rPr>
        <w:t>外墙相关构造</w:t>
      </w:r>
      <w:bookmarkEnd w:id="48"/>
    </w:p>
    <w:p w:rsidR="00CD7C13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混合（石灰砂浆）砂浆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岩棉板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2.083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1.875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蒸压加气混凝土砌块（干态）（普通砌筑，灰缝</w:t>
            </w:r>
            <w:r>
              <w:t>≤15mm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0.140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2.810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1.25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1.143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4.014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聚乙烯泡沫塑料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0.047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0.687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0.774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0.585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混合（石灰砂浆）砂浆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380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4.046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6.968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0.24</w:t>
            </w:r>
          </w:p>
        </w:tc>
      </w:tr>
    </w:tbl>
    <w:p w:rsidR="00CD7C13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外墙防火隔离带构造一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0.043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0.489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0.033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0.347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1.515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0.631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1.977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混合（石灰砂浆）砂浆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10.750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1.696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3.344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0.54</w:t>
            </w:r>
          </w:p>
        </w:tc>
      </w:tr>
    </w:tbl>
    <w:p w:rsidR="00CD7C13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0.227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1.977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0.249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2.941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1.13</w:t>
            </w:r>
          </w:p>
        </w:tc>
      </w:tr>
    </w:tbl>
    <w:p w:rsidR="00CD7C13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0.227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1.977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0.249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2.941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1.13</w:t>
            </w:r>
          </w:p>
        </w:tc>
      </w:tr>
    </w:tbl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9" w:name="_Toc118830677"/>
      <w:r>
        <w:rPr>
          <w:color w:val="000000"/>
          <w:kern w:val="2"/>
          <w:szCs w:val="24"/>
        </w:rPr>
        <w:t>外墙主断面传热系数的修正系数ψ</w:t>
      </w:r>
      <w:bookmarkEnd w:id="49"/>
    </w:p>
    <w:p w:rsidR="00CD7C13" w:rsidRDefault="00000000">
      <w:pPr>
        <w:jc w:val="center"/>
        <w:rPr>
          <w:szCs w:val="21"/>
          <w:lang w:val="en-US"/>
        </w:rPr>
      </w:pPr>
      <w:bookmarkStart w:id="50" w:name="公建2015外墙K修正系数表"/>
      <w:r>
        <w:rPr>
          <w:noProof/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0"/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1" w:name="_Toc118830678"/>
      <w:r>
        <w:rPr>
          <w:color w:val="000000"/>
          <w:kern w:val="2"/>
          <w:szCs w:val="24"/>
        </w:rPr>
        <w:t>外墙平均热工特性</w:t>
      </w:r>
      <w:bookmarkEnd w:id="51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太阳辐射吸收系数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204.36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0.795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6.97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52.86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0.205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0.54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3.34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CD7C13" w:rsidRDefault="00CD7C13"/>
        </w:tc>
        <w:tc>
          <w:tcPr>
            <w:tcW w:w="990" w:type="dxa"/>
            <w:vAlign w:val="center"/>
          </w:tcPr>
          <w:p w:rsidR="00CD7C13" w:rsidRDefault="00000000">
            <w:r>
              <w:t>257.22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0.30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6.22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CD7C13" w:rsidRDefault="00000000">
            <w:pPr>
              <w:jc w:val="center"/>
            </w:pPr>
            <w:r>
              <w:t>0.30 × 1.20 = 0.36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太阳辐射吸收系数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442.44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0.805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6.97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107.33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0.195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0.54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3.34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CD7C13" w:rsidRDefault="00CD7C13"/>
        </w:tc>
        <w:tc>
          <w:tcPr>
            <w:tcW w:w="990" w:type="dxa"/>
            <w:vAlign w:val="center"/>
          </w:tcPr>
          <w:p w:rsidR="00CD7C13" w:rsidRDefault="00000000">
            <w:r>
              <w:t>549.78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0.30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6.26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CD7C13" w:rsidRDefault="00000000">
            <w:pPr>
              <w:jc w:val="center"/>
            </w:pPr>
            <w:r>
              <w:t>0.30 × 1.20 = 0.36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太阳辐射吸收系数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1050.75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0.842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6.97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197.48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0.158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0.54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3.34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CD7C13" w:rsidRDefault="00CD7C13"/>
        </w:tc>
        <w:tc>
          <w:tcPr>
            <w:tcW w:w="990" w:type="dxa"/>
            <w:vAlign w:val="center"/>
          </w:tcPr>
          <w:p w:rsidR="00CD7C13" w:rsidRDefault="00000000">
            <w:r>
              <w:t>1248.23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0.29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6.39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CD7C13" w:rsidRDefault="00000000">
            <w:pPr>
              <w:jc w:val="center"/>
            </w:pPr>
            <w:r>
              <w:t>0.29 × 1.20 = 0.34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太阳辐射吸收系数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907.05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0.832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6.97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182.93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0.54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3.34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热桥梁构造一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热桥梁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0.02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0.000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CD7C13" w:rsidRDefault="00CD7C13"/>
        </w:tc>
        <w:tc>
          <w:tcPr>
            <w:tcW w:w="990" w:type="dxa"/>
            <w:vAlign w:val="center"/>
          </w:tcPr>
          <w:p w:rsidR="00CD7C13" w:rsidRDefault="00000000">
            <w:r>
              <w:t>1090.00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0.29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6.36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CD7C13" w:rsidRDefault="00000000">
            <w:pPr>
              <w:jc w:val="center"/>
            </w:pPr>
            <w:r>
              <w:t>0.29 × 1.20 = 0.35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太阳辐射吸收系数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2604.61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0.828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6.97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外墙防火隔离带构造一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隔离带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540.60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0.54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3.34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热桥梁构造一</w:t>
            </w:r>
          </w:p>
        </w:tc>
        <w:tc>
          <w:tcPr>
            <w:tcW w:w="1120" w:type="dxa"/>
            <w:vAlign w:val="center"/>
          </w:tcPr>
          <w:p w:rsidR="00CD7C13" w:rsidRDefault="00000000">
            <w:r>
              <w:t>热桥梁</w:t>
            </w:r>
          </w:p>
        </w:tc>
        <w:tc>
          <w:tcPr>
            <w:tcW w:w="990" w:type="dxa"/>
            <w:vAlign w:val="center"/>
          </w:tcPr>
          <w:p w:rsidR="00CD7C13" w:rsidRDefault="00000000">
            <w:r>
              <w:t>0.02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0.000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vAlign w:val="center"/>
          </w:tcPr>
          <w:p w:rsidR="00CD7C13" w:rsidRDefault="00000000">
            <w:r>
              <w:t>合计</w:t>
            </w:r>
          </w:p>
        </w:tc>
        <w:tc>
          <w:tcPr>
            <w:tcW w:w="1120" w:type="dxa"/>
            <w:vAlign w:val="center"/>
          </w:tcPr>
          <w:p w:rsidR="00CD7C13" w:rsidRDefault="00CD7C13"/>
        </w:tc>
        <w:tc>
          <w:tcPr>
            <w:tcW w:w="990" w:type="dxa"/>
            <w:vAlign w:val="center"/>
          </w:tcPr>
          <w:p w:rsidR="00CD7C13" w:rsidRDefault="00000000">
            <w:r>
              <w:t>3145.23</w:t>
            </w:r>
          </w:p>
        </w:tc>
        <w:tc>
          <w:tcPr>
            <w:tcW w:w="950" w:type="dxa"/>
            <w:vAlign w:val="center"/>
          </w:tcPr>
          <w:p w:rsidR="00CD7C13" w:rsidRDefault="00000000">
            <w:r>
              <w:t>1.000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0.29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6.35</w:t>
            </w:r>
          </w:p>
        </w:tc>
        <w:tc>
          <w:tcPr>
            <w:tcW w:w="1107" w:type="dxa"/>
            <w:vAlign w:val="center"/>
          </w:tcPr>
          <w:p w:rsidR="00CD7C13" w:rsidRDefault="00000000">
            <w:r>
              <w:t>0.75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考虑线性热桥后</w:t>
            </w:r>
            <w:r>
              <w:t>K</w:t>
            </w:r>
          </w:p>
        </w:tc>
        <w:tc>
          <w:tcPr>
            <w:tcW w:w="6381" w:type="dxa"/>
            <w:gridSpan w:val="6"/>
          </w:tcPr>
          <w:p w:rsidR="00CD7C13" w:rsidRDefault="00000000">
            <w:pPr>
              <w:jc w:val="center"/>
            </w:pPr>
            <w:r>
              <w:t>0.29 × 1.20 = 0.35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6381" w:type="dxa"/>
            <w:gridSpan w:val="6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6381" w:type="dxa"/>
            <w:gridSpan w:val="6"/>
          </w:tcPr>
          <w:p w:rsidR="00CD7C13" w:rsidRDefault="00000000">
            <w:r>
              <w:t>K≤0.50,S≤0.30</w:t>
            </w:r>
            <w:r>
              <w:t>或</w:t>
            </w:r>
            <w:r>
              <w:t>K≤0.45,0.30&lt;S≤0.50</w:t>
            </w:r>
          </w:p>
        </w:tc>
      </w:tr>
      <w:tr w:rsidR="00CD7C13">
        <w:tc>
          <w:tcPr>
            <w:tcW w:w="2948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6381" w:type="dxa"/>
            <w:gridSpan w:val="6"/>
          </w:tcPr>
          <w:p w:rsidR="00CD7C13" w:rsidRDefault="00000000">
            <w:r>
              <w:t>满足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2"/>
        <w:widowControl w:val="0"/>
        <w:rPr>
          <w:kern w:val="2"/>
        </w:rPr>
      </w:pPr>
      <w:bookmarkStart w:id="52" w:name="_Toc118830679"/>
      <w:r>
        <w:rPr>
          <w:kern w:val="2"/>
        </w:rPr>
        <w:t>挑空楼板构造</w:t>
      </w:r>
      <w:bookmarkEnd w:id="52"/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3" w:name="_Toc118830680"/>
      <w:r>
        <w:rPr>
          <w:color w:val="000000"/>
          <w:kern w:val="2"/>
          <w:szCs w:val="24"/>
        </w:rPr>
        <w:t>挑空楼板构造一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现浇钢筋混泥土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0.098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1.667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挤塑聚苯乙烯泡沫板（</w:t>
            </w:r>
            <w:r>
              <w:t>XPS</w:t>
            </w:r>
            <w:r>
              <w:t>）</w:t>
            </w:r>
            <w:r>
              <w:t>(ρ=30)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0.540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2.424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1.440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抗裂砂浆（网格布）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0.006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0.073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296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2.571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3.669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0.37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:rsidR="00CD7C13" w:rsidRDefault="00000000">
            <w:r>
              <w:t>K≤0.50,S≤0.30</w:t>
            </w:r>
            <w:r>
              <w:t>或</w:t>
            </w:r>
            <w:r>
              <w:t>K≤0.45,0.30&lt;S≤0.50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:rsidR="00CD7C13" w:rsidRDefault="00000000">
            <w:r>
              <w:t>满足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2"/>
        <w:widowControl w:val="0"/>
        <w:rPr>
          <w:kern w:val="2"/>
        </w:rPr>
      </w:pPr>
      <w:bookmarkStart w:id="54" w:name="_Toc118830681"/>
      <w:r>
        <w:rPr>
          <w:kern w:val="2"/>
        </w:rPr>
        <w:t>采暖与非采暖隔墙</w:t>
      </w:r>
      <w:bookmarkEnd w:id="54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D7C13" w:rsidRDefault="00000000">
      <w:pPr>
        <w:pStyle w:val="2"/>
        <w:widowControl w:val="0"/>
        <w:rPr>
          <w:kern w:val="2"/>
        </w:rPr>
      </w:pPr>
      <w:bookmarkStart w:id="55" w:name="_Toc118830682"/>
      <w:r>
        <w:rPr>
          <w:kern w:val="2"/>
        </w:rPr>
        <w:t>地下车库与供暖房间之间的楼板</w:t>
      </w:r>
      <w:bookmarkEnd w:id="55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D7C13" w:rsidRDefault="00000000">
      <w:pPr>
        <w:pStyle w:val="2"/>
        <w:widowControl w:val="0"/>
        <w:rPr>
          <w:kern w:val="2"/>
        </w:rPr>
      </w:pPr>
      <w:bookmarkStart w:id="56" w:name="_Toc118830683"/>
      <w:r>
        <w:rPr>
          <w:kern w:val="2"/>
        </w:rPr>
        <w:t>外窗热工</w:t>
      </w:r>
      <w:bookmarkEnd w:id="56"/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7" w:name="_Toc118830684"/>
      <w:r>
        <w:rPr>
          <w:color w:val="000000"/>
          <w:kern w:val="2"/>
          <w:szCs w:val="24"/>
        </w:rPr>
        <w:t>外窗构造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CD7C13">
        <w:tc>
          <w:tcPr>
            <w:tcW w:w="90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备注</w:t>
            </w:r>
          </w:p>
        </w:tc>
      </w:tr>
      <w:tr w:rsidR="00CD7C13">
        <w:tc>
          <w:tcPr>
            <w:tcW w:w="90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:rsidR="00CD7C13" w:rsidRDefault="00000000">
            <w:r>
              <w:t>a.80</w:t>
            </w:r>
            <w:r>
              <w:t>岩棉</w:t>
            </w:r>
          </w:p>
        </w:tc>
        <w:tc>
          <w:tcPr>
            <w:tcW w:w="826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832" w:type="dxa"/>
            <w:vAlign w:val="center"/>
          </w:tcPr>
          <w:p w:rsidR="00CD7C13" w:rsidRDefault="00000000">
            <w:r>
              <w:t>0.56</w:t>
            </w:r>
          </w:p>
        </w:tc>
        <w:tc>
          <w:tcPr>
            <w:tcW w:w="956" w:type="dxa"/>
            <w:vAlign w:val="center"/>
          </w:tcPr>
          <w:p w:rsidR="00CD7C13" w:rsidRDefault="00000000">
            <w:r>
              <w:t>0.87</w:t>
            </w:r>
          </w:p>
        </w:tc>
        <w:tc>
          <w:tcPr>
            <w:tcW w:w="956" w:type="dxa"/>
            <w:vAlign w:val="center"/>
          </w:tcPr>
          <w:p w:rsidR="00CD7C13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:rsidR="00CD7C13" w:rsidRDefault="00000000">
            <w:r>
              <w:t>来源《民用建筑热工设计规范》</w:t>
            </w:r>
          </w:p>
        </w:tc>
      </w:tr>
      <w:tr w:rsidR="00CD7C13">
        <w:tc>
          <w:tcPr>
            <w:tcW w:w="90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867" w:type="dxa"/>
            <w:vAlign w:val="center"/>
          </w:tcPr>
          <w:p w:rsidR="00CD7C13" w:rsidRDefault="00000000">
            <w:r>
              <w:t>平均</w:t>
            </w:r>
            <w:r>
              <w:t>+</w:t>
            </w:r>
            <w:r>
              <w:t>铝合金窗框</w:t>
            </w:r>
            <w:r>
              <w:t>+Low-E</w:t>
            </w:r>
            <w:r>
              <w:t>中空玻璃</w:t>
            </w:r>
            <w:r>
              <w:t>(</w:t>
            </w:r>
            <w:r>
              <w:t>在线</w:t>
            </w:r>
            <w:r>
              <w:t>)+</w:t>
            </w:r>
            <w:r>
              <w:t>氩气层厚</w:t>
            </w:r>
            <w:r>
              <w:t>12mm</w:t>
            </w:r>
          </w:p>
        </w:tc>
        <w:tc>
          <w:tcPr>
            <w:tcW w:w="826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:rsidR="00CD7C13" w:rsidRDefault="00000000">
            <w:r>
              <w:t>0.97</w:t>
            </w:r>
          </w:p>
        </w:tc>
        <w:tc>
          <w:tcPr>
            <w:tcW w:w="956" w:type="dxa"/>
            <w:vAlign w:val="center"/>
          </w:tcPr>
          <w:p w:rsidR="00CD7C13" w:rsidRDefault="00000000">
            <w:r>
              <w:t>0.26</w:t>
            </w:r>
          </w:p>
        </w:tc>
        <w:tc>
          <w:tcPr>
            <w:tcW w:w="956" w:type="dxa"/>
            <w:vAlign w:val="center"/>
          </w:tcPr>
          <w:p w:rsidR="00CD7C13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:rsidR="00CD7C13" w:rsidRDefault="00000000">
            <w:r>
              <w:t>来源《民用建筑热工设计规范》</w:t>
            </w:r>
          </w:p>
        </w:tc>
      </w:tr>
    </w:tbl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8" w:name="_Toc118830685"/>
      <w:r>
        <w:rPr>
          <w:color w:val="000000"/>
          <w:kern w:val="2"/>
          <w:szCs w:val="24"/>
        </w:rPr>
        <w:t>外遮阳类型</w:t>
      </w:r>
      <w:bookmarkEnd w:id="58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已启用环境遮阳</w:t>
      </w:r>
    </w:p>
    <w:p w:rsidR="00CD7C13" w:rsidRDefault="0000000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百叶遮阳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noProof/>
        </w:rPr>
        <w:drawing>
          <wp:inline distT="0" distB="0" distL="0" distR="0">
            <wp:extent cx="4048125" cy="24669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3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3000"/>
        <w:gridCol w:w="1409"/>
        <w:gridCol w:w="1409"/>
        <w:gridCol w:w="1409"/>
      </w:tblGrid>
      <w:tr w:rsidR="00CD7C13">
        <w:tc>
          <w:tcPr>
            <w:tcW w:w="1143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299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编号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挑出</w:t>
            </w:r>
            <w:r>
              <w:br/>
              <w:t>A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百叶间距</w:t>
            </w:r>
            <w:r>
              <w:br/>
              <w:t>D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下垂</w:t>
            </w:r>
            <w:r>
              <w:br/>
              <w:t>C (m)</w:t>
            </w:r>
          </w:p>
        </w:tc>
      </w:tr>
      <w:tr w:rsidR="00CD7C13">
        <w:tc>
          <w:tcPr>
            <w:tcW w:w="1143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2999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409" w:type="dxa"/>
            <w:vAlign w:val="center"/>
          </w:tcPr>
          <w:p w:rsidR="00CD7C13" w:rsidRDefault="00000000">
            <w:r>
              <w:t>0.200</w:t>
            </w:r>
          </w:p>
        </w:tc>
        <w:tc>
          <w:tcPr>
            <w:tcW w:w="1409" w:type="dxa"/>
            <w:vAlign w:val="center"/>
          </w:tcPr>
          <w:p w:rsidR="00CD7C13" w:rsidRDefault="00000000">
            <w:r>
              <w:t>0.400</w:t>
            </w:r>
          </w:p>
        </w:tc>
        <w:tc>
          <w:tcPr>
            <w:tcW w:w="1409" w:type="dxa"/>
            <w:vAlign w:val="center"/>
          </w:tcPr>
          <w:p w:rsidR="00CD7C13" w:rsidRDefault="00000000">
            <w:r>
              <w:t>0.200</w:t>
            </w:r>
          </w:p>
        </w:tc>
      </w:tr>
    </w:tbl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9" w:name="_Toc118830686"/>
      <w:r>
        <w:rPr>
          <w:color w:val="000000"/>
          <w:kern w:val="2"/>
          <w:szCs w:val="24"/>
        </w:rPr>
        <w:t>平均传热系数</w:t>
      </w:r>
      <w:bookmarkEnd w:id="59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CD7C13">
        <w:tc>
          <w:tcPr>
            <w:tcW w:w="1013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14.317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14.317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13.703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13.703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8.800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9.869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9.869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9.684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9.684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10.962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10.962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7.196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7.196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6.688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6.688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49.646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49.646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6.276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6.276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3.481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3.481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10.476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10.476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3.562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3.562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24.240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16.957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8.759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3,6~8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23.682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7.875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17.711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21.898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4~5,9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17.761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3.927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3.927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6.073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6.073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11.517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5.109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5.109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4.246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4.246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4.373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4.373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3389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533.098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CD7C13">
        <w:tc>
          <w:tcPr>
            <w:tcW w:w="1013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9.449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9.449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47.250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47.250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22.652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22.652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20.950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20.950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10.825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10.825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10.734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32.201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10.348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31.045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20.018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20.018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10.423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10.423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66.795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66.795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10.255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30.765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9.888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29.665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23.859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13.139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11.841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17.426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10.026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10.026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4.753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4.753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17.940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17.940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17.711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13.139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4~6,8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23.682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4~6,8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17.518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17.761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10.026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30.077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4~8,10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85.140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15.480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4.753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14.259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4.439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4.439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5.828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5.828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4.799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4.799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0.234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0.234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8.780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11.957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6.316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6.316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4.451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4.451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5.841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5.841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5.762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5.762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4.536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4.536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3389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1070.573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CD7C13">
        <w:tc>
          <w:tcPr>
            <w:tcW w:w="1013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1.078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1.078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16.205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16.205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36.189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36.189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35.802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35.802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16.623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16.623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23.655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23.655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24.854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24.854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33.386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33.386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4.769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4.769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9.005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27.016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10.157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10.157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2.139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8.556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2.760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11.040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0.249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0.249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0.189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0.189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0.271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0.271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18.387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18.387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0.618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0.618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18.378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18.378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2.139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8.556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2.760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11.040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0.275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0.275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0.198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0.198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10.165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10.165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5.934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5.934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0.056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0.056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1.674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2.160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6.480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0.224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0.224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8.045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8.045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0.615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0.615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17.815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17.815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1.563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3.127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2.017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4.034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7.177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7.177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1.030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1.030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8.827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26.481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8.759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13.070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3~5,9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19.350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42.570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15.482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27.087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27.035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73.530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19.350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15.552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7.873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3,6,8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11.317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11.317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5.183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5.183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21.898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17.761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24.147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4~6,10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34.830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85.140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11.609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11.613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11.609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14.037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7.873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14.083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4~5,9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14.083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11.755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11.317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33.952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5.183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15.549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7,10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19.350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28.511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28.511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4.760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4.068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4.068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9.982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3.604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3.604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9.389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5.385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5.385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5.160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5.160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9.481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9.481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4.029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4.029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3.976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0.041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0.041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C1821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C1821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7.812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C2321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4.991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34.937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C2321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4.991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4.991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3389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1692.809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0.575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CD7C13">
        <w:tc>
          <w:tcPr>
            <w:tcW w:w="1013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75.186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75.186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19.109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19.109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0.194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0.194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9.887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9.887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9.558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9.558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47.790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47.790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0.801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0.801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48.803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48.803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7.196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21.588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10.348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10.348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9.201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9.201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27.417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27.417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1.953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2.520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12.600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0.327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0.327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0.460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0.460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0.710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0.710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0.254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8.930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8.930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36.520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36.520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18.277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18.277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9.391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9.391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1.942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3.884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2.506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0.014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0.014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27.430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27.430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26.136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26.136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9.888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9.888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119.970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181.890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85.140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77.400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3~6,8,10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46.440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27.090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22.549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11.305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16.957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17.939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11.861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29.164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7.784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11.305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69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16.957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5.919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5.919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5.723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7.890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79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9.722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89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3.971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3.971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11.595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99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109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3.587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3.587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5.325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5.325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9.736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9.736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34.830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8.143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8.143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119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9.711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120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3.851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3.851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121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5.270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122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0.443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0.443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123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0.767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0.767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124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3.825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3.825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125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5.916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126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3.889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127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128</w:t>
            </w:r>
          </w:p>
        </w:tc>
        <w:tc>
          <w:tcPr>
            <w:tcW w:w="1188" w:type="dxa"/>
            <w:vAlign w:val="center"/>
          </w:tcPr>
          <w:p w:rsidR="00CD7C13" w:rsidRDefault="00CD7C13"/>
        </w:tc>
        <w:tc>
          <w:tcPr>
            <w:tcW w:w="1188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5.950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0.561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129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4.557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22.785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130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4.531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9.062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1013" w:type="dxa"/>
            <w:vAlign w:val="center"/>
          </w:tcPr>
          <w:p w:rsidR="00CD7C13" w:rsidRDefault="00000000">
            <w:r>
              <w:t>131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0.026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0.968</w:t>
            </w:r>
          </w:p>
        </w:tc>
      </w:tr>
      <w:tr w:rsidR="00CD7C13">
        <w:tc>
          <w:tcPr>
            <w:tcW w:w="3389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1644.893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CD7C13" w:rsidRDefault="00000000">
            <w:r>
              <w:t>立面平均传热系数</w:t>
            </w:r>
          </w:p>
        </w:tc>
        <w:tc>
          <w:tcPr>
            <w:tcW w:w="1188" w:type="dxa"/>
            <w:vAlign w:val="center"/>
          </w:tcPr>
          <w:p w:rsidR="00CD7C13" w:rsidRDefault="00000000">
            <w:r>
              <w:t>0.569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0" w:name="_Toc118830687"/>
      <w:r>
        <w:rPr>
          <w:color w:val="000000"/>
          <w:kern w:val="2"/>
          <w:szCs w:val="24"/>
        </w:rPr>
        <w:t>综合太阳得热系数</w:t>
      </w:r>
      <w:bookmarkEnd w:id="60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CD7C13"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综合太阳得热系数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14.317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14.317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13.703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13.703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8.800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9.869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9.869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9.684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9.684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10.962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10.962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0.079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0.069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7.196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7.196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6.688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6.688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0.076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0.066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49.646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49.646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0.070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0.061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6.276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6.276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3.481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3.481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0.073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10.476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10.476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3.562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3.562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0.088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0.076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0.088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0.077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24.240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16.957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0.276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0.249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8.759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0.223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3,6~8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23.682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7.875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11.679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17.711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21.898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4~5,9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17.761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5.810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3.927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3.927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6.073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6.073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11.848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11.517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0.079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0.220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5.789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0.260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0.226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0.242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0.221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5.109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5.109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3.979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3.979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4.246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4.246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3.997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3.997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4.373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4.373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4.516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4.516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0.098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0.085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3.815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3.815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0.090</w:t>
            </w:r>
          </w:p>
        </w:tc>
      </w:tr>
      <w:tr w:rsidR="00CD7C13">
        <w:tc>
          <w:tcPr>
            <w:tcW w:w="3681" w:type="dxa"/>
            <w:gridSpan w:val="5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533.098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CD7C13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0.116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CD7C13"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综合太阳得热系数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9.449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9.449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47.250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47.250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22.652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22.652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20.950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20.950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10.825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10.825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10.734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32.201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10.348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31.045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9.030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20.018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20.018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10.423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10.423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66.795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66.795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10.255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30.765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9.888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29.665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5.965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23.859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13.139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11.841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17.426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10.026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10.026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0.378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0.329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0.377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0.328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0.379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0.330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4.753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4.753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0.334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17.940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17.940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17.711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13.139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4~6,8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23.682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4~6,8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17.518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17.761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10.026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30.077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4~8,10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85.140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0.195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15.480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0.223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0.194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4.753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14.259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9.992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9.992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4.390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4.390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5.998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4.379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4.379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5.763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5.763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4.439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4.439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4.097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4.097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4.022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4.022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5.828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5.828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5.993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5.993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4.799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4.799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0.234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0.234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5.776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5.776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4.390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8.780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0.219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0.191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4.707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6.011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6.011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11.957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5.904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6.295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0.324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6.316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6.316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0.225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0.196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4.730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4.451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4.451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5.841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5.841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5.762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5.762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4.536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4.536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5.801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5.801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6.054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6.054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4.021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4.021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0.132</w:t>
            </w:r>
          </w:p>
        </w:tc>
      </w:tr>
      <w:tr w:rsidR="00CD7C13">
        <w:tc>
          <w:tcPr>
            <w:tcW w:w="3681" w:type="dxa"/>
            <w:gridSpan w:val="5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1070.573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CD7C13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0.173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CD7C13"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综合太阳得热系数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1.078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16.205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16.205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36.189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36.189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35.802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35.802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16.623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16.623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23.655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23.655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24.854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24.854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33.386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33.386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9.203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4.769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4.769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5.944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9.005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27.016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3.538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10.157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10.157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2.139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8.556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2.760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11.040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0.249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0.249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0.189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0.189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0.271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0.271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18.387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18.387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0.618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0.618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0.079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0.068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18.378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18.378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2.139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8.556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2.760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11.040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0.275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0.275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0.198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0.198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0.237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10.165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10.165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5.934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5.934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0.056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0.056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1.674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5.022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2.160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6.480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0.224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0.224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8.045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8.045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0.231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0.201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0.615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0.615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0.057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17.815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17.815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0.206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1.563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3.127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2.017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4.034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0.018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0.018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0.023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0.023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7.177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7.177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1.030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2.363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2.829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5.561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8.827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26.481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8.759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0.280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13.070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6.037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3~5,9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19.350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42.570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15.482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27.087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27.035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73.530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19.350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3.888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15.552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4.679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4.679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7.873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3,6,8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11.317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11.317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5.183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5.183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0.339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21.898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17.761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24.147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4~6,10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34.830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85.140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11.609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11.613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11.609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4.679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14.037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7.873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14.083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4~5,9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14.083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11.755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11.317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33.952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5.183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15.549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4.357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7,10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19.350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4.004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28.511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28.511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4.760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3.804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4.068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4.068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4.497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4.497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9.982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9.982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5.806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3.604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3.604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9.389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0.178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0.357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0.311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0.170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0.280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4.323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6.070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0.330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0.286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0.320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5.385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5.385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4.694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9.500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0.363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0.316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0.306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5.160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5.160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9.012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9.481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9.481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0.201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0.175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3.916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0.170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3.579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3.579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5.018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5.018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4.029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4.029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4.598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3.976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3.976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5.400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5.400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5.926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178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0.201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0.052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179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0.041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0.041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0.200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0.052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180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C1721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3.648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0.200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0.052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181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C1821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182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C1821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7.812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183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C2321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4.991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34.937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184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C2321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4.991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4.991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0.043</w:t>
            </w:r>
          </w:p>
        </w:tc>
      </w:tr>
      <w:tr w:rsidR="00CD7C13">
        <w:tc>
          <w:tcPr>
            <w:tcW w:w="3681" w:type="dxa"/>
            <w:gridSpan w:val="5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1692.809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CD7C13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0.168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</w:t>
      </w:r>
      <w:r>
        <w:rPr>
          <w:color w:val="000000"/>
          <w:kern w:val="2"/>
          <w:szCs w:val="24"/>
          <w:lang w:val="en-US"/>
        </w:rPr>
        <w:t>-</w:t>
      </w:r>
      <w:r>
        <w:rPr>
          <w:color w:val="000000"/>
          <w:kern w:val="2"/>
          <w:szCs w:val="24"/>
          <w:lang w:val="en-US"/>
        </w:rPr>
        <w:t>默认立面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 w:rsidR="00CD7C13"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外遮阳系数</w:t>
            </w:r>
            <w:r>
              <w:t>(</w:t>
            </w:r>
            <w:r>
              <w:t>含环境遮阳</w:t>
            </w:r>
            <w:r>
              <w:t>)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综合太阳得热系数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75.186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75.186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0.563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0.563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19.109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19.109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0.194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0.194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9.887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9.887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0.187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9.558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9.558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47.790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47.790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0.801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0.801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4.400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48.803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48.803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7.196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21.588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0.178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10.348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10.348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9.201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9.201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27.417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27.417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1.953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9.765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2.520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12.600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0.065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0.065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0.327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0.327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0.460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0.460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0.710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0.710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0.254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0.254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0.161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0.140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29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8.930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8.930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36.520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36.520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18.277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18.277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9.391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9.391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1.942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3.884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2.506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5.011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0.011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0.011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0.014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0.014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27.430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27.430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26.136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26.136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39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3.458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9.888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9.888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3.954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3.954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9.721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9.721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119.970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181.890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85.140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0.338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3~5,8~9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77.400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0.343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0.343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49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3~6,8,10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46.440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0.342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27.090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0.312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0.271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22.549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3,6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11.305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16.957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0.277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0.241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0.270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0.235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59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0.221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5.980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17.939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3.954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11.861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9.721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29.164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11.610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7.784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4~5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11.305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11.832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0.119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69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4~6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16.957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0.152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0.132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5.652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5.919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5.919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3.950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5.723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5.723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7~8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7.890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79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9.722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9.722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89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7.740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0.338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3.971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3.971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8~9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11.595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99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5.092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5.978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9.782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0.338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0.340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0.296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3.054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0.256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9.735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3.937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0.307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3.945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0.295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0.257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109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5.798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0.284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0.247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3.900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0.275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0.239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5.843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0.259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0.225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3.587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3.587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0.247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0.215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5.325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5.325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0.107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0.093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9.736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9.736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0.129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34.830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0.151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8.143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8.143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0.142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0.124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119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9.711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9.711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0.121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120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3.851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3.851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0.121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0.105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121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5.270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0.124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0.108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122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0.443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0.443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123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0.767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0.767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124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3.825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3.825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0.117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125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5.916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5.916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0.138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0.120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126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3.889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3.889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127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3.892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0.146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128</w:t>
            </w:r>
          </w:p>
        </w:tc>
        <w:tc>
          <w:tcPr>
            <w:tcW w:w="854" w:type="dxa"/>
            <w:vAlign w:val="center"/>
          </w:tcPr>
          <w:p w:rsidR="00CD7C13" w:rsidRDefault="00CD7C13"/>
        </w:tc>
        <w:tc>
          <w:tcPr>
            <w:tcW w:w="735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5.950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5.950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0.870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0.147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0.128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129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4.557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22.785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130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4.531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9.062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0.047</w:t>
            </w:r>
          </w:p>
        </w:tc>
      </w:tr>
      <w:tr w:rsidR="00CD7C13">
        <w:tc>
          <w:tcPr>
            <w:tcW w:w="622" w:type="dxa"/>
            <w:vAlign w:val="center"/>
          </w:tcPr>
          <w:p w:rsidR="00CD7C13" w:rsidRDefault="00000000">
            <w:r>
              <w:t>131</w:t>
            </w:r>
          </w:p>
        </w:tc>
        <w:tc>
          <w:tcPr>
            <w:tcW w:w="854" w:type="dxa"/>
            <w:vAlign w:val="center"/>
          </w:tcPr>
          <w:p w:rsidR="00CD7C13" w:rsidRDefault="00000000">
            <w:r>
              <w:t>C2121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622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0.026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0.026</w:t>
            </w:r>
          </w:p>
        </w:tc>
        <w:tc>
          <w:tcPr>
            <w:tcW w:w="781" w:type="dxa"/>
            <w:vAlign w:val="center"/>
          </w:tcPr>
          <w:p w:rsidR="00CD7C13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0.261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百叶遮阳</w:t>
            </w:r>
            <w:r>
              <w:t>0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0.179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0.047</w:t>
            </w:r>
          </w:p>
        </w:tc>
      </w:tr>
      <w:tr w:rsidR="00CD7C13">
        <w:tc>
          <w:tcPr>
            <w:tcW w:w="3681" w:type="dxa"/>
            <w:gridSpan w:val="5"/>
            <w:shd w:val="clear" w:color="auto" w:fill="E6E6E6"/>
            <w:vAlign w:val="center"/>
          </w:tcPr>
          <w:p w:rsidR="00CD7C13" w:rsidRDefault="00000000">
            <w:r>
              <w:t>立面总面积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1644.893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CD7C13" w:rsidRDefault="00000000">
            <w:r>
              <w:t>综合太阳得热系数</w:t>
            </w:r>
          </w:p>
        </w:tc>
        <w:tc>
          <w:tcPr>
            <w:tcW w:w="1165" w:type="dxa"/>
            <w:vAlign w:val="center"/>
          </w:tcPr>
          <w:p w:rsidR="00CD7C13" w:rsidRDefault="00000000">
            <w:r>
              <w:t>0.193</w:t>
            </w:r>
          </w:p>
        </w:tc>
        <w:tc>
          <w:tcPr>
            <w:tcW w:w="916" w:type="dxa"/>
            <w:vAlign w:val="center"/>
          </w:tcPr>
          <w:p w:rsidR="00CD7C13" w:rsidRDefault="00000000">
            <w:r>
              <w:t>0.165</w:t>
            </w:r>
          </w:p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1" w:name="_Toc118830688"/>
      <w:r>
        <w:rPr>
          <w:color w:val="000000"/>
          <w:kern w:val="2"/>
          <w:szCs w:val="24"/>
        </w:rPr>
        <w:t>总体热工性能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结论</w:t>
            </w:r>
          </w:p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南向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533.10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0.56</w:t>
            </w:r>
          </w:p>
        </w:tc>
        <w:tc>
          <w:tcPr>
            <w:tcW w:w="1245" w:type="dxa"/>
            <w:vAlign w:val="center"/>
          </w:tcPr>
          <w:p w:rsidR="00CD7C13" w:rsidRDefault="00000000">
            <w:r>
              <w:t>0.12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0.70</w:t>
            </w:r>
          </w:p>
        </w:tc>
        <w:tc>
          <w:tcPr>
            <w:tcW w:w="1465" w:type="dxa"/>
            <w:vAlign w:val="center"/>
          </w:tcPr>
          <w:p w:rsidR="00CD7C13" w:rsidRDefault="00000000">
            <w:r>
              <w:t>K≤1.90, SHGC≤0.35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北向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1070.57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0.56</w:t>
            </w:r>
          </w:p>
        </w:tc>
        <w:tc>
          <w:tcPr>
            <w:tcW w:w="1245" w:type="dxa"/>
            <w:vAlign w:val="center"/>
          </w:tcPr>
          <w:p w:rsidR="00CD7C13" w:rsidRDefault="00000000">
            <w:r>
              <w:t>0.17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0.69</w:t>
            </w:r>
          </w:p>
        </w:tc>
        <w:tc>
          <w:tcPr>
            <w:tcW w:w="1465" w:type="dxa"/>
            <w:vAlign w:val="center"/>
          </w:tcPr>
          <w:p w:rsidR="00CD7C13" w:rsidRDefault="00000000">
            <w:r>
              <w:t>K≤1.90, SHGC≤0.60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东向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1692.81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0.58</w:t>
            </w:r>
          </w:p>
        </w:tc>
        <w:tc>
          <w:tcPr>
            <w:tcW w:w="1245" w:type="dxa"/>
            <w:vAlign w:val="center"/>
          </w:tcPr>
          <w:p w:rsidR="00CD7C13" w:rsidRDefault="00000000">
            <w:r>
              <w:t>0.17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0.60</w:t>
            </w:r>
          </w:p>
        </w:tc>
        <w:tc>
          <w:tcPr>
            <w:tcW w:w="1465" w:type="dxa"/>
            <w:vAlign w:val="center"/>
          </w:tcPr>
          <w:p w:rsidR="00CD7C13" w:rsidRDefault="00000000">
            <w:r>
              <w:t>K≤2.00, SHGC≤0.40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西向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1644.89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0.57</w:t>
            </w:r>
          </w:p>
        </w:tc>
        <w:tc>
          <w:tcPr>
            <w:tcW w:w="1245" w:type="dxa"/>
            <w:vAlign w:val="center"/>
          </w:tcPr>
          <w:p w:rsidR="00CD7C13" w:rsidRDefault="00000000">
            <w:r>
              <w:t>0.17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0.62</w:t>
            </w:r>
          </w:p>
        </w:tc>
        <w:tc>
          <w:tcPr>
            <w:tcW w:w="1465" w:type="dxa"/>
            <w:vAlign w:val="center"/>
          </w:tcPr>
          <w:p w:rsidR="00CD7C13" w:rsidRDefault="00000000">
            <w:r>
              <w:t>K≤1.90, SHGC≤0.35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综合平均</w:t>
            </w:r>
          </w:p>
        </w:tc>
        <w:tc>
          <w:tcPr>
            <w:tcW w:w="1018" w:type="dxa"/>
            <w:vAlign w:val="center"/>
          </w:tcPr>
          <w:p w:rsidR="00CD7C13" w:rsidRDefault="00CD7C13"/>
        </w:tc>
        <w:tc>
          <w:tcPr>
            <w:tcW w:w="1018" w:type="dxa"/>
            <w:vAlign w:val="center"/>
          </w:tcPr>
          <w:p w:rsidR="00CD7C13" w:rsidRDefault="00000000">
            <w:r>
              <w:t>4941.37</w:t>
            </w:r>
          </w:p>
        </w:tc>
        <w:tc>
          <w:tcPr>
            <w:tcW w:w="1131" w:type="dxa"/>
            <w:vAlign w:val="center"/>
          </w:tcPr>
          <w:p w:rsidR="00CD7C13" w:rsidRDefault="00000000">
            <w:r>
              <w:t>0.57</w:t>
            </w:r>
          </w:p>
        </w:tc>
        <w:tc>
          <w:tcPr>
            <w:tcW w:w="1245" w:type="dxa"/>
            <w:vAlign w:val="center"/>
          </w:tcPr>
          <w:p w:rsidR="00CD7C13" w:rsidRDefault="00000000">
            <w:r>
              <w:t>0.16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0.63</w:t>
            </w:r>
          </w:p>
        </w:tc>
        <w:tc>
          <w:tcPr>
            <w:tcW w:w="1465" w:type="dxa"/>
            <w:vAlign w:val="center"/>
          </w:tcPr>
          <w:p w:rsidR="00CD7C13" w:rsidRDefault="00CD7C13"/>
        </w:tc>
        <w:tc>
          <w:tcPr>
            <w:tcW w:w="1131" w:type="dxa"/>
            <w:vAlign w:val="center"/>
          </w:tcPr>
          <w:p w:rsidR="00CD7C13" w:rsidRDefault="00CD7C13"/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CD7C13" w:rsidRDefault="00000000">
            <w:r>
              <w:t>外窗传热系数和太阳得热系数满足表</w:t>
            </w:r>
            <w:r>
              <w:t>3.3.1-3</w:t>
            </w:r>
            <w:r>
              <w:t>的要求</w:t>
            </w:r>
          </w:p>
        </w:tc>
      </w:tr>
      <w:tr w:rsidR="00CD7C13">
        <w:tc>
          <w:tcPr>
            <w:tcW w:w="1245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CD7C13" w:rsidRDefault="00000000">
            <w:r>
              <w:t>满足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:rsidR="00CD7C13" w:rsidRDefault="00000000">
      <w:pPr>
        <w:pStyle w:val="2"/>
        <w:widowControl w:val="0"/>
        <w:rPr>
          <w:kern w:val="2"/>
        </w:rPr>
      </w:pPr>
      <w:bookmarkStart w:id="62" w:name="_Toc118830689"/>
      <w:r>
        <w:rPr>
          <w:kern w:val="2"/>
        </w:rPr>
        <w:t>周边地面构造</w:t>
      </w:r>
      <w:bookmarkEnd w:id="62"/>
    </w:p>
    <w:p w:rsidR="00CD7C13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63" w:name="_Toc118830690"/>
      <w:r>
        <w:rPr>
          <w:color w:val="000000"/>
          <w:kern w:val="2"/>
          <w:szCs w:val="24"/>
        </w:rPr>
        <w:t>周边地面构造一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CD7C13">
        <w:tc>
          <w:tcPr>
            <w:tcW w:w="3345" w:type="dxa"/>
            <w:vMerge w:val="restart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热惰性指标</w:t>
            </w:r>
          </w:p>
        </w:tc>
      </w:tr>
      <w:tr w:rsidR="00CD7C13">
        <w:tc>
          <w:tcPr>
            <w:tcW w:w="3345" w:type="dxa"/>
            <w:vMerge/>
            <w:shd w:val="clear" w:color="auto" w:fill="E6E6E6"/>
            <w:vAlign w:val="center"/>
          </w:tcPr>
          <w:p w:rsidR="00CD7C13" w:rsidRDefault="00CD7C1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D=R*S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rPr>
                <w:color w:val="999999"/>
              </w:rPr>
              <w:t>0.245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30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0.017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rPr>
                <w:color w:val="999999"/>
              </w:rPr>
              <w:t>0.297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挤塑型聚苯板</w:t>
            </w:r>
            <w:r>
              <w:t>(XPS)0.030*1.1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0.033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0.514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1.05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0.577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0.312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60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0.034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rPr>
                <w:color w:val="999999"/>
              </w:rPr>
              <w:t>0.593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灰砂加气混泥土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150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0.138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2.149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1.087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2.336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rPr>
                <w:color w:val="999999"/>
              </w:rPr>
              <w:t>轻质粘土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0.470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6.360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rPr>
                <w:color w:val="999999"/>
              </w:rPr>
              <w:t>0.043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rPr>
                <w:color w:val="999999"/>
              </w:rPr>
              <w:t>0.271</w:t>
            </w:r>
          </w:p>
        </w:tc>
      </w:tr>
      <w:tr w:rsidR="00CD7C13">
        <w:tc>
          <w:tcPr>
            <w:tcW w:w="3345" w:type="dxa"/>
            <w:vAlign w:val="center"/>
          </w:tcPr>
          <w:p w:rsidR="00CD7C13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:rsidR="00CD7C13" w:rsidRDefault="00000000">
            <w:r>
              <w:t>1.780</w:t>
            </w:r>
          </w:p>
        </w:tc>
        <w:tc>
          <w:tcPr>
            <w:tcW w:w="1064" w:type="dxa"/>
            <w:vAlign w:val="center"/>
          </w:tcPr>
          <w:p w:rsidR="00CD7C13" w:rsidRDefault="00000000">
            <w:r>
              <w:t>4.052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CD7C13" w:rsidRDefault="00000000">
            <w:pPr>
              <w:jc w:val="center"/>
            </w:pPr>
            <w:r>
              <w:t>1.66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3.3.1</w:t>
            </w:r>
            <w:r>
              <w:t>条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:rsidR="00CD7C13" w:rsidRDefault="00000000">
            <w:r>
              <w:t>R≥0.60</w:t>
            </w:r>
          </w:p>
        </w:tc>
      </w:tr>
      <w:tr w:rsidR="00CD7C13">
        <w:tc>
          <w:tcPr>
            <w:tcW w:w="3345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:rsidR="00CD7C13" w:rsidRDefault="00000000">
            <w:r>
              <w:t>满足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2"/>
        <w:widowControl w:val="0"/>
        <w:rPr>
          <w:kern w:val="2"/>
        </w:rPr>
      </w:pPr>
      <w:bookmarkStart w:id="64" w:name="_Toc118830691"/>
      <w:r>
        <w:rPr>
          <w:kern w:val="2"/>
        </w:rPr>
        <w:t>采暖地下室外墙构造</w:t>
      </w:r>
      <w:bookmarkEnd w:id="64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D7C13" w:rsidRDefault="00000000">
      <w:pPr>
        <w:pStyle w:val="2"/>
        <w:widowControl w:val="0"/>
        <w:rPr>
          <w:kern w:val="2"/>
        </w:rPr>
      </w:pPr>
      <w:bookmarkStart w:id="65" w:name="_Toc118830692"/>
      <w:r>
        <w:rPr>
          <w:kern w:val="2"/>
        </w:rPr>
        <w:t>变形缝</w:t>
      </w:r>
      <w:bookmarkEnd w:id="65"/>
    </w:p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:rsidR="00CD7C13" w:rsidRDefault="00000000">
      <w:pPr>
        <w:pStyle w:val="2"/>
        <w:widowControl w:val="0"/>
        <w:rPr>
          <w:kern w:val="2"/>
        </w:rPr>
      </w:pPr>
      <w:bookmarkStart w:id="66" w:name="_Toc118830693"/>
      <w:r>
        <w:rPr>
          <w:kern w:val="2"/>
        </w:rPr>
        <w:t>有效通风换气面积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CD7C13">
        <w:tc>
          <w:tcPr>
            <w:tcW w:w="7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结论</w:t>
            </w:r>
          </w:p>
        </w:tc>
      </w:tr>
      <w:tr w:rsidR="00CD7C13">
        <w:tc>
          <w:tcPr>
            <w:tcW w:w="718" w:type="dxa"/>
            <w:vMerge w:val="restart"/>
            <w:vAlign w:val="center"/>
          </w:tcPr>
          <w:p w:rsidR="00CD7C13" w:rsidRDefault="00000000">
            <w:r>
              <w:t>8</w:t>
            </w:r>
          </w:p>
        </w:tc>
        <w:tc>
          <w:tcPr>
            <w:tcW w:w="962" w:type="dxa"/>
            <w:vMerge w:val="restart"/>
            <w:vAlign w:val="center"/>
          </w:tcPr>
          <w:p w:rsidR="00CD7C13" w:rsidRDefault="00000000">
            <w:r>
              <w:t>8008(</w:t>
            </w:r>
            <w:r>
              <w:t>最不利房间</w:t>
            </w:r>
            <w:r>
              <w:t>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CD7C13" w:rsidRDefault="00000000">
            <w:r>
              <w:t>59.21</w:t>
            </w:r>
          </w:p>
        </w:tc>
        <w:tc>
          <w:tcPr>
            <w:tcW w:w="735" w:type="dxa"/>
            <w:vMerge w:val="restart"/>
            <w:vAlign w:val="center"/>
          </w:tcPr>
          <w:p w:rsidR="00CD7C13" w:rsidRDefault="00000000">
            <w:r>
              <w:t>39.92</w:t>
            </w:r>
          </w:p>
        </w:tc>
        <w:tc>
          <w:tcPr>
            <w:tcW w:w="962" w:type="dxa"/>
            <w:vAlign w:val="center"/>
          </w:tcPr>
          <w:p w:rsidR="00CD7C13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0.23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幕墙</w:t>
            </w:r>
          </w:p>
        </w:tc>
        <w:tc>
          <w:tcPr>
            <w:tcW w:w="1075" w:type="dxa"/>
            <w:vMerge w:val="restart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1018" w:type="dxa"/>
            <w:vMerge w:val="restart"/>
            <w:vAlign w:val="center"/>
          </w:tcPr>
          <w:p w:rsidR="00CD7C13" w:rsidRDefault="00000000">
            <w:r>
              <w:t>0.10</w:t>
            </w:r>
          </w:p>
        </w:tc>
        <w:tc>
          <w:tcPr>
            <w:tcW w:w="1030" w:type="dxa"/>
            <w:vMerge w:val="restart"/>
            <w:vAlign w:val="center"/>
          </w:tcPr>
          <w:p w:rsidR="00CD7C13" w:rsidRDefault="00000000">
            <w:r>
              <w:t>适宜</w:t>
            </w:r>
          </w:p>
        </w:tc>
      </w:tr>
      <w:tr w:rsidR="00CD7C13">
        <w:tc>
          <w:tcPr>
            <w:tcW w:w="718" w:type="dxa"/>
            <w:vMerge/>
            <w:vAlign w:val="center"/>
          </w:tcPr>
          <w:p w:rsidR="00CD7C13" w:rsidRDefault="00CD7C13"/>
        </w:tc>
        <w:tc>
          <w:tcPr>
            <w:tcW w:w="962" w:type="dxa"/>
            <w:vMerge/>
            <w:vAlign w:val="center"/>
          </w:tcPr>
          <w:p w:rsidR="00CD7C13" w:rsidRDefault="00CD7C13"/>
        </w:tc>
        <w:tc>
          <w:tcPr>
            <w:tcW w:w="735" w:type="dxa"/>
            <w:gridSpan w:val="2"/>
            <w:vMerge/>
            <w:vAlign w:val="center"/>
          </w:tcPr>
          <w:p w:rsidR="00CD7C13" w:rsidRDefault="00CD7C13"/>
        </w:tc>
        <w:tc>
          <w:tcPr>
            <w:tcW w:w="735" w:type="dxa"/>
            <w:vMerge/>
            <w:vAlign w:val="center"/>
          </w:tcPr>
          <w:p w:rsidR="00CD7C13" w:rsidRDefault="00CD7C13"/>
        </w:tc>
        <w:tc>
          <w:tcPr>
            <w:tcW w:w="962" w:type="dxa"/>
            <w:vAlign w:val="center"/>
          </w:tcPr>
          <w:p w:rsidR="00CD7C13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4.71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CD7C13" w:rsidRDefault="00CD7C13"/>
        </w:tc>
        <w:tc>
          <w:tcPr>
            <w:tcW w:w="1018" w:type="dxa"/>
            <w:vMerge/>
            <w:vAlign w:val="center"/>
          </w:tcPr>
          <w:p w:rsidR="00CD7C13" w:rsidRDefault="00CD7C13"/>
        </w:tc>
        <w:tc>
          <w:tcPr>
            <w:tcW w:w="1030" w:type="dxa"/>
            <w:vMerge/>
            <w:vAlign w:val="center"/>
          </w:tcPr>
          <w:p w:rsidR="00CD7C13" w:rsidRDefault="00CD7C13"/>
        </w:tc>
      </w:tr>
      <w:tr w:rsidR="00CD7C13">
        <w:tc>
          <w:tcPr>
            <w:tcW w:w="718" w:type="dxa"/>
            <w:vMerge/>
            <w:vAlign w:val="center"/>
          </w:tcPr>
          <w:p w:rsidR="00CD7C13" w:rsidRDefault="00CD7C13"/>
        </w:tc>
        <w:tc>
          <w:tcPr>
            <w:tcW w:w="962" w:type="dxa"/>
            <w:vMerge/>
            <w:vAlign w:val="center"/>
          </w:tcPr>
          <w:p w:rsidR="00CD7C13" w:rsidRDefault="00CD7C13"/>
        </w:tc>
        <w:tc>
          <w:tcPr>
            <w:tcW w:w="735" w:type="dxa"/>
            <w:gridSpan w:val="2"/>
            <w:vMerge/>
            <w:vAlign w:val="center"/>
          </w:tcPr>
          <w:p w:rsidR="00CD7C13" w:rsidRDefault="00CD7C13"/>
        </w:tc>
        <w:tc>
          <w:tcPr>
            <w:tcW w:w="735" w:type="dxa"/>
            <w:vMerge/>
            <w:vAlign w:val="center"/>
          </w:tcPr>
          <w:p w:rsidR="00CD7C13" w:rsidRDefault="00CD7C13"/>
        </w:tc>
        <w:tc>
          <w:tcPr>
            <w:tcW w:w="962" w:type="dxa"/>
            <w:vAlign w:val="center"/>
          </w:tcPr>
          <w:p w:rsidR="00CD7C13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CD7C13" w:rsidRDefault="00CD7C13"/>
        </w:tc>
        <w:tc>
          <w:tcPr>
            <w:tcW w:w="1018" w:type="dxa"/>
            <w:vMerge/>
            <w:vAlign w:val="center"/>
          </w:tcPr>
          <w:p w:rsidR="00CD7C13" w:rsidRDefault="00CD7C13"/>
        </w:tc>
        <w:tc>
          <w:tcPr>
            <w:tcW w:w="1030" w:type="dxa"/>
            <w:vMerge/>
            <w:vAlign w:val="center"/>
          </w:tcPr>
          <w:p w:rsidR="00CD7C13" w:rsidRDefault="00CD7C13"/>
        </w:tc>
      </w:tr>
      <w:tr w:rsidR="00CD7C13">
        <w:tc>
          <w:tcPr>
            <w:tcW w:w="718" w:type="dxa"/>
            <w:vMerge/>
            <w:vAlign w:val="center"/>
          </w:tcPr>
          <w:p w:rsidR="00CD7C13" w:rsidRDefault="00CD7C13"/>
        </w:tc>
        <w:tc>
          <w:tcPr>
            <w:tcW w:w="962" w:type="dxa"/>
            <w:vMerge/>
            <w:vAlign w:val="center"/>
          </w:tcPr>
          <w:p w:rsidR="00CD7C13" w:rsidRDefault="00CD7C13"/>
        </w:tc>
        <w:tc>
          <w:tcPr>
            <w:tcW w:w="735" w:type="dxa"/>
            <w:gridSpan w:val="2"/>
            <w:vMerge/>
            <w:vAlign w:val="center"/>
          </w:tcPr>
          <w:p w:rsidR="00CD7C13" w:rsidRDefault="00CD7C13"/>
        </w:tc>
        <w:tc>
          <w:tcPr>
            <w:tcW w:w="735" w:type="dxa"/>
            <w:vMerge/>
            <w:vAlign w:val="center"/>
          </w:tcPr>
          <w:p w:rsidR="00CD7C13" w:rsidRDefault="00CD7C13"/>
        </w:tc>
        <w:tc>
          <w:tcPr>
            <w:tcW w:w="962" w:type="dxa"/>
            <w:vAlign w:val="center"/>
          </w:tcPr>
          <w:p w:rsidR="00CD7C13" w:rsidRDefault="00000000">
            <w:r>
              <w:t>未编号</w:t>
            </w:r>
          </w:p>
        </w:tc>
        <w:tc>
          <w:tcPr>
            <w:tcW w:w="735" w:type="dxa"/>
            <w:vAlign w:val="center"/>
          </w:tcPr>
          <w:p w:rsidR="00CD7C13" w:rsidRDefault="00000000">
            <w:r>
              <w:t>3.87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0.30</w:t>
            </w:r>
          </w:p>
        </w:tc>
        <w:tc>
          <w:tcPr>
            <w:tcW w:w="679" w:type="dxa"/>
            <w:vAlign w:val="center"/>
          </w:tcPr>
          <w:p w:rsidR="00CD7C13" w:rsidRDefault="00000000">
            <w:r>
              <w:t>幕墙</w:t>
            </w:r>
          </w:p>
        </w:tc>
        <w:tc>
          <w:tcPr>
            <w:tcW w:w="1075" w:type="dxa"/>
            <w:vMerge/>
            <w:vAlign w:val="center"/>
          </w:tcPr>
          <w:p w:rsidR="00CD7C13" w:rsidRDefault="00CD7C13"/>
        </w:tc>
        <w:tc>
          <w:tcPr>
            <w:tcW w:w="1018" w:type="dxa"/>
            <w:vMerge/>
            <w:vAlign w:val="center"/>
          </w:tcPr>
          <w:p w:rsidR="00CD7C13" w:rsidRDefault="00CD7C13"/>
        </w:tc>
        <w:tc>
          <w:tcPr>
            <w:tcW w:w="1030" w:type="dxa"/>
            <w:vMerge/>
            <w:vAlign w:val="center"/>
          </w:tcPr>
          <w:p w:rsidR="00CD7C13" w:rsidRDefault="00CD7C13"/>
        </w:tc>
      </w:tr>
      <w:tr w:rsidR="00CD7C13">
        <w:tc>
          <w:tcPr>
            <w:tcW w:w="2263" w:type="dxa"/>
            <w:gridSpan w:val="3"/>
            <w:shd w:val="clear" w:color="auto" w:fill="E6E6E6"/>
            <w:vAlign w:val="center"/>
          </w:tcPr>
          <w:p w:rsidR="00CD7C13" w:rsidRDefault="00000000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:rsidR="00CD7C13" w:rsidRDefault="00000000">
            <w:r>
              <w:t>有</w:t>
            </w:r>
          </w:p>
        </w:tc>
      </w:tr>
      <w:tr w:rsidR="00CD7C13">
        <w:tc>
          <w:tcPr>
            <w:tcW w:w="2263" w:type="dxa"/>
            <w:gridSpan w:val="3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CD7C13">
        <w:tc>
          <w:tcPr>
            <w:tcW w:w="2263" w:type="dxa"/>
            <w:gridSpan w:val="3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CD7C13" w:rsidRDefault="00000000">
            <w:r>
              <w:t>甲类建筑外窗有效通风换气面积不宜小于所在房间立面面积的</w:t>
            </w:r>
            <w:r>
              <w:t xml:space="preserve">10% </w:t>
            </w:r>
          </w:p>
        </w:tc>
      </w:tr>
      <w:tr w:rsidR="00CD7C13">
        <w:tc>
          <w:tcPr>
            <w:tcW w:w="2263" w:type="dxa"/>
            <w:gridSpan w:val="3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CD7C13" w:rsidRDefault="00000000">
            <w:r>
              <w:t>满足</w:t>
            </w:r>
          </w:p>
        </w:tc>
      </w:tr>
    </w:tbl>
    <w:p w:rsidR="00CD7C13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pPr>
        <w:pStyle w:val="2"/>
        <w:widowControl w:val="0"/>
        <w:rPr>
          <w:kern w:val="2"/>
        </w:rPr>
      </w:pPr>
      <w:bookmarkStart w:id="67" w:name="_Toc118830694"/>
      <w:r>
        <w:rPr>
          <w:kern w:val="2"/>
        </w:rPr>
        <w:t>非中空窗面积比</w:t>
      </w:r>
      <w:bookmarkEnd w:id="6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410"/>
        <w:gridCol w:w="1585"/>
        <w:gridCol w:w="1585"/>
        <w:gridCol w:w="1585"/>
        <w:gridCol w:w="792"/>
        <w:gridCol w:w="1018"/>
      </w:tblGrid>
      <w:tr w:rsidR="00CD7C13">
        <w:tc>
          <w:tcPr>
            <w:tcW w:w="135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朝向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非中空面积比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结论</w:t>
            </w:r>
          </w:p>
        </w:tc>
      </w:tr>
      <w:tr w:rsidR="00CD7C13">
        <w:tc>
          <w:tcPr>
            <w:tcW w:w="1358" w:type="dxa"/>
            <w:shd w:val="clear" w:color="auto" w:fill="E6E6E6"/>
            <w:vAlign w:val="center"/>
          </w:tcPr>
          <w:p w:rsidR="00CD7C13" w:rsidRDefault="00000000">
            <w:r>
              <w:t>南向</w:t>
            </w:r>
          </w:p>
        </w:tc>
        <w:tc>
          <w:tcPr>
            <w:tcW w:w="1409" w:type="dxa"/>
            <w:vAlign w:val="center"/>
          </w:tcPr>
          <w:p w:rsidR="00CD7C13" w:rsidRDefault="00000000">
            <w:r>
              <w:t>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489.54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CD7C13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1358" w:type="dxa"/>
            <w:shd w:val="clear" w:color="auto" w:fill="E6E6E6"/>
            <w:vAlign w:val="center"/>
          </w:tcPr>
          <w:p w:rsidR="00CD7C13" w:rsidRDefault="00000000">
            <w:r>
              <w:t>北向</w:t>
            </w:r>
          </w:p>
        </w:tc>
        <w:tc>
          <w:tcPr>
            <w:tcW w:w="1409" w:type="dxa"/>
            <w:vAlign w:val="center"/>
          </w:tcPr>
          <w:p w:rsidR="00CD7C13" w:rsidRDefault="00000000">
            <w:r>
              <w:t>北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975.82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CD7C13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1358" w:type="dxa"/>
            <w:shd w:val="clear" w:color="auto" w:fill="E6E6E6"/>
            <w:vAlign w:val="center"/>
          </w:tcPr>
          <w:p w:rsidR="00CD7C13" w:rsidRDefault="00000000">
            <w:r>
              <w:t>东向</w:t>
            </w:r>
          </w:p>
        </w:tc>
        <w:tc>
          <w:tcPr>
            <w:tcW w:w="1409" w:type="dxa"/>
            <w:vAlign w:val="center"/>
          </w:tcPr>
          <w:p w:rsidR="00CD7C13" w:rsidRDefault="00000000">
            <w:r>
              <w:t>东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1547.20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CD7C13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1358" w:type="dxa"/>
            <w:shd w:val="clear" w:color="auto" w:fill="E6E6E6"/>
            <w:vAlign w:val="center"/>
          </w:tcPr>
          <w:p w:rsidR="00CD7C13" w:rsidRDefault="00000000">
            <w:r>
              <w:t>西向</w:t>
            </w:r>
          </w:p>
        </w:tc>
        <w:tc>
          <w:tcPr>
            <w:tcW w:w="1409" w:type="dxa"/>
            <w:vAlign w:val="center"/>
          </w:tcPr>
          <w:p w:rsidR="00CD7C13" w:rsidRDefault="00000000">
            <w:r>
              <w:t>西</w:t>
            </w:r>
            <w:r>
              <w:t>-</w:t>
            </w:r>
            <w:r>
              <w:t>默认立面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1501.78</w:t>
            </w:r>
          </w:p>
        </w:tc>
        <w:tc>
          <w:tcPr>
            <w:tcW w:w="1584" w:type="dxa"/>
            <w:vAlign w:val="center"/>
          </w:tcPr>
          <w:p w:rsidR="00CD7C13" w:rsidRDefault="00000000">
            <w:r>
              <w:t>0.00</w:t>
            </w:r>
          </w:p>
        </w:tc>
        <w:tc>
          <w:tcPr>
            <w:tcW w:w="792" w:type="dxa"/>
            <w:vAlign w:val="center"/>
          </w:tcPr>
          <w:p w:rsidR="00CD7C13" w:rsidRDefault="00000000">
            <w:r>
              <w:t>0.15</w:t>
            </w:r>
          </w:p>
        </w:tc>
        <w:tc>
          <w:tcPr>
            <w:tcW w:w="1018" w:type="dxa"/>
            <w:vAlign w:val="center"/>
          </w:tcPr>
          <w:p w:rsidR="00CD7C13" w:rsidRDefault="00000000">
            <w:r>
              <w:t>满足</w:t>
            </w:r>
          </w:p>
        </w:tc>
      </w:tr>
      <w:tr w:rsidR="00CD7C13">
        <w:tc>
          <w:tcPr>
            <w:tcW w:w="2767" w:type="dxa"/>
            <w:gridSpan w:val="2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6562" w:type="dxa"/>
            <w:gridSpan w:val="5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3.3.7</w:t>
            </w:r>
            <w:r>
              <w:t>条</w:t>
            </w:r>
          </w:p>
        </w:tc>
      </w:tr>
      <w:tr w:rsidR="00CD7C13">
        <w:tc>
          <w:tcPr>
            <w:tcW w:w="2767" w:type="dxa"/>
            <w:gridSpan w:val="2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6562" w:type="dxa"/>
            <w:gridSpan w:val="5"/>
            <w:vAlign w:val="center"/>
          </w:tcPr>
          <w:p w:rsidR="00CD7C13" w:rsidRDefault="00000000">
            <w:r>
              <w:t>非中空玻璃的面积不应超过同一立面透光面积的</w:t>
            </w:r>
            <w:r>
              <w:t>15%</w:t>
            </w:r>
          </w:p>
        </w:tc>
      </w:tr>
      <w:tr w:rsidR="00CD7C13">
        <w:tc>
          <w:tcPr>
            <w:tcW w:w="2767" w:type="dxa"/>
            <w:gridSpan w:val="2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6562" w:type="dxa"/>
            <w:gridSpan w:val="5"/>
            <w:vAlign w:val="center"/>
          </w:tcPr>
          <w:p w:rsidR="00CD7C13" w:rsidRDefault="00000000">
            <w:r>
              <w:t>满足</w:t>
            </w: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68" w:name="_Toc118830695"/>
      <w:r>
        <w:rPr>
          <w:kern w:val="2"/>
        </w:rPr>
        <w:t>外窗气密性</w:t>
      </w:r>
      <w:bookmarkEnd w:id="6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层数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10</w:t>
            </w:r>
            <w:r>
              <w:t>层以上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－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CD7C13" w:rsidRDefault="00CD7C13"/>
        </w:tc>
        <w:tc>
          <w:tcPr>
            <w:tcW w:w="3534" w:type="dxa"/>
            <w:vAlign w:val="center"/>
          </w:tcPr>
          <w:p w:rsidR="00CD7C13" w:rsidRDefault="00CD7C13"/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10</w:t>
            </w:r>
            <w:r>
              <w:t>层以下外窗气密性不应低于《建筑外门窗气密、水密、抗风压性能分级及检测方法》（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10</w:t>
            </w:r>
            <w:r>
              <w:t>层及以上外窗气密性不应低于《建筑外门窗气密、水密、抗风压性能分级及检测方法》（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:rsidR="00CD7C13" w:rsidRDefault="00000000">
            <w:r>
              <w:t>－</w:t>
            </w: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69" w:name="_Toc118830696"/>
      <w:r>
        <w:rPr>
          <w:kern w:val="2"/>
        </w:rPr>
        <w:t>外门气密性</w:t>
      </w:r>
      <w:bookmarkEnd w:id="6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－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外门气密性措施</w:t>
            </w:r>
          </w:p>
        </w:tc>
        <w:tc>
          <w:tcPr>
            <w:tcW w:w="7069" w:type="dxa"/>
            <w:vAlign w:val="center"/>
          </w:tcPr>
          <w:p w:rsidR="00CD7C13" w:rsidRDefault="00CD7C13"/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3.3.5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外门气密性不应低于《建筑外门窗气密、水密、抗风压性能分级及检测方法》（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4</w:t>
            </w:r>
            <w:r>
              <w:t>级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－</w:t>
            </w: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70" w:name="_Toc118830697"/>
      <w:r>
        <w:rPr>
          <w:kern w:val="2"/>
        </w:rPr>
        <w:t>幕墙气密性</w:t>
      </w:r>
      <w:bookmarkEnd w:id="7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－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CD7C13" w:rsidRDefault="00CD7C13"/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有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《公共建筑节能设计标准》</w:t>
            </w:r>
            <w:r>
              <w:t>(GB50189-2015)</w:t>
            </w:r>
            <w:r>
              <w:t>第</w:t>
            </w:r>
            <w:r>
              <w:t>3.3.6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级，即《建筑幕墙物理性能分级》</w:t>
            </w:r>
            <w:r>
              <w:t>(GB/T15225-94)</w:t>
            </w:r>
            <w:r>
              <w:t>的</w:t>
            </w:r>
            <w:r>
              <w:t>3</w:t>
            </w:r>
            <w:r>
              <w:t>级</w:t>
            </w:r>
          </w:p>
        </w:tc>
      </w:tr>
      <w:tr w:rsidR="00CD7C13">
        <w:tc>
          <w:tcPr>
            <w:tcW w:w="2263" w:type="dxa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:rsidR="00CD7C13" w:rsidRDefault="00000000">
            <w:r>
              <w:t>－</w:t>
            </w:r>
          </w:p>
        </w:tc>
      </w:tr>
    </w:tbl>
    <w:p w:rsidR="00CD7C13" w:rsidRDefault="00000000">
      <w:pPr>
        <w:pStyle w:val="2"/>
        <w:widowControl w:val="0"/>
        <w:rPr>
          <w:kern w:val="2"/>
        </w:rPr>
      </w:pPr>
      <w:bookmarkStart w:id="71" w:name="_Toc118830698"/>
      <w:r>
        <w:rPr>
          <w:kern w:val="2"/>
        </w:rPr>
        <w:t>规定性指标检查结论</w:t>
      </w:r>
      <w:bookmarkEnd w:id="7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CD7C13">
        <w:tc>
          <w:tcPr>
            <w:tcW w:w="1131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:rsidR="00CD7C13" w:rsidRDefault="00000000">
            <w:pPr>
              <w:jc w:val="center"/>
            </w:pPr>
            <w:r>
              <w:t>可否性能权衡</w:t>
            </w:r>
          </w:p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窗墙比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适宜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可见光透射比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天窗类型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屋顶构造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外墙构造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挑空楼板构造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外窗热工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周边地面构造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有效通风换气面积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非中空窗面积比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外门气密性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1131" w:type="dxa"/>
            <w:vAlign w:val="center"/>
          </w:tcPr>
          <w:p w:rsidR="00CD7C13" w:rsidRDefault="00000000">
            <w:r>
              <w:t>14</w:t>
            </w:r>
          </w:p>
        </w:tc>
        <w:tc>
          <w:tcPr>
            <w:tcW w:w="4069" w:type="dxa"/>
            <w:vAlign w:val="center"/>
          </w:tcPr>
          <w:p w:rsidR="00CD7C13" w:rsidRDefault="00000000">
            <w:r>
              <w:t>幕墙气密性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  <w:tr w:rsidR="00CD7C13">
        <w:tc>
          <w:tcPr>
            <w:tcW w:w="5200" w:type="dxa"/>
            <w:gridSpan w:val="2"/>
            <w:shd w:val="clear" w:color="auto" w:fill="E6E6E6"/>
            <w:vAlign w:val="center"/>
          </w:tcPr>
          <w:p w:rsidR="00CD7C13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:rsidR="00CD7C13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:rsidR="00CD7C13" w:rsidRDefault="00CD7C13"/>
        </w:tc>
      </w:tr>
    </w:tbl>
    <w:p w:rsidR="00CD7C13" w:rsidRDefault="00CD7C1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:rsidR="00CD7C13" w:rsidRDefault="00000000">
      <w:r>
        <w:rPr>
          <w:color w:val="000000"/>
        </w:rPr>
        <w:t>□</w:t>
      </w:r>
      <w:r>
        <w:rPr>
          <w:color w:val="000000"/>
        </w:rPr>
        <w:t>说明：本工程所有规定性设计指标</w:t>
      </w:r>
      <w:r>
        <w:rPr>
          <w:b/>
          <w:color w:val="000000"/>
        </w:rPr>
        <w:t>满足</w:t>
      </w:r>
      <w:r>
        <w:rPr>
          <w:color w:val="000000"/>
        </w:rPr>
        <w:t>《公共建筑节能设计标准》</w:t>
      </w:r>
      <w:r>
        <w:rPr>
          <w:color w:val="000000"/>
        </w:rPr>
        <w:t>(GB50189-2015)</w:t>
      </w:r>
      <w:r>
        <w:rPr>
          <w:color w:val="000000"/>
        </w:rPr>
        <w:t>的要求。</w:t>
      </w:r>
    </w:p>
    <w:p w:rsidR="00CD7C13" w:rsidRDefault="00CD7C13"/>
    <w:sectPr w:rsidR="00CD7C1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5E4F" w:rsidRDefault="00A75E4F">
      <w:r>
        <w:separator/>
      </w:r>
    </w:p>
  </w:endnote>
  <w:endnote w:type="continuationSeparator" w:id="0">
    <w:p w:rsidR="00A75E4F" w:rsidRDefault="00A7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CD7C13" w:rsidRDefault="00000000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D7C13" w:rsidRDefault="00CD7C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5E4F" w:rsidRDefault="00A75E4F">
      <w:r>
        <w:separator/>
      </w:r>
    </w:p>
  </w:footnote>
  <w:footnote w:type="continuationSeparator" w:id="0">
    <w:p w:rsidR="00A75E4F" w:rsidRDefault="00A75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7C13" w:rsidRDefault="00000000">
    <w:pPr>
      <w:pStyle w:val="a7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7C13" w:rsidRDefault="00CD7C13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000C0B17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left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 w16cid:durableId="109131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QwMzMyYjNkNDkwMmQ3ZDJjZjVkMTBlMzQ1ZDNkZDEifQ=="/>
  </w:docVars>
  <w:rsids>
    <w:rsidRoot w:val="00996835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6528E"/>
    <w:rsid w:val="005725E0"/>
    <w:rsid w:val="005755BA"/>
    <w:rsid w:val="005A21DB"/>
    <w:rsid w:val="005E235B"/>
    <w:rsid w:val="005F5114"/>
    <w:rsid w:val="006019FE"/>
    <w:rsid w:val="0062255B"/>
    <w:rsid w:val="00624CB0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11ED4"/>
    <w:rsid w:val="00920FEB"/>
    <w:rsid w:val="00996835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75E4F"/>
    <w:rsid w:val="00A8181B"/>
    <w:rsid w:val="00A8393F"/>
    <w:rsid w:val="00AA26C7"/>
    <w:rsid w:val="00AA47FE"/>
    <w:rsid w:val="00AB4C7A"/>
    <w:rsid w:val="00AC39A4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D7C13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7073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EFA32C"/>
  <w15:docId w15:val="{F6AC55FB-DE92-43EB-A927-F55A1FCD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lock Text" w:qFormat="1"/>
    <w:lsdException w:name="Hyperlink" w:uiPriority="99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lang w:val="en-GB"/>
    </w:rPr>
  </w:style>
  <w:style w:type="paragraph" w:styleId="1">
    <w:name w:val="heading 1"/>
    <w:next w:val="a0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qFormat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TOC3">
    <w:name w:val="toc 3"/>
    <w:basedOn w:val="a"/>
    <w:next w:val="a"/>
    <w:uiPriority w:val="39"/>
    <w:qFormat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kern w:val="2"/>
      <w:szCs w:val="24"/>
      <w:lang w:val="en-US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TOC2">
    <w:name w:val="toc 2"/>
    <w:basedOn w:val="a"/>
    <w:next w:val="a"/>
    <w:uiPriority w:val="39"/>
    <w:qFormat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a8">
    <w:name w:val="Table Grid"/>
    <w:basedOn w:val="a2"/>
    <w:qFormat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qFormat/>
    <w:rPr>
      <w:color w:val="0000FF"/>
      <w:u w:val="single"/>
    </w:rPr>
  </w:style>
  <w:style w:type="character" w:customStyle="1" w:styleId="a6">
    <w:name w:val="页脚 字符"/>
    <w:basedOn w:val="a1"/>
    <w:link w:val="a5"/>
    <w:uiPriority w:val="99"/>
    <w:qFormat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wmf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6176\AppData\Local\Temp\tmp3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tmp37</Template>
  <TotalTime>2</TotalTime>
  <Pages>1</Pages>
  <Words>9964</Words>
  <Characters>56795</Characters>
  <Application>Microsoft Office Word</Application>
  <DocSecurity>0</DocSecurity>
  <Lines>473</Lines>
  <Paragraphs>133</Paragraphs>
  <ScaleCrop>false</ScaleCrop>
  <Company>ths</Company>
  <LinksUpToDate>false</LinksUpToDate>
  <CharactersWithSpaces>66626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任琦</dc:creator>
  <cp:lastModifiedBy>任 琦</cp:lastModifiedBy>
  <cp:revision>2</cp:revision>
  <cp:lastPrinted>2411-12-31T15:59:00Z</cp:lastPrinted>
  <dcterms:created xsi:type="dcterms:W3CDTF">2022-11-08T12:10:00Z</dcterms:created>
  <dcterms:modified xsi:type="dcterms:W3CDTF">2023-02-16T07:23:00Z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F6EEE4B4C5F646018E2CA093D4FBD530</vt:lpwstr>
  </property>
</Properties>
</file>