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17EA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71E1136B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62B2DE8A" w14:textId="77777777"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104C39"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031038EA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20642840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D68DE6B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61A854D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B297E11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1D65228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戈壁印象1958--石河子八一棉纺厂改造</w:t>
            </w:r>
            <w:bookmarkEnd w:id="1"/>
          </w:p>
        </w:tc>
      </w:tr>
      <w:tr w:rsidR="00D40158" w:rsidRPr="00D40158" w14:paraId="5FA28914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789A5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7C6C5E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新疆</w:t>
            </w:r>
            <w:r>
              <w:t>-</w:t>
            </w:r>
            <w:r>
              <w:t>石河子</w:t>
            </w:r>
            <w:bookmarkEnd w:id="2"/>
          </w:p>
        </w:tc>
      </w:tr>
      <w:tr w:rsidR="00D40158" w:rsidRPr="00D40158" w14:paraId="6F241DF3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971A88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85AD18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FD3CC32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79DD62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D2E99E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1DCE8176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B4D95B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A75A1D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22B0B1D5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4942D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396FE9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A468239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A2F1D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924F7E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CD26B7C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FEBED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EC1AF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269EFF9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F726F6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427B57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2023年1月3日</w:t>
              </w:r>
            </w:smartTag>
            <w:bookmarkEnd w:id="6"/>
          </w:p>
        </w:tc>
      </w:tr>
    </w:tbl>
    <w:p w14:paraId="7527F773" w14:textId="77777777" w:rsidR="00D40158" w:rsidRDefault="00D40158" w:rsidP="00B41640">
      <w:pPr>
        <w:rPr>
          <w:rFonts w:ascii="宋体" w:hAnsi="宋体"/>
          <w:lang w:val="en-US"/>
        </w:rPr>
      </w:pPr>
    </w:p>
    <w:p w14:paraId="194CE85F" w14:textId="77777777"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699B0D1B" wp14:editId="7C52C6A8">
            <wp:extent cx="1514634" cy="1514634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47620EF7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67B4613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23C1E45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建筑碳排放CEEB2023</w:t>
            </w:r>
            <w:bookmarkEnd w:id="8"/>
          </w:p>
        </w:tc>
      </w:tr>
      <w:tr w:rsidR="00C67778" w:rsidRPr="00D40158" w14:paraId="409BB8A3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7E4E1AA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2B1F89F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C67778" w:rsidRPr="00D40158" w14:paraId="26F43488" w14:textId="77777777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1072CFE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B55D5B3" w14:textId="77777777"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2DD90375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1900CAB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E42A5A2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S01625BA0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7966690B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68D8C2C4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EB4D3DC" w14:textId="77777777" w:rsidR="0021655D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23675890" w:history="1">
        <w:r w:rsidR="0021655D" w:rsidRPr="006E1B67">
          <w:rPr>
            <w:rStyle w:val="a6"/>
          </w:rPr>
          <w:t>1</w:t>
        </w:r>
        <w:r w:rsidR="0021655D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21655D" w:rsidRPr="006E1B67">
          <w:rPr>
            <w:rStyle w:val="a6"/>
          </w:rPr>
          <w:t>建筑概况</w:t>
        </w:r>
        <w:r w:rsidR="0021655D">
          <w:rPr>
            <w:webHidden/>
          </w:rPr>
          <w:tab/>
        </w:r>
        <w:r w:rsidR="0021655D">
          <w:rPr>
            <w:webHidden/>
          </w:rPr>
          <w:fldChar w:fldCharType="begin"/>
        </w:r>
        <w:r w:rsidR="0021655D">
          <w:rPr>
            <w:webHidden/>
          </w:rPr>
          <w:instrText xml:space="preserve"> PAGEREF _Toc123675890 \h </w:instrText>
        </w:r>
        <w:r w:rsidR="0021655D">
          <w:rPr>
            <w:webHidden/>
          </w:rPr>
        </w:r>
        <w:r w:rsidR="0021655D">
          <w:rPr>
            <w:webHidden/>
          </w:rPr>
          <w:fldChar w:fldCharType="separate"/>
        </w:r>
        <w:r w:rsidR="0021655D">
          <w:rPr>
            <w:webHidden/>
          </w:rPr>
          <w:t>3</w:t>
        </w:r>
        <w:r w:rsidR="0021655D">
          <w:rPr>
            <w:webHidden/>
          </w:rPr>
          <w:fldChar w:fldCharType="end"/>
        </w:r>
      </w:hyperlink>
    </w:p>
    <w:p w14:paraId="5A308606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891" w:history="1">
        <w:r w:rsidRPr="006E1B67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2926BA0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892" w:history="1">
        <w:r w:rsidRPr="006E1B67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6378BA1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893" w:history="1">
        <w:r w:rsidRPr="006E1B67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F4634C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894" w:history="1">
        <w:r w:rsidRPr="006E1B67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924336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895" w:history="1">
        <w:r w:rsidRPr="006E1B67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B2937F9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896" w:history="1">
        <w:r w:rsidRPr="006E1B67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7551EA1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897" w:history="1">
        <w:r w:rsidRPr="006E1B67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784D1CB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898" w:history="1">
        <w:r w:rsidRPr="006E1B67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D712146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899" w:history="1">
        <w:r w:rsidRPr="006E1B67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8167409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00" w:history="1">
        <w:r w:rsidRPr="006E1B67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06E75FB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01" w:history="1">
        <w:r w:rsidRPr="006E1B67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8B0E9A2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02" w:history="1">
        <w:r w:rsidRPr="006E1B67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5FFE8AF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03" w:history="1">
        <w:r w:rsidRPr="006E1B67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58E4CBA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04" w:history="1">
        <w:r w:rsidRPr="006E1B67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F225C87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05" w:history="1">
        <w:r w:rsidRPr="006E1B67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采暖空调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4448288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06" w:history="1">
        <w:r w:rsidRPr="006E1B67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3506CED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07" w:history="1">
        <w:r w:rsidRPr="006E1B67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设备维护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F6FB1EB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08" w:history="1">
        <w:r w:rsidRPr="006E1B67">
          <w:rPr>
            <w:rStyle w:val="a6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采暖空调设备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09347A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09" w:history="1">
        <w:r w:rsidRPr="006E1B67">
          <w:rPr>
            <w:rStyle w:val="a6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B2EF753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0" w:history="1">
        <w:r w:rsidRPr="006E1B67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3D2FE2C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1" w:history="1">
        <w:r w:rsidRPr="006E1B67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06DC1B7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2" w:history="1">
        <w:r w:rsidRPr="006E1B67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DAD5A40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3" w:history="1">
        <w:r w:rsidRPr="006E1B67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E6C421B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4" w:history="1">
        <w:r w:rsidRPr="006E1B67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10590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15" w:history="1">
        <w:r w:rsidRPr="006E1B67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5AF339C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16" w:history="1">
        <w:r w:rsidRPr="006E1B67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D5BE0C2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17" w:history="1">
        <w:r w:rsidRPr="006E1B67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8CA3A56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18" w:history="1">
        <w:r w:rsidRPr="006E1B67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12CB023" w14:textId="77777777" w:rsidR="0021655D" w:rsidRDefault="0021655D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5919" w:history="1">
        <w:r w:rsidRPr="006E1B67">
          <w:rPr>
            <w:rStyle w:val="a6"/>
            <w:lang w:val="en-GB"/>
          </w:rPr>
          <w:t>16.3.1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单位面积指标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A6DFFB6" w14:textId="77777777" w:rsidR="0021655D" w:rsidRDefault="0021655D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5920" w:history="1">
        <w:r w:rsidRPr="006E1B67">
          <w:rPr>
            <w:rStyle w:val="a6"/>
            <w:lang w:val="en-GB"/>
          </w:rPr>
          <w:t>16.3.2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总碳排放量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8F7D084" w14:textId="77777777" w:rsidR="0021655D" w:rsidRDefault="0021655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5921" w:history="1">
        <w:r w:rsidRPr="006E1B67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E1B67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6074B44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22" w:history="1">
        <w:r w:rsidRPr="006E1B67">
          <w:rPr>
            <w:rStyle w:val="a6"/>
            <w:lang w:val="en-GB"/>
          </w:rPr>
          <w:t>17.1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工作日</w:t>
        </w:r>
        <w:r w:rsidRPr="006E1B67">
          <w:rPr>
            <w:rStyle w:val="a6"/>
          </w:rPr>
          <w:t>/</w:t>
        </w:r>
        <w:r w:rsidRPr="006E1B67">
          <w:rPr>
            <w:rStyle w:val="a6"/>
          </w:rPr>
          <w:t>节假日人员逐时在室率</w:t>
        </w:r>
        <w:r w:rsidRPr="006E1B67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0DF5E85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23" w:history="1">
        <w:r w:rsidRPr="006E1B67">
          <w:rPr>
            <w:rStyle w:val="a6"/>
            <w:lang w:val="en-GB"/>
          </w:rPr>
          <w:t>17.2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工作日</w:t>
        </w:r>
        <w:r w:rsidRPr="006E1B67">
          <w:rPr>
            <w:rStyle w:val="a6"/>
          </w:rPr>
          <w:t>/</w:t>
        </w:r>
        <w:r w:rsidRPr="006E1B67">
          <w:rPr>
            <w:rStyle w:val="a6"/>
          </w:rPr>
          <w:t>节假日照明开关时间表</w:t>
        </w:r>
        <w:r w:rsidRPr="006E1B67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43A06F5" w14:textId="77777777" w:rsidR="0021655D" w:rsidRDefault="0021655D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5924" w:history="1">
        <w:r w:rsidRPr="006E1B67">
          <w:rPr>
            <w:rStyle w:val="a6"/>
            <w:lang w:val="en-GB"/>
          </w:rPr>
          <w:t>17.3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E1B67">
          <w:rPr>
            <w:rStyle w:val="a6"/>
          </w:rPr>
          <w:t>工作日</w:t>
        </w:r>
        <w:r w:rsidRPr="006E1B67">
          <w:rPr>
            <w:rStyle w:val="a6"/>
          </w:rPr>
          <w:t>/</w:t>
        </w:r>
        <w:r w:rsidRPr="006E1B67">
          <w:rPr>
            <w:rStyle w:val="a6"/>
          </w:rPr>
          <w:t>节假日设备逐时使用率</w:t>
        </w:r>
        <w:r w:rsidRPr="006E1B67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_Toc123675924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129BB8D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390CBBD5" w14:textId="77777777" w:rsidR="00D40158" w:rsidRDefault="00D40158" w:rsidP="00D40158">
      <w:pPr>
        <w:pStyle w:val="TOC1"/>
      </w:pPr>
    </w:p>
    <w:p w14:paraId="388EA948" w14:textId="77777777" w:rsidR="00D40158" w:rsidRPr="005E5F93" w:rsidRDefault="00D40158" w:rsidP="005215FB">
      <w:pPr>
        <w:pStyle w:val="1"/>
      </w:pPr>
      <w:bookmarkStart w:id="11" w:name="_Toc123675890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1E7A0C5D" w14:textId="77777777" w:rsidTr="00853D5D">
        <w:tc>
          <w:tcPr>
            <w:tcW w:w="2763" w:type="dxa"/>
            <w:shd w:val="clear" w:color="auto" w:fill="E6E6E6"/>
          </w:tcPr>
          <w:p w14:paraId="5400F85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4444CD0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戈壁印象</w:t>
            </w:r>
            <w:r>
              <w:t>1958--</w:t>
            </w:r>
            <w:r>
              <w:t>石河子八一棉纺厂改造</w:t>
            </w:r>
            <w:bookmarkEnd w:id="12"/>
          </w:p>
        </w:tc>
      </w:tr>
      <w:tr w:rsidR="00D40158" w:rsidRPr="00FF2243" w14:paraId="789087D9" w14:textId="77777777" w:rsidTr="00853D5D">
        <w:tc>
          <w:tcPr>
            <w:tcW w:w="2763" w:type="dxa"/>
            <w:shd w:val="clear" w:color="auto" w:fill="E6E6E6"/>
          </w:tcPr>
          <w:p w14:paraId="4B39139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67B07BF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新疆</w:t>
            </w:r>
            <w:r>
              <w:t>-</w:t>
            </w:r>
            <w:r>
              <w:t>石河子</w:t>
            </w:r>
            <w:bookmarkEnd w:id="13"/>
          </w:p>
        </w:tc>
      </w:tr>
      <w:tr w:rsidR="00037A4C" w:rsidRPr="00FF2243" w14:paraId="0ED7398A" w14:textId="77777777" w:rsidTr="00853D5D">
        <w:tc>
          <w:tcPr>
            <w:tcW w:w="2763" w:type="dxa"/>
            <w:shd w:val="clear" w:color="auto" w:fill="E6E6E6"/>
          </w:tcPr>
          <w:p w14:paraId="5BB876DB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4EB4A678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44.27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14:paraId="03632D8D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85.94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14:paraId="53B77835" w14:textId="77777777" w:rsidTr="00853D5D">
        <w:tc>
          <w:tcPr>
            <w:tcW w:w="2763" w:type="dxa"/>
            <w:shd w:val="clear" w:color="auto" w:fill="E6E6E6"/>
          </w:tcPr>
          <w:p w14:paraId="71C72943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0086F025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14:paraId="51C9A38C" w14:textId="77777777" w:rsidTr="00853D5D">
        <w:tc>
          <w:tcPr>
            <w:tcW w:w="2763" w:type="dxa"/>
            <w:shd w:val="clear" w:color="auto" w:fill="E6E6E6"/>
          </w:tcPr>
          <w:p w14:paraId="408B6F0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402E784B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1571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14:paraId="5B2097CD" w14:textId="77777777" w:rsidTr="00853D5D">
        <w:tc>
          <w:tcPr>
            <w:tcW w:w="2763" w:type="dxa"/>
            <w:shd w:val="clear" w:color="auto" w:fill="E6E6E6"/>
          </w:tcPr>
          <w:p w14:paraId="3F94049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2C808FF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4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14:paraId="7AB9699B" w14:textId="77777777" w:rsidTr="00853D5D">
        <w:tc>
          <w:tcPr>
            <w:tcW w:w="2763" w:type="dxa"/>
            <w:shd w:val="clear" w:color="auto" w:fill="E6E6E6"/>
          </w:tcPr>
          <w:p w14:paraId="0C6C8AD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069" w:type="dxa"/>
            <w:gridSpan w:val="2"/>
          </w:tcPr>
          <w:p w14:paraId="3B16F4C8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12.0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14:paraId="07CCA0F3" w14:textId="77777777" w:rsidTr="00853D5D">
        <w:tc>
          <w:tcPr>
            <w:tcW w:w="2763" w:type="dxa"/>
            <w:shd w:val="clear" w:color="auto" w:fill="E6E6E6"/>
          </w:tcPr>
          <w:p w14:paraId="36154E0E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A60348B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4712.65</w:t>
            </w:r>
            <w:bookmarkEnd w:id="23"/>
          </w:p>
        </w:tc>
      </w:tr>
      <w:tr w:rsidR="00203A7D" w:rsidRPr="00FF2243" w14:paraId="77825ED1" w14:textId="77777777" w:rsidTr="00853D5D">
        <w:tc>
          <w:tcPr>
            <w:tcW w:w="2763" w:type="dxa"/>
            <w:shd w:val="clear" w:color="auto" w:fill="E6E6E6"/>
          </w:tcPr>
          <w:p w14:paraId="504745B2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9499913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1427.39</w:t>
            </w:r>
            <w:bookmarkEnd w:id="24"/>
          </w:p>
        </w:tc>
      </w:tr>
      <w:tr w:rsidR="00D40158" w:rsidRPr="00FF2243" w14:paraId="75355080" w14:textId="77777777" w:rsidTr="00853D5D">
        <w:tc>
          <w:tcPr>
            <w:tcW w:w="2763" w:type="dxa"/>
            <w:shd w:val="clear" w:color="auto" w:fill="E6E6E6"/>
          </w:tcPr>
          <w:p w14:paraId="5F7C6DD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438F8D8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D40158" w:rsidRPr="00FF2243" w14:paraId="01C827FC" w14:textId="77777777" w:rsidTr="00853D5D">
        <w:tc>
          <w:tcPr>
            <w:tcW w:w="2763" w:type="dxa"/>
            <w:shd w:val="clear" w:color="auto" w:fill="E6E6E6"/>
          </w:tcPr>
          <w:p w14:paraId="195E444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506D079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:rsidR="00D40158" w:rsidRPr="00FF2243" w14:paraId="5630772B" w14:textId="77777777" w:rsidTr="00853D5D">
        <w:tc>
          <w:tcPr>
            <w:tcW w:w="2763" w:type="dxa"/>
            <w:shd w:val="clear" w:color="auto" w:fill="E6E6E6"/>
          </w:tcPr>
          <w:p w14:paraId="76B2AE0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3FCA7D2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:rsidR="00D40158" w:rsidRPr="00FF2243" w14:paraId="4D86AC0B" w14:textId="77777777" w:rsidTr="00853D5D">
        <w:tc>
          <w:tcPr>
            <w:tcW w:w="2763" w:type="dxa"/>
            <w:shd w:val="clear" w:color="auto" w:fill="E6E6E6"/>
          </w:tcPr>
          <w:p w14:paraId="1C588E55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0C5900F7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:rsidR="001F2EAE" w:rsidRPr="00FF2243" w14:paraId="2A34896D" w14:textId="77777777" w:rsidTr="00853D5D">
        <w:tc>
          <w:tcPr>
            <w:tcW w:w="2763" w:type="dxa"/>
            <w:shd w:val="clear" w:color="auto" w:fill="E6E6E6"/>
          </w:tcPr>
          <w:p w14:paraId="4282F132" w14:textId="77777777"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346BE4C8" w14:textId="77777777" w:rsidR="001F2EAE" w:rsidRDefault="001F2EAE" w:rsidP="00FF2243">
            <w:pPr>
              <w:pStyle w:val="a0"/>
              <w:ind w:firstLineChars="0" w:firstLine="0"/>
            </w:pPr>
            <w:bookmarkStart w:id="29" w:name="控温期"/>
            <w:r>
              <w:t>供冷期</w:t>
            </w:r>
            <w:r>
              <w:t>:1.1-1.1,</w:t>
            </w:r>
            <w:r>
              <w:t>供暖期</w:t>
            </w:r>
            <w:r>
              <w:t>:10.5-4.20</w:t>
            </w:r>
            <w:bookmarkEnd w:id="29"/>
          </w:p>
        </w:tc>
      </w:tr>
    </w:tbl>
    <w:p w14:paraId="3C88D9FD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30" w:name="TitleFormat"/>
    </w:p>
    <w:p w14:paraId="691F8C02" w14:textId="77777777" w:rsidR="00033A7A" w:rsidRDefault="00FF6380" w:rsidP="00824A6F">
      <w:pPr>
        <w:pStyle w:val="1"/>
      </w:pPr>
      <w:r>
        <w:rPr>
          <w:rFonts w:hint="eastAsia"/>
        </w:rPr>
        <w:t xml:space="preserve"> </w:t>
      </w:r>
      <w:bookmarkStart w:id="31" w:name="_Toc123675891"/>
      <w:r>
        <w:rPr>
          <w:rFonts w:hint="eastAsia"/>
        </w:rPr>
        <w:t>标准</w:t>
      </w:r>
      <w:r w:rsidR="00D40158">
        <w:rPr>
          <w:rFonts w:hint="eastAsia"/>
        </w:rPr>
        <w:t>依据</w:t>
      </w:r>
      <w:bookmarkEnd w:id="30"/>
      <w:bookmarkEnd w:id="31"/>
    </w:p>
    <w:p w14:paraId="7A4B2567" w14:textId="77777777"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lang w:val="en-US"/>
        </w:rPr>
        <w:t>《建筑节能与可再生能源利用通用规范》</w:t>
      </w:r>
      <w:r>
        <w:rPr>
          <w:lang w:val="en-US"/>
        </w:rPr>
        <w:t>GB 55015-2021</w:t>
      </w:r>
    </w:p>
    <w:p w14:paraId="2FE6EA36" w14:textId="77777777" w:rsidR="009F63A8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GB/T 51366-2019</w:t>
      </w:r>
    </w:p>
    <w:p w14:paraId="48B3F4F4" w14:textId="77777777" w:rsidR="009F63A8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《绿色建筑评价标准》</w:t>
      </w:r>
      <w:r>
        <w:rPr>
          <w:lang w:val="en-US"/>
        </w:rPr>
        <w:t>GB/T50378-2019</w:t>
      </w:r>
    </w:p>
    <w:p w14:paraId="3AC91E97" w14:textId="77777777" w:rsidR="009F63A8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《民用建筑绿色性能计算标准》</w:t>
      </w:r>
      <w:r>
        <w:rPr>
          <w:lang w:val="en-US"/>
        </w:rPr>
        <w:t>JGJ/T 449-2018</w:t>
      </w:r>
    </w:p>
    <w:p w14:paraId="50A75A8D" w14:textId="77777777" w:rsidR="009F63A8" w:rsidRDefault="009F63A8">
      <w:pPr>
        <w:pStyle w:val="a0"/>
        <w:ind w:firstLineChars="0" w:firstLine="0"/>
        <w:rPr>
          <w:lang w:val="en-US"/>
        </w:rPr>
      </w:pPr>
    </w:p>
    <w:p w14:paraId="3F49A8F1" w14:textId="77777777" w:rsidR="005F23B3" w:rsidRDefault="005F23B3" w:rsidP="005F23B3">
      <w:pPr>
        <w:pStyle w:val="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123675892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07E2F79A" w14:textId="77777777" w:rsidR="005F23B3" w:rsidRPr="005F23B3" w:rsidRDefault="005F23B3" w:rsidP="005F23B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CEEB2023</w:t>
      </w:r>
      <w:bookmarkEnd w:id="38"/>
      <w:r>
        <w:rPr>
          <w:rFonts w:hint="eastAsia"/>
          <w:lang w:val="en-US"/>
        </w:rPr>
        <w:t>计算并输出，</w:t>
      </w:r>
      <w:r w:rsidR="00316C9C">
        <w:rPr>
          <w:rFonts w:hint="eastAsia"/>
          <w:lang w:val="en-US"/>
        </w:rPr>
        <w:t>建筑碳排放</w:t>
      </w:r>
      <w:r w:rsidR="00316C9C"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 w:rsidR="00316C9C">
        <w:rPr>
          <w:rFonts w:hint="eastAsia"/>
          <w:lang w:val="en-US"/>
        </w:rPr>
        <w:t>以国家标准</w:t>
      </w:r>
      <w:r w:rsidR="00316C9C">
        <w:rPr>
          <w:lang w:val="en-US"/>
        </w:rPr>
        <w:t>《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碳排放计算标准》</w:t>
      </w:r>
      <w:r w:rsidR="00316C9C">
        <w:rPr>
          <w:rFonts w:hint="eastAsia"/>
          <w:lang w:val="en-US"/>
        </w:rPr>
        <w:t>为</w:t>
      </w:r>
      <w:r w:rsidR="00316C9C">
        <w:rPr>
          <w:lang w:val="en-US"/>
        </w:rPr>
        <w:t>主要依据，</w:t>
      </w:r>
      <w:r w:rsidR="00316C9C">
        <w:rPr>
          <w:rFonts w:hint="eastAsia"/>
          <w:lang w:val="en-US"/>
        </w:rPr>
        <w:t>完整支持</w:t>
      </w:r>
      <w:r w:rsidR="00316C9C">
        <w:rPr>
          <w:lang w:val="en-US"/>
        </w:rPr>
        <w:t>建筑全生命周期的碳排放计算，包括</w:t>
      </w:r>
      <w:r w:rsidR="00316C9C">
        <w:rPr>
          <w:rFonts w:hint="eastAsia"/>
          <w:lang w:val="en-US"/>
        </w:rPr>
        <w:t>建材</w:t>
      </w:r>
      <w:r w:rsidR="00316C9C">
        <w:rPr>
          <w:lang w:val="en-US"/>
        </w:rPr>
        <w:t>生产运输、建造拆除、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 w:rsidR="00316C9C"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14:paraId="29417E74" w14:textId="77777777" w:rsidR="00A23AC4" w:rsidRDefault="00B31357" w:rsidP="00B31357">
      <w:pPr>
        <w:pStyle w:val="1"/>
      </w:pPr>
      <w:bookmarkStart w:id="39" w:name="_Toc123675893"/>
      <w:r>
        <w:rPr>
          <w:rFonts w:hint="eastAsia"/>
        </w:rPr>
        <w:lastRenderedPageBreak/>
        <w:t>气象数据</w:t>
      </w:r>
      <w:bookmarkEnd w:id="39"/>
    </w:p>
    <w:p w14:paraId="509CE1C3" w14:textId="77777777" w:rsidR="00B31357" w:rsidRDefault="008244A0" w:rsidP="008244A0">
      <w:pPr>
        <w:pStyle w:val="2"/>
      </w:pPr>
      <w:bookmarkStart w:id="40" w:name="_Toc123675894"/>
      <w:r>
        <w:rPr>
          <w:rFonts w:hint="eastAsia"/>
        </w:rPr>
        <w:t>气象地点</w:t>
      </w:r>
      <w:bookmarkEnd w:id="40"/>
    </w:p>
    <w:p w14:paraId="2D8DC378" w14:textId="77777777" w:rsidR="005E385A" w:rsidRPr="005E385A" w:rsidRDefault="005E385A" w:rsidP="005E385A">
      <w:pPr>
        <w:pStyle w:val="a0"/>
        <w:ind w:firstLine="420"/>
        <w:rPr>
          <w:lang w:val="en-US"/>
        </w:rPr>
      </w:pPr>
      <w:bookmarkStart w:id="41" w:name="气象数据来源"/>
      <w:r>
        <w:t>新疆</w:t>
      </w:r>
      <w:r>
        <w:t>-</w:t>
      </w:r>
      <w:r>
        <w:t>乌鲁木齐</w:t>
      </w:r>
      <w:r>
        <w:t xml:space="preserve">, </w:t>
      </w:r>
      <w:r>
        <w:t>《建筑节能气象参数标准》</w:t>
      </w:r>
      <w:bookmarkEnd w:id="41"/>
    </w:p>
    <w:p w14:paraId="32908CF7" w14:textId="77777777" w:rsidR="008244A0" w:rsidRDefault="00483CEF" w:rsidP="00483CEF">
      <w:pPr>
        <w:pStyle w:val="2"/>
      </w:pPr>
      <w:bookmarkStart w:id="42" w:name="_Toc123675895"/>
      <w:r>
        <w:rPr>
          <w:rFonts w:hint="eastAsia"/>
        </w:rPr>
        <w:t>逐日干球温度表</w:t>
      </w:r>
      <w:bookmarkEnd w:id="42"/>
    </w:p>
    <w:p w14:paraId="6E7CA64F" w14:textId="77777777" w:rsidR="005E385A" w:rsidRPr="005E385A" w:rsidRDefault="005E385A" w:rsidP="005E385A">
      <w:pPr>
        <w:pStyle w:val="a0"/>
        <w:ind w:firstLineChars="0" w:firstLine="0"/>
        <w:rPr>
          <w:lang w:val="en-US"/>
        </w:rPr>
      </w:pPr>
      <w:bookmarkStart w:id="43" w:name="日均干球温度变化表"/>
      <w:bookmarkEnd w:id="43"/>
      <w:r>
        <w:rPr>
          <w:noProof/>
        </w:rPr>
        <w:drawing>
          <wp:inline distT="0" distB="0" distL="0" distR="0" wp14:anchorId="60CB8F3C" wp14:editId="7C42DBB7">
            <wp:extent cx="5667375" cy="27813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528F3" w14:textId="77777777" w:rsidR="00902539" w:rsidRDefault="00483CEF" w:rsidP="00902539">
      <w:pPr>
        <w:pStyle w:val="2"/>
      </w:pPr>
      <w:bookmarkStart w:id="44" w:name="_Toc123675896"/>
      <w:r>
        <w:rPr>
          <w:rFonts w:hint="eastAsia"/>
        </w:rPr>
        <w:t>逐月辐照量表</w:t>
      </w:r>
      <w:bookmarkEnd w:id="44"/>
    </w:p>
    <w:p w14:paraId="4400BCAE" w14:textId="77777777" w:rsidR="00902539" w:rsidRPr="00902539" w:rsidRDefault="00902539" w:rsidP="00902539">
      <w:pPr>
        <w:pStyle w:val="a0"/>
        <w:ind w:firstLineChars="0" w:firstLine="0"/>
        <w:rPr>
          <w:lang w:val="en-US"/>
        </w:rPr>
      </w:pPr>
      <w:bookmarkStart w:id="45" w:name="逐月辐照量图表"/>
      <w:bookmarkEnd w:id="45"/>
      <w:r>
        <w:rPr>
          <w:noProof/>
        </w:rPr>
        <w:drawing>
          <wp:inline distT="0" distB="0" distL="0" distR="0" wp14:anchorId="2BF40367" wp14:editId="4B334D13">
            <wp:extent cx="5667375" cy="25050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34736" w14:textId="77777777" w:rsidR="00483CEF" w:rsidRDefault="00483CEF" w:rsidP="00483CEF">
      <w:pPr>
        <w:pStyle w:val="2"/>
      </w:pPr>
      <w:bookmarkStart w:id="46" w:name="_Toc123675897"/>
      <w:r>
        <w:rPr>
          <w:rFonts w:hint="eastAsia"/>
        </w:rPr>
        <w:t>峰值工况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9F63A8" w14:paraId="2B7B8316" w14:textId="77777777">
        <w:tc>
          <w:tcPr>
            <w:tcW w:w="1131" w:type="dxa"/>
            <w:shd w:val="clear" w:color="auto" w:fill="E6E6E6"/>
            <w:vAlign w:val="center"/>
          </w:tcPr>
          <w:p w14:paraId="74DFC0F3" w14:textId="77777777" w:rsidR="009F63A8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46FA1E7E" w14:textId="77777777" w:rsidR="009F63A8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4709720" w14:textId="77777777" w:rsidR="009F63A8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E6267CF" w14:textId="77777777" w:rsidR="009F63A8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0357173" w14:textId="77777777" w:rsidR="009F63A8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D4E2F5B" w14:textId="77777777" w:rsidR="009F63A8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9F63A8" w14:paraId="3202736C" w14:textId="77777777">
        <w:tc>
          <w:tcPr>
            <w:tcW w:w="1131" w:type="dxa"/>
            <w:shd w:val="clear" w:color="auto" w:fill="E6E6E6"/>
            <w:vAlign w:val="center"/>
          </w:tcPr>
          <w:p w14:paraId="3C60B257" w14:textId="77777777" w:rsidR="009F63A8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64A69B28" w14:textId="77777777" w:rsidR="009F63A8" w:rsidRDefault="00000000">
            <w:r>
              <w:t>07</w:t>
            </w:r>
            <w:r>
              <w:t>月</w:t>
            </w:r>
            <w:r>
              <w:t>20</w:t>
            </w:r>
            <w:r>
              <w:t>日</w:t>
            </w:r>
            <w:r>
              <w:t>15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669B286B" w14:textId="77777777" w:rsidR="009F63A8" w:rsidRDefault="00000000">
            <w:r>
              <w:t>36.7</w:t>
            </w:r>
          </w:p>
        </w:tc>
        <w:tc>
          <w:tcPr>
            <w:tcW w:w="1556" w:type="dxa"/>
            <w:vAlign w:val="center"/>
          </w:tcPr>
          <w:p w14:paraId="696A775F" w14:textId="77777777" w:rsidR="009F63A8" w:rsidRDefault="00000000">
            <w:r>
              <w:t>16.7</w:t>
            </w:r>
          </w:p>
        </w:tc>
        <w:tc>
          <w:tcPr>
            <w:tcW w:w="1556" w:type="dxa"/>
            <w:vAlign w:val="center"/>
          </w:tcPr>
          <w:p w14:paraId="347263EF" w14:textId="77777777" w:rsidR="009F63A8" w:rsidRDefault="00000000">
            <w:r>
              <w:t>5.3</w:t>
            </w:r>
          </w:p>
        </w:tc>
        <w:tc>
          <w:tcPr>
            <w:tcW w:w="1556" w:type="dxa"/>
            <w:vAlign w:val="center"/>
          </w:tcPr>
          <w:p w14:paraId="23709B4C" w14:textId="77777777" w:rsidR="009F63A8" w:rsidRDefault="00000000">
            <w:r>
              <w:t>50.5</w:t>
            </w:r>
          </w:p>
        </w:tc>
      </w:tr>
      <w:tr w:rsidR="009F63A8" w14:paraId="73899385" w14:textId="77777777">
        <w:tc>
          <w:tcPr>
            <w:tcW w:w="1131" w:type="dxa"/>
            <w:shd w:val="clear" w:color="auto" w:fill="E6E6E6"/>
            <w:vAlign w:val="center"/>
          </w:tcPr>
          <w:p w14:paraId="2312D4A5" w14:textId="77777777" w:rsidR="009F63A8" w:rsidRDefault="00000000">
            <w:r>
              <w:lastRenderedPageBreak/>
              <w:t>最冷</w:t>
            </w:r>
          </w:p>
        </w:tc>
        <w:tc>
          <w:tcPr>
            <w:tcW w:w="1975" w:type="dxa"/>
            <w:vAlign w:val="center"/>
          </w:tcPr>
          <w:p w14:paraId="247492B0" w14:textId="77777777" w:rsidR="009F63A8" w:rsidRDefault="00000000">
            <w:r>
              <w:t>02</w:t>
            </w:r>
            <w:r>
              <w:t>月</w:t>
            </w:r>
            <w:r>
              <w:t>22</w:t>
            </w:r>
            <w:r>
              <w:t>日</w:t>
            </w:r>
            <w:r>
              <w:t>08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72C2E20" w14:textId="77777777" w:rsidR="009F63A8" w:rsidRDefault="00000000">
            <w:r>
              <w:t>-22.8</w:t>
            </w:r>
          </w:p>
        </w:tc>
        <w:tc>
          <w:tcPr>
            <w:tcW w:w="1556" w:type="dxa"/>
            <w:vAlign w:val="center"/>
          </w:tcPr>
          <w:p w14:paraId="64F24057" w14:textId="77777777" w:rsidR="009F63A8" w:rsidRDefault="00000000">
            <w:r>
              <w:t>-22.8</w:t>
            </w:r>
          </w:p>
        </w:tc>
        <w:tc>
          <w:tcPr>
            <w:tcW w:w="1556" w:type="dxa"/>
            <w:vAlign w:val="center"/>
          </w:tcPr>
          <w:p w14:paraId="3C9B24B8" w14:textId="77777777" w:rsidR="009F63A8" w:rsidRDefault="00000000">
            <w:r>
              <w:t>0.3</w:t>
            </w:r>
          </w:p>
        </w:tc>
        <w:tc>
          <w:tcPr>
            <w:tcW w:w="1556" w:type="dxa"/>
            <w:vAlign w:val="center"/>
          </w:tcPr>
          <w:p w14:paraId="26DC7BE4" w14:textId="77777777" w:rsidR="009F63A8" w:rsidRDefault="00000000">
            <w:r>
              <w:t>-22.2</w:t>
            </w:r>
          </w:p>
        </w:tc>
      </w:tr>
    </w:tbl>
    <w:p w14:paraId="7FED5045" w14:textId="77777777" w:rsidR="00B31357" w:rsidRPr="00A23AC4" w:rsidRDefault="00B31357" w:rsidP="00A23AC4">
      <w:pPr>
        <w:pStyle w:val="1"/>
        <w:widowControl w:val="0"/>
        <w:jc w:val="both"/>
      </w:pPr>
      <w:bookmarkStart w:id="47" w:name="气象峰值工况"/>
      <w:bookmarkStart w:id="48" w:name="_Toc123675898"/>
      <w:bookmarkEnd w:id="47"/>
      <w:r>
        <w:t>围护结构</w:t>
      </w:r>
      <w:bookmarkEnd w:id="48"/>
    </w:p>
    <w:p w14:paraId="4E2D6A1E" w14:textId="77777777" w:rsidR="009F63A8" w:rsidRDefault="00000000">
      <w:pPr>
        <w:pStyle w:val="2"/>
        <w:widowControl w:val="0"/>
      </w:pPr>
      <w:bookmarkStart w:id="49" w:name="_Toc123675899"/>
      <w:r>
        <w:t>工程材料</w:t>
      </w:r>
      <w:bookmarkEnd w:id="49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9F63A8" w14:paraId="03F70422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F4CCEE6" w14:textId="77777777" w:rsidR="009F63A8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0AA2AC5" w14:textId="77777777" w:rsidR="009F63A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B37798C" w14:textId="77777777" w:rsidR="009F63A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3EA942" w14:textId="77777777" w:rsidR="009F63A8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0F00D34" w14:textId="77777777" w:rsidR="009F63A8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43732F2" w14:textId="77777777" w:rsidR="009F63A8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34AA4A74" w14:textId="77777777" w:rsidR="009F63A8" w:rsidRDefault="00000000">
            <w:pPr>
              <w:jc w:val="center"/>
            </w:pPr>
            <w:r>
              <w:t>备注</w:t>
            </w:r>
          </w:p>
        </w:tc>
      </w:tr>
      <w:tr w:rsidR="009F63A8" w14:paraId="090A354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36664479" w14:textId="77777777" w:rsidR="009F63A8" w:rsidRDefault="009F63A8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C5DB1AC" w14:textId="77777777" w:rsidR="009F63A8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175D38D" w14:textId="77777777" w:rsidR="009F63A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418751" w14:textId="77777777" w:rsidR="009F63A8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CF0DFA9" w14:textId="77777777" w:rsidR="009F63A8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FC0FBF9" w14:textId="77777777" w:rsidR="009F63A8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798F49AC" w14:textId="77777777" w:rsidR="009F63A8" w:rsidRDefault="009F63A8">
            <w:pPr>
              <w:jc w:val="center"/>
            </w:pPr>
          </w:p>
        </w:tc>
      </w:tr>
      <w:tr w:rsidR="009F63A8" w14:paraId="35978746" w14:textId="77777777">
        <w:tc>
          <w:tcPr>
            <w:tcW w:w="2196" w:type="dxa"/>
            <w:shd w:val="clear" w:color="auto" w:fill="E6E6E6"/>
            <w:vAlign w:val="center"/>
          </w:tcPr>
          <w:p w14:paraId="67A98761" w14:textId="77777777" w:rsidR="009F63A8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6DBB77BE" w14:textId="77777777" w:rsidR="009F63A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BED9641" w14:textId="77777777" w:rsidR="009F63A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4AA1A8B" w14:textId="77777777" w:rsidR="009F63A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CC94C05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17629AC" w14:textId="77777777" w:rsidR="009F63A8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7D295464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9F63A8" w14:paraId="79C5D0AE" w14:textId="77777777">
        <w:tc>
          <w:tcPr>
            <w:tcW w:w="2196" w:type="dxa"/>
            <w:shd w:val="clear" w:color="auto" w:fill="E6E6E6"/>
            <w:vAlign w:val="center"/>
          </w:tcPr>
          <w:p w14:paraId="112D6784" w14:textId="77777777" w:rsidR="009F63A8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15E8F9B0" w14:textId="77777777" w:rsidR="009F63A8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5BF9A66" w14:textId="77777777" w:rsidR="009F63A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292FD24" w14:textId="77777777" w:rsidR="009F63A8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1C062FDD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466E656" w14:textId="77777777" w:rsidR="009F63A8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6A9F3BCB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9F63A8" w14:paraId="710F4519" w14:textId="77777777">
        <w:tc>
          <w:tcPr>
            <w:tcW w:w="2196" w:type="dxa"/>
            <w:shd w:val="clear" w:color="auto" w:fill="E6E6E6"/>
            <w:vAlign w:val="center"/>
          </w:tcPr>
          <w:p w14:paraId="34E39FAB" w14:textId="77777777" w:rsidR="009F63A8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1B7131B9" w14:textId="77777777" w:rsidR="009F63A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608D4E70" w14:textId="77777777" w:rsidR="009F63A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806FC6D" w14:textId="77777777" w:rsidR="009F63A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F0E9DFE" w14:textId="77777777" w:rsidR="009F63A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ECFDC2F" w14:textId="77777777" w:rsidR="009F63A8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73ED8C7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9F63A8" w14:paraId="25070FB7" w14:textId="77777777">
        <w:tc>
          <w:tcPr>
            <w:tcW w:w="2196" w:type="dxa"/>
            <w:shd w:val="clear" w:color="auto" w:fill="E6E6E6"/>
            <w:vAlign w:val="center"/>
          </w:tcPr>
          <w:p w14:paraId="71DAC51E" w14:textId="77777777" w:rsidR="009F63A8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70C9059C" w14:textId="77777777" w:rsidR="009F63A8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6AE9194C" w14:textId="77777777" w:rsidR="009F63A8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0B7C5A8B" w14:textId="77777777" w:rsidR="009F63A8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3CAA498F" w14:textId="77777777" w:rsidR="009F63A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BD4BC3A" w14:textId="77777777" w:rsidR="009F63A8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5B45EFA2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9F63A8" w14:paraId="64D61611" w14:textId="77777777">
        <w:tc>
          <w:tcPr>
            <w:tcW w:w="2196" w:type="dxa"/>
            <w:shd w:val="clear" w:color="auto" w:fill="E6E6E6"/>
            <w:vAlign w:val="center"/>
          </w:tcPr>
          <w:p w14:paraId="1AF2AE9B" w14:textId="77777777" w:rsidR="009F63A8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6B2142F4" w14:textId="77777777" w:rsidR="009F63A8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61271E4" w14:textId="77777777" w:rsidR="009F63A8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CA81D5B" w14:textId="77777777" w:rsidR="009F63A8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187B0AB2" w14:textId="77777777" w:rsidR="009F63A8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435611F3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7FB7576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9F63A8" w14:paraId="6FA4B3E5" w14:textId="77777777">
        <w:tc>
          <w:tcPr>
            <w:tcW w:w="2196" w:type="dxa"/>
            <w:shd w:val="clear" w:color="auto" w:fill="E6E6E6"/>
            <w:vAlign w:val="center"/>
          </w:tcPr>
          <w:p w14:paraId="04198117" w14:textId="77777777" w:rsidR="009F63A8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617A0CF2" w14:textId="77777777" w:rsidR="009F63A8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224F8598" w14:textId="77777777" w:rsidR="009F63A8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FC4DE5A" w14:textId="77777777" w:rsidR="009F63A8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1E92FD23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805E469" w14:textId="77777777" w:rsidR="009F63A8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65184890" w14:textId="77777777" w:rsidR="009F63A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9F63A8" w14:paraId="32F238D8" w14:textId="77777777">
        <w:tc>
          <w:tcPr>
            <w:tcW w:w="2196" w:type="dxa"/>
            <w:shd w:val="clear" w:color="auto" w:fill="E6E6E6"/>
            <w:vAlign w:val="center"/>
          </w:tcPr>
          <w:p w14:paraId="1C965480" w14:textId="77777777" w:rsidR="009F63A8" w:rsidRDefault="00000000">
            <w:r>
              <w:t>室内抹灰</w:t>
            </w:r>
          </w:p>
        </w:tc>
        <w:tc>
          <w:tcPr>
            <w:tcW w:w="1018" w:type="dxa"/>
            <w:vAlign w:val="center"/>
          </w:tcPr>
          <w:p w14:paraId="4E34732A" w14:textId="77777777" w:rsidR="009F63A8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4D32E2BB" w14:textId="77777777" w:rsidR="009F63A8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430FCEC" w14:textId="77777777" w:rsidR="009F63A8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5663AD2B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8F736BE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EFBF4FC" w14:textId="77777777" w:rsidR="009F63A8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9F63A8" w14:paraId="3E9E16BC" w14:textId="77777777">
        <w:tc>
          <w:tcPr>
            <w:tcW w:w="2196" w:type="dxa"/>
            <w:shd w:val="clear" w:color="auto" w:fill="E6E6E6"/>
            <w:vAlign w:val="center"/>
          </w:tcPr>
          <w:p w14:paraId="117B9362" w14:textId="77777777" w:rsidR="009F63A8" w:rsidRDefault="00000000">
            <w:r>
              <w:t>烧结普通砖墙（重浆砌筑）</w:t>
            </w:r>
          </w:p>
        </w:tc>
        <w:tc>
          <w:tcPr>
            <w:tcW w:w="1018" w:type="dxa"/>
            <w:vAlign w:val="center"/>
          </w:tcPr>
          <w:p w14:paraId="4CD1D311" w14:textId="77777777" w:rsidR="009F63A8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89B236C" w14:textId="77777777" w:rsidR="009F63A8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62AA9D74" w14:textId="77777777" w:rsidR="009F63A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6676653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7CD494F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982164A" w14:textId="77777777" w:rsidR="009F63A8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9F63A8" w14:paraId="47E256D0" w14:textId="77777777">
        <w:tc>
          <w:tcPr>
            <w:tcW w:w="2196" w:type="dxa"/>
            <w:shd w:val="clear" w:color="auto" w:fill="E6E6E6"/>
            <w:vAlign w:val="center"/>
          </w:tcPr>
          <w:p w14:paraId="51DAFBD1" w14:textId="77777777" w:rsidR="009F63A8" w:rsidRDefault="00000000">
            <w:r>
              <w:t>EPS</w:t>
            </w:r>
            <w:r>
              <w:t>板保温层</w:t>
            </w:r>
          </w:p>
        </w:tc>
        <w:tc>
          <w:tcPr>
            <w:tcW w:w="1018" w:type="dxa"/>
            <w:vAlign w:val="center"/>
          </w:tcPr>
          <w:p w14:paraId="58FB72BE" w14:textId="77777777" w:rsidR="009F63A8" w:rsidRDefault="00000000">
            <w:r>
              <w:t>0.041</w:t>
            </w:r>
          </w:p>
        </w:tc>
        <w:tc>
          <w:tcPr>
            <w:tcW w:w="1030" w:type="dxa"/>
            <w:vAlign w:val="center"/>
          </w:tcPr>
          <w:p w14:paraId="416DB97E" w14:textId="77777777" w:rsidR="009F63A8" w:rsidRDefault="00000000">
            <w:r>
              <w:t>0.287</w:t>
            </w:r>
          </w:p>
        </w:tc>
        <w:tc>
          <w:tcPr>
            <w:tcW w:w="848" w:type="dxa"/>
            <w:vAlign w:val="center"/>
          </w:tcPr>
          <w:p w14:paraId="2971E1C7" w14:textId="77777777" w:rsidR="009F63A8" w:rsidRDefault="00000000">
            <w:r>
              <w:t>20.0</w:t>
            </w:r>
          </w:p>
        </w:tc>
        <w:tc>
          <w:tcPr>
            <w:tcW w:w="1018" w:type="dxa"/>
            <w:vAlign w:val="center"/>
          </w:tcPr>
          <w:p w14:paraId="10EF6251" w14:textId="77777777" w:rsidR="009F63A8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4A9B7ACB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9C28E85" w14:textId="77777777" w:rsidR="009F63A8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9F63A8" w14:paraId="6331C364" w14:textId="77777777">
        <w:tc>
          <w:tcPr>
            <w:tcW w:w="2196" w:type="dxa"/>
            <w:shd w:val="clear" w:color="auto" w:fill="E6E6E6"/>
            <w:vAlign w:val="center"/>
          </w:tcPr>
          <w:p w14:paraId="512942E0" w14:textId="77777777" w:rsidR="009F63A8" w:rsidRDefault="00000000">
            <w:r>
              <w:t>薄抹灰饰面层</w:t>
            </w:r>
          </w:p>
        </w:tc>
        <w:tc>
          <w:tcPr>
            <w:tcW w:w="1018" w:type="dxa"/>
            <w:vAlign w:val="center"/>
          </w:tcPr>
          <w:p w14:paraId="36F778FF" w14:textId="77777777" w:rsidR="009F63A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EE99E82" w14:textId="77777777" w:rsidR="009F63A8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372D331" w14:textId="77777777" w:rsidR="009F63A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71CE335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A452B04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A900C39" w14:textId="77777777" w:rsidR="009F63A8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  <w:tr w:rsidR="009F63A8" w14:paraId="4D4118CA" w14:textId="77777777">
        <w:tc>
          <w:tcPr>
            <w:tcW w:w="2196" w:type="dxa"/>
            <w:shd w:val="clear" w:color="auto" w:fill="E6E6E6"/>
            <w:vAlign w:val="center"/>
          </w:tcPr>
          <w:p w14:paraId="0721C79F" w14:textId="77777777" w:rsidR="009F63A8" w:rsidRDefault="00000000">
            <w:r>
              <w:t>KP1</w:t>
            </w:r>
            <w:r>
              <w:t>粘土多孔砖墙</w:t>
            </w:r>
          </w:p>
        </w:tc>
        <w:tc>
          <w:tcPr>
            <w:tcW w:w="1018" w:type="dxa"/>
            <w:vAlign w:val="center"/>
          </w:tcPr>
          <w:p w14:paraId="35F3CEA4" w14:textId="77777777" w:rsidR="009F63A8" w:rsidRDefault="00000000">
            <w:r>
              <w:t>0.580</w:t>
            </w:r>
          </w:p>
        </w:tc>
        <w:tc>
          <w:tcPr>
            <w:tcW w:w="1030" w:type="dxa"/>
            <w:vAlign w:val="center"/>
          </w:tcPr>
          <w:p w14:paraId="654B460A" w14:textId="77777777" w:rsidR="009F63A8" w:rsidRDefault="00000000">
            <w:r>
              <w:t>7.874</w:t>
            </w:r>
          </w:p>
        </w:tc>
        <w:tc>
          <w:tcPr>
            <w:tcW w:w="848" w:type="dxa"/>
            <w:vAlign w:val="center"/>
          </w:tcPr>
          <w:p w14:paraId="13CACD05" w14:textId="77777777" w:rsidR="009F63A8" w:rsidRDefault="00000000">
            <w:r>
              <w:t>1400.0</w:t>
            </w:r>
          </w:p>
        </w:tc>
        <w:tc>
          <w:tcPr>
            <w:tcW w:w="1018" w:type="dxa"/>
            <w:vAlign w:val="center"/>
          </w:tcPr>
          <w:p w14:paraId="6627F50F" w14:textId="77777777" w:rsidR="009F63A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5F11BCA" w14:textId="77777777" w:rsidR="009F63A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DC3D7F8" w14:textId="77777777" w:rsidR="009F63A8" w:rsidRDefault="00000000">
            <w:r>
              <w:rPr>
                <w:sz w:val="18"/>
                <w:szCs w:val="18"/>
              </w:rPr>
              <w:t>新疆公建</w:t>
            </w:r>
            <w:r>
              <w:rPr>
                <w:sz w:val="18"/>
                <w:szCs w:val="18"/>
              </w:rPr>
              <w:t>XJJ034-2006</w:t>
            </w:r>
          </w:p>
        </w:tc>
      </w:tr>
    </w:tbl>
    <w:p w14:paraId="5560D31A" w14:textId="77777777" w:rsidR="009F63A8" w:rsidRDefault="00000000">
      <w:pPr>
        <w:pStyle w:val="2"/>
        <w:widowControl w:val="0"/>
      </w:pPr>
      <w:bookmarkStart w:id="50" w:name="_Toc123675900"/>
      <w:r>
        <w:t>围护结构作法简要说明</w:t>
      </w:r>
      <w:bookmarkEnd w:id="50"/>
    </w:p>
    <w:p w14:paraId="7E8F5E7D" w14:textId="77777777" w:rsidR="009F63A8" w:rsidRDefault="00000000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屋顶构造：</w:t>
      </w:r>
      <w:r>
        <w:rPr>
          <w:color w:val="0000FF"/>
          <w:szCs w:val="21"/>
        </w:rPr>
        <w:t>屋顶构造一：</w:t>
      </w:r>
      <w:r>
        <w:rPr>
          <w:color w:val="000000"/>
        </w:rPr>
        <w:t>（由上到下）</w:t>
      </w:r>
    </w:p>
    <w:p w14:paraId="5D28DDA4" w14:textId="77777777" w:rsidR="009F63A8" w:rsidRDefault="00000000">
      <w:pPr>
        <w:widowControl w:val="0"/>
        <w:jc w:val="both"/>
      </w:pPr>
      <w:r>
        <w:lastRenderedPageBreak/>
        <w:t xml:space="preserve">    </w:t>
      </w:r>
      <w:r>
        <w:rPr>
          <w:color w:val="000000"/>
        </w:rPr>
        <w:t>碎石、卵石混凝土</w:t>
      </w:r>
      <w:r>
        <w:rPr>
          <w:color w:val="000000"/>
        </w:rPr>
        <w:t>(ρ=2300) 40mm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＋加气混凝土、泡沫混凝土</w:t>
      </w:r>
      <w:r>
        <w:rPr>
          <w:color w:val="000000"/>
        </w:rPr>
        <w:t>(ρ=700) 80mm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03CBBCB7" w14:textId="77777777" w:rsidR="009F63A8" w:rsidRDefault="009F63A8">
      <w:pPr>
        <w:widowControl w:val="0"/>
        <w:jc w:val="both"/>
        <w:rPr>
          <w:color w:val="000000"/>
        </w:rPr>
      </w:pPr>
    </w:p>
    <w:p w14:paraId="3A136DAE" w14:textId="77777777" w:rsidR="009F63A8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外墙构造：</w:t>
      </w:r>
      <w:r>
        <w:rPr>
          <w:color w:val="0000FF"/>
          <w:szCs w:val="21"/>
        </w:rPr>
        <w:t>外墙构造一：</w:t>
      </w:r>
      <w:r>
        <w:rPr>
          <w:color w:val="000000"/>
        </w:rPr>
        <w:t>（由外到内）</w:t>
      </w:r>
    </w:p>
    <w:p w14:paraId="166384B4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02E6B4BA" w14:textId="77777777" w:rsidR="009F63A8" w:rsidRDefault="009F63A8">
      <w:pPr>
        <w:widowControl w:val="0"/>
        <w:jc w:val="both"/>
        <w:rPr>
          <w:color w:val="000000"/>
        </w:rPr>
      </w:pPr>
    </w:p>
    <w:p w14:paraId="67AFF40C" w14:textId="77777777" w:rsidR="009F63A8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挑空楼板构造：</w:t>
      </w:r>
      <w:r>
        <w:rPr>
          <w:color w:val="0000FF"/>
          <w:szCs w:val="21"/>
        </w:rPr>
        <w:t>挑空楼板构造一：</w:t>
      </w:r>
      <w:r>
        <w:rPr>
          <w:color w:val="000000"/>
        </w:rPr>
        <w:t>（由上到下）</w:t>
      </w:r>
    </w:p>
    <w:p w14:paraId="64325E34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</w:p>
    <w:p w14:paraId="7B54ECAB" w14:textId="77777777" w:rsidR="009F63A8" w:rsidRDefault="009F63A8">
      <w:pPr>
        <w:widowControl w:val="0"/>
        <w:jc w:val="both"/>
        <w:rPr>
          <w:color w:val="000000"/>
        </w:rPr>
      </w:pPr>
    </w:p>
    <w:p w14:paraId="04085F06" w14:textId="77777777" w:rsidR="009F63A8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采暖与非采暖隔墙：</w:t>
      </w:r>
      <w:r>
        <w:rPr>
          <w:color w:val="0000FF"/>
          <w:szCs w:val="21"/>
        </w:rPr>
        <w:t>控温与非控温隔墙构造一：</w:t>
      </w:r>
    </w:p>
    <w:p w14:paraId="5032293E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室内抹灰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烧结普通砖墙（重浆砌筑）</w:t>
      </w:r>
      <w:r>
        <w:rPr>
          <w:color w:val="800080"/>
        </w:rPr>
        <w:t xml:space="preserve"> 370mm</w:t>
      </w:r>
      <w:r>
        <w:rPr>
          <w:color w:val="000000"/>
        </w:rPr>
        <w:t>＋</w:t>
      </w:r>
      <w:r>
        <w:rPr>
          <w:color w:val="800000"/>
        </w:rPr>
        <w:t>EPS</w:t>
      </w:r>
      <w:r>
        <w:rPr>
          <w:color w:val="800000"/>
        </w:rPr>
        <w:t>板保温层</w:t>
      </w:r>
      <w:r>
        <w:rPr>
          <w:color w:val="800000"/>
        </w:rPr>
        <w:t xml:space="preserve"> 45mm</w:t>
      </w:r>
      <w:r>
        <w:rPr>
          <w:color w:val="000000"/>
        </w:rPr>
        <w:t>＋薄抹灰饰面层</w:t>
      </w:r>
      <w:r>
        <w:rPr>
          <w:color w:val="000000"/>
        </w:rPr>
        <w:t xml:space="preserve"> 6mm</w:t>
      </w:r>
    </w:p>
    <w:p w14:paraId="2F6514FA" w14:textId="77777777" w:rsidR="009F63A8" w:rsidRDefault="009F63A8">
      <w:pPr>
        <w:widowControl w:val="0"/>
        <w:jc w:val="both"/>
        <w:rPr>
          <w:color w:val="000000"/>
        </w:rPr>
      </w:pPr>
    </w:p>
    <w:p w14:paraId="53E29269" w14:textId="77777777" w:rsidR="009F63A8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5. </w:t>
      </w:r>
      <w:r>
        <w:rPr>
          <w:b/>
          <w:color w:val="000000"/>
          <w:sz w:val="24"/>
          <w:szCs w:val="24"/>
        </w:rPr>
        <w:t>外窗构造：</w:t>
      </w:r>
      <w:r>
        <w:rPr>
          <w:color w:val="0000FF"/>
          <w:szCs w:val="21"/>
        </w:rPr>
        <w:t>双银</w:t>
      </w:r>
      <w:r>
        <w:rPr>
          <w:color w:val="0000FF"/>
          <w:szCs w:val="21"/>
        </w:rPr>
        <w:t>Low-E</w:t>
      </w:r>
      <w:r>
        <w:rPr>
          <w:color w:val="0000FF"/>
          <w:szCs w:val="21"/>
        </w:rPr>
        <w:t>中空玻璃</w:t>
      </w:r>
      <w:r>
        <w:rPr>
          <w:color w:val="0000FF"/>
          <w:szCs w:val="21"/>
        </w:rPr>
        <w:t>12mm</w:t>
      </w:r>
      <w:r>
        <w:rPr>
          <w:color w:val="0000FF"/>
          <w:szCs w:val="21"/>
        </w:rPr>
        <w:t>氩气塑料窗（下限）：</w:t>
      </w:r>
    </w:p>
    <w:p w14:paraId="3617ACF2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0.500W/m^2.K</w:t>
      </w:r>
      <w:r>
        <w:rPr>
          <w:color w:val="000000"/>
        </w:rPr>
        <w:t>，太阳得热系数</w:t>
      </w:r>
      <w:r>
        <w:rPr>
          <w:color w:val="000000"/>
        </w:rPr>
        <w:t>0.383</w:t>
      </w:r>
    </w:p>
    <w:p w14:paraId="4552A1D8" w14:textId="77777777" w:rsidR="009F63A8" w:rsidRDefault="009F63A8">
      <w:pPr>
        <w:widowControl w:val="0"/>
        <w:jc w:val="both"/>
        <w:rPr>
          <w:color w:val="000000"/>
        </w:rPr>
      </w:pPr>
    </w:p>
    <w:p w14:paraId="0E17C4D2" w14:textId="77777777" w:rsidR="009F63A8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6. </w:t>
      </w:r>
      <w:r>
        <w:rPr>
          <w:b/>
          <w:color w:val="000000"/>
          <w:sz w:val="24"/>
          <w:szCs w:val="24"/>
        </w:rPr>
        <w:t>周边地面构造：</w:t>
      </w:r>
      <w:r>
        <w:rPr>
          <w:color w:val="0000FF"/>
          <w:szCs w:val="21"/>
        </w:rPr>
        <w:t>周边地面构造一：</w:t>
      </w:r>
    </w:p>
    <w:p w14:paraId="40E66E9A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</w:p>
    <w:p w14:paraId="632DDA44" w14:textId="77777777" w:rsidR="009F63A8" w:rsidRDefault="009F63A8">
      <w:pPr>
        <w:widowControl w:val="0"/>
        <w:jc w:val="both"/>
        <w:rPr>
          <w:color w:val="000000"/>
        </w:rPr>
      </w:pPr>
    </w:p>
    <w:p w14:paraId="711B581D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51" w:name="_Toc123675901"/>
      <w:r>
        <w:rPr>
          <w:color w:val="000000"/>
        </w:rPr>
        <w:t>围护结构概况</w:t>
      </w:r>
      <w:bookmarkEnd w:id="51"/>
    </w:p>
    <w:p w14:paraId="41104294" w14:textId="77777777" w:rsidR="009F63A8" w:rsidRDefault="009F63A8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6"/>
        <w:gridCol w:w="1131"/>
        <w:gridCol w:w="2650"/>
        <w:gridCol w:w="2238"/>
        <w:gridCol w:w="2242"/>
      </w:tblGrid>
      <w:tr w:rsidR="00F5289E" w14:paraId="2F8F14C0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7D6ECED" w14:textId="77777777" w:rsidR="00F5289E" w:rsidRDefault="0000000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B4C0CAC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bookmarkStart w:id="52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52"/>
          </w:p>
        </w:tc>
      </w:tr>
      <w:tr w:rsidR="00F5289E" w14:paraId="76F68D36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F1BE3BE" w14:textId="77777777" w:rsidR="00F5289E" w:rsidRDefault="00000000" w:rsidP="00FE187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体形系数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CA946" w14:textId="77777777" w:rsidR="00F5289E" w:rsidRDefault="00000000" w:rsidP="00707638">
            <w:pPr>
              <w:jc w:val="center"/>
              <w:rPr>
                <w:szCs w:val="21"/>
              </w:rPr>
            </w:pPr>
            <w:bookmarkStart w:id="53" w:name="体型系数"/>
            <w:r>
              <w:rPr>
                <w:rFonts w:hint="eastAsia"/>
                <w:szCs w:val="21"/>
              </w:rPr>
              <w:t>0.30</w:t>
            </w:r>
            <w:bookmarkEnd w:id="53"/>
          </w:p>
        </w:tc>
      </w:tr>
      <w:tr w:rsidR="00F5289E" w14:paraId="3DC4D16D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B9445F4" w14:textId="77777777" w:rsidR="00F5289E" w:rsidRDefault="0000000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4C8CDD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bookmarkStart w:id="54" w:name="屋顶K"/>
            <w:r>
              <w:rPr>
                <w:rFonts w:hint="eastAsia"/>
                <w:bCs/>
                <w:szCs w:val="21"/>
              </w:rPr>
              <w:t>0.50</w:t>
            </w:r>
            <w:bookmarkEnd w:id="54"/>
          </w:p>
        </w:tc>
      </w:tr>
      <w:tr w:rsidR="00F5289E" w14:paraId="306318ED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2A325F4" w14:textId="77777777" w:rsidR="00F5289E" w:rsidRDefault="0000000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F3D5F0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bookmarkStart w:id="55" w:name="外墙K"/>
            <w:r>
              <w:rPr>
                <w:rFonts w:hint="eastAsia"/>
                <w:bCs/>
                <w:szCs w:val="21"/>
              </w:rPr>
              <w:t>0.50</w:t>
            </w:r>
            <w:bookmarkEnd w:id="55"/>
          </w:p>
        </w:tc>
      </w:tr>
      <w:tr w:rsidR="00F5289E" w14:paraId="4A5722CC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4C01389" w14:textId="77777777" w:rsidR="00F5289E" w:rsidRDefault="0000000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37BA6E00" w14:textId="77777777" w:rsidR="00F5289E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1AB9D0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bookmarkStart w:id="56" w:name="天窗K"/>
            <w:r>
              <w:rPr>
                <w:rFonts w:hint="eastAsia"/>
                <w:bCs/>
                <w:szCs w:val="21"/>
              </w:rPr>
              <w:t>－</w:t>
            </w:r>
            <w:bookmarkEnd w:id="56"/>
          </w:p>
        </w:tc>
      </w:tr>
      <w:tr w:rsidR="00F5289E" w14:paraId="578027BD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BDEDBD5" w14:textId="77777777" w:rsidR="00F5289E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A4272F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bookmarkStart w:id="57" w:name="挑空楼板K"/>
            <w:r>
              <w:rPr>
                <w:rFonts w:hint="eastAsia"/>
                <w:bCs/>
                <w:szCs w:val="21"/>
              </w:rPr>
              <w:t>0.50</w:t>
            </w:r>
            <w:bookmarkEnd w:id="57"/>
          </w:p>
        </w:tc>
      </w:tr>
      <w:tr w:rsidR="00F5289E" w14:paraId="37A04A49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A816CA0" w14:textId="77777777" w:rsidR="00F5289E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地下车库与供暖房间之间的楼板</w:t>
            </w:r>
            <w:r w:rsidRPr="00D9724A">
              <w:rPr>
                <w:rFonts w:hAnsi="宋体"/>
                <w:szCs w:val="21"/>
              </w:rPr>
              <w:t xml:space="preserve"> </w:t>
            </w:r>
          </w:p>
          <w:p w14:paraId="023136B5" w14:textId="77777777" w:rsidR="00F5289E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0C658B" w14:textId="77777777" w:rsidR="00F5289E" w:rsidRDefault="00000000" w:rsidP="00B360A2">
            <w:pPr>
              <w:jc w:val="center"/>
              <w:rPr>
                <w:bCs/>
                <w:szCs w:val="21"/>
              </w:rPr>
            </w:pPr>
            <w:bookmarkStart w:id="58" w:name="不采暖地下室上部地板K"/>
            <w:r>
              <w:rPr>
                <w:rFonts w:hint="eastAsia"/>
                <w:bCs/>
                <w:szCs w:val="21"/>
              </w:rPr>
              <w:t>－</w:t>
            </w:r>
            <w:bookmarkEnd w:id="58"/>
          </w:p>
        </w:tc>
      </w:tr>
      <w:tr w:rsidR="00F5289E" w14:paraId="72593BBC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B4E9343" w14:textId="77777777" w:rsidR="00F5289E" w:rsidRPr="00D9724A" w:rsidRDefault="00000000" w:rsidP="00B360A2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非供暖楼梯间与供暖房间之间的隔墙</w:t>
            </w:r>
            <w:r w:rsidRPr="00D9724A">
              <w:rPr>
                <w:rFonts w:hAnsi="宋体"/>
                <w:szCs w:val="21"/>
              </w:rPr>
              <w:t xml:space="preserve"> </w:t>
            </w: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74226B" w14:textId="77777777" w:rsidR="00F5289E" w:rsidRDefault="00000000" w:rsidP="00B360A2">
            <w:pPr>
              <w:jc w:val="center"/>
              <w:rPr>
                <w:bCs/>
                <w:szCs w:val="21"/>
              </w:rPr>
            </w:pPr>
            <w:bookmarkStart w:id="59" w:name="采暖与非采暖隔墙K"/>
            <w:r>
              <w:rPr>
                <w:rFonts w:hint="eastAsia"/>
                <w:bCs/>
                <w:szCs w:val="21"/>
              </w:rPr>
              <w:t>0.62</w:t>
            </w:r>
            <w:bookmarkEnd w:id="59"/>
          </w:p>
        </w:tc>
      </w:tr>
      <w:tr w:rsidR="00F5289E" w14:paraId="307E6864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4558578" w14:textId="77777777" w:rsidR="00F5289E" w:rsidRDefault="00000000" w:rsidP="00293D53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周边地面热阻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EE3545" w14:textId="77777777" w:rsidR="00F5289E" w:rsidRDefault="00000000" w:rsidP="00293D53">
            <w:pPr>
              <w:jc w:val="center"/>
              <w:rPr>
                <w:szCs w:val="21"/>
              </w:rPr>
            </w:pPr>
            <w:bookmarkStart w:id="60" w:name="周边地面R"/>
            <w:r>
              <w:rPr>
                <w:rFonts w:hint="eastAsia"/>
                <w:szCs w:val="21"/>
              </w:rPr>
              <w:t>0.09</w:t>
            </w:r>
            <w:bookmarkEnd w:id="60"/>
          </w:p>
        </w:tc>
      </w:tr>
      <w:tr w:rsidR="00F5289E" w14:paraId="30FEEB88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C779360" w14:textId="77777777" w:rsidR="00F5289E" w:rsidRDefault="00000000" w:rsidP="00293D53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地下墙热阻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5DBBEB" w14:textId="77777777" w:rsidR="00F5289E" w:rsidRDefault="00000000" w:rsidP="00293D53">
            <w:pPr>
              <w:jc w:val="center"/>
              <w:rPr>
                <w:szCs w:val="21"/>
              </w:rPr>
            </w:pPr>
            <w:bookmarkStart w:id="61" w:name="地下墙R"/>
            <w:r>
              <w:rPr>
                <w:rFonts w:hint="eastAsia"/>
                <w:szCs w:val="21"/>
              </w:rPr>
              <w:t>－</w:t>
            </w:r>
            <w:bookmarkEnd w:id="61"/>
          </w:p>
        </w:tc>
      </w:tr>
      <w:tr w:rsidR="00F5289E" w14:paraId="298DF4B1" w14:textId="77777777" w:rsidTr="008D63B9">
        <w:trPr>
          <w:jc w:val="center"/>
        </w:trPr>
        <w:tc>
          <w:tcPr>
            <w:tcW w:w="267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E9E8CFC" w14:textId="77777777" w:rsidR="00F5289E" w:rsidRDefault="00000000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变形缝热阻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4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936B73" w14:textId="77777777" w:rsidR="00F5289E" w:rsidRDefault="00000000" w:rsidP="00707638">
            <w:pPr>
              <w:jc w:val="center"/>
              <w:rPr>
                <w:szCs w:val="21"/>
              </w:rPr>
            </w:pPr>
            <w:bookmarkStart w:id="62" w:name="变形缝R"/>
            <w:r>
              <w:rPr>
                <w:rFonts w:hint="eastAsia"/>
                <w:szCs w:val="21"/>
              </w:rPr>
              <w:t>－</w:t>
            </w:r>
            <w:bookmarkEnd w:id="62"/>
          </w:p>
        </w:tc>
      </w:tr>
      <w:tr w:rsidR="00F5289E" w14:paraId="0A9B0BD5" w14:textId="77777777" w:rsidTr="008D63B9">
        <w:trPr>
          <w:jc w:val="center"/>
        </w:trPr>
        <w:tc>
          <w:tcPr>
            <w:tcW w:w="714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5F102F1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0AACD2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694C2E4" w14:textId="77777777" w:rsidR="00F5289E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4056D0F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F35B62F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传热系数</w:t>
            </w:r>
          </w:p>
        </w:tc>
      </w:tr>
      <w:tr w:rsidR="00F5289E" w14:paraId="598BC38D" w14:textId="77777777" w:rsidTr="008D63B9">
        <w:trPr>
          <w:trHeight w:hRule="exact"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21AD49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01D198" w14:textId="77777777" w:rsidR="00F5289E" w:rsidRDefault="00000000" w:rsidP="00707638">
            <w:pPr>
              <w:jc w:val="center"/>
              <w:rPr>
                <w:rFonts w:hAnsi="宋体"/>
                <w:bCs/>
                <w:szCs w:val="21"/>
              </w:rPr>
            </w:pPr>
            <w:bookmarkStart w:id="63" w:name="多立面－计算条件表－13－2－朝向立面窗墙比K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63"/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D2624E" w14:textId="77777777" w:rsidR="00F5289E" w:rsidRDefault="00000000" w:rsidP="003C407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11F2A5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0.20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969982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0.50</w:t>
            </w:r>
          </w:p>
        </w:tc>
      </w:tr>
      <w:tr w:rsidR="00F5289E" w14:paraId="7C65982A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D9E252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CC456B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900DB5" w14:textId="77777777" w:rsidR="00F5289E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6AD211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0.20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098CA7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0.50</w:t>
            </w:r>
          </w:p>
        </w:tc>
      </w:tr>
      <w:tr w:rsidR="00F5289E" w14:paraId="5AC9BD58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8B779F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78EC0C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0467AA" w14:textId="77777777" w:rsidR="00F5289E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09E6C1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0.30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E68003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0.50</w:t>
            </w:r>
          </w:p>
        </w:tc>
      </w:tr>
      <w:tr w:rsidR="00F5289E" w14:paraId="1ED34B83" w14:textId="77777777" w:rsidTr="008D63B9">
        <w:trPr>
          <w:trHeight w:val="454"/>
          <w:jc w:val="center"/>
        </w:trPr>
        <w:tc>
          <w:tcPr>
            <w:tcW w:w="714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71B309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EE207D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610213" w14:textId="77777777" w:rsidR="00F5289E" w:rsidRDefault="00000000" w:rsidP="003C407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996240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0.38</w:t>
            </w:r>
          </w:p>
        </w:tc>
        <w:tc>
          <w:tcPr>
            <w:tcW w:w="116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5B18CE" w14:textId="77777777" w:rsidR="00F5289E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0.50</w:t>
            </w:r>
          </w:p>
        </w:tc>
      </w:tr>
    </w:tbl>
    <w:p w14:paraId="2B04AEAB" w14:textId="77777777" w:rsidR="009F63A8" w:rsidRDefault="009F63A8">
      <w:pPr>
        <w:widowControl w:val="0"/>
        <w:jc w:val="both"/>
        <w:rPr>
          <w:color w:val="000000"/>
        </w:rPr>
      </w:pPr>
    </w:p>
    <w:p w14:paraId="6DAD9F70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64" w:name="_Toc123675902"/>
      <w:r>
        <w:rPr>
          <w:color w:val="000000"/>
        </w:rPr>
        <w:t>房间类型</w:t>
      </w:r>
      <w:bookmarkEnd w:id="64"/>
    </w:p>
    <w:p w14:paraId="38CA6E8E" w14:textId="77777777" w:rsidR="009F63A8" w:rsidRDefault="00000000">
      <w:pPr>
        <w:pStyle w:val="2"/>
        <w:widowControl w:val="0"/>
      </w:pPr>
      <w:bookmarkStart w:id="65" w:name="_Toc123675903"/>
      <w:r>
        <w:t>房间表</w:t>
      </w:r>
      <w:bookmarkEnd w:id="6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9F63A8" w14:paraId="536B41C7" w14:textId="77777777">
        <w:tc>
          <w:tcPr>
            <w:tcW w:w="1567" w:type="dxa"/>
            <w:shd w:val="clear" w:color="auto" w:fill="E6E6E6"/>
            <w:vAlign w:val="center"/>
          </w:tcPr>
          <w:p w14:paraId="49001E2B" w14:textId="77777777" w:rsidR="009F63A8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49236A2" w14:textId="77777777" w:rsidR="009F63A8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1846A49E" w14:textId="77777777" w:rsidR="009F63A8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9260AFA" w14:textId="77777777" w:rsidR="009F63A8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38000E5" w14:textId="77777777" w:rsidR="009F63A8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AF367F" w14:textId="77777777" w:rsidR="009F63A8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CCA6FCB" w14:textId="77777777" w:rsidR="009F63A8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D2F876D" w14:textId="77777777" w:rsidR="009F63A8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9F63A8" w14:paraId="7C7C6D0F" w14:textId="77777777">
        <w:tc>
          <w:tcPr>
            <w:tcW w:w="1567" w:type="dxa"/>
            <w:shd w:val="clear" w:color="auto" w:fill="E6E6E6"/>
            <w:vAlign w:val="center"/>
          </w:tcPr>
          <w:p w14:paraId="54C75FC2" w14:textId="77777777" w:rsidR="009F63A8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7FB187F7" w14:textId="77777777" w:rsidR="009F63A8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8B9FD8C" w14:textId="77777777" w:rsidR="009F63A8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240D692" w14:textId="77777777" w:rsidR="009F63A8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C74A2C3" w14:textId="77777777" w:rsidR="009F63A8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194F944" w14:textId="77777777" w:rsidR="009F63A8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B2B8B28" w14:textId="77777777" w:rsidR="009F63A8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086551F" w14:textId="77777777" w:rsidR="009F63A8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9F63A8" w14:paraId="551F8C8A" w14:textId="77777777">
        <w:tc>
          <w:tcPr>
            <w:tcW w:w="1567" w:type="dxa"/>
            <w:shd w:val="clear" w:color="auto" w:fill="E6E6E6"/>
            <w:vAlign w:val="center"/>
          </w:tcPr>
          <w:p w14:paraId="4C70E0BE" w14:textId="77777777" w:rsidR="009F63A8" w:rsidRDefault="00000000">
            <w:r>
              <w:t>空房间</w:t>
            </w:r>
          </w:p>
        </w:tc>
        <w:tc>
          <w:tcPr>
            <w:tcW w:w="973" w:type="dxa"/>
            <w:vAlign w:val="center"/>
          </w:tcPr>
          <w:p w14:paraId="216AC273" w14:textId="77777777" w:rsidR="009F63A8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17B27F0F" w14:textId="77777777" w:rsidR="009F63A8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35C12EA7" w14:textId="77777777" w:rsidR="009F63A8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F278C17" w14:textId="77777777" w:rsidR="009F63A8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B363CE0" w14:textId="77777777" w:rsidR="009F63A8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CA3425" w14:textId="77777777" w:rsidR="009F63A8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3F2FF5" w14:textId="77777777" w:rsidR="009F63A8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14:paraId="365F6F5D" w14:textId="77777777" w:rsidR="009F63A8" w:rsidRDefault="00000000">
      <w:pPr>
        <w:pStyle w:val="2"/>
        <w:widowControl w:val="0"/>
      </w:pPr>
      <w:bookmarkStart w:id="66" w:name="_Toc123675904"/>
      <w:r>
        <w:t>作息时间表</w:t>
      </w:r>
      <w:bookmarkEnd w:id="66"/>
    </w:p>
    <w:p w14:paraId="0640057A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11EBFC2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67" w:name="_Toc123675905"/>
      <w:r>
        <w:rPr>
          <w:color w:val="000000"/>
        </w:rPr>
        <w:t>采暖空调</w:t>
      </w:r>
      <w:bookmarkEnd w:id="67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56"/>
        <w:gridCol w:w="1557"/>
        <w:gridCol w:w="1557"/>
        <w:gridCol w:w="1557"/>
        <w:gridCol w:w="1834"/>
      </w:tblGrid>
      <w:tr w:rsidR="009F63A8" w14:paraId="66A61CC2" w14:textId="77777777">
        <w:tc>
          <w:tcPr>
            <w:tcW w:w="1256" w:type="dxa"/>
            <w:shd w:val="clear" w:color="auto" w:fill="E6E6E6"/>
            <w:vAlign w:val="center"/>
          </w:tcPr>
          <w:p w14:paraId="73AF5648" w14:textId="77777777" w:rsidR="009F63A8" w:rsidRDefault="00000000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88DFC12" w14:textId="77777777" w:rsidR="009F63A8" w:rsidRDefault="00000000">
            <w:pPr>
              <w:jc w:val="center"/>
            </w:pPr>
            <w:r>
              <w:t>负荷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A0C1860" w14:textId="77777777" w:rsidR="009F63A8" w:rsidRDefault="00000000">
            <w:pPr>
              <w:jc w:val="center"/>
            </w:pPr>
            <w:r>
              <w:t>系统综合</w:t>
            </w:r>
            <w:r>
              <w:br/>
            </w:r>
            <w:r>
              <w:t>性能系数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D1012E8" w14:textId="77777777" w:rsidR="009F63A8" w:rsidRDefault="00000000">
            <w:pPr>
              <w:jc w:val="center"/>
            </w:pPr>
            <w:r>
              <w:t>耗电</w:t>
            </w:r>
            <w:r>
              <w:br/>
              <w:t>(kWh/a)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CB24E09" w14:textId="77777777" w:rsidR="009F63A8" w:rsidRDefault="00000000">
            <w:pPr>
              <w:jc w:val="center"/>
            </w:pPr>
            <w:r>
              <w:t>碳排放因子</w:t>
            </w:r>
            <w:r>
              <w:br/>
              <w:t>(kgCO2/kWh)</w:t>
            </w:r>
          </w:p>
        </w:tc>
        <w:tc>
          <w:tcPr>
            <w:tcW w:w="1833" w:type="dxa"/>
            <w:shd w:val="clear" w:color="auto" w:fill="E6E6E6"/>
            <w:vAlign w:val="center"/>
          </w:tcPr>
          <w:p w14:paraId="7F687D91" w14:textId="77777777" w:rsidR="009F63A8" w:rsidRDefault="00000000">
            <w:pPr>
              <w:jc w:val="center"/>
            </w:pPr>
            <w:r>
              <w:t>碳排放量</w:t>
            </w:r>
            <w:r>
              <w:br/>
              <w:t>(tCO2/a)</w:t>
            </w:r>
          </w:p>
        </w:tc>
      </w:tr>
      <w:tr w:rsidR="009F63A8" w14:paraId="2952622B" w14:textId="77777777">
        <w:tc>
          <w:tcPr>
            <w:tcW w:w="1256" w:type="dxa"/>
            <w:shd w:val="clear" w:color="auto" w:fill="E6E6E6"/>
            <w:vAlign w:val="center"/>
          </w:tcPr>
          <w:p w14:paraId="0DAA2CB3" w14:textId="77777777" w:rsidR="009F63A8" w:rsidRDefault="00000000">
            <w:r>
              <w:t>供冷</w:t>
            </w:r>
          </w:p>
        </w:tc>
        <w:tc>
          <w:tcPr>
            <w:tcW w:w="1556" w:type="dxa"/>
            <w:vAlign w:val="center"/>
          </w:tcPr>
          <w:p w14:paraId="548189EC" w14:textId="77777777" w:rsidR="009F63A8" w:rsidRDefault="00000000">
            <w:r>
              <w:t>0</w:t>
            </w:r>
          </w:p>
        </w:tc>
        <w:tc>
          <w:tcPr>
            <w:tcW w:w="1556" w:type="dxa"/>
            <w:vAlign w:val="center"/>
          </w:tcPr>
          <w:p w14:paraId="0894F3BC" w14:textId="77777777" w:rsidR="009F63A8" w:rsidRDefault="00000000">
            <w:r>
              <w:t>3.5</w:t>
            </w:r>
          </w:p>
        </w:tc>
        <w:tc>
          <w:tcPr>
            <w:tcW w:w="1556" w:type="dxa"/>
            <w:vAlign w:val="center"/>
          </w:tcPr>
          <w:p w14:paraId="55573455" w14:textId="77777777" w:rsidR="009F63A8" w:rsidRDefault="00000000">
            <w:r>
              <w:t>0</w:t>
            </w:r>
          </w:p>
        </w:tc>
        <w:tc>
          <w:tcPr>
            <w:tcW w:w="1556" w:type="dxa"/>
            <w:vMerge w:val="restart"/>
            <w:vAlign w:val="center"/>
          </w:tcPr>
          <w:p w14:paraId="0D7F9432" w14:textId="77777777" w:rsidR="009F63A8" w:rsidRDefault="00000000">
            <w:r>
              <w:t>0.581</w:t>
            </w:r>
          </w:p>
        </w:tc>
        <w:tc>
          <w:tcPr>
            <w:tcW w:w="1833" w:type="dxa"/>
            <w:vAlign w:val="center"/>
          </w:tcPr>
          <w:p w14:paraId="72650A8B" w14:textId="77777777" w:rsidR="009F63A8" w:rsidRDefault="00000000">
            <w:r>
              <w:t>0.000</w:t>
            </w:r>
          </w:p>
        </w:tc>
      </w:tr>
      <w:tr w:rsidR="009F63A8" w14:paraId="5925B22F" w14:textId="77777777">
        <w:tc>
          <w:tcPr>
            <w:tcW w:w="1256" w:type="dxa"/>
            <w:shd w:val="clear" w:color="auto" w:fill="E6E6E6"/>
            <w:vAlign w:val="center"/>
          </w:tcPr>
          <w:p w14:paraId="588CE635" w14:textId="77777777" w:rsidR="009F63A8" w:rsidRDefault="00000000">
            <w:r>
              <w:t>供暖</w:t>
            </w:r>
          </w:p>
        </w:tc>
        <w:tc>
          <w:tcPr>
            <w:tcW w:w="1556" w:type="dxa"/>
            <w:vAlign w:val="center"/>
          </w:tcPr>
          <w:p w14:paraId="3068703F" w14:textId="77777777" w:rsidR="009F63A8" w:rsidRDefault="00000000">
            <w:r>
              <w:t>33642</w:t>
            </w:r>
          </w:p>
        </w:tc>
        <w:tc>
          <w:tcPr>
            <w:tcW w:w="1556" w:type="dxa"/>
            <w:vAlign w:val="center"/>
          </w:tcPr>
          <w:p w14:paraId="31A6F76E" w14:textId="77777777" w:rsidR="009F63A8" w:rsidRDefault="00000000">
            <w:r>
              <w:t>2.6</w:t>
            </w:r>
          </w:p>
        </w:tc>
        <w:tc>
          <w:tcPr>
            <w:tcW w:w="1556" w:type="dxa"/>
            <w:vAlign w:val="center"/>
          </w:tcPr>
          <w:p w14:paraId="6D6F08EE" w14:textId="77777777" w:rsidR="009F63A8" w:rsidRDefault="00000000">
            <w:r>
              <w:t>12939</w:t>
            </w:r>
          </w:p>
        </w:tc>
        <w:tc>
          <w:tcPr>
            <w:tcW w:w="1556" w:type="dxa"/>
            <w:vMerge/>
            <w:vAlign w:val="center"/>
          </w:tcPr>
          <w:p w14:paraId="57B687B9" w14:textId="77777777" w:rsidR="009F63A8" w:rsidRDefault="009F63A8"/>
        </w:tc>
        <w:tc>
          <w:tcPr>
            <w:tcW w:w="1833" w:type="dxa"/>
            <w:vAlign w:val="center"/>
          </w:tcPr>
          <w:p w14:paraId="1081A864" w14:textId="77777777" w:rsidR="009F63A8" w:rsidRDefault="00000000">
            <w:r>
              <w:t>7.518</w:t>
            </w:r>
          </w:p>
        </w:tc>
      </w:tr>
      <w:tr w:rsidR="009F63A8" w14:paraId="3AF1436B" w14:textId="77777777">
        <w:tc>
          <w:tcPr>
            <w:tcW w:w="7480" w:type="dxa"/>
            <w:gridSpan w:val="5"/>
            <w:shd w:val="clear" w:color="auto" w:fill="E6E6E6"/>
            <w:vAlign w:val="center"/>
          </w:tcPr>
          <w:p w14:paraId="16319536" w14:textId="77777777" w:rsidR="009F63A8" w:rsidRDefault="00000000">
            <w:r>
              <w:t>合计</w:t>
            </w:r>
          </w:p>
        </w:tc>
        <w:tc>
          <w:tcPr>
            <w:tcW w:w="1833" w:type="dxa"/>
            <w:vAlign w:val="center"/>
          </w:tcPr>
          <w:p w14:paraId="0735EDD2" w14:textId="77777777" w:rsidR="009F63A8" w:rsidRDefault="00000000">
            <w:r>
              <w:t>7.518</w:t>
            </w:r>
          </w:p>
        </w:tc>
      </w:tr>
    </w:tbl>
    <w:p w14:paraId="54B42734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68" w:name="_Toc123675906"/>
      <w:r>
        <w:rPr>
          <w:color w:val="000000"/>
        </w:rPr>
        <w:t>照明</w:t>
      </w:r>
      <w:bookmarkEnd w:id="6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9F63A8" w14:paraId="5CB8E7D2" w14:textId="77777777">
        <w:tc>
          <w:tcPr>
            <w:tcW w:w="1822" w:type="dxa"/>
            <w:shd w:val="clear" w:color="auto" w:fill="E6E6E6"/>
            <w:vAlign w:val="center"/>
          </w:tcPr>
          <w:p w14:paraId="1E50CCBC" w14:textId="77777777" w:rsidR="009F63A8" w:rsidRDefault="00000000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CCB0FC8" w14:textId="77777777" w:rsidR="009F63A8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.a)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35292A13" w14:textId="77777777" w:rsidR="009F63A8" w:rsidRDefault="00000000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073FDA25" w14:textId="77777777" w:rsidR="009F63A8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37A07C9B" w14:textId="77777777" w:rsidR="009F63A8" w:rsidRDefault="00000000">
            <w:pPr>
              <w:jc w:val="center"/>
            </w:pPr>
            <w:r>
              <w:t>合计电耗</w:t>
            </w:r>
            <w:r>
              <w:br/>
              <w:t>(kWh/a)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22D924DF" w14:textId="77777777" w:rsidR="009F63A8" w:rsidRDefault="00000000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7F683B53" w14:textId="77777777" w:rsidR="009F63A8" w:rsidRDefault="00000000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F63A8" w14:paraId="276873D0" w14:textId="77777777">
        <w:tc>
          <w:tcPr>
            <w:tcW w:w="1822" w:type="dxa"/>
            <w:vAlign w:val="center"/>
          </w:tcPr>
          <w:p w14:paraId="3CA2491E" w14:textId="77777777" w:rsidR="009F63A8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14:paraId="38DBD7F8" w14:textId="77777777" w:rsidR="009F63A8" w:rsidRDefault="00000000">
            <w:r>
              <w:t>18.90</w:t>
            </w:r>
          </w:p>
        </w:tc>
        <w:tc>
          <w:tcPr>
            <w:tcW w:w="854" w:type="dxa"/>
            <w:vAlign w:val="center"/>
          </w:tcPr>
          <w:p w14:paraId="64F9174A" w14:textId="77777777" w:rsidR="009F63A8" w:rsidRDefault="00000000">
            <w:r>
              <w:t>10</w:t>
            </w:r>
          </w:p>
        </w:tc>
        <w:tc>
          <w:tcPr>
            <w:tcW w:w="1098" w:type="dxa"/>
            <w:vAlign w:val="center"/>
          </w:tcPr>
          <w:p w14:paraId="42FF55B0" w14:textId="77777777" w:rsidR="009F63A8" w:rsidRDefault="00000000">
            <w:r>
              <w:t>398</w:t>
            </w:r>
          </w:p>
        </w:tc>
        <w:tc>
          <w:tcPr>
            <w:tcW w:w="1330" w:type="dxa"/>
            <w:vAlign w:val="center"/>
          </w:tcPr>
          <w:p w14:paraId="588718AD" w14:textId="77777777" w:rsidR="009F63A8" w:rsidRDefault="00000000">
            <w:r>
              <w:t>7513</w:t>
            </w:r>
          </w:p>
        </w:tc>
        <w:tc>
          <w:tcPr>
            <w:tcW w:w="1330" w:type="dxa"/>
            <w:vMerge w:val="restart"/>
            <w:vAlign w:val="center"/>
          </w:tcPr>
          <w:p w14:paraId="51CA9996" w14:textId="77777777" w:rsidR="009F63A8" w:rsidRDefault="00000000">
            <w:r>
              <w:t>0.581</w:t>
            </w:r>
          </w:p>
        </w:tc>
        <w:tc>
          <w:tcPr>
            <w:tcW w:w="1330" w:type="dxa"/>
            <w:vAlign w:val="center"/>
          </w:tcPr>
          <w:p w14:paraId="6472E92E" w14:textId="77777777" w:rsidR="009F63A8" w:rsidRDefault="00000000">
            <w:r>
              <w:t>4.365</w:t>
            </w:r>
          </w:p>
        </w:tc>
      </w:tr>
      <w:tr w:rsidR="009F63A8" w14:paraId="3140A80B" w14:textId="77777777">
        <w:tc>
          <w:tcPr>
            <w:tcW w:w="1822" w:type="dxa"/>
            <w:vAlign w:val="center"/>
          </w:tcPr>
          <w:p w14:paraId="6D2FADD4" w14:textId="77777777" w:rsidR="009F63A8" w:rsidRDefault="00000000">
            <w:r>
              <w:t>空房间</w:t>
            </w:r>
          </w:p>
        </w:tc>
        <w:tc>
          <w:tcPr>
            <w:tcW w:w="1556" w:type="dxa"/>
            <w:vAlign w:val="center"/>
          </w:tcPr>
          <w:p w14:paraId="592C91DB" w14:textId="77777777" w:rsidR="009F63A8" w:rsidRDefault="00000000">
            <w:r>
              <w:t>0.00</w:t>
            </w:r>
          </w:p>
        </w:tc>
        <w:tc>
          <w:tcPr>
            <w:tcW w:w="854" w:type="dxa"/>
            <w:vAlign w:val="center"/>
          </w:tcPr>
          <w:p w14:paraId="1DE45182" w14:textId="77777777" w:rsidR="009F63A8" w:rsidRDefault="00000000">
            <w:r>
              <w:t>12</w:t>
            </w:r>
          </w:p>
        </w:tc>
        <w:tc>
          <w:tcPr>
            <w:tcW w:w="1098" w:type="dxa"/>
            <w:vAlign w:val="center"/>
          </w:tcPr>
          <w:p w14:paraId="5B179EA0" w14:textId="77777777" w:rsidR="009F63A8" w:rsidRDefault="00000000">
            <w:r>
              <w:t>1134</w:t>
            </w:r>
          </w:p>
        </w:tc>
        <w:tc>
          <w:tcPr>
            <w:tcW w:w="1330" w:type="dxa"/>
            <w:vAlign w:val="center"/>
          </w:tcPr>
          <w:p w14:paraId="342D3505" w14:textId="77777777" w:rsidR="009F63A8" w:rsidRDefault="00000000">
            <w:r>
              <w:t>0</w:t>
            </w:r>
          </w:p>
        </w:tc>
        <w:tc>
          <w:tcPr>
            <w:tcW w:w="1330" w:type="dxa"/>
            <w:vMerge/>
            <w:vAlign w:val="center"/>
          </w:tcPr>
          <w:p w14:paraId="4557D2F0" w14:textId="77777777" w:rsidR="009F63A8" w:rsidRDefault="009F63A8"/>
        </w:tc>
        <w:tc>
          <w:tcPr>
            <w:tcW w:w="1330" w:type="dxa"/>
            <w:vAlign w:val="center"/>
          </w:tcPr>
          <w:p w14:paraId="55441E06" w14:textId="77777777" w:rsidR="009F63A8" w:rsidRDefault="00000000">
            <w:r>
              <w:t>0.000</w:t>
            </w:r>
          </w:p>
        </w:tc>
      </w:tr>
      <w:tr w:rsidR="009F63A8" w14:paraId="394FD72C" w14:textId="77777777">
        <w:tc>
          <w:tcPr>
            <w:tcW w:w="7990" w:type="dxa"/>
            <w:gridSpan w:val="6"/>
            <w:vAlign w:val="center"/>
          </w:tcPr>
          <w:p w14:paraId="187B7C00" w14:textId="77777777" w:rsidR="009F63A8" w:rsidRDefault="00000000">
            <w:r>
              <w:t>总计</w:t>
            </w:r>
          </w:p>
        </w:tc>
        <w:tc>
          <w:tcPr>
            <w:tcW w:w="1330" w:type="dxa"/>
            <w:vAlign w:val="center"/>
          </w:tcPr>
          <w:p w14:paraId="5450C2D9" w14:textId="77777777" w:rsidR="009F63A8" w:rsidRDefault="00000000">
            <w:r>
              <w:t>4.365</w:t>
            </w:r>
          </w:p>
        </w:tc>
      </w:tr>
    </w:tbl>
    <w:p w14:paraId="46FE92BE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69" w:name="_Toc123675907"/>
      <w:r>
        <w:rPr>
          <w:color w:val="000000"/>
        </w:rPr>
        <w:t>设备维护</w:t>
      </w:r>
      <w:bookmarkEnd w:id="69"/>
    </w:p>
    <w:p w14:paraId="2F50621C" w14:textId="77777777" w:rsidR="009F63A8" w:rsidRDefault="00000000">
      <w:pPr>
        <w:pStyle w:val="2"/>
        <w:widowControl w:val="0"/>
      </w:pPr>
      <w:bookmarkStart w:id="70" w:name="_Toc123675908"/>
      <w:r>
        <w:t>采暖空调设备</w:t>
      </w:r>
      <w:bookmarkEnd w:id="70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415"/>
        <w:gridCol w:w="1698"/>
        <w:gridCol w:w="2547"/>
        <w:gridCol w:w="2400"/>
      </w:tblGrid>
      <w:tr w:rsidR="009F63A8" w14:paraId="189D34A4" w14:textId="77777777">
        <w:tc>
          <w:tcPr>
            <w:tcW w:w="1256" w:type="dxa"/>
            <w:shd w:val="clear" w:color="auto" w:fill="E6E6E6"/>
            <w:vAlign w:val="center"/>
          </w:tcPr>
          <w:p w14:paraId="39D092E8" w14:textId="77777777" w:rsidR="009F63A8" w:rsidRDefault="00000000">
            <w:pPr>
              <w:jc w:val="center"/>
            </w:pPr>
            <w:r>
              <w:t>型材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1A093BE" w14:textId="77777777" w:rsidR="009F63A8" w:rsidRDefault="00000000">
            <w:pPr>
              <w:jc w:val="center"/>
            </w:pPr>
            <w:r>
              <w:t>质量</w:t>
            </w:r>
            <w:r>
              <w:t>(kg)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5850A21C" w14:textId="77777777" w:rsidR="009F63A8" w:rsidRDefault="00000000">
            <w:pPr>
              <w:jc w:val="center"/>
            </w:pPr>
            <w:r>
              <w:t>安装更换次数</w:t>
            </w:r>
          </w:p>
        </w:tc>
        <w:tc>
          <w:tcPr>
            <w:tcW w:w="2546" w:type="dxa"/>
            <w:shd w:val="clear" w:color="auto" w:fill="E6E6E6"/>
            <w:vAlign w:val="center"/>
          </w:tcPr>
          <w:p w14:paraId="2867EDF4" w14:textId="77777777" w:rsidR="009F63A8" w:rsidRDefault="00000000">
            <w:pPr>
              <w:jc w:val="center"/>
            </w:pPr>
            <w:r>
              <w:t>碳排放因子</w:t>
            </w:r>
            <w:r>
              <w:t>(kgCO2/t)</w:t>
            </w:r>
          </w:p>
        </w:tc>
        <w:tc>
          <w:tcPr>
            <w:tcW w:w="2399" w:type="dxa"/>
            <w:shd w:val="clear" w:color="auto" w:fill="E6E6E6"/>
            <w:vAlign w:val="center"/>
          </w:tcPr>
          <w:p w14:paraId="3620850E" w14:textId="77777777" w:rsidR="009F63A8" w:rsidRDefault="00000000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F63A8" w14:paraId="6BF71AE1" w14:textId="77777777">
        <w:tc>
          <w:tcPr>
            <w:tcW w:w="1256" w:type="dxa"/>
            <w:vAlign w:val="center"/>
          </w:tcPr>
          <w:p w14:paraId="61F94726" w14:textId="77777777" w:rsidR="009F63A8" w:rsidRDefault="00000000">
            <w:r>
              <w:t>钢材</w:t>
            </w:r>
          </w:p>
        </w:tc>
        <w:tc>
          <w:tcPr>
            <w:tcW w:w="1415" w:type="dxa"/>
            <w:vAlign w:val="center"/>
          </w:tcPr>
          <w:p w14:paraId="332B7943" w14:textId="77777777" w:rsidR="009F63A8" w:rsidRDefault="00000000">
            <w:r>
              <w:t>0</w:t>
            </w:r>
          </w:p>
        </w:tc>
        <w:tc>
          <w:tcPr>
            <w:tcW w:w="1697" w:type="dxa"/>
            <w:vMerge w:val="restart"/>
            <w:vAlign w:val="center"/>
          </w:tcPr>
          <w:p w14:paraId="25D7CDDE" w14:textId="77777777" w:rsidR="009F63A8" w:rsidRDefault="00000000">
            <w:r>
              <w:t>2</w:t>
            </w:r>
          </w:p>
        </w:tc>
        <w:tc>
          <w:tcPr>
            <w:tcW w:w="2546" w:type="dxa"/>
            <w:vAlign w:val="center"/>
          </w:tcPr>
          <w:p w14:paraId="63017EE9" w14:textId="77777777" w:rsidR="009F63A8" w:rsidRDefault="00000000">
            <w:r>
              <w:t>9410</w:t>
            </w:r>
          </w:p>
        </w:tc>
        <w:tc>
          <w:tcPr>
            <w:tcW w:w="2399" w:type="dxa"/>
            <w:vAlign w:val="center"/>
          </w:tcPr>
          <w:p w14:paraId="4B6E9280" w14:textId="77777777" w:rsidR="009F63A8" w:rsidRDefault="00000000">
            <w:r>
              <w:t>0.000</w:t>
            </w:r>
          </w:p>
        </w:tc>
      </w:tr>
      <w:tr w:rsidR="009F63A8" w14:paraId="561DE401" w14:textId="77777777">
        <w:tc>
          <w:tcPr>
            <w:tcW w:w="1256" w:type="dxa"/>
            <w:vAlign w:val="center"/>
          </w:tcPr>
          <w:p w14:paraId="01CF168A" w14:textId="77777777" w:rsidR="009F63A8" w:rsidRDefault="00000000">
            <w:r>
              <w:t>铜材</w:t>
            </w:r>
          </w:p>
        </w:tc>
        <w:tc>
          <w:tcPr>
            <w:tcW w:w="1415" w:type="dxa"/>
            <w:vAlign w:val="center"/>
          </w:tcPr>
          <w:p w14:paraId="00A055B9" w14:textId="77777777" w:rsidR="009F63A8" w:rsidRDefault="00000000">
            <w:r>
              <w:t>0</w:t>
            </w:r>
          </w:p>
        </w:tc>
        <w:tc>
          <w:tcPr>
            <w:tcW w:w="1697" w:type="dxa"/>
            <w:vMerge/>
            <w:vAlign w:val="center"/>
          </w:tcPr>
          <w:p w14:paraId="2205466B" w14:textId="77777777" w:rsidR="009F63A8" w:rsidRDefault="009F63A8"/>
        </w:tc>
        <w:tc>
          <w:tcPr>
            <w:tcW w:w="2546" w:type="dxa"/>
            <w:vAlign w:val="center"/>
          </w:tcPr>
          <w:p w14:paraId="3F6B47CA" w14:textId="77777777" w:rsidR="009F63A8" w:rsidRDefault="00000000">
            <w:r>
              <w:t>2150</w:t>
            </w:r>
          </w:p>
        </w:tc>
        <w:tc>
          <w:tcPr>
            <w:tcW w:w="2399" w:type="dxa"/>
            <w:vAlign w:val="center"/>
          </w:tcPr>
          <w:p w14:paraId="11ADDDAD" w14:textId="77777777" w:rsidR="009F63A8" w:rsidRDefault="00000000">
            <w:r>
              <w:t>0.000</w:t>
            </w:r>
          </w:p>
        </w:tc>
      </w:tr>
      <w:tr w:rsidR="009F63A8" w14:paraId="1BAFF663" w14:textId="77777777">
        <w:tc>
          <w:tcPr>
            <w:tcW w:w="1256" w:type="dxa"/>
            <w:vAlign w:val="center"/>
          </w:tcPr>
          <w:p w14:paraId="53C0D001" w14:textId="77777777" w:rsidR="009F63A8" w:rsidRDefault="00000000">
            <w:r>
              <w:lastRenderedPageBreak/>
              <w:t>铝材</w:t>
            </w:r>
          </w:p>
        </w:tc>
        <w:tc>
          <w:tcPr>
            <w:tcW w:w="1415" w:type="dxa"/>
            <w:vAlign w:val="center"/>
          </w:tcPr>
          <w:p w14:paraId="26F8A7CE" w14:textId="77777777" w:rsidR="009F63A8" w:rsidRDefault="00000000">
            <w:r>
              <w:t>0</w:t>
            </w:r>
          </w:p>
        </w:tc>
        <w:tc>
          <w:tcPr>
            <w:tcW w:w="1697" w:type="dxa"/>
            <w:vMerge/>
            <w:vAlign w:val="center"/>
          </w:tcPr>
          <w:p w14:paraId="2C4A63D4" w14:textId="77777777" w:rsidR="009F63A8" w:rsidRDefault="009F63A8"/>
        </w:tc>
        <w:tc>
          <w:tcPr>
            <w:tcW w:w="2546" w:type="dxa"/>
            <w:vAlign w:val="center"/>
          </w:tcPr>
          <w:p w14:paraId="3CE47543" w14:textId="77777777" w:rsidR="009F63A8" w:rsidRDefault="00000000">
            <w:r>
              <w:t>900</w:t>
            </w:r>
          </w:p>
        </w:tc>
        <w:tc>
          <w:tcPr>
            <w:tcW w:w="2399" w:type="dxa"/>
            <w:vAlign w:val="center"/>
          </w:tcPr>
          <w:p w14:paraId="23735C7D" w14:textId="77777777" w:rsidR="009F63A8" w:rsidRDefault="00000000">
            <w:r>
              <w:t>0.000</w:t>
            </w:r>
          </w:p>
        </w:tc>
      </w:tr>
      <w:tr w:rsidR="009F63A8" w14:paraId="50865119" w14:textId="77777777">
        <w:tc>
          <w:tcPr>
            <w:tcW w:w="1256" w:type="dxa"/>
            <w:vAlign w:val="center"/>
          </w:tcPr>
          <w:p w14:paraId="488BF8AD" w14:textId="77777777" w:rsidR="009F63A8" w:rsidRDefault="00000000">
            <w:r>
              <w:t>总计</w:t>
            </w:r>
          </w:p>
        </w:tc>
        <w:tc>
          <w:tcPr>
            <w:tcW w:w="1415" w:type="dxa"/>
            <w:vAlign w:val="center"/>
          </w:tcPr>
          <w:p w14:paraId="3CCFCDFA" w14:textId="77777777" w:rsidR="009F63A8" w:rsidRDefault="00000000">
            <w:r>
              <w:t>0</w:t>
            </w:r>
          </w:p>
        </w:tc>
        <w:tc>
          <w:tcPr>
            <w:tcW w:w="1697" w:type="dxa"/>
            <w:vAlign w:val="center"/>
          </w:tcPr>
          <w:p w14:paraId="0B1DD474" w14:textId="77777777" w:rsidR="009F63A8" w:rsidRDefault="009F63A8"/>
        </w:tc>
        <w:tc>
          <w:tcPr>
            <w:tcW w:w="2546" w:type="dxa"/>
            <w:vAlign w:val="center"/>
          </w:tcPr>
          <w:p w14:paraId="126C1772" w14:textId="77777777" w:rsidR="009F63A8" w:rsidRDefault="009F63A8"/>
        </w:tc>
        <w:tc>
          <w:tcPr>
            <w:tcW w:w="2399" w:type="dxa"/>
            <w:vAlign w:val="center"/>
          </w:tcPr>
          <w:p w14:paraId="57CC37D2" w14:textId="77777777" w:rsidR="009F63A8" w:rsidRDefault="00000000">
            <w:r>
              <w:t>0.000</w:t>
            </w:r>
          </w:p>
        </w:tc>
      </w:tr>
    </w:tbl>
    <w:p w14:paraId="4BE215CE" w14:textId="77777777" w:rsidR="009F63A8" w:rsidRDefault="00000000">
      <w:pPr>
        <w:pStyle w:val="2"/>
        <w:widowControl w:val="0"/>
      </w:pPr>
      <w:bookmarkStart w:id="71" w:name="_Toc123675909"/>
      <w:r>
        <w:t>电梯</w:t>
      </w:r>
      <w:bookmarkEnd w:id="7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697"/>
        <w:gridCol w:w="2831"/>
        <w:gridCol w:w="3113"/>
      </w:tblGrid>
      <w:tr w:rsidR="009F63A8" w14:paraId="010C28A9" w14:textId="77777777">
        <w:tc>
          <w:tcPr>
            <w:tcW w:w="1681" w:type="dxa"/>
            <w:shd w:val="clear" w:color="auto" w:fill="E6E6E6"/>
            <w:vAlign w:val="center"/>
          </w:tcPr>
          <w:p w14:paraId="3B6B64FD" w14:textId="77777777" w:rsidR="009F63A8" w:rsidRDefault="00000000">
            <w:pPr>
              <w:jc w:val="center"/>
            </w:pPr>
            <w:r>
              <w:t>总质量</w:t>
            </w:r>
            <w:r>
              <w:t>(kg)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220E1FFE" w14:textId="77777777" w:rsidR="009F63A8" w:rsidRDefault="00000000">
            <w:pPr>
              <w:jc w:val="center"/>
            </w:pPr>
            <w:r>
              <w:t>安装更换次数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12EE2433" w14:textId="77777777" w:rsidR="009F63A8" w:rsidRDefault="00000000">
            <w:pPr>
              <w:jc w:val="center"/>
            </w:pPr>
            <w:r>
              <w:t>碳排放因子</w:t>
            </w:r>
            <w:r>
              <w:t>(kgCO2/t)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54EF7299" w14:textId="77777777" w:rsidR="009F63A8" w:rsidRDefault="00000000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F63A8" w14:paraId="1EB1BB36" w14:textId="77777777">
        <w:tc>
          <w:tcPr>
            <w:tcW w:w="1681" w:type="dxa"/>
            <w:vAlign w:val="center"/>
          </w:tcPr>
          <w:p w14:paraId="4A807D09" w14:textId="77777777" w:rsidR="009F63A8" w:rsidRDefault="00000000">
            <w:r>
              <w:t>0</w:t>
            </w:r>
          </w:p>
        </w:tc>
        <w:tc>
          <w:tcPr>
            <w:tcW w:w="1697" w:type="dxa"/>
            <w:vAlign w:val="center"/>
          </w:tcPr>
          <w:p w14:paraId="3E49B177" w14:textId="77777777" w:rsidR="009F63A8" w:rsidRDefault="00000000">
            <w:r>
              <w:t>5</w:t>
            </w:r>
          </w:p>
        </w:tc>
        <w:tc>
          <w:tcPr>
            <w:tcW w:w="2830" w:type="dxa"/>
            <w:vAlign w:val="center"/>
          </w:tcPr>
          <w:p w14:paraId="2C29F674" w14:textId="77777777" w:rsidR="009F63A8" w:rsidRDefault="00000000">
            <w:r>
              <w:t>9410</w:t>
            </w:r>
          </w:p>
        </w:tc>
        <w:tc>
          <w:tcPr>
            <w:tcW w:w="3112" w:type="dxa"/>
            <w:vAlign w:val="center"/>
          </w:tcPr>
          <w:p w14:paraId="60E079E9" w14:textId="77777777" w:rsidR="009F63A8" w:rsidRDefault="00000000">
            <w:r>
              <w:t>0.000</w:t>
            </w:r>
          </w:p>
        </w:tc>
      </w:tr>
    </w:tbl>
    <w:p w14:paraId="2367B8BF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2" w:name="_Toc123675910"/>
      <w:r>
        <w:rPr>
          <w:color w:val="000000"/>
        </w:rPr>
        <w:t>排风机</w:t>
      </w:r>
      <w:bookmarkEnd w:id="7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9F63A8" w14:paraId="71D611D6" w14:textId="77777777">
        <w:tc>
          <w:tcPr>
            <w:tcW w:w="1165" w:type="dxa"/>
            <w:shd w:val="clear" w:color="auto" w:fill="E6E6E6"/>
            <w:vAlign w:val="center"/>
          </w:tcPr>
          <w:p w14:paraId="5D273EB8" w14:textId="77777777" w:rsidR="009F63A8" w:rsidRDefault="00000000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14:paraId="459DEFB0" w14:textId="77777777" w:rsidR="009F63A8" w:rsidRDefault="00000000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5700FA6B" w14:textId="77777777" w:rsidR="009F63A8" w:rsidRDefault="00000000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5B93BFA6" w14:textId="77777777" w:rsidR="009F63A8" w:rsidRDefault="00000000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4E2C28E8" w14:textId="77777777" w:rsidR="009F63A8" w:rsidRDefault="00000000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0F2A31D0" w14:textId="77777777" w:rsidR="009F63A8" w:rsidRDefault="00000000">
            <w:pPr>
              <w:jc w:val="center"/>
            </w:pPr>
            <w:r>
              <w:t>全年电耗</w:t>
            </w:r>
            <w:r>
              <w:br/>
              <w:t>(kWh/a)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60C5B0C2" w14:textId="77777777" w:rsidR="009F63A8" w:rsidRDefault="00000000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1B1AE529" w14:textId="77777777" w:rsidR="009F63A8" w:rsidRDefault="00000000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F63A8" w14:paraId="0D9B3EB6" w14:textId="77777777">
        <w:tc>
          <w:tcPr>
            <w:tcW w:w="1165" w:type="dxa"/>
            <w:vAlign w:val="center"/>
          </w:tcPr>
          <w:p w14:paraId="3C772492" w14:textId="77777777" w:rsidR="009F63A8" w:rsidRDefault="00000000">
            <w:r>
              <w:t>5</w:t>
            </w:r>
          </w:p>
        </w:tc>
        <w:tc>
          <w:tcPr>
            <w:tcW w:w="1160" w:type="dxa"/>
            <w:vAlign w:val="center"/>
          </w:tcPr>
          <w:p w14:paraId="41C2C92F" w14:textId="77777777" w:rsidR="009F63A8" w:rsidRDefault="00000000">
            <w:r>
              <w:t>10</w:t>
            </w:r>
          </w:p>
        </w:tc>
        <w:tc>
          <w:tcPr>
            <w:tcW w:w="1165" w:type="dxa"/>
            <w:vAlign w:val="center"/>
          </w:tcPr>
          <w:p w14:paraId="68ACE93D" w14:textId="77777777" w:rsidR="009F63A8" w:rsidRDefault="00000000">
            <w:r>
              <w:t>0.8</w:t>
            </w:r>
          </w:p>
        </w:tc>
        <w:tc>
          <w:tcPr>
            <w:tcW w:w="1165" w:type="dxa"/>
            <w:vAlign w:val="center"/>
          </w:tcPr>
          <w:p w14:paraId="4C7CA8D8" w14:textId="77777777" w:rsidR="009F63A8" w:rsidRDefault="00000000">
            <w:r>
              <w:t>5</w:t>
            </w:r>
          </w:p>
        </w:tc>
        <w:tc>
          <w:tcPr>
            <w:tcW w:w="1165" w:type="dxa"/>
            <w:vAlign w:val="center"/>
          </w:tcPr>
          <w:p w14:paraId="65663E95" w14:textId="77777777" w:rsidR="009F63A8" w:rsidRDefault="00000000">
            <w:r>
              <w:t>365</w:t>
            </w:r>
          </w:p>
        </w:tc>
        <w:tc>
          <w:tcPr>
            <w:tcW w:w="1165" w:type="dxa"/>
            <w:vAlign w:val="center"/>
          </w:tcPr>
          <w:p w14:paraId="1E7BCB59" w14:textId="77777777" w:rsidR="009F63A8" w:rsidRDefault="00000000">
            <w:r>
              <w:t>73000</w:t>
            </w:r>
          </w:p>
        </w:tc>
        <w:tc>
          <w:tcPr>
            <w:tcW w:w="1165" w:type="dxa"/>
            <w:vAlign w:val="center"/>
          </w:tcPr>
          <w:p w14:paraId="0E34DA6B" w14:textId="77777777" w:rsidR="009F63A8" w:rsidRDefault="00000000">
            <w:r>
              <w:t>0.581</w:t>
            </w:r>
          </w:p>
        </w:tc>
        <w:tc>
          <w:tcPr>
            <w:tcW w:w="1165" w:type="dxa"/>
            <w:vAlign w:val="center"/>
          </w:tcPr>
          <w:p w14:paraId="1CAC007B" w14:textId="77777777" w:rsidR="009F63A8" w:rsidRDefault="00000000">
            <w:r>
              <w:t>42.413</w:t>
            </w:r>
          </w:p>
        </w:tc>
      </w:tr>
      <w:tr w:rsidR="009F63A8" w14:paraId="49434BA8" w14:textId="77777777">
        <w:tc>
          <w:tcPr>
            <w:tcW w:w="8150" w:type="dxa"/>
            <w:gridSpan w:val="7"/>
            <w:vAlign w:val="center"/>
          </w:tcPr>
          <w:p w14:paraId="17C17F4C" w14:textId="77777777" w:rsidR="009F63A8" w:rsidRDefault="00000000">
            <w:r>
              <w:t>总计</w:t>
            </w:r>
          </w:p>
        </w:tc>
        <w:tc>
          <w:tcPr>
            <w:tcW w:w="1165" w:type="dxa"/>
            <w:vAlign w:val="center"/>
          </w:tcPr>
          <w:p w14:paraId="753D3C68" w14:textId="77777777" w:rsidR="009F63A8" w:rsidRDefault="00000000">
            <w:r>
              <w:t>42.413</w:t>
            </w:r>
          </w:p>
        </w:tc>
      </w:tr>
    </w:tbl>
    <w:p w14:paraId="35BA38D5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 w14:paraId="44232430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3" w:name="_Toc123675911"/>
      <w:r>
        <w:rPr>
          <w:color w:val="000000"/>
        </w:rPr>
        <w:t>生活热水</w:t>
      </w:r>
      <w:bookmarkEnd w:id="7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436"/>
        <w:gridCol w:w="1263"/>
        <w:gridCol w:w="288"/>
        <w:gridCol w:w="24"/>
        <w:gridCol w:w="961"/>
        <w:gridCol w:w="565"/>
        <w:gridCol w:w="24"/>
        <w:gridCol w:w="718"/>
        <w:gridCol w:w="808"/>
        <w:gridCol w:w="24"/>
        <w:gridCol w:w="124"/>
        <w:gridCol w:w="1069"/>
        <w:gridCol w:w="333"/>
        <w:gridCol w:w="24"/>
        <w:gridCol w:w="1550"/>
      </w:tblGrid>
      <w:tr w:rsidR="009F63A8" w14:paraId="213F7910" w14:textId="77777777">
        <w:tc>
          <w:tcPr>
            <w:tcW w:w="1550" w:type="dxa"/>
            <w:gridSpan w:val="2"/>
            <w:shd w:val="clear" w:color="auto" w:fill="E6E6E6"/>
            <w:vAlign w:val="center"/>
          </w:tcPr>
          <w:p w14:paraId="133012FE" w14:textId="77777777" w:rsidR="009F63A8" w:rsidRDefault="00000000">
            <w:pPr>
              <w:jc w:val="center"/>
            </w:pPr>
            <w:r>
              <w:t>分区</w:t>
            </w:r>
          </w:p>
        </w:tc>
        <w:tc>
          <w:tcPr>
            <w:tcW w:w="1550" w:type="dxa"/>
            <w:gridSpan w:val="2"/>
            <w:shd w:val="clear" w:color="auto" w:fill="E6E6E6"/>
            <w:vAlign w:val="center"/>
          </w:tcPr>
          <w:p w14:paraId="36554DAD" w14:textId="77777777" w:rsidR="009F63A8" w:rsidRDefault="00000000">
            <w:pPr>
              <w:jc w:val="center"/>
            </w:pPr>
            <w:r>
              <w:t>用水定额</w:t>
            </w:r>
            <w:r>
              <w:br/>
              <w:t>(L/</w:t>
            </w:r>
            <w:r>
              <w:t>人</w:t>
            </w:r>
            <w:r>
              <w:t>·d)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 w14:paraId="0191B08E" w14:textId="77777777" w:rsidR="009F63A8" w:rsidRDefault="00000000">
            <w:pPr>
              <w:jc w:val="center"/>
            </w:pPr>
            <w:r>
              <w:t>热水温差</w:t>
            </w:r>
            <w:r>
              <w:t>(℃)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 w14:paraId="4D2EEEBC" w14:textId="77777777" w:rsidR="009F63A8" w:rsidRDefault="00000000">
            <w:pPr>
              <w:jc w:val="center"/>
            </w:pPr>
            <w:r>
              <w:t>供应人数</w:t>
            </w:r>
          </w:p>
        </w:tc>
        <w:tc>
          <w:tcPr>
            <w:tcW w:w="1550" w:type="dxa"/>
            <w:gridSpan w:val="4"/>
            <w:shd w:val="clear" w:color="auto" w:fill="E6E6E6"/>
            <w:vAlign w:val="center"/>
          </w:tcPr>
          <w:p w14:paraId="1C897027" w14:textId="77777777" w:rsidR="009F63A8" w:rsidRDefault="00000000">
            <w:pPr>
              <w:jc w:val="center"/>
            </w:pPr>
            <w:r>
              <w:t>年使用天数</w:t>
            </w:r>
          </w:p>
        </w:tc>
        <w:tc>
          <w:tcPr>
            <w:tcW w:w="1573" w:type="dxa"/>
            <w:gridSpan w:val="2"/>
            <w:shd w:val="clear" w:color="auto" w:fill="E6E6E6"/>
            <w:vAlign w:val="center"/>
          </w:tcPr>
          <w:p w14:paraId="5FA03C8B" w14:textId="77777777" w:rsidR="009F63A8" w:rsidRDefault="00000000">
            <w:pPr>
              <w:jc w:val="center"/>
            </w:pPr>
            <w:r>
              <w:t>所需热量</w:t>
            </w:r>
            <w:r>
              <w:br/>
              <w:t>(kWh/a)</w:t>
            </w:r>
          </w:p>
        </w:tc>
      </w:tr>
      <w:tr w:rsidR="009F63A8" w14:paraId="2327950C" w14:textId="77777777">
        <w:tc>
          <w:tcPr>
            <w:tcW w:w="1550" w:type="dxa"/>
            <w:gridSpan w:val="2"/>
            <w:vAlign w:val="center"/>
          </w:tcPr>
          <w:p w14:paraId="1B14291D" w14:textId="77777777" w:rsidR="009F63A8" w:rsidRDefault="00000000">
            <w:r>
              <w:t>办公</w:t>
            </w:r>
          </w:p>
        </w:tc>
        <w:tc>
          <w:tcPr>
            <w:tcW w:w="1550" w:type="dxa"/>
            <w:gridSpan w:val="2"/>
            <w:vAlign w:val="center"/>
          </w:tcPr>
          <w:p w14:paraId="6F7A1041" w14:textId="77777777" w:rsidR="009F63A8" w:rsidRDefault="00000000">
            <w:r>
              <w:t>1</w:t>
            </w:r>
          </w:p>
        </w:tc>
        <w:tc>
          <w:tcPr>
            <w:tcW w:w="1550" w:type="dxa"/>
            <w:gridSpan w:val="3"/>
            <w:vAlign w:val="center"/>
          </w:tcPr>
          <w:p w14:paraId="38CE7BD5" w14:textId="77777777" w:rsidR="009F63A8" w:rsidRDefault="00000000">
            <w:r>
              <w:t>45</w:t>
            </w:r>
          </w:p>
        </w:tc>
        <w:tc>
          <w:tcPr>
            <w:tcW w:w="1550" w:type="dxa"/>
            <w:gridSpan w:val="3"/>
            <w:vAlign w:val="center"/>
          </w:tcPr>
          <w:p w14:paraId="64717BB5" w14:textId="77777777" w:rsidR="009F63A8" w:rsidRDefault="00000000">
            <w:r>
              <w:t>100</w:t>
            </w:r>
          </w:p>
        </w:tc>
        <w:tc>
          <w:tcPr>
            <w:tcW w:w="1550" w:type="dxa"/>
            <w:gridSpan w:val="4"/>
            <w:vAlign w:val="center"/>
          </w:tcPr>
          <w:p w14:paraId="70A3CD15" w14:textId="77777777" w:rsidR="009F63A8" w:rsidRDefault="00000000">
            <w:r>
              <w:t>200</w:t>
            </w:r>
          </w:p>
        </w:tc>
        <w:tc>
          <w:tcPr>
            <w:tcW w:w="1573" w:type="dxa"/>
            <w:gridSpan w:val="2"/>
            <w:vAlign w:val="center"/>
          </w:tcPr>
          <w:p w14:paraId="56FF81E8" w14:textId="77777777" w:rsidR="009F63A8" w:rsidRDefault="00000000">
            <w:r>
              <w:t>1029</w:t>
            </w:r>
          </w:p>
        </w:tc>
      </w:tr>
      <w:tr w:rsidR="009F63A8" w14:paraId="41D4415D" w14:textId="77777777">
        <w:tc>
          <w:tcPr>
            <w:tcW w:w="7750" w:type="dxa"/>
            <w:gridSpan w:val="14"/>
            <w:vAlign w:val="center"/>
          </w:tcPr>
          <w:p w14:paraId="408DB930" w14:textId="77777777" w:rsidR="009F63A8" w:rsidRDefault="00000000">
            <w:r>
              <w:t>总计</w:t>
            </w:r>
          </w:p>
        </w:tc>
        <w:tc>
          <w:tcPr>
            <w:tcW w:w="1573" w:type="dxa"/>
            <w:gridSpan w:val="2"/>
            <w:vAlign w:val="center"/>
          </w:tcPr>
          <w:p w14:paraId="18063963" w14:textId="77777777" w:rsidR="009F63A8" w:rsidRDefault="00000000">
            <w:r>
              <w:t>1029</w:t>
            </w:r>
          </w:p>
        </w:tc>
      </w:tr>
      <w:tr w:rsidR="009F63A8" w14:paraId="03A5639C" w14:textId="77777777">
        <w:tc>
          <w:tcPr>
            <w:tcW w:w="1115" w:type="dxa"/>
            <w:shd w:val="clear" w:color="auto" w:fill="E6E6E6"/>
            <w:vAlign w:val="center"/>
          </w:tcPr>
          <w:p w14:paraId="06DC61AF" w14:textId="77777777" w:rsidR="009F63A8" w:rsidRDefault="00000000">
            <w:pPr>
              <w:jc w:val="center"/>
            </w:pPr>
            <w:r>
              <w:t>太阳能板</w:t>
            </w:r>
          </w:p>
        </w:tc>
        <w:tc>
          <w:tcPr>
            <w:tcW w:w="1697" w:type="dxa"/>
            <w:gridSpan w:val="2"/>
            <w:shd w:val="clear" w:color="auto" w:fill="E6E6E6"/>
            <w:vAlign w:val="center"/>
          </w:tcPr>
          <w:p w14:paraId="4F9C2255" w14:textId="77777777" w:rsidR="009F63A8" w:rsidRDefault="00000000">
            <w:pPr>
              <w:jc w:val="center"/>
            </w:pPr>
            <w:r>
              <w:t>集热器面积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gridSpan w:val="3"/>
            <w:shd w:val="clear" w:color="auto" w:fill="E6E6E6"/>
            <w:vAlign w:val="center"/>
          </w:tcPr>
          <w:p w14:paraId="33DDF3B7" w14:textId="77777777" w:rsidR="009F63A8" w:rsidRDefault="00000000">
            <w:pPr>
              <w:jc w:val="center"/>
            </w:pPr>
            <w:r>
              <w:t>日均辐照量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/(</w:t>
            </w:r>
            <w:r>
              <w:t>㎡</w:t>
            </w:r>
            <w:r>
              <w:t>·d)</w:t>
            </w:r>
          </w:p>
        </w:tc>
        <w:tc>
          <w:tcPr>
            <w:tcW w:w="1307" w:type="dxa"/>
            <w:gridSpan w:val="3"/>
            <w:shd w:val="clear" w:color="auto" w:fill="E6E6E6"/>
            <w:vAlign w:val="center"/>
          </w:tcPr>
          <w:p w14:paraId="64DB8F57" w14:textId="77777777" w:rsidR="009F63A8" w:rsidRDefault="00000000">
            <w:pPr>
              <w:jc w:val="center"/>
            </w:pPr>
            <w:r>
              <w:t>年利用天数</w:t>
            </w:r>
          </w:p>
        </w:tc>
        <w:tc>
          <w:tcPr>
            <w:tcW w:w="956" w:type="dxa"/>
            <w:gridSpan w:val="3"/>
            <w:shd w:val="clear" w:color="auto" w:fill="E6E6E6"/>
            <w:vAlign w:val="center"/>
          </w:tcPr>
          <w:p w14:paraId="5616F0F8" w14:textId="77777777" w:rsidR="009F63A8" w:rsidRDefault="00000000">
            <w:pPr>
              <w:jc w:val="center"/>
            </w:pPr>
            <w:r>
              <w:t>集热器</w:t>
            </w:r>
            <w:r>
              <w:br/>
            </w:r>
            <w:r>
              <w:t>效率</w:t>
            </w:r>
          </w:p>
        </w:tc>
        <w:tc>
          <w:tcPr>
            <w:tcW w:w="1069" w:type="dxa"/>
            <w:shd w:val="clear" w:color="auto" w:fill="E6E6E6"/>
            <w:vAlign w:val="center"/>
          </w:tcPr>
          <w:p w14:paraId="4927374E" w14:textId="77777777" w:rsidR="009F63A8" w:rsidRDefault="00000000">
            <w:pPr>
              <w:jc w:val="center"/>
            </w:pPr>
            <w:r>
              <w:t>热损失</w:t>
            </w:r>
            <w:r>
              <w:br/>
            </w:r>
            <w:r>
              <w:t>系数</w:t>
            </w:r>
          </w:p>
        </w:tc>
        <w:tc>
          <w:tcPr>
            <w:tcW w:w="1907" w:type="dxa"/>
            <w:gridSpan w:val="3"/>
            <w:shd w:val="clear" w:color="auto" w:fill="E6E6E6"/>
            <w:vAlign w:val="center"/>
          </w:tcPr>
          <w:p w14:paraId="008183AE" w14:textId="77777777" w:rsidR="009F63A8" w:rsidRDefault="00000000">
            <w:pPr>
              <w:jc w:val="center"/>
            </w:pPr>
            <w:r>
              <w:t>太阳能供热</w:t>
            </w:r>
            <w:r>
              <w:t>(kWh/a)</w:t>
            </w:r>
          </w:p>
        </w:tc>
      </w:tr>
      <w:tr w:rsidR="009F63A8" w14:paraId="72D1FABF" w14:textId="77777777">
        <w:tc>
          <w:tcPr>
            <w:tcW w:w="1115" w:type="dxa"/>
            <w:vAlign w:val="center"/>
          </w:tcPr>
          <w:p w14:paraId="7AEB1064" w14:textId="77777777" w:rsidR="009F63A8" w:rsidRDefault="00000000">
            <w:r>
              <w:t>1</w:t>
            </w:r>
          </w:p>
        </w:tc>
        <w:tc>
          <w:tcPr>
            <w:tcW w:w="1697" w:type="dxa"/>
            <w:gridSpan w:val="2"/>
            <w:vAlign w:val="center"/>
          </w:tcPr>
          <w:p w14:paraId="26E0C4EC" w14:textId="77777777" w:rsidR="009F63A8" w:rsidRDefault="00000000">
            <w:r>
              <w:t>100</w:t>
            </w:r>
          </w:p>
        </w:tc>
        <w:tc>
          <w:tcPr>
            <w:tcW w:w="1273" w:type="dxa"/>
            <w:gridSpan w:val="3"/>
            <w:vAlign w:val="center"/>
          </w:tcPr>
          <w:p w14:paraId="17EF5E3D" w14:textId="77777777" w:rsidR="009F63A8" w:rsidRDefault="00000000">
            <w:r>
              <w:t>16340</w:t>
            </w:r>
          </w:p>
        </w:tc>
        <w:tc>
          <w:tcPr>
            <w:tcW w:w="1307" w:type="dxa"/>
            <w:gridSpan w:val="3"/>
            <w:vAlign w:val="center"/>
          </w:tcPr>
          <w:p w14:paraId="54FF0F18" w14:textId="77777777" w:rsidR="009F63A8" w:rsidRDefault="00000000">
            <w:r>
              <w:t>365</w:t>
            </w:r>
          </w:p>
        </w:tc>
        <w:tc>
          <w:tcPr>
            <w:tcW w:w="956" w:type="dxa"/>
            <w:gridSpan w:val="3"/>
            <w:vAlign w:val="center"/>
          </w:tcPr>
          <w:p w14:paraId="57F2E9C1" w14:textId="77777777" w:rsidR="009F63A8" w:rsidRDefault="00000000">
            <w:r>
              <w:t>0.75</w:t>
            </w:r>
          </w:p>
        </w:tc>
        <w:tc>
          <w:tcPr>
            <w:tcW w:w="1069" w:type="dxa"/>
            <w:vAlign w:val="center"/>
          </w:tcPr>
          <w:p w14:paraId="1CFE6962" w14:textId="77777777" w:rsidR="009F63A8" w:rsidRDefault="00000000">
            <w:r>
              <w:t>0.15</w:t>
            </w:r>
          </w:p>
        </w:tc>
        <w:tc>
          <w:tcPr>
            <w:tcW w:w="1907" w:type="dxa"/>
            <w:gridSpan w:val="3"/>
            <w:vAlign w:val="center"/>
          </w:tcPr>
          <w:p w14:paraId="671D8707" w14:textId="77777777" w:rsidR="009F63A8" w:rsidRDefault="00000000">
            <w:r>
              <w:t>105614</w:t>
            </w:r>
          </w:p>
        </w:tc>
      </w:tr>
      <w:tr w:rsidR="009F63A8" w14:paraId="40E78BCE" w14:textId="77777777">
        <w:tc>
          <w:tcPr>
            <w:tcW w:w="7417" w:type="dxa"/>
            <w:gridSpan w:val="13"/>
            <w:vAlign w:val="center"/>
          </w:tcPr>
          <w:p w14:paraId="7C8D5E1B" w14:textId="77777777" w:rsidR="009F63A8" w:rsidRDefault="00000000">
            <w:r>
              <w:t>总计</w:t>
            </w:r>
          </w:p>
        </w:tc>
        <w:tc>
          <w:tcPr>
            <w:tcW w:w="1907" w:type="dxa"/>
            <w:gridSpan w:val="3"/>
            <w:vAlign w:val="center"/>
          </w:tcPr>
          <w:p w14:paraId="5660213A" w14:textId="77777777" w:rsidR="009F63A8" w:rsidRDefault="00000000">
            <w:r>
              <w:t>105614</w:t>
            </w:r>
          </w:p>
        </w:tc>
      </w:tr>
      <w:tr w:rsidR="009F63A8" w14:paraId="6920A607" w14:textId="77777777">
        <w:tc>
          <w:tcPr>
            <w:tcW w:w="3124" w:type="dxa"/>
            <w:gridSpan w:val="5"/>
            <w:shd w:val="clear" w:color="auto" w:fill="E6E6E6"/>
            <w:vAlign w:val="center"/>
          </w:tcPr>
          <w:p w14:paraId="0DEB4098" w14:textId="77777777" w:rsidR="009F63A8" w:rsidRDefault="00000000"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 w14:paraId="1519CA22" w14:textId="77777777" w:rsidR="009F63A8" w:rsidRDefault="00000000">
            <w:pPr>
              <w:jc w:val="center"/>
            </w:pPr>
            <w:r>
              <w:t>能源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 w14:paraId="196C35B3" w14:textId="77777777" w:rsidR="009F63A8" w:rsidRDefault="00000000">
            <w:pPr>
              <w:jc w:val="center"/>
            </w:pPr>
            <w:r>
              <w:t>效率</w:t>
            </w:r>
          </w:p>
        </w:tc>
        <w:tc>
          <w:tcPr>
            <w:tcW w:w="1550" w:type="dxa"/>
            <w:gridSpan w:val="4"/>
            <w:shd w:val="clear" w:color="auto" w:fill="E6E6E6"/>
            <w:vAlign w:val="center"/>
          </w:tcPr>
          <w:p w14:paraId="6754C21B" w14:textId="77777777" w:rsidR="009F63A8" w:rsidRDefault="00000000">
            <w:pPr>
              <w:jc w:val="center"/>
            </w:pPr>
            <w:r>
              <w:t>耗气量</w:t>
            </w:r>
            <w:r>
              <w:t>(m3)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9A77AD9" w14:textId="77777777" w:rsidR="009F63A8" w:rsidRDefault="00000000">
            <w:pPr>
              <w:jc w:val="center"/>
            </w:pPr>
            <w:r>
              <w:t>耗电量</w:t>
            </w:r>
            <w:r>
              <w:t>(kWh/a)</w:t>
            </w:r>
          </w:p>
        </w:tc>
      </w:tr>
      <w:tr w:rsidR="009F63A8" w14:paraId="1369731D" w14:textId="77777777">
        <w:tc>
          <w:tcPr>
            <w:tcW w:w="3124" w:type="dxa"/>
            <w:gridSpan w:val="5"/>
            <w:vAlign w:val="center"/>
          </w:tcPr>
          <w:p w14:paraId="248E5A86" w14:textId="77777777" w:rsidR="009F63A8" w:rsidRDefault="00000000">
            <w:r>
              <w:t>锅炉</w:t>
            </w:r>
          </w:p>
        </w:tc>
        <w:tc>
          <w:tcPr>
            <w:tcW w:w="1550" w:type="dxa"/>
            <w:gridSpan w:val="3"/>
            <w:vAlign w:val="center"/>
          </w:tcPr>
          <w:p w14:paraId="04338373" w14:textId="77777777" w:rsidR="009F63A8" w:rsidRDefault="00000000">
            <w:r>
              <w:t>电</w:t>
            </w:r>
          </w:p>
        </w:tc>
        <w:tc>
          <w:tcPr>
            <w:tcW w:w="1550" w:type="dxa"/>
            <w:gridSpan w:val="3"/>
            <w:vAlign w:val="center"/>
          </w:tcPr>
          <w:p w14:paraId="4746922B" w14:textId="77777777" w:rsidR="009F63A8" w:rsidRDefault="00000000">
            <w:r>
              <w:t>0.9</w:t>
            </w:r>
          </w:p>
        </w:tc>
        <w:tc>
          <w:tcPr>
            <w:tcW w:w="1550" w:type="dxa"/>
            <w:gridSpan w:val="4"/>
            <w:vAlign w:val="center"/>
          </w:tcPr>
          <w:p w14:paraId="796248B8" w14:textId="77777777" w:rsidR="009F63A8" w:rsidRDefault="00000000">
            <w:r>
              <w:t>－</w:t>
            </w:r>
          </w:p>
        </w:tc>
        <w:tc>
          <w:tcPr>
            <w:tcW w:w="1550" w:type="dxa"/>
            <w:vAlign w:val="center"/>
          </w:tcPr>
          <w:p w14:paraId="4A8CB786" w14:textId="77777777" w:rsidR="009F63A8" w:rsidRDefault="00000000">
            <w:r>
              <w:t>0</w:t>
            </w:r>
          </w:p>
        </w:tc>
      </w:tr>
    </w:tbl>
    <w:p w14:paraId="4F71D46F" w14:textId="77777777" w:rsidR="009F63A8" w:rsidRDefault="009F63A8">
      <w:pPr>
        <w:widowControl w:val="0"/>
        <w:jc w:val="both"/>
        <w:rPr>
          <w:color w:val="000000"/>
        </w:rPr>
      </w:pP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1697"/>
        <w:gridCol w:w="2406"/>
        <w:gridCol w:w="1839"/>
        <w:gridCol w:w="1698"/>
      </w:tblGrid>
      <w:tr w:rsidR="009F63A8" w14:paraId="7EC2C083" w14:textId="77777777">
        <w:tc>
          <w:tcPr>
            <w:tcW w:w="1681" w:type="dxa"/>
            <w:shd w:val="clear" w:color="auto" w:fill="E6E6E6"/>
            <w:vAlign w:val="center"/>
          </w:tcPr>
          <w:p w14:paraId="5CEF894E" w14:textId="77777777" w:rsidR="009F63A8" w:rsidRDefault="00000000">
            <w:pPr>
              <w:jc w:val="center"/>
            </w:pPr>
            <w:r>
              <w:t>类别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C734D26" w14:textId="77777777" w:rsidR="009F63A8" w:rsidRDefault="00000000">
            <w:pPr>
              <w:jc w:val="center"/>
            </w:pPr>
            <w:r>
              <w:t>热量</w:t>
            </w:r>
            <w:r>
              <w:t>(kWh/a)</w:t>
            </w:r>
          </w:p>
        </w:tc>
        <w:tc>
          <w:tcPr>
            <w:tcW w:w="2405" w:type="dxa"/>
            <w:shd w:val="clear" w:color="auto" w:fill="E6E6E6"/>
            <w:vAlign w:val="center"/>
          </w:tcPr>
          <w:p w14:paraId="1E63A684" w14:textId="77777777" w:rsidR="009F63A8" w:rsidRDefault="00000000">
            <w:pPr>
              <w:jc w:val="center"/>
            </w:pPr>
            <w:r>
              <w:t>热量合计</w:t>
            </w:r>
            <w:r>
              <w:t>(kWh/a)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6FF7C53B" w14:textId="77777777" w:rsidR="009F63A8" w:rsidRDefault="00000000">
            <w:pPr>
              <w:jc w:val="center"/>
            </w:pPr>
            <w:r>
              <w:t>碳排放因子</w:t>
            </w:r>
            <w:r>
              <w:t>(tCO2/TJ)</w:t>
            </w:r>
          </w:p>
        </w:tc>
        <w:tc>
          <w:tcPr>
            <w:tcW w:w="1698" w:type="dxa"/>
            <w:shd w:val="clear" w:color="auto" w:fill="E6E6E6"/>
            <w:vAlign w:val="center"/>
          </w:tcPr>
          <w:p w14:paraId="0F5659E1" w14:textId="77777777" w:rsidR="009F63A8" w:rsidRDefault="00000000">
            <w:pPr>
              <w:jc w:val="center"/>
            </w:pPr>
            <w:r>
              <w:t>碳排放量</w:t>
            </w:r>
            <w:r>
              <w:t>(tCO2/a)</w:t>
            </w:r>
          </w:p>
        </w:tc>
      </w:tr>
      <w:tr w:rsidR="009F63A8" w14:paraId="732C2CF8" w14:textId="77777777">
        <w:tc>
          <w:tcPr>
            <w:tcW w:w="1681" w:type="dxa"/>
            <w:shd w:val="clear" w:color="auto" w:fill="E6E6E6"/>
            <w:vAlign w:val="center"/>
          </w:tcPr>
          <w:p w14:paraId="10604F23" w14:textId="77777777" w:rsidR="009F63A8" w:rsidRDefault="00000000">
            <w:r>
              <w:t>生活热水</w:t>
            </w:r>
          </w:p>
        </w:tc>
        <w:tc>
          <w:tcPr>
            <w:tcW w:w="1697" w:type="dxa"/>
            <w:vAlign w:val="center"/>
          </w:tcPr>
          <w:p w14:paraId="59C8BAC5" w14:textId="77777777" w:rsidR="009F63A8" w:rsidRDefault="00000000">
            <w:r>
              <w:t>1029</w:t>
            </w:r>
          </w:p>
        </w:tc>
        <w:tc>
          <w:tcPr>
            <w:tcW w:w="2405" w:type="dxa"/>
            <w:vMerge w:val="restart"/>
            <w:vAlign w:val="center"/>
          </w:tcPr>
          <w:p w14:paraId="04B1F53B" w14:textId="77777777" w:rsidR="009F63A8" w:rsidRDefault="00000000">
            <w:r>
              <w:t>0</w:t>
            </w:r>
          </w:p>
        </w:tc>
        <w:tc>
          <w:tcPr>
            <w:tcW w:w="1839" w:type="dxa"/>
            <w:vMerge w:val="restart"/>
            <w:vAlign w:val="center"/>
          </w:tcPr>
          <w:p w14:paraId="3A198DDC" w14:textId="77777777" w:rsidR="009F63A8" w:rsidRDefault="00000000">
            <w:r>
              <w:t>55.54</w:t>
            </w:r>
          </w:p>
        </w:tc>
        <w:tc>
          <w:tcPr>
            <w:tcW w:w="1698" w:type="dxa"/>
            <w:vMerge w:val="restart"/>
            <w:vAlign w:val="center"/>
          </w:tcPr>
          <w:p w14:paraId="0163F7F5" w14:textId="77777777" w:rsidR="009F63A8" w:rsidRDefault="00000000">
            <w:r>
              <w:t>0.000</w:t>
            </w:r>
          </w:p>
        </w:tc>
      </w:tr>
      <w:tr w:rsidR="009F63A8" w14:paraId="3F6F88CD" w14:textId="77777777">
        <w:tc>
          <w:tcPr>
            <w:tcW w:w="1681" w:type="dxa"/>
            <w:shd w:val="clear" w:color="auto" w:fill="E6E6E6"/>
            <w:vAlign w:val="center"/>
          </w:tcPr>
          <w:p w14:paraId="00C6246E" w14:textId="77777777" w:rsidR="009F63A8" w:rsidRDefault="00000000">
            <w:r>
              <w:t>太阳能</w:t>
            </w:r>
          </w:p>
        </w:tc>
        <w:tc>
          <w:tcPr>
            <w:tcW w:w="1697" w:type="dxa"/>
            <w:vAlign w:val="center"/>
          </w:tcPr>
          <w:p w14:paraId="4C70320E" w14:textId="77777777" w:rsidR="009F63A8" w:rsidRDefault="00000000">
            <w:r>
              <w:t>-1029</w:t>
            </w:r>
          </w:p>
        </w:tc>
        <w:tc>
          <w:tcPr>
            <w:tcW w:w="2405" w:type="dxa"/>
            <w:vMerge/>
            <w:vAlign w:val="center"/>
          </w:tcPr>
          <w:p w14:paraId="073D0F5E" w14:textId="77777777" w:rsidR="009F63A8" w:rsidRDefault="009F63A8"/>
        </w:tc>
        <w:tc>
          <w:tcPr>
            <w:tcW w:w="1839" w:type="dxa"/>
            <w:vMerge/>
            <w:vAlign w:val="center"/>
          </w:tcPr>
          <w:p w14:paraId="4C8344A4" w14:textId="77777777" w:rsidR="009F63A8" w:rsidRDefault="009F63A8"/>
        </w:tc>
        <w:tc>
          <w:tcPr>
            <w:tcW w:w="1698" w:type="dxa"/>
            <w:vMerge/>
            <w:vAlign w:val="center"/>
          </w:tcPr>
          <w:p w14:paraId="62ED29F5" w14:textId="77777777" w:rsidR="009F63A8" w:rsidRDefault="009F63A8"/>
        </w:tc>
      </w:tr>
    </w:tbl>
    <w:p w14:paraId="34DFF06C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4" w:name="_Toc123675912"/>
      <w:r>
        <w:rPr>
          <w:color w:val="000000"/>
        </w:rPr>
        <w:t>电梯</w:t>
      </w:r>
      <w:bookmarkEnd w:id="74"/>
    </w:p>
    <w:p w14:paraId="0E1731CF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无</w:t>
      </w:r>
    </w:p>
    <w:p w14:paraId="2ADE8C1F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5" w:name="_Toc123675913"/>
      <w:r>
        <w:rPr>
          <w:color w:val="000000"/>
        </w:rPr>
        <w:t>光伏发电</w:t>
      </w:r>
      <w:bookmarkEnd w:id="75"/>
    </w:p>
    <w:p w14:paraId="36B24466" w14:textId="77777777" w:rsidR="009F63A8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日照辐照量</w:t>
      </w:r>
      <w:r>
        <w:rPr>
          <w:color w:val="000000"/>
        </w:rPr>
        <w:t>(kJ/</w:t>
      </w:r>
      <w:r>
        <w:rPr>
          <w:color w:val="000000"/>
        </w:rPr>
        <w:t>㎡</w:t>
      </w:r>
      <w:r>
        <w:rPr>
          <w:color w:val="000000"/>
        </w:rPr>
        <w:t>.</w:t>
      </w:r>
      <w:r>
        <w:rPr>
          <w:color w:val="000000"/>
        </w:rPr>
        <w:t>天</w:t>
      </w:r>
      <w:r>
        <w:rPr>
          <w:color w:val="000000"/>
        </w:rPr>
        <w:t>)</w:t>
      </w:r>
      <w:r>
        <w:rPr>
          <w:color w:val="000000"/>
        </w:rPr>
        <w:t>：</w:t>
      </w:r>
      <w:r>
        <w:rPr>
          <w:color w:val="000000"/>
        </w:rPr>
        <w:t>16340</w:t>
      </w:r>
      <w:r>
        <w:rPr>
          <w:color w:val="000000"/>
        </w:rPr>
        <w:t>，年运行天数：</w:t>
      </w:r>
      <w:r>
        <w:rPr>
          <w:color w:val="000000"/>
        </w:rP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9F63A8" w14:paraId="5DF688D8" w14:textId="77777777">
        <w:tc>
          <w:tcPr>
            <w:tcW w:w="1398" w:type="dxa"/>
            <w:shd w:val="clear" w:color="auto" w:fill="E6E6E6"/>
            <w:vAlign w:val="center"/>
          </w:tcPr>
          <w:p w14:paraId="6FF6CD4D" w14:textId="77777777" w:rsidR="009F63A8" w:rsidRDefault="00000000">
            <w:pPr>
              <w:jc w:val="center"/>
            </w:pPr>
            <w:r>
              <w:lastRenderedPageBreak/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2EF16A" w14:textId="77777777" w:rsidR="009F63A8" w:rsidRDefault="00000000">
            <w:pPr>
              <w:jc w:val="center"/>
            </w:pPr>
            <w:r>
              <w:t>单位面积</w:t>
            </w:r>
            <w:r>
              <w:br/>
            </w:r>
            <w:r>
              <w:t>发电参数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5F065D2" w14:textId="77777777" w:rsidR="009F63A8" w:rsidRDefault="00000000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127EFBDD" w14:textId="77777777" w:rsidR="009F63A8" w:rsidRDefault="00000000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C910735" w14:textId="77777777" w:rsidR="009F63A8" w:rsidRDefault="00000000">
            <w:pPr>
              <w:jc w:val="center"/>
            </w:pPr>
            <w:r>
              <w:t>全年供电</w:t>
            </w:r>
            <w:r>
              <w:br/>
              <w:t>(kWh/a)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52CE3F64" w14:textId="77777777" w:rsidR="009F63A8" w:rsidRDefault="00000000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14:paraId="4D62AF93" w14:textId="77777777" w:rsidR="009F63A8" w:rsidRDefault="00000000">
            <w:pPr>
              <w:jc w:val="center"/>
            </w:pPr>
            <w:r>
              <w:t>可减少碳排放量</w:t>
            </w:r>
            <w:r>
              <w:t>(tCO2/a)</w:t>
            </w:r>
          </w:p>
        </w:tc>
      </w:tr>
      <w:tr w:rsidR="009F63A8" w14:paraId="19643165" w14:textId="77777777">
        <w:tc>
          <w:tcPr>
            <w:tcW w:w="1398" w:type="dxa"/>
            <w:vAlign w:val="center"/>
          </w:tcPr>
          <w:p w14:paraId="55ECBCA1" w14:textId="77777777" w:rsidR="009F63A8" w:rsidRDefault="00000000">
            <w:r>
              <w:t>500</w:t>
            </w:r>
          </w:p>
        </w:tc>
        <w:tc>
          <w:tcPr>
            <w:tcW w:w="1131" w:type="dxa"/>
            <w:vAlign w:val="center"/>
          </w:tcPr>
          <w:p w14:paraId="760D577C" w14:textId="77777777" w:rsidR="009F63A8" w:rsidRDefault="00000000">
            <w:r>
              <w:t>1.2</w:t>
            </w:r>
          </w:p>
        </w:tc>
        <w:tc>
          <w:tcPr>
            <w:tcW w:w="1131" w:type="dxa"/>
            <w:vAlign w:val="center"/>
          </w:tcPr>
          <w:p w14:paraId="78E21892" w14:textId="77777777" w:rsidR="009F63A8" w:rsidRDefault="00000000">
            <w:r>
              <w:t>0.8</w:t>
            </w:r>
          </w:p>
        </w:tc>
        <w:tc>
          <w:tcPr>
            <w:tcW w:w="1697" w:type="dxa"/>
            <w:vAlign w:val="center"/>
          </w:tcPr>
          <w:p w14:paraId="14D581DE" w14:textId="77777777" w:rsidR="009F63A8" w:rsidRDefault="00000000">
            <w:r>
              <w:t>0.9</w:t>
            </w:r>
          </w:p>
        </w:tc>
        <w:tc>
          <w:tcPr>
            <w:tcW w:w="1131" w:type="dxa"/>
            <w:vAlign w:val="center"/>
          </w:tcPr>
          <w:p w14:paraId="5DE3D99E" w14:textId="77777777" w:rsidR="009F63A8" w:rsidRDefault="00000000">
            <w:r>
              <w:t>715692</w:t>
            </w:r>
          </w:p>
        </w:tc>
        <w:tc>
          <w:tcPr>
            <w:tcW w:w="1431" w:type="dxa"/>
            <w:vAlign w:val="center"/>
          </w:tcPr>
          <w:p w14:paraId="0920768A" w14:textId="77777777" w:rsidR="009F63A8" w:rsidRDefault="00000000">
            <w:r>
              <w:t>0.581</w:t>
            </w:r>
          </w:p>
        </w:tc>
        <w:tc>
          <w:tcPr>
            <w:tcW w:w="1398" w:type="dxa"/>
            <w:vAlign w:val="center"/>
          </w:tcPr>
          <w:p w14:paraId="3D705470" w14:textId="77777777" w:rsidR="009F63A8" w:rsidRDefault="00000000">
            <w:r>
              <w:t>415.817</w:t>
            </w:r>
          </w:p>
        </w:tc>
      </w:tr>
      <w:tr w:rsidR="009F63A8" w14:paraId="06B9E1A4" w14:textId="77777777">
        <w:tc>
          <w:tcPr>
            <w:tcW w:w="7919" w:type="dxa"/>
            <w:gridSpan w:val="6"/>
            <w:vAlign w:val="center"/>
          </w:tcPr>
          <w:p w14:paraId="33C7A7F7" w14:textId="77777777" w:rsidR="009F63A8" w:rsidRDefault="00000000">
            <w:r>
              <w:t>总计</w:t>
            </w:r>
          </w:p>
        </w:tc>
        <w:tc>
          <w:tcPr>
            <w:tcW w:w="1398" w:type="dxa"/>
            <w:vAlign w:val="center"/>
          </w:tcPr>
          <w:p w14:paraId="0D837205" w14:textId="77777777" w:rsidR="009F63A8" w:rsidRDefault="00000000">
            <w:r>
              <w:t>415.817</w:t>
            </w:r>
          </w:p>
        </w:tc>
      </w:tr>
    </w:tbl>
    <w:p w14:paraId="2412106B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6" w:name="_Toc123675914"/>
      <w:r>
        <w:rPr>
          <w:color w:val="000000"/>
        </w:rPr>
        <w:t>风力发电</w:t>
      </w:r>
      <w:bookmarkEnd w:id="7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8"/>
        <w:gridCol w:w="708"/>
        <w:gridCol w:w="991"/>
        <w:gridCol w:w="1131"/>
        <w:gridCol w:w="707"/>
        <w:gridCol w:w="565"/>
        <w:gridCol w:w="990"/>
        <w:gridCol w:w="1137"/>
      </w:tblGrid>
      <w:tr w:rsidR="009F63A8" w14:paraId="60AD03EB" w14:textId="77777777">
        <w:tc>
          <w:tcPr>
            <w:tcW w:w="3096" w:type="dxa"/>
            <w:shd w:val="clear" w:color="auto" w:fill="E6E6E6"/>
            <w:vAlign w:val="center"/>
          </w:tcPr>
          <w:p w14:paraId="640CA96B" w14:textId="77777777" w:rsidR="009F63A8" w:rsidRDefault="00000000"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4CC51D3" w14:textId="77777777" w:rsidR="009F63A8" w:rsidRDefault="00000000">
            <w:pPr>
              <w:jc w:val="center"/>
            </w:pPr>
            <w:r>
              <w:t>叶片直径</w:t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D6BF155" w14:textId="77777777" w:rsidR="009F63A8" w:rsidRDefault="00000000">
            <w:pPr>
              <w:jc w:val="center"/>
            </w:pPr>
            <w:r>
              <w:t>叶片离地高度</w:t>
            </w:r>
            <w:r>
              <w:t>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161002" w14:textId="77777777" w:rsidR="009F63A8" w:rsidRDefault="00000000">
            <w:pPr>
              <w:jc w:val="center"/>
            </w:pPr>
            <w:r>
              <w:t>年可利用</w:t>
            </w:r>
            <w:r>
              <w:br/>
            </w:r>
            <w:r>
              <w:t>平均风速</w:t>
            </w:r>
            <w:r>
              <w:t>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6711D86" w14:textId="77777777" w:rsidR="009F63A8" w:rsidRDefault="00000000">
            <w:pPr>
              <w:jc w:val="center"/>
            </w:pPr>
            <w:r>
              <w:t>转换</w:t>
            </w:r>
            <w:r>
              <w:br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C86A72C" w14:textId="77777777" w:rsidR="009F63A8" w:rsidRDefault="00000000"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4C828D1" w14:textId="77777777" w:rsidR="009F63A8" w:rsidRDefault="00000000">
            <w:pPr>
              <w:jc w:val="center"/>
            </w:pPr>
            <w:r>
              <w:t>年供电</w:t>
            </w:r>
            <w:r>
              <w:t>(kWh/a)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0DD287B6" w14:textId="77777777" w:rsidR="009F63A8" w:rsidRDefault="00000000">
            <w:pPr>
              <w:jc w:val="center"/>
            </w:pPr>
            <w:r>
              <w:t>可减少碳排放量</w:t>
            </w:r>
            <w:r>
              <w:t>(tCO2/a)</w:t>
            </w:r>
          </w:p>
        </w:tc>
      </w:tr>
      <w:tr w:rsidR="009F63A8" w14:paraId="1F87E586" w14:textId="77777777">
        <w:tc>
          <w:tcPr>
            <w:tcW w:w="3096" w:type="dxa"/>
            <w:vAlign w:val="center"/>
          </w:tcPr>
          <w:p w14:paraId="687C2E0D" w14:textId="77777777" w:rsidR="009F63A8" w:rsidRDefault="00000000">
            <w:r>
              <w:t>郊区、厂区</w:t>
            </w:r>
          </w:p>
        </w:tc>
        <w:tc>
          <w:tcPr>
            <w:tcW w:w="707" w:type="dxa"/>
            <w:vAlign w:val="center"/>
          </w:tcPr>
          <w:p w14:paraId="7EFFA733" w14:textId="77777777" w:rsidR="009F63A8" w:rsidRDefault="00000000">
            <w:r>
              <w:t>5</w:t>
            </w:r>
          </w:p>
        </w:tc>
        <w:tc>
          <w:tcPr>
            <w:tcW w:w="990" w:type="dxa"/>
            <w:vAlign w:val="center"/>
          </w:tcPr>
          <w:p w14:paraId="30BE40BF" w14:textId="77777777" w:rsidR="009F63A8" w:rsidRDefault="00000000">
            <w:r>
              <w:t>20</w:t>
            </w:r>
          </w:p>
        </w:tc>
        <w:tc>
          <w:tcPr>
            <w:tcW w:w="1131" w:type="dxa"/>
            <w:vAlign w:val="center"/>
          </w:tcPr>
          <w:p w14:paraId="0DC6A48D" w14:textId="77777777" w:rsidR="009F63A8" w:rsidRDefault="00000000">
            <w:r>
              <w:t>8</w:t>
            </w:r>
          </w:p>
        </w:tc>
        <w:tc>
          <w:tcPr>
            <w:tcW w:w="707" w:type="dxa"/>
            <w:vAlign w:val="center"/>
          </w:tcPr>
          <w:p w14:paraId="18A35B70" w14:textId="77777777" w:rsidR="009F63A8" w:rsidRDefault="00000000">
            <w:r>
              <w:t>40</w:t>
            </w:r>
          </w:p>
        </w:tc>
        <w:tc>
          <w:tcPr>
            <w:tcW w:w="565" w:type="dxa"/>
            <w:vAlign w:val="center"/>
          </w:tcPr>
          <w:p w14:paraId="4DF7A397" w14:textId="77777777" w:rsidR="009F63A8" w:rsidRDefault="00000000">
            <w:r>
              <w:t>8</w:t>
            </w:r>
          </w:p>
        </w:tc>
        <w:tc>
          <w:tcPr>
            <w:tcW w:w="990" w:type="dxa"/>
            <w:vAlign w:val="center"/>
          </w:tcPr>
          <w:p w14:paraId="304BB1C5" w14:textId="77777777" w:rsidR="009F63A8" w:rsidRDefault="00000000">
            <w:r>
              <w:t>3549</w:t>
            </w:r>
          </w:p>
        </w:tc>
        <w:tc>
          <w:tcPr>
            <w:tcW w:w="1137" w:type="dxa"/>
            <w:vAlign w:val="center"/>
          </w:tcPr>
          <w:p w14:paraId="62EFAB34" w14:textId="77777777" w:rsidR="009F63A8" w:rsidRDefault="00000000">
            <w:r>
              <w:t>2.062</w:t>
            </w:r>
          </w:p>
        </w:tc>
      </w:tr>
      <w:tr w:rsidR="009F63A8" w14:paraId="6B5071B3" w14:textId="77777777">
        <w:tc>
          <w:tcPr>
            <w:tcW w:w="8186" w:type="dxa"/>
            <w:gridSpan w:val="7"/>
            <w:vAlign w:val="center"/>
          </w:tcPr>
          <w:p w14:paraId="3B7D1448" w14:textId="77777777" w:rsidR="009F63A8" w:rsidRDefault="00000000">
            <w:r>
              <w:t>总计</w:t>
            </w:r>
          </w:p>
        </w:tc>
        <w:tc>
          <w:tcPr>
            <w:tcW w:w="1137" w:type="dxa"/>
            <w:vAlign w:val="center"/>
          </w:tcPr>
          <w:p w14:paraId="487FD663" w14:textId="77777777" w:rsidR="009F63A8" w:rsidRDefault="00000000">
            <w:r>
              <w:t>2.062</w:t>
            </w:r>
          </w:p>
        </w:tc>
      </w:tr>
    </w:tbl>
    <w:p w14:paraId="0826C2C9" w14:textId="77777777" w:rsidR="009F63A8" w:rsidRDefault="00000000">
      <w:pPr>
        <w:pStyle w:val="1"/>
        <w:widowControl w:val="0"/>
        <w:jc w:val="both"/>
        <w:rPr>
          <w:color w:val="000000"/>
        </w:rPr>
      </w:pPr>
      <w:bookmarkStart w:id="77" w:name="_Toc123675915"/>
      <w:r>
        <w:rPr>
          <w:color w:val="000000"/>
        </w:rPr>
        <w:t>计算结果</w:t>
      </w:r>
      <w:bookmarkEnd w:id="77"/>
    </w:p>
    <w:p w14:paraId="520B5C14" w14:textId="77777777" w:rsidR="009F63A8" w:rsidRDefault="00000000">
      <w:pPr>
        <w:pStyle w:val="2"/>
        <w:widowControl w:val="0"/>
      </w:pPr>
      <w:bookmarkStart w:id="78" w:name="_Toc123675916"/>
      <w:r>
        <w:t>碳汇</w:t>
      </w:r>
      <w:bookmarkEnd w:id="78"/>
    </w:p>
    <w:tbl>
      <w:tblPr>
        <w:tblW w:w="92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1131"/>
        <w:gridCol w:w="1557"/>
        <w:gridCol w:w="707"/>
        <w:gridCol w:w="707"/>
        <w:gridCol w:w="1364"/>
      </w:tblGrid>
      <w:tr w:rsidR="009F63A8" w14:paraId="12FB8EB9" w14:textId="77777777">
        <w:tc>
          <w:tcPr>
            <w:tcW w:w="3803" w:type="dxa"/>
            <w:shd w:val="clear" w:color="auto" w:fill="E6E6E6"/>
            <w:vAlign w:val="center"/>
          </w:tcPr>
          <w:p w14:paraId="18D85AE9" w14:textId="77777777" w:rsidR="009F63A8" w:rsidRDefault="00000000">
            <w:pPr>
              <w:jc w:val="center"/>
            </w:pPr>
            <w:r>
              <w:t>绿植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F2468D9" w14:textId="77777777" w:rsidR="009F63A8" w:rsidRDefault="00000000">
            <w:pPr>
              <w:jc w:val="center"/>
            </w:pPr>
            <w:r>
              <w:t>生长期</w:t>
            </w:r>
            <w:r>
              <w:br/>
            </w:r>
            <w:r>
              <w:t>修正因子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2D71C41" w14:textId="77777777" w:rsidR="009F63A8" w:rsidRDefault="00000000">
            <w:pPr>
              <w:jc w:val="center"/>
            </w:pPr>
            <w:r>
              <w:t>CO2</w:t>
            </w:r>
            <w:r>
              <w:t>固定量</w:t>
            </w:r>
            <w:r>
              <w:br/>
              <w:t>(kg/</w:t>
            </w:r>
            <w:r>
              <w:t>㎡</w:t>
            </w:r>
            <w:r>
              <w:t>·a)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163D822" w14:textId="77777777" w:rsidR="009F63A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E676732" w14:textId="77777777" w:rsidR="009F63A8" w:rsidRDefault="00000000">
            <w:pPr>
              <w:jc w:val="center"/>
            </w:pPr>
            <w:r>
              <w:t>年数</w:t>
            </w:r>
          </w:p>
        </w:tc>
        <w:tc>
          <w:tcPr>
            <w:tcW w:w="1364" w:type="dxa"/>
            <w:shd w:val="clear" w:color="auto" w:fill="E6E6E6"/>
            <w:vAlign w:val="center"/>
          </w:tcPr>
          <w:p w14:paraId="4FEEB0A5" w14:textId="77777777" w:rsidR="009F63A8" w:rsidRDefault="00000000">
            <w:pPr>
              <w:jc w:val="center"/>
            </w:pPr>
            <w:r>
              <w:t>碳固定量</w:t>
            </w:r>
            <w:r>
              <w:br/>
              <w:t>(tCO2)</w:t>
            </w:r>
          </w:p>
        </w:tc>
      </w:tr>
      <w:tr w:rsidR="009F63A8" w14:paraId="412D5396" w14:textId="77777777">
        <w:tc>
          <w:tcPr>
            <w:tcW w:w="3803" w:type="dxa"/>
            <w:shd w:val="clear" w:color="auto" w:fill="E6E6E6"/>
            <w:vAlign w:val="center"/>
          </w:tcPr>
          <w:p w14:paraId="579F0E72" w14:textId="77777777" w:rsidR="009F63A8" w:rsidRDefault="00000000">
            <w:r>
              <w:t>大小乔木、灌木、花草密植混种区</w:t>
            </w:r>
          </w:p>
        </w:tc>
        <w:tc>
          <w:tcPr>
            <w:tcW w:w="1131" w:type="dxa"/>
            <w:vAlign w:val="center"/>
          </w:tcPr>
          <w:p w14:paraId="0BFA10F2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1368CC1D" w14:textId="77777777" w:rsidR="009F63A8" w:rsidRDefault="00000000">
            <w:r>
              <w:t>30</w:t>
            </w:r>
          </w:p>
        </w:tc>
        <w:tc>
          <w:tcPr>
            <w:tcW w:w="707" w:type="dxa"/>
            <w:vAlign w:val="center"/>
          </w:tcPr>
          <w:p w14:paraId="366B30DA" w14:textId="77777777" w:rsidR="009F63A8" w:rsidRDefault="00000000">
            <w:r>
              <w:t>300</w:t>
            </w:r>
          </w:p>
        </w:tc>
        <w:tc>
          <w:tcPr>
            <w:tcW w:w="707" w:type="dxa"/>
            <w:vMerge w:val="restart"/>
            <w:vAlign w:val="center"/>
          </w:tcPr>
          <w:p w14:paraId="493DFD80" w14:textId="77777777" w:rsidR="009F63A8" w:rsidRDefault="00000000">
            <w:r>
              <w:t>50</w:t>
            </w:r>
          </w:p>
        </w:tc>
        <w:tc>
          <w:tcPr>
            <w:tcW w:w="1364" w:type="dxa"/>
            <w:vAlign w:val="center"/>
          </w:tcPr>
          <w:p w14:paraId="6A32FD53" w14:textId="77777777" w:rsidR="009F63A8" w:rsidRDefault="00000000">
            <w:r>
              <w:t>315.000</w:t>
            </w:r>
          </w:p>
        </w:tc>
      </w:tr>
      <w:tr w:rsidR="009F63A8" w14:paraId="40D20BCD" w14:textId="77777777">
        <w:tc>
          <w:tcPr>
            <w:tcW w:w="3803" w:type="dxa"/>
            <w:shd w:val="clear" w:color="auto" w:fill="E6E6E6"/>
            <w:vAlign w:val="center"/>
          </w:tcPr>
          <w:p w14:paraId="02EC73B1" w14:textId="77777777" w:rsidR="009F63A8" w:rsidRDefault="00000000">
            <w:r>
              <w:t>阔叶大乔木</w:t>
            </w:r>
          </w:p>
        </w:tc>
        <w:tc>
          <w:tcPr>
            <w:tcW w:w="1131" w:type="dxa"/>
            <w:vAlign w:val="center"/>
          </w:tcPr>
          <w:p w14:paraId="441F0ABE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75EBF2C4" w14:textId="77777777" w:rsidR="009F63A8" w:rsidRDefault="00000000">
            <w:r>
              <w:t>22.5</w:t>
            </w:r>
          </w:p>
        </w:tc>
        <w:tc>
          <w:tcPr>
            <w:tcW w:w="707" w:type="dxa"/>
            <w:vAlign w:val="center"/>
          </w:tcPr>
          <w:p w14:paraId="77CD2E94" w14:textId="77777777" w:rsidR="009F63A8" w:rsidRDefault="00000000">
            <w:r>
              <w:t>20</w:t>
            </w:r>
          </w:p>
        </w:tc>
        <w:tc>
          <w:tcPr>
            <w:tcW w:w="707" w:type="dxa"/>
            <w:vMerge/>
            <w:vAlign w:val="center"/>
          </w:tcPr>
          <w:p w14:paraId="1580DAD4" w14:textId="77777777" w:rsidR="009F63A8" w:rsidRDefault="009F63A8"/>
        </w:tc>
        <w:tc>
          <w:tcPr>
            <w:tcW w:w="1364" w:type="dxa"/>
            <w:vAlign w:val="center"/>
          </w:tcPr>
          <w:p w14:paraId="0B57C29F" w14:textId="77777777" w:rsidR="009F63A8" w:rsidRDefault="00000000">
            <w:r>
              <w:t>15.750</w:t>
            </w:r>
          </w:p>
        </w:tc>
      </w:tr>
      <w:tr w:rsidR="009F63A8" w14:paraId="34AE5891" w14:textId="77777777">
        <w:tc>
          <w:tcPr>
            <w:tcW w:w="3803" w:type="dxa"/>
            <w:shd w:val="clear" w:color="auto" w:fill="E6E6E6"/>
            <w:vAlign w:val="center"/>
          </w:tcPr>
          <w:p w14:paraId="551BA099" w14:textId="77777777" w:rsidR="009F63A8" w:rsidRDefault="00000000">
            <w:r>
              <w:t>阔叶小乔木、针叶乔木、疏叶乔木</w:t>
            </w:r>
          </w:p>
        </w:tc>
        <w:tc>
          <w:tcPr>
            <w:tcW w:w="1131" w:type="dxa"/>
            <w:vAlign w:val="center"/>
          </w:tcPr>
          <w:p w14:paraId="1FECE15B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5D8E1661" w14:textId="77777777" w:rsidR="009F63A8" w:rsidRDefault="00000000">
            <w:r>
              <w:t>15</w:t>
            </w:r>
          </w:p>
        </w:tc>
        <w:tc>
          <w:tcPr>
            <w:tcW w:w="707" w:type="dxa"/>
            <w:vAlign w:val="center"/>
          </w:tcPr>
          <w:p w14:paraId="2EFD7B87" w14:textId="77777777" w:rsidR="009F63A8" w:rsidRDefault="00000000">
            <w:r>
              <w:t>10</w:t>
            </w:r>
          </w:p>
        </w:tc>
        <w:tc>
          <w:tcPr>
            <w:tcW w:w="707" w:type="dxa"/>
            <w:vMerge/>
            <w:vAlign w:val="center"/>
          </w:tcPr>
          <w:p w14:paraId="4D78C049" w14:textId="77777777" w:rsidR="009F63A8" w:rsidRDefault="009F63A8"/>
        </w:tc>
        <w:tc>
          <w:tcPr>
            <w:tcW w:w="1364" w:type="dxa"/>
            <w:vAlign w:val="center"/>
          </w:tcPr>
          <w:p w14:paraId="2C758CFC" w14:textId="77777777" w:rsidR="009F63A8" w:rsidRDefault="00000000">
            <w:r>
              <w:t>5.250</w:t>
            </w:r>
          </w:p>
        </w:tc>
      </w:tr>
      <w:tr w:rsidR="009F63A8" w14:paraId="2363D336" w14:textId="77777777">
        <w:tc>
          <w:tcPr>
            <w:tcW w:w="3803" w:type="dxa"/>
            <w:shd w:val="clear" w:color="auto" w:fill="E6E6E6"/>
            <w:vAlign w:val="center"/>
          </w:tcPr>
          <w:p w14:paraId="1F889549" w14:textId="77777777" w:rsidR="009F63A8" w:rsidRDefault="00000000">
            <w:r>
              <w:t>棕榈类</w:t>
            </w:r>
          </w:p>
        </w:tc>
        <w:tc>
          <w:tcPr>
            <w:tcW w:w="1131" w:type="dxa"/>
            <w:vAlign w:val="center"/>
          </w:tcPr>
          <w:p w14:paraId="55D3C67E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3872B9B9" w14:textId="77777777" w:rsidR="009F63A8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244BC1E7" w14:textId="77777777" w:rsidR="009F63A8" w:rsidRDefault="00000000">
            <w:r>
              <w:t>10</w:t>
            </w:r>
          </w:p>
        </w:tc>
        <w:tc>
          <w:tcPr>
            <w:tcW w:w="707" w:type="dxa"/>
            <w:vMerge/>
            <w:vAlign w:val="center"/>
          </w:tcPr>
          <w:p w14:paraId="095A90A4" w14:textId="77777777" w:rsidR="009F63A8" w:rsidRDefault="009F63A8"/>
        </w:tc>
        <w:tc>
          <w:tcPr>
            <w:tcW w:w="1364" w:type="dxa"/>
            <w:vAlign w:val="center"/>
          </w:tcPr>
          <w:p w14:paraId="726B8F42" w14:textId="77777777" w:rsidR="009F63A8" w:rsidRDefault="00000000">
            <w:r>
              <w:t>3.500</w:t>
            </w:r>
          </w:p>
        </w:tc>
      </w:tr>
      <w:tr w:rsidR="009F63A8" w14:paraId="74BF09D7" w14:textId="77777777">
        <w:tc>
          <w:tcPr>
            <w:tcW w:w="3803" w:type="dxa"/>
            <w:shd w:val="clear" w:color="auto" w:fill="E6E6E6"/>
            <w:vAlign w:val="center"/>
          </w:tcPr>
          <w:p w14:paraId="47AA7863" w14:textId="77777777" w:rsidR="009F63A8" w:rsidRDefault="00000000">
            <w:r>
              <w:t>密植灌木</w:t>
            </w:r>
          </w:p>
        </w:tc>
        <w:tc>
          <w:tcPr>
            <w:tcW w:w="1131" w:type="dxa"/>
            <w:vAlign w:val="center"/>
          </w:tcPr>
          <w:p w14:paraId="71D94986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37E69889" w14:textId="77777777" w:rsidR="009F63A8" w:rsidRDefault="00000000">
            <w:r>
              <w:t>7.5</w:t>
            </w:r>
          </w:p>
        </w:tc>
        <w:tc>
          <w:tcPr>
            <w:tcW w:w="707" w:type="dxa"/>
            <w:vAlign w:val="center"/>
          </w:tcPr>
          <w:p w14:paraId="2476872E" w14:textId="77777777" w:rsidR="009F63A8" w:rsidRDefault="00000000">
            <w:r>
              <w:t>20</w:t>
            </w:r>
          </w:p>
        </w:tc>
        <w:tc>
          <w:tcPr>
            <w:tcW w:w="707" w:type="dxa"/>
            <w:vMerge/>
            <w:vAlign w:val="center"/>
          </w:tcPr>
          <w:p w14:paraId="722CA728" w14:textId="77777777" w:rsidR="009F63A8" w:rsidRDefault="009F63A8"/>
        </w:tc>
        <w:tc>
          <w:tcPr>
            <w:tcW w:w="1364" w:type="dxa"/>
            <w:vAlign w:val="center"/>
          </w:tcPr>
          <w:p w14:paraId="36159342" w14:textId="77777777" w:rsidR="009F63A8" w:rsidRDefault="00000000">
            <w:r>
              <w:t>5.250</w:t>
            </w:r>
          </w:p>
        </w:tc>
      </w:tr>
      <w:tr w:rsidR="009F63A8" w14:paraId="3C8554CF" w14:textId="77777777">
        <w:tc>
          <w:tcPr>
            <w:tcW w:w="3803" w:type="dxa"/>
            <w:shd w:val="clear" w:color="auto" w:fill="E6E6E6"/>
            <w:vAlign w:val="center"/>
          </w:tcPr>
          <w:p w14:paraId="5FE96627" w14:textId="77777777" w:rsidR="009F63A8" w:rsidRDefault="00000000">
            <w:r>
              <w:t>多年生蔓藤</w:t>
            </w:r>
          </w:p>
        </w:tc>
        <w:tc>
          <w:tcPr>
            <w:tcW w:w="1131" w:type="dxa"/>
            <w:vAlign w:val="center"/>
          </w:tcPr>
          <w:p w14:paraId="1800D97C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73A4326D" w14:textId="77777777" w:rsidR="009F63A8" w:rsidRDefault="00000000">
            <w:r>
              <w:t>2.5</w:t>
            </w:r>
          </w:p>
        </w:tc>
        <w:tc>
          <w:tcPr>
            <w:tcW w:w="707" w:type="dxa"/>
            <w:vAlign w:val="center"/>
          </w:tcPr>
          <w:p w14:paraId="7D2F6B44" w14:textId="77777777" w:rsidR="009F63A8" w:rsidRDefault="00000000">
            <w:r>
              <w:t>300</w:t>
            </w:r>
          </w:p>
        </w:tc>
        <w:tc>
          <w:tcPr>
            <w:tcW w:w="707" w:type="dxa"/>
            <w:vMerge/>
            <w:vAlign w:val="center"/>
          </w:tcPr>
          <w:p w14:paraId="1F3310A8" w14:textId="77777777" w:rsidR="009F63A8" w:rsidRDefault="009F63A8"/>
        </w:tc>
        <w:tc>
          <w:tcPr>
            <w:tcW w:w="1364" w:type="dxa"/>
            <w:vAlign w:val="center"/>
          </w:tcPr>
          <w:p w14:paraId="0512C7BD" w14:textId="77777777" w:rsidR="009F63A8" w:rsidRDefault="00000000">
            <w:r>
              <w:t>26.250</w:t>
            </w:r>
          </w:p>
        </w:tc>
      </w:tr>
      <w:tr w:rsidR="009F63A8" w14:paraId="7F6C9B60" w14:textId="77777777">
        <w:tc>
          <w:tcPr>
            <w:tcW w:w="3803" w:type="dxa"/>
            <w:shd w:val="clear" w:color="auto" w:fill="E6E6E6"/>
            <w:vAlign w:val="center"/>
          </w:tcPr>
          <w:p w14:paraId="6213570C" w14:textId="77777777" w:rsidR="009F63A8" w:rsidRDefault="00000000">
            <w:r>
              <w:t>草花花圃、自然野草、草坪、水生植物</w:t>
            </w:r>
          </w:p>
        </w:tc>
        <w:tc>
          <w:tcPr>
            <w:tcW w:w="1131" w:type="dxa"/>
            <w:vAlign w:val="center"/>
          </w:tcPr>
          <w:p w14:paraId="1AFF5D00" w14:textId="77777777" w:rsidR="009F63A8" w:rsidRDefault="00000000">
            <w:r>
              <w:t>0.7</w:t>
            </w:r>
          </w:p>
        </w:tc>
        <w:tc>
          <w:tcPr>
            <w:tcW w:w="1556" w:type="dxa"/>
            <w:vAlign w:val="center"/>
          </w:tcPr>
          <w:p w14:paraId="519F8338" w14:textId="77777777" w:rsidR="009F63A8" w:rsidRDefault="00000000">
            <w:r>
              <w:t>0.5</w:t>
            </w:r>
          </w:p>
        </w:tc>
        <w:tc>
          <w:tcPr>
            <w:tcW w:w="707" w:type="dxa"/>
            <w:vAlign w:val="center"/>
          </w:tcPr>
          <w:p w14:paraId="6F79DA5A" w14:textId="77777777" w:rsidR="009F63A8" w:rsidRDefault="00000000">
            <w:r>
              <w:t>20</w:t>
            </w:r>
          </w:p>
        </w:tc>
        <w:tc>
          <w:tcPr>
            <w:tcW w:w="707" w:type="dxa"/>
            <w:vMerge/>
            <w:vAlign w:val="center"/>
          </w:tcPr>
          <w:p w14:paraId="30BA94D3" w14:textId="77777777" w:rsidR="009F63A8" w:rsidRDefault="009F63A8"/>
        </w:tc>
        <w:tc>
          <w:tcPr>
            <w:tcW w:w="1364" w:type="dxa"/>
            <w:vAlign w:val="center"/>
          </w:tcPr>
          <w:p w14:paraId="00EC2C50" w14:textId="77777777" w:rsidR="009F63A8" w:rsidRDefault="00000000">
            <w:r>
              <w:t>0.350</w:t>
            </w:r>
          </w:p>
        </w:tc>
      </w:tr>
      <w:tr w:rsidR="009F63A8" w14:paraId="765037D0" w14:textId="77777777">
        <w:tc>
          <w:tcPr>
            <w:tcW w:w="7904" w:type="dxa"/>
            <w:gridSpan w:val="5"/>
            <w:shd w:val="clear" w:color="auto" w:fill="E6E6E6"/>
            <w:vAlign w:val="center"/>
          </w:tcPr>
          <w:p w14:paraId="0491B96D" w14:textId="77777777" w:rsidR="009F63A8" w:rsidRDefault="00000000">
            <w:r>
              <w:t>合计</w:t>
            </w:r>
          </w:p>
        </w:tc>
        <w:tc>
          <w:tcPr>
            <w:tcW w:w="1364" w:type="dxa"/>
            <w:vAlign w:val="center"/>
          </w:tcPr>
          <w:p w14:paraId="658339E0" w14:textId="77777777" w:rsidR="009F63A8" w:rsidRDefault="00000000">
            <w:r>
              <w:t>371.350</w:t>
            </w:r>
          </w:p>
        </w:tc>
      </w:tr>
    </w:tbl>
    <w:p w14:paraId="7E7A26E9" w14:textId="77777777" w:rsidR="009F63A8" w:rsidRDefault="00000000">
      <w:pPr>
        <w:pStyle w:val="2"/>
        <w:widowControl w:val="0"/>
      </w:pPr>
      <w:bookmarkStart w:id="79" w:name="_Toc123675917"/>
      <w:r>
        <w:t>建筑运行碳排放</w:t>
      </w:r>
      <w:bookmarkEnd w:id="79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1701"/>
        <w:gridCol w:w="1833"/>
        <w:gridCol w:w="1722"/>
      </w:tblGrid>
      <w:tr w:rsidR="00222B5F" w:rsidRPr="00771B84" w14:paraId="3694BE5D" w14:textId="77777777" w:rsidTr="0009714A">
        <w:trPr>
          <w:trHeight w:val="538"/>
        </w:trPr>
        <w:tc>
          <w:tcPr>
            <w:tcW w:w="1526" w:type="dxa"/>
            <w:shd w:val="clear" w:color="auto" w:fill="D0CECE"/>
            <w:vAlign w:val="center"/>
          </w:tcPr>
          <w:p w14:paraId="2F33BEB1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6F27647D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5470798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14:paraId="20FB398C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14:paraId="60DB75D7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5E44ABF8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14:paraId="0B863465" w14:textId="77777777" w:rsidR="00222B5F" w:rsidRDefault="00000000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F712B2" w:rsidRPr="00771B84" w14:paraId="685C8592" w14:textId="77777777" w:rsidTr="00ED0268">
        <w:tc>
          <w:tcPr>
            <w:tcW w:w="4077" w:type="dxa"/>
            <w:gridSpan w:val="2"/>
            <w:shd w:val="clear" w:color="auto" w:fill="FFFFFF"/>
            <w:vAlign w:val="center"/>
          </w:tcPr>
          <w:p w14:paraId="0357CE0E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  <w:r>
              <w:rPr>
                <w:rFonts w:hint="eastAsia"/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5A88A183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0" w:name="空调能耗"/>
            <w:r w:rsidRPr="00771B84">
              <w:rPr>
                <w:lang w:val="en-US"/>
              </w:rPr>
              <w:t>0</w:t>
            </w:r>
            <w:bookmarkEnd w:id="80"/>
          </w:p>
        </w:tc>
        <w:tc>
          <w:tcPr>
            <w:tcW w:w="1833" w:type="dxa"/>
            <w:vAlign w:val="center"/>
          </w:tcPr>
          <w:p w14:paraId="46A901CB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1" w:name="电力CO2排放因子"/>
            <w:r>
              <w:t>0.581</w:t>
            </w:r>
            <w:bookmarkEnd w:id="81"/>
          </w:p>
        </w:tc>
        <w:tc>
          <w:tcPr>
            <w:tcW w:w="1722" w:type="dxa"/>
            <w:vAlign w:val="center"/>
          </w:tcPr>
          <w:p w14:paraId="5CB6B577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2" w:name="空调能耗_电耗CO2排放"/>
            <w:r>
              <w:t>0.000</w:t>
            </w:r>
            <w:bookmarkEnd w:id="82"/>
          </w:p>
        </w:tc>
      </w:tr>
      <w:tr w:rsidR="00F712B2" w:rsidRPr="00771B84" w14:paraId="461DEFD1" w14:textId="77777777" w:rsidTr="00316BBC">
        <w:tc>
          <w:tcPr>
            <w:tcW w:w="4077" w:type="dxa"/>
            <w:gridSpan w:val="2"/>
            <w:shd w:val="clear" w:color="auto" w:fill="FFFFFF"/>
            <w:vAlign w:val="center"/>
          </w:tcPr>
          <w:p w14:paraId="407D2F18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701" w:type="dxa"/>
            <w:vAlign w:val="center"/>
          </w:tcPr>
          <w:p w14:paraId="1D848BA1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3" w:name="供暖能耗"/>
            <w:r w:rsidRPr="00771B84">
              <w:rPr>
                <w:lang w:val="en-US"/>
              </w:rPr>
              <w:t>412</w:t>
            </w:r>
            <w:bookmarkEnd w:id="83"/>
          </w:p>
        </w:tc>
        <w:tc>
          <w:tcPr>
            <w:tcW w:w="1833" w:type="dxa"/>
            <w:vAlign w:val="center"/>
          </w:tcPr>
          <w:p w14:paraId="00ED6626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4" w:name="电力CO2排放因子2"/>
            <w:r>
              <w:t>0.581</w:t>
            </w:r>
            <w:bookmarkEnd w:id="84"/>
          </w:p>
        </w:tc>
        <w:tc>
          <w:tcPr>
            <w:tcW w:w="1722" w:type="dxa"/>
            <w:vAlign w:val="center"/>
          </w:tcPr>
          <w:p w14:paraId="2E747E4C" w14:textId="77777777" w:rsidR="00F712B2" w:rsidRPr="00771B84" w:rsidRDefault="00000000" w:rsidP="00F21AC0">
            <w:pPr>
              <w:jc w:val="center"/>
              <w:rPr>
                <w:lang w:val="en-US"/>
              </w:rPr>
            </w:pPr>
            <w:bookmarkStart w:id="85" w:name="供暖能耗_电耗CO2排放"/>
            <w:r>
              <w:t>375.889</w:t>
            </w:r>
            <w:bookmarkEnd w:id="85"/>
          </w:p>
        </w:tc>
      </w:tr>
      <w:tr w:rsidR="00222B5F" w:rsidRPr="00771B84" w14:paraId="7BFA1C05" w14:textId="77777777" w:rsidTr="0009714A">
        <w:tc>
          <w:tcPr>
            <w:tcW w:w="4077" w:type="dxa"/>
            <w:gridSpan w:val="2"/>
            <w:shd w:val="clear" w:color="auto" w:fill="FFFFFF"/>
            <w:vAlign w:val="center"/>
          </w:tcPr>
          <w:p w14:paraId="058611D7" w14:textId="77777777" w:rsidR="00222B5F" w:rsidRDefault="00000000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701" w:type="dxa"/>
            <w:vAlign w:val="center"/>
          </w:tcPr>
          <w:p w14:paraId="036705EE" w14:textId="77777777" w:rsidR="00222B5F" w:rsidRPr="00771B84" w:rsidRDefault="00000000" w:rsidP="00DC5898">
            <w:pPr>
              <w:jc w:val="center"/>
              <w:rPr>
                <w:lang w:val="en-US"/>
              </w:rPr>
            </w:pPr>
            <w:bookmarkStart w:id="86" w:name="照明能耗"/>
            <w:r w:rsidRPr="00771B84">
              <w:rPr>
                <w:rFonts w:hint="eastAsia"/>
                <w:lang w:val="en-US"/>
              </w:rPr>
              <w:t>239</w:t>
            </w:r>
            <w:bookmarkEnd w:id="86"/>
          </w:p>
        </w:tc>
        <w:tc>
          <w:tcPr>
            <w:tcW w:w="1833" w:type="dxa"/>
            <w:vAlign w:val="center"/>
          </w:tcPr>
          <w:p w14:paraId="225B1E01" w14:textId="77777777" w:rsidR="00222B5F" w:rsidRPr="00771B84" w:rsidRDefault="00000000" w:rsidP="00DC5898">
            <w:pPr>
              <w:jc w:val="center"/>
              <w:rPr>
                <w:lang w:val="en-US"/>
              </w:rPr>
            </w:pPr>
            <w:bookmarkStart w:id="87" w:name="电力CO2排放因子4"/>
            <w:r>
              <w:t>0.581</w:t>
            </w:r>
            <w:bookmarkEnd w:id="87"/>
          </w:p>
        </w:tc>
        <w:tc>
          <w:tcPr>
            <w:tcW w:w="1722" w:type="dxa"/>
          </w:tcPr>
          <w:p w14:paraId="1C9ADC17" w14:textId="77777777" w:rsidR="00222B5F" w:rsidRPr="00771B84" w:rsidRDefault="00000000" w:rsidP="00DC5898">
            <w:pPr>
              <w:jc w:val="center"/>
              <w:rPr>
                <w:lang w:val="en-US"/>
              </w:rPr>
            </w:pPr>
            <w:bookmarkStart w:id="88" w:name="照明能耗_电耗CO2排放"/>
            <w:r>
              <w:t>218.262</w:t>
            </w:r>
            <w:bookmarkEnd w:id="88"/>
          </w:p>
        </w:tc>
      </w:tr>
      <w:tr w:rsidR="00662AD3" w:rsidRPr="00771B84" w14:paraId="79A90EE0" w14:textId="77777777" w:rsidTr="0009714A">
        <w:tc>
          <w:tcPr>
            <w:tcW w:w="4077" w:type="dxa"/>
            <w:gridSpan w:val="2"/>
            <w:shd w:val="clear" w:color="auto" w:fill="FFFFFF"/>
            <w:vAlign w:val="center"/>
          </w:tcPr>
          <w:p w14:paraId="4511D876" w14:textId="77777777" w:rsidR="00662AD3" w:rsidRDefault="00000000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701" w:type="dxa"/>
            <w:vAlign w:val="center"/>
          </w:tcPr>
          <w:p w14:paraId="58AA0F64" w14:textId="77777777" w:rsidR="00662AD3" w:rsidRPr="00771B84" w:rsidRDefault="00000000" w:rsidP="00DC5898">
            <w:pPr>
              <w:jc w:val="center"/>
              <w:rPr>
                <w:lang w:val="en-US"/>
              </w:rPr>
            </w:pPr>
            <w:bookmarkStart w:id="89" w:name="设备用电"/>
            <w:r>
              <w:rPr>
                <w:rFonts w:hint="eastAsia"/>
                <w:lang w:val="en-US"/>
              </w:rPr>
              <w:t>-</w:t>
            </w:r>
            <w:bookmarkEnd w:id="89"/>
          </w:p>
        </w:tc>
        <w:tc>
          <w:tcPr>
            <w:tcW w:w="1833" w:type="dxa"/>
            <w:vAlign w:val="center"/>
          </w:tcPr>
          <w:p w14:paraId="0F1D5815" w14:textId="77777777" w:rsidR="00662AD3" w:rsidRPr="00771B84" w:rsidRDefault="00000000" w:rsidP="00DC5898">
            <w:pPr>
              <w:jc w:val="center"/>
              <w:rPr>
                <w:lang w:val="en-US"/>
              </w:rPr>
            </w:pPr>
            <w:bookmarkStart w:id="90" w:name="电力CO2排放因子5"/>
            <w:r>
              <w:rPr>
                <w:rFonts w:hint="eastAsia"/>
                <w:lang w:val="en-US"/>
              </w:rPr>
              <w:t>0.581</w:t>
            </w:r>
            <w:bookmarkEnd w:id="90"/>
          </w:p>
        </w:tc>
        <w:tc>
          <w:tcPr>
            <w:tcW w:w="1722" w:type="dxa"/>
          </w:tcPr>
          <w:p w14:paraId="73C8CE8E" w14:textId="77777777" w:rsidR="00662AD3" w:rsidRPr="00771B84" w:rsidRDefault="00000000" w:rsidP="00DC5898">
            <w:pPr>
              <w:jc w:val="center"/>
              <w:rPr>
                <w:lang w:val="en-US"/>
              </w:rPr>
            </w:pPr>
            <w:bookmarkStart w:id="91" w:name="设备用电_电耗CO2排放"/>
            <w:r>
              <w:rPr>
                <w:rFonts w:hint="eastAsia"/>
                <w:lang w:val="en-US"/>
              </w:rPr>
              <w:t>0.000</w:t>
            </w:r>
            <w:bookmarkEnd w:id="91"/>
          </w:p>
        </w:tc>
      </w:tr>
      <w:tr w:rsidR="00222B5F" w:rsidRPr="00771B84" w14:paraId="40FC899B" w14:textId="77777777" w:rsidTr="0009714A">
        <w:tc>
          <w:tcPr>
            <w:tcW w:w="1526" w:type="dxa"/>
            <w:vMerge w:val="restart"/>
            <w:shd w:val="clear" w:color="auto" w:fill="FFFFFF"/>
            <w:vAlign w:val="center"/>
          </w:tcPr>
          <w:p w14:paraId="65AC99CA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Eo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4C24F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701" w:type="dxa"/>
            <w:vAlign w:val="center"/>
          </w:tcPr>
          <w:p w14:paraId="4AEF2811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2" w:name="动力系统能耗"/>
            <w:r w:rsidRPr="00771B84">
              <w:rPr>
                <w:rFonts w:hint="eastAsia"/>
                <w:lang w:val="en-US"/>
              </w:rPr>
              <w:t>0</w:t>
            </w:r>
            <w:bookmarkEnd w:id="92"/>
          </w:p>
        </w:tc>
        <w:tc>
          <w:tcPr>
            <w:tcW w:w="1833" w:type="dxa"/>
            <w:vMerge w:val="restart"/>
            <w:vAlign w:val="center"/>
          </w:tcPr>
          <w:p w14:paraId="53E0E612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3" w:name="电力CO2排放因子6"/>
            <w:r>
              <w:t>0.581</w:t>
            </w:r>
            <w:bookmarkEnd w:id="93"/>
          </w:p>
        </w:tc>
        <w:tc>
          <w:tcPr>
            <w:tcW w:w="1722" w:type="dxa"/>
            <w:vMerge w:val="restart"/>
            <w:vAlign w:val="center"/>
          </w:tcPr>
          <w:p w14:paraId="75E72ED5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4" w:name="其他能耗_电耗CO2排放"/>
            <w:r>
              <w:t>2120.650</w:t>
            </w:r>
            <w:bookmarkEnd w:id="94"/>
          </w:p>
        </w:tc>
      </w:tr>
      <w:tr w:rsidR="00222B5F" w:rsidRPr="00771B84" w14:paraId="52F03B0A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3337CC43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A3EEB8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701" w:type="dxa"/>
            <w:vAlign w:val="center"/>
          </w:tcPr>
          <w:p w14:paraId="7209F483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5" w:name="排风机能耗"/>
            <w:r w:rsidRPr="00771B84">
              <w:rPr>
                <w:rFonts w:hint="eastAsia"/>
                <w:lang w:val="en-US"/>
              </w:rPr>
              <w:t>2324</w:t>
            </w:r>
            <w:bookmarkEnd w:id="95"/>
          </w:p>
        </w:tc>
        <w:tc>
          <w:tcPr>
            <w:tcW w:w="1833" w:type="dxa"/>
            <w:vMerge/>
          </w:tcPr>
          <w:p w14:paraId="02F6468C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3CFD0D33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14:paraId="7FB5D444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6515D37C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F289F" w14:textId="77777777" w:rsidR="00222B5F" w:rsidRDefault="00000000" w:rsidP="0042685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AA616CF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6" w:name="热水系统能耗"/>
            <w:r w:rsidRPr="00771B84">
              <w:rPr>
                <w:rFonts w:hint="eastAsia"/>
                <w:lang w:val="en-US"/>
              </w:rPr>
              <w:t>0</w:t>
            </w:r>
            <w:bookmarkEnd w:id="96"/>
          </w:p>
        </w:tc>
        <w:tc>
          <w:tcPr>
            <w:tcW w:w="1833" w:type="dxa"/>
            <w:vMerge/>
          </w:tcPr>
          <w:p w14:paraId="20C5BBC6" w14:textId="77777777" w:rsidR="00222B5F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5CC153B9" w14:textId="77777777" w:rsidR="00222B5F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222B5F" w:rsidRPr="00771B84" w14:paraId="4DA2F9C1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7D9D42C4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74208" w14:textId="77777777" w:rsidR="00222B5F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701" w:type="dxa"/>
            <w:vAlign w:val="center"/>
          </w:tcPr>
          <w:p w14:paraId="384CE4E1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97" w:name="其他能耗"/>
            <w:r w:rsidRPr="00771B84">
              <w:rPr>
                <w:rFonts w:hint="eastAsia"/>
                <w:lang w:val="en-US"/>
              </w:rPr>
              <w:t>2324</w:t>
            </w:r>
            <w:bookmarkEnd w:id="97"/>
          </w:p>
        </w:tc>
        <w:tc>
          <w:tcPr>
            <w:tcW w:w="1833" w:type="dxa"/>
            <w:vMerge/>
          </w:tcPr>
          <w:p w14:paraId="78F55983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7777E542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1C41AF" w:rsidRPr="00771B84" w14:paraId="70666F1E" w14:textId="77777777" w:rsidTr="0009714A">
        <w:tc>
          <w:tcPr>
            <w:tcW w:w="1526" w:type="dxa"/>
            <w:shd w:val="clear" w:color="auto" w:fill="D0CECE"/>
            <w:vAlign w:val="center"/>
          </w:tcPr>
          <w:p w14:paraId="005446CC" w14:textId="77777777" w:rsidR="001C41AF" w:rsidRPr="00771B84" w:rsidRDefault="00000000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C2C9FE1" w14:textId="77777777" w:rsidR="001C41AF" w:rsidRDefault="00000000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6FE552E" w14:textId="77777777" w:rsidR="001C41AF" w:rsidRPr="00771B84" w:rsidRDefault="00000000" w:rsidP="001C41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14:paraId="361690CA" w14:textId="77777777" w:rsidR="001C41AF" w:rsidRPr="00771B84" w:rsidRDefault="00000000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14:paraId="1ABD6F60" w14:textId="77777777" w:rsidR="001C41AF" w:rsidRDefault="00000000" w:rsidP="001C41AF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1C41AF" w:rsidRPr="00771B84" w14:paraId="5B0D154C" w14:textId="77777777" w:rsidTr="00F408CF">
        <w:tc>
          <w:tcPr>
            <w:tcW w:w="1526" w:type="dxa"/>
            <w:shd w:val="clear" w:color="auto" w:fill="FFFFFF"/>
            <w:vAlign w:val="center"/>
          </w:tcPr>
          <w:p w14:paraId="24C1C969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98" w:name="生活热水热源能耗_燃料类型"/>
            <w:r>
              <w:t>无</w:t>
            </w:r>
            <w:bookmarkEnd w:id="98"/>
          </w:p>
        </w:tc>
        <w:tc>
          <w:tcPr>
            <w:tcW w:w="2551" w:type="dxa"/>
            <w:shd w:val="clear" w:color="auto" w:fill="FFFFFF"/>
            <w:vAlign w:val="center"/>
          </w:tcPr>
          <w:p w14:paraId="39589032" w14:textId="77777777" w:rsidR="001C41AF" w:rsidRDefault="00000000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扣减了</w:t>
            </w:r>
            <w:r>
              <w:rPr>
                <w:lang w:val="en-US"/>
              </w:rPr>
              <w:t>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5A099D8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99" w:name="生活热水锅炉能耗"/>
            <w:r>
              <w:rPr>
                <w:rFonts w:hint="eastAsia"/>
                <w:lang w:val="en-US"/>
              </w:rPr>
              <w:t>0</w:t>
            </w:r>
            <w:bookmarkEnd w:id="99"/>
          </w:p>
        </w:tc>
        <w:tc>
          <w:tcPr>
            <w:tcW w:w="1833" w:type="dxa"/>
            <w:shd w:val="clear" w:color="auto" w:fill="FFFFFF"/>
            <w:vAlign w:val="center"/>
          </w:tcPr>
          <w:p w14:paraId="4D3AB87A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0" w:name="生活热水热源能耗_燃料CO2排放因子"/>
            <w:r>
              <w:t>0</w:t>
            </w:r>
            <w:bookmarkEnd w:id="100"/>
          </w:p>
        </w:tc>
        <w:tc>
          <w:tcPr>
            <w:tcW w:w="1722" w:type="dxa"/>
            <w:shd w:val="clear" w:color="auto" w:fill="FFFFFF"/>
            <w:vAlign w:val="center"/>
          </w:tcPr>
          <w:p w14:paraId="60C40552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1" w:name="生活热水锅炉碳排放"/>
            <w:r>
              <w:rPr>
                <w:rFonts w:hint="eastAsia"/>
                <w:lang w:val="en-US"/>
              </w:rPr>
              <w:t>0.000</w:t>
            </w:r>
            <w:bookmarkEnd w:id="101"/>
          </w:p>
        </w:tc>
      </w:tr>
      <w:tr w:rsidR="001C41AF" w:rsidRPr="00771B84" w14:paraId="19D5FF77" w14:textId="77777777" w:rsidTr="00F408CF">
        <w:tc>
          <w:tcPr>
            <w:tcW w:w="1526" w:type="dxa"/>
            <w:shd w:val="clear" w:color="auto" w:fill="FFFFFF"/>
            <w:vAlign w:val="center"/>
          </w:tcPr>
          <w:p w14:paraId="1FF6DDC7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2" w:name="炊事能耗_燃料类型"/>
            <w:r>
              <w:lastRenderedPageBreak/>
              <w:t>燃气</w:t>
            </w:r>
            <w:bookmarkEnd w:id="102"/>
          </w:p>
        </w:tc>
        <w:tc>
          <w:tcPr>
            <w:tcW w:w="2551" w:type="dxa"/>
            <w:shd w:val="clear" w:color="auto" w:fill="FFFFFF"/>
            <w:vAlign w:val="center"/>
          </w:tcPr>
          <w:p w14:paraId="5CA6D49D" w14:textId="77777777" w:rsidR="001C41AF" w:rsidRDefault="00000000" w:rsidP="001C41A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炊事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376328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3" w:name="炊事燃气消耗"/>
            <w:r>
              <w:rPr>
                <w:rFonts w:hint="eastAsia"/>
                <w:lang w:val="en-US"/>
              </w:rPr>
              <w:t>-</w:t>
            </w:r>
            <w:bookmarkEnd w:id="103"/>
            <w:r>
              <w:rPr>
                <w:lang w:val="en-US"/>
              </w:rPr>
              <w:t>(</w:t>
            </w:r>
            <w:r>
              <w:rPr>
                <w:rFonts w:hint="eastAsia"/>
                <w:lang w:val="en-US"/>
              </w:rPr>
              <w:t>m</w:t>
            </w:r>
            <w:r>
              <w:rPr>
                <w:rFonts w:hint="eastAsia"/>
                <w:lang w:val="en-US"/>
              </w:rPr>
              <w:t>³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833" w:type="dxa"/>
            <w:shd w:val="clear" w:color="auto" w:fill="FFFFFF"/>
            <w:vAlign w:val="center"/>
          </w:tcPr>
          <w:p w14:paraId="72E39A05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4" w:name="炊事能耗_燃料CO2排放因子"/>
            <w:r>
              <w:t>55.54</w:t>
            </w:r>
            <w:bookmarkEnd w:id="104"/>
          </w:p>
        </w:tc>
        <w:tc>
          <w:tcPr>
            <w:tcW w:w="1722" w:type="dxa"/>
            <w:shd w:val="clear" w:color="auto" w:fill="FFFFFF"/>
            <w:vAlign w:val="center"/>
          </w:tcPr>
          <w:p w14:paraId="20989D44" w14:textId="77777777" w:rsidR="001C41AF" w:rsidRDefault="00000000" w:rsidP="001C41AF">
            <w:pPr>
              <w:jc w:val="center"/>
              <w:rPr>
                <w:lang w:val="en-US"/>
              </w:rPr>
            </w:pPr>
            <w:bookmarkStart w:id="105" w:name="炊事碳排放"/>
            <w:r>
              <w:rPr>
                <w:rFonts w:hint="eastAsia"/>
                <w:lang w:val="en-US"/>
              </w:rPr>
              <w:t>-</w:t>
            </w:r>
            <w:bookmarkEnd w:id="105"/>
          </w:p>
        </w:tc>
      </w:tr>
      <w:tr w:rsidR="00FD1FC5" w:rsidRPr="00771B84" w14:paraId="475215C3" w14:textId="77777777" w:rsidTr="00D52C6E">
        <w:tc>
          <w:tcPr>
            <w:tcW w:w="1526" w:type="dxa"/>
            <w:shd w:val="clear" w:color="auto" w:fill="D9D9D9"/>
            <w:vAlign w:val="center"/>
          </w:tcPr>
          <w:p w14:paraId="41B62FD4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0555A951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534" w:type="dxa"/>
            <w:gridSpan w:val="2"/>
            <w:shd w:val="clear" w:color="auto" w:fill="D9D9D9"/>
            <w:vAlign w:val="center"/>
          </w:tcPr>
          <w:p w14:paraId="424D3EF9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9D9D9"/>
            <w:vAlign w:val="center"/>
          </w:tcPr>
          <w:p w14:paraId="2875B94A" w14:textId="77777777" w:rsidR="00FD1FC5" w:rsidRDefault="00000000" w:rsidP="00FD1FC5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FD1FC5" w:rsidRPr="00771B84" w14:paraId="17C7F227" w14:textId="77777777" w:rsidTr="00BA62EC">
        <w:tc>
          <w:tcPr>
            <w:tcW w:w="1526" w:type="dxa"/>
            <w:shd w:val="clear" w:color="auto" w:fill="FFFFFF"/>
            <w:vAlign w:val="center"/>
          </w:tcPr>
          <w:p w14:paraId="3319B76D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设备安装</w:t>
            </w:r>
            <w:r>
              <w:rPr>
                <w:lang w:val="en-US"/>
              </w:rPr>
              <w:t>维护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C9EA56A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设备</w:t>
            </w:r>
            <w:r>
              <w:rPr>
                <w:lang w:val="en-US"/>
              </w:rPr>
              <w:t>、电梯</w:t>
            </w:r>
          </w:p>
        </w:tc>
        <w:tc>
          <w:tcPr>
            <w:tcW w:w="3534" w:type="dxa"/>
            <w:gridSpan w:val="2"/>
            <w:shd w:val="clear" w:color="auto" w:fill="FFFFFF"/>
            <w:vAlign w:val="center"/>
          </w:tcPr>
          <w:p w14:paraId="6D3CC506" w14:textId="77777777" w:rsidR="00FD1FC5" w:rsidRDefault="00000000" w:rsidP="00FD1FC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—</w:t>
            </w:r>
          </w:p>
        </w:tc>
        <w:tc>
          <w:tcPr>
            <w:tcW w:w="1722" w:type="dxa"/>
            <w:shd w:val="clear" w:color="auto" w:fill="FFFFFF"/>
            <w:vAlign w:val="center"/>
          </w:tcPr>
          <w:p w14:paraId="4F5F5836" w14:textId="77777777" w:rsidR="00FD1FC5" w:rsidRDefault="00000000" w:rsidP="00FD1FC5">
            <w:pPr>
              <w:jc w:val="center"/>
              <w:rPr>
                <w:lang w:val="en-US"/>
              </w:rPr>
            </w:pPr>
            <w:bookmarkStart w:id="106" w:name="设备维护碳排放"/>
            <w:r>
              <w:t>0.000</w:t>
            </w:r>
            <w:bookmarkEnd w:id="106"/>
          </w:p>
        </w:tc>
      </w:tr>
      <w:tr w:rsidR="0060132F" w:rsidRPr="00771B84" w14:paraId="3A8446CB" w14:textId="77777777" w:rsidTr="0009714A">
        <w:tc>
          <w:tcPr>
            <w:tcW w:w="1526" w:type="dxa"/>
            <w:shd w:val="clear" w:color="auto" w:fill="D0CECE"/>
            <w:vAlign w:val="center"/>
          </w:tcPr>
          <w:p w14:paraId="6CA1702C" w14:textId="77777777" w:rsidR="0060132F" w:rsidRDefault="00000000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0859360F" w14:textId="77777777" w:rsidR="0060132F" w:rsidRDefault="00000000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17B8A7B" w14:textId="77777777" w:rsidR="0060132F" w:rsidRDefault="00000000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833" w:type="dxa"/>
            <w:shd w:val="clear" w:color="auto" w:fill="D0CECE"/>
            <w:vAlign w:val="center"/>
          </w:tcPr>
          <w:p w14:paraId="5B7C70E4" w14:textId="77777777" w:rsidR="0060132F" w:rsidRDefault="00000000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22" w:type="dxa"/>
            <w:shd w:val="clear" w:color="auto" w:fill="D0CECE"/>
            <w:vAlign w:val="center"/>
          </w:tcPr>
          <w:p w14:paraId="5003BD5C" w14:textId="77777777" w:rsidR="0060132F" w:rsidRDefault="00000000" w:rsidP="0060132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>
              <w:rPr>
                <w:lang w:val="en-US"/>
              </w:rPr>
              <w:t>CO2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</w:tr>
      <w:tr w:rsidR="00222B5F" w:rsidRPr="00771B84" w14:paraId="4A991F83" w14:textId="77777777" w:rsidTr="0009714A">
        <w:tc>
          <w:tcPr>
            <w:tcW w:w="1526" w:type="dxa"/>
            <w:vMerge w:val="restart"/>
            <w:shd w:val="clear" w:color="auto" w:fill="FFFFFF"/>
            <w:vAlign w:val="center"/>
          </w:tcPr>
          <w:p w14:paraId="7F9CA173" w14:textId="77777777" w:rsidR="00222B5F" w:rsidRPr="00771B84" w:rsidRDefault="00000000" w:rsidP="005A782E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AB276" w14:textId="77777777" w:rsidR="00222B5F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Es)</w:t>
            </w:r>
          </w:p>
        </w:tc>
        <w:tc>
          <w:tcPr>
            <w:tcW w:w="1701" w:type="dxa"/>
            <w:vAlign w:val="center"/>
          </w:tcPr>
          <w:p w14:paraId="64CD321B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07" w:name="太阳能能耗"/>
            <w:r w:rsidRPr="00771B84">
              <w:rPr>
                <w:rFonts w:hint="eastAsia"/>
                <w:lang w:val="en-US"/>
              </w:rPr>
              <w:t>33</w:t>
            </w:r>
            <w:bookmarkEnd w:id="107"/>
          </w:p>
        </w:tc>
        <w:tc>
          <w:tcPr>
            <w:tcW w:w="1833" w:type="dxa"/>
            <w:vMerge w:val="restart"/>
            <w:vAlign w:val="center"/>
          </w:tcPr>
          <w:p w14:paraId="2F081C76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08" w:name="电力CO2排放因子7"/>
            <w:r>
              <w:t>0.581</w:t>
            </w:r>
            <w:bookmarkEnd w:id="108"/>
          </w:p>
        </w:tc>
        <w:tc>
          <w:tcPr>
            <w:tcW w:w="1722" w:type="dxa"/>
            <w:vMerge w:val="restart"/>
            <w:vAlign w:val="center"/>
          </w:tcPr>
          <w:p w14:paraId="6538AEDC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09" w:name="可再生能源能耗_电耗CO2排放"/>
            <w:r>
              <w:t>20923.853</w:t>
            </w:r>
            <w:bookmarkEnd w:id="109"/>
          </w:p>
        </w:tc>
      </w:tr>
      <w:tr w:rsidR="00222B5F" w:rsidRPr="00771B84" w14:paraId="26B28B7A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6F5ACC83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4BB53" w14:textId="77777777" w:rsidR="00222B5F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701" w:type="dxa"/>
            <w:vAlign w:val="center"/>
          </w:tcPr>
          <w:p w14:paraId="78730AD5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10" w:name="光伏能耗"/>
            <w:r w:rsidRPr="00771B84">
              <w:rPr>
                <w:rFonts w:hint="eastAsia"/>
                <w:lang w:val="en-US"/>
              </w:rPr>
              <w:t>22780</w:t>
            </w:r>
            <w:bookmarkEnd w:id="110"/>
          </w:p>
        </w:tc>
        <w:tc>
          <w:tcPr>
            <w:tcW w:w="1833" w:type="dxa"/>
            <w:vMerge/>
          </w:tcPr>
          <w:p w14:paraId="7073899B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1B7305CF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222B5F" w:rsidRPr="00771B84" w14:paraId="6FF4EDCA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2A9D806B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44C14" w14:textId="77777777" w:rsidR="00222B5F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Ew</w:t>
            </w:r>
            <w:proofErr w:type="spellEnd"/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77F798D8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11" w:name="风力能耗"/>
            <w:r>
              <w:rPr>
                <w:rFonts w:hint="eastAsia"/>
                <w:lang w:val="en-US"/>
              </w:rPr>
              <w:t>113</w:t>
            </w:r>
            <w:bookmarkEnd w:id="111"/>
          </w:p>
        </w:tc>
        <w:tc>
          <w:tcPr>
            <w:tcW w:w="1833" w:type="dxa"/>
            <w:vMerge/>
          </w:tcPr>
          <w:p w14:paraId="70AF80CA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17ECBBFF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222B5F" w:rsidRPr="00771B84" w14:paraId="0F627961" w14:textId="77777777" w:rsidTr="0009714A">
        <w:tc>
          <w:tcPr>
            <w:tcW w:w="1526" w:type="dxa"/>
            <w:vMerge/>
            <w:shd w:val="clear" w:color="auto" w:fill="FFFFFF"/>
            <w:vAlign w:val="center"/>
          </w:tcPr>
          <w:p w14:paraId="22535B84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A979D" w14:textId="77777777" w:rsidR="00222B5F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701" w:type="dxa"/>
            <w:vAlign w:val="center"/>
          </w:tcPr>
          <w:p w14:paraId="2CC758DF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  <w:bookmarkStart w:id="112" w:name="可再生能源能耗"/>
            <w:r w:rsidRPr="00771B84">
              <w:rPr>
                <w:rFonts w:hint="eastAsia"/>
                <w:lang w:val="en-US"/>
              </w:rPr>
              <w:t>22926</w:t>
            </w:r>
            <w:bookmarkEnd w:id="112"/>
          </w:p>
        </w:tc>
        <w:tc>
          <w:tcPr>
            <w:tcW w:w="1833" w:type="dxa"/>
            <w:vMerge/>
          </w:tcPr>
          <w:p w14:paraId="76A94025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1722" w:type="dxa"/>
            <w:vMerge/>
          </w:tcPr>
          <w:p w14:paraId="560EC32D" w14:textId="77777777" w:rsidR="00222B5F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222B5F" w:rsidRPr="00771B84" w14:paraId="2F11831D" w14:textId="77777777" w:rsidTr="00C6247A">
        <w:tc>
          <w:tcPr>
            <w:tcW w:w="7611" w:type="dxa"/>
            <w:gridSpan w:val="4"/>
            <w:shd w:val="clear" w:color="auto" w:fill="D0CECE"/>
            <w:vAlign w:val="center"/>
          </w:tcPr>
          <w:p w14:paraId="4FD74485" w14:textId="77777777" w:rsidR="00222B5F" w:rsidRPr="00547314" w:rsidRDefault="00000000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722" w:type="dxa"/>
          </w:tcPr>
          <w:p w14:paraId="106C8AB2" w14:textId="77777777" w:rsidR="00222B5F" w:rsidRPr="00771B84" w:rsidRDefault="00000000" w:rsidP="00F21AC0">
            <w:pPr>
              <w:jc w:val="center"/>
              <w:rPr>
                <w:lang w:val="en-US"/>
              </w:rPr>
            </w:pPr>
            <w:bookmarkStart w:id="113" w:name="建筑总碳排放"/>
            <w:r>
              <w:t>-18179.162</w:t>
            </w:r>
            <w:bookmarkEnd w:id="113"/>
          </w:p>
        </w:tc>
        <w:bookmarkStart w:id="114" w:name="建筑总碳排放平米"/>
        <w:bookmarkEnd w:id="114"/>
      </w:tr>
    </w:tbl>
    <w:p w14:paraId="4DDFCF11" w14:textId="77777777" w:rsidR="00CC2ABC" w:rsidRDefault="00000000"/>
    <w:p w14:paraId="1E17AFB8" w14:textId="77777777" w:rsidR="009F63A8" w:rsidRDefault="009F63A8">
      <w:pPr>
        <w:widowControl w:val="0"/>
        <w:jc w:val="both"/>
        <w:rPr>
          <w:color w:val="000000"/>
        </w:rPr>
      </w:pPr>
    </w:p>
    <w:p w14:paraId="0DBCF8F1" w14:textId="77777777" w:rsidR="009F63A8" w:rsidRDefault="00000000">
      <w:pPr>
        <w:pStyle w:val="2"/>
        <w:widowControl w:val="0"/>
      </w:pPr>
      <w:bookmarkStart w:id="115" w:name="_Toc123675918"/>
      <w:r>
        <w:t>全生命周期</w:t>
      </w:r>
      <w:bookmarkEnd w:id="115"/>
    </w:p>
    <w:p w14:paraId="25A6F9E3" w14:textId="77777777" w:rsidR="009F63A8" w:rsidRDefault="00000000">
      <w:pPr>
        <w:pStyle w:val="3"/>
        <w:widowControl w:val="0"/>
        <w:jc w:val="both"/>
        <w:rPr>
          <w:color w:val="000000"/>
        </w:rPr>
      </w:pPr>
      <w:bookmarkStart w:id="116" w:name="_Toc123675919"/>
      <w:r>
        <w:rPr>
          <w:color w:val="000000"/>
        </w:rPr>
        <w:t>单位面积指标</w:t>
      </w:r>
      <w:bookmarkEnd w:id="116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9F63A8" w14:paraId="2517A870" w14:textId="77777777">
        <w:tc>
          <w:tcPr>
            <w:tcW w:w="2263" w:type="dxa"/>
            <w:shd w:val="clear" w:color="auto" w:fill="E6E6E6"/>
            <w:vAlign w:val="center"/>
          </w:tcPr>
          <w:p w14:paraId="11CD461F" w14:textId="77777777" w:rsidR="009F63A8" w:rsidRDefault="00000000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14:paraId="0B07BFC6" w14:textId="77777777" w:rsidR="009F63A8" w:rsidRDefault="00000000">
            <w:pPr>
              <w:jc w:val="center"/>
            </w:pPr>
            <w:r>
              <w:t>年碳排放量</w:t>
            </w:r>
            <w:r>
              <w:t>(kgCO2/</w:t>
            </w:r>
            <w:r>
              <w:t>㎡</w:t>
            </w:r>
            <w:r>
              <w:t>·a)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14:paraId="4354BE5C" w14:textId="77777777" w:rsidR="009F63A8" w:rsidRDefault="00000000">
            <w:pPr>
              <w:jc w:val="center"/>
            </w:pPr>
            <w:r>
              <w:t>碳排放量</w:t>
            </w:r>
            <w:r>
              <w:t>(kgCO2/</w:t>
            </w:r>
            <w:r>
              <w:t>㎡</w:t>
            </w:r>
            <w:r>
              <w:t>)</w:t>
            </w:r>
          </w:p>
        </w:tc>
      </w:tr>
      <w:tr w:rsidR="009F63A8" w14:paraId="36B63257" w14:textId="77777777">
        <w:tc>
          <w:tcPr>
            <w:tcW w:w="2263" w:type="dxa"/>
            <w:shd w:val="clear" w:color="auto" w:fill="E6E6E6"/>
            <w:vAlign w:val="center"/>
          </w:tcPr>
          <w:p w14:paraId="17A5A270" w14:textId="77777777" w:rsidR="009F63A8" w:rsidRDefault="00000000">
            <w:r>
              <w:t>建筑材料生产</w:t>
            </w:r>
          </w:p>
        </w:tc>
        <w:tc>
          <w:tcPr>
            <w:tcW w:w="3741" w:type="dxa"/>
            <w:vAlign w:val="center"/>
          </w:tcPr>
          <w:p w14:paraId="48555CAF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0DD16FAF" w14:textId="77777777" w:rsidR="009F63A8" w:rsidRDefault="00000000">
            <w:r>
              <w:t>--</w:t>
            </w:r>
          </w:p>
        </w:tc>
      </w:tr>
      <w:tr w:rsidR="009F63A8" w14:paraId="2209DFC9" w14:textId="77777777">
        <w:tc>
          <w:tcPr>
            <w:tcW w:w="2263" w:type="dxa"/>
            <w:shd w:val="clear" w:color="auto" w:fill="E6E6E6"/>
            <w:vAlign w:val="center"/>
          </w:tcPr>
          <w:p w14:paraId="06B5FC11" w14:textId="77777777" w:rsidR="009F63A8" w:rsidRDefault="00000000">
            <w:r>
              <w:t>建筑材料运输</w:t>
            </w:r>
          </w:p>
        </w:tc>
        <w:tc>
          <w:tcPr>
            <w:tcW w:w="3741" w:type="dxa"/>
            <w:vAlign w:val="center"/>
          </w:tcPr>
          <w:p w14:paraId="0E93BE18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54F04EBF" w14:textId="77777777" w:rsidR="009F63A8" w:rsidRDefault="00000000">
            <w:r>
              <w:t>--</w:t>
            </w:r>
          </w:p>
        </w:tc>
      </w:tr>
      <w:tr w:rsidR="009F63A8" w14:paraId="09D67F58" w14:textId="77777777">
        <w:tc>
          <w:tcPr>
            <w:tcW w:w="2263" w:type="dxa"/>
            <w:shd w:val="clear" w:color="auto" w:fill="E6E6E6"/>
            <w:vAlign w:val="center"/>
          </w:tcPr>
          <w:p w14:paraId="6FDAF929" w14:textId="77777777" w:rsidR="009F63A8" w:rsidRDefault="00000000">
            <w:r>
              <w:t>建筑建造</w:t>
            </w:r>
          </w:p>
        </w:tc>
        <w:tc>
          <w:tcPr>
            <w:tcW w:w="3741" w:type="dxa"/>
            <w:vAlign w:val="center"/>
          </w:tcPr>
          <w:p w14:paraId="3E957D40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07F2D4B3" w14:textId="77777777" w:rsidR="009F63A8" w:rsidRDefault="00000000">
            <w:r>
              <w:t>--</w:t>
            </w:r>
          </w:p>
        </w:tc>
      </w:tr>
      <w:tr w:rsidR="009F63A8" w14:paraId="4737EF09" w14:textId="77777777">
        <w:tc>
          <w:tcPr>
            <w:tcW w:w="2263" w:type="dxa"/>
            <w:shd w:val="clear" w:color="auto" w:fill="E6E6E6"/>
            <w:vAlign w:val="center"/>
          </w:tcPr>
          <w:p w14:paraId="04DFFBCF" w14:textId="77777777" w:rsidR="009F63A8" w:rsidRDefault="00000000">
            <w:r>
              <w:t>建筑拆除</w:t>
            </w:r>
          </w:p>
        </w:tc>
        <w:tc>
          <w:tcPr>
            <w:tcW w:w="3741" w:type="dxa"/>
            <w:vAlign w:val="center"/>
          </w:tcPr>
          <w:p w14:paraId="1FCBE774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6C7B09E8" w14:textId="77777777" w:rsidR="009F63A8" w:rsidRDefault="00000000">
            <w:r>
              <w:t>--</w:t>
            </w:r>
          </w:p>
        </w:tc>
      </w:tr>
      <w:tr w:rsidR="009F63A8" w14:paraId="41349815" w14:textId="77777777">
        <w:tc>
          <w:tcPr>
            <w:tcW w:w="2263" w:type="dxa"/>
            <w:shd w:val="clear" w:color="auto" w:fill="E6E6E6"/>
            <w:vAlign w:val="center"/>
          </w:tcPr>
          <w:p w14:paraId="47D9F985" w14:textId="77777777" w:rsidR="009F63A8" w:rsidRDefault="00000000">
            <w:r>
              <w:t>建筑运行</w:t>
            </w:r>
          </w:p>
        </w:tc>
        <w:tc>
          <w:tcPr>
            <w:tcW w:w="3741" w:type="dxa"/>
            <w:vAlign w:val="center"/>
          </w:tcPr>
          <w:p w14:paraId="10464793" w14:textId="77777777" w:rsidR="009F63A8" w:rsidRDefault="00000000">
            <w:r>
              <w:t>-231.45</w:t>
            </w:r>
          </w:p>
        </w:tc>
        <w:tc>
          <w:tcPr>
            <w:tcW w:w="3316" w:type="dxa"/>
            <w:vAlign w:val="center"/>
          </w:tcPr>
          <w:p w14:paraId="73348739" w14:textId="77777777" w:rsidR="009F63A8" w:rsidRDefault="00000000">
            <w:r>
              <w:t>-11572.57</w:t>
            </w:r>
          </w:p>
        </w:tc>
      </w:tr>
      <w:tr w:rsidR="009F63A8" w14:paraId="4E6BD69F" w14:textId="77777777">
        <w:tc>
          <w:tcPr>
            <w:tcW w:w="2263" w:type="dxa"/>
            <w:shd w:val="clear" w:color="auto" w:fill="E6E6E6"/>
            <w:vAlign w:val="center"/>
          </w:tcPr>
          <w:p w14:paraId="19BB3992" w14:textId="77777777" w:rsidR="009F63A8" w:rsidRDefault="00000000">
            <w:r>
              <w:t>碳汇</w:t>
            </w:r>
          </w:p>
        </w:tc>
        <w:tc>
          <w:tcPr>
            <w:tcW w:w="3741" w:type="dxa"/>
            <w:vAlign w:val="center"/>
          </w:tcPr>
          <w:p w14:paraId="3E9C44A5" w14:textId="77777777" w:rsidR="009F63A8" w:rsidRDefault="00000000">
            <w:r>
              <w:t>-4.72</w:t>
            </w:r>
          </w:p>
        </w:tc>
        <w:tc>
          <w:tcPr>
            <w:tcW w:w="3316" w:type="dxa"/>
            <w:vAlign w:val="center"/>
          </w:tcPr>
          <w:p w14:paraId="0C024709" w14:textId="77777777" w:rsidR="009F63A8" w:rsidRDefault="00000000">
            <w:r>
              <w:t>-236.39</w:t>
            </w:r>
          </w:p>
        </w:tc>
      </w:tr>
      <w:tr w:rsidR="009F63A8" w14:paraId="6620AC18" w14:textId="77777777">
        <w:tc>
          <w:tcPr>
            <w:tcW w:w="2263" w:type="dxa"/>
            <w:shd w:val="clear" w:color="auto" w:fill="E6E6E6"/>
            <w:vAlign w:val="center"/>
          </w:tcPr>
          <w:p w14:paraId="1A156E00" w14:textId="77777777" w:rsidR="009F63A8" w:rsidRDefault="00000000">
            <w:r>
              <w:t>合计</w:t>
            </w:r>
          </w:p>
        </w:tc>
        <w:tc>
          <w:tcPr>
            <w:tcW w:w="3741" w:type="dxa"/>
            <w:vAlign w:val="center"/>
          </w:tcPr>
          <w:p w14:paraId="4329C07B" w14:textId="77777777" w:rsidR="009F63A8" w:rsidRDefault="00000000">
            <w:r>
              <w:t>0.00</w:t>
            </w:r>
          </w:p>
        </w:tc>
        <w:tc>
          <w:tcPr>
            <w:tcW w:w="3316" w:type="dxa"/>
            <w:vAlign w:val="center"/>
          </w:tcPr>
          <w:p w14:paraId="33C9F74A" w14:textId="77777777" w:rsidR="009F63A8" w:rsidRDefault="00000000">
            <w:r>
              <w:t>0.00</w:t>
            </w:r>
          </w:p>
        </w:tc>
      </w:tr>
    </w:tbl>
    <w:p w14:paraId="0E77093C" w14:textId="77777777" w:rsidR="009F63A8" w:rsidRDefault="00000000">
      <w:pPr>
        <w:pStyle w:val="3"/>
        <w:widowControl w:val="0"/>
        <w:jc w:val="both"/>
        <w:rPr>
          <w:color w:val="000000"/>
        </w:rPr>
      </w:pPr>
      <w:bookmarkStart w:id="117" w:name="_Toc123675920"/>
      <w:r>
        <w:rPr>
          <w:color w:val="000000"/>
        </w:rPr>
        <w:t>总碳排放量</w:t>
      </w:r>
      <w:bookmarkEnd w:id="11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742"/>
        <w:gridCol w:w="3317"/>
      </w:tblGrid>
      <w:tr w:rsidR="009F63A8" w14:paraId="027419CF" w14:textId="77777777">
        <w:tc>
          <w:tcPr>
            <w:tcW w:w="2263" w:type="dxa"/>
            <w:shd w:val="clear" w:color="auto" w:fill="E6E6E6"/>
            <w:vAlign w:val="center"/>
          </w:tcPr>
          <w:p w14:paraId="07AA0796" w14:textId="77777777" w:rsidR="009F63A8" w:rsidRDefault="00000000">
            <w:pPr>
              <w:jc w:val="center"/>
            </w:pPr>
            <w:r>
              <w:t>类别</w:t>
            </w:r>
          </w:p>
        </w:tc>
        <w:tc>
          <w:tcPr>
            <w:tcW w:w="3741" w:type="dxa"/>
            <w:shd w:val="clear" w:color="auto" w:fill="E6E6E6"/>
            <w:vAlign w:val="center"/>
          </w:tcPr>
          <w:p w14:paraId="20F1AF3B" w14:textId="77777777" w:rsidR="009F63A8" w:rsidRDefault="00000000">
            <w:pPr>
              <w:jc w:val="center"/>
            </w:pPr>
            <w:r>
              <w:t>年碳排放量</w:t>
            </w:r>
            <w:r>
              <w:t>(tCO2/a)</w:t>
            </w:r>
          </w:p>
        </w:tc>
        <w:tc>
          <w:tcPr>
            <w:tcW w:w="3316" w:type="dxa"/>
            <w:shd w:val="clear" w:color="auto" w:fill="E6E6E6"/>
            <w:vAlign w:val="center"/>
          </w:tcPr>
          <w:p w14:paraId="72DC2493" w14:textId="77777777" w:rsidR="009F63A8" w:rsidRDefault="00000000">
            <w:pPr>
              <w:jc w:val="center"/>
            </w:pPr>
            <w:r>
              <w:t>碳排放量</w:t>
            </w:r>
            <w:r>
              <w:t>(tCO2)</w:t>
            </w:r>
          </w:p>
        </w:tc>
      </w:tr>
      <w:tr w:rsidR="009F63A8" w14:paraId="08C4CCE3" w14:textId="77777777">
        <w:tc>
          <w:tcPr>
            <w:tcW w:w="2263" w:type="dxa"/>
            <w:shd w:val="clear" w:color="auto" w:fill="E6E6E6"/>
            <w:vAlign w:val="center"/>
          </w:tcPr>
          <w:p w14:paraId="3B0EDE29" w14:textId="77777777" w:rsidR="009F63A8" w:rsidRDefault="00000000">
            <w:r>
              <w:t>建筑材料生产</w:t>
            </w:r>
          </w:p>
        </w:tc>
        <w:tc>
          <w:tcPr>
            <w:tcW w:w="3741" w:type="dxa"/>
            <w:vAlign w:val="center"/>
          </w:tcPr>
          <w:p w14:paraId="446D9B12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3BE2D9A8" w14:textId="77777777" w:rsidR="009F63A8" w:rsidRDefault="00000000">
            <w:r>
              <w:t>--</w:t>
            </w:r>
          </w:p>
        </w:tc>
      </w:tr>
      <w:tr w:rsidR="009F63A8" w14:paraId="233A526C" w14:textId="77777777">
        <w:tc>
          <w:tcPr>
            <w:tcW w:w="2263" w:type="dxa"/>
            <w:shd w:val="clear" w:color="auto" w:fill="E6E6E6"/>
            <w:vAlign w:val="center"/>
          </w:tcPr>
          <w:p w14:paraId="00F4E58E" w14:textId="77777777" w:rsidR="009F63A8" w:rsidRDefault="00000000">
            <w:r>
              <w:t>建筑材料运输</w:t>
            </w:r>
          </w:p>
        </w:tc>
        <w:tc>
          <w:tcPr>
            <w:tcW w:w="3741" w:type="dxa"/>
            <w:vAlign w:val="center"/>
          </w:tcPr>
          <w:p w14:paraId="4E1717D5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66FA1667" w14:textId="77777777" w:rsidR="009F63A8" w:rsidRDefault="00000000">
            <w:r>
              <w:t>--</w:t>
            </w:r>
          </w:p>
        </w:tc>
      </w:tr>
      <w:tr w:rsidR="009F63A8" w14:paraId="6A71638F" w14:textId="77777777">
        <w:tc>
          <w:tcPr>
            <w:tcW w:w="2263" w:type="dxa"/>
            <w:shd w:val="clear" w:color="auto" w:fill="E6E6E6"/>
            <w:vAlign w:val="center"/>
          </w:tcPr>
          <w:p w14:paraId="0F78CD62" w14:textId="77777777" w:rsidR="009F63A8" w:rsidRDefault="00000000">
            <w:r>
              <w:t>建筑建造</w:t>
            </w:r>
          </w:p>
        </w:tc>
        <w:tc>
          <w:tcPr>
            <w:tcW w:w="3741" w:type="dxa"/>
            <w:vAlign w:val="center"/>
          </w:tcPr>
          <w:p w14:paraId="286BDB68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4CCCDE1A" w14:textId="77777777" w:rsidR="009F63A8" w:rsidRDefault="00000000">
            <w:r>
              <w:t>--</w:t>
            </w:r>
          </w:p>
        </w:tc>
      </w:tr>
      <w:tr w:rsidR="009F63A8" w14:paraId="33D504CF" w14:textId="77777777">
        <w:tc>
          <w:tcPr>
            <w:tcW w:w="2263" w:type="dxa"/>
            <w:shd w:val="clear" w:color="auto" w:fill="E6E6E6"/>
            <w:vAlign w:val="center"/>
          </w:tcPr>
          <w:p w14:paraId="1B05562B" w14:textId="77777777" w:rsidR="009F63A8" w:rsidRDefault="00000000">
            <w:r>
              <w:t>建筑拆除</w:t>
            </w:r>
          </w:p>
        </w:tc>
        <w:tc>
          <w:tcPr>
            <w:tcW w:w="3741" w:type="dxa"/>
            <w:vAlign w:val="center"/>
          </w:tcPr>
          <w:p w14:paraId="36C774B5" w14:textId="77777777" w:rsidR="009F63A8" w:rsidRDefault="00000000">
            <w:r>
              <w:t>--</w:t>
            </w:r>
          </w:p>
        </w:tc>
        <w:tc>
          <w:tcPr>
            <w:tcW w:w="3316" w:type="dxa"/>
            <w:vAlign w:val="center"/>
          </w:tcPr>
          <w:p w14:paraId="1CD5095D" w14:textId="77777777" w:rsidR="009F63A8" w:rsidRDefault="00000000">
            <w:r>
              <w:t>--</w:t>
            </w:r>
          </w:p>
        </w:tc>
      </w:tr>
      <w:tr w:rsidR="009F63A8" w14:paraId="69D96A0F" w14:textId="77777777">
        <w:tc>
          <w:tcPr>
            <w:tcW w:w="2263" w:type="dxa"/>
            <w:shd w:val="clear" w:color="auto" w:fill="E6E6E6"/>
            <w:vAlign w:val="center"/>
          </w:tcPr>
          <w:p w14:paraId="0E2652BE" w14:textId="77777777" w:rsidR="009F63A8" w:rsidRDefault="00000000">
            <w:r>
              <w:t>建筑运行</w:t>
            </w:r>
          </w:p>
        </w:tc>
        <w:tc>
          <w:tcPr>
            <w:tcW w:w="3741" w:type="dxa"/>
            <w:vAlign w:val="center"/>
          </w:tcPr>
          <w:p w14:paraId="6F40F8D2" w14:textId="77777777" w:rsidR="009F63A8" w:rsidRDefault="00000000">
            <w:r>
              <w:t>-363.583</w:t>
            </w:r>
          </w:p>
        </w:tc>
        <w:tc>
          <w:tcPr>
            <w:tcW w:w="3316" w:type="dxa"/>
            <w:vAlign w:val="center"/>
          </w:tcPr>
          <w:p w14:paraId="2A967A2A" w14:textId="77777777" w:rsidR="009F63A8" w:rsidRDefault="00000000">
            <w:r>
              <w:t>-18179.162</w:t>
            </w:r>
          </w:p>
        </w:tc>
      </w:tr>
      <w:tr w:rsidR="009F63A8" w14:paraId="501736E7" w14:textId="77777777">
        <w:tc>
          <w:tcPr>
            <w:tcW w:w="2263" w:type="dxa"/>
            <w:shd w:val="clear" w:color="auto" w:fill="E6E6E6"/>
            <w:vAlign w:val="center"/>
          </w:tcPr>
          <w:p w14:paraId="54C6A241" w14:textId="77777777" w:rsidR="009F63A8" w:rsidRDefault="00000000">
            <w:r>
              <w:t>碳汇</w:t>
            </w:r>
          </w:p>
        </w:tc>
        <w:tc>
          <w:tcPr>
            <w:tcW w:w="3741" w:type="dxa"/>
            <w:vAlign w:val="center"/>
          </w:tcPr>
          <w:p w14:paraId="634B8B87" w14:textId="77777777" w:rsidR="009F63A8" w:rsidRDefault="00000000">
            <w:r>
              <w:t>-7.427</w:t>
            </w:r>
          </w:p>
        </w:tc>
        <w:tc>
          <w:tcPr>
            <w:tcW w:w="3316" w:type="dxa"/>
            <w:vAlign w:val="center"/>
          </w:tcPr>
          <w:p w14:paraId="643493CE" w14:textId="77777777" w:rsidR="009F63A8" w:rsidRDefault="00000000">
            <w:r>
              <w:t>-371.350</w:t>
            </w:r>
          </w:p>
        </w:tc>
      </w:tr>
      <w:tr w:rsidR="009F63A8" w14:paraId="5BD89253" w14:textId="77777777">
        <w:tc>
          <w:tcPr>
            <w:tcW w:w="2263" w:type="dxa"/>
            <w:shd w:val="clear" w:color="auto" w:fill="E6E6E6"/>
            <w:vAlign w:val="center"/>
          </w:tcPr>
          <w:p w14:paraId="25A2196E" w14:textId="77777777" w:rsidR="009F63A8" w:rsidRDefault="00000000">
            <w:r>
              <w:t>合计</w:t>
            </w:r>
          </w:p>
        </w:tc>
        <w:tc>
          <w:tcPr>
            <w:tcW w:w="3741" w:type="dxa"/>
            <w:vAlign w:val="center"/>
          </w:tcPr>
          <w:p w14:paraId="56B65ECF" w14:textId="77777777" w:rsidR="009F63A8" w:rsidRDefault="00000000">
            <w:r>
              <w:t>0.000</w:t>
            </w:r>
          </w:p>
        </w:tc>
        <w:tc>
          <w:tcPr>
            <w:tcW w:w="3316" w:type="dxa"/>
            <w:vAlign w:val="center"/>
          </w:tcPr>
          <w:p w14:paraId="2D6020D7" w14:textId="77777777" w:rsidR="009F63A8" w:rsidRDefault="00000000">
            <w:r>
              <w:t>0.000</w:t>
            </w:r>
          </w:p>
        </w:tc>
      </w:tr>
    </w:tbl>
    <w:p w14:paraId="1E72592A" w14:textId="77777777" w:rsidR="009F63A8" w:rsidRDefault="00000000">
      <w:pPr>
        <w:widowControl w:val="0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0A20B6C2" wp14:editId="240FF6B0">
            <wp:extent cx="5667375" cy="55816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37778FC" wp14:editId="6969141E">
            <wp:extent cx="5667375" cy="55816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36006" w14:textId="77777777" w:rsidR="009F63A8" w:rsidRDefault="009F63A8">
      <w:pPr>
        <w:widowControl w:val="0"/>
        <w:jc w:val="both"/>
        <w:rPr>
          <w:color w:val="000000"/>
        </w:rPr>
      </w:pPr>
    </w:p>
    <w:p w14:paraId="7F178FC1" w14:textId="77777777" w:rsidR="009F63A8" w:rsidRDefault="009F63A8">
      <w:pPr>
        <w:jc w:val="both"/>
      </w:pPr>
    </w:p>
    <w:p w14:paraId="45F2ED8D" w14:textId="77777777" w:rsidR="009F63A8" w:rsidRDefault="009F63A8">
      <w:pPr>
        <w:sectPr w:rsidR="009F63A8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13901F9B" w14:textId="77777777" w:rsidR="009F63A8" w:rsidRDefault="00000000">
      <w:pPr>
        <w:pStyle w:val="1"/>
        <w:jc w:val="both"/>
      </w:pPr>
      <w:bookmarkStart w:id="118" w:name="_Toc123675921"/>
      <w:r>
        <w:lastRenderedPageBreak/>
        <w:t>附录</w:t>
      </w:r>
      <w:bookmarkEnd w:id="118"/>
    </w:p>
    <w:p w14:paraId="1B192792" w14:textId="77777777" w:rsidR="009F63A8" w:rsidRDefault="00000000">
      <w:pPr>
        <w:pStyle w:val="2"/>
      </w:pPr>
      <w:bookmarkStart w:id="119" w:name="_Toc123675922"/>
      <w:r>
        <w:t>工作日/节假日人员逐时在室率(%)</w:t>
      </w:r>
      <w:bookmarkEnd w:id="119"/>
    </w:p>
    <w:p w14:paraId="2F0FD09A" w14:textId="77777777" w:rsidR="009F63A8" w:rsidRDefault="009F63A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9AE6C1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C25F2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C8AE9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DE876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FD959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60C8E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071F5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4AA1B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2A405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F3548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FE696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1D79C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D531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DE278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9F8D2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62D7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A049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CF0C1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0EC1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2785C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43C4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DB748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12850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85846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34513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D360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F63A8" w14:paraId="071DB20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1F2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D33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DFD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3D2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CE0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63C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6C5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DF9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757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6F5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2D2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51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2BF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82A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4E0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AC2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63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105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C30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F94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090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7BD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556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356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1E4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49002B0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C84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0AB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71D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CFE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A1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84A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E54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0DD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AFA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26A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A2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74B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101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B93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6CD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74D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EB7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172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6A9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EFC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7A7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D50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D35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DAB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9EB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7777303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5CE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981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43D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391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365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B12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ABB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513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490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653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AAE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BC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33E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6B7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E86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982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D6C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61A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748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D98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F28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E60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5A7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381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8E0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0FFD273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56E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499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DFE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321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F39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EF4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4CB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892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8F5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8F5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F16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2CB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9E6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D68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84E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08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21E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9AB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407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C55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655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B4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FAF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D9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79F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DD72A92" w14:textId="77777777" w:rsidR="009F63A8" w:rsidRDefault="009F63A8">
      <w:pPr>
        <w:jc w:val="both"/>
      </w:pPr>
    </w:p>
    <w:p w14:paraId="428913F5" w14:textId="77777777" w:rsidR="009F63A8" w:rsidRDefault="00000000">
      <w:r>
        <w:t>注：上行：工作日；下行：节假日</w:t>
      </w:r>
    </w:p>
    <w:p w14:paraId="1FCF6DA8" w14:textId="77777777" w:rsidR="009F63A8" w:rsidRDefault="00000000">
      <w:pPr>
        <w:pStyle w:val="2"/>
      </w:pPr>
      <w:bookmarkStart w:id="120" w:name="_Toc123675923"/>
      <w:r>
        <w:t>工作日/节假日照明开关时间表(%)</w:t>
      </w:r>
      <w:bookmarkEnd w:id="120"/>
    </w:p>
    <w:p w14:paraId="73AE7CBA" w14:textId="77777777" w:rsidR="009F63A8" w:rsidRDefault="009F63A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9B75425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F3DC5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58B75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7D83B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33669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F3778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3DA41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CD516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B90C6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E7EE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F80EF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62A41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3D22E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71B68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73A65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C04C6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3F5F6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3D0DA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4086F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86BBC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DD7E8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4CE43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DB77D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90F13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834FE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9C56B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F63A8" w14:paraId="70824FA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29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038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6ED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616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A01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F0F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009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FBF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0B0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D78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EA3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868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1D4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79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5EF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23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163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CF1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8B2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A47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5E0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69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044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DF1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7F6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1A58F37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9CD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49F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C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0B2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077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701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F2E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5C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CB4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DA9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53E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B39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663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6AC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FDC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F0A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86E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D09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83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1E8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51D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A58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392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85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F2A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7F220BB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4E8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836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277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949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545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98D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56A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8AD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91C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348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C46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A24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44D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5A1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86E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3B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8A5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3F8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740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4E7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E7B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87E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D0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553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B8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541B8B14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993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E1E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A42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27D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469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B0E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6CC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E67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F4F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AFD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D9B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4E8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EBE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131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9A0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5F2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309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D2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A24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DD8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6C6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1FA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5C1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85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17C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3FB37148" w14:textId="77777777" w:rsidR="009F63A8" w:rsidRDefault="009F63A8"/>
    <w:p w14:paraId="620DAA06" w14:textId="77777777" w:rsidR="009F63A8" w:rsidRDefault="00000000">
      <w:r>
        <w:t>注：上行：工作日；下行：节假日</w:t>
      </w:r>
    </w:p>
    <w:p w14:paraId="4140A456" w14:textId="77777777" w:rsidR="009F63A8" w:rsidRDefault="00000000">
      <w:pPr>
        <w:pStyle w:val="2"/>
      </w:pPr>
      <w:bookmarkStart w:id="121" w:name="_Toc123675924"/>
      <w:r>
        <w:t>工作日/节假日设备逐时使用率(%)</w:t>
      </w:r>
      <w:bookmarkEnd w:id="121"/>
    </w:p>
    <w:p w14:paraId="67ED5041" w14:textId="77777777" w:rsidR="009F63A8" w:rsidRDefault="009F63A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6E5FA75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2CC5B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AA2A9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2FC6C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E9B2C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7C917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E5C19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40E0F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039AD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589AB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33A86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CF8BE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36B74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228FB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EF2BE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73218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D9A99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4B90D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01896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074A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814C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9184D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A1D33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30DE2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C6D9E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A2500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F63A8" w14:paraId="6B2A8F0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3E6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145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0B5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FC7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2DF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0FF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398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245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38A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B5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E1C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C9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474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59D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A90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B6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7A0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1C5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0FD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733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EE5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F53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292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7FA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DB8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6318B8F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CAB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15B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E6A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27A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FD3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FE6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945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F9C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7DF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0B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C4B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17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B7C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5F5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F40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9A9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876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C61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53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BEB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34C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F9F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D3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E4A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C5E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9F63A8" w14:paraId="448AF75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9BF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860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D44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36F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3C8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EE7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7E7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3AE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69A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A6B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E1A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5A0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6A6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827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987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3471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A38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28A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EB8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92B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07B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C8EE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16F2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1C8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4B7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8ED826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B06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07F4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FFB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0F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C47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0AC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76A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5A0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C66B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CFF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91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A6D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5D20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8398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388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85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1EFF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ED1C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829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7055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32A3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52D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10A6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66DA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9C07" w14:textId="77777777" w:rsidR="001211D7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AB146D2" w14:textId="77777777" w:rsidR="009F63A8" w:rsidRDefault="009F63A8"/>
    <w:p w14:paraId="5DF6BB1B" w14:textId="77777777" w:rsidR="009F63A8" w:rsidRDefault="00000000">
      <w:r>
        <w:t>注：上行：工作日；下行：节假日</w:t>
      </w:r>
    </w:p>
    <w:p w14:paraId="5D74EC53" w14:textId="77777777" w:rsidR="009F63A8" w:rsidRDefault="009F63A8"/>
    <w:sectPr w:rsidR="009F63A8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A611" w14:textId="77777777" w:rsidR="00A63430" w:rsidRDefault="00A63430" w:rsidP="00203A7D">
      <w:r>
        <w:separator/>
      </w:r>
    </w:p>
  </w:endnote>
  <w:endnote w:type="continuationSeparator" w:id="0">
    <w:p w14:paraId="0D002E6D" w14:textId="77777777" w:rsidR="00A63430" w:rsidRDefault="00A63430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8F3CC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4DC1EF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32ECD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F6380">
      <w:rPr>
        <w:rStyle w:val="a9"/>
        <w:noProof/>
      </w:rPr>
      <w:t>4</w:t>
    </w:r>
    <w:r>
      <w:rPr>
        <w:rStyle w:val="a9"/>
      </w:rPr>
      <w:fldChar w:fldCharType="end"/>
    </w:r>
  </w:p>
  <w:p w14:paraId="55673AF9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C9874" w14:textId="77777777" w:rsidR="00A63430" w:rsidRDefault="00A63430" w:rsidP="00203A7D">
      <w:r>
        <w:separator/>
      </w:r>
    </w:p>
  </w:footnote>
  <w:footnote w:type="continuationSeparator" w:id="0">
    <w:p w14:paraId="0BB400FB" w14:textId="77777777" w:rsidR="00A63430" w:rsidRDefault="00A63430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6082" w14:textId="77777777"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 wp14:anchorId="48752217" wp14:editId="50A9A033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96486755">
    <w:abstractNumId w:val="0"/>
  </w:num>
  <w:num w:numId="2" w16cid:durableId="443306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55D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F2EAE"/>
    <w:rsid w:val="00203A7D"/>
    <w:rsid w:val="0021655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9F63A8"/>
    <w:rsid w:val="00A051FC"/>
    <w:rsid w:val="00A23AC4"/>
    <w:rsid w:val="00A32590"/>
    <w:rsid w:val="00A355BD"/>
    <w:rsid w:val="00A471F7"/>
    <w:rsid w:val="00A63430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673A82F"/>
  <w15:chartTrackingRefBased/>
  <w15:docId w15:val="{D3391F15-3FCD-4906-996B-9A3207A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8425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1</TotalTime>
  <Pages>13</Pages>
  <Words>1348</Words>
  <Characters>7686</Characters>
  <Application>Microsoft Office Word</Application>
  <DocSecurity>0</DocSecurity>
  <Lines>64</Lines>
  <Paragraphs>18</Paragraphs>
  <ScaleCrop>false</ScaleCrop>
  <Company>ths</Company>
  <LinksUpToDate>false</LinksUpToDate>
  <CharactersWithSpaces>9016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崔创国</dc:creator>
  <cp:keywords/>
  <cp:lastModifiedBy>崔 创国</cp:lastModifiedBy>
  <cp:revision>1</cp:revision>
  <cp:lastPrinted>1899-12-31T16:00:00Z</cp:lastPrinted>
  <dcterms:created xsi:type="dcterms:W3CDTF">2023-01-03T14:04:00Z</dcterms:created>
  <dcterms:modified xsi:type="dcterms:W3CDTF">2023-01-03T14:05:00Z</dcterms:modified>
</cp:coreProperties>
</file>