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DB345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26F36457" w14:textId="77777777"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625D2443" w14:textId="77777777" w:rsidR="00D40158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室内</w:t>
      </w:r>
      <w:r w:rsidR="00317DFA">
        <w:rPr>
          <w:rFonts w:ascii="黑体" w:eastAsia="黑体" w:hAnsi="宋体" w:hint="eastAsia"/>
          <w:b/>
          <w:bCs/>
          <w:sz w:val="72"/>
          <w:szCs w:val="72"/>
        </w:rPr>
        <w:t>舒适温度</w:t>
      </w:r>
      <w:r>
        <w:rPr>
          <w:rFonts w:ascii="黑体" w:eastAsia="黑体" w:hAnsi="宋体" w:hint="eastAsia"/>
          <w:b/>
          <w:bCs/>
          <w:sz w:val="72"/>
          <w:szCs w:val="72"/>
        </w:rPr>
        <w:t>达标比例</w:t>
      </w:r>
    </w:p>
    <w:p w14:paraId="2A450332" w14:textId="77777777" w:rsidR="00423970" w:rsidRPr="00423970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34985B5F" w14:textId="77777777" w:rsidR="00CE28AA" w:rsidRPr="007A20AF" w:rsidRDefault="00CE28AA" w:rsidP="00532D04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D99197F" w14:textId="77777777" w:rsidTr="00E660D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3F62CEB" w14:textId="77777777" w:rsidR="00D40158" w:rsidRPr="00D40158" w:rsidRDefault="00A41C1F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D40158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2626124F" w14:textId="77777777" w:rsidR="00D40158" w:rsidRPr="00D40158" w:rsidRDefault="00D40158" w:rsidP="00C97E25">
            <w:pPr>
              <w:pStyle w:val="a6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:rsidR="00D40158" w:rsidRPr="00D40158" w14:paraId="292F06E1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73EAD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B04FB7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新疆</w:t>
            </w:r>
            <w:r>
              <w:t>-</w:t>
            </w:r>
            <w:r>
              <w:t>石河子</w:t>
            </w:r>
            <w:bookmarkEnd w:id="2"/>
          </w:p>
        </w:tc>
      </w:tr>
      <w:tr w:rsidR="00D40158" w:rsidRPr="00D40158" w14:paraId="6A4CDB9B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C279DA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6D73D0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7C7C9C66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191ADA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CBF285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7509C7D8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388F7C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897725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6058152A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344A6A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4BBB026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615BC59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30CDBE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2151B19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8BA5E9B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AE796C6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18FE7B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E52B53" w:rsidRPr="00D40158" w14:paraId="3C910187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0CC4071" w14:textId="77777777" w:rsidR="00E52B53" w:rsidRDefault="00E52B5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6D10A9D" w14:textId="77777777" w:rsidR="00E52B53" w:rsidRPr="00D40158" w:rsidRDefault="00E52B53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283A653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1F45F6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6FBBCB8" w14:textId="77777777" w:rsidR="00D40158" w:rsidRPr="00D40158" w:rsidRDefault="00D40158" w:rsidP="00112118">
            <w:pPr>
              <w:rPr>
                <w:rFonts w:ascii="宋体" w:hAnsi="宋体"/>
                <w:szCs w:val="21"/>
              </w:rPr>
            </w:pPr>
            <w:bookmarkStart w:id="6" w:name="报告日期"/>
            <w:r w:rsidRPr="00D40158">
              <w:rPr>
                <w:rFonts w:ascii="宋体" w:hAnsi="宋体" w:hint="eastAsia"/>
                <w:szCs w:val="21"/>
              </w:rPr>
              <w:t>2023年01月03日</w:t>
            </w:r>
            <w:bookmarkEnd w:id="6"/>
          </w:p>
        </w:tc>
      </w:tr>
    </w:tbl>
    <w:p w14:paraId="3F90A2EE" w14:textId="77777777" w:rsidR="00D40158" w:rsidRDefault="00D40158" w:rsidP="00B41640">
      <w:pPr>
        <w:spacing w:line="240" w:lineRule="auto"/>
        <w:rPr>
          <w:rFonts w:ascii="宋体" w:hAnsi="宋体"/>
          <w:lang w:val="en-US"/>
        </w:rPr>
      </w:pPr>
    </w:p>
    <w:p w14:paraId="2AC76A24" w14:textId="77777777" w:rsidR="00D51770" w:rsidRDefault="00D51770" w:rsidP="00B41640">
      <w:pPr>
        <w:spacing w:line="240" w:lineRule="auto"/>
        <w:rPr>
          <w:rFonts w:ascii="宋体" w:hAnsi="宋体"/>
          <w:lang w:val="en-US"/>
        </w:rPr>
      </w:pPr>
    </w:p>
    <w:p w14:paraId="3F3FAD36" w14:textId="77777777" w:rsidR="00D40158" w:rsidRDefault="00D40158" w:rsidP="002A1AF2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EEE83BF" wp14:editId="1F412F66">
            <wp:extent cx="1628946" cy="1628946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4CB0F" w14:textId="77777777" w:rsidR="00AC0859" w:rsidRDefault="00AC0859" w:rsidP="008B588D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4139"/>
      </w:tblGrid>
      <w:tr w:rsidR="00AC0859" w:rsidRPr="003539C2" w14:paraId="35A21982" w14:textId="77777777" w:rsidTr="00075B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C4EBB24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36E32DE" w14:textId="77777777" w:rsidR="00AC0859" w:rsidRPr="00F7608E" w:rsidRDefault="00AC0859" w:rsidP="00D2171B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室内热舒适</w:t>
            </w:r>
            <w:r w:rsidR="00DA60B3">
              <w:rPr>
                <w:rFonts w:ascii="宋体" w:hAnsi="宋体" w:hint="eastAsia"/>
              </w:rPr>
              <w:t>评价</w:t>
            </w:r>
            <w:r w:rsidRPr="00F7608E">
              <w:rPr>
                <w:rFonts w:ascii="宋体" w:hAnsi="宋体" w:hint="eastAsia"/>
              </w:rPr>
              <w:t>ITES202</w:t>
            </w:r>
            <w:r w:rsidR="00D2171B">
              <w:rPr>
                <w:rFonts w:ascii="宋体" w:hAnsi="宋体"/>
              </w:rPr>
              <w:t>3</w:t>
            </w:r>
          </w:p>
        </w:tc>
      </w:tr>
      <w:tr w:rsidR="00AC0859" w:rsidRPr="003539C2" w14:paraId="3218DEE8" w14:textId="77777777" w:rsidTr="00075BC5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6B9662C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软件版本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14:paraId="31916693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 w:rsidRPr="00F7608E">
              <w:rPr>
                <w:rFonts w:ascii="宋体" w:hAnsi="宋体"/>
              </w:rPr>
              <w:t>20220401</w:t>
            </w:r>
            <w:bookmarkEnd w:id="8"/>
          </w:p>
        </w:tc>
      </w:tr>
      <w:tr w:rsidR="00AC0859" w:rsidRPr="003539C2" w14:paraId="14B00BB0" w14:textId="77777777" w:rsidTr="00075BC5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2C4B63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研发单位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4FE63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/>
              </w:rPr>
              <w:t>北京绿建软件</w:t>
            </w:r>
            <w:r w:rsidRPr="00F7608E">
              <w:rPr>
                <w:rFonts w:ascii="宋体" w:hAnsi="宋体" w:hint="eastAsia"/>
              </w:rPr>
              <w:t>股份</w:t>
            </w:r>
            <w:r w:rsidRPr="00F7608E">
              <w:rPr>
                <w:rFonts w:ascii="宋体" w:hAnsi="宋体"/>
              </w:rPr>
              <w:t>有限公司</w:t>
            </w:r>
          </w:p>
        </w:tc>
      </w:tr>
      <w:tr w:rsidR="00AC0859" w:rsidRPr="003539C2" w14:paraId="397B73D5" w14:textId="77777777" w:rsidTr="00075BC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BD0BBF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正版授权码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F7869B1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S01625BA0</w:t>
            </w:r>
            <w:bookmarkEnd w:id="9"/>
          </w:p>
        </w:tc>
      </w:tr>
    </w:tbl>
    <w:p w14:paraId="501785A0" w14:textId="77777777" w:rsidR="00D40158" w:rsidRDefault="00D40158" w:rsidP="00A273C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Pr="00F7520A">
        <w:rPr>
          <w:rFonts w:ascii="宋体" w:hAnsi="宋体" w:hint="eastAsia"/>
          <w:b/>
          <w:bCs/>
          <w:sz w:val="24"/>
          <w:szCs w:val="32"/>
        </w:rPr>
        <w:lastRenderedPageBreak/>
        <w:t>目  录</w:t>
      </w:r>
    </w:p>
    <w:bookmarkStart w:id="10" w:name="目录"/>
    <w:p w14:paraId="316E1D66" w14:textId="77777777" w:rsidR="00151D15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</w:instrText>
      </w:r>
      <w:r w:rsidR="00E263C0">
        <w:rPr>
          <w:rFonts w:ascii="宋体" w:hAnsi="宋体"/>
          <w:b w:val="0"/>
          <w:bCs w:val="0"/>
          <w:caps/>
        </w:rPr>
        <w:instrText>3</w:instrText>
      </w:r>
      <w:r>
        <w:rPr>
          <w:rFonts w:ascii="宋体" w:hAnsi="宋体"/>
          <w:b w:val="0"/>
          <w:bCs w:val="0"/>
          <w:caps/>
        </w:rPr>
        <w:instrText xml:space="preserve">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23674970" w:history="1">
        <w:r w:rsidR="00151D15" w:rsidRPr="00733F04">
          <w:rPr>
            <w:rStyle w:val="a8"/>
          </w:rPr>
          <w:t>1</w:t>
        </w:r>
        <w:r w:rsidR="00151D15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51D15" w:rsidRPr="00733F04">
          <w:rPr>
            <w:rStyle w:val="a8"/>
          </w:rPr>
          <w:t>项目概况</w:t>
        </w:r>
        <w:r w:rsidR="00151D15">
          <w:rPr>
            <w:webHidden/>
          </w:rPr>
          <w:tab/>
        </w:r>
        <w:r w:rsidR="00151D15">
          <w:rPr>
            <w:webHidden/>
          </w:rPr>
          <w:fldChar w:fldCharType="begin"/>
        </w:r>
        <w:r w:rsidR="00151D15">
          <w:rPr>
            <w:webHidden/>
          </w:rPr>
          <w:instrText xml:space="preserve"> PAGEREF _Toc123674970 \h </w:instrText>
        </w:r>
        <w:r w:rsidR="00151D15">
          <w:rPr>
            <w:webHidden/>
          </w:rPr>
        </w:r>
        <w:r w:rsidR="00151D15">
          <w:rPr>
            <w:webHidden/>
          </w:rPr>
          <w:fldChar w:fldCharType="separate"/>
        </w:r>
        <w:r w:rsidR="00151D15">
          <w:rPr>
            <w:webHidden/>
          </w:rPr>
          <w:t>3</w:t>
        </w:r>
        <w:r w:rsidR="00151D15">
          <w:rPr>
            <w:webHidden/>
          </w:rPr>
          <w:fldChar w:fldCharType="end"/>
        </w:r>
      </w:hyperlink>
    </w:p>
    <w:p w14:paraId="686A9676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71" w:history="1">
        <w:r w:rsidRPr="00733F04">
          <w:rPr>
            <w:rStyle w:val="a8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C1B26D9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72" w:history="1">
        <w:r w:rsidRPr="00733F04">
          <w:rPr>
            <w:rStyle w:val="a8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三维视图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8AE47F3" w14:textId="77777777" w:rsidR="00151D15" w:rsidRDefault="00151D1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4973" w:history="1">
        <w:r w:rsidRPr="00733F04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33F04">
          <w:rPr>
            <w:rStyle w:val="a8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10AE514" w14:textId="77777777" w:rsidR="00151D15" w:rsidRDefault="00151D1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4974" w:history="1">
        <w:r w:rsidRPr="00733F04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33F04">
          <w:rPr>
            <w:rStyle w:val="a8"/>
          </w:rPr>
          <w:t>参考标准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A032C1F" w14:textId="77777777" w:rsidR="00151D15" w:rsidRDefault="00151D1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4975" w:history="1">
        <w:r w:rsidRPr="00733F04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33F04">
          <w:rPr>
            <w:rStyle w:val="a8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C084D7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76" w:history="1">
        <w:r w:rsidRPr="00733F04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参数定义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2B5154E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77" w:history="1">
        <w:r w:rsidRPr="00733F04">
          <w:rPr>
            <w:rStyle w:val="a8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计算流程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7FF2C14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78" w:history="1">
        <w:r w:rsidRPr="00733F04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34AAD77" w14:textId="77777777" w:rsidR="00151D15" w:rsidRDefault="00151D1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4979" w:history="1">
        <w:r w:rsidRPr="00733F04">
          <w:rPr>
            <w:rStyle w:val="a8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室外月平均温度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2EDA2E5" w14:textId="77777777" w:rsidR="00151D15" w:rsidRDefault="00151D1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4980" w:history="1">
        <w:r w:rsidRPr="00733F04">
          <w:rPr>
            <w:rStyle w:val="a8"/>
            <w:lang w:val="en-GB"/>
          </w:rPr>
          <w:t>4.3.2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室内热舒适温度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18EFDEA" w14:textId="77777777" w:rsidR="00151D15" w:rsidRDefault="00151D1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4981" w:history="1">
        <w:r w:rsidRPr="00733F04">
          <w:rPr>
            <w:rStyle w:val="a8"/>
            <w:lang w:val="en-GB"/>
          </w:rPr>
          <w:t>4.3.3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参评时间段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5AFC1DD" w14:textId="77777777" w:rsidR="00151D15" w:rsidRDefault="00151D1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4982" w:history="1">
        <w:r w:rsidRPr="00733F04">
          <w:rPr>
            <w:rStyle w:val="a8"/>
            <w:lang w:val="en-GB"/>
          </w:rPr>
          <w:t>4.3.4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围护结构热工性能参数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2AD1C8B" w14:textId="77777777" w:rsidR="00151D15" w:rsidRDefault="00151D15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23674983" w:history="1">
        <w:r w:rsidRPr="00733F04">
          <w:rPr>
            <w:rStyle w:val="a8"/>
            <w:lang w:val="en-GB"/>
          </w:rPr>
          <w:t>4.3.5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房间类型参数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62CD17E" w14:textId="77777777" w:rsidR="00151D15" w:rsidRDefault="00151D1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4984" w:history="1">
        <w:r w:rsidRPr="00733F04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33F04">
          <w:rPr>
            <w:rStyle w:val="a8"/>
          </w:rPr>
          <w:t>结果分析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106DB62D" w14:textId="77777777" w:rsidR="00151D15" w:rsidRDefault="00151D15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23674985" w:history="1">
        <w:r w:rsidRPr="00733F04">
          <w:rPr>
            <w:rStyle w:val="a8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33F04">
          <w:rPr>
            <w:rStyle w:val="a8"/>
          </w:rPr>
          <w:t>室内适应性热舒适温度达标比例统计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BF2A94C" w14:textId="77777777" w:rsidR="00151D15" w:rsidRDefault="00151D15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23674986" w:history="1">
        <w:r w:rsidRPr="00733F04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33F04">
          <w:rPr>
            <w:rStyle w:val="a8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_Toc123674986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755B75B" w14:textId="77777777" w:rsidR="00FF547F" w:rsidRDefault="00D40158" w:rsidP="004C7D33">
      <w:pPr>
        <w:pStyle w:val="TOC1"/>
        <w:spacing w:line="240" w:lineRule="auto"/>
      </w:pPr>
      <w:r>
        <w:fldChar w:fldCharType="end"/>
      </w:r>
      <w:bookmarkEnd w:id="10"/>
    </w:p>
    <w:p w14:paraId="7E67E35D" w14:textId="77777777" w:rsidR="00FF547F" w:rsidRPr="00FF547F" w:rsidRDefault="00FF547F" w:rsidP="00FF547F">
      <w:pPr>
        <w:rPr>
          <w:lang w:val="en-US"/>
        </w:rPr>
      </w:pPr>
    </w:p>
    <w:p w14:paraId="728A67A9" w14:textId="77777777" w:rsidR="00FF547F" w:rsidRPr="00FF547F" w:rsidRDefault="00FF547F" w:rsidP="00FF547F">
      <w:pPr>
        <w:rPr>
          <w:lang w:val="en-US"/>
        </w:rPr>
      </w:pPr>
    </w:p>
    <w:p w14:paraId="42B7A86B" w14:textId="77777777" w:rsidR="00FF547F" w:rsidRPr="00FF547F" w:rsidRDefault="00FF547F" w:rsidP="00FF547F">
      <w:pPr>
        <w:rPr>
          <w:lang w:val="en-US"/>
        </w:rPr>
      </w:pPr>
    </w:p>
    <w:p w14:paraId="1AC4EB9D" w14:textId="77777777" w:rsidR="00FF547F" w:rsidRPr="00FF547F" w:rsidRDefault="00FF547F" w:rsidP="00FF547F">
      <w:pPr>
        <w:rPr>
          <w:lang w:val="en-US"/>
        </w:rPr>
      </w:pPr>
    </w:p>
    <w:p w14:paraId="0F8F983E" w14:textId="77777777" w:rsidR="00FF547F" w:rsidRPr="00FF547F" w:rsidRDefault="00FF547F" w:rsidP="00FF547F">
      <w:pPr>
        <w:rPr>
          <w:lang w:val="en-US"/>
        </w:rPr>
      </w:pPr>
    </w:p>
    <w:p w14:paraId="12D02A77" w14:textId="77777777" w:rsidR="00FF547F" w:rsidRPr="00FF547F" w:rsidRDefault="00FF547F" w:rsidP="00FF547F">
      <w:pPr>
        <w:rPr>
          <w:lang w:val="en-US"/>
        </w:rPr>
      </w:pPr>
    </w:p>
    <w:p w14:paraId="56F9C396" w14:textId="77777777" w:rsidR="00FF547F" w:rsidRPr="00FF547F" w:rsidRDefault="00FF547F" w:rsidP="00FF547F">
      <w:pPr>
        <w:rPr>
          <w:lang w:val="en-US"/>
        </w:rPr>
      </w:pPr>
    </w:p>
    <w:p w14:paraId="46D13FB6" w14:textId="77777777" w:rsidR="00FF547F" w:rsidRPr="00FF547F" w:rsidRDefault="00FF547F" w:rsidP="00FF547F">
      <w:pPr>
        <w:rPr>
          <w:lang w:val="en-US"/>
        </w:rPr>
      </w:pPr>
    </w:p>
    <w:p w14:paraId="64860A5F" w14:textId="77777777" w:rsidR="00FF547F" w:rsidRPr="00FF547F" w:rsidRDefault="00FF547F" w:rsidP="00FF547F">
      <w:pPr>
        <w:rPr>
          <w:lang w:val="en-US"/>
        </w:rPr>
      </w:pPr>
    </w:p>
    <w:p w14:paraId="0548D5E0" w14:textId="77777777" w:rsidR="00FF547F" w:rsidRPr="00FF547F" w:rsidRDefault="00FF547F" w:rsidP="00FF547F">
      <w:pPr>
        <w:rPr>
          <w:lang w:val="en-US"/>
        </w:rPr>
      </w:pPr>
    </w:p>
    <w:p w14:paraId="5641B369" w14:textId="77777777" w:rsidR="00FF547F" w:rsidRDefault="00FF547F" w:rsidP="00FF547F">
      <w:pPr>
        <w:rPr>
          <w:lang w:val="en-US"/>
        </w:rPr>
      </w:pPr>
    </w:p>
    <w:p w14:paraId="318CB676" w14:textId="77777777" w:rsidR="00FF547F" w:rsidRDefault="00FF547F" w:rsidP="00FF547F"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 w14:paraId="7E40953F" w14:textId="77777777" w:rsidR="00AA47FE" w:rsidRPr="00FF547F" w:rsidRDefault="00FF547F" w:rsidP="00FF547F">
      <w:pPr>
        <w:tabs>
          <w:tab w:val="left" w:pos="8137"/>
        </w:tabs>
        <w:rPr>
          <w:lang w:val="en-US"/>
        </w:rPr>
        <w:sectPr w:rsidR="00AA47FE" w:rsidRPr="00FF547F" w:rsidSect="00612E00">
          <w:headerReference w:type="default" r:id="rId9"/>
          <w:footerReference w:type="default" r:id="rId10"/>
          <w:footerReference w:type="first" r:id="rId11"/>
          <w:pgSz w:w="11906" w:h="16838"/>
          <w:pgMar w:top="1440" w:right="1558" w:bottom="1440" w:left="1418" w:header="850" w:footer="170" w:gutter="0"/>
          <w:cols w:space="425"/>
          <w:titlePg/>
          <w:docGrid w:type="lines" w:linePitch="312"/>
        </w:sectPr>
      </w:pPr>
      <w:r>
        <w:rPr>
          <w:lang w:val="en-US"/>
        </w:rPr>
        <w:tab/>
      </w:r>
    </w:p>
    <w:p w14:paraId="0EAA7D90" w14:textId="77777777" w:rsidR="0000578F" w:rsidRDefault="0000578F" w:rsidP="0000578F">
      <w:pPr>
        <w:pStyle w:val="1"/>
      </w:pPr>
      <w:bookmarkStart w:id="11" w:name="_Toc452108759"/>
      <w:bookmarkStart w:id="12" w:name="_Toc123674970"/>
      <w:r w:rsidRPr="0000578F">
        <w:rPr>
          <w:rFonts w:hint="eastAsia"/>
        </w:rPr>
        <w:lastRenderedPageBreak/>
        <w:t>项目概况</w:t>
      </w:r>
      <w:bookmarkEnd w:id="11"/>
      <w:bookmarkEnd w:id="12"/>
    </w:p>
    <w:p w14:paraId="3D9FB18A" w14:textId="77777777" w:rsidR="0000578F" w:rsidRDefault="0000578F" w:rsidP="0000578F">
      <w:pPr>
        <w:pStyle w:val="a0"/>
        <w:ind w:firstLine="420"/>
        <w:rPr>
          <w:lang w:val="en-US"/>
        </w:rPr>
      </w:pPr>
      <w:bookmarkStart w:id="13" w:name="项目概况"/>
      <w:bookmarkEnd w:id="13"/>
    </w:p>
    <w:p w14:paraId="326AC5C3" w14:textId="77777777" w:rsidR="007C15B9" w:rsidRDefault="007C15B9" w:rsidP="0000578F">
      <w:pPr>
        <w:pStyle w:val="a0"/>
        <w:ind w:firstLine="420"/>
        <w:rPr>
          <w:lang w:val="en-US"/>
        </w:rPr>
      </w:pPr>
    </w:p>
    <w:p w14:paraId="4531A062" w14:textId="77777777" w:rsidR="0000578F" w:rsidRDefault="0000578F" w:rsidP="0000578F">
      <w:pPr>
        <w:pStyle w:val="a0"/>
        <w:ind w:firstLine="420"/>
        <w:rPr>
          <w:lang w:val="en-US"/>
        </w:rPr>
      </w:pPr>
    </w:p>
    <w:p w14:paraId="1BE2A193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B67D57">
          <w:pgSz w:w="11906" w:h="16838"/>
          <w:pgMar w:top="822" w:right="1134" w:bottom="992" w:left="709" w:header="283" w:footer="170" w:gutter="0"/>
          <w:cols w:space="720"/>
          <w:docGrid w:type="linesAndChars" w:linePitch="312"/>
        </w:sectPr>
      </w:pPr>
    </w:p>
    <w:p w14:paraId="605D534D" w14:textId="77777777" w:rsidR="0000578F" w:rsidRDefault="0000578F" w:rsidP="00DC62E7">
      <w:pPr>
        <w:pStyle w:val="2"/>
      </w:pPr>
      <w:bookmarkStart w:id="14" w:name="_Toc452108760"/>
      <w:bookmarkStart w:id="15" w:name="_Toc123674971"/>
      <w:r>
        <w:lastRenderedPageBreak/>
        <w:t>平面图</w:t>
      </w:r>
      <w:bookmarkEnd w:id="14"/>
      <w:bookmarkEnd w:id="15"/>
    </w:p>
    <w:p w14:paraId="77519513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6" w:name="平面图"/>
      <w:bookmarkEnd w:id="16"/>
      <w:r>
        <w:rPr>
          <w:noProof/>
        </w:rPr>
        <w:drawing>
          <wp:inline distT="0" distB="0" distL="0" distR="0" wp14:anchorId="51B78966" wp14:editId="091EF53C">
            <wp:extent cx="5667375" cy="441007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0ED85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14:paraId="5D34C548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3B2B6D9" wp14:editId="7A1D5136">
            <wp:extent cx="5667375" cy="4467225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13D50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14:paraId="1519FDF5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1C16F2A" wp14:editId="04D2837D">
            <wp:extent cx="5667375" cy="450532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055F4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lastRenderedPageBreak/>
        <w:t>3</w:t>
      </w:r>
      <w:r>
        <w:rPr>
          <w:lang w:val="en-US"/>
        </w:rPr>
        <w:t>层平面</w:t>
      </w:r>
    </w:p>
    <w:p w14:paraId="565E4316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B0B1519" wp14:editId="13352CE3">
            <wp:extent cx="5667375" cy="450532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08DD6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4</w:t>
      </w:r>
      <w:r>
        <w:rPr>
          <w:lang w:val="en-US"/>
        </w:rPr>
        <w:t>层平面</w:t>
      </w:r>
    </w:p>
    <w:p w14:paraId="3C8E4BB2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A07BAE8" wp14:editId="159A4A33">
            <wp:extent cx="5667375" cy="448627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AB65E" w14:textId="77777777" w:rsidR="00BA663E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5</w:t>
      </w:r>
      <w:r>
        <w:rPr>
          <w:lang w:val="en-US"/>
        </w:rPr>
        <w:t>层平面</w:t>
      </w:r>
    </w:p>
    <w:p w14:paraId="623311A8" w14:textId="77777777" w:rsidR="00BA663E" w:rsidRDefault="00BA663E">
      <w:pPr>
        <w:pStyle w:val="a0"/>
        <w:ind w:firstLineChars="0" w:firstLine="0"/>
        <w:jc w:val="center"/>
        <w:rPr>
          <w:lang w:val="en-US"/>
        </w:rPr>
      </w:pPr>
    </w:p>
    <w:p w14:paraId="5C394E3E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1D7B962A" w14:textId="77777777" w:rsidR="0000578F" w:rsidRDefault="0000578F" w:rsidP="00DC62E7">
      <w:pPr>
        <w:pStyle w:val="2"/>
      </w:pPr>
      <w:bookmarkStart w:id="17" w:name="_Toc452108761"/>
      <w:bookmarkStart w:id="18" w:name="_Toc123674972"/>
      <w:r>
        <w:rPr>
          <w:rFonts w:hint="eastAsia"/>
        </w:rPr>
        <w:lastRenderedPageBreak/>
        <w:t>三</w:t>
      </w:r>
      <w:r>
        <w:t>维视图</w:t>
      </w:r>
      <w:bookmarkEnd w:id="17"/>
      <w:bookmarkEnd w:id="18"/>
    </w:p>
    <w:p w14:paraId="293C837B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9" w:name="模型观察"/>
      <w:r>
        <w:t>请先在【模型观察】命令中保存图片</w:t>
      </w:r>
      <w:bookmarkEnd w:id="19"/>
    </w:p>
    <w:p w14:paraId="118CBE55" w14:textId="77777777" w:rsidR="00E27B4C" w:rsidRPr="00180E79" w:rsidRDefault="00E27B4C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21"/>
        </w:rPr>
        <w:t>1.2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</w:t>
      </w:r>
      <w:r w:rsidR="00BF173E" w:rsidRPr="00180E79">
        <w:rPr>
          <w:rFonts w:ascii="微软雅黑" w:eastAsia="微软雅黑" w:hAnsi="微软雅黑" w:hint="eastAsia"/>
          <w:b/>
          <w:sz w:val="18"/>
          <w:szCs w:val="21"/>
        </w:rPr>
        <w:t>三</w:t>
      </w:r>
      <w:r w:rsidR="00BF173E" w:rsidRPr="00180E79">
        <w:rPr>
          <w:rFonts w:ascii="微软雅黑" w:eastAsia="微软雅黑" w:hAnsi="微软雅黑"/>
          <w:b/>
          <w:sz w:val="18"/>
          <w:szCs w:val="21"/>
        </w:rPr>
        <w:t>维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视图</w:t>
      </w:r>
    </w:p>
    <w:p w14:paraId="5F6E82A4" w14:textId="77777777" w:rsidR="00E27B4C" w:rsidRDefault="00E27B4C" w:rsidP="0034506B">
      <w:pPr>
        <w:pStyle w:val="a0"/>
        <w:ind w:firstLineChars="0" w:firstLine="0"/>
        <w:rPr>
          <w:lang w:val="en-US"/>
        </w:rPr>
        <w:sectPr w:rsidR="00E27B4C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2D96BD86" w14:textId="77777777" w:rsidR="0069542D" w:rsidRDefault="0069542D" w:rsidP="00D40158">
      <w:pPr>
        <w:pStyle w:val="1"/>
      </w:pPr>
      <w:bookmarkStart w:id="20" w:name="TitleFormat"/>
      <w:bookmarkStart w:id="21" w:name="_Toc452108762"/>
      <w:bookmarkStart w:id="22" w:name="_Toc123674973"/>
      <w:r>
        <w:rPr>
          <w:rFonts w:hint="eastAsia"/>
        </w:rPr>
        <w:lastRenderedPageBreak/>
        <w:t>计算</w:t>
      </w:r>
      <w:r>
        <w:t>依据</w:t>
      </w:r>
      <w:bookmarkEnd w:id="20"/>
      <w:bookmarkEnd w:id="21"/>
      <w:bookmarkEnd w:id="22"/>
    </w:p>
    <w:p w14:paraId="0AF17F65" w14:textId="77777777" w:rsidR="00DF67BB" w:rsidRDefault="00DF67BB" w:rsidP="00DF67BB">
      <w:pPr>
        <w:pStyle w:val="a0"/>
        <w:ind w:firstLineChars="95" w:firstLine="199"/>
        <w:rPr>
          <w:lang w:val="en-US"/>
        </w:rPr>
      </w:pPr>
      <w:bookmarkStart w:id="23" w:name="_Toc452108763"/>
      <w:r>
        <w:rPr>
          <w:rFonts w:hint="eastAsia"/>
          <w:lang w:val="en-US"/>
        </w:rPr>
        <w:t>本项目主要参照资料为：</w:t>
      </w:r>
    </w:p>
    <w:p w14:paraId="6DB104A1" w14:textId="77777777" w:rsidR="00DF67BB" w:rsidRDefault="00DF67BB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4" w:name="参考标准名称1"/>
      <w:r>
        <w:rPr>
          <w:rFonts w:hint="eastAsia"/>
          <w:lang w:val="en-US"/>
        </w:rPr>
        <w:t>《绿色建筑评价标准》</w:t>
      </w:r>
      <w:r>
        <w:rPr>
          <w:rFonts w:hint="eastAsia"/>
          <w:lang w:val="en-US"/>
        </w:rPr>
        <w:t>GB/T50378-2019</w:t>
      </w:r>
      <w:bookmarkEnd w:id="24"/>
    </w:p>
    <w:p w14:paraId="3B0B8482" w14:textId="77777777" w:rsidR="006F0AC9" w:rsidRDefault="006F0AC9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43E737FB" w14:textId="77777777" w:rsidR="00DF67BB" w:rsidRPr="004C2BE1" w:rsidRDefault="00DF67BB" w:rsidP="004C2BE1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5" w:name="_Hlk13496340"/>
      <w:r>
        <w:rPr>
          <w:rFonts w:hint="eastAsia"/>
          <w:lang w:val="en-US"/>
        </w:rPr>
        <w:t>《</w:t>
      </w:r>
      <w:r w:rsidRPr="003651CC">
        <w:rPr>
          <w:rFonts w:hint="eastAsia"/>
          <w:lang w:val="en-US"/>
        </w:rPr>
        <w:t>民用建筑室内热湿环境评价标准</w:t>
      </w:r>
      <w:r>
        <w:rPr>
          <w:rFonts w:hint="eastAsia"/>
          <w:lang w:val="en-US"/>
        </w:rPr>
        <w:t>》</w:t>
      </w:r>
      <w:r w:rsidRPr="003651CC">
        <w:rPr>
          <w:lang w:val="en-US"/>
        </w:rPr>
        <w:t>GB/T 50785-2012</w:t>
      </w:r>
      <w:bookmarkEnd w:id="25"/>
    </w:p>
    <w:p w14:paraId="185B8056" w14:textId="77777777" w:rsidR="00276796" w:rsidRDefault="00DF67BB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471B6D">
        <w:rPr>
          <w:rFonts w:hint="eastAsia"/>
          <w:lang w:val="en-US"/>
        </w:rPr>
        <w:t>《民用建筑热工设计规范》</w:t>
      </w:r>
      <w:r w:rsidRPr="00F9349E">
        <w:rPr>
          <w:lang w:val="en-US"/>
        </w:rPr>
        <w:t>GB 50176-2016</w:t>
      </w:r>
      <w:bookmarkStart w:id="26" w:name="_Hlk13516321"/>
    </w:p>
    <w:bookmarkEnd w:id="26"/>
    <w:p w14:paraId="09572927" w14:textId="77777777" w:rsidR="004C2BE1" w:rsidRPr="004C2BE1" w:rsidRDefault="004C2BE1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</w:t>
      </w:r>
      <w:r w:rsidRPr="003F76E8">
        <w:rPr>
          <w:rFonts w:hint="eastAsia"/>
          <w:lang w:val="en-US"/>
        </w:rPr>
        <w:t>中国建筑热环境分析专用气象数据集</w:t>
      </w:r>
      <w:r>
        <w:rPr>
          <w:rFonts w:hint="eastAsia"/>
        </w:rPr>
        <w:t>》</w:t>
      </w:r>
    </w:p>
    <w:p w14:paraId="6FD282B3" w14:textId="77777777" w:rsidR="00276796" w:rsidRPr="00276796" w:rsidRDefault="00276796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276796">
        <w:rPr>
          <w:rFonts w:hint="eastAsia"/>
          <w:lang w:val="en-US"/>
        </w:rPr>
        <w:t>委托方提供的总平面图、建筑专业设计图纸、设计效果图等图纸资料</w:t>
      </w:r>
    </w:p>
    <w:p w14:paraId="79ECFC71" w14:textId="77777777" w:rsidR="0000578F" w:rsidRDefault="0000578F" w:rsidP="0000578F">
      <w:pPr>
        <w:pStyle w:val="1"/>
      </w:pPr>
      <w:bookmarkStart w:id="27" w:name="_Toc123674974"/>
      <w:r>
        <w:rPr>
          <w:rFonts w:hint="eastAsia"/>
        </w:rPr>
        <w:t>参考</w:t>
      </w:r>
      <w:r>
        <w:t>标准</w:t>
      </w:r>
      <w:bookmarkEnd w:id="23"/>
      <w:bookmarkEnd w:id="27"/>
    </w:p>
    <w:p w14:paraId="139D7F27" w14:textId="77777777" w:rsidR="008E2A42" w:rsidRPr="008E2A42" w:rsidRDefault="008E2A42" w:rsidP="00E2221D">
      <w:pPr>
        <w:pStyle w:val="a0"/>
        <w:ind w:firstLine="420"/>
        <w:rPr>
          <w:lang w:val="en-US"/>
        </w:rPr>
      </w:pPr>
      <w:bookmarkStart w:id="28" w:name="_Toc451698935"/>
      <w:bookmarkStart w:id="29" w:name="_Toc452108764"/>
      <w:r w:rsidRPr="008E2A42">
        <w:rPr>
          <w:rFonts w:hint="eastAsia"/>
          <w:lang w:val="en-US"/>
        </w:rPr>
        <w:t>室内热</w:t>
      </w:r>
      <w:r w:rsidR="00E4790A">
        <w:rPr>
          <w:rFonts w:hint="eastAsia"/>
          <w:lang w:val="en-US"/>
        </w:rPr>
        <w:t>舒适</w:t>
      </w:r>
      <w:r w:rsidRPr="008E2A42">
        <w:rPr>
          <w:rFonts w:hint="eastAsia"/>
          <w:lang w:val="en-US"/>
        </w:rPr>
        <w:t>评价的主要依据为</w:t>
      </w:r>
      <w:bookmarkStart w:id="30" w:name="参考标准名称2"/>
      <w:r w:rsidRPr="008E2A42">
        <w:rPr>
          <w:rFonts w:hint="eastAsia"/>
          <w:lang w:val="en-US"/>
        </w:rPr>
        <w:t>《绿色建筑评价标准》</w:t>
      </w:r>
      <w:r w:rsidRPr="008E2A42">
        <w:rPr>
          <w:rFonts w:hint="eastAsia"/>
          <w:lang w:val="en-US"/>
        </w:rPr>
        <w:t>GB/T50378-2019</w:t>
      </w:r>
      <w:bookmarkEnd w:id="30"/>
      <w:r w:rsidRPr="008E2A42">
        <w:rPr>
          <w:rFonts w:hint="eastAsia"/>
          <w:lang w:val="en-US"/>
        </w:rPr>
        <w:t>中有关室内热湿环境</w:t>
      </w:r>
      <w:r w:rsidRPr="008E2A42">
        <w:rPr>
          <w:rFonts w:hint="eastAsia"/>
          <w:lang w:val="en-US"/>
        </w:rPr>
        <w:t>5.2.9</w:t>
      </w:r>
      <w:r w:rsidRPr="008E2A42">
        <w:rPr>
          <w:rFonts w:hint="eastAsia"/>
          <w:lang w:val="en-US"/>
        </w:rPr>
        <w:t>条</w:t>
      </w:r>
      <w:r w:rsidR="00E4790A">
        <w:rPr>
          <w:rFonts w:hint="eastAsia"/>
          <w:lang w:val="en-US"/>
        </w:rPr>
        <w:t>第</w:t>
      </w:r>
      <w:r w:rsidR="00767E71" w:rsidRPr="00767E71">
        <w:rPr>
          <w:rFonts w:hint="eastAsia"/>
          <w:b/>
          <w:bCs/>
          <w:lang w:val="en-US"/>
        </w:rPr>
        <w:t>1</w:t>
      </w:r>
      <w:r w:rsidR="00E4790A">
        <w:rPr>
          <w:rFonts w:hint="eastAsia"/>
          <w:lang w:val="en-US"/>
        </w:rPr>
        <w:t>款</w:t>
      </w:r>
      <w:r w:rsidRPr="008E2A42">
        <w:rPr>
          <w:rFonts w:hint="eastAsia"/>
          <w:lang w:val="en-US"/>
        </w:rPr>
        <w:t>的要求，具体评分规则如下：</w:t>
      </w:r>
    </w:p>
    <w:p w14:paraId="1C23B7A3" w14:textId="77777777" w:rsidR="008E2A42" w:rsidRPr="008E2A42" w:rsidRDefault="008E2A42" w:rsidP="008E2A42">
      <w:pPr>
        <w:pStyle w:val="a0"/>
        <w:ind w:firstLine="422"/>
        <w:rPr>
          <w:lang w:val="en-US"/>
        </w:rPr>
      </w:pPr>
      <w:r w:rsidRPr="00E4790A">
        <w:rPr>
          <w:rFonts w:hint="eastAsia"/>
          <w:b/>
          <w:bCs/>
          <w:lang w:val="en-US"/>
        </w:rPr>
        <w:t>1.</w:t>
      </w:r>
      <w:r w:rsidRPr="00E4790A">
        <w:rPr>
          <w:rFonts w:hint="eastAsia"/>
          <w:b/>
          <w:bCs/>
          <w:lang w:val="en-US"/>
        </w:rPr>
        <w:t>采用自然通风或复合通风的建筑，建筑主要功能房间室内热环境参数在适应性热舒适区域的时间比例，达到</w:t>
      </w:r>
      <w:r w:rsidRPr="00E4790A">
        <w:rPr>
          <w:rFonts w:hint="eastAsia"/>
          <w:b/>
          <w:bCs/>
          <w:lang w:val="en-US"/>
        </w:rPr>
        <w:t xml:space="preserve">30%, </w:t>
      </w:r>
      <w:r w:rsidRPr="00E4790A">
        <w:rPr>
          <w:rFonts w:hint="eastAsia"/>
          <w:b/>
          <w:bCs/>
          <w:lang w:val="en-US"/>
        </w:rPr>
        <w:t>得</w:t>
      </w:r>
      <w:r w:rsidRPr="00E4790A">
        <w:rPr>
          <w:rFonts w:hint="eastAsia"/>
          <w:b/>
          <w:bCs/>
          <w:lang w:val="en-US"/>
        </w:rPr>
        <w:t>2</w:t>
      </w:r>
      <w:r w:rsidRPr="00E4790A">
        <w:rPr>
          <w:rFonts w:hint="eastAsia"/>
          <w:b/>
          <w:bCs/>
          <w:lang w:val="en-US"/>
        </w:rPr>
        <w:t>分；</w:t>
      </w:r>
      <w:proofErr w:type="gramStart"/>
      <w:r w:rsidRPr="00E4790A">
        <w:rPr>
          <w:rFonts w:hint="eastAsia"/>
          <w:b/>
          <w:bCs/>
          <w:lang w:val="en-US"/>
        </w:rPr>
        <w:t>每再增加</w:t>
      </w:r>
      <w:proofErr w:type="gramEnd"/>
      <w:r w:rsidRPr="00E4790A">
        <w:rPr>
          <w:rFonts w:hint="eastAsia"/>
          <w:b/>
          <w:bCs/>
          <w:lang w:val="en-US"/>
        </w:rPr>
        <w:t xml:space="preserve">10%, </w:t>
      </w:r>
      <w:r w:rsidRPr="00E4790A">
        <w:rPr>
          <w:rFonts w:hint="eastAsia"/>
          <w:b/>
          <w:bCs/>
          <w:lang w:val="en-US"/>
        </w:rPr>
        <w:t>再得</w:t>
      </w:r>
      <w:r w:rsidRPr="00E4790A">
        <w:rPr>
          <w:rFonts w:hint="eastAsia"/>
          <w:b/>
          <w:bCs/>
          <w:lang w:val="en-US"/>
        </w:rPr>
        <w:t xml:space="preserve">1 </w:t>
      </w:r>
      <w:r w:rsidRPr="00E4790A">
        <w:rPr>
          <w:rFonts w:hint="eastAsia"/>
          <w:b/>
          <w:bCs/>
          <w:lang w:val="en-US"/>
        </w:rPr>
        <w:t>分，最高得</w:t>
      </w:r>
      <w:r w:rsidRPr="00E4790A">
        <w:rPr>
          <w:rFonts w:hint="eastAsia"/>
          <w:b/>
          <w:bCs/>
          <w:lang w:val="en-US"/>
        </w:rPr>
        <w:t>8</w:t>
      </w:r>
      <w:r w:rsidRPr="00E4790A">
        <w:rPr>
          <w:rFonts w:hint="eastAsia"/>
          <w:b/>
          <w:bCs/>
          <w:lang w:val="en-US"/>
        </w:rPr>
        <w:t>分</w:t>
      </w:r>
      <w:r w:rsidRPr="008E2A42">
        <w:rPr>
          <w:rFonts w:hint="eastAsia"/>
          <w:lang w:val="en-US"/>
        </w:rPr>
        <w:t>；</w:t>
      </w:r>
    </w:p>
    <w:p w14:paraId="2148B219" w14:textId="77777777" w:rsidR="005A1031" w:rsidRPr="00931B71" w:rsidRDefault="008E2A42" w:rsidP="008E2A42">
      <w:pPr>
        <w:pStyle w:val="a0"/>
        <w:ind w:firstLine="420"/>
        <w:rPr>
          <w:lang w:val="en-US"/>
        </w:rPr>
      </w:pPr>
      <w:r w:rsidRPr="008E2A42">
        <w:rPr>
          <w:rFonts w:hint="eastAsia"/>
          <w:lang w:val="en-US"/>
        </w:rPr>
        <w:t>2.</w:t>
      </w:r>
      <w:r w:rsidRPr="008E2A42">
        <w:rPr>
          <w:rFonts w:hint="eastAsia"/>
          <w:lang w:val="en-US"/>
        </w:rPr>
        <w:t>采用人工冷热源的建筑，主要功能房间达到现行国家标准《民用建筑室内热湿环境评价标准》</w:t>
      </w:r>
      <w:r w:rsidRPr="008E2A42">
        <w:rPr>
          <w:rFonts w:hint="eastAsia"/>
          <w:lang w:val="en-US"/>
        </w:rPr>
        <w:t>GB/T50785</w:t>
      </w:r>
      <w:r w:rsidRPr="008E2A42">
        <w:rPr>
          <w:rFonts w:hint="eastAsia"/>
          <w:lang w:val="en-US"/>
        </w:rPr>
        <w:t>规定的室内人工冷热源热湿环境整体评价</w:t>
      </w:r>
      <w:r w:rsidR="00266FC5">
        <w:rPr>
          <w:lang w:val="en-US"/>
        </w:rPr>
        <w:fldChar w:fldCharType="begin"/>
      </w:r>
      <w:r w:rsidR="00266FC5">
        <w:rPr>
          <w:lang w:val="en-US"/>
        </w:rPr>
        <w:instrText xml:space="preserve"> </w:instrText>
      </w:r>
      <w:r w:rsidR="00266FC5">
        <w:rPr>
          <w:rFonts w:hint="eastAsia"/>
          <w:lang w:val="en-US"/>
        </w:rPr>
        <w:instrText>= 2 \* ROMAN</w:instrText>
      </w:r>
      <w:r w:rsidR="00266FC5">
        <w:rPr>
          <w:lang w:val="en-US"/>
        </w:rPr>
        <w:instrText xml:space="preserve"> </w:instrText>
      </w:r>
      <w:r w:rsidR="00266FC5">
        <w:rPr>
          <w:lang w:val="en-US"/>
        </w:rPr>
        <w:fldChar w:fldCharType="separate"/>
      </w:r>
      <w:r w:rsidR="00266FC5">
        <w:rPr>
          <w:noProof/>
          <w:lang w:val="en-US"/>
        </w:rPr>
        <w:t>II</w:t>
      </w:r>
      <w:r w:rsidR="00266FC5">
        <w:rPr>
          <w:lang w:val="en-US"/>
        </w:rPr>
        <w:fldChar w:fldCharType="end"/>
      </w:r>
      <w:r w:rsidRPr="008E2A42">
        <w:rPr>
          <w:rFonts w:hint="eastAsia"/>
          <w:lang w:val="en-US"/>
        </w:rPr>
        <w:t>级的面积比例，达到</w:t>
      </w:r>
      <w:r w:rsidRPr="008E2A42">
        <w:rPr>
          <w:rFonts w:hint="eastAsia"/>
          <w:lang w:val="en-US"/>
        </w:rPr>
        <w:t xml:space="preserve">60%, </w:t>
      </w:r>
      <w:r w:rsidRPr="008E2A42">
        <w:rPr>
          <w:rFonts w:hint="eastAsia"/>
          <w:lang w:val="en-US"/>
        </w:rPr>
        <w:t>得</w:t>
      </w:r>
      <w:r w:rsidRPr="008E2A42">
        <w:rPr>
          <w:rFonts w:hint="eastAsia"/>
          <w:lang w:val="en-US"/>
        </w:rPr>
        <w:t>5</w:t>
      </w:r>
      <w:r w:rsidRPr="008E2A42">
        <w:rPr>
          <w:rFonts w:hint="eastAsia"/>
          <w:lang w:val="en-US"/>
        </w:rPr>
        <w:t>分；</w:t>
      </w:r>
      <w:proofErr w:type="gramStart"/>
      <w:r w:rsidRPr="008E2A42">
        <w:rPr>
          <w:rFonts w:hint="eastAsia"/>
          <w:lang w:val="en-US"/>
        </w:rPr>
        <w:t>每再增加</w:t>
      </w:r>
      <w:proofErr w:type="gramEnd"/>
      <w:r w:rsidRPr="008E2A42">
        <w:rPr>
          <w:rFonts w:hint="eastAsia"/>
          <w:lang w:val="en-US"/>
        </w:rPr>
        <w:t xml:space="preserve">10%, </w:t>
      </w:r>
      <w:r w:rsidRPr="008E2A42">
        <w:rPr>
          <w:rFonts w:hint="eastAsia"/>
          <w:lang w:val="en-US"/>
        </w:rPr>
        <w:t>再得</w:t>
      </w:r>
      <w:r w:rsidRPr="008E2A42">
        <w:rPr>
          <w:rFonts w:hint="eastAsia"/>
          <w:lang w:val="en-US"/>
        </w:rPr>
        <w:t xml:space="preserve">1 </w:t>
      </w:r>
      <w:r w:rsidRPr="008E2A42">
        <w:rPr>
          <w:rFonts w:hint="eastAsia"/>
          <w:lang w:val="en-US"/>
        </w:rPr>
        <w:t>分，最高得</w:t>
      </w:r>
      <w:r w:rsidRPr="008E2A42">
        <w:rPr>
          <w:rFonts w:hint="eastAsia"/>
          <w:lang w:val="en-US"/>
        </w:rPr>
        <w:t>8</w:t>
      </w:r>
      <w:r w:rsidRPr="008E2A42">
        <w:rPr>
          <w:rFonts w:hint="eastAsia"/>
          <w:lang w:val="en-US"/>
        </w:rPr>
        <w:t>分。</w:t>
      </w:r>
    </w:p>
    <w:p w14:paraId="7CE5204D" w14:textId="77777777" w:rsidR="0000578F" w:rsidRDefault="0000578F" w:rsidP="0000578F">
      <w:pPr>
        <w:pStyle w:val="1"/>
      </w:pPr>
      <w:bookmarkStart w:id="31" w:name="_Toc123674975"/>
      <w:r>
        <w:rPr>
          <w:rFonts w:hint="eastAsia"/>
        </w:rPr>
        <w:t>计算</w:t>
      </w:r>
      <w:bookmarkEnd w:id="28"/>
      <w:bookmarkEnd w:id="29"/>
      <w:r w:rsidR="008E2A42">
        <w:rPr>
          <w:rFonts w:hint="eastAsia"/>
        </w:rPr>
        <w:t>方法</w:t>
      </w:r>
      <w:bookmarkEnd w:id="31"/>
    </w:p>
    <w:p w14:paraId="7D152527" w14:textId="77777777" w:rsidR="00833AFE" w:rsidRDefault="002969CA" w:rsidP="00E2221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 w:rsidRPr="002969CA"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</w:t>
      </w:r>
      <w:r w:rsidR="00833AFE">
        <w:rPr>
          <w:rFonts w:hint="eastAsia"/>
          <w:lang w:val="en-US"/>
        </w:rPr>
        <w:t>热环境参数定义和计算方法均依据</w:t>
      </w:r>
      <w:r w:rsidR="00833AFE" w:rsidRPr="008E2A42">
        <w:rPr>
          <w:rFonts w:hint="eastAsia"/>
          <w:lang w:val="en-US"/>
        </w:rPr>
        <w:t>《绿色建筑评价标准》</w:t>
      </w:r>
      <w:r w:rsidR="00833AFE">
        <w:rPr>
          <w:rFonts w:hint="eastAsia"/>
          <w:lang w:val="en-US"/>
        </w:rPr>
        <w:t>及其对应的绿色建筑评价技术细则，详见下列小节：</w:t>
      </w:r>
    </w:p>
    <w:p w14:paraId="2F3F3AB0" w14:textId="77777777" w:rsidR="00833AFE" w:rsidRDefault="00833AFE" w:rsidP="00833AFE">
      <w:pPr>
        <w:pStyle w:val="2"/>
      </w:pPr>
      <w:bookmarkStart w:id="32" w:name="_Toc123674976"/>
      <w:r>
        <w:rPr>
          <w:rFonts w:hint="eastAsia"/>
        </w:rPr>
        <w:t>参数定义</w:t>
      </w:r>
      <w:bookmarkEnd w:id="32"/>
    </w:p>
    <w:p w14:paraId="27BB2C9C" w14:textId="77777777" w:rsidR="00376D98" w:rsidRDefault="00376D98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</w:t>
      </w:r>
      <w:r w:rsidR="007F2947">
        <w:rPr>
          <w:rFonts w:hint="eastAsia"/>
          <w:lang w:val="en-US"/>
        </w:rPr>
        <w:t>两种通风方式的</w:t>
      </w:r>
      <w:r w:rsidRPr="00DE03A7"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 w:rsidR="007F2947" w:rsidRPr="00DE03A7">
        <w:rPr>
          <w:rFonts w:hint="eastAsia"/>
          <w:b/>
          <w:bCs/>
          <w:lang w:val="en-US"/>
        </w:rPr>
        <w:t>切换</w:t>
      </w:r>
      <w:r w:rsidR="007F2947">
        <w:rPr>
          <w:rFonts w:hint="eastAsia"/>
          <w:lang w:val="en-US"/>
        </w:rPr>
        <w:t>；</w:t>
      </w:r>
    </w:p>
    <w:p w14:paraId="52AB18C3" w14:textId="77777777" w:rsidR="007F2947" w:rsidRDefault="007F2947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</w:t>
      </w:r>
      <w:r w:rsidR="00833AFE">
        <w:rPr>
          <w:rFonts w:hint="eastAsia"/>
          <w:lang w:val="en-US"/>
        </w:rPr>
        <w:t>自然通风或者复合通风时</w:t>
      </w:r>
      <w:r w:rsidR="00DE03A7" w:rsidRPr="00202864">
        <w:rPr>
          <w:rFonts w:hint="eastAsia"/>
          <w:lang w:val="en-US"/>
        </w:rPr>
        <w:t>对应的</w:t>
      </w:r>
      <w:r w:rsidRPr="00202864">
        <w:rPr>
          <w:rFonts w:hint="eastAsia"/>
          <w:lang w:val="en-US"/>
        </w:rPr>
        <w:t>室内热环境参数</w:t>
      </w:r>
      <w:r w:rsidR="00202864" w:rsidRPr="00202864">
        <w:rPr>
          <w:rFonts w:hint="eastAsia"/>
          <w:lang w:val="en-US"/>
        </w:rPr>
        <w:t>。</w:t>
      </w:r>
    </w:p>
    <w:p w14:paraId="08E1E49C" w14:textId="77777777" w:rsidR="002D33C1" w:rsidRDefault="002D33C1" w:rsidP="002D33C1">
      <w:pPr>
        <w:pStyle w:val="2"/>
      </w:pPr>
      <w:bookmarkStart w:id="33" w:name="_Toc123674977"/>
      <w:r>
        <w:rPr>
          <w:rFonts w:hint="eastAsia"/>
        </w:rPr>
        <w:t>计算流程</w:t>
      </w:r>
      <w:bookmarkEnd w:id="33"/>
    </w:p>
    <w:p w14:paraId="5D0BDA22" w14:textId="77777777" w:rsidR="00833AFE" w:rsidRPr="00B50E2E" w:rsidRDefault="003F4451" w:rsidP="00B50E2E">
      <w:pPr>
        <w:pStyle w:val="lj"/>
        <w:ind w:firstLine="420"/>
        <w:rPr>
          <w:rFonts w:ascii="Times New Roman" w:hAnsi="Times New Roman"/>
          <w:color w:val="auto"/>
          <w:sz w:val="21"/>
          <w:szCs w:val="21"/>
        </w:rPr>
      </w:pP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依据绿标细则</w:t>
      </w:r>
      <w:r w:rsidR="00FF3F07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所述</w:t>
      </w: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，</w:t>
      </w:r>
      <w:r w:rsidR="002969CA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对于自然通风和复合通风，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 w:rsidR="00FF3F07">
        <w:rPr>
          <w:rFonts w:ascii="Times New Roman" w:hAnsi="Times New Roman" w:hint="eastAsia"/>
          <w:color w:val="auto"/>
          <w:sz w:val="21"/>
          <w:szCs w:val="21"/>
        </w:rPr>
        <w:t>。</w:t>
      </w:r>
    </w:p>
    <w:p w14:paraId="2ABC43A9" w14:textId="77777777" w:rsidR="00035ECB" w:rsidRPr="00035ECB" w:rsidRDefault="00E2221D" w:rsidP="00446531">
      <w:pPr>
        <w:tabs>
          <w:tab w:val="left" w:pos="180"/>
        </w:tabs>
        <w:spacing w:line="400" w:lineRule="atLeast"/>
        <w:ind w:leftChars="-9" w:left="-1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</w:t>
      </w:r>
      <w:r w:rsidR="00035ECB" w:rsidRPr="00035ECB">
        <w:rPr>
          <w:rFonts w:hint="eastAsia"/>
          <w:szCs w:val="21"/>
          <w:lang w:val="en-US"/>
        </w:rPr>
        <w:t>根据上述计算方法，本项目采用一下计算步骤：</w:t>
      </w:r>
    </w:p>
    <w:p w14:paraId="137C8729" w14:textId="77777777" w:rsidR="00035ECB" w:rsidRDefault="00035ECB" w:rsidP="00035ECB">
      <w:pPr>
        <w:pStyle w:val="af"/>
        <w:numPr>
          <w:ilvl w:val="0"/>
          <w:numId w:val="23"/>
        </w:numPr>
        <w:tabs>
          <w:tab w:val="left" w:pos="180"/>
        </w:tabs>
        <w:spacing w:before="156" w:line="400" w:lineRule="atLeast"/>
        <w:ind w:left="567" w:firstLineChars="0" w:hanging="425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2B59DE6D" w14:textId="77777777" w:rsidR="00035ECB" w:rsidRPr="00E2221D" w:rsidRDefault="00035ECB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E2221D">
        <w:rPr>
          <w:rFonts w:hint="eastAsia"/>
          <w:szCs w:val="21"/>
        </w:rPr>
        <w:t>依据标准细则，按照下述规则确定室内舒适温度区间。</w:t>
      </w:r>
    </w:p>
    <w:p w14:paraId="31B6CDB8" w14:textId="77777777" w:rsidR="00035ECB" w:rsidRPr="00E2221D" w:rsidRDefault="00035ECB" w:rsidP="00E2221D">
      <w:pPr>
        <w:adjustRightInd w:val="0"/>
        <w:spacing w:line="360" w:lineRule="auto"/>
        <w:ind w:leftChars="61" w:left="128"/>
        <w:rPr>
          <w:rFonts w:eastAsia="楷体"/>
          <w:szCs w:val="21"/>
        </w:rPr>
      </w:pPr>
      <w:r w:rsidRPr="00E2221D">
        <w:rPr>
          <w:rFonts w:hint="eastAsia"/>
          <w:szCs w:val="21"/>
        </w:rPr>
        <w:t>1</w:t>
      </w:r>
      <w:r w:rsidRPr="00E2221D">
        <w:rPr>
          <w:rFonts w:hint="eastAsia"/>
          <w:szCs w:val="21"/>
        </w:rPr>
        <w:t>）</w:t>
      </w:r>
      <w:r w:rsidR="00BB72F1" w:rsidRPr="00E2221D">
        <w:rPr>
          <w:rFonts w:hint="eastAsia"/>
          <w:szCs w:val="21"/>
        </w:rPr>
        <w:t>当</w:t>
      </w:r>
      <w:r w:rsidRPr="00E2221D">
        <w:rPr>
          <w:szCs w:val="21"/>
        </w:rPr>
        <w:t>室内平均气流速度</w:t>
      </w:r>
      <w:r w:rsidRPr="00E2221D">
        <w:rPr>
          <w:szCs w:val="21"/>
        </w:rPr>
        <w:t>va≤0.3m/s</w:t>
      </w:r>
      <w:r w:rsidRPr="00E2221D">
        <w:rPr>
          <w:szCs w:val="21"/>
        </w:rPr>
        <w:t>时，</w:t>
      </w:r>
      <w:r w:rsidRPr="00E2221D">
        <w:rPr>
          <w:rFonts w:hint="eastAsia"/>
          <w:szCs w:val="21"/>
        </w:rPr>
        <w:t>室内没有个性化送风装置，</w:t>
      </w:r>
      <w:r w:rsidRPr="00E2221D">
        <w:rPr>
          <w:szCs w:val="21"/>
        </w:rPr>
        <w:t>舒适温度为</w:t>
      </w:r>
      <w:r w:rsidRPr="00E2221D">
        <w:rPr>
          <w:rFonts w:hint="eastAsia"/>
          <w:szCs w:val="21"/>
        </w:rPr>
        <w:t>下图</w:t>
      </w:r>
      <w:r w:rsidRPr="00E2221D">
        <w:rPr>
          <w:szCs w:val="21"/>
        </w:rPr>
        <w:t>中的阴影区间</w:t>
      </w:r>
      <w:r w:rsidRPr="00E2221D">
        <w:rPr>
          <w:rFonts w:hint="eastAsia"/>
          <w:szCs w:val="21"/>
        </w:rPr>
        <w:t>：</w:t>
      </w:r>
    </w:p>
    <w:p w14:paraId="4CFEE8AE" w14:textId="77777777" w:rsidR="00FC1BB9" w:rsidRDefault="00FC1BB9" w:rsidP="00304FC5">
      <w:pPr>
        <w:pStyle w:val="af3"/>
        <w:spacing w:line="360" w:lineRule="auto"/>
        <w:ind w:firstLineChars="1000" w:firstLine="2100"/>
        <w:rPr>
          <w:szCs w:val="21"/>
        </w:rPr>
      </w:pPr>
      <w:r w:rsidRPr="00BA2C60">
        <w:rPr>
          <w:rFonts w:eastAsia="楷体"/>
          <w:noProof/>
          <w:szCs w:val="21"/>
          <w:lang w:val="en-US"/>
        </w:rPr>
        <w:lastRenderedPageBreak/>
        <w:drawing>
          <wp:inline distT="0" distB="0" distL="0" distR="0" wp14:anchorId="5B1D3A00" wp14:editId="0B470A0A">
            <wp:extent cx="3866400" cy="23256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/>
                  </pic:blipFill>
                  <pic:spPr bwMode="auto"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313712" w14:textId="77777777" w:rsidR="00035ECB" w:rsidRPr="00180E79" w:rsidRDefault="00B13824" w:rsidP="00304FC5">
      <w:pPr>
        <w:pStyle w:val="af3"/>
        <w:spacing w:line="360" w:lineRule="auto"/>
        <w:ind w:firstLineChars="1800" w:firstLine="3240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18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18"/>
        </w:rPr>
        <w:t>4.2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18"/>
        </w:rPr>
        <w:noBreakHyphen/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18"/>
        </w:rPr>
        <w:t>1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 w:hint="eastAsia"/>
          <w:b/>
        </w:rPr>
        <w:t xml:space="preserve">  </w:t>
      </w:r>
      <w:r w:rsidR="00035ECB" w:rsidRPr="00180E79">
        <w:rPr>
          <w:rFonts w:ascii="微软雅黑" w:eastAsia="微软雅黑" w:hAnsi="微软雅黑"/>
          <w:b/>
          <w:sz w:val="18"/>
          <w:szCs w:val="21"/>
        </w:rPr>
        <w:t>自然通风或复合通风建筑室内舒适温度范围</w:t>
      </w:r>
    </w:p>
    <w:p w14:paraId="7D1AA1E6" w14:textId="77777777" w:rsidR="00D406D2" w:rsidRDefault="002C23B5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2C23B5">
        <w:rPr>
          <w:rFonts w:hint="eastAsia"/>
          <w:szCs w:val="21"/>
          <w:lang w:val="en-US"/>
        </w:rPr>
        <w:t>其中，室外月平均温度依据室外气象数据</w:t>
      </w:r>
      <w:r w:rsidR="003F76E8">
        <w:rPr>
          <w:rFonts w:hint="eastAsia"/>
          <w:szCs w:val="21"/>
          <w:lang w:val="en-US"/>
        </w:rPr>
        <w:t>，本项目采用《</w:t>
      </w:r>
      <w:r w:rsidR="003F76E8" w:rsidRPr="003F76E8">
        <w:rPr>
          <w:rFonts w:hint="eastAsia"/>
          <w:szCs w:val="21"/>
          <w:lang w:val="en-US"/>
        </w:rPr>
        <w:t>中国建筑热环境分析专用气象数据集</w:t>
      </w:r>
      <w:r w:rsidR="003F76E8">
        <w:rPr>
          <w:rFonts w:hint="eastAsia"/>
          <w:szCs w:val="21"/>
        </w:rPr>
        <w:t>》</w:t>
      </w:r>
      <w:r w:rsidR="0014310C">
        <w:rPr>
          <w:rFonts w:hint="eastAsia"/>
          <w:szCs w:val="21"/>
        </w:rPr>
        <w:t>。</w:t>
      </w:r>
      <w:r w:rsidR="00035ECB">
        <w:rPr>
          <w:rFonts w:hint="eastAsia"/>
          <w:szCs w:val="21"/>
        </w:rPr>
        <w:t xml:space="preserve">   </w:t>
      </w:r>
    </w:p>
    <w:p w14:paraId="01C1F822" w14:textId="77777777" w:rsidR="00035ECB" w:rsidRDefault="00035ECB" w:rsidP="00D406D2">
      <w:pPr>
        <w:pStyle w:val="af3"/>
        <w:tabs>
          <w:tab w:val="left" w:pos="426"/>
        </w:tabs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</w:rPr>
        <w:t>）</w:t>
      </w:r>
      <w:r w:rsidR="00BB72F1">
        <w:rPr>
          <w:rFonts w:hint="eastAsia"/>
          <w:szCs w:val="21"/>
        </w:rPr>
        <w:t>当</w:t>
      </w:r>
      <w:r w:rsidR="00BB72F1" w:rsidRPr="00035ECB">
        <w:rPr>
          <w:szCs w:val="21"/>
        </w:rPr>
        <w:t>室内气流平均速度</w:t>
      </w:r>
      <w:proofErr w:type="spellStart"/>
      <w:r w:rsidR="00BB72F1" w:rsidRPr="00035ECB">
        <w:rPr>
          <w:szCs w:val="21"/>
        </w:rPr>
        <w:t>va</w:t>
      </w:r>
      <w:proofErr w:type="spellEnd"/>
      <w:r w:rsidR="00BB72F1">
        <w:rPr>
          <w:rFonts w:hint="eastAsia"/>
          <w:szCs w:val="21"/>
        </w:rPr>
        <w:t>&gt;</w:t>
      </w:r>
      <w:r w:rsidR="00BB72F1" w:rsidRPr="00035ECB">
        <w:rPr>
          <w:szCs w:val="21"/>
        </w:rPr>
        <w:t>0.3m/s</w:t>
      </w:r>
      <w:r w:rsidR="00BB72F1">
        <w:rPr>
          <w:rFonts w:hint="eastAsia"/>
          <w:szCs w:val="21"/>
        </w:rPr>
        <w:t>时，室内有风扇等个性化送风装置，</w:t>
      </w:r>
      <w:r w:rsidR="00FC1BB9">
        <w:rPr>
          <w:rFonts w:hint="eastAsia"/>
          <w:szCs w:val="21"/>
        </w:rPr>
        <w:t>采用下</w:t>
      </w:r>
      <w:r w:rsidR="007C6B7C">
        <w:rPr>
          <w:rFonts w:hint="eastAsia"/>
          <w:szCs w:val="21"/>
        </w:rPr>
        <w:t>列方法</w:t>
      </w:r>
      <w:r w:rsidR="00314C40">
        <w:rPr>
          <w:rFonts w:hint="eastAsia"/>
          <w:szCs w:val="21"/>
        </w:rPr>
        <w:t>调整室内舒适温度区间：</w:t>
      </w:r>
    </w:p>
    <w:p w14:paraId="0958E255" w14:textId="77777777" w:rsidR="006B0CC7" w:rsidRPr="00180E79" w:rsidRDefault="006B0CC7" w:rsidP="006B0CC7">
      <w:pPr>
        <w:pStyle w:val="af3"/>
        <w:ind w:leftChars="171" w:left="359" w:firstLineChars="1392" w:firstLine="2506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/>
          <w:b/>
          <w:sz w:val="18"/>
          <w:szCs w:val="21"/>
        </w:rPr>
        <w:t>表</w:t>
      </w:r>
      <w:r w:rsidR="00180E79" w:rsidRPr="00180E79">
        <w:rPr>
          <w:rFonts w:ascii="微软雅黑" w:eastAsia="微软雅黑" w:hAnsi="微软雅黑"/>
          <w:b/>
          <w:sz w:val="18"/>
          <w:szCs w:val="21"/>
        </w:rPr>
        <w:t>4</w:t>
      </w:r>
      <w:r w:rsidRPr="00180E79">
        <w:rPr>
          <w:rFonts w:ascii="微软雅黑" w:eastAsia="微软雅黑" w:hAnsi="微软雅黑"/>
          <w:b/>
          <w:sz w:val="18"/>
          <w:szCs w:val="21"/>
        </w:rPr>
        <w:t>.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2</w:t>
      </w:r>
      <w:r w:rsidR="00180E79" w:rsidRPr="00180E79">
        <w:rPr>
          <w:rFonts w:ascii="微软雅黑" w:eastAsia="微软雅黑" w:hAnsi="微软雅黑" w:hint="eastAsia"/>
          <w:b/>
          <w:sz w:val="18"/>
          <w:szCs w:val="21"/>
        </w:rPr>
        <w:t>-1</w:t>
      </w:r>
      <w:r w:rsidRPr="00180E79">
        <w:rPr>
          <w:rFonts w:ascii="微软雅黑" w:eastAsia="微软雅黑" w:hAnsi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W w:w="45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7"/>
        <w:gridCol w:w="1843"/>
        <w:gridCol w:w="1985"/>
        <w:gridCol w:w="1881"/>
      </w:tblGrid>
      <w:tr w:rsidR="006B0CC7" w:rsidRPr="00BA2C60" w14:paraId="03F357AC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31EF9047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室内气流平均速度</w:t>
            </w:r>
            <w:proofErr w:type="spellStart"/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m/s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E7EC382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0.3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701F2701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0.6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6285289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0.9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≤1.2</w:t>
            </w:r>
          </w:p>
        </w:tc>
      </w:tr>
      <w:tr w:rsidR="006B0CC7" w:rsidRPr="00BA2C60" w14:paraId="2B0C68C9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29770560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舒适温度上限提高幅度</w:t>
            </w:r>
            <w:proofErr w:type="spellStart"/>
            <w:r w:rsidRPr="00BA2C60">
              <w:rPr>
                <w:szCs w:val="21"/>
              </w:rPr>
              <w:t>Δt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℃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6160DF0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272196C4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EA1AA3B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2.2</w:t>
            </w:r>
          </w:p>
        </w:tc>
      </w:tr>
    </w:tbl>
    <w:p w14:paraId="161CA836" w14:textId="77777777" w:rsidR="00035ECB" w:rsidRDefault="007C6B7C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7C6B7C">
        <w:rPr>
          <w:szCs w:val="21"/>
        </w:rPr>
        <w:t>当室内温度高于</w:t>
      </w:r>
      <w:r w:rsidRPr="007C6B7C">
        <w:rPr>
          <w:szCs w:val="21"/>
        </w:rPr>
        <w:t>25</w:t>
      </w:r>
      <w:r w:rsidRPr="007C6B7C">
        <w:rPr>
          <w:rFonts w:hint="eastAsia"/>
          <w:szCs w:val="21"/>
        </w:rPr>
        <w:t>℃</w:t>
      </w:r>
      <w:r w:rsidRPr="007C6B7C"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 w:rsidRPr="007C6B7C">
        <w:rPr>
          <w:szCs w:val="21"/>
        </w:rPr>
        <w:t>表所示。</w:t>
      </w:r>
    </w:p>
    <w:p w14:paraId="646DD424" w14:textId="77777777" w:rsidR="004B158B" w:rsidRPr="004B158B" w:rsidRDefault="00360EF7" w:rsidP="00E2221D">
      <w:pPr>
        <w:adjustRightInd w:val="0"/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在本项目中，</w:t>
      </w:r>
      <w:r w:rsidR="006F195A">
        <w:rPr>
          <w:rFonts w:hint="eastAsia"/>
          <w:b/>
          <w:szCs w:val="21"/>
        </w:rPr>
        <w:t>对于未使用个性化送风装置的房间采用方法</w:t>
      </w:r>
      <w:r w:rsidR="006F195A">
        <w:rPr>
          <w:b/>
          <w:szCs w:val="21"/>
        </w:rPr>
        <w:t>1</w:t>
      </w:r>
      <w:r w:rsidR="006F195A">
        <w:rPr>
          <w:rFonts w:hint="eastAsia"/>
          <w:b/>
          <w:szCs w:val="21"/>
        </w:rPr>
        <w:t>）确定室内舒适温度范围，使用该装置</w:t>
      </w:r>
      <w:r>
        <w:rPr>
          <w:rFonts w:hint="eastAsia"/>
          <w:b/>
          <w:szCs w:val="21"/>
        </w:rPr>
        <w:t>的房间采用方法</w:t>
      </w:r>
      <w:r>
        <w:rPr>
          <w:b/>
          <w:szCs w:val="21"/>
        </w:rPr>
        <w:t>2</w:t>
      </w:r>
      <w:r w:rsidR="006F195A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64704F94" w14:textId="77777777" w:rsidR="000F57D4" w:rsidRPr="006043F1" w:rsidRDefault="000F57D4" w:rsidP="000F57D4">
      <w:pPr>
        <w:pStyle w:val="af"/>
        <w:numPr>
          <w:ilvl w:val="0"/>
          <w:numId w:val="23"/>
        </w:numPr>
        <w:spacing w:before="156"/>
        <w:ind w:firstLineChars="0"/>
        <w:rPr>
          <w:b/>
        </w:rPr>
      </w:pPr>
      <w:r w:rsidRPr="006043F1">
        <w:rPr>
          <w:rFonts w:hint="eastAsia"/>
          <w:b/>
          <w:szCs w:val="21"/>
        </w:rPr>
        <w:t>计算室内温度</w:t>
      </w:r>
    </w:p>
    <w:p w14:paraId="43A9CD30" w14:textId="77777777" w:rsidR="00500A38" w:rsidRPr="00500A38" w:rsidRDefault="00500A38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500A38">
        <w:rPr>
          <w:rFonts w:hint="eastAsia"/>
          <w:szCs w:val="21"/>
        </w:rPr>
        <w:t>本项目通过</w:t>
      </w:r>
      <w:r w:rsidR="008B3F3D">
        <w:rPr>
          <w:rFonts w:hint="eastAsia"/>
          <w:szCs w:val="21"/>
        </w:rPr>
        <w:t>D</w:t>
      </w:r>
      <w:r w:rsidR="008B3F3D">
        <w:rPr>
          <w:szCs w:val="21"/>
        </w:rPr>
        <w:t>eST3.0</w:t>
      </w:r>
      <w:r w:rsidR="00E44945">
        <w:rPr>
          <w:rFonts w:hint="eastAsia"/>
          <w:szCs w:val="21"/>
        </w:rPr>
        <w:t>，</w:t>
      </w:r>
      <w:r>
        <w:rPr>
          <w:rFonts w:hint="eastAsia"/>
          <w:szCs w:val="21"/>
        </w:rPr>
        <w:t>求解自然通风复合通风工况下的室内温度。</w:t>
      </w:r>
    </w:p>
    <w:p w14:paraId="64317DE8" w14:textId="77777777" w:rsidR="00500A38" w:rsidRPr="00B50E2E" w:rsidRDefault="00500A38" w:rsidP="000F57D4">
      <w:pPr>
        <w:pStyle w:val="af"/>
        <w:numPr>
          <w:ilvl w:val="0"/>
          <w:numId w:val="23"/>
        </w:numPr>
        <w:spacing w:before="156"/>
        <w:ind w:firstLineChars="0"/>
      </w:pPr>
      <w:r>
        <w:rPr>
          <w:rFonts w:hint="eastAsia"/>
          <w:b/>
          <w:szCs w:val="21"/>
        </w:rPr>
        <w:t>计算</w:t>
      </w:r>
      <w:r w:rsidR="00B50E2E" w:rsidRPr="00B50E2E">
        <w:rPr>
          <w:rFonts w:hint="eastAsia"/>
          <w:b/>
          <w:szCs w:val="21"/>
        </w:rPr>
        <w:t>室内适应性舒适温度时间比例</w:t>
      </w:r>
    </w:p>
    <w:p w14:paraId="59B81475" w14:textId="77777777" w:rsidR="00B50E2E" w:rsidRDefault="00B50E2E" w:rsidP="00E2221D">
      <w:pPr>
        <w:adjustRightInd w:val="0"/>
        <w:spacing w:line="360" w:lineRule="auto"/>
        <w:ind w:firstLineChars="200" w:firstLine="420"/>
        <w:rPr>
          <w:sz w:val="28"/>
        </w:rPr>
      </w:pPr>
      <w:bookmarkStart w:id="34" w:name="_Hlk36153165"/>
      <w:r>
        <w:rPr>
          <w:rFonts w:hint="eastAsia"/>
          <w:szCs w:val="21"/>
        </w:rPr>
        <w:t>室内适应性舒适温度时间比例</w:t>
      </w:r>
      <w:bookmarkEnd w:id="34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室内温度</m:t>
            </m:r>
            <m:r>
              <m:rPr>
                <m:sty m:val="b"/>
              </m:rPr>
              <w:rPr>
                <w:rFonts w:ascii="Cambria Math" w:eastAsiaTheme="minorEastAsia" w:hAnsi="Cambria Math" w:hint="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的时间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建筑全年运行小时数</m:t>
            </m:r>
          </m:den>
        </m:f>
      </m:oMath>
    </w:p>
    <w:p w14:paraId="05F5AAEB" w14:textId="77777777" w:rsidR="00377068" w:rsidRPr="00377068" w:rsidRDefault="00377068" w:rsidP="00E2221D">
      <w:pPr>
        <w:adjustRightInd w:val="0"/>
        <w:spacing w:line="360" w:lineRule="auto"/>
        <w:ind w:firstLineChars="200" w:firstLine="420"/>
      </w:pPr>
      <w:r>
        <w:rPr>
          <w:rFonts w:hint="eastAsia"/>
        </w:rPr>
        <w:t>具体计算结果详见本报告书第</w:t>
      </w:r>
      <w:r>
        <w:rPr>
          <w:rFonts w:hint="eastAsia"/>
        </w:rPr>
        <w:t>5</w:t>
      </w:r>
      <w:r>
        <w:rPr>
          <w:rFonts w:hint="eastAsia"/>
        </w:rPr>
        <w:t>章。</w:t>
      </w:r>
    </w:p>
    <w:p w14:paraId="3CAAA7C1" w14:textId="77777777" w:rsidR="001B0BA1" w:rsidRDefault="006D296D" w:rsidP="00B50E2E">
      <w:pPr>
        <w:pStyle w:val="2"/>
      </w:pPr>
      <w:bookmarkStart w:id="35" w:name="_Toc123674978"/>
      <w:r>
        <w:rPr>
          <w:rFonts w:hint="eastAsia"/>
        </w:rPr>
        <w:t>计算参数</w:t>
      </w:r>
      <w:bookmarkEnd w:id="35"/>
    </w:p>
    <w:p w14:paraId="79F25B4B" w14:textId="77777777" w:rsidR="006D296D" w:rsidRDefault="006043F1" w:rsidP="00EA3BB3">
      <w:pPr>
        <w:pStyle w:val="3"/>
      </w:pPr>
      <w:bookmarkStart w:id="36" w:name="_Toc123674979"/>
      <w:r w:rsidRPr="006043F1">
        <w:rPr>
          <w:rFonts w:hint="eastAsia"/>
        </w:rPr>
        <w:t>室外</w:t>
      </w:r>
      <w:r w:rsidR="007928B6">
        <w:rPr>
          <w:rFonts w:hint="eastAsia"/>
        </w:rPr>
        <w:t>月平均温度</w:t>
      </w:r>
      <w:bookmarkEnd w:id="36"/>
    </w:p>
    <w:p w14:paraId="61A557B0" w14:textId="77777777" w:rsidR="000B1793" w:rsidRDefault="00EA3BB3" w:rsidP="00E2221D">
      <w:pPr>
        <w:adjustRightInd w:val="0"/>
        <w:spacing w:line="360" w:lineRule="auto"/>
        <w:ind w:firstLineChars="200" w:firstLine="420"/>
        <w:rPr>
          <w:rFonts w:ascii="Calibri" w:hAnsi="Calibri"/>
          <w:b/>
          <w:kern w:val="2"/>
          <w:lang w:val="en-US"/>
        </w:rPr>
      </w:pPr>
      <w:r w:rsidRPr="00D406D2">
        <w:rPr>
          <w:rFonts w:ascii="Calibri" w:hAnsi="Calibri" w:hint="eastAsia"/>
          <w:kern w:val="2"/>
          <w:lang w:val="en-US"/>
        </w:rPr>
        <w:t>本项目</w:t>
      </w:r>
      <w:r w:rsidR="006D3413">
        <w:rPr>
          <w:rFonts w:ascii="Calibri" w:hAnsi="Calibri" w:hint="eastAsia"/>
          <w:kern w:val="2"/>
          <w:lang w:val="en-US"/>
        </w:rPr>
        <w:t>取</w:t>
      </w:r>
      <w:r w:rsidR="00E450A4">
        <w:rPr>
          <w:rFonts w:ascii="Calibri" w:hAnsi="Calibri" w:hint="eastAsia"/>
          <w:b/>
          <w:kern w:val="2"/>
          <w:lang w:val="en-US"/>
        </w:rPr>
        <w:t>《</w:t>
      </w:r>
      <w:r w:rsidR="00544431" w:rsidRPr="00544431">
        <w:rPr>
          <w:rFonts w:ascii="Calibri" w:hAnsi="Calibri" w:hint="eastAsia"/>
          <w:b/>
          <w:kern w:val="2"/>
          <w:lang w:val="en-US"/>
        </w:rPr>
        <w:t>中国建筑热环境分析专用气象数据集</w:t>
      </w:r>
      <w:r w:rsidR="00E450A4">
        <w:rPr>
          <w:rFonts w:ascii="Calibri" w:hAnsi="Calibri" w:hint="eastAsia"/>
          <w:b/>
          <w:kern w:val="2"/>
          <w:lang w:val="en-US"/>
        </w:rPr>
        <w:t>》</w:t>
      </w:r>
      <w:r w:rsidR="006D3413" w:rsidRPr="00E87AC0">
        <w:rPr>
          <w:rFonts w:ascii="Calibri" w:hAnsi="Calibri" w:hint="eastAsia"/>
          <w:kern w:val="2"/>
          <w:lang w:val="en-US"/>
        </w:rPr>
        <w:t>中</w:t>
      </w:r>
      <w:bookmarkStart w:id="37" w:name="站台城市"/>
      <w:r w:rsidR="006D3413" w:rsidRPr="00E87AC0">
        <w:rPr>
          <w:rFonts w:ascii="Calibri" w:hAnsi="Calibri" w:hint="eastAsia"/>
          <w:kern w:val="2"/>
          <w:lang w:val="en-US"/>
        </w:rPr>
        <w:t>乌苏</w:t>
      </w:r>
      <w:bookmarkEnd w:id="37"/>
      <w:r w:rsidR="00BE5627">
        <w:rPr>
          <w:rFonts w:ascii="Calibri" w:hAnsi="Calibri" w:hint="eastAsia"/>
          <w:kern w:val="2"/>
          <w:lang w:val="en-US"/>
        </w:rPr>
        <w:t>的</w:t>
      </w:r>
      <w:r w:rsidR="00BE5627" w:rsidRPr="00D406D2">
        <w:rPr>
          <w:rFonts w:ascii="Calibri" w:hAnsi="Calibri" w:hint="eastAsia"/>
          <w:kern w:val="2"/>
          <w:lang w:val="en-US"/>
        </w:rPr>
        <w:t>气象数据</w:t>
      </w:r>
      <w:r w:rsidR="00D406D2">
        <w:rPr>
          <w:rFonts w:ascii="Calibri" w:hAnsi="Calibri" w:hint="eastAsia"/>
          <w:b/>
          <w:kern w:val="2"/>
          <w:lang w:val="en-US"/>
        </w:rPr>
        <w:t>。</w:t>
      </w:r>
    </w:p>
    <w:p w14:paraId="1F21D621" w14:textId="77777777" w:rsidR="00B94023" w:rsidRDefault="00056D42" w:rsidP="00056D42">
      <w:pPr>
        <w:pStyle w:val="a0"/>
        <w:ind w:leftChars="371" w:left="779" w:firstLineChars="50" w:firstLine="105"/>
        <w:jc w:val="center"/>
        <w:rPr>
          <w:rFonts w:ascii="Calibri" w:hAnsi="Calibri"/>
          <w:b/>
          <w:kern w:val="2"/>
          <w:lang w:val="en-US"/>
        </w:rPr>
      </w:pPr>
      <w:bookmarkStart w:id="38" w:name="月平均温度图"/>
      <w:r>
        <w:rPr>
          <w:rFonts w:ascii="Calibri" w:hAnsi="Calibri" w:hint="eastAsia"/>
          <w:b/>
          <w:kern w:val="2"/>
          <w:lang w:val="en-US"/>
        </w:rPr>
        <w:lastRenderedPageBreak/>
        <w:t xml:space="preserve"> </w:t>
      </w:r>
      <w:bookmarkEnd w:id="38"/>
      <w:r>
        <w:rPr>
          <w:noProof/>
        </w:rPr>
        <w:drawing>
          <wp:inline distT="0" distB="0" distL="0" distR="0" wp14:anchorId="3F58D4A9" wp14:editId="4DE3259F">
            <wp:extent cx="5667375" cy="28384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065A2" w14:textId="77777777" w:rsidR="005D0A02" w:rsidRPr="00180E79" w:rsidRDefault="00B13824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21"/>
        </w:rPr>
        <w:t>4.3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151D15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  </w:t>
      </w:r>
      <w:r w:rsidR="00056D42" w:rsidRPr="00180E79">
        <w:rPr>
          <w:rFonts w:ascii="微软雅黑" w:eastAsia="微软雅黑" w:hAnsi="微软雅黑" w:hint="eastAsia"/>
          <w:b/>
          <w:sz w:val="18"/>
          <w:szCs w:val="21"/>
        </w:rPr>
        <w:t>室外</w:t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>月平均温度</w:t>
      </w:r>
    </w:p>
    <w:p w14:paraId="25E7FA27" w14:textId="77777777" w:rsidR="00B665C1" w:rsidRDefault="00B665C1" w:rsidP="00EA3BB3">
      <w:pPr>
        <w:pStyle w:val="3"/>
      </w:pPr>
      <w:bookmarkStart w:id="39" w:name="_Toc123674980"/>
      <w:r w:rsidRPr="00B665C1">
        <w:rPr>
          <w:rFonts w:hint="eastAsia"/>
        </w:rPr>
        <w:t>室内</w:t>
      </w:r>
      <w:r w:rsidR="00E44945">
        <w:rPr>
          <w:rFonts w:hint="eastAsia"/>
        </w:rPr>
        <w:t>热</w:t>
      </w:r>
      <w:r w:rsidRPr="00B665C1">
        <w:rPr>
          <w:rFonts w:hint="eastAsia"/>
        </w:rPr>
        <w:t>舒适温度</w:t>
      </w:r>
      <w:bookmarkEnd w:id="39"/>
    </w:p>
    <w:p w14:paraId="4F747F36" w14:textId="77777777" w:rsidR="00A412D8" w:rsidRPr="00B665C1" w:rsidRDefault="00B665C1" w:rsidP="00B665C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W w:w="9501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61"/>
        <w:gridCol w:w="3402"/>
        <w:gridCol w:w="4238"/>
      </w:tblGrid>
      <w:tr w:rsidR="0099773C" w:rsidRPr="00A412D8" w14:paraId="689B0AB6" w14:textId="77777777" w:rsidTr="0099773C">
        <w:trPr>
          <w:trHeight w:val="493"/>
        </w:trPr>
        <w:tc>
          <w:tcPr>
            <w:tcW w:w="18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</w:tcPr>
          <w:p w14:paraId="43411AAD" w14:textId="77777777" w:rsidR="0099773C" w:rsidRPr="00A412D8" w:rsidRDefault="0099773C" w:rsidP="00A412D8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A93371" w14:textId="77777777" w:rsidR="0099773C" w:rsidRPr="00A412D8" w:rsidRDefault="0099773C" w:rsidP="00A412D8">
            <w:pPr>
              <w:jc w:val="center"/>
            </w:pPr>
            <w:bookmarkStart w:id="40" w:name="室内热舒适温度表"/>
            <w:r w:rsidRPr="00A412D8">
              <w:rPr>
                <w:rFonts w:hint="eastAsia"/>
              </w:rPr>
              <w:t>室外月平均温度</w:t>
            </w:r>
            <w:bookmarkEnd w:id="40"/>
            <w:r w:rsidRPr="00A412D8"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D2752A9" w14:textId="77777777" w:rsidR="0099773C" w:rsidRPr="00A412D8" w:rsidRDefault="0099773C" w:rsidP="00A412D8">
            <w:pPr>
              <w:jc w:val="center"/>
            </w:pPr>
            <w:r w:rsidRPr="00A412D8">
              <w:rPr>
                <w:rFonts w:hint="eastAsia"/>
              </w:rPr>
              <w:t>室内热舒适温度范围（℃）</w:t>
            </w:r>
          </w:p>
        </w:tc>
      </w:tr>
      <w:tr w:rsidR="0099773C" w:rsidRPr="00A412D8" w14:paraId="447856D3" w14:textId="77777777" w:rsidTr="0099773C">
        <w:trPr>
          <w:trHeight w:val="269"/>
        </w:trPr>
        <w:tc>
          <w:tcPr>
            <w:tcW w:w="1861" w:type="dxa"/>
            <w:tcBorders>
              <w:top w:val="single" w:sz="2" w:space="0" w:color="auto"/>
            </w:tcBorders>
          </w:tcPr>
          <w:p w14:paraId="1EF6E8EC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0152626E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-15.5</w:t>
            </w:r>
          </w:p>
        </w:tc>
        <w:tc>
          <w:tcPr>
            <w:tcW w:w="4238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096CE62" w14:textId="77777777" w:rsidR="0099773C" w:rsidRPr="00A412D8" w:rsidRDefault="0099773C" w:rsidP="00AF37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31FBE08B" w14:textId="77777777" w:rsidTr="0099773C">
        <w:trPr>
          <w:trHeight w:val="270"/>
        </w:trPr>
        <w:tc>
          <w:tcPr>
            <w:tcW w:w="1861" w:type="dxa"/>
          </w:tcPr>
          <w:p w14:paraId="57A7BE0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33246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-9.8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1A07A2C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563240F9" w14:textId="77777777" w:rsidTr="0099773C">
        <w:trPr>
          <w:trHeight w:val="270"/>
        </w:trPr>
        <w:tc>
          <w:tcPr>
            <w:tcW w:w="1861" w:type="dxa"/>
          </w:tcPr>
          <w:p w14:paraId="26E1F5D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A0D53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6200A2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5CE202C1" w14:textId="77777777" w:rsidTr="0099773C">
        <w:trPr>
          <w:trHeight w:val="270"/>
        </w:trPr>
        <w:tc>
          <w:tcPr>
            <w:tcW w:w="1861" w:type="dxa"/>
          </w:tcPr>
          <w:p w14:paraId="60F3833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8FEEC3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11.6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66B8DC2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17.9~24.9</w:t>
            </w:r>
          </w:p>
        </w:tc>
      </w:tr>
      <w:tr w:rsidR="0099773C" w:rsidRPr="00A412D8" w14:paraId="6E5AF7C5" w14:textId="77777777" w:rsidTr="0099773C">
        <w:trPr>
          <w:trHeight w:val="270"/>
        </w:trPr>
        <w:tc>
          <w:tcPr>
            <w:tcW w:w="1861" w:type="dxa"/>
          </w:tcPr>
          <w:p w14:paraId="6590905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FF08F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5408BD8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20.5~27.5</w:t>
            </w:r>
          </w:p>
        </w:tc>
      </w:tr>
      <w:tr w:rsidR="0099773C" w:rsidRPr="00A412D8" w14:paraId="673CBA5C" w14:textId="77777777" w:rsidTr="0099773C">
        <w:trPr>
          <w:trHeight w:val="270"/>
        </w:trPr>
        <w:tc>
          <w:tcPr>
            <w:tcW w:w="1861" w:type="dxa"/>
          </w:tcPr>
          <w:p w14:paraId="32E02EB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6CD68E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24.7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336FE8A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21.9~28.9</w:t>
            </w:r>
          </w:p>
        </w:tc>
      </w:tr>
      <w:tr w:rsidR="0099773C" w:rsidRPr="00A412D8" w14:paraId="7639FE67" w14:textId="77777777" w:rsidTr="0099773C">
        <w:trPr>
          <w:trHeight w:val="270"/>
        </w:trPr>
        <w:tc>
          <w:tcPr>
            <w:tcW w:w="1861" w:type="dxa"/>
          </w:tcPr>
          <w:p w14:paraId="1FC6530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66B49A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CF60C1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22.6~29.6</w:t>
            </w:r>
          </w:p>
        </w:tc>
      </w:tr>
      <w:tr w:rsidR="0099773C" w:rsidRPr="00A412D8" w14:paraId="6371635F" w14:textId="77777777" w:rsidTr="0099773C">
        <w:trPr>
          <w:trHeight w:val="270"/>
        </w:trPr>
        <w:tc>
          <w:tcPr>
            <w:tcW w:w="1861" w:type="dxa"/>
          </w:tcPr>
          <w:p w14:paraId="29E1BCE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1839E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25.1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071A91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22.1~29.1</w:t>
            </w:r>
          </w:p>
        </w:tc>
      </w:tr>
      <w:tr w:rsidR="0099773C" w:rsidRPr="00A412D8" w14:paraId="27F0A9FE" w14:textId="77777777" w:rsidTr="0099773C">
        <w:trPr>
          <w:trHeight w:val="270"/>
        </w:trPr>
        <w:tc>
          <w:tcPr>
            <w:tcW w:w="1861" w:type="dxa"/>
          </w:tcPr>
          <w:p w14:paraId="0FFE294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83372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58E6C3C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20.2~27.2</w:t>
            </w:r>
          </w:p>
        </w:tc>
      </w:tr>
      <w:tr w:rsidR="0099773C" w:rsidRPr="00A412D8" w14:paraId="04BD001C" w14:textId="77777777" w:rsidTr="0099773C">
        <w:trPr>
          <w:trHeight w:val="270"/>
        </w:trPr>
        <w:tc>
          <w:tcPr>
            <w:tcW w:w="1861" w:type="dxa"/>
          </w:tcPr>
          <w:p w14:paraId="56B637C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87E56E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9.3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3796FA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3CC38AB3" w14:textId="77777777" w:rsidTr="0099773C">
        <w:trPr>
          <w:trHeight w:val="270"/>
        </w:trPr>
        <w:tc>
          <w:tcPr>
            <w:tcW w:w="1861" w:type="dxa"/>
          </w:tcPr>
          <w:p w14:paraId="61B9EC9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B736F3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0.8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73C3E20A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6D0C6012" w14:textId="77777777" w:rsidTr="0099773C">
        <w:trPr>
          <w:trHeight w:val="270"/>
        </w:trPr>
        <w:tc>
          <w:tcPr>
            <w:tcW w:w="1861" w:type="dxa"/>
          </w:tcPr>
          <w:p w14:paraId="34ACD29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18A5DA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-11.5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7D9F8DB5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14:paraId="0ECE948B" w14:textId="77777777" w:rsidR="009C72E6" w:rsidRDefault="009C72E6" w:rsidP="009C72E6">
      <w:pPr>
        <w:pStyle w:val="3"/>
      </w:pPr>
      <w:bookmarkStart w:id="41" w:name="_Toc123674981"/>
      <w:r>
        <w:rPr>
          <w:rFonts w:hint="eastAsia"/>
        </w:rPr>
        <w:t>参评时间</w:t>
      </w:r>
      <w:r>
        <w:t>段</w:t>
      </w:r>
      <w:bookmarkEnd w:id="41"/>
    </w:p>
    <w:p w14:paraId="262551AB" w14:textId="77777777" w:rsidR="00B665C1" w:rsidRPr="00A412D8" w:rsidRDefault="009C72E6" w:rsidP="00B665C1">
      <w:pPr>
        <w:pStyle w:val="a0"/>
        <w:ind w:firstLine="420"/>
        <w:rPr>
          <w:lang w:val="en-US"/>
        </w:rPr>
      </w:pPr>
      <w:bookmarkStart w:id="42" w:name="参评时间段"/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日至</w:t>
      </w:r>
      <w:r>
        <w:rPr>
          <w:rFonts w:hint="eastAsia"/>
          <w:lang w:val="en-US"/>
        </w:rPr>
        <w:t>12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31</w:t>
      </w:r>
      <w:r>
        <w:rPr>
          <w:rFonts w:hint="eastAsia"/>
          <w:lang w:val="en-US"/>
        </w:rPr>
        <w:t>日。</w:t>
      </w:r>
      <w:bookmarkEnd w:id="42"/>
    </w:p>
    <w:p w14:paraId="00BAD74E" w14:textId="77777777" w:rsidR="006043F1" w:rsidRPr="000B1793" w:rsidRDefault="006043F1" w:rsidP="00EA3BB3">
      <w:pPr>
        <w:pStyle w:val="3"/>
      </w:pPr>
      <w:bookmarkStart w:id="43" w:name="_Toc123674982"/>
      <w:r w:rsidRPr="006043F1">
        <w:rPr>
          <w:rFonts w:hint="eastAsia"/>
        </w:rPr>
        <w:t>围护结构热</w:t>
      </w:r>
      <w:r>
        <w:rPr>
          <w:rFonts w:hint="eastAsia"/>
        </w:rPr>
        <w:t>工性能参数</w:t>
      </w:r>
      <w:bookmarkEnd w:id="43"/>
    </w:p>
    <w:p w14:paraId="1AE27812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屋顶构造一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67468EE8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7D250EDF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1B87F88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13FAC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F49D53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444C1A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2837D7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F32E5E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05B726CF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18E5546B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0E44332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F2A317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677F99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F96ED0B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109E61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98D1D8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7E6CD710" w14:textId="77777777">
        <w:trPr>
          <w:jc w:val="center"/>
        </w:trPr>
        <w:tc>
          <w:tcPr>
            <w:tcW w:w="3347" w:type="dxa"/>
            <w:vAlign w:val="center"/>
          </w:tcPr>
          <w:p w14:paraId="5E5896C8" w14:textId="77777777" w:rsidR="0058474F" w:rsidRDefault="00000000" w:rsidP="002F44D5">
            <w:r>
              <w:t>碎石、卵石混凝土</w:t>
            </w:r>
            <w:r>
              <w:t>(ρ=2300)</w:t>
            </w:r>
          </w:p>
        </w:tc>
        <w:tc>
          <w:tcPr>
            <w:tcW w:w="849" w:type="dxa"/>
            <w:vAlign w:val="center"/>
          </w:tcPr>
          <w:p w14:paraId="079D70B8" w14:textId="77777777" w:rsidR="0058474F" w:rsidRDefault="00000000" w:rsidP="002F44D5">
            <w:r>
              <w:t>40</w:t>
            </w:r>
          </w:p>
        </w:tc>
        <w:tc>
          <w:tcPr>
            <w:tcW w:w="1075" w:type="dxa"/>
            <w:vAlign w:val="center"/>
          </w:tcPr>
          <w:p w14:paraId="3DF9F233" w14:textId="77777777" w:rsidR="0058474F" w:rsidRDefault="00000000" w:rsidP="002F44D5">
            <w:r>
              <w:t>1.510</w:t>
            </w:r>
          </w:p>
        </w:tc>
        <w:tc>
          <w:tcPr>
            <w:tcW w:w="1075" w:type="dxa"/>
            <w:vAlign w:val="center"/>
          </w:tcPr>
          <w:p w14:paraId="38CD6093" w14:textId="77777777" w:rsidR="0058474F" w:rsidRDefault="00000000" w:rsidP="002F44D5">
            <w:r>
              <w:t>15.360</w:t>
            </w:r>
          </w:p>
        </w:tc>
        <w:tc>
          <w:tcPr>
            <w:tcW w:w="848" w:type="dxa"/>
            <w:vAlign w:val="center"/>
          </w:tcPr>
          <w:p w14:paraId="39FEBD45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CAFE00C" w14:textId="77777777" w:rsidR="0058474F" w:rsidRDefault="00000000" w:rsidP="002F44D5">
            <w:r>
              <w:t>0.026</w:t>
            </w:r>
          </w:p>
        </w:tc>
        <w:tc>
          <w:tcPr>
            <w:tcW w:w="1064" w:type="dxa"/>
            <w:vAlign w:val="center"/>
          </w:tcPr>
          <w:p w14:paraId="0233205A" w14:textId="77777777" w:rsidR="0058474F" w:rsidRDefault="00000000" w:rsidP="002F44D5">
            <w:r>
              <w:t>0.407</w:t>
            </w:r>
          </w:p>
        </w:tc>
      </w:tr>
      <w:tr w:rsidR="00BA663E" w14:paraId="49C774F1" w14:textId="77777777">
        <w:trPr>
          <w:jc w:val="center"/>
        </w:trPr>
        <w:tc>
          <w:tcPr>
            <w:tcW w:w="3347" w:type="dxa"/>
            <w:vAlign w:val="center"/>
          </w:tcPr>
          <w:p w14:paraId="30836DC3" w14:textId="77777777" w:rsidR="0058474F" w:rsidRDefault="00000000" w:rsidP="002F44D5">
            <w:r>
              <w:lastRenderedPageBreak/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3D16A071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815D749" w14:textId="77777777" w:rsidR="0058474F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68F0C2E4" w14:textId="77777777" w:rsidR="0058474F" w:rsidRDefault="00000000" w:rsidP="002F44D5">
            <w:r>
              <w:t>0.340</w:t>
            </w:r>
          </w:p>
        </w:tc>
        <w:tc>
          <w:tcPr>
            <w:tcW w:w="848" w:type="dxa"/>
            <w:vAlign w:val="center"/>
          </w:tcPr>
          <w:p w14:paraId="77718795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596B4867" w14:textId="77777777" w:rsidR="0058474F" w:rsidRDefault="00000000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03C57934" w14:textId="77777777" w:rsidR="0058474F" w:rsidRDefault="00000000" w:rsidP="002F44D5">
            <w:r>
              <w:t>0.227</w:t>
            </w:r>
          </w:p>
        </w:tc>
      </w:tr>
      <w:tr w:rsidR="00BA663E" w14:paraId="21BF53AB" w14:textId="77777777">
        <w:trPr>
          <w:jc w:val="center"/>
        </w:trPr>
        <w:tc>
          <w:tcPr>
            <w:tcW w:w="3347" w:type="dxa"/>
            <w:vAlign w:val="center"/>
          </w:tcPr>
          <w:p w14:paraId="03DE0C1C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78833761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CF080B1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1185FB44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5C0527EF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CD9D98F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C7C25B4" w14:textId="77777777" w:rsidR="0058474F" w:rsidRDefault="00000000" w:rsidP="002F44D5">
            <w:r>
              <w:t>0.245</w:t>
            </w:r>
          </w:p>
        </w:tc>
      </w:tr>
      <w:tr w:rsidR="00BA663E" w14:paraId="012A5FE3" w14:textId="77777777">
        <w:trPr>
          <w:jc w:val="center"/>
        </w:trPr>
        <w:tc>
          <w:tcPr>
            <w:tcW w:w="3347" w:type="dxa"/>
            <w:vAlign w:val="center"/>
          </w:tcPr>
          <w:p w14:paraId="43F98277" w14:textId="77777777" w:rsidR="0058474F" w:rsidRDefault="00000000" w:rsidP="002F44D5">
            <w:r>
              <w:t>加气混凝土、泡沫混凝土</w:t>
            </w:r>
            <w:r>
              <w:t>(ρ=700)</w:t>
            </w:r>
          </w:p>
        </w:tc>
        <w:tc>
          <w:tcPr>
            <w:tcW w:w="849" w:type="dxa"/>
            <w:vAlign w:val="center"/>
          </w:tcPr>
          <w:p w14:paraId="560EE3AC" w14:textId="77777777" w:rsidR="0058474F" w:rsidRDefault="00000000" w:rsidP="002F44D5">
            <w:r>
              <w:t>80</w:t>
            </w:r>
          </w:p>
        </w:tc>
        <w:tc>
          <w:tcPr>
            <w:tcW w:w="1075" w:type="dxa"/>
            <w:vAlign w:val="center"/>
          </w:tcPr>
          <w:p w14:paraId="14413286" w14:textId="77777777" w:rsidR="0058474F" w:rsidRDefault="00000000" w:rsidP="002F44D5">
            <w:r>
              <w:t>0.180</w:t>
            </w:r>
          </w:p>
        </w:tc>
        <w:tc>
          <w:tcPr>
            <w:tcW w:w="1075" w:type="dxa"/>
            <w:vAlign w:val="center"/>
          </w:tcPr>
          <w:p w14:paraId="243C0DE2" w14:textId="77777777" w:rsidR="0058474F" w:rsidRDefault="00000000" w:rsidP="002F44D5">
            <w:r>
              <w:t>3.100</w:t>
            </w:r>
          </w:p>
        </w:tc>
        <w:tc>
          <w:tcPr>
            <w:tcW w:w="848" w:type="dxa"/>
            <w:vAlign w:val="center"/>
          </w:tcPr>
          <w:p w14:paraId="2EED4A5B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04A41D3" w14:textId="77777777" w:rsidR="0058474F" w:rsidRDefault="00000000" w:rsidP="002F44D5">
            <w:r>
              <w:t>0.444</w:t>
            </w:r>
          </w:p>
        </w:tc>
        <w:tc>
          <w:tcPr>
            <w:tcW w:w="1064" w:type="dxa"/>
            <w:vAlign w:val="center"/>
          </w:tcPr>
          <w:p w14:paraId="1BCC2168" w14:textId="77777777" w:rsidR="0058474F" w:rsidRDefault="00000000" w:rsidP="002F44D5">
            <w:r>
              <w:t>1.378</w:t>
            </w:r>
          </w:p>
        </w:tc>
      </w:tr>
      <w:tr w:rsidR="00BA663E" w14:paraId="17B476D9" w14:textId="77777777">
        <w:trPr>
          <w:jc w:val="center"/>
        </w:trPr>
        <w:tc>
          <w:tcPr>
            <w:tcW w:w="3347" w:type="dxa"/>
            <w:vAlign w:val="center"/>
          </w:tcPr>
          <w:p w14:paraId="51AD376B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7D33E74C" w14:textId="77777777" w:rsidR="0058474F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4B3D5BB3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BF3BD12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0A90341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EEE926F" w14:textId="77777777" w:rsidR="0058474F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71745A2D" w14:textId="77777777" w:rsidR="0058474F" w:rsidRDefault="00000000" w:rsidP="002F44D5">
            <w:r>
              <w:t>1.186</w:t>
            </w:r>
          </w:p>
        </w:tc>
      </w:tr>
      <w:tr w:rsidR="00BA663E" w14:paraId="43A0F121" w14:textId="77777777">
        <w:trPr>
          <w:jc w:val="center"/>
        </w:trPr>
        <w:tc>
          <w:tcPr>
            <w:tcW w:w="3347" w:type="dxa"/>
            <w:vAlign w:val="center"/>
          </w:tcPr>
          <w:p w14:paraId="0140181C" w14:textId="77777777" w:rsidR="0058474F" w:rsidRDefault="00000000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12E9A345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8295148" w14:textId="77777777" w:rsidR="0058474F" w:rsidRDefault="00000000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541FF383" w14:textId="77777777" w:rsidR="0058474F" w:rsidRDefault="00000000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68CDBB32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7936427" w14:textId="77777777" w:rsidR="0058474F" w:rsidRDefault="00000000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2C75F0BB" w14:textId="77777777" w:rsidR="0058474F" w:rsidRDefault="00000000" w:rsidP="002F44D5">
            <w:r>
              <w:t>0.249</w:t>
            </w:r>
          </w:p>
        </w:tc>
      </w:tr>
      <w:tr w:rsidR="0058474F" w14:paraId="59EEA715" w14:textId="77777777" w:rsidTr="00762E43">
        <w:trPr>
          <w:jc w:val="center"/>
        </w:trPr>
        <w:tc>
          <w:tcPr>
            <w:tcW w:w="3347" w:type="dxa"/>
            <w:vAlign w:val="center"/>
          </w:tcPr>
          <w:p w14:paraId="104F4580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C29F00E" w14:textId="77777777" w:rsidR="0058474F" w:rsidRDefault="00000000" w:rsidP="002F44D5">
            <w:r>
              <w:t>300</w:t>
            </w:r>
          </w:p>
        </w:tc>
        <w:tc>
          <w:tcPr>
            <w:tcW w:w="1075" w:type="dxa"/>
            <w:vAlign w:val="center"/>
          </w:tcPr>
          <w:p w14:paraId="7FEB1788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8F2C36D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144012BA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91B3339" w14:textId="77777777" w:rsidR="0058474F" w:rsidRDefault="00000000" w:rsidP="002F44D5">
            <w:r>
              <w:t>1.142</w:t>
            </w:r>
          </w:p>
        </w:tc>
        <w:tc>
          <w:tcPr>
            <w:tcW w:w="1064" w:type="dxa"/>
            <w:vAlign w:val="center"/>
          </w:tcPr>
          <w:p w14:paraId="238900C1" w14:textId="77777777" w:rsidR="0058474F" w:rsidRDefault="00000000" w:rsidP="002F44D5">
            <w:r>
              <w:t>3.691</w:t>
            </w:r>
          </w:p>
        </w:tc>
      </w:tr>
      <w:tr w:rsidR="0058474F" w14:paraId="6BC8A5D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38CA899" w14:textId="77777777" w:rsidR="0058474F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362CB280" w14:textId="77777777" w:rsidR="0058474F" w:rsidRDefault="00000000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275C3D4F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B8E7AE1" w14:textId="77777777" w:rsidR="0058474F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740CBA84" w14:textId="77777777" w:rsidR="0058474F" w:rsidRDefault="00000000" w:rsidP="002F44D5">
            <w:pPr>
              <w:jc w:val="center"/>
            </w:pPr>
            <w:r>
              <w:t>0.50</w:t>
            </w:r>
          </w:p>
        </w:tc>
      </w:tr>
    </w:tbl>
    <w:p w14:paraId="18A8D425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1FDF5E1E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外墙构造一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1E56FAD5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72A7419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2B4BCB3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B7DBCB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77E080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EC5B9A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82F943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4A162C5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04ACE54A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09E17A00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A120374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1B4E7D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9EC09E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503183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882656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C33A77B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6352B104" w14:textId="77777777">
        <w:trPr>
          <w:jc w:val="center"/>
        </w:trPr>
        <w:tc>
          <w:tcPr>
            <w:tcW w:w="3347" w:type="dxa"/>
            <w:vAlign w:val="center"/>
          </w:tcPr>
          <w:p w14:paraId="77E505EC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282117DC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189D26C5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5FE510DB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71C491B9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D176331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25450161" w14:textId="77777777" w:rsidR="0058474F" w:rsidRDefault="00000000" w:rsidP="002F44D5">
            <w:r>
              <w:t>0.245</w:t>
            </w:r>
          </w:p>
        </w:tc>
      </w:tr>
      <w:tr w:rsidR="00BA663E" w14:paraId="492A03A3" w14:textId="77777777">
        <w:trPr>
          <w:jc w:val="center"/>
        </w:trPr>
        <w:tc>
          <w:tcPr>
            <w:tcW w:w="3347" w:type="dxa"/>
            <w:vAlign w:val="center"/>
          </w:tcPr>
          <w:p w14:paraId="765DCAEE" w14:textId="77777777" w:rsidR="0058474F" w:rsidRDefault="00000000" w:rsidP="002F44D5"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073EFC8F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166BA33D" w14:textId="77777777" w:rsidR="0058474F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3A6211DC" w14:textId="77777777" w:rsidR="0058474F" w:rsidRDefault="00000000" w:rsidP="002F44D5">
            <w:r>
              <w:t>0.340</w:t>
            </w:r>
          </w:p>
        </w:tc>
        <w:tc>
          <w:tcPr>
            <w:tcW w:w="848" w:type="dxa"/>
            <w:vAlign w:val="center"/>
          </w:tcPr>
          <w:p w14:paraId="5F53EF53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32112B27" w14:textId="77777777" w:rsidR="0058474F" w:rsidRDefault="00000000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57B15580" w14:textId="77777777" w:rsidR="0058474F" w:rsidRDefault="00000000" w:rsidP="002F44D5">
            <w:r>
              <w:t>0.227</w:t>
            </w:r>
          </w:p>
        </w:tc>
      </w:tr>
      <w:tr w:rsidR="00BA663E" w14:paraId="647E9F95" w14:textId="77777777">
        <w:trPr>
          <w:jc w:val="center"/>
        </w:trPr>
        <w:tc>
          <w:tcPr>
            <w:tcW w:w="3347" w:type="dxa"/>
            <w:vAlign w:val="center"/>
          </w:tcPr>
          <w:p w14:paraId="6BDA72E2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36762CCE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EA1B978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D551A3E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54DC9ADB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E2DB7B3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2AED1656" w14:textId="77777777" w:rsidR="0058474F" w:rsidRDefault="00000000" w:rsidP="002F44D5">
            <w:r>
              <w:t>0.245</w:t>
            </w:r>
          </w:p>
        </w:tc>
      </w:tr>
      <w:tr w:rsidR="00BA663E" w14:paraId="37B7B4E7" w14:textId="77777777">
        <w:trPr>
          <w:jc w:val="center"/>
        </w:trPr>
        <w:tc>
          <w:tcPr>
            <w:tcW w:w="3347" w:type="dxa"/>
            <w:vAlign w:val="center"/>
          </w:tcPr>
          <w:p w14:paraId="68BCF5C3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42D237D" w14:textId="77777777" w:rsidR="0058474F" w:rsidRDefault="00000000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42B75098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D9BBD6D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ABEA8C9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F5DE49C" w14:textId="77777777" w:rsidR="0058474F" w:rsidRDefault="00000000" w:rsidP="002F44D5">
            <w:r>
              <w:t>0.115</w:t>
            </w:r>
          </w:p>
        </w:tc>
        <w:tc>
          <w:tcPr>
            <w:tcW w:w="1064" w:type="dxa"/>
            <w:vAlign w:val="center"/>
          </w:tcPr>
          <w:p w14:paraId="00181A5B" w14:textId="77777777" w:rsidR="0058474F" w:rsidRDefault="00000000" w:rsidP="002F44D5">
            <w:r>
              <w:t>1.977</w:t>
            </w:r>
          </w:p>
        </w:tc>
      </w:tr>
      <w:tr w:rsidR="00BA663E" w14:paraId="6A21E7AA" w14:textId="77777777">
        <w:trPr>
          <w:jc w:val="center"/>
        </w:trPr>
        <w:tc>
          <w:tcPr>
            <w:tcW w:w="3347" w:type="dxa"/>
            <w:vAlign w:val="center"/>
          </w:tcPr>
          <w:p w14:paraId="1DA3E354" w14:textId="77777777" w:rsidR="0058474F" w:rsidRDefault="00000000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3354D3B9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84B419D" w14:textId="77777777" w:rsidR="0058474F" w:rsidRDefault="00000000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5A2102F8" w14:textId="77777777" w:rsidR="0058474F" w:rsidRDefault="00000000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3F7BC341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9FE6251" w14:textId="77777777" w:rsidR="0058474F" w:rsidRDefault="00000000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7F0E7EC2" w14:textId="77777777" w:rsidR="0058474F" w:rsidRDefault="00000000" w:rsidP="002F44D5">
            <w:r>
              <w:t>0.249</w:t>
            </w:r>
          </w:p>
        </w:tc>
      </w:tr>
      <w:tr w:rsidR="0058474F" w14:paraId="76480E57" w14:textId="77777777" w:rsidTr="00762E43">
        <w:trPr>
          <w:jc w:val="center"/>
        </w:trPr>
        <w:tc>
          <w:tcPr>
            <w:tcW w:w="3347" w:type="dxa"/>
            <w:vAlign w:val="center"/>
          </w:tcPr>
          <w:p w14:paraId="31C14318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E37BD7E" w14:textId="77777777" w:rsidR="0058474F" w:rsidRDefault="00000000" w:rsidP="002F44D5">
            <w:r>
              <w:t>280</w:t>
            </w:r>
          </w:p>
        </w:tc>
        <w:tc>
          <w:tcPr>
            <w:tcW w:w="1075" w:type="dxa"/>
            <w:vAlign w:val="center"/>
          </w:tcPr>
          <w:p w14:paraId="1B6D7972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51D8C8C1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049A72C0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430F309" w14:textId="77777777" w:rsidR="0058474F" w:rsidRDefault="00000000" w:rsidP="002F44D5">
            <w:r>
              <w:t>0.738</w:t>
            </w:r>
          </w:p>
        </w:tc>
        <w:tc>
          <w:tcPr>
            <w:tcW w:w="1064" w:type="dxa"/>
            <w:vAlign w:val="center"/>
          </w:tcPr>
          <w:p w14:paraId="54E87E74" w14:textId="77777777" w:rsidR="0058474F" w:rsidRDefault="00000000" w:rsidP="002F44D5">
            <w:r>
              <w:t>2.941</w:t>
            </w:r>
          </w:p>
        </w:tc>
      </w:tr>
      <w:tr w:rsidR="0058474F" w14:paraId="6D34EED4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55B1684" w14:textId="77777777" w:rsidR="0058474F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527BA9FB" w14:textId="77777777" w:rsidR="0058474F" w:rsidRDefault="00000000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20E1BA7C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2BB2365" w14:textId="77777777" w:rsidR="0058474F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00498E38" w14:textId="77777777" w:rsidR="0058474F" w:rsidRDefault="00000000" w:rsidP="002F44D5">
            <w:pPr>
              <w:jc w:val="center"/>
            </w:pPr>
            <w:r>
              <w:t>0.50</w:t>
            </w:r>
          </w:p>
        </w:tc>
      </w:tr>
    </w:tbl>
    <w:p w14:paraId="0EBBED1C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5A8406AA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热桥柱构造一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A740732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6008A24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DC04D83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6A6A8A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8602B5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2293AD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8816FC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AE691CB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0195BF2B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2044B29A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6848295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92504B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1F0FA3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A79124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78035F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0261F90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349C98E2" w14:textId="77777777">
        <w:trPr>
          <w:jc w:val="center"/>
        </w:trPr>
        <w:tc>
          <w:tcPr>
            <w:tcW w:w="3347" w:type="dxa"/>
            <w:vAlign w:val="center"/>
          </w:tcPr>
          <w:p w14:paraId="68D37ECE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14B488CB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CF09E86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5FE5F28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6A9571B2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237B6A6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2E66B0E2" w14:textId="77777777" w:rsidR="0058474F" w:rsidRDefault="00000000" w:rsidP="002F44D5">
            <w:r>
              <w:t>0.245</w:t>
            </w:r>
          </w:p>
        </w:tc>
      </w:tr>
      <w:tr w:rsidR="00BA663E" w14:paraId="6F4EEFEC" w14:textId="77777777">
        <w:trPr>
          <w:jc w:val="center"/>
        </w:trPr>
        <w:tc>
          <w:tcPr>
            <w:tcW w:w="3347" w:type="dxa"/>
            <w:vAlign w:val="center"/>
          </w:tcPr>
          <w:p w14:paraId="76A1EB38" w14:textId="77777777" w:rsidR="0058474F" w:rsidRDefault="00000000" w:rsidP="002F44D5"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3CC9AA5F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1F99CF10" w14:textId="77777777" w:rsidR="0058474F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6AA95667" w14:textId="77777777" w:rsidR="0058474F" w:rsidRDefault="00000000" w:rsidP="002F44D5">
            <w:r>
              <w:t>0.340</w:t>
            </w:r>
          </w:p>
        </w:tc>
        <w:tc>
          <w:tcPr>
            <w:tcW w:w="848" w:type="dxa"/>
            <w:vAlign w:val="center"/>
          </w:tcPr>
          <w:p w14:paraId="7D649318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166BEC38" w14:textId="77777777" w:rsidR="0058474F" w:rsidRDefault="00000000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4551D46B" w14:textId="77777777" w:rsidR="0058474F" w:rsidRDefault="00000000" w:rsidP="002F44D5">
            <w:r>
              <w:t>0.227</w:t>
            </w:r>
          </w:p>
        </w:tc>
      </w:tr>
      <w:tr w:rsidR="00BA663E" w14:paraId="739CE65F" w14:textId="77777777">
        <w:trPr>
          <w:jc w:val="center"/>
        </w:trPr>
        <w:tc>
          <w:tcPr>
            <w:tcW w:w="3347" w:type="dxa"/>
            <w:vAlign w:val="center"/>
          </w:tcPr>
          <w:p w14:paraId="425735E2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26BAF067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CA555F7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1DDFC790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2CF7A945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4257A42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1CD006AD" w14:textId="77777777" w:rsidR="0058474F" w:rsidRDefault="00000000" w:rsidP="002F44D5">
            <w:r>
              <w:t>0.245</w:t>
            </w:r>
          </w:p>
        </w:tc>
      </w:tr>
      <w:tr w:rsidR="00BA663E" w14:paraId="412A73E2" w14:textId="77777777">
        <w:trPr>
          <w:jc w:val="center"/>
        </w:trPr>
        <w:tc>
          <w:tcPr>
            <w:tcW w:w="3347" w:type="dxa"/>
            <w:vAlign w:val="center"/>
          </w:tcPr>
          <w:p w14:paraId="653ECE4F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57D9A05" w14:textId="77777777" w:rsidR="0058474F" w:rsidRDefault="00000000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2E8A8C2E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14309CCD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27FC2104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E8B674E" w14:textId="77777777" w:rsidR="0058474F" w:rsidRDefault="00000000" w:rsidP="002F44D5">
            <w:r>
              <w:t>0.115</w:t>
            </w:r>
          </w:p>
        </w:tc>
        <w:tc>
          <w:tcPr>
            <w:tcW w:w="1064" w:type="dxa"/>
            <w:vAlign w:val="center"/>
          </w:tcPr>
          <w:p w14:paraId="1506CE71" w14:textId="77777777" w:rsidR="0058474F" w:rsidRDefault="00000000" w:rsidP="002F44D5">
            <w:r>
              <w:t>1.977</w:t>
            </w:r>
          </w:p>
        </w:tc>
      </w:tr>
      <w:tr w:rsidR="00BA663E" w14:paraId="18E1D204" w14:textId="77777777">
        <w:trPr>
          <w:jc w:val="center"/>
        </w:trPr>
        <w:tc>
          <w:tcPr>
            <w:tcW w:w="3347" w:type="dxa"/>
            <w:vAlign w:val="center"/>
          </w:tcPr>
          <w:p w14:paraId="14AC6CBC" w14:textId="77777777" w:rsidR="0058474F" w:rsidRDefault="00000000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14:paraId="35D434A6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8F4A1AB" w14:textId="77777777" w:rsidR="0058474F" w:rsidRDefault="00000000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4BEADD09" w14:textId="77777777" w:rsidR="0058474F" w:rsidRDefault="00000000" w:rsidP="002F44D5">
            <w:r>
              <w:t>10.070</w:t>
            </w:r>
          </w:p>
        </w:tc>
        <w:tc>
          <w:tcPr>
            <w:tcW w:w="848" w:type="dxa"/>
            <w:vAlign w:val="center"/>
          </w:tcPr>
          <w:p w14:paraId="0C2E79CA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E02F3DA" w14:textId="77777777" w:rsidR="0058474F" w:rsidRDefault="00000000" w:rsidP="002F44D5">
            <w:r>
              <w:t>0.025</w:t>
            </w:r>
          </w:p>
        </w:tc>
        <w:tc>
          <w:tcPr>
            <w:tcW w:w="1064" w:type="dxa"/>
            <w:vAlign w:val="center"/>
          </w:tcPr>
          <w:p w14:paraId="0251D840" w14:textId="77777777" w:rsidR="0058474F" w:rsidRDefault="00000000" w:rsidP="002F44D5">
            <w:r>
              <w:t>0.249</w:t>
            </w:r>
          </w:p>
        </w:tc>
      </w:tr>
      <w:tr w:rsidR="0058474F" w14:paraId="3B30036A" w14:textId="77777777" w:rsidTr="00762E43">
        <w:trPr>
          <w:jc w:val="center"/>
        </w:trPr>
        <w:tc>
          <w:tcPr>
            <w:tcW w:w="3347" w:type="dxa"/>
            <w:vAlign w:val="center"/>
          </w:tcPr>
          <w:p w14:paraId="2A4290DD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6BC3B9C" w14:textId="77777777" w:rsidR="0058474F" w:rsidRDefault="00000000" w:rsidP="002F44D5">
            <w:r>
              <w:t>280</w:t>
            </w:r>
          </w:p>
        </w:tc>
        <w:tc>
          <w:tcPr>
            <w:tcW w:w="1075" w:type="dxa"/>
            <w:vAlign w:val="center"/>
          </w:tcPr>
          <w:p w14:paraId="0E47BAE6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0D9BA41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6BCB525C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2239246" w14:textId="77777777" w:rsidR="0058474F" w:rsidRDefault="00000000" w:rsidP="002F44D5">
            <w:r>
              <w:t>0.738</w:t>
            </w:r>
          </w:p>
        </w:tc>
        <w:tc>
          <w:tcPr>
            <w:tcW w:w="1064" w:type="dxa"/>
            <w:vAlign w:val="center"/>
          </w:tcPr>
          <w:p w14:paraId="59AF7533" w14:textId="77777777" w:rsidR="0058474F" w:rsidRDefault="00000000" w:rsidP="002F44D5">
            <w:r>
              <w:t>2.941</w:t>
            </w:r>
          </w:p>
        </w:tc>
      </w:tr>
      <w:tr w:rsidR="0058474F" w14:paraId="1231936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BFFC3D6" w14:textId="77777777" w:rsidR="0058474F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5E08C9C6" w14:textId="77777777" w:rsidR="0058474F" w:rsidRDefault="00000000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14:paraId="7D35E0C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2F00A5E" w14:textId="77777777" w:rsidR="0058474F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1DCA83FA" w14:textId="77777777" w:rsidR="0058474F" w:rsidRDefault="00000000" w:rsidP="002F44D5">
            <w:pPr>
              <w:jc w:val="center"/>
            </w:pPr>
            <w:r>
              <w:t>0.50</w:t>
            </w:r>
          </w:p>
        </w:tc>
      </w:tr>
    </w:tbl>
    <w:p w14:paraId="16FC9BF8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73F827C5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挑空楼板构造一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E6C09A4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21AB6FE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5EADCA8" w14:textId="77777777" w:rsidR="0058474F" w:rsidRDefault="00000000" w:rsidP="002F44D5">
            <w:pPr>
              <w:jc w:val="center"/>
            </w:pPr>
            <w:r>
              <w:lastRenderedPageBreak/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1FDD37" w14:textId="77777777" w:rsidR="0058474F" w:rsidRDefault="00000000" w:rsidP="002F44D5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766C0F" w14:textId="77777777" w:rsidR="0058474F" w:rsidRDefault="00000000" w:rsidP="002F44D5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1C5690" w14:textId="77777777" w:rsidR="0058474F" w:rsidRDefault="00000000" w:rsidP="002F44D5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31A75B" w14:textId="77777777" w:rsidR="0058474F" w:rsidRDefault="00000000" w:rsidP="002F44D5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EE2E1D" w14:textId="77777777" w:rsidR="0058474F" w:rsidRDefault="00000000" w:rsidP="002F44D5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58474F" w14:paraId="41872409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21BAC334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14DF6794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954965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2D7D1C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2577B6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6E411A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C4874B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6E455DE8" w14:textId="77777777">
        <w:trPr>
          <w:jc w:val="center"/>
        </w:trPr>
        <w:tc>
          <w:tcPr>
            <w:tcW w:w="3347" w:type="dxa"/>
            <w:vAlign w:val="center"/>
          </w:tcPr>
          <w:p w14:paraId="787E344C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1CA94F4F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6543B61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0876BC21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4E1BE0D4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E8D109D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24C32A95" w14:textId="77777777" w:rsidR="0058474F" w:rsidRDefault="00000000" w:rsidP="002F44D5">
            <w:r>
              <w:t>0.245</w:t>
            </w:r>
          </w:p>
        </w:tc>
      </w:tr>
      <w:tr w:rsidR="00BA663E" w14:paraId="2AE0957A" w14:textId="77777777">
        <w:trPr>
          <w:jc w:val="center"/>
        </w:trPr>
        <w:tc>
          <w:tcPr>
            <w:tcW w:w="3347" w:type="dxa"/>
            <w:vAlign w:val="center"/>
          </w:tcPr>
          <w:p w14:paraId="76308DEE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FC1DF05" w14:textId="77777777" w:rsidR="0058474F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0B958A87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2F00A01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4DBC7B3D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2D0B9D0" w14:textId="77777777" w:rsidR="0058474F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2C754B90" w14:textId="77777777" w:rsidR="0058474F" w:rsidRDefault="00000000" w:rsidP="002F44D5">
            <w:r>
              <w:t>1.186</w:t>
            </w:r>
          </w:p>
        </w:tc>
      </w:tr>
      <w:tr w:rsidR="00BA663E" w14:paraId="5053E9D6" w14:textId="77777777">
        <w:trPr>
          <w:jc w:val="center"/>
        </w:trPr>
        <w:tc>
          <w:tcPr>
            <w:tcW w:w="3347" w:type="dxa"/>
            <w:vAlign w:val="center"/>
          </w:tcPr>
          <w:p w14:paraId="04D32BB6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3440960C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CC9154A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94283F0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47CC4FAD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4197040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EF3F6E7" w14:textId="77777777" w:rsidR="0058474F" w:rsidRDefault="00000000" w:rsidP="002F44D5">
            <w:r>
              <w:t>0.245</w:t>
            </w:r>
          </w:p>
        </w:tc>
      </w:tr>
      <w:tr w:rsidR="00BA663E" w14:paraId="7ED2753F" w14:textId="77777777">
        <w:trPr>
          <w:jc w:val="center"/>
        </w:trPr>
        <w:tc>
          <w:tcPr>
            <w:tcW w:w="3347" w:type="dxa"/>
            <w:vAlign w:val="center"/>
          </w:tcPr>
          <w:p w14:paraId="3E3EA27D" w14:textId="77777777" w:rsidR="0058474F" w:rsidRDefault="00000000" w:rsidP="002F44D5"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03EC76E5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199EEBC" w14:textId="77777777" w:rsidR="0058474F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296856F9" w14:textId="77777777" w:rsidR="0058474F" w:rsidRDefault="00000000" w:rsidP="002F44D5">
            <w:r>
              <w:t>0.340</w:t>
            </w:r>
          </w:p>
        </w:tc>
        <w:tc>
          <w:tcPr>
            <w:tcW w:w="848" w:type="dxa"/>
            <w:vAlign w:val="center"/>
          </w:tcPr>
          <w:p w14:paraId="22DD5C89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2133B196" w14:textId="77777777" w:rsidR="0058474F" w:rsidRDefault="00000000" w:rsidP="002F44D5">
            <w:r>
              <w:t>0.556</w:t>
            </w:r>
          </w:p>
        </w:tc>
        <w:tc>
          <w:tcPr>
            <w:tcW w:w="1064" w:type="dxa"/>
            <w:vAlign w:val="center"/>
          </w:tcPr>
          <w:p w14:paraId="57309BB6" w14:textId="77777777" w:rsidR="0058474F" w:rsidRDefault="00000000" w:rsidP="002F44D5">
            <w:r>
              <w:t>0.227</w:t>
            </w:r>
          </w:p>
        </w:tc>
      </w:tr>
      <w:tr w:rsidR="00BA663E" w14:paraId="39396EBD" w14:textId="77777777">
        <w:trPr>
          <w:jc w:val="center"/>
        </w:trPr>
        <w:tc>
          <w:tcPr>
            <w:tcW w:w="3347" w:type="dxa"/>
            <w:vAlign w:val="center"/>
          </w:tcPr>
          <w:p w14:paraId="6AE8F3CF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05DE4B35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BF7DF3C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F3BD65E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259B9843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D2CFA16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2182FD3A" w14:textId="77777777" w:rsidR="0058474F" w:rsidRDefault="00000000" w:rsidP="002F44D5">
            <w:r>
              <w:t>0.245</w:t>
            </w:r>
          </w:p>
        </w:tc>
      </w:tr>
      <w:tr w:rsidR="0058474F" w14:paraId="3A20DCEE" w14:textId="77777777" w:rsidTr="00762E43">
        <w:trPr>
          <w:jc w:val="center"/>
        </w:trPr>
        <w:tc>
          <w:tcPr>
            <w:tcW w:w="3347" w:type="dxa"/>
            <w:vAlign w:val="center"/>
          </w:tcPr>
          <w:p w14:paraId="6B5A2C3D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D60095B" w14:textId="77777777" w:rsidR="0058474F" w:rsidRDefault="00000000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6853E928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624A288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767C3709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6584963" w14:textId="77777777" w:rsidR="0058474F" w:rsidRDefault="00000000" w:rsidP="002F44D5">
            <w:r>
              <w:t>0.689</w:t>
            </w:r>
          </w:p>
        </w:tc>
        <w:tc>
          <w:tcPr>
            <w:tcW w:w="1064" w:type="dxa"/>
            <w:vAlign w:val="center"/>
          </w:tcPr>
          <w:p w14:paraId="54040AD8" w14:textId="77777777" w:rsidR="0058474F" w:rsidRDefault="00000000" w:rsidP="002F44D5">
            <w:r>
              <w:t>2.146</w:t>
            </w:r>
          </w:p>
        </w:tc>
      </w:tr>
      <w:tr w:rsidR="0058474F" w14:paraId="39EB2E3E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9C875D9" w14:textId="77777777" w:rsidR="0058474F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3A5DC213" w14:textId="77777777" w:rsidR="0058474F" w:rsidRDefault="00000000" w:rsidP="002F44D5">
            <w:pPr>
              <w:jc w:val="center"/>
            </w:pPr>
            <w:r>
              <w:t>0.50</w:t>
            </w:r>
          </w:p>
        </w:tc>
      </w:tr>
    </w:tbl>
    <w:p w14:paraId="0E59C41D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24C539DE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32733AFE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D49CF5E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3A51B32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112309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79C9E4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42FD74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023983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0651F6C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7D9BFA77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09AAE410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BFBFFB8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8E21BE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B13F15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CDBFED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48C2E2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69457F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3B7EC7BE" w14:textId="77777777">
        <w:trPr>
          <w:jc w:val="center"/>
        </w:trPr>
        <w:tc>
          <w:tcPr>
            <w:tcW w:w="3347" w:type="dxa"/>
            <w:vAlign w:val="center"/>
          </w:tcPr>
          <w:p w14:paraId="63E4A58F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55B04261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5EF5E80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B09377B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1BA24181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AB7A0D8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31A2540A" w14:textId="77777777" w:rsidR="0058474F" w:rsidRDefault="00000000" w:rsidP="002F44D5">
            <w:r>
              <w:t>0.245</w:t>
            </w:r>
          </w:p>
        </w:tc>
      </w:tr>
      <w:tr w:rsidR="00BA663E" w14:paraId="7086D426" w14:textId="77777777">
        <w:trPr>
          <w:jc w:val="center"/>
        </w:trPr>
        <w:tc>
          <w:tcPr>
            <w:tcW w:w="3347" w:type="dxa"/>
            <w:vAlign w:val="center"/>
          </w:tcPr>
          <w:p w14:paraId="09C1A223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6475D195" w14:textId="77777777" w:rsidR="0058474F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16F63C2A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7F6ED478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59DA0F28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D844C46" w14:textId="77777777" w:rsidR="0058474F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776ECBA1" w14:textId="77777777" w:rsidR="0058474F" w:rsidRDefault="00000000" w:rsidP="002F44D5">
            <w:r>
              <w:t>1.186</w:t>
            </w:r>
          </w:p>
        </w:tc>
      </w:tr>
      <w:tr w:rsidR="0058474F" w14:paraId="19D1FD9A" w14:textId="77777777" w:rsidTr="00762E43">
        <w:trPr>
          <w:jc w:val="center"/>
        </w:trPr>
        <w:tc>
          <w:tcPr>
            <w:tcW w:w="3347" w:type="dxa"/>
            <w:vAlign w:val="center"/>
          </w:tcPr>
          <w:p w14:paraId="7F85AEF6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69608A1" w14:textId="77777777" w:rsidR="0058474F" w:rsidRDefault="00000000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04D5ECAC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DE53058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7C7C59BC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98B8339" w14:textId="77777777" w:rsidR="0058474F" w:rsidRDefault="00000000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0835FA5A" w14:textId="77777777" w:rsidR="0058474F" w:rsidRDefault="00000000" w:rsidP="002F44D5">
            <w:r>
              <w:t>1.431</w:t>
            </w:r>
          </w:p>
        </w:tc>
      </w:tr>
      <w:tr w:rsidR="0058474F" w14:paraId="7A0E8A16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7FACB8C" w14:textId="77777777" w:rsidR="0058474F" w:rsidRPr="00D95163" w:rsidRDefault="00000000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5B5F8217" w14:textId="77777777" w:rsidR="0058474F" w:rsidRDefault="00000000" w:rsidP="002F44D5">
            <w:pPr>
              <w:jc w:val="center"/>
            </w:pPr>
            <w:r>
              <w:t>0.52</w:t>
            </w:r>
          </w:p>
        </w:tc>
      </w:tr>
    </w:tbl>
    <w:p w14:paraId="1AD4771D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63EA5698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C44238E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008F4DD" w14:textId="77777777" w:rsidR="0058474F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62A68E7C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B520D6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B979E7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3864352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D187AC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14E84A9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28314E1D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6D14E875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626C398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2A780F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4CA920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00E3A7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2A4BE4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2AE6A4F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5033FFBD" w14:textId="77777777">
        <w:trPr>
          <w:jc w:val="center"/>
        </w:trPr>
        <w:tc>
          <w:tcPr>
            <w:tcW w:w="3347" w:type="dxa"/>
            <w:vAlign w:val="center"/>
          </w:tcPr>
          <w:p w14:paraId="068E7A4B" w14:textId="77777777" w:rsidR="0058474F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22F634DD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A56BCCE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C95FF5B" w14:textId="77777777" w:rsidR="0058474F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1721BB4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19D9379" w14:textId="77777777" w:rsidR="0058474F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152F3C96" w14:textId="77777777" w:rsidR="0058474F" w:rsidRDefault="00000000" w:rsidP="002F44D5">
            <w:r>
              <w:t>0.245</w:t>
            </w:r>
          </w:p>
        </w:tc>
      </w:tr>
      <w:tr w:rsidR="00BA663E" w14:paraId="7B50D74D" w14:textId="77777777">
        <w:trPr>
          <w:jc w:val="center"/>
        </w:trPr>
        <w:tc>
          <w:tcPr>
            <w:tcW w:w="3347" w:type="dxa"/>
            <w:vAlign w:val="center"/>
          </w:tcPr>
          <w:p w14:paraId="75E6D24E" w14:textId="77777777" w:rsidR="0058474F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331EFE5C" w14:textId="77777777" w:rsidR="0058474F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4710EB5C" w14:textId="77777777" w:rsidR="0058474F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6F21FD63" w14:textId="77777777" w:rsidR="0058474F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0602BE6C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24FE7AA" w14:textId="77777777" w:rsidR="0058474F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3E77219A" w14:textId="77777777" w:rsidR="0058474F" w:rsidRDefault="00000000" w:rsidP="002F44D5">
            <w:r>
              <w:t>1.186</w:t>
            </w:r>
          </w:p>
        </w:tc>
      </w:tr>
      <w:tr w:rsidR="0058474F" w14:paraId="7DFAD071" w14:textId="77777777" w:rsidTr="00762E43">
        <w:trPr>
          <w:jc w:val="center"/>
        </w:trPr>
        <w:tc>
          <w:tcPr>
            <w:tcW w:w="3347" w:type="dxa"/>
            <w:vAlign w:val="center"/>
          </w:tcPr>
          <w:p w14:paraId="67609450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F26BE44" w14:textId="77777777" w:rsidR="0058474F" w:rsidRDefault="00000000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0C5E248D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2ACF3CA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10115990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4A5A03D" w14:textId="77777777" w:rsidR="0058474F" w:rsidRDefault="00000000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6100FD1B" w14:textId="77777777" w:rsidR="0058474F" w:rsidRDefault="00000000" w:rsidP="002F44D5">
            <w:r>
              <w:t>1.431</w:t>
            </w:r>
          </w:p>
        </w:tc>
      </w:tr>
      <w:tr w:rsidR="0058474F" w14:paraId="27843974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A1B84E0" w14:textId="77777777" w:rsidR="0058474F" w:rsidRPr="00D95163" w:rsidRDefault="00000000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2CC548BD" w14:textId="77777777" w:rsidR="0058474F" w:rsidRDefault="00000000" w:rsidP="002F44D5">
            <w:pPr>
              <w:jc w:val="center"/>
            </w:pPr>
            <w:r>
              <w:t>0.30</w:t>
            </w:r>
          </w:p>
        </w:tc>
      </w:tr>
    </w:tbl>
    <w:p w14:paraId="169CD2DD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195212D9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7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2A1C166A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7CA9C8E6" w14:textId="77777777" w:rsidR="0058474F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88D16FE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B7D66D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AA10BA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509699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AE3C0D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642C212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70AF66E6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1294AD3D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CC6B0A2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732EE4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DA9401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6CC686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08EC8D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67D04F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50A0D0C7" w14:textId="77777777">
        <w:trPr>
          <w:jc w:val="center"/>
        </w:trPr>
        <w:tc>
          <w:tcPr>
            <w:tcW w:w="3347" w:type="dxa"/>
            <w:vAlign w:val="center"/>
          </w:tcPr>
          <w:p w14:paraId="140B7DAB" w14:textId="77777777" w:rsidR="0058474F" w:rsidRDefault="00000000" w:rsidP="002F44D5">
            <w:r>
              <w:t>室内抹灰</w:t>
            </w:r>
          </w:p>
        </w:tc>
        <w:tc>
          <w:tcPr>
            <w:tcW w:w="849" w:type="dxa"/>
            <w:vAlign w:val="center"/>
          </w:tcPr>
          <w:p w14:paraId="17E0C331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24ACFFE0" w14:textId="77777777" w:rsidR="0058474F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1BE0FC62" w14:textId="77777777" w:rsidR="0058474F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213F046F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999DF15" w14:textId="77777777" w:rsidR="0058474F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6F0FEA6A" w14:textId="77777777" w:rsidR="0058474F" w:rsidRDefault="00000000" w:rsidP="002F44D5">
            <w:r>
              <w:t>0.244</w:t>
            </w:r>
          </w:p>
        </w:tc>
      </w:tr>
      <w:tr w:rsidR="00BA663E" w14:paraId="6C031195" w14:textId="77777777">
        <w:trPr>
          <w:jc w:val="center"/>
        </w:trPr>
        <w:tc>
          <w:tcPr>
            <w:tcW w:w="3347" w:type="dxa"/>
            <w:vAlign w:val="center"/>
          </w:tcPr>
          <w:p w14:paraId="44764E44" w14:textId="77777777" w:rsidR="0058474F" w:rsidRDefault="00000000" w:rsidP="002F44D5">
            <w:r>
              <w:t>烧结普通砖墙（重浆砌筑）</w:t>
            </w:r>
          </w:p>
        </w:tc>
        <w:tc>
          <w:tcPr>
            <w:tcW w:w="849" w:type="dxa"/>
            <w:vAlign w:val="center"/>
          </w:tcPr>
          <w:p w14:paraId="09A556BB" w14:textId="77777777" w:rsidR="0058474F" w:rsidRDefault="00000000" w:rsidP="002F44D5">
            <w:r>
              <w:t>370</w:t>
            </w:r>
          </w:p>
        </w:tc>
        <w:tc>
          <w:tcPr>
            <w:tcW w:w="1075" w:type="dxa"/>
            <w:vAlign w:val="center"/>
          </w:tcPr>
          <w:p w14:paraId="26FCF71D" w14:textId="77777777" w:rsidR="0058474F" w:rsidRDefault="00000000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51A0C955" w14:textId="77777777" w:rsidR="0058474F" w:rsidRDefault="00000000" w:rsidP="002F44D5">
            <w:r>
              <w:t>10.551</w:t>
            </w:r>
          </w:p>
        </w:tc>
        <w:tc>
          <w:tcPr>
            <w:tcW w:w="848" w:type="dxa"/>
            <w:vAlign w:val="center"/>
          </w:tcPr>
          <w:p w14:paraId="2058ABC1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4C1D7D8" w14:textId="77777777" w:rsidR="0058474F" w:rsidRDefault="00000000" w:rsidP="002F44D5">
            <w:r>
              <w:t>0.457</w:t>
            </w:r>
          </w:p>
        </w:tc>
        <w:tc>
          <w:tcPr>
            <w:tcW w:w="1064" w:type="dxa"/>
            <w:vAlign w:val="center"/>
          </w:tcPr>
          <w:p w14:paraId="1B822CF2" w14:textId="77777777" w:rsidR="0058474F" w:rsidRDefault="00000000" w:rsidP="002F44D5">
            <w:r>
              <w:t>4.820</w:t>
            </w:r>
          </w:p>
        </w:tc>
      </w:tr>
      <w:tr w:rsidR="00BA663E" w14:paraId="6858B6FE" w14:textId="77777777">
        <w:trPr>
          <w:jc w:val="center"/>
        </w:trPr>
        <w:tc>
          <w:tcPr>
            <w:tcW w:w="3347" w:type="dxa"/>
            <w:vAlign w:val="center"/>
          </w:tcPr>
          <w:p w14:paraId="4CC680E2" w14:textId="77777777" w:rsidR="0058474F" w:rsidRDefault="00000000" w:rsidP="002F44D5">
            <w:r>
              <w:t>EPS</w:t>
            </w:r>
            <w:r>
              <w:t>板保温层</w:t>
            </w:r>
          </w:p>
        </w:tc>
        <w:tc>
          <w:tcPr>
            <w:tcW w:w="849" w:type="dxa"/>
            <w:vAlign w:val="center"/>
          </w:tcPr>
          <w:p w14:paraId="764B2C66" w14:textId="77777777" w:rsidR="0058474F" w:rsidRDefault="00000000" w:rsidP="002F44D5">
            <w:r>
              <w:t>45</w:t>
            </w:r>
          </w:p>
        </w:tc>
        <w:tc>
          <w:tcPr>
            <w:tcW w:w="1075" w:type="dxa"/>
            <w:vAlign w:val="center"/>
          </w:tcPr>
          <w:p w14:paraId="3CF33E24" w14:textId="77777777" w:rsidR="0058474F" w:rsidRDefault="00000000" w:rsidP="002F44D5">
            <w:r>
              <w:t>0.041</w:t>
            </w:r>
          </w:p>
        </w:tc>
        <w:tc>
          <w:tcPr>
            <w:tcW w:w="1075" w:type="dxa"/>
            <w:vAlign w:val="center"/>
          </w:tcPr>
          <w:p w14:paraId="5AA3B2EF" w14:textId="77777777" w:rsidR="0058474F" w:rsidRDefault="00000000" w:rsidP="002F44D5">
            <w:r>
              <w:t>0.287</w:t>
            </w:r>
          </w:p>
        </w:tc>
        <w:tc>
          <w:tcPr>
            <w:tcW w:w="848" w:type="dxa"/>
            <w:vAlign w:val="center"/>
          </w:tcPr>
          <w:p w14:paraId="55145C15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091D62A1" w14:textId="77777777" w:rsidR="0058474F" w:rsidRDefault="00000000" w:rsidP="002F44D5">
            <w:r>
              <w:t>0.915</w:t>
            </w:r>
          </w:p>
        </w:tc>
        <w:tc>
          <w:tcPr>
            <w:tcW w:w="1064" w:type="dxa"/>
            <w:vAlign w:val="center"/>
          </w:tcPr>
          <w:p w14:paraId="475D7B87" w14:textId="77777777" w:rsidR="0058474F" w:rsidRDefault="00000000" w:rsidP="002F44D5">
            <w:r>
              <w:t>0.315</w:t>
            </w:r>
          </w:p>
        </w:tc>
      </w:tr>
      <w:tr w:rsidR="00BA663E" w14:paraId="0C4C4056" w14:textId="77777777">
        <w:trPr>
          <w:jc w:val="center"/>
        </w:trPr>
        <w:tc>
          <w:tcPr>
            <w:tcW w:w="3347" w:type="dxa"/>
            <w:vAlign w:val="center"/>
          </w:tcPr>
          <w:p w14:paraId="2E711D05" w14:textId="77777777" w:rsidR="0058474F" w:rsidRDefault="00000000" w:rsidP="002F44D5">
            <w:r>
              <w:t>薄抹灰饰面层</w:t>
            </w:r>
          </w:p>
        </w:tc>
        <w:tc>
          <w:tcPr>
            <w:tcW w:w="849" w:type="dxa"/>
            <w:vAlign w:val="center"/>
          </w:tcPr>
          <w:p w14:paraId="44730E20" w14:textId="77777777" w:rsidR="0058474F" w:rsidRDefault="00000000" w:rsidP="002F44D5">
            <w:r>
              <w:t>6</w:t>
            </w:r>
          </w:p>
        </w:tc>
        <w:tc>
          <w:tcPr>
            <w:tcW w:w="1075" w:type="dxa"/>
            <w:vAlign w:val="center"/>
          </w:tcPr>
          <w:p w14:paraId="0CF1BC24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0CB74BD" w14:textId="77777777" w:rsidR="0058474F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084A5154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61EAEC0" w14:textId="77777777" w:rsidR="0058474F" w:rsidRDefault="00000000" w:rsidP="002F44D5">
            <w:r>
              <w:t>0.006</w:t>
            </w:r>
          </w:p>
        </w:tc>
        <w:tc>
          <w:tcPr>
            <w:tcW w:w="1064" w:type="dxa"/>
            <w:vAlign w:val="center"/>
          </w:tcPr>
          <w:p w14:paraId="0222CE2D" w14:textId="77777777" w:rsidR="0058474F" w:rsidRDefault="00000000" w:rsidP="002F44D5">
            <w:r>
              <w:t>0.073</w:t>
            </w:r>
          </w:p>
        </w:tc>
      </w:tr>
      <w:tr w:rsidR="0058474F" w14:paraId="60F5DA38" w14:textId="77777777" w:rsidTr="00762E43">
        <w:trPr>
          <w:jc w:val="center"/>
        </w:trPr>
        <w:tc>
          <w:tcPr>
            <w:tcW w:w="3347" w:type="dxa"/>
            <w:vAlign w:val="center"/>
          </w:tcPr>
          <w:p w14:paraId="644CC842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0AB7277" w14:textId="77777777" w:rsidR="0058474F" w:rsidRDefault="00000000" w:rsidP="002F44D5">
            <w:r>
              <w:t>441</w:t>
            </w:r>
          </w:p>
        </w:tc>
        <w:tc>
          <w:tcPr>
            <w:tcW w:w="1075" w:type="dxa"/>
            <w:vAlign w:val="center"/>
          </w:tcPr>
          <w:p w14:paraId="7C5342BA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133D162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BF46129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9404373" w14:textId="77777777" w:rsidR="0058474F" w:rsidRDefault="00000000" w:rsidP="002F44D5">
            <w:r>
              <w:t>1.401</w:t>
            </w:r>
          </w:p>
        </w:tc>
        <w:tc>
          <w:tcPr>
            <w:tcW w:w="1064" w:type="dxa"/>
            <w:vAlign w:val="center"/>
          </w:tcPr>
          <w:p w14:paraId="41687FA6" w14:textId="77777777" w:rsidR="0058474F" w:rsidRDefault="00000000" w:rsidP="002F44D5">
            <w:r>
              <w:t>5.452</w:t>
            </w:r>
          </w:p>
        </w:tc>
      </w:tr>
      <w:tr w:rsidR="0058474F" w14:paraId="509E3D6A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52C18B28" w14:textId="77777777" w:rsidR="0058474F" w:rsidRPr="00D95163" w:rsidRDefault="00000000" w:rsidP="002F44D5">
            <w:r>
              <w:lastRenderedPageBreak/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66045E30" w14:textId="77777777" w:rsidR="0058474F" w:rsidRDefault="00000000" w:rsidP="002F44D5">
            <w:pPr>
              <w:jc w:val="center"/>
            </w:pPr>
            <w:r>
              <w:t>0.62</w:t>
            </w:r>
          </w:p>
        </w:tc>
      </w:tr>
    </w:tbl>
    <w:p w14:paraId="61A6ED83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5BF2AAE8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8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非控温隔墙构造一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26633563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7936AD7" w14:textId="77777777" w:rsidR="0058474F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3D766471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F80E95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542134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8A8EC6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942C54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F7569A9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7A382F4B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4703EB42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C652A13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0C18B5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1CB0B1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B36772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943EAD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3570E2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4D285390" w14:textId="77777777">
        <w:trPr>
          <w:jc w:val="center"/>
        </w:trPr>
        <w:tc>
          <w:tcPr>
            <w:tcW w:w="3347" w:type="dxa"/>
            <w:vAlign w:val="center"/>
          </w:tcPr>
          <w:p w14:paraId="587B3BFE" w14:textId="77777777" w:rsidR="0058474F" w:rsidRDefault="00000000" w:rsidP="002F44D5">
            <w:r>
              <w:t>室内抹灰</w:t>
            </w:r>
          </w:p>
        </w:tc>
        <w:tc>
          <w:tcPr>
            <w:tcW w:w="849" w:type="dxa"/>
            <w:vAlign w:val="center"/>
          </w:tcPr>
          <w:p w14:paraId="0AB96C4C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67C5E1A" w14:textId="77777777" w:rsidR="0058474F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6C32D1A7" w14:textId="77777777" w:rsidR="0058474F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74A1D512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F7818D5" w14:textId="77777777" w:rsidR="0058474F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3D5DA8FA" w14:textId="77777777" w:rsidR="0058474F" w:rsidRDefault="00000000" w:rsidP="002F44D5">
            <w:r>
              <w:t>0.244</w:t>
            </w:r>
          </w:p>
        </w:tc>
      </w:tr>
      <w:tr w:rsidR="00BA663E" w14:paraId="539964A9" w14:textId="77777777">
        <w:trPr>
          <w:jc w:val="center"/>
        </w:trPr>
        <w:tc>
          <w:tcPr>
            <w:tcW w:w="3347" w:type="dxa"/>
            <w:vAlign w:val="center"/>
          </w:tcPr>
          <w:p w14:paraId="1F1AA5DD" w14:textId="77777777" w:rsidR="0058474F" w:rsidRDefault="00000000" w:rsidP="002F44D5">
            <w:r>
              <w:t>KP1</w:t>
            </w:r>
            <w:r>
              <w:t>粘土多孔砖墙</w:t>
            </w:r>
          </w:p>
        </w:tc>
        <w:tc>
          <w:tcPr>
            <w:tcW w:w="849" w:type="dxa"/>
            <w:vAlign w:val="center"/>
          </w:tcPr>
          <w:p w14:paraId="5C59CE00" w14:textId="77777777" w:rsidR="0058474F" w:rsidRDefault="00000000" w:rsidP="002F44D5">
            <w:r>
              <w:t>370</w:t>
            </w:r>
          </w:p>
        </w:tc>
        <w:tc>
          <w:tcPr>
            <w:tcW w:w="1075" w:type="dxa"/>
            <w:vAlign w:val="center"/>
          </w:tcPr>
          <w:p w14:paraId="7C40B11C" w14:textId="77777777" w:rsidR="0058474F" w:rsidRDefault="00000000" w:rsidP="002F44D5">
            <w:r>
              <w:t>0.580</w:t>
            </w:r>
          </w:p>
        </w:tc>
        <w:tc>
          <w:tcPr>
            <w:tcW w:w="1075" w:type="dxa"/>
            <w:vAlign w:val="center"/>
          </w:tcPr>
          <w:p w14:paraId="58D77A94" w14:textId="77777777" w:rsidR="0058474F" w:rsidRDefault="00000000" w:rsidP="002F44D5">
            <w:r>
              <w:t>7.874</w:t>
            </w:r>
          </w:p>
        </w:tc>
        <w:tc>
          <w:tcPr>
            <w:tcW w:w="848" w:type="dxa"/>
            <w:vAlign w:val="center"/>
          </w:tcPr>
          <w:p w14:paraId="5D865FE6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719D61F" w14:textId="77777777" w:rsidR="0058474F" w:rsidRDefault="00000000" w:rsidP="002F44D5">
            <w:r>
              <w:t>0.638</w:t>
            </w:r>
          </w:p>
        </w:tc>
        <w:tc>
          <w:tcPr>
            <w:tcW w:w="1064" w:type="dxa"/>
            <w:vAlign w:val="center"/>
          </w:tcPr>
          <w:p w14:paraId="05381565" w14:textId="77777777" w:rsidR="0058474F" w:rsidRDefault="00000000" w:rsidP="002F44D5">
            <w:r>
              <w:t>5.023</w:t>
            </w:r>
          </w:p>
        </w:tc>
      </w:tr>
      <w:tr w:rsidR="00BA663E" w14:paraId="1F6C467B" w14:textId="77777777">
        <w:trPr>
          <w:jc w:val="center"/>
        </w:trPr>
        <w:tc>
          <w:tcPr>
            <w:tcW w:w="3347" w:type="dxa"/>
            <w:vAlign w:val="center"/>
          </w:tcPr>
          <w:p w14:paraId="3EB77E3D" w14:textId="77777777" w:rsidR="0058474F" w:rsidRDefault="00000000" w:rsidP="002F44D5">
            <w:r>
              <w:t>EPS</w:t>
            </w:r>
            <w:r>
              <w:t>板保温层</w:t>
            </w:r>
          </w:p>
        </w:tc>
        <w:tc>
          <w:tcPr>
            <w:tcW w:w="849" w:type="dxa"/>
            <w:vAlign w:val="center"/>
          </w:tcPr>
          <w:p w14:paraId="2072B1A5" w14:textId="77777777" w:rsidR="0058474F" w:rsidRDefault="00000000" w:rsidP="002F44D5">
            <w:r>
              <w:t>40</w:t>
            </w:r>
          </w:p>
        </w:tc>
        <w:tc>
          <w:tcPr>
            <w:tcW w:w="1075" w:type="dxa"/>
            <w:vAlign w:val="center"/>
          </w:tcPr>
          <w:p w14:paraId="6B15C55B" w14:textId="77777777" w:rsidR="0058474F" w:rsidRDefault="00000000" w:rsidP="002F44D5">
            <w:r>
              <w:t>0.041</w:t>
            </w:r>
          </w:p>
        </w:tc>
        <w:tc>
          <w:tcPr>
            <w:tcW w:w="1075" w:type="dxa"/>
            <w:vAlign w:val="center"/>
          </w:tcPr>
          <w:p w14:paraId="3D4119A9" w14:textId="77777777" w:rsidR="0058474F" w:rsidRDefault="00000000" w:rsidP="002F44D5">
            <w:r>
              <w:t>0.287</w:t>
            </w:r>
          </w:p>
        </w:tc>
        <w:tc>
          <w:tcPr>
            <w:tcW w:w="848" w:type="dxa"/>
            <w:vAlign w:val="center"/>
          </w:tcPr>
          <w:p w14:paraId="05824DED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72F4354B" w14:textId="77777777" w:rsidR="0058474F" w:rsidRDefault="00000000" w:rsidP="002F44D5">
            <w:r>
              <w:t>0.813</w:t>
            </w:r>
          </w:p>
        </w:tc>
        <w:tc>
          <w:tcPr>
            <w:tcW w:w="1064" w:type="dxa"/>
            <w:vAlign w:val="center"/>
          </w:tcPr>
          <w:p w14:paraId="1DAD60EE" w14:textId="77777777" w:rsidR="0058474F" w:rsidRDefault="00000000" w:rsidP="002F44D5">
            <w:r>
              <w:t>0.280</w:t>
            </w:r>
          </w:p>
        </w:tc>
      </w:tr>
      <w:tr w:rsidR="00BA663E" w14:paraId="60FD0FD5" w14:textId="77777777">
        <w:trPr>
          <w:jc w:val="center"/>
        </w:trPr>
        <w:tc>
          <w:tcPr>
            <w:tcW w:w="3347" w:type="dxa"/>
            <w:vAlign w:val="center"/>
          </w:tcPr>
          <w:p w14:paraId="17D8A31E" w14:textId="77777777" w:rsidR="0058474F" w:rsidRDefault="00000000" w:rsidP="002F44D5">
            <w:r>
              <w:t>薄抹灰饰面层</w:t>
            </w:r>
          </w:p>
        </w:tc>
        <w:tc>
          <w:tcPr>
            <w:tcW w:w="849" w:type="dxa"/>
            <w:vAlign w:val="center"/>
          </w:tcPr>
          <w:p w14:paraId="6CF685D8" w14:textId="77777777" w:rsidR="0058474F" w:rsidRDefault="00000000" w:rsidP="002F44D5">
            <w:r>
              <w:t>6</w:t>
            </w:r>
          </w:p>
        </w:tc>
        <w:tc>
          <w:tcPr>
            <w:tcW w:w="1075" w:type="dxa"/>
            <w:vAlign w:val="center"/>
          </w:tcPr>
          <w:p w14:paraId="4879A867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7E3E57D9" w14:textId="77777777" w:rsidR="0058474F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38BD1745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9327A39" w14:textId="77777777" w:rsidR="0058474F" w:rsidRDefault="00000000" w:rsidP="002F44D5">
            <w:r>
              <w:t>0.006</w:t>
            </w:r>
          </w:p>
        </w:tc>
        <w:tc>
          <w:tcPr>
            <w:tcW w:w="1064" w:type="dxa"/>
            <w:vAlign w:val="center"/>
          </w:tcPr>
          <w:p w14:paraId="3087B37A" w14:textId="77777777" w:rsidR="0058474F" w:rsidRDefault="00000000" w:rsidP="002F44D5">
            <w:r>
              <w:t>0.073</w:t>
            </w:r>
          </w:p>
        </w:tc>
      </w:tr>
      <w:tr w:rsidR="0058474F" w14:paraId="79F18AB4" w14:textId="77777777" w:rsidTr="00762E43">
        <w:trPr>
          <w:jc w:val="center"/>
        </w:trPr>
        <w:tc>
          <w:tcPr>
            <w:tcW w:w="3347" w:type="dxa"/>
            <w:vAlign w:val="center"/>
          </w:tcPr>
          <w:p w14:paraId="67554747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D9C5405" w14:textId="77777777" w:rsidR="0058474F" w:rsidRDefault="00000000" w:rsidP="002F44D5">
            <w:r>
              <w:t>436</w:t>
            </w:r>
          </w:p>
        </w:tc>
        <w:tc>
          <w:tcPr>
            <w:tcW w:w="1075" w:type="dxa"/>
            <w:vAlign w:val="center"/>
          </w:tcPr>
          <w:p w14:paraId="01502CDF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BD60D72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DCED596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2E4B495" w14:textId="77777777" w:rsidR="0058474F" w:rsidRDefault="00000000" w:rsidP="002F44D5">
            <w:r>
              <w:t>1.480</w:t>
            </w:r>
          </w:p>
        </w:tc>
        <w:tc>
          <w:tcPr>
            <w:tcW w:w="1064" w:type="dxa"/>
            <w:vAlign w:val="center"/>
          </w:tcPr>
          <w:p w14:paraId="7AF090D7" w14:textId="77777777" w:rsidR="0058474F" w:rsidRDefault="00000000" w:rsidP="002F44D5">
            <w:r>
              <w:t>5.620</w:t>
            </w:r>
          </w:p>
        </w:tc>
      </w:tr>
      <w:tr w:rsidR="0058474F" w14:paraId="4F52ED64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2630C4F" w14:textId="77777777" w:rsidR="0058474F" w:rsidRPr="00D95163" w:rsidRDefault="00000000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6CDC0258" w14:textId="77777777" w:rsidR="0058474F" w:rsidRDefault="00000000" w:rsidP="002F44D5">
            <w:pPr>
              <w:jc w:val="center"/>
            </w:pPr>
            <w:r>
              <w:t>0.59</w:t>
            </w:r>
          </w:p>
        </w:tc>
      </w:tr>
    </w:tbl>
    <w:p w14:paraId="3B6A063F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6D7E6E75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9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70796740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6607AF6" w14:textId="77777777" w:rsidR="0058474F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E59FDF7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70DB53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9ADCE4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18D339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6BF49E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94331B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62394AAB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C7AF749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146DA13C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CF3C0F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3FED4E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7FABB8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EB7846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0720BBD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723838BE" w14:textId="77777777">
        <w:trPr>
          <w:jc w:val="center"/>
        </w:trPr>
        <w:tc>
          <w:tcPr>
            <w:tcW w:w="3347" w:type="dxa"/>
            <w:vAlign w:val="center"/>
          </w:tcPr>
          <w:p w14:paraId="4AF26972" w14:textId="77777777" w:rsidR="0058474F" w:rsidRDefault="00000000" w:rsidP="002F44D5">
            <w:r>
              <w:t>室内抹灰</w:t>
            </w:r>
          </w:p>
        </w:tc>
        <w:tc>
          <w:tcPr>
            <w:tcW w:w="849" w:type="dxa"/>
            <w:vAlign w:val="center"/>
          </w:tcPr>
          <w:p w14:paraId="50C426C2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100FD358" w14:textId="77777777" w:rsidR="0058474F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4A2B9BE7" w14:textId="77777777" w:rsidR="0058474F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0608CAF5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A5ECAE9" w14:textId="77777777" w:rsidR="0058474F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419AFF12" w14:textId="77777777" w:rsidR="0058474F" w:rsidRDefault="00000000" w:rsidP="002F44D5">
            <w:r>
              <w:t>0.244</w:t>
            </w:r>
          </w:p>
        </w:tc>
      </w:tr>
      <w:tr w:rsidR="00BA663E" w14:paraId="0BEAA039" w14:textId="77777777">
        <w:trPr>
          <w:jc w:val="center"/>
        </w:trPr>
        <w:tc>
          <w:tcPr>
            <w:tcW w:w="3347" w:type="dxa"/>
            <w:vAlign w:val="center"/>
          </w:tcPr>
          <w:p w14:paraId="71E5BDBE" w14:textId="77777777" w:rsidR="0058474F" w:rsidRDefault="00000000" w:rsidP="002F44D5">
            <w:r>
              <w:t>烧结普通砖墙（重浆砌筑）</w:t>
            </w:r>
          </w:p>
        </w:tc>
        <w:tc>
          <w:tcPr>
            <w:tcW w:w="849" w:type="dxa"/>
            <w:vAlign w:val="center"/>
          </w:tcPr>
          <w:p w14:paraId="15AD1172" w14:textId="77777777" w:rsidR="0058474F" w:rsidRDefault="00000000" w:rsidP="002F44D5">
            <w:r>
              <w:t>370</w:t>
            </w:r>
          </w:p>
        </w:tc>
        <w:tc>
          <w:tcPr>
            <w:tcW w:w="1075" w:type="dxa"/>
            <w:vAlign w:val="center"/>
          </w:tcPr>
          <w:p w14:paraId="2B82F9CA" w14:textId="77777777" w:rsidR="0058474F" w:rsidRDefault="00000000" w:rsidP="002F44D5">
            <w:r>
              <w:t>0.810</w:t>
            </w:r>
          </w:p>
        </w:tc>
        <w:tc>
          <w:tcPr>
            <w:tcW w:w="1075" w:type="dxa"/>
            <w:vAlign w:val="center"/>
          </w:tcPr>
          <w:p w14:paraId="5AB576C6" w14:textId="77777777" w:rsidR="0058474F" w:rsidRDefault="00000000" w:rsidP="002F44D5">
            <w:r>
              <w:t>10.551</w:t>
            </w:r>
          </w:p>
        </w:tc>
        <w:tc>
          <w:tcPr>
            <w:tcW w:w="848" w:type="dxa"/>
            <w:vAlign w:val="center"/>
          </w:tcPr>
          <w:p w14:paraId="7E9A7333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642739A" w14:textId="77777777" w:rsidR="0058474F" w:rsidRDefault="00000000" w:rsidP="002F44D5">
            <w:r>
              <w:t>0.457</w:t>
            </w:r>
          </w:p>
        </w:tc>
        <w:tc>
          <w:tcPr>
            <w:tcW w:w="1064" w:type="dxa"/>
            <w:vAlign w:val="center"/>
          </w:tcPr>
          <w:p w14:paraId="3E598907" w14:textId="77777777" w:rsidR="0058474F" w:rsidRDefault="00000000" w:rsidP="002F44D5">
            <w:r>
              <w:t>4.820</w:t>
            </w:r>
          </w:p>
        </w:tc>
      </w:tr>
      <w:tr w:rsidR="00BA663E" w14:paraId="323B7D42" w14:textId="77777777">
        <w:trPr>
          <w:jc w:val="center"/>
        </w:trPr>
        <w:tc>
          <w:tcPr>
            <w:tcW w:w="3347" w:type="dxa"/>
            <w:vAlign w:val="center"/>
          </w:tcPr>
          <w:p w14:paraId="4311538B" w14:textId="77777777" w:rsidR="0058474F" w:rsidRDefault="00000000" w:rsidP="002F44D5">
            <w:r>
              <w:t>EPS</w:t>
            </w:r>
            <w:r>
              <w:t>板保温层</w:t>
            </w:r>
          </w:p>
        </w:tc>
        <w:tc>
          <w:tcPr>
            <w:tcW w:w="849" w:type="dxa"/>
            <w:vAlign w:val="center"/>
          </w:tcPr>
          <w:p w14:paraId="0ABED51D" w14:textId="77777777" w:rsidR="0058474F" w:rsidRDefault="00000000" w:rsidP="002F44D5">
            <w:r>
              <w:t>45</w:t>
            </w:r>
          </w:p>
        </w:tc>
        <w:tc>
          <w:tcPr>
            <w:tcW w:w="1075" w:type="dxa"/>
            <w:vAlign w:val="center"/>
          </w:tcPr>
          <w:p w14:paraId="5602764D" w14:textId="77777777" w:rsidR="0058474F" w:rsidRDefault="00000000" w:rsidP="002F44D5">
            <w:r>
              <w:t>0.041</w:t>
            </w:r>
          </w:p>
        </w:tc>
        <w:tc>
          <w:tcPr>
            <w:tcW w:w="1075" w:type="dxa"/>
            <w:vAlign w:val="center"/>
          </w:tcPr>
          <w:p w14:paraId="37814DBA" w14:textId="77777777" w:rsidR="0058474F" w:rsidRDefault="00000000" w:rsidP="002F44D5">
            <w:r>
              <w:t>0.287</w:t>
            </w:r>
          </w:p>
        </w:tc>
        <w:tc>
          <w:tcPr>
            <w:tcW w:w="848" w:type="dxa"/>
            <w:vAlign w:val="center"/>
          </w:tcPr>
          <w:p w14:paraId="768FA5AB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7FD38DCC" w14:textId="77777777" w:rsidR="0058474F" w:rsidRDefault="00000000" w:rsidP="002F44D5">
            <w:r>
              <w:t>0.915</w:t>
            </w:r>
          </w:p>
        </w:tc>
        <w:tc>
          <w:tcPr>
            <w:tcW w:w="1064" w:type="dxa"/>
            <w:vAlign w:val="center"/>
          </w:tcPr>
          <w:p w14:paraId="71F3D4E6" w14:textId="77777777" w:rsidR="0058474F" w:rsidRDefault="00000000" w:rsidP="002F44D5">
            <w:r>
              <w:t>0.315</w:t>
            </w:r>
          </w:p>
        </w:tc>
      </w:tr>
      <w:tr w:rsidR="00BA663E" w14:paraId="7343C1AE" w14:textId="77777777">
        <w:trPr>
          <w:jc w:val="center"/>
        </w:trPr>
        <w:tc>
          <w:tcPr>
            <w:tcW w:w="3347" w:type="dxa"/>
            <w:vAlign w:val="center"/>
          </w:tcPr>
          <w:p w14:paraId="2F4110A3" w14:textId="77777777" w:rsidR="0058474F" w:rsidRDefault="00000000" w:rsidP="002F44D5">
            <w:r>
              <w:t>薄抹灰饰面层</w:t>
            </w:r>
          </w:p>
        </w:tc>
        <w:tc>
          <w:tcPr>
            <w:tcW w:w="849" w:type="dxa"/>
            <w:vAlign w:val="center"/>
          </w:tcPr>
          <w:p w14:paraId="6E2817E0" w14:textId="77777777" w:rsidR="0058474F" w:rsidRDefault="00000000" w:rsidP="002F44D5">
            <w:r>
              <w:t>6</w:t>
            </w:r>
          </w:p>
        </w:tc>
        <w:tc>
          <w:tcPr>
            <w:tcW w:w="1075" w:type="dxa"/>
            <w:vAlign w:val="center"/>
          </w:tcPr>
          <w:p w14:paraId="1328E457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2CC89BE" w14:textId="77777777" w:rsidR="0058474F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1BCCF0FA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0456E14" w14:textId="77777777" w:rsidR="0058474F" w:rsidRDefault="00000000" w:rsidP="002F44D5">
            <w:r>
              <w:t>0.006</w:t>
            </w:r>
          </w:p>
        </w:tc>
        <w:tc>
          <w:tcPr>
            <w:tcW w:w="1064" w:type="dxa"/>
            <w:vAlign w:val="center"/>
          </w:tcPr>
          <w:p w14:paraId="229CC524" w14:textId="77777777" w:rsidR="0058474F" w:rsidRDefault="00000000" w:rsidP="002F44D5">
            <w:r>
              <w:t>0.073</w:t>
            </w:r>
          </w:p>
        </w:tc>
      </w:tr>
      <w:tr w:rsidR="0058474F" w14:paraId="6B17BFE2" w14:textId="77777777" w:rsidTr="00762E43">
        <w:trPr>
          <w:jc w:val="center"/>
        </w:trPr>
        <w:tc>
          <w:tcPr>
            <w:tcW w:w="3347" w:type="dxa"/>
            <w:vAlign w:val="center"/>
          </w:tcPr>
          <w:p w14:paraId="096A149E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5A5B429" w14:textId="77777777" w:rsidR="0058474F" w:rsidRDefault="00000000" w:rsidP="002F44D5">
            <w:r>
              <w:t>441</w:t>
            </w:r>
          </w:p>
        </w:tc>
        <w:tc>
          <w:tcPr>
            <w:tcW w:w="1075" w:type="dxa"/>
            <w:vAlign w:val="center"/>
          </w:tcPr>
          <w:p w14:paraId="00FD5CAB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2D8C272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0A85D58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611B459" w14:textId="77777777" w:rsidR="0058474F" w:rsidRDefault="00000000" w:rsidP="002F44D5">
            <w:r>
              <w:t>1.401</w:t>
            </w:r>
          </w:p>
        </w:tc>
        <w:tc>
          <w:tcPr>
            <w:tcW w:w="1064" w:type="dxa"/>
            <w:vAlign w:val="center"/>
          </w:tcPr>
          <w:p w14:paraId="2040A572" w14:textId="77777777" w:rsidR="0058474F" w:rsidRDefault="00000000" w:rsidP="002F44D5">
            <w:r>
              <w:t>5.452</w:t>
            </w:r>
          </w:p>
        </w:tc>
      </w:tr>
      <w:tr w:rsidR="0058474F" w14:paraId="65A8CD04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9292728" w14:textId="77777777" w:rsidR="0058474F" w:rsidRPr="00D95163" w:rsidRDefault="00000000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0ACFEC4C" w14:textId="77777777" w:rsidR="0058474F" w:rsidRDefault="00000000" w:rsidP="002F44D5">
            <w:pPr>
              <w:jc w:val="center"/>
            </w:pPr>
            <w:r>
              <w:t>0.62</w:t>
            </w:r>
          </w:p>
        </w:tc>
      </w:tr>
    </w:tbl>
    <w:p w14:paraId="17CDEF24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525C0601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10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7DB16EBA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F5F2A9B" w14:textId="77777777" w:rsidR="0058474F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0F258C4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445CF4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AEB8F6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FA7150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D9C988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215141E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5DDAEDFF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1AF1DFBE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4C21447B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4CEEF6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7829C3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E6E1E1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742585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FD01C50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2D4B0E1C" w14:textId="77777777">
        <w:trPr>
          <w:jc w:val="center"/>
        </w:trPr>
        <w:tc>
          <w:tcPr>
            <w:tcW w:w="3347" w:type="dxa"/>
            <w:vAlign w:val="center"/>
          </w:tcPr>
          <w:p w14:paraId="32E92DAC" w14:textId="77777777" w:rsidR="0058474F" w:rsidRDefault="00000000" w:rsidP="002F44D5">
            <w:r>
              <w:t>室内抹灰</w:t>
            </w:r>
          </w:p>
        </w:tc>
        <w:tc>
          <w:tcPr>
            <w:tcW w:w="849" w:type="dxa"/>
            <w:vAlign w:val="center"/>
          </w:tcPr>
          <w:p w14:paraId="3689F7C0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5F2598A" w14:textId="77777777" w:rsidR="0058474F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1D61E657" w14:textId="77777777" w:rsidR="0058474F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4FCE5DF6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AF795B6" w14:textId="77777777" w:rsidR="0058474F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47373DCF" w14:textId="77777777" w:rsidR="0058474F" w:rsidRDefault="00000000" w:rsidP="002F44D5">
            <w:r>
              <w:t>0.244</w:t>
            </w:r>
          </w:p>
        </w:tc>
      </w:tr>
      <w:tr w:rsidR="00BA663E" w14:paraId="6FE1F856" w14:textId="77777777">
        <w:trPr>
          <w:jc w:val="center"/>
        </w:trPr>
        <w:tc>
          <w:tcPr>
            <w:tcW w:w="3347" w:type="dxa"/>
            <w:vAlign w:val="center"/>
          </w:tcPr>
          <w:p w14:paraId="33690ED5" w14:textId="77777777" w:rsidR="0058474F" w:rsidRDefault="00000000" w:rsidP="002F44D5">
            <w:r>
              <w:t>KP1</w:t>
            </w:r>
            <w:r>
              <w:t>粘土多孔砖墙</w:t>
            </w:r>
          </w:p>
        </w:tc>
        <w:tc>
          <w:tcPr>
            <w:tcW w:w="849" w:type="dxa"/>
            <w:vAlign w:val="center"/>
          </w:tcPr>
          <w:p w14:paraId="606ABFDE" w14:textId="77777777" w:rsidR="0058474F" w:rsidRDefault="00000000" w:rsidP="002F44D5">
            <w:r>
              <w:t>370</w:t>
            </w:r>
          </w:p>
        </w:tc>
        <w:tc>
          <w:tcPr>
            <w:tcW w:w="1075" w:type="dxa"/>
            <w:vAlign w:val="center"/>
          </w:tcPr>
          <w:p w14:paraId="7A4F9437" w14:textId="77777777" w:rsidR="0058474F" w:rsidRDefault="00000000" w:rsidP="002F44D5">
            <w:r>
              <w:t>0.580</w:t>
            </w:r>
          </w:p>
        </w:tc>
        <w:tc>
          <w:tcPr>
            <w:tcW w:w="1075" w:type="dxa"/>
            <w:vAlign w:val="center"/>
          </w:tcPr>
          <w:p w14:paraId="59F609C0" w14:textId="77777777" w:rsidR="0058474F" w:rsidRDefault="00000000" w:rsidP="002F44D5">
            <w:r>
              <w:t>7.874</w:t>
            </w:r>
          </w:p>
        </w:tc>
        <w:tc>
          <w:tcPr>
            <w:tcW w:w="848" w:type="dxa"/>
            <w:vAlign w:val="center"/>
          </w:tcPr>
          <w:p w14:paraId="4EE0E9AF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571BDBC" w14:textId="77777777" w:rsidR="0058474F" w:rsidRDefault="00000000" w:rsidP="002F44D5">
            <w:r>
              <w:t>0.638</w:t>
            </w:r>
          </w:p>
        </w:tc>
        <w:tc>
          <w:tcPr>
            <w:tcW w:w="1064" w:type="dxa"/>
            <w:vAlign w:val="center"/>
          </w:tcPr>
          <w:p w14:paraId="1788A300" w14:textId="77777777" w:rsidR="0058474F" w:rsidRDefault="00000000" w:rsidP="002F44D5">
            <w:r>
              <w:t>5.023</w:t>
            </w:r>
          </w:p>
        </w:tc>
      </w:tr>
      <w:tr w:rsidR="00BA663E" w14:paraId="56D8AAA4" w14:textId="77777777">
        <w:trPr>
          <w:jc w:val="center"/>
        </w:trPr>
        <w:tc>
          <w:tcPr>
            <w:tcW w:w="3347" w:type="dxa"/>
            <w:vAlign w:val="center"/>
          </w:tcPr>
          <w:p w14:paraId="4B00E411" w14:textId="77777777" w:rsidR="0058474F" w:rsidRDefault="00000000" w:rsidP="002F44D5">
            <w:r>
              <w:t>EPS</w:t>
            </w:r>
            <w:r>
              <w:t>板保温层</w:t>
            </w:r>
          </w:p>
        </w:tc>
        <w:tc>
          <w:tcPr>
            <w:tcW w:w="849" w:type="dxa"/>
            <w:vAlign w:val="center"/>
          </w:tcPr>
          <w:p w14:paraId="7C3A3E82" w14:textId="77777777" w:rsidR="0058474F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617CF55D" w14:textId="77777777" w:rsidR="0058474F" w:rsidRDefault="00000000" w:rsidP="002F44D5">
            <w:r>
              <w:t>0.041</w:t>
            </w:r>
          </w:p>
        </w:tc>
        <w:tc>
          <w:tcPr>
            <w:tcW w:w="1075" w:type="dxa"/>
            <w:vAlign w:val="center"/>
          </w:tcPr>
          <w:p w14:paraId="11DDDF9B" w14:textId="77777777" w:rsidR="0058474F" w:rsidRDefault="00000000" w:rsidP="002F44D5">
            <w:r>
              <w:t>0.287</w:t>
            </w:r>
          </w:p>
        </w:tc>
        <w:tc>
          <w:tcPr>
            <w:tcW w:w="848" w:type="dxa"/>
            <w:vAlign w:val="center"/>
          </w:tcPr>
          <w:p w14:paraId="07D80997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05F495E3" w14:textId="77777777" w:rsidR="0058474F" w:rsidRDefault="00000000" w:rsidP="002F44D5">
            <w:r>
              <w:t>0.610</w:t>
            </w:r>
          </w:p>
        </w:tc>
        <w:tc>
          <w:tcPr>
            <w:tcW w:w="1064" w:type="dxa"/>
            <w:vAlign w:val="center"/>
          </w:tcPr>
          <w:p w14:paraId="1326E981" w14:textId="77777777" w:rsidR="0058474F" w:rsidRDefault="00000000" w:rsidP="002F44D5">
            <w:r>
              <w:t>0.210</w:t>
            </w:r>
          </w:p>
        </w:tc>
      </w:tr>
      <w:tr w:rsidR="00BA663E" w14:paraId="32440DAB" w14:textId="77777777">
        <w:trPr>
          <w:jc w:val="center"/>
        </w:trPr>
        <w:tc>
          <w:tcPr>
            <w:tcW w:w="3347" w:type="dxa"/>
            <w:vAlign w:val="center"/>
          </w:tcPr>
          <w:p w14:paraId="511738EF" w14:textId="77777777" w:rsidR="0058474F" w:rsidRDefault="00000000" w:rsidP="002F44D5">
            <w:r>
              <w:t>薄抹灰饰面层</w:t>
            </w:r>
          </w:p>
        </w:tc>
        <w:tc>
          <w:tcPr>
            <w:tcW w:w="849" w:type="dxa"/>
            <w:vAlign w:val="center"/>
          </w:tcPr>
          <w:p w14:paraId="02EFFD1F" w14:textId="77777777" w:rsidR="0058474F" w:rsidRDefault="00000000" w:rsidP="002F44D5">
            <w:r>
              <w:t>6</w:t>
            </w:r>
          </w:p>
        </w:tc>
        <w:tc>
          <w:tcPr>
            <w:tcW w:w="1075" w:type="dxa"/>
            <w:vAlign w:val="center"/>
          </w:tcPr>
          <w:p w14:paraId="4BCE4F00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4B98A72" w14:textId="77777777" w:rsidR="0058474F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1D0100EC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A8D187A" w14:textId="77777777" w:rsidR="0058474F" w:rsidRDefault="00000000" w:rsidP="002F44D5">
            <w:r>
              <w:t>0.006</w:t>
            </w:r>
          </w:p>
        </w:tc>
        <w:tc>
          <w:tcPr>
            <w:tcW w:w="1064" w:type="dxa"/>
            <w:vAlign w:val="center"/>
          </w:tcPr>
          <w:p w14:paraId="21F0E9BF" w14:textId="77777777" w:rsidR="0058474F" w:rsidRDefault="00000000" w:rsidP="002F44D5">
            <w:r>
              <w:t>0.073</w:t>
            </w:r>
          </w:p>
        </w:tc>
      </w:tr>
      <w:tr w:rsidR="0058474F" w14:paraId="045A5596" w14:textId="77777777" w:rsidTr="00762E43">
        <w:trPr>
          <w:jc w:val="center"/>
        </w:trPr>
        <w:tc>
          <w:tcPr>
            <w:tcW w:w="3347" w:type="dxa"/>
            <w:vAlign w:val="center"/>
          </w:tcPr>
          <w:p w14:paraId="77CD2552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141DB094" w14:textId="77777777" w:rsidR="0058474F" w:rsidRDefault="00000000" w:rsidP="002F44D5">
            <w:r>
              <w:t>426</w:t>
            </w:r>
          </w:p>
        </w:tc>
        <w:tc>
          <w:tcPr>
            <w:tcW w:w="1075" w:type="dxa"/>
            <w:vAlign w:val="center"/>
          </w:tcPr>
          <w:p w14:paraId="520BE5EC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D806581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31C2C661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84139C7" w14:textId="77777777" w:rsidR="0058474F" w:rsidRDefault="00000000" w:rsidP="002F44D5">
            <w:r>
              <w:t>1.277</w:t>
            </w:r>
          </w:p>
        </w:tc>
        <w:tc>
          <w:tcPr>
            <w:tcW w:w="1064" w:type="dxa"/>
            <w:vAlign w:val="center"/>
          </w:tcPr>
          <w:p w14:paraId="19524629" w14:textId="77777777" w:rsidR="0058474F" w:rsidRDefault="00000000" w:rsidP="002F44D5">
            <w:r>
              <w:t>5.550</w:t>
            </w:r>
          </w:p>
        </w:tc>
      </w:tr>
      <w:tr w:rsidR="0058474F" w14:paraId="04BB6C9F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89201EF" w14:textId="77777777" w:rsidR="0058474F" w:rsidRPr="00D95163" w:rsidRDefault="00000000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14:paraId="3460E845" w14:textId="77777777" w:rsidR="0058474F" w:rsidRDefault="00000000" w:rsidP="002F44D5">
            <w:pPr>
              <w:jc w:val="center"/>
            </w:pPr>
            <w:r>
              <w:t>0.67</w:t>
            </w:r>
          </w:p>
        </w:tc>
      </w:tr>
    </w:tbl>
    <w:p w14:paraId="2542C32A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0D45ECF7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368C3B9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EA076E1" w14:textId="77777777" w:rsidR="0058474F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CFD6396" w14:textId="77777777" w:rsidR="0058474F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E26722" w14:textId="77777777" w:rsidR="0058474F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9B3DB8" w14:textId="77777777" w:rsidR="0058474F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9BA8CB" w14:textId="77777777" w:rsidR="0058474F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A72B44" w14:textId="77777777" w:rsidR="0058474F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333C065" w14:textId="77777777" w:rsidR="0058474F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1EC6EF59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52972A9" w14:textId="77777777" w:rsidR="0058474F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220B128" w14:textId="77777777" w:rsidR="0058474F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393DCC" w14:textId="77777777" w:rsidR="0058474F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49505" w14:textId="77777777" w:rsidR="0058474F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D5DFD2" w14:textId="77777777" w:rsidR="0058474F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F850A1" w14:textId="77777777" w:rsidR="0058474F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C3A2C6C" w14:textId="77777777" w:rsidR="0058474F" w:rsidRDefault="00000000" w:rsidP="002F44D5">
            <w:pPr>
              <w:jc w:val="center"/>
            </w:pPr>
            <w:r>
              <w:t>D=R*S</w:t>
            </w:r>
          </w:p>
        </w:tc>
      </w:tr>
      <w:tr w:rsidR="00BA663E" w14:paraId="2CDBAC01" w14:textId="77777777">
        <w:trPr>
          <w:jc w:val="center"/>
        </w:trPr>
        <w:tc>
          <w:tcPr>
            <w:tcW w:w="3347" w:type="dxa"/>
            <w:vAlign w:val="center"/>
          </w:tcPr>
          <w:p w14:paraId="50D8E114" w14:textId="77777777" w:rsidR="0058474F" w:rsidRDefault="00000000" w:rsidP="002F44D5">
            <w:r>
              <w:t>室内抹灰</w:t>
            </w:r>
          </w:p>
        </w:tc>
        <w:tc>
          <w:tcPr>
            <w:tcW w:w="849" w:type="dxa"/>
            <w:vAlign w:val="center"/>
          </w:tcPr>
          <w:p w14:paraId="2B3F9B80" w14:textId="77777777" w:rsidR="0058474F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23D522B" w14:textId="77777777" w:rsidR="0058474F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45861F33" w14:textId="77777777" w:rsidR="0058474F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4567D0BA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ABF4A4F" w14:textId="77777777" w:rsidR="0058474F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57929143" w14:textId="77777777" w:rsidR="0058474F" w:rsidRDefault="00000000" w:rsidP="002F44D5">
            <w:r>
              <w:t>0.244</w:t>
            </w:r>
          </w:p>
        </w:tc>
      </w:tr>
      <w:tr w:rsidR="00BA663E" w14:paraId="76698441" w14:textId="77777777">
        <w:trPr>
          <w:jc w:val="center"/>
        </w:trPr>
        <w:tc>
          <w:tcPr>
            <w:tcW w:w="3347" w:type="dxa"/>
            <w:vAlign w:val="center"/>
          </w:tcPr>
          <w:p w14:paraId="02627517" w14:textId="77777777" w:rsidR="0058474F" w:rsidRDefault="00000000" w:rsidP="002F44D5">
            <w:r>
              <w:t>KP1</w:t>
            </w:r>
            <w:r>
              <w:t>粘土多孔砖墙</w:t>
            </w:r>
          </w:p>
        </w:tc>
        <w:tc>
          <w:tcPr>
            <w:tcW w:w="849" w:type="dxa"/>
            <w:vAlign w:val="center"/>
          </w:tcPr>
          <w:p w14:paraId="163294DA" w14:textId="77777777" w:rsidR="0058474F" w:rsidRDefault="00000000" w:rsidP="002F44D5">
            <w:r>
              <w:t>370</w:t>
            </w:r>
          </w:p>
        </w:tc>
        <w:tc>
          <w:tcPr>
            <w:tcW w:w="1075" w:type="dxa"/>
            <w:vAlign w:val="center"/>
          </w:tcPr>
          <w:p w14:paraId="2D852A18" w14:textId="77777777" w:rsidR="0058474F" w:rsidRDefault="00000000" w:rsidP="002F44D5">
            <w:r>
              <w:t>0.580</w:t>
            </w:r>
          </w:p>
        </w:tc>
        <w:tc>
          <w:tcPr>
            <w:tcW w:w="1075" w:type="dxa"/>
            <w:vAlign w:val="center"/>
          </w:tcPr>
          <w:p w14:paraId="68AC9C5B" w14:textId="77777777" w:rsidR="0058474F" w:rsidRDefault="00000000" w:rsidP="002F44D5">
            <w:r>
              <w:t>7.874</w:t>
            </w:r>
          </w:p>
        </w:tc>
        <w:tc>
          <w:tcPr>
            <w:tcW w:w="848" w:type="dxa"/>
            <w:vAlign w:val="center"/>
          </w:tcPr>
          <w:p w14:paraId="40F72D65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5954977" w14:textId="77777777" w:rsidR="0058474F" w:rsidRDefault="00000000" w:rsidP="002F44D5">
            <w:r>
              <w:t>0.638</w:t>
            </w:r>
          </w:p>
        </w:tc>
        <w:tc>
          <w:tcPr>
            <w:tcW w:w="1064" w:type="dxa"/>
            <w:vAlign w:val="center"/>
          </w:tcPr>
          <w:p w14:paraId="2B3048E7" w14:textId="77777777" w:rsidR="0058474F" w:rsidRDefault="00000000" w:rsidP="002F44D5">
            <w:r>
              <w:t>5.023</w:t>
            </w:r>
          </w:p>
        </w:tc>
      </w:tr>
      <w:tr w:rsidR="00BA663E" w14:paraId="1B9D3DC9" w14:textId="77777777">
        <w:trPr>
          <w:jc w:val="center"/>
        </w:trPr>
        <w:tc>
          <w:tcPr>
            <w:tcW w:w="3347" w:type="dxa"/>
            <w:vAlign w:val="center"/>
          </w:tcPr>
          <w:p w14:paraId="4903B69C" w14:textId="77777777" w:rsidR="0058474F" w:rsidRDefault="00000000" w:rsidP="002F44D5">
            <w:r>
              <w:t>EPS</w:t>
            </w:r>
            <w:r>
              <w:t>板保温层</w:t>
            </w:r>
          </w:p>
        </w:tc>
        <w:tc>
          <w:tcPr>
            <w:tcW w:w="849" w:type="dxa"/>
            <w:vAlign w:val="center"/>
          </w:tcPr>
          <w:p w14:paraId="2E816866" w14:textId="77777777" w:rsidR="0058474F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358ECFD8" w14:textId="77777777" w:rsidR="0058474F" w:rsidRDefault="00000000" w:rsidP="002F44D5">
            <w:r>
              <w:t>0.041</w:t>
            </w:r>
          </w:p>
        </w:tc>
        <w:tc>
          <w:tcPr>
            <w:tcW w:w="1075" w:type="dxa"/>
            <w:vAlign w:val="center"/>
          </w:tcPr>
          <w:p w14:paraId="42C8738D" w14:textId="77777777" w:rsidR="0058474F" w:rsidRDefault="00000000" w:rsidP="002F44D5">
            <w:r>
              <w:t>0.287</w:t>
            </w:r>
          </w:p>
        </w:tc>
        <w:tc>
          <w:tcPr>
            <w:tcW w:w="848" w:type="dxa"/>
            <w:vAlign w:val="center"/>
          </w:tcPr>
          <w:p w14:paraId="1F05B926" w14:textId="77777777" w:rsidR="0058474F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399CA0E0" w14:textId="77777777" w:rsidR="0058474F" w:rsidRDefault="00000000" w:rsidP="002F44D5">
            <w:r>
              <w:t>0.610</w:t>
            </w:r>
          </w:p>
        </w:tc>
        <w:tc>
          <w:tcPr>
            <w:tcW w:w="1064" w:type="dxa"/>
            <w:vAlign w:val="center"/>
          </w:tcPr>
          <w:p w14:paraId="48D48272" w14:textId="77777777" w:rsidR="0058474F" w:rsidRDefault="00000000" w:rsidP="002F44D5">
            <w:r>
              <w:t>0.210</w:t>
            </w:r>
          </w:p>
        </w:tc>
      </w:tr>
      <w:tr w:rsidR="00BA663E" w14:paraId="791DC5D0" w14:textId="77777777">
        <w:trPr>
          <w:jc w:val="center"/>
        </w:trPr>
        <w:tc>
          <w:tcPr>
            <w:tcW w:w="3347" w:type="dxa"/>
            <w:vAlign w:val="center"/>
          </w:tcPr>
          <w:p w14:paraId="7A5810D9" w14:textId="77777777" w:rsidR="0058474F" w:rsidRDefault="00000000" w:rsidP="002F44D5">
            <w:r>
              <w:t>薄抹灰饰面层</w:t>
            </w:r>
          </w:p>
        </w:tc>
        <w:tc>
          <w:tcPr>
            <w:tcW w:w="849" w:type="dxa"/>
            <w:vAlign w:val="center"/>
          </w:tcPr>
          <w:p w14:paraId="1F8B43F4" w14:textId="77777777" w:rsidR="0058474F" w:rsidRDefault="00000000" w:rsidP="002F44D5">
            <w:r>
              <w:t>6</w:t>
            </w:r>
          </w:p>
        </w:tc>
        <w:tc>
          <w:tcPr>
            <w:tcW w:w="1075" w:type="dxa"/>
            <w:vAlign w:val="center"/>
          </w:tcPr>
          <w:p w14:paraId="3CBAA981" w14:textId="77777777" w:rsidR="0058474F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00586BD" w14:textId="77777777" w:rsidR="0058474F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4F0EE86F" w14:textId="77777777" w:rsidR="0058474F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9F7DA1F" w14:textId="77777777" w:rsidR="0058474F" w:rsidRDefault="00000000" w:rsidP="002F44D5">
            <w:r>
              <w:t>0.006</w:t>
            </w:r>
          </w:p>
        </w:tc>
        <w:tc>
          <w:tcPr>
            <w:tcW w:w="1064" w:type="dxa"/>
            <w:vAlign w:val="center"/>
          </w:tcPr>
          <w:p w14:paraId="04778B0B" w14:textId="77777777" w:rsidR="0058474F" w:rsidRDefault="00000000" w:rsidP="002F44D5">
            <w:r>
              <w:t>0.073</w:t>
            </w:r>
          </w:p>
        </w:tc>
      </w:tr>
      <w:tr w:rsidR="0058474F" w14:paraId="7A403D04" w14:textId="77777777" w:rsidTr="00762E43">
        <w:trPr>
          <w:jc w:val="center"/>
        </w:trPr>
        <w:tc>
          <w:tcPr>
            <w:tcW w:w="3347" w:type="dxa"/>
            <w:vAlign w:val="center"/>
          </w:tcPr>
          <w:p w14:paraId="063AABD6" w14:textId="77777777" w:rsidR="0058474F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13DEDA2E" w14:textId="77777777" w:rsidR="0058474F" w:rsidRDefault="00000000" w:rsidP="002F44D5">
            <w:r>
              <w:t>426</w:t>
            </w:r>
          </w:p>
        </w:tc>
        <w:tc>
          <w:tcPr>
            <w:tcW w:w="1075" w:type="dxa"/>
            <w:vAlign w:val="center"/>
          </w:tcPr>
          <w:p w14:paraId="6764DB58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33FA77F" w14:textId="77777777" w:rsidR="0058474F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C097586" w14:textId="77777777" w:rsidR="0058474F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1EE6CF8" w14:textId="77777777" w:rsidR="0058474F" w:rsidRDefault="00000000" w:rsidP="002F44D5">
            <w:r>
              <w:t>1.277</w:t>
            </w:r>
          </w:p>
        </w:tc>
        <w:tc>
          <w:tcPr>
            <w:tcW w:w="1064" w:type="dxa"/>
            <w:vAlign w:val="center"/>
          </w:tcPr>
          <w:p w14:paraId="62D75762" w14:textId="77777777" w:rsidR="0058474F" w:rsidRDefault="00000000" w:rsidP="002F44D5">
            <w:r>
              <w:t>5.550</w:t>
            </w:r>
          </w:p>
        </w:tc>
      </w:tr>
      <w:tr w:rsidR="0058474F" w14:paraId="64D5BC0E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D71AA4F" w14:textId="77777777" w:rsidR="0058474F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5C9F42E2" w14:textId="77777777" w:rsidR="0058474F" w:rsidRDefault="00000000" w:rsidP="002F44D5">
            <w:pPr>
              <w:jc w:val="center"/>
            </w:pPr>
            <w:r>
              <w:t>0.66</w:t>
            </w:r>
          </w:p>
        </w:tc>
      </w:tr>
    </w:tbl>
    <w:p w14:paraId="769C4AC3" w14:textId="77777777" w:rsidR="0058474F" w:rsidRPr="00612E00" w:rsidRDefault="00000000" w:rsidP="0042722A">
      <w:pPr>
        <w:pStyle w:val="lj"/>
        <w:spacing w:line="360" w:lineRule="exact"/>
        <w:ind w:firstLineChars="1600" w:firstLine="3840"/>
      </w:pPr>
    </w:p>
    <w:p w14:paraId="64ED0756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12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外门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7699F5A2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43F48AE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3AD41E44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000000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11F793D9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714D61" w14:textId="77777777" w:rsidR="00EA3BB3" w:rsidRDefault="00EA3BB3">
            <w:r>
              <w:t>金属三防门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B229BA" w14:textId="77777777" w:rsidR="00EA3BB3" w:rsidRDefault="00EA3BB3" w:rsidP="00E45DB8">
            <w:pPr>
              <w:jc w:val="center"/>
            </w:pPr>
            <w:r>
              <w:t>0.10</w:t>
            </w:r>
          </w:p>
        </w:tc>
      </w:tr>
    </w:tbl>
    <w:p w14:paraId="61EFA60D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41C21FBB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13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内门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4BF9DE67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4F482F0F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1F424265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000000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06C46AF8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BD5FAB8" w14:textId="77777777" w:rsidR="00EA3BB3" w:rsidRDefault="00EA3BB3">
            <w:r>
              <w:t>内门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0054DC" w14:textId="77777777" w:rsidR="00EA3BB3" w:rsidRDefault="00EA3BB3" w:rsidP="00E45DB8">
            <w:pPr>
              <w:jc w:val="center"/>
            </w:pPr>
            <w:r>
              <w:t>0.10</w:t>
            </w:r>
          </w:p>
        </w:tc>
      </w:tr>
    </w:tbl>
    <w:p w14:paraId="38486710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4CA6A8C7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14</w:t>
      </w:r>
      <w:r w:rsidRPr="00E145DC">
        <w:fldChar w:fldCharType="end"/>
      </w:r>
      <w:r w:rsidR="00EA3BB3" w:rsidRPr="00E145DC">
        <w:rPr>
          <w:rFonts w:hint="eastAsia"/>
        </w:rPr>
        <w:t>外窗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6DB9C9CF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0A5BD93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61667DBA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33F233CB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5D1BF865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800CF4" w14:textId="77777777" w:rsidR="00590C9D" w:rsidRDefault="00000000" w:rsidP="00EA3BB3">
            <w:pPr>
              <w:jc w:val="center"/>
            </w:pPr>
            <w:r>
              <w:t>双银</w:t>
            </w:r>
            <w:r>
              <w:t>Low-E</w:t>
            </w:r>
            <w:r>
              <w:t>中空玻璃</w:t>
            </w:r>
            <w:r>
              <w:t>12mm</w:t>
            </w:r>
            <w:r>
              <w:t>氩气塑料窗（下限）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A7D9EC4" w14:textId="77777777" w:rsidR="00590C9D" w:rsidRDefault="00000000" w:rsidP="00EA3BB3">
            <w:pPr>
              <w:jc w:val="center"/>
            </w:pPr>
            <w:r>
              <w:t>0.50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40B2E6" w14:textId="77777777" w:rsidR="00590C9D" w:rsidRDefault="00000000" w:rsidP="00EA3BB3">
            <w:pPr>
              <w:jc w:val="center"/>
            </w:pPr>
            <w:r>
              <w:t>0.44</w:t>
            </w:r>
          </w:p>
        </w:tc>
      </w:tr>
    </w:tbl>
    <w:p w14:paraId="1515288A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67C0F48C" w14:textId="77777777" w:rsidR="00EA3BB3" w:rsidRPr="00E145DC" w:rsidRDefault="00E145DC" w:rsidP="00E145DC">
      <w:pPr>
        <w:jc w:val="center"/>
      </w:pPr>
      <w:bookmarkStart w:id="44" w:name="_Toc36538848"/>
      <w:bookmarkStart w:id="45" w:name="_Toc451436145"/>
      <w:bookmarkStart w:id="46" w:name="_Toc451698937"/>
      <w:bookmarkStart w:id="47" w:name="_Toc452108765"/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151D15">
        <w:rPr>
          <w:noProof/>
        </w:rPr>
        <w:t>15</w:t>
      </w:r>
      <w:r w:rsidRPr="00E145DC">
        <w:fldChar w:fldCharType="end"/>
      </w:r>
      <w:bookmarkStart w:id="48" w:name="表名"/>
      <w:r w:rsidR="00EA3BB3" w:rsidRPr="00E145DC">
        <w:rPr>
          <w:rFonts w:hint="eastAsia"/>
        </w:rPr>
        <w:t>内窗</w:t>
      </w:r>
      <w:bookmarkEnd w:id="44"/>
      <w:bookmarkEnd w:id="48"/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5C0E7EE0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0728476" w14:textId="77777777" w:rsidR="00EA3BB3" w:rsidRDefault="00EA3BB3" w:rsidP="00EA3BB3">
            <w:pPr>
              <w:jc w:val="center"/>
            </w:pPr>
            <w:bookmarkStart w:id="49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4508864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508D6953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42B7784B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3263C88" w14:textId="77777777" w:rsidR="00590C9D" w:rsidRDefault="00000000" w:rsidP="00EA3BB3">
            <w:pPr>
              <w:jc w:val="center"/>
            </w:pPr>
            <w:r>
              <w:t>12A</w:t>
            </w:r>
            <w:r>
              <w:t>钢铝单框双玻窗（平均）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CECE91F" w14:textId="77777777" w:rsidR="00590C9D" w:rsidRDefault="00000000" w:rsidP="00EA3BB3">
            <w:pPr>
              <w:jc w:val="center"/>
            </w:pPr>
            <w:r>
              <w:t>3.90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B8418D" w14:textId="77777777" w:rsidR="00590C9D" w:rsidRDefault="00000000" w:rsidP="00EA3BB3">
            <w:pPr>
              <w:jc w:val="center"/>
            </w:pPr>
            <w:r>
              <w:t>0.75</w:t>
            </w:r>
          </w:p>
        </w:tc>
      </w:tr>
      <w:bookmarkEnd w:id="45"/>
      <w:bookmarkEnd w:id="46"/>
      <w:bookmarkEnd w:id="47"/>
      <w:bookmarkEnd w:id="49"/>
    </w:tbl>
    <w:p w14:paraId="138EA652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628F5FCB" w14:textId="77777777" w:rsidR="006100FB" w:rsidRDefault="000B41B5" w:rsidP="00D406D2">
      <w:pPr>
        <w:ind w:firstLineChars="200" w:firstLine="420"/>
      </w:pPr>
      <w:bookmarkStart w:id="50" w:name="围护结构"/>
      <w:r>
        <w:rPr>
          <w:rFonts w:hint="eastAsia"/>
        </w:rPr>
        <w:t xml:space="preserve"> </w:t>
      </w:r>
      <w:bookmarkEnd w:id="50"/>
    </w:p>
    <w:p w14:paraId="315ADDF1" w14:textId="77777777" w:rsidR="00FB767C" w:rsidRPr="000B1793" w:rsidRDefault="00FB767C" w:rsidP="00FB767C">
      <w:pPr>
        <w:pStyle w:val="3"/>
      </w:pPr>
      <w:bookmarkStart w:id="51" w:name="_Toc123674983"/>
      <w:r>
        <w:rPr>
          <w:rFonts w:hint="eastAsia"/>
        </w:rPr>
        <w:t>房间类型参数</w:t>
      </w:r>
      <w:bookmarkEnd w:id="51"/>
    </w:p>
    <w:tbl>
      <w:tblPr>
        <w:tblW w:w="10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 w:rsidR="00BA663E" w14:paraId="579BFC0F" w14:textId="77777777">
        <w:tc>
          <w:tcPr>
            <w:tcW w:w="1947" w:type="dxa"/>
            <w:shd w:val="clear" w:color="auto" w:fill="E6E6E6"/>
            <w:vAlign w:val="center"/>
          </w:tcPr>
          <w:p w14:paraId="06012F4F" w14:textId="77777777" w:rsidR="00BA663E" w:rsidRDefault="00000000"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7680AB7C" w14:textId="77777777" w:rsidR="00BA663E" w:rsidRDefault="00000000"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413FA052" w14:textId="77777777" w:rsidR="00BA663E" w:rsidRDefault="00000000"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40F62F66" w14:textId="77777777" w:rsidR="00BA663E" w:rsidRDefault="00000000"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F852C14" w14:textId="77777777" w:rsidR="00BA663E" w:rsidRDefault="00000000">
            <w:pPr>
              <w:jc w:val="center"/>
            </w:pPr>
            <w:r>
              <w:t>平均风速</w:t>
            </w:r>
            <w:r>
              <w:t>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2F8D4CD" w14:textId="77777777" w:rsidR="00BA663E" w:rsidRDefault="00000000"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4F08BEFF" w14:textId="77777777" w:rsidR="00BA663E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 w14:paraId="1D9426AA" w14:textId="77777777" w:rsidR="00BA663E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BA663E" w14:paraId="3EBB18F1" w14:textId="77777777">
        <w:tc>
          <w:tcPr>
            <w:tcW w:w="1947" w:type="dxa"/>
            <w:shd w:val="clear" w:color="auto" w:fill="E6E6E6"/>
            <w:vAlign w:val="center"/>
          </w:tcPr>
          <w:p w14:paraId="16219D0D" w14:textId="77777777" w:rsidR="00BA663E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137" w:type="dxa"/>
            <w:vAlign w:val="center"/>
          </w:tcPr>
          <w:p w14:paraId="2292A7C8" w14:textId="77777777" w:rsidR="00BA663E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6F3B7600" w14:textId="77777777" w:rsidR="00BA663E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572ACFBD" w14:textId="77777777" w:rsidR="00BA663E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20707BAD" w14:textId="77777777" w:rsidR="00BA663E" w:rsidRDefault="00000000">
            <w:pPr>
              <w:jc w:val="center"/>
            </w:pPr>
            <w:r>
              <w:t>0.3~0.6</w:t>
            </w:r>
          </w:p>
        </w:tc>
        <w:tc>
          <w:tcPr>
            <w:tcW w:w="1262" w:type="dxa"/>
            <w:vAlign w:val="center"/>
          </w:tcPr>
          <w:p w14:paraId="1645528C" w14:textId="77777777" w:rsidR="00BA663E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7C7C8F43" w14:textId="77777777" w:rsidR="00BA663E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5190E557" w14:textId="77777777" w:rsidR="00BA663E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BA663E" w14:paraId="6384ECDD" w14:textId="77777777">
        <w:tc>
          <w:tcPr>
            <w:tcW w:w="1947" w:type="dxa"/>
            <w:shd w:val="clear" w:color="auto" w:fill="E6E6E6"/>
            <w:vAlign w:val="center"/>
          </w:tcPr>
          <w:p w14:paraId="2AB8A354" w14:textId="77777777" w:rsidR="00BA663E" w:rsidRDefault="00000000">
            <w:r>
              <w:t>空房间</w:t>
            </w:r>
          </w:p>
        </w:tc>
        <w:tc>
          <w:tcPr>
            <w:tcW w:w="1137" w:type="dxa"/>
            <w:vAlign w:val="center"/>
          </w:tcPr>
          <w:p w14:paraId="085E95D3" w14:textId="77777777" w:rsidR="00BA663E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2FA67DFE" w14:textId="77777777" w:rsidR="00BA663E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213C57E9" w14:textId="77777777" w:rsidR="00BA663E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230548EF" w14:textId="77777777" w:rsidR="00BA663E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1CCBB0A6" w14:textId="77777777" w:rsidR="00BA663E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4D449025" w14:textId="77777777" w:rsidR="00BA663E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5A5AABFD" w14:textId="77777777" w:rsidR="00BA663E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14:paraId="7D7FBFF6" w14:textId="77777777" w:rsidR="001211D7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节假日人员逐时在室率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7702EE77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28F42CDD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3A69F4B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0DDE404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22542920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11BA81D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3B1437C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11AC8DE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23CBE09C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5F747B6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12AF7AE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710BEC1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716D940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13D4069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480D9E0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4D7558B3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29D8AE2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789E1A48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64632F9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4C26BD2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05336B9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20B270D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789EE54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02CECF7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52F955F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4263500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BA663E" w14:paraId="5B8242FA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6835313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716E5E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7DCAC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D7CB5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A0AD2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1FCE9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4568B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8D044D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ED198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F9702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50DB7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F0046C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A77B3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2E8E5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16D97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A1D03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BCF4D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08CA1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3CEDC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7AD1F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D504E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2A29D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9537F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8FC98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341E7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BA663E" w14:paraId="5DE7B5A7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F50590C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874EE3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E45B9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99DFD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2CC88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155D9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B3A04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2188F6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41FA1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2453D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B1593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7B955D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1F33C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116FB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F7C24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E609B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0FBA7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70A91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114A77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6A13B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8435D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B116BF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66CE4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0519F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C2093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BA663E" w14:paraId="1764D4B4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D30B67D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D5A5A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42275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EBABF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731E70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788A0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54E96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8A84E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19ACF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0E029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86E3F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DE3D3D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42D4E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EE1D5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7E8B61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9EC3F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D076E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6E612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391B17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52FB9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8A173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DA9402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0F8B6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631FA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C2C0A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4C1EAC" w:rsidRPr="007428D7" w14:paraId="4E2A96B9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1240CCAB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AF8765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E0C69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305B2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2623D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39B0D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41273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48ACC1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C4570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4BD57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488D2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85C962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F8D60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3749B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713F1C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2E781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C2EC2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EAFC3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9DAF5F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19F33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948EE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43BDD0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9A776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E4B1C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84A13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 w14:paraId="52E510E5" w14:textId="77777777" w:rsidR="004C1EAC" w:rsidRDefault="00000000">
      <w:r w:rsidRPr="00080B35">
        <w:rPr>
          <w:rFonts w:hint="eastAsia"/>
        </w:rPr>
        <w:t>注：上行：工作日；下行：节假日</w:t>
      </w:r>
    </w:p>
    <w:p w14:paraId="38C60B4A" w14:textId="77777777" w:rsidR="001211D7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节假日照明开关时间表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427F0894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20ABF78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0043506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31715EC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654D074D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571E007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3505D4B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3BBE3C6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0C1F5585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29208198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5F18797C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48F97F0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268A5E53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25514D8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3B17F070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206FBB9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797CBE4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419CF15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3CE2F24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6974F0D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4649708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0A6DE85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3578406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614AA81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081F9F4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402E1240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BA663E" w14:paraId="3F93CE94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E78DBC0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D93214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6F7F8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7CFBE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5D8587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C6594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5C757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912A98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FD5C8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D4913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D4F9D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F80E8A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68F4D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8627E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DB5F1E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0D359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CD5DB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91CF8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6D2A2B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BA17E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33102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001E0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8C0B2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944AC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069BC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BA663E" w14:paraId="2E5DF010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468EC1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8351C0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80CF7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A41EC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33CF57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A1627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4A7A3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3E8E4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E529E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84B91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BE6AA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80F19E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62AA4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C734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E4FA88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00802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406A5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3BC13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6FB39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48AD0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238A5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57FE5E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A4B4A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B23DF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FFC60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BA663E" w14:paraId="55CC75D1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4CF5BA5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1FBADE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4A113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823BB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3A1E8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B1A6E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5C32C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013B2E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C27EB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83FA9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30364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9E7AE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DE1CE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08A7F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213A0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BAE87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750E9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BDD69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5DEB5A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EC7E9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C26C4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FBFF94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CB798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0119B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45334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4C1EAC" w:rsidRPr="007428D7" w14:paraId="28683A0E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1FD0C305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6D6667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25C04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4EC7A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A4E134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4775A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7A154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68E73A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F765A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03499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2A760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FFFAEE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E5E07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E1C59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7663C2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1F49A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59C4E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E3394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918C8C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DA994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36708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2891A4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C116A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8E620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5469B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</w:tbl>
    <w:p w14:paraId="4187FF7E" w14:textId="77777777" w:rsidR="004C1EAC" w:rsidRDefault="00000000">
      <w:r w:rsidRPr="00080B35">
        <w:rPr>
          <w:rFonts w:hint="eastAsia"/>
        </w:rPr>
        <w:t>注：上行：工作日；下行：节假日</w:t>
      </w:r>
    </w:p>
    <w:p w14:paraId="19616326" w14:textId="77777777" w:rsidR="001211D7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bookmarkStart w:id="52" w:name="标题"/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节假日设备逐时使用率</w:t>
      </w:r>
      <w:r>
        <w:rPr>
          <w:lang w:val="en-US"/>
        </w:rPr>
        <w:t>(%)</w:t>
      </w:r>
      <w:bookmarkEnd w:id="52"/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3A04C8E2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482566D8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5DE7559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0ECB7BF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2F60759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228C3C8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78FA1D77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2E49610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501D359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0B9EDEF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68DB96A5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4B2F22A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6A50BA3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36053C4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01E7522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2246950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08CF191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0C033E89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7382CECE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7C44A826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70F3A89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4E98CE7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5735FBC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4D08085C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483584D1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48352622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BA663E" w14:paraId="472E3EB3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49B5A78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6EA9BA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629C1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0A848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18A2F8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4DAEF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3D6B9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754FBA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4755A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AD46D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83DD9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D956E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E8B73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C968C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C5BC8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DDDCB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68F3E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61D13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5A30A5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D04E4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58974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5B00DD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10519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16EF3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E2DC6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BA663E" w14:paraId="4E4B4D28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5428265A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35435E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A54F6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E5581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970A96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1F4F0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27700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2015DA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73182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72F6E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771D3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A989C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1737E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C7D9D4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5FC764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51661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C66F5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A99D5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B06ED4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CA67C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FB4D9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1DBE0E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5022A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4F7DD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9AD0D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BA663E" w14:paraId="17FB9C33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9DBCB14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0A918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7D20D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6282B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D3CBA5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C63123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58042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6A3159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7F42A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BE3F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D6687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721A8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70BEE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597D0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1EB48A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00C5B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ACA33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FE4A4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7347D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983E6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9FB95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A95D4B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0E140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21FB3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AF8E8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4C1EAC" w:rsidRPr="007428D7" w14:paraId="5DB169B4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AA40B1F" w14:textId="77777777" w:rsidR="004C1EAC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24B7FB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70BA45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A6DAE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27E69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C53A0B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508B18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AF4DC0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AAD1BD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3D129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FFA11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D3046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5DE872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AB3A4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E6851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8D778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F9FFC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19388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A9A4C71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7343C6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FBC9A9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744437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69DA6F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ED8FBE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B04770" w14:textId="77777777" w:rsidR="004C1EAC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 w14:paraId="7A310C4F" w14:textId="77777777" w:rsidR="004C1EAC" w:rsidRDefault="00000000">
      <w:r w:rsidRPr="00080B35">
        <w:rPr>
          <w:rFonts w:hint="eastAsia"/>
        </w:rPr>
        <w:t>注：上行：工作日；下行：节假日</w:t>
      </w:r>
    </w:p>
    <w:p w14:paraId="46B21E72" w14:textId="77777777" w:rsidR="00250B66" w:rsidRPr="006C4E43" w:rsidRDefault="00250B66" w:rsidP="008F52E4">
      <w:pPr>
        <w:pStyle w:val="a0"/>
        <w:ind w:firstLineChars="0" w:firstLine="0"/>
        <w:rPr>
          <w:b/>
          <w:lang w:val="en-US"/>
        </w:rPr>
      </w:pPr>
      <w:bookmarkStart w:id="53" w:name="房间类型"/>
      <w:bookmarkEnd w:id="53"/>
    </w:p>
    <w:p w14:paraId="3A46DD0C" w14:textId="77777777" w:rsidR="008E2A42" w:rsidRDefault="008E2A42" w:rsidP="008E2A42">
      <w:pPr>
        <w:pStyle w:val="1"/>
        <w:tabs>
          <w:tab w:val="left" w:pos="432"/>
        </w:tabs>
      </w:pPr>
      <w:bookmarkStart w:id="54" w:name="_Toc452108768"/>
      <w:bookmarkStart w:id="55" w:name="_Toc3745"/>
      <w:bookmarkStart w:id="56" w:name="_Toc123674984"/>
      <w:r>
        <w:rPr>
          <w:rFonts w:hint="eastAsia"/>
        </w:rPr>
        <w:t>结果</w:t>
      </w:r>
      <w:r>
        <w:t>分析</w:t>
      </w:r>
      <w:bookmarkEnd w:id="54"/>
      <w:bookmarkEnd w:id="55"/>
      <w:bookmarkEnd w:id="56"/>
    </w:p>
    <w:p w14:paraId="4B9AE2D6" w14:textId="77777777" w:rsidR="00026604" w:rsidRPr="00C92C56" w:rsidRDefault="008E2A42" w:rsidP="00C92C56">
      <w:pPr>
        <w:pStyle w:val="2"/>
      </w:pPr>
      <w:bookmarkStart w:id="57" w:name="_Toc123674985"/>
      <w:r>
        <w:rPr>
          <w:rFonts w:hint="eastAsia"/>
        </w:rPr>
        <w:t>室内</w:t>
      </w:r>
      <w:r w:rsidR="009C5A55">
        <w:rPr>
          <w:rFonts w:hint="eastAsia"/>
        </w:rPr>
        <w:t>适应性热舒适温度</w:t>
      </w:r>
      <w:r w:rsidR="009D2FEA">
        <w:rPr>
          <w:rFonts w:hint="eastAsia"/>
        </w:rPr>
        <w:t>达标比例统计</w:t>
      </w:r>
      <w:bookmarkStart w:id="58" w:name="_Hlk14199391"/>
      <w:bookmarkEnd w:id="57"/>
    </w:p>
    <w:tbl>
      <w:tblPr>
        <w:tblW w:w="103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916"/>
        <w:gridCol w:w="1075"/>
        <w:gridCol w:w="3187"/>
        <w:gridCol w:w="1075"/>
        <w:gridCol w:w="3357"/>
      </w:tblGrid>
      <w:tr w:rsidR="00BA663E" w14:paraId="4428657B" w14:textId="77777777">
        <w:tc>
          <w:tcPr>
            <w:tcW w:w="690" w:type="dxa"/>
            <w:shd w:val="clear" w:color="auto" w:fill="E6E6E6"/>
            <w:vAlign w:val="center"/>
          </w:tcPr>
          <w:p w14:paraId="0FFCFE8B" w14:textId="77777777" w:rsidR="00BA663E" w:rsidRDefault="00000000">
            <w:pPr>
              <w:jc w:val="center"/>
            </w:pPr>
            <w:r>
              <w:t>层号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77BDC2F4" w14:textId="77777777" w:rsidR="00BA663E" w:rsidRDefault="00000000">
            <w:pPr>
              <w:jc w:val="center"/>
            </w:pPr>
            <w:r>
              <w:t>户型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ED0E24" w14:textId="77777777" w:rsidR="00BA663E" w:rsidRDefault="00000000"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 w14:paraId="32444C87" w14:textId="77777777" w:rsidR="00BA663E" w:rsidRDefault="00000000"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389B88" w14:textId="77777777" w:rsidR="00BA66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356" w:type="dxa"/>
            <w:shd w:val="clear" w:color="auto" w:fill="E6E6E6"/>
            <w:vAlign w:val="center"/>
          </w:tcPr>
          <w:p w14:paraId="73B364A1" w14:textId="77777777" w:rsidR="00BA663E" w:rsidRDefault="00000000">
            <w:pPr>
              <w:jc w:val="center"/>
            </w:pPr>
            <w:r>
              <w:t>满足热舒适区间的时间比例</w:t>
            </w:r>
            <w:r>
              <w:t>(%)</w:t>
            </w:r>
          </w:p>
        </w:tc>
      </w:tr>
      <w:tr w:rsidR="00BA663E" w14:paraId="52A0DD82" w14:textId="77777777">
        <w:tc>
          <w:tcPr>
            <w:tcW w:w="690" w:type="dxa"/>
            <w:vMerge w:val="restart"/>
            <w:vAlign w:val="center"/>
          </w:tcPr>
          <w:p w14:paraId="5CCA01C3" w14:textId="77777777" w:rsidR="00BA663E" w:rsidRDefault="00000000">
            <w:r>
              <w:t>1</w:t>
            </w:r>
            <w:r>
              <w:t>层</w:t>
            </w:r>
          </w:p>
        </w:tc>
        <w:tc>
          <w:tcPr>
            <w:tcW w:w="1991" w:type="dxa"/>
            <w:gridSpan w:val="2"/>
          </w:tcPr>
          <w:p w14:paraId="4CB28D20" w14:textId="77777777" w:rsidR="00BA663E" w:rsidRDefault="00000000">
            <w:r>
              <w:t>X012</w:t>
            </w:r>
          </w:p>
        </w:tc>
        <w:tc>
          <w:tcPr>
            <w:tcW w:w="3186" w:type="dxa"/>
            <w:vAlign w:val="center"/>
          </w:tcPr>
          <w:p w14:paraId="78DCE50E" w14:textId="77777777" w:rsidR="00BA663E" w:rsidRDefault="00000000">
            <w:r>
              <w:t>展厅</w:t>
            </w:r>
          </w:p>
        </w:tc>
        <w:tc>
          <w:tcPr>
            <w:tcW w:w="1075" w:type="dxa"/>
            <w:vAlign w:val="center"/>
          </w:tcPr>
          <w:p w14:paraId="4D4C4185" w14:textId="77777777" w:rsidR="00BA663E" w:rsidRDefault="00000000">
            <w:r>
              <w:t>244.0</w:t>
            </w:r>
          </w:p>
        </w:tc>
        <w:tc>
          <w:tcPr>
            <w:tcW w:w="3356" w:type="dxa"/>
            <w:vAlign w:val="center"/>
          </w:tcPr>
          <w:p w14:paraId="017A79D7" w14:textId="5D3CADB1" w:rsidR="00BA663E" w:rsidRDefault="00151D15">
            <w:r>
              <w:rPr>
                <w:rFonts w:hint="eastAsia"/>
              </w:rPr>
              <w:t>3</w:t>
            </w:r>
            <w:r w:rsidR="00000000">
              <w:t>6.44</w:t>
            </w:r>
          </w:p>
        </w:tc>
      </w:tr>
      <w:tr w:rsidR="00BA663E" w14:paraId="52086314" w14:textId="77777777">
        <w:tc>
          <w:tcPr>
            <w:tcW w:w="690" w:type="dxa"/>
            <w:vMerge/>
            <w:vAlign w:val="center"/>
          </w:tcPr>
          <w:p w14:paraId="005EAB1C" w14:textId="77777777" w:rsidR="00BA663E" w:rsidRDefault="00BA663E"/>
        </w:tc>
        <w:tc>
          <w:tcPr>
            <w:tcW w:w="1991" w:type="dxa"/>
            <w:gridSpan w:val="2"/>
          </w:tcPr>
          <w:p w14:paraId="4AD6F8CF" w14:textId="77777777" w:rsidR="00BA663E" w:rsidRDefault="00000000">
            <w:r>
              <w:t>X016</w:t>
            </w:r>
          </w:p>
        </w:tc>
        <w:tc>
          <w:tcPr>
            <w:tcW w:w="3186" w:type="dxa"/>
            <w:vAlign w:val="center"/>
          </w:tcPr>
          <w:p w14:paraId="3413FA6A" w14:textId="77777777" w:rsidR="00BA663E" w:rsidRDefault="00000000">
            <w:r>
              <w:t>库房</w:t>
            </w:r>
          </w:p>
        </w:tc>
        <w:tc>
          <w:tcPr>
            <w:tcW w:w="1075" w:type="dxa"/>
            <w:vAlign w:val="center"/>
          </w:tcPr>
          <w:p w14:paraId="7D7A74DE" w14:textId="77777777" w:rsidR="00BA663E" w:rsidRDefault="00000000">
            <w:r>
              <w:t>30.0</w:t>
            </w:r>
          </w:p>
        </w:tc>
        <w:tc>
          <w:tcPr>
            <w:tcW w:w="3356" w:type="dxa"/>
            <w:vAlign w:val="center"/>
          </w:tcPr>
          <w:p w14:paraId="5DE269F9" w14:textId="6389F0EC" w:rsidR="00BA663E" w:rsidRDefault="00151D15">
            <w:r>
              <w:rPr>
                <w:rFonts w:hint="eastAsia"/>
              </w:rPr>
              <w:t>3</w:t>
            </w:r>
            <w:r w:rsidR="00000000">
              <w:t>5.87</w:t>
            </w:r>
          </w:p>
        </w:tc>
      </w:tr>
      <w:tr w:rsidR="00BA663E" w14:paraId="1EF2AF99" w14:textId="77777777">
        <w:tc>
          <w:tcPr>
            <w:tcW w:w="690" w:type="dxa"/>
            <w:vMerge/>
            <w:vAlign w:val="center"/>
          </w:tcPr>
          <w:p w14:paraId="26CDC624" w14:textId="77777777" w:rsidR="00BA663E" w:rsidRDefault="00BA663E"/>
        </w:tc>
        <w:tc>
          <w:tcPr>
            <w:tcW w:w="1991" w:type="dxa"/>
            <w:gridSpan w:val="2"/>
          </w:tcPr>
          <w:p w14:paraId="3F371EAE" w14:textId="77777777" w:rsidR="00BA663E" w:rsidRDefault="00000000">
            <w:r>
              <w:t>X019</w:t>
            </w:r>
          </w:p>
        </w:tc>
        <w:tc>
          <w:tcPr>
            <w:tcW w:w="3186" w:type="dxa"/>
            <w:vAlign w:val="center"/>
          </w:tcPr>
          <w:p w14:paraId="40A0DD9D" w14:textId="77777777" w:rsidR="00BA663E" w:rsidRDefault="00000000">
            <w:r>
              <w:t>办公室</w:t>
            </w:r>
          </w:p>
        </w:tc>
        <w:tc>
          <w:tcPr>
            <w:tcW w:w="1075" w:type="dxa"/>
            <w:vAlign w:val="center"/>
          </w:tcPr>
          <w:p w14:paraId="7662B928" w14:textId="77777777" w:rsidR="00BA663E" w:rsidRDefault="00000000">
            <w:r>
              <w:t>18.0</w:t>
            </w:r>
          </w:p>
        </w:tc>
        <w:tc>
          <w:tcPr>
            <w:tcW w:w="3356" w:type="dxa"/>
            <w:vAlign w:val="center"/>
          </w:tcPr>
          <w:p w14:paraId="44662DAA" w14:textId="32F7B0EF" w:rsidR="00BA663E" w:rsidRDefault="00151D15">
            <w:r>
              <w:rPr>
                <w:rFonts w:hint="eastAsia"/>
              </w:rPr>
              <w:t>4</w:t>
            </w:r>
            <w:r w:rsidR="00000000">
              <w:t>0.35</w:t>
            </w:r>
          </w:p>
        </w:tc>
      </w:tr>
      <w:tr w:rsidR="00BA663E" w14:paraId="3080193D" w14:textId="77777777">
        <w:tc>
          <w:tcPr>
            <w:tcW w:w="690" w:type="dxa"/>
            <w:vMerge/>
            <w:vAlign w:val="center"/>
          </w:tcPr>
          <w:p w14:paraId="5F473614" w14:textId="77777777" w:rsidR="00BA663E" w:rsidRDefault="00BA663E"/>
        </w:tc>
        <w:tc>
          <w:tcPr>
            <w:tcW w:w="1991" w:type="dxa"/>
            <w:gridSpan w:val="2"/>
          </w:tcPr>
          <w:p w14:paraId="49F291A1" w14:textId="77777777" w:rsidR="00BA663E" w:rsidRDefault="00000000">
            <w:r>
              <w:t>X022</w:t>
            </w:r>
          </w:p>
        </w:tc>
        <w:tc>
          <w:tcPr>
            <w:tcW w:w="3186" w:type="dxa"/>
            <w:vAlign w:val="center"/>
          </w:tcPr>
          <w:p w14:paraId="79C9AAB2" w14:textId="77777777" w:rsidR="00BA663E" w:rsidRDefault="00000000">
            <w:r>
              <w:t>办公室</w:t>
            </w:r>
          </w:p>
        </w:tc>
        <w:tc>
          <w:tcPr>
            <w:tcW w:w="1075" w:type="dxa"/>
            <w:vAlign w:val="center"/>
          </w:tcPr>
          <w:p w14:paraId="48A66D5E" w14:textId="77777777" w:rsidR="00BA663E" w:rsidRDefault="00000000">
            <w:r>
              <w:t>18.0</w:t>
            </w:r>
          </w:p>
        </w:tc>
        <w:tc>
          <w:tcPr>
            <w:tcW w:w="3356" w:type="dxa"/>
            <w:vAlign w:val="center"/>
          </w:tcPr>
          <w:p w14:paraId="33BE8EFC" w14:textId="66FD777B" w:rsidR="00BA663E" w:rsidRDefault="00151D15">
            <w:r>
              <w:rPr>
                <w:rFonts w:hint="eastAsia"/>
              </w:rPr>
              <w:t>4</w:t>
            </w:r>
            <w:r w:rsidR="00000000">
              <w:t>0.89</w:t>
            </w:r>
          </w:p>
        </w:tc>
      </w:tr>
      <w:tr w:rsidR="00BA663E" w14:paraId="5F656E2D" w14:textId="77777777">
        <w:tc>
          <w:tcPr>
            <w:tcW w:w="690" w:type="dxa"/>
            <w:vMerge w:val="restart"/>
            <w:vAlign w:val="center"/>
          </w:tcPr>
          <w:p w14:paraId="3D54FBC6" w14:textId="77777777" w:rsidR="00BA663E" w:rsidRDefault="00000000">
            <w:r>
              <w:t>2</w:t>
            </w:r>
            <w:r>
              <w:t>层</w:t>
            </w:r>
          </w:p>
        </w:tc>
        <w:tc>
          <w:tcPr>
            <w:tcW w:w="1991" w:type="dxa"/>
            <w:gridSpan w:val="2"/>
          </w:tcPr>
          <w:p w14:paraId="004BA0C4" w14:textId="77777777" w:rsidR="00BA663E" w:rsidRDefault="00000000">
            <w:r>
              <w:t>X014</w:t>
            </w:r>
          </w:p>
        </w:tc>
        <w:tc>
          <w:tcPr>
            <w:tcW w:w="3186" w:type="dxa"/>
            <w:vAlign w:val="center"/>
          </w:tcPr>
          <w:p w14:paraId="70633DC4" w14:textId="77777777" w:rsidR="00BA663E" w:rsidRDefault="00000000">
            <w:r>
              <w:t>展厅</w:t>
            </w:r>
          </w:p>
        </w:tc>
        <w:tc>
          <w:tcPr>
            <w:tcW w:w="1075" w:type="dxa"/>
            <w:vAlign w:val="center"/>
          </w:tcPr>
          <w:p w14:paraId="2A457BBF" w14:textId="77777777" w:rsidR="00BA663E" w:rsidRDefault="00000000">
            <w:r>
              <w:t>145.9</w:t>
            </w:r>
          </w:p>
        </w:tc>
        <w:tc>
          <w:tcPr>
            <w:tcW w:w="3356" w:type="dxa"/>
            <w:vAlign w:val="center"/>
          </w:tcPr>
          <w:p w14:paraId="46A913B2" w14:textId="61507A3F" w:rsidR="00BA663E" w:rsidRDefault="00151D15">
            <w:r>
              <w:rPr>
                <w:rFonts w:hint="eastAsia"/>
              </w:rPr>
              <w:t>3</w:t>
            </w:r>
            <w:r w:rsidR="00000000">
              <w:t>5.38</w:t>
            </w:r>
          </w:p>
        </w:tc>
      </w:tr>
      <w:tr w:rsidR="00BA663E" w14:paraId="69734B3B" w14:textId="77777777">
        <w:tc>
          <w:tcPr>
            <w:tcW w:w="690" w:type="dxa"/>
            <w:vMerge/>
            <w:vAlign w:val="center"/>
          </w:tcPr>
          <w:p w14:paraId="51409E5F" w14:textId="77777777" w:rsidR="00BA663E" w:rsidRDefault="00BA663E"/>
        </w:tc>
        <w:tc>
          <w:tcPr>
            <w:tcW w:w="1991" w:type="dxa"/>
            <w:gridSpan w:val="2"/>
          </w:tcPr>
          <w:p w14:paraId="37087D2D" w14:textId="77777777" w:rsidR="00BA663E" w:rsidRDefault="00000000">
            <w:r>
              <w:t>X015</w:t>
            </w:r>
          </w:p>
        </w:tc>
        <w:tc>
          <w:tcPr>
            <w:tcW w:w="3186" w:type="dxa"/>
            <w:vAlign w:val="center"/>
          </w:tcPr>
          <w:p w14:paraId="5BB6F8F1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15792E57" w14:textId="77777777" w:rsidR="00BA663E" w:rsidRDefault="00000000">
            <w:r>
              <w:t>41.4</w:t>
            </w:r>
          </w:p>
        </w:tc>
        <w:tc>
          <w:tcPr>
            <w:tcW w:w="3356" w:type="dxa"/>
            <w:vAlign w:val="center"/>
          </w:tcPr>
          <w:p w14:paraId="64F36B96" w14:textId="1BDB0216" w:rsidR="00BA663E" w:rsidRDefault="00151D15">
            <w:r>
              <w:rPr>
                <w:rFonts w:hint="eastAsia"/>
              </w:rPr>
              <w:t>3</w:t>
            </w:r>
            <w:r w:rsidR="00000000">
              <w:t>9.36</w:t>
            </w:r>
          </w:p>
        </w:tc>
      </w:tr>
      <w:tr w:rsidR="00BA663E" w14:paraId="57CC8CD1" w14:textId="77777777">
        <w:tc>
          <w:tcPr>
            <w:tcW w:w="690" w:type="dxa"/>
            <w:vMerge/>
            <w:vAlign w:val="center"/>
          </w:tcPr>
          <w:p w14:paraId="071A0C4D" w14:textId="77777777" w:rsidR="00BA663E" w:rsidRDefault="00BA663E"/>
        </w:tc>
        <w:tc>
          <w:tcPr>
            <w:tcW w:w="1991" w:type="dxa"/>
            <w:gridSpan w:val="2"/>
          </w:tcPr>
          <w:p w14:paraId="0D568EBD" w14:textId="77777777" w:rsidR="00BA663E" w:rsidRDefault="00000000">
            <w:r>
              <w:t>X017</w:t>
            </w:r>
          </w:p>
        </w:tc>
        <w:tc>
          <w:tcPr>
            <w:tcW w:w="3186" w:type="dxa"/>
            <w:vAlign w:val="center"/>
          </w:tcPr>
          <w:p w14:paraId="4CAE94F1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6094C8CD" w14:textId="77777777" w:rsidR="00BA663E" w:rsidRDefault="00000000">
            <w:r>
              <w:t>108.7</w:t>
            </w:r>
          </w:p>
        </w:tc>
        <w:tc>
          <w:tcPr>
            <w:tcW w:w="3356" w:type="dxa"/>
            <w:vAlign w:val="center"/>
          </w:tcPr>
          <w:p w14:paraId="46E845DA" w14:textId="5FAF65D0" w:rsidR="00BA663E" w:rsidRDefault="00151D15">
            <w:r>
              <w:rPr>
                <w:rFonts w:hint="eastAsia"/>
              </w:rPr>
              <w:t>3</w:t>
            </w:r>
            <w:r w:rsidR="00000000">
              <w:t>7.73</w:t>
            </w:r>
          </w:p>
        </w:tc>
      </w:tr>
      <w:tr w:rsidR="00BA663E" w14:paraId="62B01604" w14:textId="77777777">
        <w:tc>
          <w:tcPr>
            <w:tcW w:w="690" w:type="dxa"/>
            <w:vMerge/>
            <w:vAlign w:val="center"/>
          </w:tcPr>
          <w:p w14:paraId="5D4318D9" w14:textId="77777777" w:rsidR="00BA663E" w:rsidRDefault="00BA663E"/>
        </w:tc>
        <w:tc>
          <w:tcPr>
            <w:tcW w:w="1991" w:type="dxa"/>
            <w:gridSpan w:val="2"/>
          </w:tcPr>
          <w:p w14:paraId="721D1E63" w14:textId="77777777" w:rsidR="00BA663E" w:rsidRDefault="00000000">
            <w:r>
              <w:t>X020</w:t>
            </w:r>
          </w:p>
        </w:tc>
        <w:tc>
          <w:tcPr>
            <w:tcW w:w="3186" w:type="dxa"/>
            <w:vAlign w:val="center"/>
          </w:tcPr>
          <w:p w14:paraId="6223A8D5" w14:textId="77777777" w:rsidR="00BA663E" w:rsidRDefault="00000000">
            <w:r>
              <w:t>展厅</w:t>
            </w:r>
          </w:p>
        </w:tc>
        <w:tc>
          <w:tcPr>
            <w:tcW w:w="1075" w:type="dxa"/>
            <w:vAlign w:val="center"/>
          </w:tcPr>
          <w:p w14:paraId="0D10F0BD" w14:textId="77777777" w:rsidR="00BA663E" w:rsidRDefault="00000000">
            <w:r>
              <w:t>40.0</w:t>
            </w:r>
          </w:p>
        </w:tc>
        <w:tc>
          <w:tcPr>
            <w:tcW w:w="3356" w:type="dxa"/>
            <w:vAlign w:val="center"/>
          </w:tcPr>
          <w:p w14:paraId="5DF031B7" w14:textId="7E2A878D" w:rsidR="00BA663E" w:rsidRDefault="00151D15">
            <w:r>
              <w:rPr>
                <w:rFonts w:hint="eastAsia"/>
              </w:rPr>
              <w:t>3</w:t>
            </w:r>
            <w:r w:rsidR="00000000">
              <w:t>5.71</w:t>
            </w:r>
          </w:p>
        </w:tc>
      </w:tr>
      <w:tr w:rsidR="00BA663E" w14:paraId="0F3C90D1" w14:textId="77777777">
        <w:tc>
          <w:tcPr>
            <w:tcW w:w="690" w:type="dxa"/>
            <w:vMerge w:val="restart"/>
            <w:vAlign w:val="center"/>
          </w:tcPr>
          <w:p w14:paraId="18497DCF" w14:textId="77777777" w:rsidR="00BA663E" w:rsidRDefault="00000000">
            <w:r>
              <w:t>3</w:t>
            </w:r>
            <w:r>
              <w:t>层</w:t>
            </w:r>
          </w:p>
        </w:tc>
        <w:tc>
          <w:tcPr>
            <w:tcW w:w="1991" w:type="dxa"/>
            <w:gridSpan w:val="2"/>
          </w:tcPr>
          <w:p w14:paraId="566C2652" w14:textId="77777777" w:rsidR="00BA663E" w:rsidRDefault="00000000">
            <w:r>
              <w:t>X001</w:t>
            </w:r>
          </w:p>
        </w:tc>
        <w:tc>
          <w:tcPr>
            <w:tcW w:w="3186" w:type="dxa"/>
            <w:vAlign w:val="center"/>
          </w:tcPr>
          <w:p w14:paraId="0E06F381" w14:textId="77777777" w:rsidR="00BA663E" w:rsidRDefault="00000000">
            <w:r>
              <w:t>外挂楼梯间</w:t>
            </w:r>
          </w:p>
        </w:tc>
        <w:tc>
          <w:tcPr>
            <w:tcW w:w="1075" w:type="dxa"/>
            <w:vAlign w:val="center"/>
          </w:tcPr>
          <w:p w14:paraId="3BB85BED" w14:textId="77777777" w:rsidR="00BA663E" w:rsidRDefault="00000000">
            <w:r>
              <w:t>48.0</w:t>
            </w:r>
          </w:p>
        </w:tc>
        <w:tc>
          <w:tcPr>
            <w:tcW w:w="3356" w:type="dxa"/>
            <w:vAlign w:val="center"/>
          </w:tcPr>
          <w:p w14:paraId="2AAB788D" w14:textId="323C4897" w:rsidR="00BA663E" w:rsidRDefault="00151D15">
            <w:r>
              <w:rPr>
                <w:rFonts w:hint="eastAsia"/>
              </w:rPr>
              <w:t>3</w:t>
            </w:r>
            <w:r w:rsidR="00000000">
              <w:t>6.86</w:t>
            </w:r>
          </w:p>
        </w:tc>
      </w:tr>
      <w:tr w:rsidR="00BA663E" w14:paraId="1B1BE02D" w14:textId="77777777">
        <w:tc>
          <w:tcPr>
            <w:tcW w:w="690" w:type="dxa"/>
            <w:vMerge/>
            <w:vAlign w:val="center"/>
          </w:tcPr>
          <w:p w14:paraId="218C625E" w14:textId="77777777" w:rsidR="00BA663E" w:rsidRDefault="00BA663E"/>
        </w:tc>
        <w:tc>
          <w:tcPr>
            <w:tcW w:w="1991" w:type="dxa"/>
            <w:gridSpan w:val="2"/>
          </w:tcPr>
          <w:p w14:paraId="21A66BB8" w14:textId="77777777" w:rsidR="00BA663E" w:rsidRDefault="00000000">
            <w:r>
              <w:t>X002</w:t>
            </w:r>
          </w:p>
        </w:tc>
        <w:tc>
          <w:tcPr>
            <w:tcW w:w="3186" w:type="dxa"/>
            <w:vAlign w:val="center"/>
          </w:tcPr>
          <w:p w14:paraId="087F34D5" w14:textId="77777777" w:rsidR="00BA663E" w:rsidRDefault="00000000">
            <w:r>
              <w:t>展厅</w:t>
            </w:r>
          </w:p>
        </w:tc>
        <w:tc>
          <w:tcPr>
            <w:tcW w:w="1075" w:type="dxa"/>
            <w:vAlign w:val="center"/>
          </w:tcPr>
          <w:p w14:paraId="131A91B2" w14:textId="77777777" w:rsidR="00BA663E" w:rsidRDefault="00000000">
            <w:r>
              <w:t>231.3</w:t>
            </w:r>
          </w:p>
        </w:tc>
        <w:tc>
          <w:tcPr>
            <w:tcW w:w="3356" w:type="dxa"/>
            <w:vAlign w:val="center"/>
          </w:tcPr>
          <w:p w14:paraId="7D54039F" w14:textId="66417139" w:rsidR="00BA663E" w:rsidRDefault="00151D15">
            <w:r>
              <w:rPr>
                <w:rFonts w:hint="eastAsia"/>
              </w:rPr>
              <w:t>3</w:t>
            </w:r>
            <w:r w:rsidR="00000000">
              <w:t>4.79</w:t>
            </w:r>
          </w:p>
        </w:tc>
      </w:tr>
      <w:tr w:rsidR="00BA663E" w14:paraId="7382D707" w14:textId="77777777">
        <w:tc>
          <w:tcPr>
            <w:tcW w:w="690" w:type="dxa"/>
            <w:vMerge/>
            <w:vAlign w:val="center"/>
          </w:tcPr>
          <w:p w14:paraId="1773EA1A" w14:textId="77777777" w:rsidR="00BA663E" w:rsidRDefault="00BA663E"/>
        </w:tc>
        <w:tc>
          <w:tcPr>
            <w:tcW w:w="1991" w:type="dxa"/>
            <w:gridSpan w:val="2"/>
          </w:tcPr>
          <w:p w14:paraId="54E8B36C" w14:textId="77777777" w:rsidR="00BA663E" w:rsidRDefault="00000000">
            <w:r>
              <w:t>X006</w:t>
            </w:r>
          </w:p>
        </w:tc>
        <w:tc>
          <w:tcPr>
            <w:tcW w:w="3186" w:type="dxa"/>
            <w:vAlign w:val="center"/>
          </w:tcPr>
          <w:p w14:paraId="7E38171D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48DBAE6B" w14:textId="77777777" w:rsidR="00BA663E" w:rsidRDefault="00000000">
            <w:r>
              <w:t>54.3</w:t>
            </w:r>
          </w:p>
        </w:tc>
        <w:tc>
          <w:tcPr>
            <w:tcW w:w="3356" w:type="dxa"/>
            <w:vAlign w:val="center"/>
          </w:tcPr>
          <w:p w14:paraId="2EBF1484" w14:textId="0803B43C" w:rsidR="00BA663E" w:rsidRDefault="00151D15">
            <w:r>
              <w:rPr>
                <w:rFonts w:hint="eastAsia"/>
              </w:rPr>
              <w:t>3</w:t>
            </w:r>
            <w:r w:rsidR="00000000">
              <w:t>8.14</w:t>
            </w:r>
          </w:p>
        </w:tc>
      </w:tr>
      <w:tr w:rsidR="00BA663E" w14:paraId="47BCB237" w14:textId="77777777">
        <w:tc>
          <w:tcPr>
            <w:tcW w:w="690" w:type="dxa"/>
            <w:vMerge/>
            <w:vAlign w:val="center"/>
          </w:tcPr>
          <w:p w14:paraId="7D8027E4" w14:textId="77777777" w:rsidR="00BA663E" w:rsidRDefault="00BA663E"/>
        </w:tc>
        <w:tc>
          <w:tcPr>
            <w:tcW w:w="1991" w:type="dxa"/>
            <w:gridSpan w:val="2"/>
          </w:tcPr>
          <w:p w14:paraId="38875BE0" w14:textId="77777777" w:rsidR="00BA663E" w:rsidRDefault="00000000">
            <w:r>
              <w:t>X008</w:t>
            </w:r>
          </w:p>
        </w:tc>
        <w:tc>
          <w:tcPr>
            <w:tcW w:w="3186" w:type="dxa"/>
            <w:vAlign w:val="center"/>
          </w:tcPr>
          <w:p w14:paraId="3BDC7891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140A2480" w14:textId="77777777" w:rsidR="00BA663E" w:rsidRDefault="00000000">
            <w:r>
              <w:t>30.4</w:t>
            </w:r>
          </w:p>
        </w:tc>
        <w:tc>
          <w:tcPr>
            <w:tcW w:w="3356" w:type="dxa"/>
            <w:vAlign w:val="center"/>
          </w:tcPr>
          <w:p w14:paraId="64270376" w14:textId="41CF23AA" w:rsidR="00BA663E" w:rsidRDefault="00151D15">
            <w:r>
              <w:rPr>
                <w:rFonts w:hint="eastAsia"/>
              </w:rPr>
              <w:t>3</w:t>
            </w:r>
            <w:r w:rsidR="00000000">
              <w:t>9.76</w:t>
            </w:r>
          </w:p>
        </w:tc>
      </w:tr>
      <w:tr w:rsidR="00BA663E" w14:paraId="68828F5E" w14:textId="77777777">
        <w:tc>
          <w:tcPr>
            <w:tcW w:w="690" w:type="dxa"/>
            <w:vMerge w:val="restart"/>
            <w:vAlign w:val="center"/>
          </w:tcPr>
          <w:p w14:paraId="2D0DB47C" w14:textId="77777777" w:rsidR="00BA663E" w:rsidRDefault="00000000">
            <w:r>
              <w:lastRenderedPageBreak/>
              <w:t>4</w:t>
            </w:r>
            <w:r>
              <w:t>层</w:t>
            </w:r>
          </w:p>
        </w:tc>
        <w:tc>
          <w:tcPr>
            <w:tcW w:w="1991" w:type="dxa"/>
            <w:gridSpan w:val="2"/>
          </w:tcPr>
          <w:p w14:paraId="01D1BDFC" w14:textId="77777777" w:rsidR="00BA663E" w:rsidRDefault="00000000">
            <w:r>
              <w:t>4002</w:t>
            </w:r>
          </w:p>
        </w:tc>
        <w:tc>
          <w:tcPr>
            <w:tcW w:w="3186" w:type="dxa"/>
            <w:vAlign w:val="center"/>
          </w:tcPr>
          <w:p w14:paraId="66722437" w14:textId="77777777" w:rsidR="00BA663E" w:rsidRDefault="00000000">
            <w:r>
              <w:t>展厅</w:t>
            </w:r>
          </w:p>
        </w:tc>
        <w:tc>
          <w:tcPr>
            <w:tcW w:w="1075" w:type="dxa"/>
            <w:vAlign w:val="center"/>
          </w:tcPr>
          <w:p w14:paraId="43E4509D" w14:textId="77777777" w:rsidR="00BA663E" w:rsidRDefault="00000000">
            <w:r>
              <w:t>199.4</w:t>
            </w:r>
          </w:p>
        </w:tc>
        <w:tc>
          <w:tcPr>
            <w:tcW w:w="3356" w:type="dxa"/>
            <w:vAlign w:val="center"/>
          </w:tcPr>
          <w:p w14:paraId="28F56077" w14:textId="6053C4CD" w:rsidR="00BA663E" w:rsidRDefault="00151D15">
            <w:r>
              <w:rPr>
                <w:rFonts w:hint="eastAsia"/>
              </w:rPr>
              <w:t>3</w:t>
            </w:r>
            <w:r w:rsidR="00000000">
              <w:t>6.68</w:t>
            </w:r>
          </w:p>
        </w:tc>
      </w:tr>
      <w:tr w:rsidR="00BA663E" w14:paraId="10CAF1D4" w14:textId="77777777">
        <w:tc>
          <w:tcPr>
            <w:tcW w:w="690" w:type="dxa"/>
            <w:vMerge/>
            <w:vAlign w:val="center"/>
          </w:tcPr>
          <w:p w14:paraId="73C2F6B1" w14:textId="77777777" w:rsidR="00BA663E" w:rsidRDefault="00BA663E"/>
        </w:tc>
        <w:tc>
          <w:tcPr>
            <w:tcW w:w="1991" w:type="dxa"/>
            <w:gridSpan w:val="2"/>
          </w:tcPr>
          <w:p w14:paraId="197ED392" w14:textId="77777777" w:rsidR="00BA663E" w:rsidRDefault="00000000">
            <w:r>
              <w:t>4003</w:t>
            </w:r>
          </w:p>
        </w:tc>
        <w:tc>
          <w:tcPr>
            <w:tcW w:w="3186" w:type="dxa"/>
            <w:vAlign w:val="center"/>
          </w:tcPr>
          <w:p w14:paraId="318757D7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304197BE" w14:textId="77777777" w:rsidR="00BA663E" w:rsidRDefault="00000000">
            <w:r>
              <w:t>41.4</w:t>
            </w:r>
          </w:p>
        </w:tc>
        <w:tc>
          <w:tcPr>
            <w:tcW w:w="3356" w:type="dxa"/>
            <w:vAlign w:val="center"/>
          </w:tcPr>
          <w:p w14:paraId="5F67162F" w14:textId="291CE533" w:rsidR="00BA663E" w:rsidRDefault="00151D15">
            <w:r>
              <w:rPr>
                <w:rFonts w:hint="eastAsia"/>
              </w:rPr>
              <w:t>4</w:t>
            </w:r>
            <w:r w:rsidR="00000000">
              <w:t>0.82</w:t>
            </w:r>
          </w:p>
        </w:tc>
      </w:tr>
      <w:tr w:rsidR="00BA663E" w14:paraId="30B4AFD6" w14:textId="77777777">
        <w:tc>
          <w:tcPr>
            <w:tcW w:w="690" w:type="dxa"/>
            <w:vMerge/>
            <w:vAlign w:val="center"/>
          </w:tcPr>
          <w:p w14:paraId="54AC02F1" w14:textId="77777777" w:rsidR="00BA663E" w:rsidRDefault="00BA663E"/>
        </w:tc>
        <w:tc>
          <w:tcPr>
            <w:tcW w:w="1991" w:type="dxa"/>
            <w:gridSpan w:val="2"/>
          </w:tcPr>
          <w:p w14:paraId="65F9C8D7" w14:textId="77777777" w:rsidR="00BA663E" w:rsidRDefault="00000000">
            <w:r>
              <w:t>4004</w:t>
            </w:r>
          </w:p>
        </w:tc>
        <w:tc>
          <w:tcPr>
            <w:tcW w:w="3186" w:type="dxa"/>
            <w:vAlign w:val="center"/>
          </w:tcPr>
          <w:p w14:paraId="3A9AD286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608B202A" w14:textId="77777777" w:rsidR="00BA663E" w:rsidRDefault="00000000">
            <w:r>
              <w:t>34.3</w:t>
            </w:r>
          </w:p>
        </w:tc>
        <w:tc>
          <w:tcPr>
            <w:tcW w:w="3356" w:type="dxa"/>
            <w:vAlign w:val="center"/>
          </w:tcPr>
          <w:p w14:paraId="545DE205" w14:textId="70C5A010" w:rsidR="00BA663E" w:rsidRDefault="00151D15">
            <w:r>
              <w:rPr>
                <w:rFonts w:hint="eastAsia"/>
              </w:rPr>
              <w:t>4</w:t>
            </w:r>
            <w:r w:rsidR="00000000">
              <w:t>0.19</w:t>
            </w:r>
          </w:p>
        </w:tc>
      </w:tr>
      <w:tr w:rsidR="00BA663E" w14:paraId="7096CBC6" w14:textId="77777777">
        <w:tc>
          <w:tcPr>
            <w:tcW w:w="690" w:type="dxa"/>
            <w:vMerge/>
            <w:vAlign w:val="center"/>
          </w:tcPr>
          <w:p w14:paraId="1ECA6C4D" w14:textId="77777777" w:rsidR="00BA663E" w:rsidRDefault="00BA663E"/>
        </w:tc>
        <w:tc>
          <w:tcPr>
            <w:tcW w:w="1991" w:type="dxa"/>
            <w:gridSpan w:val="2"/>
          </w:tcPr>
          <w:p w14:paraId="56A98B5B" w14:textId="77777777" w:rsidR="00BA663E" w:rsidRDefault="00000000">
            <w:r>
              <w:t>4006</w:t>
            </w:r>
          </w:p>
        </w:tc>
        <w:tc>
          <w:tcPr>
            <w:tcW w:w="3186" w:type="dxa"/>
            <w:vAlign w:val="center"/>
          </w:tcPr>
          <w:p w14:paraId="4154038A" w14:textId="77777777" w:rsidR="00BA663E" w:rsidRDefault="00000000">
            <w:r>
              <w:t>通高</w:t>
            </w:r>
          </w:p>
        </w:tc>
        <w:tc>
          <w:tcPr>
            <w:tcW w:w="1075" w:type="dxa"/>
            <w:vAlign w:val="center"/>
          </w:tcPr>
          <w:p w14:paraId="4F18AB09" w14:textId="77777777" w:rsidR="00BA663E" w:rsidRDefault="00000000">
            <w:r>
              <w:t>40.9</w:t>
            </w:r>
          </w:p>
        </w:tc>
        <w:tc>
          <w:tcPr>
            <w:tcW w:w="3356" w:type="dxa"/>
            <w:vAlign w:val="center"/>
          </w:tcPr>
          <w:p w14:paraId="00665350" w14:textId="0AA6DE1E" w:rsidR="00BA663E" w:rsidRDefault="00151D15">
            <w:r>
              <w:rPr>
                <w:rFonts w:hint="eastAsia"/>
              </w:rPr>
              <w:t>4</w:t>
            </w:r>
            <w:r w:rsidR="00000000">
              <w:t>0.92</w:t>
            </w:r>
          </w:p>
        </w:tc>
      </w:tr>
      <w:tr w:rsidR="00BA663E" w14:paraId="7C9ED87F" w14:textId="77777777">
        <w:tc>
          <w:tcPr>
            <w:tcW w:w="5867" w:type="dxa"/>
            <w:gridSpan w:val="4"/>
            <w:vAlign w:val="center"/>
          </w:tcPr>
          <w:p w14:paraId="64144F1C" w14:textId="77777777" w:rsidR="00BA663E" w:rsidRDefault="00000000">
            <w:r>
              <w:t>建筑满足热舒适区间的时间达标比例</w:t>
            </w:r>
            <w:r>
              <w:t>(%)</w:t>
            </w:r>
          </w:p>
        </w:tc>
        <w:tc>
          <w:tcPr>
            <w:tcW w:w="4431" w:type="dxa"/>
            <w:gridSpan w:val="2"/>
            <w:vAlign w:val="center"/>
          </w:tcPr>
          <w:p w14:paraId="7A2BC7D9" w14:textId="5C32057E" w:rsidR="00BA663E" w:rsidRDefault="00151D15">
            <w:r>
              <w:rPr>
                <w:rFonts w:hint="eastAsia"/>
              </w:rPr>
              <w:t>38.12</w:t>
            </w:r>
            <w:r w:rsidR="00000000">
              <w:t>%</w:t>
            </w:r>
          </w:p>
        </w:tc>
      </w:tr>
    </w:tbl>
    <w:p w14:paraId="74E48C53" w14:textId="77777777" w:rsidR="001A5B4B" w:rsidRDefault="001A5B4B" w:rsidP="003D52D0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bookmarkStart w:id="59" w:name="达标比例统计表"/>
      <w:bookmarkEnd w:id="58"/>
      <w:bookmarkEnd w:id="59"/>
    </w:p>
    <w:p w14:paraId="7EE846A8" w14:textId="77777777" w:rsidR="003D52D0" w:rsidRPr="001B4565" w:rsidRDefault="00F4172A" w:rsidP="00180E79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r w:rsidRPr="001B4565">
        <w:rPr>
          <w:rFonts w:ascii="微软雅黑" w:eastAsia="微软雅黑" w:hAnsi="微软雅黑" w:hint="eastAsia"/>
          <w:sz w:val="18"/>
          <w:szCs w:val="18"/>
        </w:rPr>
        <w:t>说明：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建筑</w:t>
      </w:r>
      <w:r w:rsidR="00713CF3">
        <w:rPr>
          <w:rFonts w:ascii="微软雅黑" w:eastAsia="微软雅黑" w:hAnsi="微软雅黑" w:hint="eastAsia"/>
          <w:sz w:val="18"/>
          <w:szCs w:val="18"/>
        </w:rPr>
        <w:t>整体的</w:t>
      </w:r>
      <w:r w:rsidR="005C1501">
        <w:rPr>
          <w:rFonts w:ascii="微软雅黑" w:eastAsia="微软雅黑" w:hAnsi="微软雅黑" w:hint="eastAsia"/>
          <w:sz w:val="18"/>
          <w:szCs w:val="18"/>
        </w:rPr>
        <w:t>室内热舒适区间</w:t>
      </w:r>
      <w:r w:rsidR="005C1501">
        <w:rPr>
          <w:rFonts w:ascii="微软雅黑" w:eastAsia="微软雅黑" w:hAnsi="微软雅黑"/>
          <w:sz w:val="18"/>
          <w:szCs w:val="18"/>
        </w:rPr>
        <w:t>的时间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达标比例</w:t>
      </w:r>
      <w:r w:rsidR="001B4565">
        <w:rPr>
          <w:rFonts w:ascii="微软雅黑" w:eastAsia="微软雅黑" w:hAnsi="微软雅黑" w:hint="eastAsia"/>
          <w:sz w:val="18"/>
          <w:szCs w:val="18"/>
        </w:rPr>
        <w:t>按照</w:t>
      </w:r>
      <w:r w:rsidR="00713CF3">
        <w:rPr>
          <w:rFonts w:ascii="微软雅黑" w:eastAsia="微软雅黑" w:hAnsi="微软雅黑" w:hint="eastAsia"/>
          <w:sz w:val="18"/>
          <w:szCs w:val="18"/>
        </w:rPr>
        <w:t>建筑各主要功能房间的计算值进行面积加权平均得出。</w:t>
      </w:r>
    </w:p>
    <w:p w14:paraId="2FEB9AA3" w14:textId="77777777" w:rsidR="008E2A42" w:rsidRPr="00E14B7E" w:rsidRDefault="00A968A5" w:rsidP="00A968A5">
      <w:pPr>
        <w:pStyle w:val="1"/>
        <w:tabs>
          <w:tab w:val="left" w:pos="432"/>
        </w:tabs>
      </w:pPr>
      <w:bookmarkStart w:id="60" w:name="_Toc123674986"/>
      <w:r w:rsidRPr="00E14B7E">
        <w:rPr>
          <w:rFonts w:hint="eastAsia"/>
        </w:rPr>
        <w:t>结论</w:t>
      </w:r>
      <w:bookmarkEnd w:id="60"/>
    </w:p>
    <w:p w14:paraId="7C981F93" w14:textId="00E6A45F" w:rsidR="00E14B7E" w:rsidRDefault="003630EE" w:rsidP="00E2221D">
      <w:pPr>
        <w:adjustRightInd w:val="0"/>
        <w:spacing w:line="360" w:lineRule="auto"/>
        <w:ind w:firstLineChars="200" w:firstLine="420"/>
        <w:rPr>
          <w:lang w:val="en-US"/>
        </w:rPr>
      </w:pPr>
      <w:r w:rsidRPr="00E14B7E">
        <w:rPr>
          <w:rFonts w:hint="eastAsia"/>
          <w:lang w:val="en-US"/>
        </w:rPr>
        <w:t>该建筑主要功能房间</w:t>
      </w:r>
      <w:r w:rsidR="006547AB" w:rsidRPr="00E14B7E">
        <w:rPr>
          <w:rFonts w:hint="eastAsia"/>
          <w:lang w:val="en-US"/>
        </w:rPr>
        <w:t>满足热舒适区间的时间达标比例</w:t>
      </w:r>
      <w:r w:rsidR="00481D85" w:rsidRPr="00E14B7E">
        <w:rPr>
          <w:rFonts w:hint="eastAsia"/>
          <w:lang w:val="en-US"/>
        </w:rPr>
        <w:t>为</w:t>
      </w:r>
      <w:bookmarkStart w:id="61" w:name="达标百分比"/>
      <w:r w:rsidR="00151D15">
        <w:rPr>
          <w:rFonts w:hint="eastAsia"/>
          <w:lang w:val="en-US"/>
        </w:rPr>
        <w:t>38.12</w:t>
      </w:r>
      <w:r w:rsidR="00481D85" w:rsidRPr="00E14B7E">
        <w:rPr>
          <w:rFonts w:hint="eastAsia"/>
          <w:lang w:val="en-US"/>
        </w:rPr>
        <w:t>%</w:t>
      </w:r>
      <w:bookmarkEnd w:id="61"/>
      <w:r w:rsidR="005B277A" w:rsidRPr="00E14B7E">
        <w:rPr>
          <w:rFonts w:hint="eastAsia"/>
          <w:lang w:val="en-US"/>
        </w:rPr>
        <w:t>，根据绿标</w:t>
      </w:r>
      <w:r w:rsidR="00266FC5" w:rsidRPr="00E14B7E">
        <w:rPr>
          <w:rFonts w:hint="eastAsia"/>
          <w:lang w:val="en-US"/>
        </w:rPr>
        <w:t>5.2.9</w:t>
      </w:r>
      <w:r w:rsidR="00266FC5" w:rsidRPr="00E14B7E">
        <w:rPr>
          <w:rFonts w:hint="eastAsia"/>
          <w:lang w:val="en-US"/>
        </w:rPr>
        <w:t>的第</w:t>
      </w:r>
      <w:r w:rsidR="006006D2" w:rsidRPr="00E14B7E">
        <w:rPr>
          <w:rFonts w:hint="eastAsia"/>
          <w:lang w:val="en-US"/>
        </w:rPr>
        <w:t>1</w:t>
      </w:r>
      <w:r w:rsidR="00266FC5" w:rsidRPr="00E14B7E">
        <w:rPr>
          <w:rFonts w:hint="eastAsia"/>
          <w:lang w:val="en-US"/>
        </w:rPr>
        <w:t>条</w:t>
      </w:r>
      <w:r w:rsidR="005B277A" w:rsidRPr="00E14B7E">
        <w:rPr>
          <w:rFonts w:hint="eastAsia"/>
          <w:lang w:val="en-US"/>
        </w:rPr>
        <w:t>，应得</w:t>
      </w:r>
      <w:r w:rsidR="00151D15">
        <w:rPr>
          <w:rFonts w:hint="eastAsia"/>
          <w:lang w:val="en-US"/>
        </w:rPr>
        <w:t>2</w:t>
      </w:r>
      <w:r w:rsidR="005B277A" w:rsidRPr="00E14B7E">
        <w:rPr>
          <w:rFonts w:hint="eastAsia"/>
          <w:lang w:val="en-US"/>
        </w:rPr>
        <w:t>分。</w:t>
      </w:r>
    </w:p>
    <w:p w14:paraId="73004BBA" w14:textId="77777777" w:rsidR="00E14B7E" w:rsidRDefault="00E14B7E">
      <w:pPr>
        <w:spacing w:line="240" w:lineRule="auto"/>
        <w:rPr>
          <w:szCs w:val="21"/>
          <w:lang w:val="en-US"/>
        </w:rPr>
      </w:pPr>
      <w:r>
        <w:rPr>
          <w:lang w:val="en-US"/>
        </w:rPr>
        <w:br w:type="page"/>
      </w:r>
    </w:p>
    <w:p w14:paraId="6D660C30" w14:textId="77777777" w:rsidR="00BE0E75" w:rsidRPr="00E14B7E" w:rsidRDefault="00BE0E75" w:rsidP="00E14B7E">
      <w:pPr>
        <w:pStyle w:val="a0"/>
        <w:ind w:firstLineChars="95" w:firstLine="199"/>
        <w:rPr>
          <w:lang w:val="en-US"/>
        </w:rPr>
      </w:pPr>
      <w:bookmarkStart w:id="62" w:name="房间逐时温度图"/>
      <w:bookmarkEnd w:id="62"/>
    </w:p>
    <w:sectPr w:rsidR="00BE0E75" w:rsidRPr="00E14B7E" w:rsidSect="006D0E3A">
      <w:pgSz w:w="11906" w:h="16838"/>
      <w:pgMar w:top="1440" w:right="849" w:bottom="993" w:left="1134" w:header="794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27BE" w14:textId="77777777" w:rsidR="00F330E7" w:rsidRDefault="00F330E7" w:rsidP="00203A7D">
      <w:pPr>
        <w:spacing w:line="240" w:lineRule="auto"/>
      </w:pPr>
      <w:r>
        <w:separator/>
      </w:r>
    </w:p>
  </w:endnote>
  <w:endnote w:type="continuationSeparator" w:id="0">
    <w:p w14:paraId="621EED04" w14:textId="77777777" w:rsidR="00F330E7" w:rsidRDefault="00F330E7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2955"/>
      <w:gridCol w:w="2970"/>
    </w:tblGrid>
    <w:tr w:rsidR="001A12A0" w:rsidRPr="00F5023B" w14:paraId="27AF47B3" w14:textId="77777777" w:rsidTr="001A12A0">
      <w:tc>
        <w:tcPr>
          <w:tcW w:w="3020" w:type="dxa"/>
        </w:tcPr>
        <w:p w14:paraId="4757EF21" w14:textId="77777777" w:rsidR="001A12A0" w:rsidRPr="00F5023B" w:rsidRDefault="00000000" w:rsidP="001D3BB9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="001A12A0"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14:paraId="137D923E" w14:textId="77777777" w:rsidR="001A12A0" w:rsidRPr="00F5023B" w:rsidRDefault="00000000" w:rsidP="001D3BB9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="001A12A0" w:rsidRPr="00F5023B">
                <w:rPr>
                  <w:rFonts w:hint="eastAsia"/>
                  <w:sz w:val="20"/>
                </w:rPr>
                <w:t>第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D2171B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9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 共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D2171B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9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5360126A" w14:textId="77777777" w:rsidR="001A12A0" w:rsidRPr="00F5023B" w:rsidRDefault="006D5734" w:rsidP="00D2171B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>
            <w:rPr>
              <w:rFonts w:asciiTheme="minorEastAsia" w:eastAsiaTheme="minorEastAsia" w:hAnsiTheme="minorEastAsia"/>
              <w:sz w:val="20"/>
              <w:szCs w:val="21"/>
            </w:rPr>
            <w:t>ITES</w:t>
          </w:r>
          <w:r w:rsidR="001A12A0" w:rsidRPr="00F5023B">
            <w:rPr>
              <w:rFonts w:asciiTheme="minorEastAsia" w:eastAsiaTheme="minorEastAsia" w:hAnsiTheme="minorEastAsia"/>
              <w:sz w:val="20"/>
              <w:szCs w:val="21"/>
            </w:rPr>
            <w:t>20</w:t>
          </w:r>
          <w:r w:rsidR="00BF7629">
            <w:rPr>
              <w:rFonts w:asciiTheme="minorEastAsia" w:eastAsiaTheme="minorEastAsia" w:hAnsiTheme="minorEastAsia" w:hint="eastAsia"/>
              <w:sz w:val="20"/>
              <w:szCs w:val="21"/>
            </w:rPr>
            <w:t>2</w:t>
          </w:r>
          <w:r w:rsidR="00D2171B">
            <w:rPr>
              <w:rFonts w:asciiTheme="minorEastAsia" w:eastAsiaTheme="minorEastAsia" w:hAnsiTheme="minorEastAsia"/>
              <w:sz w:val="20"/>
              <w:szCs w:val="21"/>
            </w:rPr>
            <w:t>3</w:t>
          </w:r>
        </w:p>
      </w:tc>
    </w:tr>
  </w:tbl>
  <w:p w14:paraId="0A5E53AE" w14:textId="77777777" w:rsidR="001A12A0" w:rsidRDefault="001A12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C6FC" w14:textId="77777777" w:rsidR="001A12A0" w:rsidRPr="001D3BB9" w:rsidRDefault="001A12A0">
    <w:pPr>
      <w:pStyle w:val="a6"/>
      <w:jc w:val="center"/>
      <w:rPr>
        <w:rFonts w:asciiTheme="minorEastAsia" w:eastAsiaTheme="minorEastAsia" w:hAnsiTheme="minorEastAsia"/>
        <w:szCs w:val="21"/>
      </w:rPr>
    </w:pPr>
  </w:p>
  <w:p w14:paraId="52A9B100" w14:textId="77777777" w:rsidR="001A12A0" w:rsidRDefault="001A12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382DE" w14:textId="77777777" w:rsidR="00F330E7" w:rsidRDefault="00F330E7" w:rsidP="00203A7D">
      <w:pPr>
        <w:spacing w:line="240" w:lineRule="auto"/>
      </w:pPr>
      <w:r>
        <w:separator/>
      </w:r>
    </w:p>
  </w:footnote>
  <w:footnote w:type="continuationSeparator" w:id="0">
    <w:p w14:paraId="1983534F" w14:textId="77777777" w:rsidR="00F330E7" w:rsidRDefault="00F330E7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2DB9" w14:textId="77777777" w:rsidR="001A12A0" w:rsidRPr="001D3BB9" w:rsidRDefault="001A12A0" w:rsidP="001737F9">
    <w:pPr>
      <w:pStyle w:val="a4"/>
      <w:pBdr>
        <w:bottom w:val="single" w:sz="6" w:space="0" w:color="auto"/>
      </w:pBdr>
      <w:jc w:val="left"/>
    </w:pPr>
    <w:r>
      <w:rPr>
        <w:noProof/>
        <w:lang w:val="en-US"/>
      </w:rPr>
      <w:drawing>
        <wp:inline distT="0" distB="0" distL="0" distR="0" wp14:anchorId="2F525D6B" wp14:editId="05D6922A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0B23B3" w:rsidRPr="000B23B3">
      <w:rPr>
        <w:rFonts w:hint="eastAsia"/>
      </w:rPr>
      <w:t>室内</w:t>
    </w:r>
    <w:r w:rsidR="00317DFA">
      <w:rPr>
        <w:rFonts w:hint="eastAsia"/>
      </w:rPr>
      <w:t>温度</w:t>
    </w:r>
    <w:r w:rsidR="000B23B3" w:rsidRPr="000B23B3">
      <w:rPr>
        <w:rFonts w:hint="eastAsia"/>
      </w:rPr>
      <w:t>达标比例</w:t>
    </w:r>
    <w:r w:rsidR="0083614F">
      <w:rPr>
        <w:rFonts w:hint="eastAsia"/>
      </w:rPr>
      <w:t>报告书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F82C6B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2F50ED4"/>
    <w:multiLevelType w:val="hybridMultilevel"/>
    <w:tmpl w:val="BA7CBD20"/>
    <w:lvl w:ilvl="0" w:tplc="17D818B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E3257E5"/>
    <w:multiLevelType w:val="hybridMultilevel"/>
    <w:tmpl w:val="856294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7386EA3"/>
    <w:multiLevelType w:val="hybridMultilevel"/>
    <w:tmpl w:val="5420A526"/>
    <w:lvl w:ilvl="0" w:tplc="07942D10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 w15:restartNumberingAfterBreak="0">
    <w:nsid w:val="173E4C29"/>
    <w:multiLevelType w:val="hybridMultilevel"/>
    <w:tmpl w:val="3E801350"/>
    <w:lvl w:ilvl="0" w:tplc="7040D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FC74C24"/>
    <w:multiLevelType w:val="hybridMultilevel"/>
    <w:tmpl w:val="567E7432"/>
    <w:lvl w:ilvl="0" w:tplc="92E85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3F7B71"/>
    <w:multiLevelType w:val="hybridMultilevel"/>
    <w:tmpl w:val="F296EF62"/>
    <w:lvl w:ilvl="0" w:tplc="5D26D3B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F625CAA"/>
    <w:multiLevelType w:val="hybridMultilevel"/>
    <w:tmpl w:val="3E247938"/>
    <w:lvl w:ilvl="0" w:tplc="3ED0140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504616"/>
    <w:multiLevelType w:val="hybridMultilevel"/>
    <w:tmpl w:val="8E12C51A"/>
    <w:lvl w:ilvl="0" w:tplc="34C03B7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E043282"/>
    <w:multiLevelType w:val="hybridMultilevel"/>
    <w:tmpl w:val="BAAC0C32"/>
    <w:lvl w:ilvl="0" w:tplc="BEA08624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F94B4F"/>
    <w:multiLevelType w:val="hybridMultilevel"/>
    <w:tmpl w:val="7FA2CCA0"/>
    <w:lvl w:ilvl="0" w:tplc="07942D1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397734B"/>
    <w:multiLevelType w:val="hybridMultilevel"/>
    <w:tmpl w:val="C658CA48"/>
    <w:lvl w:ilvl="0" w:tplc="58B21CC2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6075F02"/>
    <w:multiLevelType w:val="hybridMultilevel"/>
    <w:tmpl w:val="B30EAF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E02676"/>
    <w:multiLevelType w:val="hybridMultilevel"/>
    <w:tmpl w:val="FDF43268"/>
    <w:lvl w:ilvl="0" w:tplc="3EE41488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DDA00C6"/>
    <w:multiLevelType w:val="hybridMultilevel"/>
    <w:tmpl w:val="C6C4D906"/>
    <w:lvl w:ilvl="0" w:tplc="111A502C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A5E2D30"/>
    <w:multiLevelType w:val="hybridMultilevel"/>
    <w:tmpl w:val="A392B944"/>
    <w:lvl w:ilvl="0" w:tplc="639E4198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6046257">
    <w:abstractNumId w:val="0"/>
  </w:num>
  <w:num w:numId="2" w16cid:durableId="1245145652">
    <w:abstractNumId w:val="2"/>
  </w:num>
  <w:num w:numId="3" w16cid:durableId="1393238926">
    <w:abstractNumId w:val="13"/>
  </w:num>
  <w:num w:numId="4" w16cid:durableId="1812480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325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7060887">
    <w:abstractNumId w:val="0"/>
  </w:num>
  <w:num w:numId="7" w16cid:durableId="407843511">
    <w:abstractNumId w:val="0"/>
  </w:num>
  <w:num w:numId="8" w16cid:durableId="643504994">
    <w:abstractNumId w:val="10"/>
  </w:num>
  <w:num w:numId="9" w16cid:durableId="1888957135">
    <w:abstractNumId w:val="3"/>
  </w:num>
  <w:num w:numId="10" w16cid:durableId="562831736">
    <w:abstractNumId w:val="1"/>
  </w:num>
  <w:num w:numId="11" w16cid:durableId="1780953572">
    <w:abstractNumId w:val="12"/>
  </w:num>
  <w:num w:numId="12" w16cid:durableId="1937396789">
    <w:abstractNumId w:val="9"/>
  </w:num>
  <w:num w:numId="13" w16cid:durableId="1384330451">
    <w:abstractNumId w:val="14"/>
  </w:num>
  <w:num w:numId="14" w16cid:durableId="296841626">
    <w:abstractNumId w:val="15"/>
  </w:num>
  <w:num w:numId="15" w16cid:durableId="1752039540">
    <w:abstractNumId w:val="6"/>
  </w:num>
  <w:num w:numId="16" w16cid:durableId="270824893">
    <w:abstractNumId w:val="7"/>
  </w:num>
  <w:num w:numId="17" w16cid:durableId="1456172886">
    <w:abstractNumId w:val="0"/>
  </w:num>
  <w:num w:numId="18" w16cid:durableId="1657372049">
    <w:abstractNumId w:val="0"/>
  </w:num>
  <w:num w:numId="19" w16cid:durableId="316230538">
    <w:abstractNumId w:val="0"/>
  </w:num>
  <w:num w:numId="20" w16cid:durableId="1738019101">
    <w:abstractNumId w:val="0"/>
  </w:num>
  <w:num w:numId="21" w16cid:durableId="1713267273">
    <w:abstractNumId w:val="5"/>
  </w:num>
  <w:num w:numId="22" w16cid:durableId="1366364960">
    <w:abstractNumId w:val="11"/>
  </w:num>
  <w:num w:numId="23" w16cid:durableId="1839534417">
    <w:abstractNumId w:val="4"/>
  </w:num>
  <w:num w:numId="24" w16cid:durableId="50008366">
    <w:abstractNumId w:val="8"/>
  </w:num>
  <w:num w:numId="25" w16cid:durableId="1871989414">
    <w:abstractNumId w:val="0"/>
  </w:num>
  <w:num w:numId="26" w16cid:durableId="562453745">
    <w:abstractNumId w:val="0"/>
  </w:num>
  <w:num w:numId="27" w16cid:durableId="549802969">
    <w:abstractNumId w:val="0"/>
  </w:num>
  <w:num w:numId="28" w16cid:durableId="1306198366">
    <w:abstractNumId w:val="0"/>
  </w:num>
  <w:num w:numId="29" w16cid:durableId="69928308">
    <w:abstractNumId w:val="0"/>
  </w:num>
  <w:num w:numId="30" w16cid:durableId="700711257">
    <w:abstractNumId w:val="0"/>
  </w:num>
  <w:num w:numId="31" w16cid:durableId="1663389476">
    <w:abstractNumId w:val="0"/>
  </w:num>
  <w:num w:numId="32" w16cid:durableId="191373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15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1D15"/>
    <w:rsid w:val="00153AEE"/>
    <w:rsid w:val="001570B9"/>
    <w:rsid w:val="001623B5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A663E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171B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330E7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202E4"/>
  <w15:docId w15:val="{2E61FB9A-388D-4E07-A1A0-A926EED0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0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6">
    <w:name w:val="footer"/>
    <w:basedOn w:val="a"/>
    <w:link w:val="a7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ab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00578F"/>
    <w:rPr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a7">
    <w:name w:val="页脚 字符"/>
    <w:link w:val="a6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c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ad">
    <w:name w:val="正文缩进 字符"/>
    <w:link w:val="ae"/>
    <w:rsid w:val="003857DF"/>
    <w:rPr>
      <w:rFonts w:ascii="宋体"/>
      <w:sz w:val="21"/>
    </w:rPr>
  </w:style>
  <w:style w:type="paragraph" w:styleId="ae">
    <w:name w:val="Normal Indent"/>
    <w:basedOn w:val="a"/>
    <w:link w:val="ad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f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0">
    <w:name w:val="标题 3 字符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f0">
    <w:name w:val="Balloon Text"/>
    <w:basedOn w:val="a"/>
    <w:link w:val="af1"/>
    <w:rsid w:val="00005045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link w:val="af0"/>
    <w:rsid w:val="00005045"/>
    <w:rPr>
      <w:sz w:val="18"/>
      <w:szCs w:val="18"/>
      <w:lang w:val="en-GB"/>
    </w:rPr>
  </w:style>
  <w:style w:type="character" w:styleId="af2">
    <w:name w:val="Placeholder Text"/>
    <w:uiPriority w:val="99"/>
    <w:semiHidden/>
    <w:rsid w:val="00005045"/>
    <w:rPr>
      <w:color w:val="808080"/>
    </w:rPr>
  </w:style>
  <w:style w:type="paragraph" w:styleId="af3">
    <w:name w:val="No Spacing"/>
    <w:uiPriority w:val="1"/>
    <w:qFormat/>
    <w:rsid w:val="00005045"/>
    <w:rPr>
      <w:sz w:val="21"/>
      <w:lang w:val="en-GB"/>
    </w:rPr>
  </w:style>
  <w:style w:type="character" w:styleId="af4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0">
    <w:name w:val="标题 4 字符"/>
    <w:link w:val="4"/>
    <w:rsid w:val="00005045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05045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05045"/>
    <w:rPr>
      <w:sz w:val="24"/>
      <w:szCs w:val="24"/>
      <w:lang w:val="en-GB"/>
    </w:rPr>
  </w:style>
  <w:style w:type="character" w:customStyle="1" w:styleId="80">
    <w:name w:val="标题 8 字符"/>
    <w:link w:val="8"/>
    <w:rsid w:val="00005045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5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a5">
    <w:name w:val="页眉 字符"/>
    <w:link w:val="a4"/>
    <w:rsid w:val="00005045"/>
    <w:rPr>
      <w:sz w:val="21"/>
      <w:szCs w:val="18"/>
      <w:lang w:val="en-GB"/>
    </w:rPr>
  </w:style>
  <w:style w:type="character" w:customStyle="1" w:styleId="ab">
    <w:name w:val="文档结构图 字符"/>
    <w:link w:val="aa"/>
    <w:semiHidden/>
    <w:rsid w:val="00005045"/>
    <w:rPr>
      <w:sz w:val="21"/>
      <w:shd w:val="clear" w:color="auto" w:fill="00008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744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019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8425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2AAC8-E157-45DA-9845-EB9AFAEE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TotalTime>5</TotalTime>
  <Pages>18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室外风环境模拟分析报告</vt:lpstr>
    </vt:vector>
  </TitlesOfParts>
  <Company>ths</Company>
  <LinksUpToDate>false</LinksUpToDate>
  <CharactersWithSpaces>9657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_Toc452110278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_Toc452110277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_Toc452110276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_Toc452110275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_Toc452110274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_Toc452110273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_Toc452110272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_Toc452110271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_Toc452110270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_Toc452110269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_Toc452110268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_Toc452110267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_Toc452110266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_Toc452110265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_Toc452110264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_Toc452110263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_Toc452110262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_Toc452110261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_Toc452110260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_Toc452110259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室内热舒适预计达标比例报告书</dc:title>
  <dc:creator>崔创国</dc:creator>
  <cp:lastModifiedBy>崔 创国</cp:lastModifiedBy>
  <cp:revision>1</cp:revision>
  <cp:lastPrinted>1900-12-31T16:00:00Z</cp:lastPrinted>
  <dcterms:created xsi:type="dcterms:W3CDTF">2023-01-03T13:49:00Z</dcterms:created>
  <dcterms:modified xsi:type="dcterms:W3CDTF">2023-01-03T13:54:00Z</dcterms:modified>
</cp:coreProperties>
</file>