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BEF01" w14:textId="77777777" w:rsidR="00794676" w:rsidRDefault="00794676" w:rsidP="00794676">
      <w:pPr>
        <w:spacing w:line="240" w:lineRule="atLeast"/>
        <w:rPr>
          <w:rFonts w:ascii="宋体" w:hAnsi="宋体"/>
          <w:b/>
          <w:bCs/>
          <w:sz w:val="30"/>
        </w:rPr>
      </w:pPr>
      <w:bookmarkStart w:id="0" w:name="OLE_LINK1"/>
    </w:p>
    <w:p w14:paraId="38BCB229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隔热检查计算</w:t>
      </w:r>
      <w:r w:rsidRPr="00A22524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3A0B9C99" w14:textId="77777777" w:rsidR="00794676" w:rsidRPr="00A22524" w:rsidRDefault="00794676" w:rsidP="00794676">
      <w:pPr>
        <w:spacing w:beforeLines="100" w:before="312" w:line="240" w:lineRule="atLeast"/>
        <w:jc w:val="center"/>
        <w:rPr>
          <w:rFonts w:ascii="宋体" w:hAnsi="宋体"/>
          <w:bCs/>
          <w:sz w:val="44"/>
          <w:szCs w:val="44"/>
        </w:rPr>
      </w:pPr>
      <w:bookmarkStart w:id="1" w:name="地区"/>
      <w:r>
        <w:rPr>
          <w:rFonts w:ascii="宋体" w:hAnsi="宋体" w:hint="eastAsia"/>
          <w:bCs/>
          <w:sz w:val="44"/>
          <w:szCs w:val="44"/>
        </w:rPr>
        <w:t>居住建筑</w:t>
      </w:r>
      <w:bookmarkEnd w:id="1"/>
    </w:p>
    <w:p w14:paraId="6A835AEB" w14:textId="77777777" w:rsidR="00794676" w:rsidRPr="00ED542A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0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18746A68" w14:textId="77777777" w:rsidTr="009205C5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4C43D232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r w:rsidRPr="00D40158">
              <w:rPr>
                <w:rFonts w:ascii="宋体" w:hAnsi="宋体" w:hint="eastAsia"/>
                <w:sz w:val="21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0E3A66C" w14:textId="77777777" w:rsidR="00794676" w:rsidRPr="00D40158" w:rsidRDefault="00794676" w:rsidP="009205C5">
            <w:pPr>
              <w:pStyle w:val="a6"/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  <w:sz w:val="21"/>
                <w:szCs w:val="21"/>
              </w:rPr>
            </w:pPr>
            <w:bookmarkStart w:id="2" w:name="项目名称"/>
            <w:r w:rsidRPr="00D40158">
              <w:rPr>
                <w:rFonts w:ascii="宋体" w:hAnsi="宋体" w:hint="eastAsia"/>
                <w:sz w:val="21"/>
                <w:szCs w:val="21"/>
              </w:rPr>
              <w:t>新建项目</w:t>
            </w:r>
            <w:bookmarkEnd w:id="2"/>
          </w:p>
        </w:tc>
      </w:tr>
      <w:tr w:rsidR="00794676" w:rsidRPr="00D40158" w14:paraId="300B9B49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522E43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6699A99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3" w:name="地理位置"/>
            <w:r>
              <w:t>湖南</w:t>
            </w:r>
            <w:r>
              <w:t>-</w:t>
            </w:r>
            <w:r>
              <w:t>湘潭</w:t>
            </w:r>
            <w:bookmarkEnd w:id="3"/>
          </w:p>
        </w:tc>
      </w:tr>
      <w:tr w:rsidR="00794676" w:rsidRPr="00D40158" w14:paraId="01B7A0F5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851176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69FBF374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4" w:name="设计编号"/>
            <w:bookmarkEnd w:id="4"/>
          </w:p>
        </w:tc>
      </w:tr>
      <w:tr w:rsidR="00794676" w:rsidRPr="00D40158" w14:paraId="1D354A9D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CA6751F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18E8273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5" w:name="建设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5"/>
          </w:p>
        </w:tc>
      </w:tr>
      <w:tr w:rsidR="00794676" w:rsidRPr="00D40158" w14:paraId="46822ECA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07C368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5844126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6" w:name="设计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6"/>
          </w:p>
        </w:tc>
      </w:tr>
      <w:tr w:rsidR="00794676" w:rsidRPr="00D40158" w14:paraId="5BD93ED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B49D886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2B0437B1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609DB6A8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84BB6A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 人</w:t>
            </w:r>
          </w:p>
        </w:tc>
        <w:tc>
          <w:tcPr>
            <w:tcW w:w="3780" w:type="dxa"/>
          </w:tcPr>
          <w:p w14:paraId="4BAA5578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0B2A7461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D75319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核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r w:rsidRPr="00D40158">
              <w:rPr>
                <w:rFonts w:ascii="宋体" w:hAnsi="宋体" w:hint="eastAsia"/>
                <w:szCs w:val="21"/>
              </w:rPr>
              <w:t>人</w:t>
            </w:r>
          </w:p>
        </w:tc>
        <w:tc>
          <w:tcPr>
            <w:tcW w:w="3780" w:type="dxa"/>
          </w:tcPr>
          <w:p w14:paraId="33FCFAB3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</w:p>
        </w:tc>
      </w:tr>
      <w:tr w:rsidR="00794676" w:rsidRPr="00D40158" w14:paraId="6C5D499F" w14:textId="77777777" w:rsidTr="009205C5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6BF6E6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计算</w:t>
            </w:r>
            <w:r w:rsidRPr="00D40158">
              <w:rPr>
                <w:rFonts w:ascii="宋体" w:hAnsi="宋体" w:hint="eastAsia"/>
                <w:szCs w:val="21"/>
              </w:rPr>
              <w:t>日期</w:t>
            </w:r>
          </w:p>
        </w:tc>
        <w:tc>
          <w:tcPr>
            <w:tcW w:w="3780" w:type="dxa"/>
          </w:tcPr>
          <w:p w14:paraId="28FC267D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21"/>
              </w:rPr>
            </w:pPr>
            <w:bookmarkStart w:id="7" w:name="报告日期"/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2"/>
                <w:attr w:name="Month" w:val="12"/>
                <w:attr w:name="Year" w:val="2011"/>
              </w:smartTagPr>
              <w:r w:rsidRPr="00D40158">
                <w:rPr>
                  <w:rFonts w:ascii="宋体" w:hAnsi="宋体" w:hint="eastAsia"/>
                  <w:szCs w:val="21"/>
                </w:rPr>
                <w:t>2024年3月3日</w:t>
              </w:r>
            </w:smartTag>
            <w:bookmarkEnd w:id="7"/>
          </w:p>
        </w:tc>
      </w:tr>
    </w:tbl>
    <w:p w14:paraId="51DE4C27" w14:textId="77777777" w:rsidR="00794676" w:rsidRDefault="00794676" w:rsidP="00E610F9">
      <w:pPr>
        <w:spacing w:line="240" w:lineRule="atLeast"/>
        <w:jc w:val="center"/>
        <w:rPr>
          <w:rFonts w:ascii="宋体" w:hAnsi="宋体"/>
        </w:rPr>
      </w:pPr>
      <w:bookmarkStart w:id="8" w:name="二维码"/>
      <w:bookmarkEnd w:id="8"/>
      <w:r>
        <w:rPr>
          <w:noProof/>
        </w:rPr>
        <w:drawing>
          <wp:inline distT="0" distB="0" distL="0" distR="0" wp14:anchorId="4E848D54" wp14:editId="4E2EAE26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C4384" w14:textId="77777777" w:rsidR="005D6B68" w:rsidRDefault="005D6B68">
      <w:pPr>
        <w:spacing w:line="240" w:lineRule="atLeast"/>
        <w:jc w:val="center"/>
        <w:rPr>
          <w:rFonts w:ascii="宋体" w:hAnsi="宋体"/>
        </w:rPr>
      </w:pPr>
    </w:p>
    <w:p w14:paraId="4F570681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0"/>
          <w:szCs w:val="32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794676" w:rsidRPr="00D40158" w14:paraId="441D04AC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8A15DC0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41967541" w14:textId="77777777" w:rsidR="00794676" w:rsidRPr="00D40158" w:rsidRDefault="00794676" w:rsidP="009205C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spacing w:line="240" w:lineRule="atLeast"/>
              <w:jc w:val="both"/>
              <w:rPr>
                <w:rFonts w:ascii="宋体" w:hAnsi="宋体"/>
              </w:rPr>
            </w:pPr>
            <w:bookmarkStart w:id="9" w:name="软件全称"/>
            <w:r>
              <w:t>斯维尔节能设计</w:t>
            </w:r>
            <w:r>
              <w:t>BECS2023</w:t>
            </w:r>
            <w:bookmarkEnd w:id="9"/>
          </w:p>
        </w:tc>
      </w:tr>
      <w:tr w:rsidR="00794676" w:rsidRPr="00D40158" w14:paraId="16C2A057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28490DF5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15A930D2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0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0"/>
          </w:p>
        </w:tc>
      </w:tr>
      <w:tr w:rsidR="00794676" w:rsidRPr="00D40158" w14:paraId="2D6682CC" w14:textId="77777777" w:rsidTr="009205C5">
        <w:trPr>
          <w:cantSplit/>
          <w:trHeight w:val="234"/>
        </w:trPr>
        <w:tc>
          <w:tcPr>
            <w:tcW w:w="1800" w:type="dxa"/>
            <w:shd w:val="clear" w:color="auto" w:fill="E6E6E6"/>
            <w:vAlign w:val="center"/>
          </w:tcPr>
          <w:p w14:paraId="438DD7FC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center"/>
          </w:tcPr>
          <w:p w14:paraId="33A3C91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555301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794676" w:rsidRPr="00D40158" w14:paraId="742947CE" w14:textId="77777777" w:rsidTr="009205C5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50B4A739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3D800AC0" w14:textId="77777777" w:rsidR="00794676" w:rsidRPr="00D40158" w:rsidRDefault="00794676" w:rsidP="009205C5">
            <w:pPr>
              <w:spacing w:line="240" w:lineRule="atLeast"/>
              <w:rPr>
                <w:rFonts w:ascii="宋体" w:hAnsi="宋体"/>
                <w:szCs w:val="18"/>
              </w:rPr>
            </w:pPr>
            <w:bookmarkStart w:id="11" w:name="加密锁号"/>
            <w:r w:rsidRPr="00D40158">
              <w:rPr>
                <w:rFonts w:ascii="宋体" w:hAnsi="宋体" w:hint="eastAsia"/>
                <w:szCs w:val="18"/>
              </w:rPr>
              <w:t>T19330235087</w:t>
            </w:r>
            <w:bookmarkEnd w:id="11"/>
          </w:p>
        </w:tc>
      </w:tr>
    </w:tbl>
    <w:p w14:paraId="6EB4A4CA" w14:textId="77777777" w:rsidR="00794676" w:rsidRDefault="00794676" w:rsidP="00794676">
      <w:pPr>
        <w:pStyle w:val="TOC1"/>
        <w:spacing w:line="240" w:lineRule="atLeast"/>
      </w:pPr>
      <w:r>
        <w:rPr>
          <w:rFonts w:ascii="宋体" w:hAnsi="宋体"/>
          <w:b w:val="0"/>
          <w:bCs w:val="0"/>
          <w:sz w:val="32"/>
          <w:szCs w:val="32"/>
        </w:rPr>
        <w:br w:type="textWrapping" w:clear="all"/>
      </w:r>
      <w:r>
        <w:rPr>
          <w:rFonts w:hint="eastAsia"/>
        </w:rPr>
        <w:t xml:space="preserve"> </w:t>
      </w:r>
    </w:p>
    <w:p w14:paraId="2322DC6F" w14:textId="77777777" w:rsidR="00794676" w:rsidRDefault="00794676" w:rsidP="00794676">
      <w:pPr>
        <w:spacing w:line="240" w:lineRule="atLeast"/>
        <w:jc w:val="center"/>
        <w:rPr>
          <w:rFonts w:ascii="宋体" w:hAnsi="宋体"/>
          <w:b/>
          <w:bCs/>
          <w:sz w:val="32"/>
          <w:szCs w:val="32"/>
        </w:rPr>
      </w:pPr>
      <w: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0B6F5C54" w14:textId="77777777" w:rsidR="00794676" w:rsidRDefault="00794676" w:rsidP="00794676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spacing w:line="240" w:lineRule="atLeast"/>
        <w:rPr>
          <w:rFonts w:ascii="宋体" w:hAnsi="宋体"/>
          <w:szCs w:val="20"/>
        </w:rPr>
      </w:pPr>
    </w:p>
    <w:p w14:paraId="4A35B95D" w14:textId="77777777" w:rsidR="00354934" w:rsidRDefault="00794676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352579" w:history="1">
        <w:r w:rsidR="00354934" w:rsidRPr="007D2697">
          <w:rPr>
            <w:rStyle w:val="a8"/>
          </w:rPr>
          <w:t>1</w:t>
        </w:r>
        <w:r w:rsidR="00354934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354934" w:rsidRPr="007D2697">
          <w:rPr>
            <w:rStyle w:val="a8"/>
          </w:rPr>
          <w:t>建筑概况</w:t>
        </w:r>
        <w:r w:rsidR="00354934">
          <w:rPr>
            <w:webHidden/>
          </w:rPr>
          <w:tab/>
        </w:r>
        <w:r w:rsidR="00354934">
          <w:rPr>
            <w:webHidden/>
          </w:rPr>
          <w:fldChar w:fldCharType="begin"/>
        </w:r>
        <w:r w:rsidR="00354934">
          <w:rPr>
            <w:webHidden/>
          </w:rPr>
          <w:instrText xml:space="preserve"> PAGEREF _Toc160352579 \h </w:instrText>
        </w:r>
        <w:r w:rsidR="00354934">
          <w:rPr>
            <w:webHidden/>
          </w:rPr>
        </w:r>
        <w:r w:rsidR="00354934">
          <w:rPr>
            <w:webHidden/>
          </w:rPr>
          <w:fldChar w:fldCharType="separate"/>
        </w:r>
        <w:r w:rsidR="00354934">
          <w:rPr>
            <w:webHidden/>
          </w:rPr>
          <w:t>3</w:t>
        </w:r>
        <w:r w:rsidR="00354934">
          <w:rPr>
            <w:webHidden/>
          </w:rPr>
          <w:fldChar w:fldCharType="end"/>
        </w:r>
      </w:hyperlink>
    </w:p>
    <w:p w14:paraId="0A14FD21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80" w:history="1">
        <w:r w:rsidRPr="007D2697">
          <w:rPr>
            <w:rStyle w:val="a8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评价依据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23F9462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81" w:history="1">
        <w:r w:rsidRPr="007D2697">
          <w:rPr>
            <w:rStyle w:val="a8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评价目标与方法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C2C52B0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2" w:history="1">
        <w:r w:rsidRPr="007D2697">
          <w:rPr>
            <w:rStyle w:val="a8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评价目标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B6CF0AC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3" w:history="1">
        <w:r w:rsidRPr="007D2697">
          <w:rPr>
            <w:rStyle w:val="a8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评价方法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6D59BBF1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84" w:history="1">
        <w:r w:rsidRPr="007D2697">
          <w:rPr>
            <w:rStyle w:val="a8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边界条件参数设置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68BF501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5" w:history="1">
        <w:r w:rsidRPr="007D2697">
          <w:rPr>
            <w:rStyle w:val="a8"/>
            <w:lang w:val="en-GB"/>
          </w:rPr>
          <w:t>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基本设置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242E2EE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6" w:history="1">
        <w:r w:rsidRPr="007D2697">
          <w:rPr>
            <w:rStyle w:val="a8"/>
            <w:rFonts w:hAnsi="宋体"/>
            <w:lang w:val="en-GB"/>
          </w:rPr>
          <w:t>4.2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  <w:rFonts w:hAnsi="宋体"/>
          </w:rPr>
          <w:t>室外空气温度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08ADD0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7" w:history="1">
        <w:r w:rsidRPr="007D2697">
          <w:rPr>
            <w:rStyle w:val="a8"/>
            <w:lang w:val="en-GB"/>
          </w:rPr>
          <w:t>4.3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室外太阳辐射照度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700C6DF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88" w:history="1">
        <w:r w:rsidRPr="007D2697">
          <w:rPr>
            <w:rStyle w:val="a8"/>
            <w:lang w:val="en-GB"/>
          </w:rPr>
          <w:t>4.4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室内空气温度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53DA4FB2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89" w:history="1">
        <w:r w:rsidRPr="007D2697">
          <w:rPr>
            <w:rStyle w:val="a8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9305513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90" w:history="1">
        <w:r w:rsidRPr="007D2697">
          <w:rPr>
            <w:rStyle w:val="a8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工程构造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4E3CABF1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91" w:history="1">
        <w:r w:rsidRPr="007D2697">
          <w:rPr>
            <w:rStyle w:val="a8"/>
            <w:lang w:val="en-GB"/>
          </w:rPr>
          <w:t>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089D2814" w14:textId="77777777" w:rsidR="00354934" w:rsidRDefault="003549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92" w:history="1">
        <w:r w:rsidRPr="007D2697">
          <w:rPr>
            <w:rStyle w:val="a8"/>
            <w:lang w:val="en-GB"/>
          </w:rPr>
          <w:t>6.1.1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10172D7B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93" w:history="1">
        <w:r w:rsidRPr="007D2697">
          <w:rPr>
            <w:rStyle w:val="a8"/>
            <w:lang w:val="en-GB"/>
          </w:rPr>
          <w:t>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4389396" w14:textId="77777777" w:rsidR="00354934" w:rsidRDefault="003549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94" w:history="1">
        <w:r w:rsidRPr="007D2697">
          <w:rPr>
            <w:rStyle w:val="a8"/>
            <w:lang w:val="en-GB"/>
          </w:rPr>
          <w:t>6.2.1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6982BB67" w14:textId="77777777" w:rsidR="00354934" w:rsidRDefault="003549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2595" w:history="1">
        <w:r w:rsidRPr="007D2697">
          <w:rPr>
            <w:rStyle w:val="a8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7D2697">
          <w:rPr>
            <w:rStyle w:val="a8"/>
          </w:rPr>
          <w:t>验算结论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75C5D6C" w14:textId="77777777" w:rsidR="00354934" w:rsidRDefault="003549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2596" w:history="1">
        <w:r w:rsidRPr="007D2697">
          <w:rPr>
            <w:rStyle w:val="a8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7D2697">
          <w:rPr>
            <w:rStyle w:val="a8"/>
          </w:rPr>
          <w:t>自然通风房间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_Toc160352596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0D78CD82" w14:textId="77777777" w:rsidR="00794676" w:rsidRDefault="00794676" w:rsidP="00794676">
      <w:pPr>
        <w:spacing w:line="240" w:lineRule="atLeast"/>
      </w:pPr>
      <w:r>
        <w:fldChar w:fldCharType="end"/>
      </w:r>
    </w:p>
    <w:p w14:paraId="6E709C76" w14:textId="77777777" w:rsidR="00794676" w:rsidRPr="009C4D39" w:rsidRDefault="00794676" w:rsidP="00794676">
      <w:pPr>
        <w:spacing w:line="240" w:lineRule="atLeast"/>
        <w:sectPr w:rsidR="00794676" w:rsidRPr="009C4D39" w:rsidSect="00264BCC">
          <w:headerReference w:type="default" r:id="rId8"/>
          <w:footerReference w:type="default" r:id="rId9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14:paraId="712F4975" w14:textId="77777777" w:rsidR="00794676" w:rsidRPr="005E5F93" w:rsidRDefault="00794676" w:rsidP="00794676">
      <w:pPr>
        <w:pStyle w:val="1"/>
        <w:spacing w:line="240" w:lineRule="atLeast"/>
        <w:ind w:left="432" w:hanging="432"/>
      </w:pPr>
      <w:bookmarkStart w:id="12" w:name="_Toc160352579"/>
      <w:r w:rsidRPr="005E5F93">
        <w:rPr>
          <w:rFonts w:hint="eastAsia"/>
        </w:rPr>
        <w:lastRenderedPageBreak/>
        <w:t>建筑概况</w:t>
      </w:r>
      <w:bookmarkEnd w:id="12"/>
    </w:p>
    <w:tbl>
      <w:tblPr>
        <w:tblW w:w="4885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30"/>
        <w:gridCol w:w="3049"/>
        <w:gridCol w:w="3053"/>
      </w:tblGrid>
      <w:tr w:rsidR="00794676" w:rsidRPr="005816EB" w14:paraId="6C0B532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E22119A" w14:textId="77777777" w:rsidR="00794676" w:rsidRPr="005816EB" w:rsidRDefault="00794676" w:rsidP="009205C5">
            <w:pPr>
              <w:spacing w:line="240" w:lineRule="atLeast"/>
            </w:pPr>
            <w:bookmarkStart w:id="13" w:name="建筑概况表"/>
            <w:r w:rsidRPr="005816EB">
              <w:rPr>
                <w:rFonts w:hint="eastAsia"/>
              </w:rPr>
              <w:t>工程名称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3C0A23C7" w14:textId="77777777" w:rsidR="00794676" w:rsidRPr="005816EB" w:rsidRDefault="00794676" w:rsidP="009205C5">
            <w:pPr>
              <w:spacing w:line="240" w:lineRule="atLeast"/>
            </w:pPr>
            <w:bookmarkStart w:id="14" w:name="工程名称"/>
            <w:r>
              <w:t>新建项目</w:t>
            </w:r>
            <w:bookmarkEnd w:id="14"/>
          </w:p>
        </w:tc>
      </w:tr>
      <w:tr w:rsidR="00794676" w:rsidRPr="005816EB" w14:paraId="6662DFF2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09829C9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工程地点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2BD61EE" w14:textId="77777777" w:rsidR="00794676" w:rsidRPr="005816EB" w:rsidRDefault="00794676" w:rsidP="009205C5">
            <w:pPr>
              <w:spacing w:line="240" w:lineRule="atLeast"/>
            </w:pPr>
            <w:bookmarkStart w:id="15" w:name="工程地点"/>
            <w:r>
              <w:t>湖南</w:t>
            </w:r>
            <w:r>
              <w:t>-</w:t>
            </w:r>
            <w:r>
              <w:t>湘潭</w:t>
            </w:r>
            <w:bookmarkEnd w:id="15"/>
          </w:p>
        </w:tc>
      </w:tr>
      <w:tr w:rsidR="00794676" w:rsidRPr="005816EB" w14:paraId="11D7EF3A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A3623BF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地理</w:t>
            </w:r>
            <w:r>
              <w:t>位置</w:t>
            </w:r>
          </w:p>
        </w:tc>
        <w:tc>
          <w:tcPr>
            <w:tcW w:w="3049" w:type="dxa"/>
            <w:shd w:val="clear" w:color="auto" w:fill="auto"/>
          </w:tcPr>
          <w:p w14:paraId="0A06589E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北纬：</w:t>
            </w:r>
            <w:bookmarkStart w:id="16" w:name="纬度"/>
            <w:r w:rsidRPr="00FF2243">
              <w:rPr>
                <w:rFonts w:ascii="宋体" w:hAnsi="宋体" w:hint="eastAsia"/>
              </w:rPr>
              <w:t>27.90</w:t>
            </w:r>
            <w:bookmarkEnd w:id="16"/>
            <w:r w:rsidRPr="00FF2243">
              <w:rPr>
                <w:rFonts w:ascii="宋体" w:hAnsi="宋体" w:hint="eastAsia"/>
              </w:rPr>
              <w:t>°</w:t>
            </w:r>
          </w:p>
        </w:tc>
        <w:tc>
          <w:tcPr>
            <w:tcW w:w="3053" w:type="dxa"/>
            <w:shd w:val="clear" w:color="auto" w:fill="auto"/>
          </w:tcPr>
          <w:p w14:paraId="30824D30" w14:textId="77777777" w:rsidR="00794676" w:rsidRPr="005816EB" w:rsidRDefault="00794676" w:rsidP="009205C5">
            <w:pPr>
              <w:spacing w:line="240" w:lineRule="atLeast"/>
            </w:pPr>
            <w:r w:rsidRPr="00FF2243">
              <w:rPr>
                <w:rFonts w:ascii="宋体" w:hAnsi="宋体" w:hint="eastAsia"/>
              </w:rPr>
              <w:t>东经：</w:t>
            </w:r>
            <w:bookmarkStart w:id="17" w:name="经度"/>
            <w:r w:rsidRPr="00FF2243">
              <w:rPr>
                <w:rFonts w:ascii="宋体" w:hAnsi="宋体" w:hint="eastAsia"/>
              </w:rPr>
              <w:t>112.90</w:t>
            </w:r>
            <w:bookmarkEnd w:id="17"/>
            <w:r w:rsidRPr="00FF2243">
              <w:rPr>
                <w:rFonts w:ascii="宋体" w:hAnsi="宋体" w:hint="eastAsia"/>
              </w:rPr>
              <w:t>°</w:t>
            </w:r>
          </w:p>
        </w:tc>
      </w:tr>
      <w:tr w:rsidR="00794676" w:rsidRPr="005816EB" w14:paraId="2E7DC003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4012DCF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气候子区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5C471858" w14:textId="77777777" w:rsidR="00794676" w:rsidRPr="005816EB" w:rsidRDefault="00794676" w:rsidP="009205C5">
            <w:pPr>
              <w:spacing w:line="240" w:lineRule="atLeast"/>
            </w:pPr>
            <w:bookmarkStart w:id="18" w:name="气候分区"/>
            <w:r>
              <w:t>夏热冬冷</w:t>
            </w:r>
            <w:bookmarkEnd w:id="18"/>
          </w:p>
        </w:tc>
      </w:tr>
      <w:tr w:rsidR="00794676" w:rsidRPr="005816EB" w14:paraId="208137C7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93BF6FA" w14:textId="77777777" w:rsidR="00794676" w:rsidRPr="005816EB" w:rsidRDefault="00794676" w:rsidP="009205C5">
            <w:pPr>
              <w:spacing w:line="240" w:lineRule="atLeast"/>
            </w:pPr>
            <w:r>
              <w:rPr>
                <w:rFonts w:hint="eastAsia"/>
              </w:rPr>
              <w:t>大气</w:t>
            </w:r>
            <w:r>
              <w:t>透明度等级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7C7E9E06" w14:textId="77777777" w:rsidR="00794676" w:rsidRPr="005816EB" w:rsidRDefault="00794676" w:rsidP="009205C5">
            <w:pPr>
              <w:spacing w:line="240" w:lineRule="atLeast"/>
            </w:pPr>
            <w:bookmarkStart w:id="19" w:name="大气透明度等级"/>
            <w:r>
              <w:t>4</w:t>
            </w:r>
            <w:bookmarkEnd w:id="19"/>
          </w:p>
        </w:tc>
      </w:tr>
      <w:tr w:rsidR="00794676" w:rsidRPr="005816EB" w14:paraId="7E2C21C0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1845A0D7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建筑面积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42381FE3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0" w:name="地上建筑面积"/>
            <w:r w:rsidRPr="005816EB">
              <w:rPr>
                <w:rFonts w:hint="eastAsia"/>
              </w:rPr>
              <w:t>464</w:t>
            </w:r>
            <w:bookmarkEnd w:id="20"/>
            <w:r w:rsidRPr="005816EB">
              <w:rPr>
                <w:rFonts w:hint="eastAsia"/>
              </w:rPr>
              <w:t>㎡</w:t>
            </w:r>
            <w:r w:rsidRPr="005816EB">
              <w:rPr>
                <w:rFonts w:hint="eastAsia"/>
              </w:rPr>
              <w:t xml:space="preserve">    </w:t>
            </w:r>
            <w:r w:rsidRPr="005816EB">
              <w:rPr>
                <w:rFonts w:hint="eastAsia"/>
              </w:rPr>
              <w:t>地下</w:t>
            </w:r>
            <w:bookmarkStart w:id="21" w:name="地下建筑面积"/>
            <w:r w:rsidRPr="005816EB">
              <w:rPr>
                <w:rFonts w:hint="eastAsia"/>
              </w:rPr>
              <w:t>0</w:t>
            </w:r>
            <w:bookmarkEnd w:id="21"/>
            <w:r w:rsidRPr="005816EB">
              <w:rPr>
                <w:rFonts w:hint="eastAsia"/>
              </w:rPr>
              <w:t>㎡</w:t>
            </w:r>
          </w:p>
        </w:tc>
      </w:tr>
      <w:tr w:rsidR="00794676" w:rsidRPr="005816EB" w14:paraId="7622B36A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7E17BE3A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建筑层数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FE9C475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地上</w:t>
            </w:r>
            <w:bookmarkStart w:id="22" w:name="地上建筑层数"/>
            <w:r w:rsidRPr="005816EB">
              <w:rPr>
                <w:rFonts w:hint="eastAsia"/>
              </w:rPr>
              <w:t>2</w:t>
            </w:r>
            <w:bookmarkEnd w:id="22"/>
            <w:r w:rsidRPr="005816EB">
              <w:rPr>
                <w:rFonts w:hint="eastAsia"/>
              </w:rPr>
              <w:t xml:space="preserve">          </w:t>
            </w:r>
            <w:r w:rsidRPr="005816EB">
              <w:rPr>
                <w:rFonts w:hint="eastAsia"/>
              </w:rPr>
              <w:t>地下</w:t>
            </w:r>
            <w:bookmarkStart w:id="23" w:name="地下建筑层数"/>
            <w:r>
              <w:t>0</w:t>
            </w:r>
            <w:bookmarkEnd w:id="23"/>
          </w:p>
        </w:tc>
      </w:tr>
      <w:tr w:rsidR="00794676" w:rsidRPr="005816EB" w14:paraId="22C9C3C1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2C49CD8A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建筑高度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265EED7E" w14:textId="77777777" w:rsidR="00794676" w:rsidRPr="005816EB" w:rsidRDefault="00794676" w:rsidP="009205C5">
            <w:pPr>
              <w:spacing w:line="240" w:lineRule="atLeast"/>
            </w:pPr>
            <w:bookmarkStart w:id="24" w:name="地上建筑高度"/>
            <w:r w:rsidRPr="005816EB">
              <w:rPr>
                <w:rFonts w:hint="eastAsia"/>
              </w:rPr>
              <w:t>8.9</w:t>
            </w:r>
            <w:bookmarkEnd w:id="24"/>
            <w:r w:rsidRPr="005816EB">
              <w:rPr>
                <w:rFonts w:hint="eastAsia"/>
              </w:rPr>
              <w:t>m</w:t>
            </w:r>
          </w:p>
        </w:tc>
      </w:tr>
      <w:tr w:rsidR="00794676" w:rsidRPr="005816EB" w14:paraId="658D8D0B" w14:textId="77777777" w:rsidTr="00BD10CE">
        <w:trPr>
          <w:jc w:val="center"/>
        </w:trPr>
        <w:tc>
          <w:tcPr>
            <w:tcW w:w="2730" w:type="dxa"/>
            <w:shd w:val="clear" w:color="auto" w:fill="E6E6E6"/>
          </w:tcPr>
          <w:p w14:paraId="316799CE" w14:textId="77777777" w:rsidR="00794676" w:rsidRPr="005816EB" w:rsidRDefault="00794676" w:rsidP="009205C5">
            <w:pPr>
              <w:spacing w:line="240" w:lineRule="atLeast"/>
            </w:pPr>
            <w:r w:rsidRPr="005816EB">
              <w:rPr>
                <w:rFonts w:hint="eastAsia"/>
              </w:rPr>
              <w:t>结构类型</w:t>
            </w:r>
          </w:p>
        </w:tc>
        <w:tc>
          <w:tcPr>
            <w:tcW w:w="6102" w:type="dxa"/>
            <w:gridSpan w:val="2"/>
            <w:shd w:val="clear" w:color="auto" w:fill="auto"/>
          </w:tcPr>
          <w:p w14:paraId="6E8453BE" w14:textId="77777777" w:rsidR="00794676" w:rsidRPr="005816EB" w:rsidRDefault="00794676" w:rsidP="009205C5">
            <w:pPr>
              <w:spacing w:line="240" w:lineRule="atLeast"/>
            </w:pPr>
            <w:bookmarkStart w:id="25" w:name="结构类型"/>
            <w:r>
              <w:t>砖混结构</w:t>
            </w:r>
            <w:bookmarkEnd w:id="25"/>
          </w:p>
        </w:tc>
      </w:tr>
    </w:tbl>
    <w:p w14:paraId="0268C3EE" w14:textId="77777777" w:rsidR="00794676" w:rsidRDefault="00794676" w:rsidP="00794676">
      <w:pPr>
        <w:pStyle w:val="1"/>
        <w:spacing w:line="240" w:lineRule="atLeast"/>
        <w:ind w:left="432" w:hanging="432"/>
      </w:pPr>
      <w:bookmarkStart w:id="26" w:name="TitleFormat"/>
      <w:bookmarkStart w:id="27" w:name="_Toc160352580"/>
      <w:bookmarkEnd w:id="13"/>
      <w:r>
        <w:rPr>
          <w:rFonts w:hint="eastAsia"/>
        </w:rPr>
        <w:t>评价依据</w:t>
      </w:r>
      <w:bookmarkEnd w:id="27"/>
    </w:p>
    <w:bookmarkEnd w:id="26"/>
    <w:p w14:paraId="08312847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1. </w:t>
      </w:r>
      <w:bookmarkStart w:id="28" w:name="标准名称"/>
      <w:r>
        <w:rPr>
          <w:rFonts w:hint="eastAsia"/>
        </w:rPr>
        <w:t>湖南居住建筑节能设计标准</w:t>
      </w:r>
      <w:r>
        <w:rPr>
          <w:rFonts w:hint="eastAsia"/>
        </w:rPr>
        <w:t>DBJ 43</w:t>
      </w:r>
      <w:r>
        <w:rPr>
          <w:rFonts w:hint="eastAsia"/>
        </w:rPr>
        <w:t>／</w:t>
      </w:r>
      <w:r>
        <w:rPr>
          <w:rFonts w:hint="eastAsia"/>
        </w:rPr>
        <w:t>003-2017</w:t>
      </w:r>
      <w:bookmarkEnd w:id="28"/>
    </w:p>
    <w:p w14:paraId="60E2E2B7" w14:textId="77777777" w:rsidR="00794676" w:rsidRDefault="00794676" w:rsidP="00794676">
      <w:pPr>
        <w:spacing w:line="240" w:lineRule="atLeast"/>
      </w:pPr>
      <w:r>
        <w:rPr>
          <w:rFonts w:hint="eastAsia"/>
        </w:rPr>
        <w:t xml:space="preserve">2. </w:t>
      </w:r>
      <w:bookmarkStart w:id="29" w:name="OLE_LINK2"/>
      <w:r>
        <w:rPr>
          <w:rFonts w:hint="eastAsia"/>
        </w:rPr>
        <w:t>《民用建筑热工设计规范》</w:t>
      </w:r>
      <w:r>
        <w:rPr>
          <w:rFonts w:hint="eastAsia"/>
        </w:rPr>
        <w:t>GB50176</w:t>
      </w:r>
      <w:bookmarkEnd w:id="29"/>
    </w:p>
    <w:p w14:paraId="7B207CC8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3. </w:t>
      </w:r>
      <w:bookmarkStart w:id="30" w:name="地方绿建评价标准"/>
      <w:r w:rsidRPr="003449FB">
        <w:rPr>
          <w:rFonts w:hint="eastAsia"/>
        </w:rPr>
        <w:t>《绿色建筑评价标准》</w:t>
      </w:r>
      <w:r w:rsidRPr="003449FB">
        <w:rPr>
          <w:rFonts w:hint="eastAsia"/>
        </w:rPr>
        <w:t>GB/T 50378-2019</w:t>
      </w:r>
    </w:p>
    <w:bookmarkEnd w:id="30"/>
    <w:p w14:paraId="285FEE4F" w14:textId="77777777" w:rsidR="00794676" w:rsidRPr="00CC07EB" w:rsidRDefault="00794676" w:rsidP="00794676">
      <w:pPr>
        <w:spacing w:line="240" w:lineRule="atLeast"/>
      </w:pPr>
      <w:r>
        <w:rPr>
          <w:rFonts w:hint="eastAsia"/>
        </w:rPr>
        <w:t xml:space="preserve">4. </w:t>
      </w:r>
      <w:r w:rsidRPr="003449FB">
        <w:rPr>
          <w:rFonts w:hint="eastAsia"/>
        </w:rPr>
        <w:t>《绿色建筑评价技术细则》</w:t>
      </w:r>
    </w:p>
    <w:p w14:paraId="034604AD" w14:textId="77777777" w:rsidR="00794676" w:rsidRPr="000730E7" w:rsidRDefault="00794676" w:rsidP="00794676">
      <w:pPr>
        <w:spacing w:line="240" w:lineRule="atLeast"/>
      </w:pPr>
      <w:r>
        <w:rPr>
          <w:rFonts w:hint="eastAsia"/>
        </w:rPr>
        <w:t xml:space="preserve">5.  </w:t>
      </w:r>
      <w:r w:rsidRPr="003449FB">
        <w:rPr>
          <w:rFonts w:hint="eastAsia"/>
        </w:rPr>
        <w:t>施工图</w:t>
      </w:r>
      <w:r>
        <w:rPr>
          <w:rFonts w:hint="eastAsia"/>
        </w:rPr>
        <w:t>、</w:t>
      </w:r>
      <w:r w:rsidRPr="003449FB">
        <w:rPr>
          <w:rFonts w:hint="eastAsia"/>
        </w:rPr>
        <w:t>设计说明、节能计算书</w:t>
      </w:r>
    </w:p>
    <w:p w14:paraId="302E0843" w14:textId="77777777" w:rsidR="00794676" w:rsidRDefault="00794676" w:rsidP="00794676">
      <w:pPr>
        <w:pStyle w:val="1"/>
        <w:spacing w:line="240" w:lineRule="atLeast"/>
        <w:ind w:left="432" w:hanging="432"/>
      </w:pPr>
      <w:bookmarkStart w:id="31" w:name="_Toc160352581"/>
      <w:r>
        <w:rPr>
          <w:rFonts w:hint="eastAsia"/>
        </w:rPr>
        <w:t>评价目标与方法</w:t>
      </w:r>
      <w:bookmarkEnd w:id="31"/>
    </w:p>
    <w:p w14:paraId="70FFBAA5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2" w:name="_Toc160352582"/>
      <w:r>
        <w:rPr>
          <w:rFonts w:hint="eastAsia"/>
          <w:kern w:val="2"/>
        </w:rPr>
        <w:t>评价目标</w:t>
      </w:r>
      <w:bookmarkEnd w:id="32"/>
    </w:p>
    <w:p w14:paraId="1DA847A7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 w:rsidRPr="000F6937">
        <w:rPr>
          <w:rFonts w:ascii="宋体" w:hAnsi="宋体"/>
          <w:szCs w:val="21"/>
        </w:rPr>
        <w:t>依据《民用建筑热工设计规范》</w:t>
      </w:r>
      <w:r>
        <w:rPr>
          <w:rFonts w:ascii="宋体" w:hAnsi="宋体" w:hint="eastAsia"/>
          <w:szCs w:val="21"/>
        </w:rPr>
        <w:t>和</w:t>
      </w:r>
      <w:bookmarkStart w:id="33" w:name="地方绿建评价标准：1"/>
      <w:r>
        <w:rPr>
          <w:rFonts w:ascii="宋体" w:hAnsi="宋体" w:hint="eastAsia"/>
          <w:szCs w:val="21"/>
        </w:rPr>
        <w:t>《绿色建筑评价标准》GB/T 50378-2019</w:t>
      </w:r>
      <w:bookmarkEnd w:id="33"/>
      <w:r>
        <w:rPr>
          <w:rFonts w:ascii="宋体" w:hAnsi="宋体" w:hint="eastAsia"/>
          <w:szCs w:val="21"/>
        </w:rPr>
        <w:t>的</w:t>
      </w:r>
      <w:r w:rsidRPr="000F6937">
        <w:rPr>
          <w:rFonts w:ascii="宋体" w:hAnsi="宋体" w:hint="eastAsia"/>
          <w:szCs w:val="21"/>
        </w:rPr>
        <w:t>要求</w:t>
      </w:r>
      <w:r>
        <w:rPr>
          <w:rFonts w:ascii="宋体" w:hAnsi="宋体" w:hint="eastAsia"/>
          <w:szCs w:val="21"/>
        </w:rPr>
        <w:t>和规定</w:t>
      </w:r>
      <w:r w:rsidRPr="000F6937">
        <w:rPr>
          <w:rFonts w:ascii="宋体" w:hAnsi="宋体" w:hint="eastAsia"/>
          <w:szCs w:val="21"/>
        </w:rPr>
        <w:t>，</w:t>
      </w:r>
      <w:r>
        <w:rPr>
          <w:rFonts w:ascii="宋体" w:hAnsi="宋体" w:hint="eastAsia"/>
          <w:szCs w:val="21"/>
        </w:rPr>
        <w:t>屋顶和</w:t>
      </w:r>
      <w:r w:rsidRPr="005E30F8">
        <w:rPr>
          <w:rFonts w:ascii="宋体" w:hAnsi="宋体" w:hint="eastAsia"/>
          <w:szCs w:val="21"/>
        </w:rPr>
        <w:t>外墙的</w:t>
      </w:r>
      <w:r>
        <w:rPr>
          <w:rFonts w:ascii="宋体" w:hAnsi="宋体" w:hint="eastAsia"/>
          <w:szCs w:val="21"/>
        </w:rPr>
        <w:t>隔热性能</w:t>
      </w:r>
      <w:r w:rsidRPr="005E30F8">
        <w:rPr>
          <w:rFonts w:ascii="宋体" w:hAnsi="宋体" w:hint="eastAsia"/>
          <w:szCs w:val="21"/>
        </w:rPr>
        <w:t>应满足要求</w:t>
      </w:r>
      <w:r w:rsidRPr="000F6937">
        <w:rPr>
          <w:rFonts w:ascii="宋体" w:hAnsi="宋体" w:hint="eastAsia"/>
          <w:szCs w:val="21"/>
        </w:rPr>
        <w:t>。</w:t>
      </w:r>
    </w:p>
    <w:p w14:paraId="5BD180F2" w14:textId="77777777" w:rsidR="00794676" w:rsidRPr="000F6937" w:rsidRDefault="00794676" w:rsidP="00794676">
      <w:pPr>
        <w:widowControl/>
        <w:numPr>
          <w:ilvl w:val="0"/>
          <w:numId w:val="2"/>
        </w:numPr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通过房间围护结构</w:t>
      </w:r>
      <w:r w:rsidRPr="000F6937">
        <w:rPr>
          <w:rFonts w:ascii="宋体" w:hAnsi="宋体"/>
          <w:szCs w:val="21"/>
        </w:rPr>
        <w:t>的内表面温度计算，判断是否</w:t>
      </w:r>
      <w:r>
        <w:rPr>
          <w:rFonts w:ascii="宋体" w:hAnsi="宋体" w:hint="eastAsia"/>
          <w:szCs w:val="21"/>
        </w:rPr>
        <w:t>不大于</w:t>
      </w:r>
      <w:r w:rsidRPr="000F6937">
        <w:rPr>
          <w:rFonts w:ascii="宋体" w:hAnsi="宋体"/>
          <w:szCs w:val="21"/>
        </w:rPr>
        <w:t>《民用建筑热工设计规范</w:t>
      </w:r>
      <w:r w:rsidRPr="000F6937">
        <w:rPr>
          <w:rFonts w:ascii="宋体" w:hAnsi="宋体" w:hint="eastAsia"/>
          <w:szCs w:val="21"/>
        </w:rPr>
        <w:t>》</w:t>
      </w:r>
      <w:r>
        <w:rPr>
          <w:rFonts w:ascii="宋体" w:hAnsi="宋体" w:hint="eastAsia"/>
          <w:szCs w:val="21"/>
        </w:rPr>
        <w:t>给出的内表面最高温度</w:t>
      </w:r>
      <w:r w:rsidRPr="000F6937">
        <w:rPr>
          <w:rFonts w:ascii="宋体" w:hAnsi="宋体" w:hint="eastAsia"/>
          <w:szCs w:val="21"/>
        </w:rPr>
        <w:t>。</w:t>
      </w:r>
    </w:p>
    <w:p w14:paraId="0F4CB55C" w14:textId="77777777" w:rsidR="00794676" w:rsidRPr="00481875" w:rsidRDefault="00794676" w:rsidP="00794676">
      <w:pPr>
        <w:pStyle w:val="2"/>
        <w:spacing w:line="240" w:lineRule="atLeast"/>
        <w:rPr>
          <w:kern w:val="2"/>
        </w:rPr>
      </w:pPr>
      <w:bookmarkStart w:id="34" w:name="_Toc160352583"/>
      <w:r>
        <w:rPr>
          <w:rFonts w:hint="eastAsia"/>
          <w:kern w:val="2"/>
        </w:rPr>
        <w:t>评价方法</w:t>
      </w:r>
      <w:bookmarkEnd w:id="34"/>
    </w:p>
    <w:p w14:paraId="0CD63E0D" w14:textId="77777777" w:rsidR="00794676" w:rsidRPr="0077209E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bookmarkStart w:id="35" w:name="OLE_LINK3"/>
      <w:r w:rsidRPr="00FE74EF">
        <w:rPr>
          <w:color w:val="000000"/>
          <w:szCs w:val="21"/>
        </w:rPr>
        <w:t>在给定两侧空气温度及变化规律的情况下，</w:t>
      </w:r>
      <w:bookmarkEnd w:id="35"/>
      <w:r w:rsidR="00D80AF1">
        <w:rPr>
          <w:rFonts w:hint="eastAsia"/>
          <w:color w:val="000000"/>
          <w:szCs w:val="21"/>
        </w:rPr>
        <w:t>外墙</w:t>
      </w:r>
      <w:r w:rsidRPr="00FE74EF">
        <w:rPr>
          <w:color w:val="000000"/>
          <w:szCs w:val="21"/>
        </w:rPr>
        <w:t>内表面最高温度</w:t>
      </w:r>
      <w:r w:rsidRPr="00FE74EF">
        <w:rPr>
          <w:rFonts w:hint="eastAsia"/>
          <w:color w:val="000000"/>
          <w:szCs w:val="21"/>
        </w:rPr>
        <w:t>应符合</w:t>
      </w:r>
      <w:r w:rsidRPr="00FE74EF">
        <w:rPr>
          <w:color w:val="000000"/>
          <w:szCs w:val="21"/>
        </w:rPr>
        <w:t>表</w:t>
      </w:r>
      <w:r w:rsidRPr="00FE74EF">
        <w:rPr>
          <w:rFonts w:hint="eastAsia"/>
          <w:color w:val="000000"/>
          <w:szCs w:val="21"/>
        </w:rPr>
        <w:t>3.2.1</w:t>
      </w:r>
      <w:r w:rsidRPr="00FE74EF">
        <w:rPr>
          <w:color w:val="000000"/>
          <w:szCs w:val="21"/>
        </w:rPr>
        <w:t>的</w:t>
      </w:r>
      <w:r w:rsidRPr="00FE74EF">
        <w:rPr>
          <w:rFonts w:hint="eastAsia"/>
          <w:color w:val="000000"/>
          <w:szCs w:val="21"/>
        </w:rPr>
        <w:t>要</w:t>
      </w:r>
      <w:r w:rsidRPr="00FE74EF">
        <w:rPr>
          <w:color w:val="000000"/>
          <w:szCs w:val="21"/>
        </w:rPr>
        <w:t>求</w:t>
      </w:r>
      <w:r w:rsidRPr="00FE74EF">
        <w:rPr>
          <w:rFonts w:hint="eastAsia"/>
          <w:color w:val="000000"/>
          <w:szCs w:val="21"/>
        </w:rPr>
        <w:t>：</w:t>
      </w:r>
    </w:p>
    <w:p w14:paraId="121731F9" w14:textId="77777777" w:rsidR="00794676" w:rsidRPr="00FE74EF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FE74EF">
        <w:rPr>
          <w:rFonts w:ascii="黑体" w:eastAsia="黑体" w:hAnsi="黑体" w:hint="eastAsia"/>
          <w:b/>
          <w:color w:val="000000"/>
          <w:szCs w:val="21"/>
        </w:rPr>
        <w:t>表3.2.1 外墙</w:t>
      </w:r>
      <w:r w:rsidRPr="00FE74EF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FE74EF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85"/>
        <w:gridCol w:w="1539"/>
        <w:gridCol w:w="1942"/>
        <w:gridCol w:w="2330"/>
      </w:tblGrid>
      <w:tr w:rsidR="00DB3CB8" w:rsidRPr="00607740" w14:paraId="1E48B0C0" w14:textId="77777777" w:rsidTr="00DB3CB8">
        <w:trPr>
          <w:jc w:val="center"/>
        </w:trPr>
        <w:tc>
          <w:tcPr>
            <w:tcW w:w="1885" w:type="dxa"/>
            <w:vMerge w:val="restart"/>
            <w:shd w:val="clear" w:color="auto" w:fill="D9D9D9"/>
            <w:vAlign w:val="center"/>
          </w:tcPr>
          <w:p w14:paraId="1EE4C83E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539" w:type="dxa"/>
            <w:vMerge w:val="restart"/>
            <w:shd w:val="clear" w:color="auto" w:fill="D9D9D9"/>
            <w:vAlign w:val="center"/>
          </w:tcPr>
          <w:p w14:paraId="49E2C17F" w14:textId="77777777" w:rsidR="00DB3CB8" w:rsidRPr="006222BA" w:rsidRDefault="00DB3CB8" w:rsidP="00DB3CB8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自然通风房间</w:t>
            </w:r>
          </w:p>
        </w:tc>
        <w:tc>
          <w:tcPr>
            <w:tcW w:w="4272" w:type="dxa"/>
            <w:gridSpan w:val="2"/>
            <w:shd w:val="clear" w:color="auto" w:fill="D9D9D9"/>
          </w:tcPr>
          <w:p w14:paraId="1B261036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DB3CB8" w:rsidRPr="00607740" w14:paraId="5E73854D" w14:textId="77777777" w:rsidTr="00DB3CB8">
        <w:trPr>
          <w:jc w:val="center"/>
        </w:trPr>
        <w:tc>
          <w:tcPr>
            <w:tcW w:w="1885" w:type="dxa"/>
            <w:vMerge/>
            <w:shd w:val="clear" w:color="auto" w:fill="D9D9D9"/>
          </w:tcPr>
          <w:p w14:paraId="65B17403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39" w:type="dxa"/>
            <w:vMerge/>
            <w:shd w:val="clear" w:color="auto" w:fill="D9D9D9"/>
          </w:tcPr>
          <w:p w14:paraId="63BC951E" w14:textId="77777777" w:rsidR="00DB3CB8" w:rsidRPr="006222BA" w:rsidRDefault="00DB3CB8" w:rsidP="009205C5">
            <w:pPr>
              <w:pStyle w:val="a0"/>
              <w:spacing w:line="240" w:lineRule="atLeast"/>
              <w:ind w:leftChars="0" w:left="0" w:right="1470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942" w:type="dxa"/>
            <w:shd w:val="clear" w:color="auto" w:fill="D9D9D9"/>
          </w:tcPr>
          <w:p w14:paraId="54B18DAB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3A94B6EF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330" w:type="dxa"/>
            <w:shd w:val="clear" w:color="auto" w:fill="D9D9D9"/>
          </w:tcPr>
          <w:p w14:paraId="763AB22F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44D29A3A" w14:textId="77777777" w:rsidR="00DB3CB8" w:rsidRPr="006222BA" w:rsidRDefault="00DB3CB8" w:rsidP="000C598B">
            <w:pPr>
              <w:pStyle w:val="a0"/>
              <w:spacing w:after="0" w:line="240" w:lineRule="atLeast"/>
              <w:ind w:leftChars="0" w:left="0" w:rightChars="0" w:right="0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DB3CB8" w:rsidRPr="00607740" w14:paraId="5A1CFA3B" w14:textId="77777777" w:rsidTr="00844F8C">
        <w:trPr>
          <w:jc w:val="center"/>
        </w:trPr>
        <w:tc>
          <w:tcPr>
            <w:tcW w:w="1885" w:type="dxa"/>
            <w:shd w:val="clear" w:color="auto" w:fill="D9D9D9"/>
          </w:tcPr>
          <w:p w14:paraId="10CDB9D6" w14:textId="77777777" w:rsidR="00DB3CB8" w:rsidRPr="006222BA" w:rsidRDefault="00DB3CB8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rFonts w:ascii="等线" w:eastAsia="等线" w:hAnsi="等线"/>
                <w:b/>
                <w:color w:val="000000"/>
                <w:szCs w:val="21"/>
              </w:rPr>
            </w:pPr>
            <w:r w:rsidRPr="00A66A31">
              <w:rPr>
                <w:rFonts w:hint="eastAsia"/>
                <w:b/>
                <w:color w:val="000000"/>
                <w:szCs w:val="21"/>
              </w:rPr>
              <w:t>内表面</w:t>
            </w:r>
            <w:r w:rsidRPr="00A66A31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begin"/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499EA00B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5.4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separate"/>
            </w:r>
            <w:r w:rsidR="00354934">
              <w:rPr>
                <w:position w:val="-9"/>
              </w:rPr>
              <w:pict w14:anchorId="656EB124">
                <v:shape id="_x0000_i1071" type="#_x0000_t75" style="width:25.4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73E59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973E59&quot; wsp:rsidP=&quot;00973E59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rFonts w:ascii="等线" w:eastAsia="等线" w:hAnsi="等线"/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539" w:type="dxa"/>
            <w:shd w:val="clear" w:color="auto" w:fill="FFFFFF"/>
            <w:vAlign w:val="center"/>
          </w:tcPr>
          <w:p w14:paraId="3F5EF892" w14:textId="77777777" w:rsidR="00DB3CB8" w:rsidRPr="00DB3CB8" w:rsidRDefault="00DB3CB8" w:rsidP="00D80AF1">
            <w:pPr>
              <w:pStyle w:val="a0"/>
              <w:spacing w:line="240" w:lineRule="atLeast"/>
              <w:ind w:leftChars="0" w:left="0" w:rightChars="0" w:right="0"/>
              <w:rPr>
                <w:rFonts w:ascii="等线" w:eastAsia="等线" w:hAnsi="等线"/>
                <w:color w:val="000000"/>
                <w:szCs w:val="21"/>
                <w:vertAlign w:val="subscript"/>
              </w:rPr>
            </w:pPr>
            <w:r w:rsidRPr="00D80AF1">
              <w:rPr>
                <w:rFonts w:hint="eastAsia"/>
                <w:position w:val="-9"/>
              </w:rPr>
              <w:t>≤</w:t>
            </w:r>
            <w:r w:rsidRPr="00D80AF1">
              <w:rPr>
                <w:rFonts w:hint="eastAsia"/>
                <w:position w:val="-9"/>
              </w:rPr>
              <w:t xml:space="preserve"> </w:t>
            </w:r>
            <w:proofErr w:type="spellStart"/>
            <w:r w:rsidRPr="00D80AF1">
              <w:rPr>
                <w:position w:val="-9"/>
              </w:rPr>
              <w:t>t</w:t>
            </w:r>
            <w:r w:rsidRPr="00D80AF1">
              <w:rPr>
                <w:position w:val="-9"/>
                <w:vertAlign w:val="subscript"/>
              </w:rPr>
              <w:t>e.max</w:t>
            </w:r>
            <w:proofErr w:type="spellEnd"/>
          </w:p>
        </w:tc>
        <w:tc>
          <w:tcPr>
            <w:tcW w:w="1942" w:type="dxa"/>
            <w:shd w:val="clear" w:color="auto" w:fill="auto"/>
            <w:vAlign w:val="center"/>
          </w:tcPr>
          <w:p w14:paraId="3972CADD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</w:t>
            </w:r>
          </w:p>
        </w:tc>
        <w:tc>
          <w:tcPr>
            <w:tcW w:w="2330" w:type="dxa"/>
            <w:shd w:val="clear" w:color="auto" w:fill="auto"/>
            <w:vAlign w:val="center"/>
          </w:tcPr>
          <w:p w14:paraId="03DD4141" w14:textId="77777777" w:rsidR="00DB3CB8" w:rsidRPr="00A66A31" w:rsidRDefault="0065284D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</w:t>
            </w:r>
          </w:p>
        </w:tc>
      </w:tr>
    </w:tbl>
    <w:p w14:paraId="24B89C4D" w14:textId="77777777" w:rsidR="00794676" w:rsidRPr="0033198E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5950FAE8" w14:textId="77777777" w:rsidR="00794676" w:rsidRPr="00BE4789" w:rsidRDefault="00794676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 w:rsidRPr="00BE4789">
        <w:rPr>
          <w:color w:val="000000"/>
          <w:szCs w:val="21"/>
        </w:rPr>
        <w:t>在给定两侧空气温度及变化规律的情况下，</w:t>
      </w:r>
      <w:r w:rsidR="00DB5AC7">
        <w:rPr>
          <w:rFonts w:hint="eastAsia"/>
          <w:color w:val="000000"/>
          <w:szCs w:val="21"/>
        </w:rPr>
        <w:t>屋面</w:t>
      </w:r>
      <w:r w:rsidRPr="00BE4789">
        <w:rPr>
          <w:color w:val="000000"/>
          <w:szCs w:val="21"/>
        </w:rPr>
        <w:t>内表面最高温度</w:t>
      </w:r>
      <w:r w:rsidRPr="00BE4789">
        <w:rPr>
          <w:rFonts w:hint="eastAsia"/>
          <w:color w:val="000000"/>
          <w:szCs w:val="21"/>
        </w:rPr>
        <w:t>应符合</w:t>
      </w:r>
      <w:r w:rsidRPr="00BE4789">
        <w:rPr>
          <w:color w:val="000000"/>
          <w:szCs w:val="21"/>
        </w:rPr>
        <w:t>表</w:t>
      </w:r>
      <w:r w:rsidRPr="00BE4789">
        <w:rPr>
          <w:rFonts w:hint="eastAsia"/>
          <w:color w:val="000000"/>
          <w:szCs w:val="21"/>
        </w:rPr>
        <w:t>3.2</w:t>
      </w:r>
      <w:r w:rsidRPr="00BE4789">
        <w:rPr>
          <w:color w:val="000000"/>
          <w:szCs w:val="21"/>
        </w:rPr>
        <w:t>.2</w:t>
      </w:r>
      <w:r w:rsidRPr="00BE4789">
        <w:rPr>
          <w:color w:val="000000"/>
          <w:szCs w:val="21"/>
        </w:rPr>
        <w:t>的</w:t>
      </w:r>
      <w:r w:rsidRPr="00BE4789">
        <w:rPr>
          <w:rFonts w:hint="eastAsia"/>
          <w:color w:val="000000"/>
          <w:szCs w:val="21"/>
        </w:rPr>
        <w:t>要</w:t>
      </w:r>
      <w:r w:rsidRPr="00BE4789">
        <w:rPr>
          <w:color w:val="000000"/>
          <w:szCs w:val="21"/>
        </w:rPr>
        <w:t>求</w:t>
      </w:r>
      <w:r w:rsidRPr="00BE4789">
        <w:rPr>
          <w:rFonts w:hint="eastAsia"/>
          <w:color w:val="000000"/>
          <w:szCs w:val="21"/>
        </w:rPr>
        <w:t>：</w:t>
      </w:r>
    </w:p>
    <w:p w14:paraId="12B67452" w14:textId="77777777" w:rsidR="00794676" w:rsidRPr="00BE4789" w:rsidRDefault="00794676" w:rsidP="00794676">
      <w:pPr>
        <w:pStyle w:val="a0"/>
        <w:spacing w:line="240" w:lineRule="atLeast"/>
        <w:ind w:leftChars="0" w:left="420" w:right="1470"/>
        <w:jc w:val="center"/>
        <w:rPr>
          <w:rFonts w:ascii="黑体" w:eastAsia="黑体" w:hAnsi="黑体"/>
          <w:b/>
          <w:color w:val="000000"/>
          <w:szCs w:val="21"/>
        </w:rPr>
      </w:pPr>
      <w:r w:rsidRPr="00BE4789">
        <w:rPr>
          <w:rFonts w:ascii="黑体" w:eastAsia="黑体" w:hAnsi="黑体" w:hint="eastAsia"/>
          <w:b/>
          <w:color w:val="000000"/>
          <w:szCs w:val="21"/>
        </w:rPr>
        <w:t>表3.2.2 屋顶</w:t>
      </w:r>
      <w:r w:rsidRPr="00BE4789">
        <w:rPr>
          <w:rFonts w:ascii="黑体" w:eastAsia="黑体" w:hAnsi="黑体"/>
          <w:b/>
          <w:color w:val="000000"/>
          <w:szCs w:val="21"/>
        </w:rPr>
        <w:t>内表面最高温度的限</w:t>
      </w:r>
      <w:r w:rsidRPr="00BE4789">
        <w:rPr>
          <w:rFonts w:ascii="黑体" w:eastAsia="黑体" w:hAnsi="黑体" w:hint="eastAsia"/>
          <w:b/>
          <w:color w:val="000000"/>
          <w:szCs w:val="21"/>
        </w:rPr>
        <w:t>值</w:t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9"/>
        <w:gridCol w:w="1657"/>
        <w:gridCol w:w="1595"/>
        <w:gridCol w:w="2402"/>
      </w:tblGrid>
      <w:tr w:rsidR="0035600A" w:rsidRPr="00607740" w14:paraId="3CF44D8B" w14:textId="77777777" w:rsidTr="0035600A">
        <w:trPr>
          <w:jc w:val="center"/>
        </w:trPr>
        <w:tc>
          <w:tcPr>
            <w:tcW w:w="1689" w:type="dxa"/>
            <w:vMerge w:val="restart"/>
            <w:shd w:val="clear" w:color="auto" w:fill="D9D9D9"/>
            <w:vAlign w:val="center"/>
          </w:tcPr>
          <w:p w14:paraId="7C991FB0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房间类型</w:t>
            </w:r>
          </w:p>
        </w:tc>
        <w:tc>
          <w:tcPr>
            <w:tcW w:w="1657" w:type="dxa"/>
            <w:vMerge w:val="restart"/>
            <w:shd w:val="clear" w:color="auto" w:fill="D9D9D9"/>
            <w:vAlign w:val="center"/>
          </w:tcPr>
          <w:p w14:paraId="1961A218" w14:textId="77777777" w:rsidR="0035600A" w:rsidRPr="006222BA" w:rsidRDefault="006A7B80" w:rsidP="0035600A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自然通风</w:t>
            </w:r>
            <w:r>
              <w:rPr>
                <w:b/>
                <w:color w:val="000000"/>
                <w:szCs w:val="21"/>
              </w:rPr>
              <w:t>房间</w:t>
            </w:r>
          </w:p>
        </w:tc>
        <w:tc>
          <w:tcPr>
            <w:tcW w:w="3997" w:type="dxa"/>
            <w:gridSpan w:val="2"/>
            <w:shd w:val="clear" w:color="auto" w:fill="D9D9D9"/>
          </w:tcPr>
          <w:p w14:paraId="51942FA2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空调</w:t>
            </w:r>
            <w:r w:rsidRPr="006222BA">
              <w:rPr>
                <w:b/>
                <w:color w:val="000000"/>
                <w:szCs w:val="21"/>
              </w:rPr>
              <w:t>房间</w:t>
            </w:r>
          </w:p>
        </w:tc>
      </w:tr>
      <w:tr w:rsidR="0035600A" w:rsidRPr="00607740" w14:paraId="04160264" w14:textId="77777777" w:rsidTr="0035600A">
        <w:trPr>
          <w:jc w:val="center"/>
        </w:trPr>
        <w:tc>
          <w:tcPr>
            <w:tcW w:w="1689" w:type="dxa"/>
            <w:vMerge/>
            <w:shd w:val="clear" w:color="auto" w:fill="D9D9D9"/>
          </w:tcPr>
          <w:p w14:paraId="034F925C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657" w:type="dxa"/>
            <w:vMerge/>
            <w:shd w:val="clear" w:color="auto" w:fill="D9D9D9"/>
          </w:tcPr>
          <w:p w14:paraId="1EAE8421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</w:p>
        </w:tc>
        <w:tc>
          <w:tcPr>
            <w:tcW w:w="1595" w:type="dxa"/>
            <w:shd w:val="clear" w:color="auto" w:fill="D9D9D9"/>
            <w:vAlign w:val="center"/>
          </w:tcPr>
          <w:p w14:paraId="280F9C04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t>重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79E10E81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≥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  <w:tc>
          <w:tcPr>
            <w:tcW w:w="2402" w:type="dxa"/>
            <w:shd w:val="clear" w:color="auto" w:fill="D9D9D9"/>
            <w:vAlign w:val="center"/>
          </w:tcPr>
          <w:p w14:paraId="49F66EE3" w14:textId="77777777" w:rsidR="0035600A" w:rsidRPr="006222BA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轻</w:t>
            </w:r>
            <w:r w:rsidRPr="006222BA">
              <w:rPr>
                <w:b/>
                <w:color w:val="000000"/>
                <w:szCs w:val="21"/>
              </w:rPr>
              <w:t>质围护结构</w:t>
            </w:r>
          </w:p>
          <w:p w14:paraId="0E08D668" w14:textId="77777777" w:rsidR="0035600A" w:rsidRPr="006222BA" w:rsidRDefault="0035600A" w:rsidP="000C598B">
            <w:pPr>
              <w:pStyle w:val="a0"/>
              <w:spacing w:after="0" w:line="240" w:lineRule="atLeast"/>
              <w:ind w:leftChars="0" w:left="0" w:rightChars="-53" w:right="-111"/>
              <w:jc w:val="center"/>
              <w:textAlignment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（</w:t>
            </w:r>
            <w:r w:rsidRPr="006222BA">
              <w:rPr>
                <w:rFonts w:hint="eastAsia"/>
                <w:b/>
                <w:color w:val="000000"/>
                <w:szCs w:val="21"/>
              </w:rPr>
              <w:t>D</w:t>
            </w:r>
            <w:r w:rsidR="000C598B">
              <w:rPr>
                <w:rFonts w:hint="eastAsia"/>
                <w:b/>
                <w:color w:val="000000"/>
                <w:szCs w:val="21"/>
              </w:rPr>
              <w:t>＜</w:t>
            </w:r>
            <w:r w:rsidRPr="006222BA">
              <w:rPr>
                <w:rFonts w:hint="eastAsia"/>
                <w:b/>
                <w:color w:val="000000"/>
                <w:szCs w:val="21"/>
              </w:rPr>
              <w:t>2.5</w:t>
            </w:r>
            <w:r w:rsidRPr="006222BA">
              <w:rPr>
                <w:rFonts w:hint="eastAsia"/>
                <w:b/>
                <w:color w:val="000000"/>
                <w:szCs w:val="21"/>
              </w:rPr>
              <w:t>）</w:t>
            </w:r>
          </w:p>
        </w:tc>
      </w:tr>
      <w:tr w:rsidR="0035600A" w:rsidRPr="00607740" w14:paraId="21FA3F31" w14:textId="77777777" w:rsidTr="00844F8C">
        <w:trPr>
          <w:jc w:val="center"/>
        </w:trPr>
        <w:tc>
          <w:tcPr>
            <w:tcW w:w="1689" w:type="dxa"/>
            <w:shd w:val="clear" w:color="auto" w:fill="D9D9D9"/>
          </w:tcPr>
          <w:p w14:paraId="5B66690E" w14:textId="77777777" w:rsidR="0035600A" w:rsidRPr="00A66A31" w:rsidRDefault="0035600A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222BA">
              <w:rPr>
                <w:rFonts w:hint="eastAsia"/>
                <w:b/>
                <w:color w:val="000000"/>
                <w:szCs w:val="21"/>
              </w:rPr>
              <w:lastRenderedPageBreak/>
              <w:t>内表面</w:t>
            </w:r>
            <w:r w:rsidRPr="006222BA">
              <w:rPr>
                <w:b/>
                <w:color w:val="000000"/>
                <w:szCs w:val="21"/>
              </w:rPr>
              <w:t>最高温度</w:t>
            </w:r>
            <w:r w:rsidRPr="00794676">
              <w:rPr>
                <w:b/>
                <w:color w:val="000000"/>
                <w:szCs w:val="21"/>
              </w:rPr>
              <w:fldChar w:fldCharType="begin"/>
            </w:r>
            <w:r w:rsidRPr="00794676">
              <w:rPr>
                <w:b/>
                <w:color w:val="000000"/>
                <w:szCs w:val="21"/>
              </w:rPr>
              <w:instrText xml:space="preserve"> QUOTE </w:instrText>
            </w:r>
            <w:r w:rsidR="00000000">
              <w:rPr>
                <w:position w:val="-9"/>
              </w:rPr>
              <w:pict w14:anchorId="628EA88A">
                <v:shape id="_x0000_i1027" type="#_x0000_t75" style="width:25.4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instrText xml:space="preserve"> </w:instrText>
            </w:r>
            <w:r w:rsidRPr="00794676">
              <w:rPr>
                <w:b/>
                <w:color w:val="000000"/>
                <w:szCs w:val="21"/>
              </w:rPr>
              <w:fldChar w:fldCharType="separate"/>
            </w:r>
            <w:r w:rsidR="00354934">
              <w:rPr>
                <w:position w:val="-9"/>
              </w:rPr>
              <w:pict w14:anchorId="15E496A5">
                <v:shape id="_x0000_i1072" type="#_x0000_t75" style="width:25.4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76B4A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76B4A&quot; wsp:rsidP=&quot;00376B4A&quot;&gt;&lt;m:oMathPara&gt;&lt;m:oMath&gt;&lt;m:sSub&gt;&lt;m:sSubPr&gt;&lt;m:ctrlPr&gt;&lt;w:rPr&gt;&lt;w:rFonts w:ascii=&quot;Cambria Math&quot; w:h-ansi=&quot;Cambria Math&quot;/&gt;&lt;wx:font wx:val=&quot;Cambria Math&quot;/&gt;&lt;w:b/&gt;&lt;w:color w:val=&quot;000000&quot;/&gt;&lt;w:sz-cs w:val=&quot;21&quot;/&gt;&lt;/w:rPr&gt;&lt;/m:ctrlPr&gt;&lt;/m:sSubPr&gt;&lt;m:e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胃&lt;/m:t&gt;&lt;/m:r&gt;&lt;/m:e&gt;&lt;m:sub&gt;&lt;m:r&gt;&lt;m:rPr&gt;&lt;m:sty m:val=&quot;bi&quot;/&gt;&lt;/m:rPr&gt;&lt;w:mmmmmmmmmmmmmmmmmmmmmmmmmmmmmmm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i&lt;/m:t&gt;&lt;/m:r&gt;&lt;m:r&gt;&lt;m:rPr&gt;&lt;m:sty m:val=&quot;b&quot;/&gt;&lt;/m:rPr&gt;&lt;w:rPr&gt;&lt;w:rFonts w:ascii=&quot;Cambria Math&quot; w:h-ansi=&quot;Cambria Math&quot;/&gt;&lt;wx:font wx:val=&quot;Cambria Math&quot;/&gt;&lt;w:b/&gt;&lt;w:color w:val=&quot;000000&quot;/&gt;&lt;w:sz-cs w:val=&quot;21&quot;/&gt;&lt;/w:rPr&gt;&lt;m:t&gt;,&lt;/m:t&gt;&lt;/m:r&gt;&lt;m:r&gt;&lt;m:rPr&gt;&lt;m:sty m:val=&quot;bi&quot;/&gt;&lt;/m:rPr&gt;&lt;w:rPr&gt;&lt;w:rFonts w:ascii=&quot;Cambria Math&quot; w:h-ansi=&quot;Cambria Math&quot;/&gt;&lt;wx:font wx:val=&quot;Cambria Math&quot;/&gt;&lt;w:b/&gt;&lt;w:i/&gt;&lt;w:i-cs/&gt;&lt;w:color w:val=&quot;000000&quot;/&gt;&lt;w:sz-cs w:val=&quot;21&quot;/&gt;&lt;/w:rPr&gt;&lt;m:t&gt;max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0" o:title="" chromakey="white"/>
                </v:shape>
              </w:pict>
            </w:r>
            <w:r w:rsidRPr="00794676">
              <w:rPr>
                <w:b/>
                <w:color w:val="000000"/>
                <w:szCs w:val="21"/>
              </w:rPr>
              <w:fldChar w:fldCharType="end"/>
            </w:r>
          </w:p>
        </w:tc>
        <w:tc>
          <w:tcPr>
            <w:tcW w:w="1657" w:type="dxa"/>
            <w:shd w:val="clear" w:color="auto" w:fill="FFFFFF"/>
            <w:vAlign w:val="center"/>
          </w:tcPr>
          <w:p w14:paraId="02D916CE" w14:textId="77777777" w:rsidR="0035600A" w:rsidRPr="00A66A31" w:rsidRDefault="0035600A" w:rsidP="00116DC2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b/>
                <w:color w:val="000000"/>
                <w:szCs w:val="21"/>
              </w:rPr>
            </w:pPr>
            <w:r w:rsidRPr="00116DC2">
              <w:rPr>
                <w:rFonts w:hint="eastAsia"/>
                <w:position w:val="-8"/>
              </w:rPr>
              <w:t>≤</w:t>
            </w:r>
            <w:r w:rsidRPr="00116DC2">
              <w:rPr>
                <w:rFonts w:hint="eastAsia"/>
                <w:position w:val="-8"/>
              </w:rPr>
              <w:t xml:space="preserve"> </w:t>
            </w:r>
            <w:proofErr w:type="spellStart"/>
            <w:r w:rsidRPr="00116DC2">
              <w:rPr>
                <w:position w:val="-8"/>
              </w:rPr>
              <w:t>t</w:t>
            </w:r>
            <w:r w:rsidRPr="007224F0">
              <w:rPr>
                <w:position w:val="-8"/>
                <w:vertAlign w:val="subscript"/>
              </w:rPr>
              <w:t>e</w:t>
            </w:r>
            <w:r w:rsidRPr="00224DAA">
              <w:rPr>
                <w:position w:val="-8"/>
                <w:shd w:val="clear" w:color="auto" w:fill="FFFFFF"/>
                <w:vertAlign w:val="subscript"/>
              </w:rPr>
              <w:t>.max</w:t>
            </w:r>
            <w:proofErr w:type="spellEnd"/>
          </w:p>
        </w:tc>
        <w:tc>
          <w:tcPr>
            <w:tcW w:w="1595" w:type="dxa"/>
            <w:shd w:val="clear" w:color="auto" w:fill="auto"/>
            <w:vAlign w:val="center"/>
          </w:tcPr>
          <w:p w14:paraId="5D4C92B5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0" w:right="0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+2.5</w:t>
            </w:r>
          </w:p>
        </w:tc>
        <w:tc>
          <w:tcPr>
            <w:tcW w:w="2402" w:type="dxa"/>
            <w:shd w:val="clear" w:color="auto" w:fill="auto"/>
            <w:vAlign w:val="center"/>
          </w:tcPr>
          <w:p w14:paraId="5DA51A99" w14:textId="77777777" w:rsidR="0035600A" w:rsidRPr="00A66A31" w:rsidRDefault="000C598B" w:rsidP="009205C5">
            <w:pPr>
              <w:pStyle w:val="a0"/>
              <w:spacing w:line="240" w:lineRule="atLeast"/>
              <w:ind w:leftChars="0" w:left="0" w:rightChars="12" w:right="25"/>
              <w:jc w:val="center"/>
              <w:rPr>
                <w:rFonts w:ascii="Cambria Math" w:eastAsia="等线" w:hAnsi="Cambria Math"/>
                <w:color w:val="000000"/>
                <w:szCs w:val="21"/>
              </w:rPr>
            </w:pPr>
            <w:r>
              <w:rPr>
                <w:rFonts w:hint="eastAsia"/>
              </w:rPr>
              <w:t>≤</w:t>
            </w:r>
            <w:r>
              <w:t>t</w:t>
            </w:r>
            <w:r w:rsidRPr="0065284D">
              <w:rPr>
                <w:vertAlign w:val="subscript"/>
              </w:rPr>
              <w:t>i</w:t>
            </w:r>
            <w:r>
              <w:t>+3.5</w:t>
            </w:r>
          </w:p>
        </w:tc>
      </w:tr>
    </w:tbl>
    <w:p w14:paraId="18570BF3" w14:textId="77777777" w:rsidR="00794676" w:rsidRPr="00BE4789" w:rsidRDefault="00794676" w:rsidP="00794676">
      <w:pPr>
        <w:spacing w:line="240" w:lineRule="atLeast"/>
        <w:ind w:left="420"/>
        <w:rPr>
          <w:color w:val="000000"/>
          <w:szCs w:val="21"/>
        </w:rPr>
      </w:pPr>
    </w:p>
    <w:p w14:paraId="5E723840" w14:textId="77777777" w:rsidR="00794676" w:rsidRPr="00BE4789" w:rsidRDefault="00116DC2" w:rsidP="009E6FDA">
      <w:pPr>
        <w:pStyle w:val="Default"/>
        <w:spacing w:line="240" w:lineRule="atLeast"/>
        <w:ind w:left="420"/>
        <w:rPr>
          <w:szCs w:val="21"/>
        </w:rPr>
      </w:pPr>
      <w:r>
        <w:rPr>
          <w:rFonts w:ascii="Times New Roman" w:cs="Times New Roman" w:hint="eastAsia"/>
          <w:kern w:val="2"/>
          <w:sz w:val="21"/>
          <w:szCs w:val="21"/>
        </w:rPr>
        <w:t>表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中：</w:t>
      </w:r>
      <w:r w:rsidR="00794676" w:rsidRPr="00BE4789">
        <w:rPr>
          <w:rFonts w:ascii="Times New Roman" w:cs="Times New Roman"/>
          <w:kern w:val="2"/>
          <w:sz w:val="21"/>
          <w:szCs w:val="21"/>
        </w:rPr>
        <w:object w:dxaOrig="600" w:dyaOrig="279" w14:anchorId="7D73E99E">
          <v:shape id="_x0000_i1029" type="#_x0000_t75" style="width:30.85pt;height:15.75pt" o:ole="">
            <v:imagedata r:id="rId11" o:title=""/>
          </v:shape>
          <o:OLEObject Type="Embed" ProgID="Equation.DSMT4" ShapeID="_x0000_i1029" DrawAspect="Content" ObjectID="_1770965354" r:id="rId12"/>
        </w:objec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—围护结构内表面最高温度（</w:t>
      </w:r>
      <w:r w:rsidR="00794676" w:rsidRPr="00794676">
        <w:rPr>
          <w:rFonts w:ascii="Times New Roman" w:cs="Times New Roman"/>
        </w:rPr>
        <w:fldChar w:fldCharType="begin"/>
      </w:r>
      <w:r w:rsidR="00794676" w:rsidRPr="00794676">
        <w:rPr>
          <w:rFonts w:ascii="Times New Roman" w:cs="Times New Roman"/>
        </w:rPr>
        <w:instrText xml:space="preserve"> QUOTE </w:instrText>
      </w:r>
      <w:r w:rsidR="00000000">
        <w:rPr>
          <w:position w:val="-6"/>
        </w:rPr>
        <w:pict w14:anchorId="62D63CA5">
          <v:shape id="_x0000_i1030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instrText xml:space="preserve"> </w:instrText>
      </w:r>
      <w:r w:rsidR="00794676" w:rsidRPr="00794676">
        <w:rPr>
          <w:rFonts w:ascii="Times New Roman" w:cs="Times New Roman"/>
        </w:rPr>
        <w:fldChar w:fldCharType="separate"/>
      </w:r>
      <w:r w:rsidR="00354934">
        <w:rPr>
          <w:position w:val="-6"/>
        </w:rPr>
        <w:pict w14:anchorId="4FE175A9">
          <v:shape id="_x0000_i1073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02E80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02E80&quot; wsp:rsidP=&quot;00E02E80&quot;&gt;&lt;m:oMathPara&gt;&lt;m:oMath&gt;&lt;m:r&gt;&lt;m:rPr&gt;&lt;m:sty m:val=&quot;p&quot;/&gt;&lt;/m:rPr&gt;&lt;w:rPr&gt;&lt;w:rFonts w:ascii=&quot;Cambria Math&quot; w:h-ansi=&quot;Cambria Math&quot;/&gt;&lt;wx:font wx:val=&quot;Cambria Math&quot;/&gt;&lt;/w:rPr&gt;&lt;m:t&gt;鈩?/m:t&gt;&lt;/m:r&gt;&lt;/m:oMath&gt;&lt;/m:oMathPara&gt;&lt;/w:p&gt;&lt;w:sectPr wsp:rsidR=&quot;00000000&quot;&gt;&lt;w0EEEEEEEEEEEEEEEEEEEEEEEEEEEEEEE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794676" w:rsidRPr="00794676">
        <w:rPr>
          <w:rFonts w:ascii="Times New Roman" w:cs="Times New Roman"/>
        </w:rPr>
        <w:fldChar w:fldCharType="end"/>
      </w:r>
      <w:r w:rsidR="00794676" w:rsidRPr="00BE4789">
        <w:rPr>
          <w:rFonts w:ascii="Times New Roman" w:cs="Times New Roman" w:hint="eastAsia"/>
        </w:rPr>
        <w:t>）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，应按《民用建筑热工设计规范》</w:t>
      </w:r>
      <w:r w:rsidR="00794676">
        <w:rPr>
          <w:rFonts w:ascii="Times New Roman" w:cs="Times New Roman" w:hint="eastAsia"/>
          <w:kern w:val="2"/>
          <w:sz w:val="21"/>
          <w:szCs w:val="21"/>
        </w:rPr>
        <w:t xml:space="preserve"> GB50176</w:t>
      </w:r>
      <w:r>
        <w:rPr>
          <w:rFonts w:ascii="Times New Roman" w:cs="Times New Roman"/>
          <w:kern w:val="2"/>
          <w:sz w:val="21"/>
          <w:szCs w:val="21"/>
        </w:rPr>
        <w:t>-2016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附录</w:t>
      </w:r>
      <w:r w:rsidR="00794676" w:rsidRPr="00BE4789">
        <w:rPr>
          <w:rFonts w:ascii="Times New Roman" w:cs="Times New Roman"/>
          <w:kern w:val="2"/>
          <w:sz w:val="21"/>
          <w:szCs w:val="21"/>
        </w:rPr>
        <w:t xml:space="preserve">C.3 </w:t>
      </w:r>
      <w:r w:rsidR="00794676" w:rsidRPr="00BE4789">
        <w:rPr>
          <w:rFonts w:ascii="Times New Roman" w:cs="Times New Roman" w:hint="eastAsia"/>
          <w:kern w:val="2"/>
          <w:sz w:val="21"/>
          <w:szCs w:val="21"/>
        </w:rPr>
        <w:t>的规定计算；</w:t>
      </w:r>
      <w:r w:rsidR="009E6FDA" w:rsidRPr="00BE4789">
        <w:rPr>
          <w:szCs w:val="21"/>
        </w:rPr>
        <w:t xml:space="preserve"> </w:t>
      </w:r>
    </w:p>
    <w:p w14:paraId="5EE4DA52" w14:textId="77777777" w:rsidR="00794676" w:rsidRDefault="00110BBC" w:rsidP="00794676">
      <w:pPr>
        <w:widowControl/>
        <w:autoSpaceDE w:val="0"/>
        <w:autoSpaceDN w:val="0"/>
        <w:adjustRightInd w:val="0"/>
        <w:snapToGrid w:val="0"/>
        <w:spacing w:line="240" w:lineRule="atLeas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</w:rPr>
          <m:t xml:space="preserve">              </m:t>
        </m:r>
        <m:sSub>
          <m:sSubPr>
            <m:ctrlPr>
              <w:rPr>
                <w:rFonts w:ascii="Cambria Math" w:hAnsi="Cambria Math"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t</m:t>
            </m:r>
          </m:e>
          <m:sub>
            <m:r>
              <w:rPr>
                <w:rFonts w:ascii="Cambria Math" w:hAnsi="Cambria Math"/>
                <w:color w:val="000000"/>
              </w:rPr>
              <m:t>i</m:t>
            </m:r>
          </m:sub>
        </m:sSub>
      </m:oMath>
      <w:r w:rsidR="00794676" w:rsidRPr="00BE4789">
        <w:rPr>
          <w:rFonts w:hint="eastAsia"/>
          <w:color w:val="000000"/>
          <w:szCs w:val="21"/>
        </w:rPr>
        <w:t>—室内空气</w:t>
      </w:r>
      <w:r w:rsidR="00794676" w:rsidRPr="00BE4789">
        <w:rPr>
          <w:color w:val="000000"/>
          <w:szCs w:val="21"/>
        </w:rPr>
        <w:t>温度</w:t>
      </w:r>
      <w:r w:rsidR="00794676" w:rsidRPr="00BE4789">
        <w:rPr>
          <w:rFonts w:hint="eastAsia"/>
          <w:color w:val="000000"/>
          <w:szCs w:val="21"/>
        </w:rPr>
        <w:t>，（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76BA791">
          <v:shape id="_x0000_i1032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180830FB">
          <v:shape id="_x0000_i1074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BE4789">
        <w:rPr>
          <w:rFonts w:hint="eastAsia"/>
          <w:color w:val="000000"/>
          <w:szCs w:val="21"/>
        </w:rPr>
        <w:t>）</w:t>
      </w:r>
      <w:r w:rsidR="00217124">
        <w:rPr>
          <w:rFonts w:hint="eastAsia"/>
          <w:color w:val="000000"/>
          <w:szCs w:val="21"/>
        </w:rPr>
        <w:t>。</w:t>
      </w:r>
    </w:p>
    <w:p w14:paraId="0C986B49" w14:textId="77777777" w:rsidR="004F3382" w:rsidRDefault="00116DC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szCs w:val="21"/>
        </w:rPr>
      </w:pPr>
      <w:proofErr w:type="spellStart"/>
      <w:r w:rsidRPr="00224DAA">
        <w:rPr>
          <w:rFonts w:ascii="宋体" w:hAnsi="宋体"/>
          <w:color w:val="000000"/>
          <w:szCs w:val="21"/>
        </w:rPr>
        <w:t>t</w:t>
      </w:r>
      <w:r w:rsidRPr="00224DAA">
        <w:rPr>
          <w:rFonts w:ascii="宋体" w:hAnsi="宋体"/>
          <w:color w:val="000000"/>
          <w:szCs w:val="21"/>
          <w:vertAlign w:val="subscript"/>
        </w:rPr>
        <w:t>e.max</w:t>
      </w:r>
      <w:proofErr w:type="spellEnd"/>
      <w:r w:rsidR="00217124" w:rsidRPr="00224DAA">
        <w:rPr>
          <w:rFonts w:ascii="宋体" w:hAnsi="宋体"/>
          <w:color w:val="000000"/>
          <w:szCs w:val="21"/>
        </w:rPr>
        <w:t>—</w:t>
      </w:r>
      <w:r w:rsidR="00217124" w:rsidRPr="00224DAA">
        <w:rPr>
          <w:rFonts w:ascii="宋体" w:hAnsi="宋体" w:hint="eastAsia"/>
          <w:color w:val="000000"/>
          <w:szCs w:val="21"/>
        </w:rPr>
        <w:t>累年</w:t>
      </w:r>
      <w:r w:rsidR="00217124" w:rsidRPr="00224DAA">
        <w:rPr>
          <w:rFonts w:ascii="宋体" w:hAnsi="宋体"/>
          <w:color w:val="000000"/>
          <w:szCs w:val="21"/>
        </w:rPr>
        <w:t>日平均温度最高日的最高温度</w:t>
      </w:r>
      <w:r w:rsidR="00217124" w:rsidRPr="00224DAA">
        <w:rPr>
          <w:rFonts w:ascii="宋体" w:hAnsi="宋体" w:hint="eastAsia"/>
          <w:color w:val="000000"/>
          <w:szCs w:val="21"/>
        </w:rPr>
        <w:t>（</w:t>
      </w:r>
      <w:r w:rsidR="00217124" w:rsidRPr="00224DAA">
        <w:rPr>
          <w:rFonts w:ascii="宋体" w:hAnsi="宋体"/>
          <w:color w:val="000000"/>
          <w:szCs w:val="21"/>
        </w:rPr>
        <w:fldChar w:fldCharType="begin"/>
      </w:r>
      <w:r w:rsidR="00217124" w:rsidRPr="00224DAA">
        <w:rPr>
          <w:rFonts w:ascii="宋体" w:hAnsi="宋体"/>
          <w:color w:val="000000"/>
          <w:szCs w:val="21"/>
        </w:rPr>
        <w:instrText xml:space="preserve"> QUOTE </w:instrText>
      </w:r>
      <w:r w:rsidR="00000000">
        <w:rPr>
          <w:rFonts w:ascii="宋体" w:hAnsi="宋体"/>
          <w:position w:val="-8"/>
        </w:rPr>
        <w:pict w14:anchorId="0D4BD5B8">
          <v:shape id="_x0000_i1034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instrText xml:space="preserve"> </w:instrText>
      </w:r>
      <w:r w:rsidR="00217124" w:rsidRPr="00224DAA">
        <w:rPr>
          <w:rFonts w:ascii="宋体" w:hAnsi="宋体"/>
          <w:color w:val="000000"/>
          <w:szCs w:val="21"/>
        </w:rPr>
        <w:fldChar w:fldCharType="separate"/>
      </w:r>
      <w:r w:rsidR="00354934">
        <w:rPr>
          <w:rFonts w:ascii="宋体" w:hAnsi="宋体"/>
          <w:position w:val="-8"/>
        </w:rPr>
        <w:pict w14:anchorId="3152A0BA">
          <v:shape id="_x0000_i1075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A6844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A6844&quot; wsp:rsidP=&quot;008A6844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/w:rPr&gt;&lt;m:t&gt;鈩?/m:t&gt;&lt;/m:r&gt;&lt;/m:oMath&gt;&lt;/m:oMathPara&gt;&lt;/w:p&gt;&lt;w:sectP08888888888888888888888888888888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217124" w:rsidRPr="00224DAA">
        <w:rPr>
          <w:rFonts w:ascii="宋体" w:hAnsi="宋体"/>
          <w:color w:val="000000"/>
          <w:szCs w:val="21"/>
        </w:rPr>
        <w:fldChar w:fldCharType="end"/>
      </w:r>
      <w:r w:rsidR="00217124" w:rsidRPr="00224DAA">
        <w:rPr>
          <w:rFonts w:ascii="宋体" w:hAnsi="宋体" w:hint="eastAsia"/>
          <w:color w:val="000000"/>
          <w:szCs w:val="21"/>
        </w:rPr>
        <w:t>）</w:t>
      </w:r>
      <w:r w:rsidR="00212969">
        <w:rPr>
          <w:rFonts w:ascii="宋体" w:hAnsi="宋体" w:hint="eastAsia"/>
          <w:color w:val="000000"/>
          <w:szCs w:val="21"/>
        </w:rPr>
        <w:t>,</w:t>
      </w:r>
      <w:r w:rsidR="004F3382" w:rsidRPr="00BE4789">
        <w:rPr>
          <w:rFonts w:hint="eastAsia"/>
          <w:szCs w:val="21"/>
        </w:rPr>
        <w:t>应按《民用建筑热工设计规范》</w:t>
      </w:r>
      <w:r w:rsidR="004F3382">
        <w:rPr>
          <w:rFonts w:hint="eastAsia"/>
          <w:szCs w:val="21"/>
        </w:rPr>
        <w:t xml:space="preserve"> </w:t>
      </w:r>
    </w:p>
    <w:p w14:paraId="4E588DC9" w14:textId="77777777" w:rsidR="00116DC2" w:rsidRPr="00217124" w:rsidRDefault="004F3382" w:rsidP="00116DC2">
      <w:pPr>
        <w:widowControl/>
        <w:autoSpaceDE w:val="0"/>
        <w:autoSpaceDN w:val="0"/>
        <w:adjustRightInd w:val="0"/>
        <w:snapToGrid w:val="0"/>
        <w:spacing w:line="240" w:lineRule="atLeast"/>
        <w:ind w:firstLineChars="300" w:firstLine="630"/>
        <w:rPr>
          <w:color w:val="000000"/>
          <w:szCs w:val="21"/>
        </w:rPr>
      </w:pPr>
      <w:r>
        <w:rPr>
          <w:rFonts w:hint="eastAsia"/>
          <w:szCs w:val="21"/>
        </w:rPr>
        <w:t>GB50176</w:t>
      </w:r>
      <w:r>
        <w:rPr>
          <w:szCs w:val="21"/>
        </w:rPr>
        <w:t>-2016</w:t>
      </w:r>
      <w:r>
        <w:rPr>
          <w:rFonts w:hint="eastAsia"/>
          <w:szCs w:val="21"/>
        </w:rPr>
        <w:t>配套</w:t>
      </w:r>
      <w:r>
        <w:rPr>
          <w:szCs w:val="21"/>
        </w:rPr>
        <w:t>软件</w:t>
      </w:r>
      <w:r w:rsidR="00C054AA">
        <w:rPr>
          <w:rFonts w:hint="eastAsia"/>
          <w:szCs w:val="21"/>
        </w:rPr>
        <w:t>气象</w:t>
      </w:r>
      <w:r>
        <w:rPr>
          <w:rFonts w:hint="eastAsia"/>
          <w:szCs w:val="21"/>
        </w:rPr>
        <w:t>数据</w:t>
      </w:r>
      <w:r>
        <w:rPr>
          <w:szCs w:val="21"/>
        </w:rPr>
        <w:t>取用</w:t>
      </w:r>
      <w:r w:rsidR="00217124" w:rsidRPr="00224DAA">
        <w:rPr>
          <w:rFonts w:ascii="宋体" w:hAnsi="宋体" w:hint="eastAsia"/>
          <w:color w:val="000000"/>
          <w:szCs w:val="21"/>
        </w:rPr>
        <w:t>。</w:t>
      </w:r>
    </w:p>
    <w:p w14:paraId="36442FB0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ind w:left="420"/>
        <w:jc w:val="left"/>
        <w:rPr>
          <w:szCs w:val="21"/>
        </w:rPr>
      </w:pPr>
    </w:p>
    <w:p w14:paraId="70E63A57" w14:textId="77777777" w:rsidR="00794676" w:rsidRPr="00E80E5C" w:rsidRDefault="009E6FDA" w:rsidP="00794676">
      <w:pPr>
        <w:widowControl/>
        <w:numPr>
          <w:ilvl w:val="0"/>
          <w:numId w:val="3"/>
        </w:numPr>
        <w:autoSpaceDE w:val="0"/>
        <w:autoSpaceDN w:val="0"/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color w:val="000000"/>
          <w:szCs w:val="21"/>
        </w:rPr>
        <w:t>外</w:t>
      </w:r>
      <w:r>
        <w:rPr>
          <w:color w:val="000000"/>
          <w:szCs w:val="21"/>
        </w:rPr>
        <w:t>围护</w:t>
      </w:r>
      <w:r w:rsidR="00794676" w:rsidRPr="00E80E5C">
        <w:rPr>
          <w:rFonts w:hint="eastAsia"/>
          <w:color w:val="000000"/>
          <w:szCs w:val="21"/>
        </w:rPr>
        <w:t>结构内表面最高温度按照规范</w:t>
      </w:r>
      <w:r w:rsidR="00D80AF1">
        <w:rPr>
          <w:rFonts w:hint="eastAsia"/>
        </w:rPr>
        <w:t>《民用建筑热工设计规范》</w:t>
      </w:r>
      <w:r w:rsidR="00D80AF1">
        <w:rPr>
          <w:rFonts w:hint="eastAsia"/>
        </w:rPr>
        <w:t>(GB50176</w:t>
      </w:r>
      <w:r w:rsidR="00D80AF1">
        <w:t>-2016</w:t>
      </w:r>
      <w:r w:rsidR="00D80AF1">
        <w:rPr>
          <w:rFonts w:hint="eastAsia"/>
        </w:rPr>
        <w:t>)</w:t>
      </w:r>
      <w:r w:rsidR="00794676" w:rsidRPr="00E80E5C">
        <w:rPr>
          <w:rFonts w:hint="eastAsia"/>
          <w:color w:val="000000"/>
          <w:szCs w:val="21"/>
        </w:rPr>
        <w:t>附录</w:t>
      </w:r>
      <w:r w:rsidR="00794676" w:rsidRPr="00E80E5C">
        <w:rPr>
          <w:color w:val="000000"/>
          <w:szCs w:val="21"/>
        </w:rPr>
        <w:t xml:space="preserve">C.3 </w:t>
      </w:r>
      <w:r w:rsidR="00794676" w:rsidRPr="00E80E5C">
        <w:rPr>
          <w:rFonts w:hint="eastAsia"/>
          <w:color w:val="000000"/>
          <w:szCs w:val="21"/>
        </w:rPr>
        <w:t>的规定计算：</w:t>
      </w:r>
    </w:p>
    <w:p w14:paraId="4B591FC7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建立常物性、无内热</w:t>
      </w:r>
      <w:r w:rsidRPr="00EA1A05">
        <w:rPr>
          <w:color w:val="000000"/>
          <w:szCs w:val="21"/>
        </w:rPr>
        <w:t>源的一</w:t>
      </w:r>
      <w:r w:rsidRPr="00EA1A05">
        <w:rPr>
          <w:rFonts w:hint="eastAsia"/>
          <w:color w:val="000000"/>
          <w:szCs w:val="21"/>
        </w:rPr>
        <w:t>维</w:t>
      </w:r>
      <w:r w:rsidRPr="00EA1A05">
        <w:rPr>
          <w:color w:val="000000"/>
          <w:szCs w:val="21"/>
        </w:rPr>
        <w:t>非</w:t>
      </w:r>
      <w:r w:rsidRPr="00EA1A05">
        <w:rPr>
          <w:rFonts w:hint="eastAsia"/>
          <w:color w:val="000000"/>
          <w:szCs w:val="21"/>
        </w:rPr>
        <w:t>稳态导热</w:t>
      </w:r>
      <w:r w:rsidRPr="00EA1A05">
        <w:rPr>
          <w:color w:val="000000"/>
          <w:szCs w:val="21"/>
        </w:rPr>
        <w:t>的内部微分方程，微</w:t>
      </w:r>
      <w:r w:rsidRPr="00EA1A05">
        <w:rPr>
          <w:rFonts w:hint="eastAsia"/>
          <w:color w:val="000000"/>
          <w:szCs w:val="21"/>
        </w:rPr>
        <w:t>分方程的求解可采用有限差分法：</w:t>
      </w:r>
      <w:r w:rsidRPr="00EA1A05">
        <w:rPr>
          <w:color w:val="000000"/>
          <w:szCs w:val="21"/>
        </w:rPr>
        <w:t xml:space="preserve"> </w:t>
      </w:r>
    </w:p>
    <w:p w14:paraId="3524FF05" w14:textId="77777777" w:rsidR="00794676" w:rsidRPr="00EA1A05" w:rsidRDefault="00794676" w:rsidP="00794676">
      <w:pPr>
        <w:snapToGrid w:val="0"/>
        <w:ind w:left="420"/>
        <w:jc w:val="right"/>
        <w:textAlignment w:val="center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3"/>
        </w:rPr>
        <w:pict w14:anchorId="49ECD1D7">
          <v:shape id="_x0000_i1036" type="#_x0000_t75" style="width:46.6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23"/>
        </w:rPr>
        <w:pict w14:anchorId="1D3B0FE1">
          <v:shape id="_x0000_i1076" type="#_x0000_t75" style="width:46.6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81B35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881B35&quot; wsp:rsidP=&quot;00881B35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m:r&gt;&lt;m:rPr&gt;&lt;m:sty m:val=&quot;p&quot;&quot;p/&gt;&quot;p&lt;/&quot;pm:&quot;prP&quot;pr&gt;&quot;p&lt;w&quot;p:r&quot;pPr&quot;p&gt;&lt;&quot;pw:&quot;prF&quot;pon&quot;pts&quot;p w&quot;p:a&quot;psc&quot;pii&quot;p=&quot;&quot;pCa&quot;pmb&quot;pri&quot;pa &quot;pMa&quot;pth&quot;p&quot; &quot;pw:&quot;ph-&quot;pan&quot;psi&quot;p=:&quot;p&quot;Cambria Math&quot;/&gt;&lt;wx:font wx:val=&quot;Cambria Math&quot;/&gt;&lt;w:color w:val=&quot;000000&quot;/&gt;&lt;w:sz-cs w:val=&quot;21&quot;/&gt;&lt;/w:rPr&gt;&lt;m:t&gt;=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伪&lt;/m:t&gt;&lt;/m:r&gt;&lt;m:f&gt;&lt;m:fPr&gt;&lt;m:ctrlPr&gt;&lt;w:rPr&gt;&lt;w:rFonts w:ascii=&quot;Cambria Math&quot; w:h-ansi=&quot;Cambria Math&quot;/&gt;&lt;w:x:fonnt wwx:vacl=&quot;C&quot;ambrbia M ath&quot;h/&gt;&lt;w::colnor w&quot;:valb=&quot;00 0000h&quot;/&gt;&lt;&lt;w:szf-cs  w:vavl=&quot;2&quot;1&quot;/&gt;b&lt;/w: rPr&gt;h&lt;/m:&lt;ctrl/Pr&gt;&lt;:/m:foPr&gt;&lt;:m:nu=m&gt;&lt;m0:sSu&quot;p&gt;&lt;mw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鈭a?/m:t&gt;&gt;&lt;/m:or&gt;&lt;/mw:e&gt;&lt;m=:sup&gt;0&lt;m:r&gt;&gt;&lt;m:rPzr&gt;&lt;m:wsty m=:val=/&quot;p&quot;/&gt;:&lt;/m:r&lt;Pr&gt;&lt;wt:rPr&gt;&gt;&lt;w:rFsonts rw:asceii=&quot;Crambrira Matwh&quot; w:nh-ans:i=&quot;Caimbriam Math &quot;/&gt;&lt;w&quot;x:fon-t wx:=val=mb&quot;Cambria Math&quot;/&gt;&lt;w:color w:val=&quot;000000&quot;/&gt;&lt;w:sz-cs w:val=&quot;21&quot;/&gt;&lt;/w:rPr&gt;&lt;m:t&gt;m2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num&gt;&lt;m:den&gt;&lt;m:r&gt;&lt;w:rPr&gt;&lt;w:rFonts w:ascii=&quot;Cambria Math&quot; w:h-ansi=&quot;Cambria Math&quot;/&gt;&lt;wx:font wx:val=&quot;Cambria Math&quot;/&gt;&lt;w:i/&gt;&lt;w:color w:val=&quot;000000&quot;/&gt;&lt;w:sz-cs w:val=&quot;21&quot;/&gt;&lt;/w:rPr&gt;&lt;m:t&gt;??/m:tl&gt;&lt;/m:rv&gt;&lt;m:sS0up&gt;&lt;m:/sSupPrz&gt;&lt;m:ct:rlPr&gt;&quot;2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?i=&quot;Cambria Math&quot; w:h-ansi=&quot;Cambria Math&quot;/&gt;&lt;wx:font wx:val=&quot;Cambria Math&quot;/&gt;&lt;w:i/&gt;&lt;w:color w:val=&quot;000000&quot;/&gt;&lt;w:sz-cs w:val=&quot;21&quot;/&gt;&lt;/w:rPr&gt;&lt;m:t&gt;x&lt;/m:t&gt;&lt;/m:r&gt;&lt;/m:e&gt;&lt;m: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r w:rsidRPr="00EA1A05">
        <w:rPr>
          <w:color w:val="000000"/>
          <w:szCs w:val="21"/>
        </w:rPr>
        <w:t xml:space="preserve">                                </w:t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-1</w:t>
      </w:r>
      <w:r w:rsidRPr="00EA1A05">
        <w:rPr>
          <w:rFonts w:hint="eastAsia"/>
          <w:color w:val="000000"/>
          <w:szCs w:val="21"/>
        </w:rPr>
        <w:t>）</w:t>
      </w:r>
    </w:p>
    <w:p w14:paraId="6758219B" w14:textId="77777777" w:rsidR="00794676" w:rsidRDefault="00794676" w:rsidP="00794676">
      <w:pPr>
        <w:snapToGrid w:val="0"/>
        <w:ind w:left="420" w:firstLineChars="400" w:firstLine="840"/>
        <w:jc w:val="left"/>
        <w:textAlignment w:val="baseline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4"/>
        </w:rPr>
        <w:pict w14:anchorId="7DDCFE5B">
          <v:shape id="_x0000_i1038" type="#_x0000_t75" style="width:10.3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24"/>
        </w:rPr>
        <w:pict w14:anchorId="2216DE2C">
          <v:shape id="_x0000_i1077" type="#_x0000_t75" style="width:10.3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A46DC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4A46DC&quot; wsp:rsidP=&quot;004A46DC&quot;&gt;&lt;m:oMathPara&gt;&lt;m:oMath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倀&lt;/m:t&gt;&lt;/m:r&gt;&lt;/m:num&gt;&lt;m:den&gt;&lt;m:r&gt;&lt;m:rPr&gt;&lt;m:sty m:val=&quot;p&quot;/&gt;&lt;/m:rPr&gt;&lt;w:rPr&gt;&lt;w:rFonts w:&quot;p&quot;p&quot;p&quot;p&quot;p&quot;p&quot;p&quot;p&quot;p&quot;p&quot;p&quot;p&quot;p&quot;p&quot;p&quot;p&quot;p&quot;p&quot;p&quot;p&quot;p&quot;p&quot;p&quot;p&quot;p&quot;p&quot;p&quot;p&quot;p&quot;p&quot;pascii=&quot;Cambria Math&quot; w:h-ansi=&quot;Cambria Math&quot;/&gt;&lt;wx:font wx:val=&quot;Cambria Math&quot;/&gt;&lt;w:color w:val=&quot;000000&quot;/&gt;&lt;w:sz-cs w:val=&quot;21&quot;/&gt;&lt;/w:rPr&gt;&lt;m:t&gt;鈭傁?/m:t&gt;&lt;/m:r&gt;&lt;/m:den&gt;&lt;/m:f&gt;&lt;/m:oMath&gt;&lt;/m:oMathPara&gt;&lt;/w:&quot;pp&gt;&quot;p&lt;w&quot;p:s&quot;pec&quot;ptP&quot;pr &quot;pws&quot;pp:&quot;prs&quot;pid&quot;pR=&quot;p&quot;0&quot;p00&quot;p00&quot;p00&quot;p0&quot;&quot;p&gt;&lt;&quot;pw:&quot;ppg&quot;pSz&quot;p w&quot;p:w&quot;p=&quot;&quot;p12&quot;p24&quot;p0&quot;&quot;p w&quot;p:h&quot;p=&quot;&quot;p1:&quot;p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>—</w:t>
      </w:r>
      <w:r w:rsidRPr="00EA1A05">
        <w:rPr>
          <w:rFonts w:hint="eastAsia"/>
          <w:color w:val="000000"/>
          <w:szCs w:val="21"/>
        </w:rPr>
        <w:t>温度</w:t>
      </w:r>
      <w:r w:rsidRPr="00EA1A05">
        <w:rPr>
          <w:color w:val="000000"/>
          <w:szCs w:val="21"/>
        </w:rPr>
        <w:t>对于时间的</w:t>
      </w:r>
      <w:r w:rsidRPr="00EA1A05">
        <w:rPr>
          <w:rFonts w:hint="eastAsia"/>
          <w:color w:val="000000"/>
          <w:szCs w:val="21"/>
        </w:rPr>
        <w:t>导数，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6256143A">
          <v:shape id="_x0000_i1040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1B52D189">
          <v:shape id="_x0000_i1078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2F1909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2F1909&quot; wsp:rsidP=&quot;002F190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2222222222222222222222222222222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3B0E1964" w14:textId="77777777" w:rsidR="00794676" w:rsidRPr="00EA1A05" w:rsidRDefault="00794676" w:rsidP="00794676">
      <w:pPr>
        <w:snapToGrid w:val="0"/>
        <w:spacing w:line="480" w:lineRule="auto"/>
        <w:ind w:left="420" w:firstLineChars="700" w:firstLine="1470"/>
        <w:jc w:val="left"/>
        <w:textAlignment w:val="baseline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533D2DCA">
          <v:shape id="_x0000_i1042" type="#_x0000_t75" style="width:4.8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6D1280FC">
          <v:shape id="_x0000_i1079" type="#_x0000_t75" style="width:4.8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77075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77075&quot; wsp:rsidP=&quot;00C77075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&lt;/m:t&gt;&lt;/m:r&gt;&lt;/m:oMath&gt;&lt;/m:oMatCCCCCCCCCCCCCCCCCCCCCCCCCCCCCCC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7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79EB453F">
          <v:shape id="_x0000_i1044" type="#_x0000_t75" style="width:30.8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26"/>
        </w:rPr>
        <w:pict w14:anchorId="51CC6BE9">
          <v:shape id="_x0000_i1080" type="#_x0000_t75" style="width:30.8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72B07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D72B07&quot; wsp:rsidP=&quot;00D72B07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DDDDDDDDDDDDDDDDDDDDDDDDDDDDDDD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。</w:t>
      </w:r>
    </w:p>
    <w:p w14:paraId="26F0E241" w14:textId="77777777" w:rsidR="00794676" w:rsidRPr="00FD131A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建立第三类边</w:t>
      </w:r>
      <w:r w:rsidRPr="00EA1A05">
        <w:rPr>
          <w:color w:val="000000"/>
          <w:szCs w:val="21"/>
        </w:rPr>
        <w:t>界条件</w:t>
      </w:r>
      <w:r w:rsidRPr="00EA1A05">
        <w:rPr>
          <w:rFonts w:hint="eastAsia"/>
          <w:color w:val="000000"/>
          <w:szCs w:val="21"/>
        </w:rPr>
        <w:t>隐</w:t>
      </w:r>
      <w:r w:rsidRPr="00EA1A05">
        <w:rPr>
          <w:color w:val="000000"/>
          <w:szCs w:val="21"/>
        </w:rPr>
        <w:t>式差分格式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点方程（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>1</w:t>
      </w:r>
      <w:r w:rsidRPr="00EA1A05">
        <w:rPr>
          <w:rFonts w:hint="eastAsia"/>
          <w:color w:val="000000"/>
          <w:szCs w:val="21"/>
        </w:rPr>
        <w:t>，节</w:t>
      </w:r>
      <w:r w:rsidRPr="00EA1A05">
        <w:rPr>
          <w:color w:val="000000"/>
          <w:szCs w:val="21"/>
        </w:rPr>
        <w:t>点</w:t>
      </w:r>
      <w:r w:rsidRPr="00EA1A05">
        <w:rPr>
          <w:color w:val="000000"/>
          <w:szCs w:val="21"/>
        </w:rPr>
        <w:t xml:space="preserve">n </w:t>
      </w:r>
      <w:r w:rsidRPr="00EA1A05">
        <w:rPr>
          <w:rFonts w:hint="eastAsia"/>
          <w:color w:val="000000"/>
          <w:szCs w:val="21"/>
        </w:rPr>
        <w:t>可参照）：</w:t>
      </w:r>
    </w:p>
    <w:p w14:paraId="022491B0" w14:textId="77777777" w:rsidR="00794676" w:rsidRPr="00EA1A05" w:rsidRDefault="00794676" w:rsidP="00794676">
      <w:pPr>
        <w:snapToGrid w:val="0"/>
        <w:ind w:left="420" w:right="105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1"/>
        </w:rPr>
        <w:pict w14:anchorId="2A54A462">
          <v:shape id="_x0000_i1046" type="#_x0000_t75" style="width:308.5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21"/>
        </w:rPr>
        <w:pict w14:anchorId="0C331C2C">
          <v:shape id="_x0000_i1081" type="#_x0000_t75" style="width:308.5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CF0DC9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F0DC9&quot; wsp:rsidP=&quot;00CF0DC9&quot;&gt;&lt;m:oMathPara&gt;&lt;m:oMath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f&gt;&lt;m:f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&gt;&gt;&gt;&gt;&gt;&gt;&gt;&gt;&gt;&gt;&gt;&gt;&gt;&gt;&gt;&gt;&gt;&gt;&gt;&gt;&gt;&gt;&gt;&gt;&gt;&gt;&gt;&gt;&gt;&gt;&gt;w:sz-cs w:val=&quot;21&quot;/&gt;&lt;/w:rPr&gt;&lt;m:t&gt;螖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x&lt;/m:t&gt;&lt;/m:&gt;r&gt;&gt;&gt;&lt;&gt;/&gt;m&gt;:&gt;d&gt;e&gt;n&gt;&gt;&gt;&lt;&gt;/&gt;m&gt;:&gt;f&gt;&gt;&gt;&lt;&gt;m&gt;:&gt;d&gt;&gt;&gt;&lt;&gt;m&gt;:&gt;d&gt;P&gt;r&gt;&gt;&gt;&lt;&gt;m&gt;:ctrlPr&gt;&lt;w:rPr&gt;&lt;w:rFonts w:ascii=&quot;Cam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w:rPr&gt;&lt;w:rFonts w:ascii=&quot;Cambria Math&quot; w:h-ansi=&quot;Cambria Math&quot;/&gt;&lt;wx:font wx:val=&quot;Cambria Math&quot;/&gt;&lt;w:i/&gt;&lt;w:color w:val=&quot;000000&quot;/&gt;&lt;w:sz-cs w:val=&quot;21&quot;/&gt;&lt;/w:rPr&gt;&lt;m:t&gt;+伪&lt;/m0:t/&gt;&lt;&lt;/m::rz&gt;&lt;cm: d&gt;:&lt;ma:d=Pr2&gt;&lt;&quot;m:&gt;ct/rl:PrP&gt;&lt;&gt;w:mrPtr&gt;k&lt;w/:r:Fo&gt;nt/s :w:&gt;as/ci:i=u&quot;C&gt;am/bria Math&quot; w:h-ansi=&quot;Cambria Math&quot;/&gt;&lt;wx:font wx:val=&quot;Cambria Math&quot;/&gt;&lt;w:color w:val=&quot;000000&quot;/&gt;&lt;w:sz-cs w:val=&quot;21&quot;/&gt;&lt;/w:rPr&gt;&lt;/m:ctrlPr&gt;&lt;/m:dPr&gt;&lt;m:e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f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/m:e&gt;&lt;/m:d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/m:e&gt;&lt;m:sub&gt;&lt;m:r&gt;&lt;m:rPr&gt;&lt;m:sty m:val=&quot;p&quot;/&gt;&lt;/m:rPr&gt;&lt;w:rPr&gt;&lt;w:rFonts w:ascii=&quot;Cambria Math&quot; w:h-ansi=&quot;Cambria Math&quot;/&gt;&lt;wx:fon-t wsx:v&quot;al=m&quot;CaimbrMia hMat&gt;h&quot;/x&gt;&lt;wo:co lor: w:lvalC=&quot;0b000a00&quot;a/&gt;&lt;&quot;w:s&lt;z-cis w&lt;:vacl=&quot;o21&quot;w/&gt;&lt;a/w:&quot;rPr0&gt;&lt;m0:t&gt;&gt;s&lt;/:m:t-&gt;&lt;/m:r&gt;&lt;/m:sub&gt;&lt;/m:sSub&gt;&lt;m:sSup&gt;&lt;m:sSup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e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p&gt;&lt;m:r&gt;&lt;w:rPr&gt;&lt;w:rFonts w:ascii=&quot;Cambria Math&quot; w:h-ansi=&quot;Cambria Math&quot;/&gt;&lt;wx:font wx:val=&quot;Cambria Math&quot;/&gt;&lt;w:i/&gt;&lt;w:color w:val=&quot;000000&quot;/&gt;&lt;w:sz-cs w:val=&quot;21&quot;/&gt;&lt;/w:rPr&gt;&lt;m:t&gt;= 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p&lt;/m:t&gt;&lt;/m:r&gt;&lt;/m:sub&gt;&lt;/m:sSub&gt;&lt;m:r&gt;&lt;w:rPr&gt;&lt;w:rFonts w:ascii=&quot;Cambria Math&quot; w:h-ansi=&quot;Cambria Math&quot;/&gt;&lt;wx:font wx:val=&quot;Cambria Math&quot;/&gt;&lt;w:i/&gt;&lt;w:color w:val=&quot;000000&quot;/&gt;&lt;w:sz-cs w:val=&quot;21&quot;/&gt;&lt;/w:rPr&gt;&lt;m:t&gt;蟻&lt;/m:t&gt;&lt;/m:r&gt;&lt;m:f&gt;&lt;m:fPr&gt;&lt;m:ctrlPr&gt;&lt;w:rPr&gt;&lt;w:rFonts w:ascii=&quot;Cambria Math&quot; w:h-ansi=&quot;Cambria Math&quot;/&gt;&lt;&lt;wx:Ffonts wx:aval=i&quot;Camabriai Matah&quot;/&gt; &lt;w:c-olori w:vaal=&quot;i0000a00&quot;//&gt;&lt;w:xsz-cns w:xval=l&quot;21&quot;a/&gt;&lt;/iw:rPar&gt;&lt;//m:ct:rlPr&lt;&gt;&lt;/mo:fPr &gt;&lt;m:anum&gt;0&lt;m:r0&gt;&lt;m:&gt;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螖&lt;/xm:t&gt;&lt;l/m:r&gt;a&lt;m:r&gt;i&lt;w:rPar&gt;&lt;w:/rFont:s w:a&lt;scii=o&quot;Camb ria Maath&quot; 0w:h-a0nsi=&quot;&gt;Cambria Math&quot;/&gt;&lt;wx:font wx:val=&quot;Cambria Math&quot;/&gt;&lt;w:i/&gt;&lt;w:color w:val=&quot;000000&quot;/&gt;&lt;w:sz-cs w:vawl=&quot;21l&quot;/&gt;&lt;/mw:rPr &gt;&lt;m:t&quot;&gt;x&lt;/m::t&gt;&lt;/rm:r&gt;&lt;a/m:nu0m&gt;&lt;m:&quot;den&gt;&lt;:m:r&gt;&lt;sm:rPra&gt;&lt;m:s1ty m:/val=&quot;rp&quot;/&gt;&lt;t/m:rPr&gt;&lt;w:rPr&gt;&lt;w:rFonts w:ascii=&quot;Cambria Math&quot; w:h-ansi=&quot;Cambria Math&quot;/&gt;&lt;wx:font wx:val=&quot;Cambria Math&quot;/&gt;&lt;w:color w:val=&quot;000000&quot;/&gt;&lt;w:sz-cs w:val=&quot;21&quot;/&gt;&lt;/w:rPr&gt;&lt;m:t&gt;2&lt;/m:t&gt;&lt;/m:r&gt;&lt;/m:den&gt;&lt;/m:f&gt;&lt;m:r&gt;&lt;w:rPr&gt;&lt;w:rFonts w:ascii=&quot;Cambria Math&quot; w:h-ansi=&quot;Cambria Math&quot;/&gt;&lt;wx:font wx:val=&quot;Cambria Math&quot;/&gt;&lt;w:i/&gt;&lt;w:color w:val=&quot;000000&quot;/&gt;&lt;w:sz-cs w:val=&quot;21&quot;/&gt;&lt;/w:rPr&gt;&lt;m:t&gt;鈭?/m:t&gt;&lt;/m:r&gt;&lt;m:f&gt;&lt;m:fPr&gt;&lt;m:ctrlPr&gt;&lt;w:rPr&gt;&lt;w:rFonts w:as&lt;cii=&quot;C&lt;ambria&lt; Math&quot;&lt; w:h-annsi=&quot;Cfambria&gt; Math&quot;r/&gt;&lt;wx:Ffont wwx:val=i&quot;Cambrbia Matah&quot;/&gt;&lt;w::colori w:valb=&quot;0000a00&quot;/&gt;&lt;&lt;w:sz-cns w:vavl=&quot;21&quot;a/&gt;&lt;/w: rPr&gt;&lt;//m:ctrl/Pr&gt;&lt;/mo:fPr&gt;&lt;:m:num&gt;0&lt;m:sSu&quot;bSup&gt;&lt;sm:sSubwSupPr=&quot;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&lt;/m:t&gt;&lt;/m:r&gt;&lt;/m:sup&gt;&lt;/m:sSubSup&gt;&lt;m:r&gt;&lt;w:rPr&gt;&lt;w:rFonts w:ascii=&quot;Cambria Math&quot; w:h-ansi=&quot;Cambria Math&quot;/&gt;&lt;wx:font wx:val=&quot;Cambria Math&quot;/&gt;&lt;w:i/&gt;&lt;w:color w:val=&quot;000000&quot;/&gt;&lt;w:sz-cs w:val=&quot;21&quot;/&gt;&lt;/w:rPr&gt;&lt;m:t&gt;-&lt;/m:t&gt;&lt;/m:r&gt;&lt;m:sSubSup&gt;&lt;m:sSubSupPr&gt;&lt;m:ctrlPr&gt;&lt;w:rPr&gt;&lt;w:rFonts w:ascii=&quot;Cambria Math&quot; w:h-ansi=&quot;Cambria Math&quot;/&gt;&lt;wx:font wx:val=&quot;Cambria Math&quot;/&gt;&lt;w:i/&gt;&lt;w:color w:val=&quot;000000&quot;/&gt;&lt;w:sz-cs w:val=&quot;21&quot;/&gt;&lt;/w:rPr&gt;&lt;/m:ctrlPr&gt;&lt;/m:sSubSup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k-1&lt;/m:t&gt;&lt;/m:r&gt;&lt;/m:sup&gt;&lt;/m:sSubSup&gt;&lt;/m:num&gt;&lt;m:den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鈭喯rP?/m:t&gt;&lt;t&gt;/m:r&gt;&lt;/m:m:den&gt;&lt;:r/m:f&gt;&lt;msu:r&gt;&lt;m:r:sPr&gt;&lt;m:sp&gt;ty m:vauml=&quot;p&quot;/den&gt;&lt;/m:rPr&gt;&lt;w:rPr&gt;&lt;w:rFonts wPr:ascii=Fo&quot;Cambri:aa Math&quot;&quot;C w:h-ana si=&quot;Cam wbria Masith&quot; w:hbrint=&quot;fathreast&quot;/x:&gt;&lt;wx:fowxnt wx:v&quot;Cal=&quot;Cama bria Ma/&gt;th&quot;/&gt;&lt;wlo:color alw:val=&quot;00000000&quot;w:/&gt;&lt;w:sz w-cs w:v&quot;2al=&quot;21&quot;/w/&gt;&lt;/w:r&lt;mPr&gt;&lt;m:t&gt; &lt;/m:t&gt;&lt;/m:r&gt;&lt;m:r&gt;&lt;w:rPr&gt;&lt;w:rFonts w:ascii=&quot;Cambria Math&quot; w:h-ansi=&quot;Cambria Math&quot;/&gt;&lt;wx:font wx:val=&quot;Cambria Math&quot;/&gt;&lt;w:i/&gt;&lt;w:color w:val=&quot;000000&quot;/&gt;&lt;w:sz-cs w:val=&quot;21&quot;/&gt;&lt;/w:rPr&gt;&lt;m:t&gt;                              &lt;/m:t&gt;&lt;/m:r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9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（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-2</w:t>
      </w:r>
      <w:r w:rsidRPr="00EA1A05">
        <w:rPr>
          <w:rFonts w:hint="eastAsia"/>
          <w:color w:val="000000"/>
          <w:szCs w:val="21"/>
        </w:rPr>
        <w:t>）</w:t>
      </w:r>
    </w:p>
    <w:p w14:paraId="4FF5B7A5" w14:textId="77777777" w:rsidR="00794676" w:rsidRPr="00EA1A05" w:rsidRDefault="00794676" w:rsidP="00794676">
      <w:pPr>
        <w:snapToGrid w:val="0"/>
        <w:ind w:left="420" w:firstLineChars="350" w:firstLine="735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式中：</w:t>
      </w:r>
      <m:oMath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C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p</m:t>
            </m:r>
          </m:sub>
        </m:sSub>
      </m:oMath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材料的比热</w:t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 J /(</w:t>
      </w:r>
      <w:proofErr w:type="spellStart"/>
      <w:r w:rsidRPr="00EA1A05">
        <w:rPr>
          <w:color w:val="000000"/>
          <w:szCs w:val="21"/>
        </w:rPr>
        <w:t>kg·</w:t>
      </w:r>
      <w:r w:rsidRPr="00EA1A05">
        <w:rPr>
          <w:rFonts w:hint="eastAsia"/>
          <w:color w:val="000000"/>
          <w:szCs w:val="21"/>
        </w:rPr>
        <w:t>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；</w:t>
      </w:r>
    </w:p>
    <w:p w14:paraId="20932351" w14:textId="77777777" w:rsidR="00794676" w:rsidRPr="00EA1A05" w:rsidRDefault="00110BBC" w:rsidP="00794676">
      <w:pPr>
        <w:snapToGrid w:val="0"/>
        <w:ind w:firstLineChars="900" w:firstLine="1890"/>
        <w:jc w:val="left"/>
        <w:rPr>
          <w:color w:val="000000"/>
          <w:szCs w:val="21"/>
        </w:rPr>
      </w:pPr>
      <m:oMath>
        <m:r>
          <w:rPr>
            <w:rFonts w:ascii="Cambria Math" w:hAnsi="Cambria Math"/>
            <w:color w:val="000000"/>
            <w:szCs w:val="21"/>
          </w:rPr>
          <m:t>ρ</m:t>
        </m:r>
      </m:oMath>
      <w:r w:rsidR="00794676" w:rsidRPr="00EA1A05">
        <w:rPr>
          <w:rFonts w:hint="eastAsia"/>
          <w:color w:val="000000"/>
          <w:szCs w:val="21"/>
        </w:rPr>
        <w:t>—</w:t>
      </w:r>
      <w:r w:rsidR="00794676" w:rsidRPr="00EA1A05">
        <w:rPr>
          <w:color w:val="000000"/>
          <w:szCs w:val="21"/>
        </w:rPr>
        <w:t>材料的</w:t>
      </w:r>
      <w:r w:rsidR="00794676" w:rsidRPr="00EA1A05">
        <w:rPr>
          <w:rFonts w:hint="eastAsia"/>
          <w:color w:val="000000"/>
          <w:szCs w:val="21"/>
        </w:rPr>
        <w:t>密度，</w:t>
      </w:r>
      <w:r w:rsidR="00794676" w:rsidRPr="00EA1A05">
        <w:rPr>
          <w:color w:val="000000"/>
          <w:szCs w:val="21"/>
        </w:rPr>
        <w:t>kg/m³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47BE93E5" w14:textId="77777777" w:rsidR="00794676" w:rsidRPr="00EA1A05" w:rsidRDefault="00794676" w:rsidP="00794676">
      <w:pPr>
        <w:snapToGrid w:val="0"/>
        <w:ind w:left="420" w:firstLineChars="300" w:firstLine="63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FCC6BEC">
          <v:shape id="_x0000_i1048" type="#_x0000_t75" style="width:51.4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00550F76">
          <v:shape id="_x0000_i1082" type="#_x0000_t75" style="width:51.4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3F592F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F592F&quot; wsp:rsidP=&quot;003F592F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                   伪&lt;/m:t&gt;&lt;/m:r3333333333333333333333333333333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0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材料的导温系数</w:t>
      </w:r>
      <w:r w:rsidRPr="00EA1A05">
        <w:rPr>
          <w:rFonts w:hint="eastAsia"/>
          <w:color w:val="000000"/>
          <w:szCs w:val="21"/>
        </w:rPr>
        <w:t>，</w:t>
      </w: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26"/>
        </w:rPr>
        <w:pict w14:anchorId="5A3EC35C">
          <v:shape id="_x0000_i1050" type="#_x0000_t75" style="width:30.8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26"/>
        </w:rPr>
        <w:pict w14:anchorId="34D981AE">
          <v:shape id="_x0000_i1083" type="#_x0000_t75" style="width:30.85pt;height:30.8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B3A70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B3A70&quot; wsp:rsidP=&quot;000B3A70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伪=&lt;/m:t&gt;&lt;/m:r&gt;&lt;m:f&gt;&lt;m:fPr&gt;&lt;m:ct0000000000000000000000000000000rlPr&gt;&lt;w:rPr&gt;&lt;w:rFonts w:ascii=&quot;Cambria Math&quot; w:h-ansi=&quot;Cambria Math&quot;/&gt;&lt;wx:font wx:val=&quot;Cambria Math&quot;/&gt;&lt;w:color w:val=&quot;000000&quot;/&gt;&lt;w:sz-cs w:val=&quot;21&quot;/&gt;&lt;/w:rPr&gt;&lt;/m:ctrlPr&gt;&lt;/m:fPr&gt;&lt;m:num&gt;&lt;m:r&gt;&lt;w:rPr&gt;&lt;w:rFonts w:ascii=&quot;Cambria Math&quot; w:h-ansi=&quot;Cambria Math&quot;/&gt;&lt;wx:font wx:val=&quot;Cambria Math&quot;/&gt;&lt;w:i/&gt;&lt;w:color w:val=&quot;000000&quot;/&gt;&lt;w:sz-cs w:val=&quot;21&quot;/&gt;&lt;/w:rPr&gt;&lt;m:t&gt;位&lt;/m:t&gt;&lt;/m:r&gt;&lt;/m:num&gt;&lt;m:den&gt;&lt;m:r&gt;&lt;w:rPr&gt;&lt;w:rFonts w:ascii=&quot;Cambria Math&quot; w:h-ansi=&quot;Cambria Math&quot;/&gt;&lt;wx:font wx:val=&quot;Cambria Math&quot;/&gt;h&lt;&quot;w :wi:/h&gt;-&lt;awn:scio=l&quot;oCra mwb:rviaal =M&quot;a0t0h0&quot;0/0&gt;0&lt;&quot;w/x&gt;&lt;w:sz-cs w:val=&quot;21&quot;/&gt;&lt;/w:rPr&gt;&lt;m:t&gt;蟻C&lt;/m:t&gt;&lt;/m:r&gt;&lt;/m:den&gt;&lt;/m:f&gt;&lt;/m:oMath&gt;&lt;/m:oMathPara&gt;&lt;/w:p&gt;&lt;w:sectPr wsp:rsidR=&quot;00000000&quot;&gt;&lt;w:pgSz w:w=&quot;12240&quot; w:h=&quot;15840&quot;/&gt;&lt;w:pgMar w:top=&quot;1440&quot; w:right=&quot;1800&quot; hw:&quot;bo ttwom:=&quot;h14-40a&quot; nw:sleift==&quot;&quot;18C00a&quot; mw:bheradiera=&quot; 72M0&quot;a wt:fhoo&quot;te/r=&gt;&quot;7&lt;20w&quot; xw:gutter=&quot;0&quot;/&gt;&lt;w:cols w:space=&quot;720&quot;/&gt;&lt;/w:sectPr&gt;&lt;/wx:sect&gt;&lt;/w:body&gt;&lt;/w:wordDocument&gt;">
            <v:imagedata r:id="rId18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，</w:t>
      </w:r>
      <w:r w:rsidRPr="00EA1A05">
        <w:rPr>
          <w:color w:val="000000"/>
          <w:szCs w:val="21"/>
        </w:rPr>
        <w:t>m</w:t>
      </w:r>
      <w:r w:rsidRPr="00EA1A05">
        <w:rPr>
          <w:color w:val="000000"/>
          <w:szCs w:val="21"/>
          <w:vertAlign w:val="superscript"/>
        </w:rPr>
        <w:t>2</w:t>
      </w:r>
      <w:r w:rsidRPr="00EA1A05">
        <w:rPr>
          <w:color w:val="000000"/>
          <w:szCs w:val="21"/>
        </w:rPr>
        <w:t>/s</w:t>
      </w:r>
      <w:r w:rsidRPr="00EA1A05">
        <w:rPr>
          <w:rFonts w:hint="eastAsia"/>
          <w:color w:val="000000"/>
          <w:szCs w:val="21"/>
        </w:rPr>
        <w:t>；</w:t>
      </w:r>
    </w:p>
    <w:p w14:paraId="753C9E3E" w14:textId="77777777" w:rsidR="00794676" w:rsidRPr="00EA1A05" w:rsidRDefault="00110BBC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>Δ</m:t>
        </m:r>
        <m:r>
          <w:rPr>
            <w:rFonts w:ascii="Cambria Math" w:hAnsi="Cambria Math"/>
            <w:color w:val="000000"/>
            <w:szCs w:val="21"/>
          </w:rPr>
          <m:t>x</m:t>
        </m:r>
      </m:oMath>
      <w:r w:rsidR="00794676" w:rsidRPr="00EA1A05">
        <w:rPr>
          <w:rFonts w:hint="eastAsia"/>
          <w:color w:val="000000"/>
          <w:szCs w:val="21"/>
        </w:rPr>
        <w:t>—差分步长，</w:t>
      </w:r>
      <w:r w:rsidR="00794676" w:rsidRPr="00EA1A05">
        <w:rPr>
          <w:color w:val="000000"/>
          <w:szCs w:val="21"/>
        </w:rPr>
        <w:t>m</w:t>
      </w:r>
      <w:r w:rsidR="00794676" w:rsidRPr="00EA1A05">
        <w:rPr>
          <w:rFonts w:hint="eastAsia"/>
          <w:color w:val="000000"/>
          <w:szCs w:val="21"/>
        </w:rPr>
        <w:t>；</w:t>
      </w:r>
    </w:p>
    <w:p w14:paraId="318F9980" w14:textId="77777777" w:rsidR="00794676" w:rsidRPr="00EA1A05" w:rsidRDefault="00794676" w:rsidP="00794676">
      <w:pPr>
        <w:snapToGrid w:val="0"/>
        <w:ind w:left="420" w:firstLineChars="700" w:firstLine="1470"/>
        <w:jc w:val="lef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8"/>
        </w:rPr>
        <w:pict w14:anchorId="1750CF99">
          <v:shape id="_x0000_i1052" type="#_x0000_t75" style="width:4.8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1238DCD4">
          <v:shape id="_x0000_i1084" type="#_x0000_t75" style="width:4.8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A559B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EA559B&quot; wsp:rsidP=&quot;00EA559B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位&lt;/m:t&gt;&lt;/m:r&gt;&lt;/m:oMath&gt;&lt;/m:oMatEEEEEEEEEEEEEEEEEEEEEEEEEEEEEEE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1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>—</w:t>
      </w:r>
      <w:r w:rsidRPr="00EA1A05">
        <w:rPr>
          <w:color w:val="000000"/>
          <w:szCs w:val="21"/>
        </w:rPr>
        <w:t>材料的导热系数</w:t>
      </w:r>
      <w:r w:rsidRPr="00EA1A05">
        <w:rPr>
          <w:rFonts w:hint="eastAsia"/>
          <w:color w:val="000000"/>
          <w:szCs w:val="21"/>
        </w:rPr>
        <w:t>，［</w:t>
      </w:r>
      <w:r w:rsidRPr="00EA1A05">
        <w:rPr>
          <w:color w:val="000000"/>
          <w:szCs w:val="21"/>
        </w:rPr>
        <w:t>W/(</w:t>
      </w:r>
      <w:proofErr w:type="spellStart"/>
      <w:r w:rsidRPr="00EA1A05">
        <w:rPr>
          <w:rFonts w:hint="eastAsia"/>
          <w:color w:val="000000"/>
          <w:szCs w:val="21"/>
        </w:rPr>
        <w:t>m</w:t>
      </w:r>
      <w:r w:rsidRPr="00EA1A05">
        <w:rPr>
          <w:color w:val="000000"/>
          <w:szCs w:val="21"/>
        </w:rPr>
        <w:t>·K</w:t>
      </w:r>
      <w:proofErr w:type="spellEnd"/>
      <w:r w:rsidRPr="00EA1A05">
        <w:rPr>
          <w:color w:val="000000"/>
          <w:szCs w:val="21"/>
        </w:rPr>
        <w:t>)</w:t>
      </w:r>
      <w:r w:rsidRPr="00EA1A05">
        <w:rPr>
          <w:rFonts w:hint="eastAsia"/>
          <w:color w:val="000000"/>
          <w:szCs w:val="21"/>
        </w:rPr>
        <w:t>］；</w:t>
      </w:r>
    </w:p>
    <w:p w14:paraId="6D008968" w14:textId="77777777" w:rsidR="00794676" w:rsidRPr="00EA1A05" w:rsidRDefault="00000000" w:rsidP="00794676">
      <w:pPr>
        <w:snapToGrid w:val="0"/>
        <w:ind w:left="420" w:firstLineChars="650" w:firstLine="1365"/>
        <w:jc w:val="left"/>
        <w:rPr>
          <w:color w:val="000000"/>
          <w:szCs w:val="21"/>
        </w:rPr>
      </w:pPr>
      <m:oMath>
        <m:sSubSup>
          <m:sSubSupPr>
            <m:ctrlPr>
              <w:rPr>
                <w:rFonts w:ascii="Cambria Math" w:hAnsi="Cambria Math"/>
                <w:color w:val="000000"/>
                <w:szCs w:val="21"/>
              </w:rPr>
            </m:ctrlPr>
          </m:sSubSup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f</m:t>
            </m:r>
          </m:sub>
          <m:sup>
            <m:r>
              <w:rPr>
                <w:rFonts w:ascii="Cambria Math" w:hAnsi="Cambria Math"/>
                <w:color w:val="000000"/>
                <w:szCs w:val="21"/>
              </w:rPr>
              <m:t>k</m:t>
            </m:r>
          </m:sup>
        </m:sSubSup>
      </m:oMath>
      <w:r w:rsidR="00794676" w:rsidRPr="00EA1A05">
        <w:rPr>
          <w:rFonts w:hint="eastAsia"/>
          <w:color w:val="000000"/>
          <w:szCs w:val="21"/>
        </w:rPr>
        <w:t>—对流</w:t>
      </w:r>
      <w:r w:rsidR="00794676" w:rsidRPr="00EA1A05">
        <w:rPr>
          <w:color w:val="000000"/>
          <w:szCs w:val="21"/>
        </w:rPr>
        <w:t>换热温度</w:t>
      </w:r>
      <w:r w:rsidR="00794676" w:rsidRPr="00EA1A05">
        <w:rPr>
          <w:rFonts w:hint="eastAsia"/>
          <w:color w:val="000000"/>
          <w:szCs w:val="21"/>
        </w:rPr>
        <w:t>，</w:t>
      </w:r>
      <w:r w:rsidR="00794676" w:rsidRPr="00794676">
        <w:rPr>
          <w:color w:val="000000"/>
          <w:szCs w:val="21"/>
        </w:rPr>
        <w:fldChar w:fldCharType="begin"/>
      </w:r>
      <w:r w:rsidR="00794676" w:rsidRPr="00794676">
        <w:rPr>
          <w:color w:val="000000"/>
          <w:szCs w:val="21"/>
        </w:rPr>
        <w:instrText xml:space="preserve"> QUOTE </w:instrText>
      </w:r>
      <w:r>
        <w:rPr>
          <w:position w:val="-8"/>
        </w:rPr>
        <w:pict w14:anchorId="2A7C65FE">
          <v:shape id="_x0000_i1054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instrText xml:space="preserve"> </w:instrText>
      </w:r>
      <w:r w:rsidR="00794676" w:rsidRPr="00794676">
        <w:rPr>
          <w:color w:val="000000"/>
          <w:szCs w:val="21"/>
        </w:rPr>
        <w:fldChar w:fldCharType="separate"/>
      </w:r>
      <w:r w:rsidR="00354934">
        <w:rPr>
          <w:position w:val="-8"/>
        </w:rPr>
        <w:pict w14:anchorId="016184DD">
          <v:shape id="_x0000_i1085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12623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F12623&quot; wsp:rsidP=&quot;00F12623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FFFFFFFFFFFFFFFFFFFFFFFFFFFFFFF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794676" w:rsidRPr="00794676">
        <w:rPr>
          <w:color w:val="000000"/>
          <w:szCs w:val="21"/>
        </w:rPr>
        <w:fldChar w:fldCharType="end"/>
      </w:r>
      <w:r w:rsidR="00794676" w:rsidRPr="00EA1A05">
        <w:rPr>
          <w:rFonts w:hint="eastAsia"/>
          <w:color w:val="000000"/>
          <w:szCs w:val="21"/>
        </w:rPr>
        <w:t>。</w:t>
      </w:r>
    </w:p>
    <w:p w14:paraId="48A446AE" w14:textId="77777777" w:rsidR="00794676" w:rsidRPr="00EA1A05" w:rsidRDefault="00794676" w:rsidP="00794676">
      <w:pPr>
        <w:numPr>
          <w:ilvl w:val="0"/>
          <w:numId w:val="4"/>
        </w:numPr>
        <w:snapToGrid w:val="0"/>
        <w:ind w:firstLine="0"/>
        <w:jc w:val="left"/>
        <w:rPr>
          <w:color w:val="000000"/>
          <w:szCs w:val="21"/>
        </w:rPr>
      </w:pPr>
      <w:r w:rsidRPr="00EA1A05">
        <w:rPr>
          <w:rFonts w:hint="eastAsia"/>
          <w:color w:val="000000"/>
          <w:szCs w:val="21"/>
        </w:rPr>
        <w:t>按式</w:t>
      </w:r>
      <w:r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列出各内部节</w:t>
      </w:r>
      <w:r w:rsidRPr="00EA1A05">
        <w:rPr>
          <w:color w:val="000000"/>
          <w:szCs w:val="21"/>
        </w:rPr>
        <w:t>点和</w:t>
      </w:r>
      <w:r w:rsidRPr="00EA1A05">
        <w:rPr>
          <w:rFonts w:hint="eastAsia"/>
          <w:color w:val="000000"/>
          <w:szCs w:val="21"/>
        </w:rPr>
        <w:t>边</w:t>
      </w:r>
      <w:r w:rsidRPr="00EA1A05">
        <w:rPr>
          <w:color w:val="000000"/>
          <w:szCs w:val="21"/>
        </w:rPr>
        <w:t>界点的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点方程，并求解</w:t>
      </w:r>
      <w:r w:rsidRPr="00EA1A05">
        <w:rPr>
          <w:rFonts w:hint="eastAsia"/>
          <w:color w:val="000000"/>
          <w:szCs w:val="21"/>
        </w:rPr>
        <w:t>节</w:t>
      </w:r>
      <w:r w:rsidRPr="00EA1A05">
        <w:rPr>
          <w:color w:val="000000"/>
          <w:szCs w:val="21"/>
        </w:rPr>
        <w:t>点方程</w:t>
      </w:r>
      <w:r w:rsidRPr="00EA1A05">
        <w:rPr>
          <w:rFonts w:hint="eastAsia"/>
          <w:color w:val="000000"/>
          <w:szCs w:val="21"/>
        </w:rPr>
        <w:t>组</w:t>
      </w:r>
      <w:r w:rsidRPr="00EA1A05">
        <w:rPr>
          <w:color w:val="000000"/>
          <w:szCs w:val="21"/>
        </w:rPr>
        <w:t>得</w:t>
      </w:r>
      <w:r w:rsidRPr="00EA1A05">
        <w:rPr>
          <w:rFonts w:hint="eastAsia"/>
          <w:color w:val="000000"/>
          <w:szCs w:val="21"/>
        </w:rPr>
        <w:t>到外墙</w:t>
      </w:r>
      <w:r w:rsidRPr="00EA1A05">
        <w:rPr>
          <w:color w:val="000000"/>
          <w:szCs w:val="21"/>
        </w:rPr>
        <w:t>、屋</w:t>
      </w:r>
      <w:r w:rsidRPr="00EA1A05">
        <w:rPr>
          <w:rFonts w:hint="eastAsia"/>
          <w:color w:val="000000"/>
          <w:szCs w:val="21"/>
        </w:rPr>
        <w:t>顶</w:t>
      </w:r>
      <w:r w:rsidRPr="00EA1A05">
        <w:rPr>
          <w:color w:val="000000"/>
          <w:szCs w:val="21"/>
        </w:rPr>
        <w:t>内表</w:t>
      </w:r>
      <w:r w:rsidRPr="00EA1A05">
        <w:rPr>
          <w:rFonts w:hint="eastAsia"/>
          <w:color w:val="000000"/>
          <w:szCs w:val="21"/>
        </w:rPr>
        <w:t>面温度值。</w:t>
      </w:r>
    </w:p>
    <w:p w14:paraId="61384A44" w14:textId="77777777" w:rsidR="00794676" w:rsidRPr="00EA1A05" w:rsidRDefault="00794676" w:rsidP="00794676">
      <w:pPr>
        <w:snapToGrid w:val="0"/>
        <w:ind w:left="420" w:right="210"/>
        <w:jc w:val="right"/>
        <w:rPr>
          <w:color w:val="000000"/>
          <w:szCs w:val="21"/>
        </w:rPr>
      </w:pPr>
      <w:r w:rsidRPr="00794676">
        <w:rPr>
          <w:color w:val="000000"/>
          <w:szCs w:val="21"/>
        </w:rPr>
        <w:fldChar w:fldCharType="begin"/>
      </w:r>
      <w:r w:rsidRPr="00794676">
        <w:rPr>
          <w:color w:val="000000"/>
          <w:szCs w:val="21"/>
        </w:rPr>
        <w:instrText xml:space="preserve"> QUOTE </w:instrText>
      </w:r>
      <w:r w:rsidR="00000000">
        <w:rPr>
          <w:position w:val="-9"/>
        </w:rPr>
        <w:pict w14:anchorId="1532BF9F">
          <v:shape id="_x0000_i1056" type="#_x0000_t75" style="width:82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instrText xml:space="preserve"> </w:instrText>
      </w:r>
      <w:r w:rsidRPr="00794676">
        <w:rPr>
          <w:color w:val="000000"/>
          <w:szCs w:val="21"/>
        </w:rPr>
        <w:fldChar w:fldCharType="separate"/>
      </w:r>
      <w:r w:rsidR="00354934">
        <w:rPr>
          <w:position w:val="-9"/>
        </w:rPr>
        <w:pict w14:anchorId="56EDE61E">
          <v:shape id="_x0000_i1086" type="#_x0000_t75" style="width:82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90EB7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90EB7&quot; wsp:rsidP=&quot;00090EB7&quot;&gt;&lt;m:oMathPara&gt;&lt;m:oMath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&lt;/m:t&gt;&lt;/m:r&gt;&lt;m:nary&gt;&lt;m:naryPr&gt;&lt;m:chr m:val=&quot;鈭?/&gt;&lt;m:limLoc m:val=&quot;undOvr&quot;/&gt;&lt;m:ctrlPr&gt;&lt;w:rPr&gt;&lt;w:rFonts w:ascii=&quot;Cambria Math&quot; w:h-ansi=&quot;Cambria Math&quot;/&gt;&lt;wx:font wx:val=&quot;Cambr wwwwwwwwwwwwwwwwwwwwwwwwwwwwwwwia Math&quot;/&gt;&lt;w:color w:val=&quot;000000&quot;/&gt;&lt;w:sz-cs w:val=&quot;21&quot;/&gt;&lt;/w:rPr&gt;&lt;/m:ctrlPr&gt;&lt;/m:naryPr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=1&lt;/m:t&gt;&lt;/m:r&gt;&lt;/m:sub&gt;&lt;m:sup&gt;&lt;m:r&gt;&lt;w:rPr&gt;&lt;w:rFonts w:ascii=&quot;Cambria Math&quot; w:h-ansi=&quot;Cambria Math&quot;/&gt;&lt;wx:font wx:val=&quot;Cambria Math&quot;/&gt;&lt;w:i/&gt;&lt;w:color w:val=&quot;000000&quot;/&gt;&lt;w:sz-cs w:val=&quot;21&quot;/&gt;&lt;/w:rPr&gt;&lt;m:t&gt;n&lt;/m:t&gt;&lt;/m:r&gt;&lt;/m:sup&gt;&lt;m:e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a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j&lt;/m:t&gt;&lt;/m:r&gt;&lt;/m:sub&gt;&lt;/m:sSub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t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j&lt;/m:t&gt;&lt;/m:r&gt;&lt;/m:sub&gt;&lt;/m:sSub&gt;&lt;/m:e&gt;&lt;/m:nary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+&lt;/m:t&gt;&lt;/m:r&gt;&lt;m:sSub&gt;&lt;m:sSubPr&gt;&lt;m:ctrlPr&gt;&lt;w:rPr&gt;&lt;w:rFonts w:ascii=&quot;Cambria Math&quot; w:h-ansi=&quot;Cambria Math&quot;/&gt;&lt;wx:font wx:val=&quot;Cambria Math&quot;/&gt;&lt;w:color w:val=&quot;000000&quot;/&gt;&lt;w:sz-cs w:val=&quot;21&quot;/&gt;&lt;/w:rPr&gt;&lt;/m:ctrlPr&gt;&lt;/m:sSubPr&gt;&lt;m:e&gt;&lt;m:r&gt;&lt;w:rPr&gt;&lt;w:rFonts w:ascii=&quot;Cambria Math&quot; w:h-ansi=&quot;Cambria Math&quot;/&gt;&lt;wx:font wx:val=&quot;Cambria Math&quot;/&gt;&lt;w:i/&gt;&lt;w:color w:val=&quot;000000&quot;/&gt;&lt;w:sz-cs w:val=&quot;21&quot;/&gt;&lt;/w:rPr&gt;&lt;m:t&gt;c&lt;/m:t&gt;&lt;/m:r&gt;&lt;/m:e&gt;&lt;m:sub&gt;&lt;m:r&gt;&lt;w:rPr&gt;&lt;w:rFonts w:ascii=&quot;Cambria Math&quot; w:h-ansi=&quot;Cambria Math&quot;/&gt;&lt;wx:font wx:val=&quot;Cambria Math&quot;/&gt;&lt;w:i/&gt;&lt;w:color w:val=&quot;000000&quot;/&gt;&lt;w:sz-cs w:val=&quot;21&quot;/&gt;&lt;/w:rPr&gt;&lt;m:t&gt;i&lt;/m:t&gt;&lt;/m:r&gt;&lt;/m:sub&gt;&lt;/m:sSub&gt;&lt;/m:oMath&gt;&lt;/m:oMa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22" o:title="" chromakey="white"/>
          </v:shape>
        </w:pict>
      </w:r>
      <w:r w:rsidRPr="00794676">
        <w:rPr>
          <w:color w:val="000000"/>
          <w:szCs w:val="21"/>
        </w:rPr>
        <w:fldChar w:fldCharType="end"/>
      </w:r>
      <w:r w:rsidRPr="00EA1A05">
        <w:rPr>
          <w:rFonts w:hint="eastAsia"/>
          <w:color w:val="000000"/>
          <w:szCs w:val="21"/>
        </w:rPr>
        <w:t xml:space="preserve"> </w:t>
      </w:r>
      <w:proofErr w:type="gramStart"/>
      <w:r w:rsidRPr="00EA1A05">
        <w:rPr>
          <w:rFonts w:hint="eastAsia"/>
          <w:color w:val="000000"/>
          <w:szCs w:val="21"/>
        </w:rPr>
        <w:t>,</w:t>
      </w:r>
      <w:proofErr w:type="spellStart"/>
      <w:r w:rsidRPr="00EA1A05">
        <w:rPr>
          <w:color w:val="000000"/>
          <w:szCs w:val="21"/>
        </w:rPr>
        <w:t>i</w:t>
      </w:r>
      <w:proofErr w:type="spellEnd"/>
      <w:proofErr w:type="gramEnd"/>
      <w:r w:rsidRPr="00EA1A05">
        <w:rPr>
          <w:color w:val="000000"/>
          <w:szCs w:val="21"/>
        </w:rPr>
        <w:t xml:space="preserve">=1,2,……n                      </w:t>
      </w:r>
      <w:r w:rsidRPr="00EA1A05">
        <w:rPr>
          <w:rFonts w:hint="eastAsia"/>
          <w:color w:val="000000"/>
          <w:szCs w:val="21"/>
        </w:rPr>
        <w:t>（</w:t>
      </w:r>
      <w:r w:rsidRPr="00EA1A05">
        <w:rPr>
          <w:rFonts w:hint="eastAsia"/>
          <w:color w:val="000000"/>
          <w:szCs w:val="21"/>
        </w:rPr>
        <w:t>3.2</w:t>
      </w:r>
      <w:r>
        <w:rPr>
          <w:color w:val="000000"/>
          <w:szCs w:val="21"/>
        </w:rPr>
        <w:t>.3</w:t>
      </w:r>
      <w:r w:rsidRPr="00EA1A05">
        <w:rPr>
          <w:rFonts w:hint="eastAsia"/>
          <w:color w:val="000000"/>
          <w:szCs w:val="21"/>
        </w:rPr>
        <w:t>-3</w:t>
      </w:r>
      <w:r w:rsidRPr="00EA1A05">
        <w:rPr>
          <w:rFonts w:hint="eastAsia"/>
          <w:color w:val="000000"/>
          <w:szCs w:val="21"/>
        </w:rPr>
        <w:t>）</w:t>
      </w:r>
    </w:p>
    <w:p w14:paraId="4785F05D" w14:textId="77777777" w:rsidR="00794676" w:rsidRPr="0097710D" w:rsidRDefault="00794676" w:rsidP="00794676">
      <w:pPr>
        <w:ind w:firstLineChars="600" w:firstLine="1260"/>
        <w:textAlignment w:val="top"/>
      </w:pPr>
      <w:r w:rsidRPr="0097710D">
        <w:rPr>
          <w:rFonts w:hint="eastAsia"/>
        </w:rPr>
        <w:t>式中</w:t>
      </w:r>
      <w:r w:rsidRPr="0097710D">
        <w:t>：</w:t>
      </w:r>
      <m:oMath>
        <m:r>
          <m:rPr>
            <m:sty m:val="p"/>
          </m:rPr>
          <w:rPr>
            <w:rFonts w:ascii="Cambria Math" w:hAnsi="Cambria Math"/>
            <w:color w:val="000000"/>
            <w:szCs w:val="21"/>
          </w:rPr>
          <m:t xml:space="preserve">  </m:t>
        </m:r>
        <m:sSub>
          <m:sSubPr>
            <m:ctrlPr>
              <w:rPr>
                <w:rFonts w:ascii="Cambria Math" w:hAnsi="Cambria Math"/>
                <w:color w:val="000000"/>
                <w:szCs w:val="21"/>
              </w:rPr>
            </m:ctrlPr>
          </m:sSubPr>
          <m:e>
            <m:r>
              <w:rPr>
                <w:rFonts w:ascii="Cambria Math" w:hAnsi="Cambria Math"/>
                <w:color w:val="000000"/>
                <w:szCs w:val="21"/>
              </w:rPr>
              <m:t>t</m:t>
            </m:r>
          </m:e>
          <m:sub>
            <m:r>
              <w:rPr>
                <w:rFonts w:ascii="Cambria Math" w:hAnsi="Cambria Math"/>
                <w:color w:val="000000"/>
                <w:szCs w:val="21"/>
              </w:rPr>
              <m:t>i</m:t>
            </m:r>
          </m:sub>
        </m:sSub>
      </m:oMath>
      <w:r w:rsidRPr="00415D81">
        <w:rPr>
          <w:rFonts w:ascii="Cambria Math" w:hAnsi="Cambria Math" w:hint="eastAsia"/>
          <w:color w:val="000000"/>
          <w:szCs w:val="21"/>
        </w:rPr>
        <w:t>—差分</w:t>
      </w:r>
      <w:r w:rsidRPr="00415D81">
        <w:rPr>
          <w:rFonts w:ascii="Cambria Math" w:hAnsi="Cambria Math"/>
          <w:color w:val="000000"/>
          <w:szCs w:val="21"/>
        </w:rPr>
        <w:t>节点温度值</w:t>
      </w:r>
      <w:r w:rsidRPr="00415D81">
        <w:rPr>
          <w:rFonts w:ascii="Cambria Math" w:hAnsi="Cambria Math" w:hint="eastAsia"/>
          <w:color w:val="000000"/>
          <w:szCs w:val="21"/>
        </w:rPr>
        <w:t>，</w:t>
      </w:r>
      <w:r w:rsidRPr="00415D81">
        <w:rPr>
          <w:rFonts w:ascii="Cambria Math" w:hAnsi="Cambria Math"/>
          <w:color w:val="000000"/>
          <w:szCs w:val="21"/>
        </w:rPr>
        <w:fldChar w:fldCharType="begin"/>
      </w:r>
      <w:r w:rsidRPr="00415D81">
        <w:rPr>
          <w:rFonts w:ascii="Cambria Math" w:hAnsi="Cambria Math"/>
          <w:color w:val="000000"/>
          <w:szCs w:val="21"/>
        </w:rPr>
        <w:instrText xml:space="preserve"> QUOTE </w:instrText>
      </w:r>
      <w:r w:rsidR="00000000">
        <w:rPr>
          <w:rFonts w:ascii="Cambria Math" w:hAnsi="Cambria Math"/>
          <w:color w:val="000000"/>
          <w:szCs w:val="21"/>
        </w:rPr>
        <w:pict w14:anchorId="7FA1EA71">
          <v:shape id="_x0000_i1058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instrText xml:space="preserve"> </w:instrText>
      </w:r>
      <w:r w:rsidRPr="00415D81">
        <w:rPr>
          <w:rFonts w:ascii="Cambria Math" w:hAnsi="Cambria Math"/>
          <w:color w:val="000000"/>
          <w:szCs w:val="21"/>
        </w:rPr>
        <w:fldChar w:fldCharType="separate"/>
      </w:r>
      <w:r w:rsidR="00354934">
        <w:rPr>
          <w:rFonts w:ascii="Cambria Math" w:hAnsi="Cambria Math"/>
          <w:color w:val="000000"/>
          <w:szCs w:val="21"/>
        </w:rPr>
        <w:pict w14:anchorId="01ABFBF9">
          <v:shape id="_x0000_i1087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0D7919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0D7919&quot; wsp:rsidP=&quot;000D7919&quot;&gt;&lt;m:oMathPara&gt;&lt;m:oMath&gt;&lt;m:r&gt;&lt;m:rPr&gt;&lt;m:sty m:val=&quot;p&quot;/&gt;&lt;/m:rPr&gt;&lt;w:rPr&gt;&lt;w:rFonts w:ascii=&quot;Cambria Math&quot; w:h-ansi=&quot;Cambria Math&quot;/&gt;&lt;wx:font wx:val=&quot;Cambria Math&quot;/&gt;&lt;w:color w:val=&quot;000000&quot;/&gt;&lt;w:sz-cs w:val=&quot;21&quot;/&gt;&lt;/w:rPr&gt;&lt;m:t&gt;鈩?/m:t&gt;&lt;/m:r&gt;&lt;/m:oMath&gt;&lt;/m:oMa00000000000000000000000000000000thPara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415D81">
        <w:rPr>
          <w:rFonts w:ascii="Cambria Math" w:hAnsi="Cambria Math"/>
          <w:color w:val="000000"/>
          <w:szCs w:val="21"/>
        </w:rPr>
        <w:fldChar w:fldCharType="end"/>
      </w:r>
      <w:r w:rsidRPr="00415D81">
        <w:rPr>
          <w:rFonts w:ascii="Cambria Math" w:hAnsi="Cambria Math" w:hint="eastAsia"/>
          <w:color w:val="000000"/>
          <w:szCs w:val="21"/>
        </w:rPr>
        <w:t>。</w:t>
      </w:r>
    </w:p>
    <w:p w14:paraId="7862FB92" w14:textId="77777777" w:rsidR="00794676" w:rsidRPr="00C72292" w:rsidRDefault="00794676" w:rsidP="00794676">
      <w:pPr>
        <w:pStyle w:val="a0"/>
        <w:ind w:left="1470" w:right="1470"/>
      </w:pPr>
    </w:p>
    <w:p w14:paraId="0859FD70" w14:textId="77777777" w:rsidR="00794676" w:rsidRPr="0097710D" w:rsidRDefault="00794676" w:rsidP="00794676">
      <w:pPr>
        <w:pStyle w:val="1"/>
        <w:snapToGrid w:val="0"/>
        <w:spacing w:line="240" w:lineRule="atLeast"/>
        <w:ind w:left="432" w:hanging="432"/>
      </w:pPr>
      <w:bookmarkStart w:id="36" w:name="_Toc160352584"/>
      <w:r>
        <w:rPr>
          <w:rFonts w:hint="eastAsia"/>
        </w:rPr>
        <w:t>边界</w:t>
      </w:r>
      <w:r>
        <w:t>条件参数设置</w:t>
      </w:r>
      <w:bookmarkEnd w:id="36"/>
    </w:p>
    <w:p w14:paraId="7F5C6CA7" w14:textId="77777777" w:rsidR="00794676" w:rsidRDefault="00794676" w:rsidP="00794676">
      <w:pPr>
        <w:pStyle w:val="2"/>
        <w:spacing w:line="240" w:lineRule="atLeast"/>
        <w:rPr>
          <w:kern w:val="2"/>
        </w:rPr>
      </w:pPr>
      <w:bookmarkStart w:id="37" w:name="_Toc160352585"/>
      <w:r>
        <w:rPr>
          <w:rFonts w:hint="eastAsia"/>
          <w:kern w:val="2"/>
        </w:rPr>
        <w:t>基本</w:t>
      </w:r>
      <w:r>
        <w:rPr>
          <w:kern w:val="2"/>
        </w:rPr>
        <w:t>设置</w:t>
      </w:r>
      <w:bookmarkEnd w:id="37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38"/>
        <w:gridCol w:w="22"/>
        <w:gridCol w:w="3105"/>
        <w:gridCol w:w="685"/>
        <w:gridCol w:w="3777"/>
      </w:tblGrid>
      <w:tr w:rsidR="00794676" w:rsidRPr="00A2276A" w14:paraId="5B4CF7AD" w14:textId="77777777" w:rsidTr="00174B09">
        <w:trPr>
          <w:trHeight w:val="177"/>
          <w:jc w:val="center"/>
        </w:trPr>
        <w:tc>
          <w:tcPr>
            <w:tcW w:w="1738" w:type="dxa"/>
            <w:shd w:val="clear" w:color="auto" w:fill="D9D9D9"/>
          </w:tcPr>
          <w:p w14:paraId="17C14100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公式</w:t>
            </w:r>
            <w:r>
              <w:rPr>
                <w:rFonts w:hint="eastAsia"/>
                <w:b/>
                <w:color w:val="000000"/>
                <w:szCs w:val="21"/>
              </w:rPr>
              <w:t>及变量</w:t>
            </w:r>
          </w:p>
        </w:tc>
        <w:tc>
          <w:tcPr>
            <w:tcW w:w="3127" w:type="dxa"/>
            <w:gridSpan w:val="2"/>
            <w:shd w:val="clear" w:color="auto" w:fill="D9D9D9"/>
          </w:tcPr>
          <w:p w14:paraId="6BE75A10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685" w:type="dxa"/>
            <w:shd w:val="clear" w:color="auto" w:fill="D9D9D9"/>
          </w:tcPr>
          <w:p w14:paraId="25771971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数值</w:t>
            </w:r>
          </w:p>
        </w:tc>
        <w:tc>
          <w:tcPr>
            <w:tcW w:w="3777" w:type="dxa"/>
            <w:shd w:val="clear" w:color="auto" w:fill="D9D9D9"/>
          </w:tcPr>
          <w:p w14:paraId="6517C0D1" w14:textId="77777777" w:rsidR="00794676" w:rsidRPr="00B80BC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B80BC5">
              <w:rPr>
                <w:rFonts w:hint="eastAsia"/>
                <w:b/>
                <w:color w:val="000000"/>
                <w:szCs w:val="21"/>
              </w:rPr>
              <w:t>说明</w:t>
            </w:r>
          </w:p>
        </w:tc>
      </w:tr>
      <w:tr w:rsidR="00794676" w:rsidRPr="00A2276A" w14:paraId="08412262" w14:textId="77777777" w:rsidTr="00174B09">
        <w:trPr>
          <w:trHeight w:val="258"/>
          <w:jc w:val="center"/>
        </w:trPr>
        <w:tc>
          <w:tcPr>
            <w:tcW w:w="9327" w:type="dxa"/>
            <w:gridSpan w:val="5"/>
            <w:shd w:val="clear" w:color="auto" w:fill="auto"/>
          </w:tcPr>
          <w:p w14:paraId="32C69B50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b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（一）内表面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2276A" w14:paraId="78C04720" w14:textId="77777777" w:rsidTr="00224DAA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5D0C6AB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lastRenderedPageBreak/>
              <w:pict w14:anchorId="3DEE29F1">
                <v:shape id="_x0000_i1060" type="#_x0000_t75" style="width:15.7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0798A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20798A&quot; wsp:rsidRDefault=&quot;0020798A&quot; wsp:rsidP=&quot;0020798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f,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207&quot;098A&quot;&gt;&lt;&quot;0w:pgSz&quot;0 w:w=&quot;&quot;0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3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75626961" w14:textId="77777777" w:rsidR="00713B47" w:rsidRPr="00A2276A" w:rsidRDefault="00E81B1E" w:rsidP="009205C5">
            <w:pPr>
              <w:pStyle w:val="a0"/>
              <w:ind w:leftChars="0" w:left="0" w:rightChars="16" w:right="34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夏季室内</w:t>
            </w:r>
            <w:r w:rsidR="00794676" w:rsidRPr="00A2276A">
              <w:rPr>
                <w:rFonts w:ascii="宋体" w:hAnsi="宋体"/>
                <w:szCs w:val="21"/>
              </w:rPr>
              <w:t>温度</w:t>
            </w:r>
            <w:r w:rsidR="00794676" w:rsidRPr="00A2276A">
              <w:rPr>
                <w:rFonts w:ascii="宋体" w:hAnsi="宋体" w:hint="eastAsia"/>
                <w:szCs w:val="21"/>
              </w:rPr>
              <w:t>，</w:t>
            </w:r>
            <w:r w:rsidR="00794676" w:rsidRPr="00794676">
              <w:rPr>
                <w:rFonts w:ascii="宋体" w:hAnsi="宋体"/>
                <w:szCs w:val="21"/>
              </w:rPr>
              <w:fldChar w:fldCharType="begin"/>
            </w:r>
            <w:r w:rsidR="00794676"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74CBDC04">
                <v:shape id="_x0000_i1061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instrText xml:space="preserve"> </w:instrText>
            </w:r>
            <w:r w:rsidR="00794676" w:rsidRPr="00794676">
              <w:rPr>
                <w:rFonts w:ascii="宋体" w:hAnsi="宋体"/>
                <w:szCs w:val="21"/>
              </w:rPr>
              <w:fldChar w:fldCharType="separate"/>
            </w:r>
            <w:r w:rsidR="00354934">
              <w:rPr>
                <w:position w:val="-8"/>
              </w:rPr>
              <w:pict w14:anchorId="4BC471A6">
                <v:shape id="_x0000_i1088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4C5C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CC4C5C&quot; wsp:rsidP=&quot;00CC4C5C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C&quot;00C&quot;00C&quot;00C&quot;00C&quot;00C&quot;00C&quot;00C&quot;00C&quot;00C&quot;00C&quot;00C&quot;00C&quot;00C&quot;00C&quot;00C&quot;00C&quot;00C&quot;00C&quot;00C&quot;00C&quot;00C&quot;00C&quot;00C&quot;00C&quot;00C&quot;00C&quot;00C&quot;00C&quot;00C&quot;00C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="00794676"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E7E6E6"/>
            <w:vAlign w:val="center"/>
          </w:tcPr>
          <w:p w14:paraId="5B71B795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349CA705" w14:textId="77777777" w:rsidR="00794676" w:rsidRPr="00F87B95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>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第</w:t>
            </w:r>
            <w:r w:rsidRPr="00F87B95">
              <w:rPr>
                <w:rFonts w:hint="eastAsia"/>
                <w:color w:val="000000"/>
                <w:szCs w:val="21"/>
              </w:rPr>
              <w:t>3.3.2</w:t>
            </w:r>
            <w:r w:rsidRPr="00F87B95">
              <w:rPr>
                <w:rFonts w:hint="eastAsia"/>
                <w:color w:val="000000"/>
                <w:szCs w:val="21"/>
              </w:rPr>
              <w:t>条</w:t>
            </w:r>
            <w:r w:rsidRPr="00F87B95">
              <w:rPr>
                <w:color w:val="000000"/>
                <w:szCs w:val="21"/>
              </w:rPr>
              <w:t>的规定</w:t>
            </w:r>
            <w:r w:rsidR="00AE03A3">
              <w:rPr>
                <w:rFonts w:hint="eastAsia"/>
                <w:color w:val="000000"/>
                <w:szCs w:val="21"/>
              </w:rPr>
              <w:t>取值</w:t>
            </w:r>
            <w:r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0471D4A8" w14:textId="77777777" w:rsidTr="00CD5270">
        <w:trPr>
          <w:jc w:val="center"/>
        </w:trPr>
        <w:tc>
          <w:tcPr>
            <w:tcW w:w="1760" w:type="dxa"/>
            <w:gridSpan w:val="2"/>
            <w:shd w:val="clear" w:color="auto" w:fill="auto"/>
          </w:tcPr>
          <w:p w14:paraId="03758E70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  <w:vertAlign w:val="subscript"/>
              </w:rPr>
            </w:pPr>
            <w:r>
              <w:pict w14:anchorId="4A48D23C">
                <v:shape id="_x0000_i1063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60C5C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560C5C&quot; wsp:rsidRDefault=&quot;00560C5C&quot; wsp:rsidP=&quot;00560C5C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h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1&lt;/&quot;0m:t&gt;&lt;/&quot;0m:r&gt;&lt;/&quot;0m:sub&gt;&quot;0&lt;/m:sS&quot;0ub&gt;&lt;/m&quot;0:oMath&quot;0&gt;&lt;/m:o&quot;0MathPa&quot;0ra&gt;&lt;/w&quot;0:p&gt;&lt;w:&quot;0sectPr&quot;0 wsp:r&quot;0sidR=&quot;&quot;0000000&quot;000&quot; ws&quot;0p:rsid&quot;0RPr=&quot;0&quot;00560C5&quot;0C&quot;&gt;&lt;w:&quot;0pgSz w&quot;0:w=&quot;12&quot;0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4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FE6233F" w14:textId="77777777" w:rsidR="00794676" w:rsidRPr="004B3388" w:rsidRDefault="00794676" w:rsidP="00CD5270">
            <w:pPr>
              <w:pStyle w:val="a0"/>
              <w:ind w:leftChars="0" w:left="0" w:rightChars="-62" w:right="-130"/>
              <w:rPr>
                <w:color w:val="000000"/>
                <w:szCs w:val="21"/>
              </w:rPr>
            </w:pPr>
            <w:r w:rsidRPr="004B3388">
              <w:rPr>
                <w:rFonts w:hint="eastAsia"/>
                <w:color w:val="000000"/>
                <w:szCs w:val="21"/>
              </w:rPr>
              <w:t>室内</w:t>
            </w:r>
            <w:r w:rsidRPr="004B3388">
              <w:rPr>
                <w:color w:val="000000"/>
                <w:szCs w:val="21"/>
              </w:rPr>
              <w:t>侧</w:t>
            </w:r>
            <w:r w:rsidRPr="004B3388">
              <w:rPr>
                <w:rFonts w:hint="eastAsia"/>
                <w:color w:val="000000"/>
                <w:szCs w:val="21"/>
              </w:rPr>
              <w:t>对流换热</w:t>
            </w:r>
            <w:r w:rsidRPr="004B3388">
              <w:rPr>
                <w:color w:val="000000"/>
                <w:szCs w:val="21"/>
              </w:rPr>
              <w:t>系数</w:t>
            </w:r>
            <w:r w:rsidRPr="004B3388">
              <w:rPr>
                <w:rFonts w:hint="eastAsia"/>
                <w:color w:val="000000"/>
                <w:szCs w:val="21"/>
              </w:rPr>
              <w:t>，</w:t>
            </w:r>
            <w:r w:rsidRPr="004B3388">
              <w:rPr>
                <w:color w:val="000000"/>
                <w:szCs w:val="21"/>
              </w:rPr>
              <w:t>W/(m</w:t>
            </w:r>
            <w:r w:rsidRPr="007B6E16">
              <w:rPr>
                <w:color w:val="000000"/>
                <w:szCs w:val="21"/>
                <w:vertAlign w:val="superscript"/>
              </w:rPr>
              <w:t>2</w:t>
            </w:r>
            <w:r w:rsidR="00CD5270" w:rsidRPr="004B3388">
              <w:rPr>
                <w:color w:val="000000"/>
                <w:szCs w:val="21"/>
              </w:rPr>
              <w:t>·</w:t>
            </w:r>
            <w:r w:rsidR="004B3388" w:rsidRPr="004B3388">
              <w:rPr>
                <w:color w:val="000000"/>
                <w:szCs w:val="21"/>
              </w:rPr>
              <w:t>K</w:t>
            </w:r>
            <w:r w:rsidRPr="004B3388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AE30971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8.7</w:t>
            </w:r>
          </w:p>
        </w:tc>
        <w:tc>
          <w:tcPr>
            <w:tcW w:w="3777" w:type="dxa"/>
            <w:shd w:val="clear" w:color="auto" w:fill="auto"/>
          </w:tcPr>
          <w:p w14:paraId="02EE20ED" w14:textId="77777777" w:rsidR="00794676" w:rsidRPr="00A2276A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941814">
              <w:rPr>
                <w:color w:val="000000"/>
                <w:szCs w:val="21"/>
              </w:rPr>
              <w:t>-2016</w:t>
            </w:r>
            <w:r w:rsidRPr="00F87B95">
              <w:rPr>
                <w:rFonts w:hint="eastAsia"/>
                <w:color w:val="000000"/>
                <w:szCs w:val="21"/>
              </w:rPr>
              <w:t>附录</w:t>
            </w:r>
            <w:r w:rsidR="00941814">
              <w:rPr>
                <w:color w:val="000000"/>
                <w:szCs w:val="21"/>
              </w:rPr>
              <w:t>B.4.1</w:t>
            </w:r>
            <w:r w:rsidR="00941814">
              <w:rPr>
                <w:rFonts w:hint="eastAsia"/>
                <w:color w:val="000000"/>
                <w:szCs w:val="21"/>
              </w:rPr>
              <w:t>，表</w:t>
            </w:r>
            <w:r w:rsidR="00941814">
              <w:rPr>
                <w:color w:val="000000"/>
                <w:szCs w:val="21"/>
              </w:rPr>
              <w:t>B.4.1-1</w:t>
            </w:r>
            <w:r w:rsidR="00AE03A3">
              <w:rPr>
                <w:rFonts w:hint="eastAsia"/>
                <w:color w:val="000000"/>
                <w:szCs w:val="21"/>
              </w:rPr>
              <w:t>取值。</w:t>
            </w:r>
          </w:p>
        </w:tc>
      </w:tr>
      <w:tr w:rsidR="00794676" w:rsidRPr="00A2276A" w14:paraId="48514B8D" w14:textId="77777777" w:rsidTr="00174B09">
        <w:trPr>
          <w:jc w:val="center"/>
        </w:trPr>
        <w:tc>
          <w:tcPr>
            <w:tcW w:w="9327" w:type="dxa"/>
            <w:gridSpan w:val="5"/>
            <w:shd w:val="clear" w:color="auto" w:fill="auto"/>
          </w:tcPr>
          <w:p w14:paraId="1DF7D91F" w14:textId="77777777" w:rsidR="00794676" w:rsidRPr="00A2276A" w:rsidRDefault="00794676" w:rsidP="009205C5">
            <w:pPr>
              <w:pStyle w:val="a0"/>
              <w:ind w:leftChars="0" w:left="0" w:right="147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b/>
                <w:szCs w:val="21"/>
              </w:rPr>
              <w:t>（二）外表面</w:t>
            </w:r>
            <w:r w:rsidRPr="00A2276A">
              <w:rPr>
                <w:rFonts w:ascii="宋体" w:hAnsi="宋体"/>
                <w:b/>
                <w:szCs w:val="21"/>
              </w:rPr>
              <w:t>边界条件（</w:t>
            </w:r>
            <w:r w:rsidRPr="00A2276A">
              <w:rPr>
                <w:rFonts w:ascii="宋体" w:hAnsi="宋体" w:hint="eastAsia"/>
                <w:b/>
                <w:szCs w:val="21"/>
              </w:rPr>
              <w:t>第三类</w:t>
            </w:r>
            <w:r w:rsidRPr="00A2276A">
              <w:rPr>
                <w:rFonts w:ascii="宋体" w:hAnsi="宋体"/>
                <w:b/>
                <w:szCs w:val="21"/>
              </w:rPr>
              <w:t>边界条件</w:t>
            </w:r>
            <w:r w:rsidRPr="00A2276A"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794676" w:rsidRPr="00AD2254" w14:paraId="66866C2E" w14:textId="77777777" w:rsidTr="00174B09">
        <w:trPr>
          <w:trHeight w:val="210"/>
          <w:jc w:val="center"/>
        </w:trPr>
        <w:tc>
          <w:tcPr>
            <w:tcW w:w="1760" w:type="dxa"/>
            <w:gridSpan w:val="2"/>
            <w:shd w:val="clear" w:color="auto" w:fill="auto"/>
            <w:vAlign w:val="center"/>
          </w:tcPr>
          <w:p w14:paraId="71CC2DE2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66B614F9">
                <v:shape id="_x0000_i1064" type="#_x0000_t75" style="width:20.55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339F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A4339F&quot; wsp:rsidRDefault=&quot;00A4339F&quot; wsp:rsidP=&quot;00A4339F&quot;&gt;&lt;m:oMathPara&gt;&lt;m:oMath&gt;&lt;m:sSub&gt;&lt;m:sSubPr&gt;&lt;m:ctrlPr&gt;&lt;w:rPr&gt;&lt;w:rFonts w:ascii=&quot;Cambria Math&quot; w:fareast=&quot;绛夌嚎&quot; w:h-ansi=&quot;Cambria Math&quot;/&gt;&lt;wx:font wx:val=&quot;Cambria Math&quot;/&gt;&lt;w:i/&gt;&lt;w:sz-cs w:val=&quot;21&quot;/&gt;&lt;/w:rPr&gt;&lt;/m:ctrlPr&gt;&lt;/m:sSubPr&gt;&lt;m=&quot;0=&quot;0=&quot;0=&quot;0=&quot;0=&quot;0=&quot;0=&quot;0=&quot;0=&quot;0=&quot;0=&quot;0=&quot;0=&quot;0=&quot;0=&quot;0=&quot;0=&quot;0=&quot;0=&quot;0=&quot;0=&quot;0=&quot;0=&quot;0=&quot;0=&quot;0=&quot;0=&quot;0=&quot;0=&quot;0=&quot;0:e&gt;&lt;m:r&gt;&lt;w:rPr&gt;&lt;w:rFonts w:ascii=&quot;Cambria Math&quot; w:fareast=&quot;绛夌嚎&quot; w:h-ansi=&quot;Cambria Math&quot;/&gt;&lt;wx:font wx:val=&quot;Cambria Math&quot;/&gt;&lt;w:i/&gt;&lt;w:sz-cs w:val=&quot;21&quot;/&gt;&lt;/w:rPr&gt;&lt;m:t&gt;h=&quot;0&lt;/m=&quot;0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m=&quot;0绾?&lt;m=&quot;0&quot; w&gt;&lt;m=&quot;0:h-ansi=&quot;Cambria Math&quot;/&gt;&lt;wx:font wx:val=&quot;Cambria Math&quot;/&gt;&lt;w:i/&gt;&lt;w:sz-c&quot;0s w:va&quot;0l=&quot;21&quot;&quot;0/&gt;&lt;/w:&quot;0rPr&gt;&lt;m&quot;0:t&gt;n+1&quot;0&lt;/m:t&gt;&quot;0&lt;/m:r&gt;&quot;0&lt;/m:su&quot;0b&gt;&lt;/m:&quot;0sSub&gt;&lt;&quot;0/m:oMa&quot;0th&gt;&lt;/m&quot;0:oMath&quot;0Para&gt;&lt;&quot;0/w:p&gt;&lt;&quot;0w:sect&quot;0Pr wsp&quot;0:rsidR&quot;0=&quot;0000&quot;00000&quot; &quot;0wsp:rs&quot;0idRPr=&quot;0&quot;00A43&quot;039F&quot;&gt;&lt;&quot;0w:pgSz&quot;0 w:w=&quot;&quot;012240&quot;&quot;0 w:h=&quot;&quot;0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5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41092E8A" w14:textId="77777777" w:rsidR="00794676" w:rsidRPr="00A2276A" w:rsidRDefault="00794676" w:rsidP="00CD5270">
            <w:pPr>
              <w:pStyle w:val="a0"/>
              <w:ind w:leftChars="0" w:left="0" w:rightChars="-51" w:right="-107"/>
              <w:textAlignment w:val="center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color w:val="000000"/>
                <w:szCs w:val="21"/>
              </w:rPr>
              <w:t>室外侧对流换热</w:t>
            </w:r>
            <w:r w:rsidRPr="00A2276A">
              <w:rPr>
                <w:rFonts w:ascii="宋体" w:hAnsi="宋体"/>
                <w:color w:val="000000"/>
                <w:szCs w:val="21"/>
              </w:rPr>
              <w:t>系数，</w:t>
            </w:r>
            <w:r w:rsidRPr="00F87B95">
              <w:rPr>
                <w:color w:val="000000"/>
                <w:szCs w:val="21"/>
              </w:rPr>
              <w:t>(m</w:t>
            </w:r>
            <w:r>
              <w:rPr>
                <w:color w:val="000000"/>
                <w:szCs w:val="21"/>
                <w:vertAlign w:val="superscript"/>
              </w:rPr>
              <w:t>2</w:t>
            </w:r>
            <w:r w:rsidR="00CD5270">
              <w:rPr>
                <w:rFonts w:hint="eastAsia"/>
                <w:color w:val="000000"/>
                <w:szCs w:val="21"/>
              </w:rPr>
              <w:t>·</w:t>
            </w:r>
            <w:r w:rsidR="004B3388">
              <w:rPr>
                <w:color w:val="000000"/>
                <w:szCs w:val="21"/>
              </w:rPr>
              <w:t>K</w:t>
            </w:r>
            <w:r w:rsidRPr="00F87B95">
              <w:rPr>
                <w:color w:val="000000"/>
                <w:szCs w:val="21"/>
              </w:rPr>
              <w:t>)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84B2C4B" w14:textId="77777777" w:rsidR="00794676" w:rsidRPr="00A2276A" w:rsidRDefault="00794676" w:rsidP="009205C5">
            <w:pPr>
              <w:pStyle w:val="a0"/>
              <w:ind w:leftChars="0" w:left="0" w:rightChars="0" w:right="0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19.0</w:t>
            </w:r>
          </w:p>
        </w:tc>
        <w:tc>
          <w:tcPr>
            <w:tcW w:w="3777" w:type="dxa"/>
            <w:shd w:val="clear" w:color="auto" w:fill="auto"/>
          </w:tcPr>
          <w:p w14:paraId="16EEE9A7" w14:textId="77777777" w:rsidR="00794676" w:rsidRPr="00F87B95" w:rsidRDefault="00794676" w:rsidP="000266FA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 w:rsidR="00AD2254">
              <w:rPr>
                <w:color w:val="000000"/>
                <w:szCs w:val="21"/>
              </w:rPr>
              <w:t>-2016</w:t>
            </w:r>
            <w:r w:rsidR="00AD2254" w:rsidRPr="00F87B95">
              <w:rPr>
                <w:rFonts w:hint="eastAsia"/>
                <w:color w:val="000000"/>
                <w:szCs w:val="21"/>
              </w:rPr>
              <w:t>附录</w:t>
            </w:r>
            <w:r w:rsidR="00AD2254">
              <w:rPr>
                <w:color w:val="000000"/>
                <w:szCs w:val="21"/>
              </w:rPr>
              <w:t>B.4.1</w:t>
            </w:r>
            <w:r w:rsidR="00AD2254">
              <w:rPr>
                <w:rFonts w:hint="eastAsia"/>
                <w:color w:val="000000"/>
                <w:szCs w:val="21"/>
              </w:rPr>
              <w:t>，表</w:t>
            </w:r>
            <w:r w:rsidR="00AD2254">
              <w:rPr>
                <w:color w:val="000000"/>
                <w:szCs w:val="21"/>
              </w:rPr>
              <w:t>B.4.1-2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ED2DFD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  <w:tr w:rsidR="00794676" w:rsidRPr="00A2276A" w14:paraId="3B48AFFB" w14:textId="77777777" w:rsidTr="00174B09">
        <w:trPr>
          <w:trHeight w:val="493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4DF1099C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724F71BD">
                <v:shape id="_x0000_i1065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266E7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D266E7&quot; wsp:rsidRDefault=&quot;00D266E7&quot; wsp:rsidP=&quot;00D266E7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t&lt;/m:t&gt;=&quot;0&lt;/m=&quot;0:r&gt;=&quot;0&lt;/m=&quot;0:e&gt;=&quot;0&lt;m:=&quot;0sub=&quot;0&gt;&lt;m=&quot;0:r&gt;=&quot;0&lt;w:=&quot;0rPr=&quot;0&gt;&lt;w=&quot;0:rF=&quot;0ont=&quot;0s w=&quot;0:as=&quot;0cii=&quot;0=&quot;C=&quot;0amb=&quot;0ria=&quot;0 Ma=&quot;0th&quot;=&quot;0 w:=&quot;0far=&quot;0eas=&quot;0t=&quot;=&quot;0绛?:=&quot;0绾?m:=&quot;0&quot; w&lt;m:=&quot;0:h-&lt;m:=&quot;0ans&lt;m:=&quot;0i=&quot;Cambria Math&quot;/&gt;&lt;wx:font wx:val=&quot;Cambria Math&quot;/&gt;&lt;w:i/&gt;&lt;w:sz-c&quot;0s w:va&quot;0l=&quot;21&quot;&quot;0/&gt;&lt;/w:&quot;0rPr&gt;&lt;m&quot;0:t&gt;sh&lt;&quot;0/m:t&gt;&lt;&quot;0/m:r&gt;&lt;&quot;0/m:sub&quot;0&gt;&lt;/m:s&quot;0Sub&gt;&lt;/&quot;0m:oMat&quot;0h&gt;&lt;/m:&quot;0oMathP&quot;0ara&gt;&lt;/&quot;0w:p&gt;&lt;w&quot;0:sectP&quot;0r wsp:&quot;0rsidR=&quot;0&quot;00000&quot;0000&quot; w&quot;0sp:rsi&quot;0dRPr=&quot;&quot;000D266&quot;0E7&quot;&gt;&lt;w&quot;0:pgSz &quot;0w:w=&quot;1&quot;0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6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330A8AE7" w14:textId="77777777" w:rsidR="00794676" w:rsidRPr="00A2276A" w:rsidRDefault="00794676" w:rsidP="009205C5">
            <w:pPr>
              <w:pStyle w:val="a0"/>
              <w:ind w:leftChars="0" w:left="0" w:rightChars="-51" w:right="-107"/>
              <w:jc w:val="left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室外</w:t>
            </w:r>
            <w:r w:rsidRPr="00A2276A">
              <w:rPr>
                <w:rFonts w:ascii="宋体" w:hAnsi="宋体"/>
                <w:szCs w:val="21"/>
              </w:rPr>
              <w:t>空气逐时温度</w:t>
            </w:r>
            <w:r w:rsidRPr="00A2276A">
              <w:rPr>
                <w:rFonts w:ascii="宋体" w:hAnsi="宋体" w:hint="eastAsia"/>
                <w:szCs w:val="21"/>
              </w:rPr>
              <w:t>，</w:t>
            </w:r>
            <w:r w:rsidRPr="00794676">
              <w:rPr>
                <w:rFonts w:ascii="宋体" w:hAnsi="宋体"/>
                <w:szCs w:val="21"/>
              </w:rPr>
              <w:fldChar w:fldCharType="begin"/>
            </w:r>
            <w:r w:rsidRPr="00794676">
              <w:rPr>
                <w:rFonts w:ascii="宋体" w:hAnsi="宋体"/>
                <w:szCs w:val="21"/>
              </w:rPr>
              <w:instrText xml:space="preserve"> QUOTE </w:instrText>
            </w:r>
            <w:r w:rsidR="00000000">
              <w:rPr>
                <w:position w:val="-8"/>
              </w:rPr>
              <w:pict w14:anchorId="6CCB6554">
                <v:shape id="_x0000_i1066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instrText xml:space="preserve"> </w:instrText>
            </w:r>
            <w:r w:rsidRPr="00794676">
              <w:rPr>
                <w:rFonts w:ascii="宋体" w:hAnsi="宋体"/>
                <w:szCs w:val="21"/>
              </w:rPr>
              <w:fldChar w:fldCharType="separate"/>
            </w:r>
            <w:r w:rsidR="00354934">
              <w:rPr>
                <w:position w:val="-8"/>
              </w:rPr>
              <w:pict w14:anchorId="51FB4984">
                <v:shape id="_x0000_i1089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5A81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Default=&quot;003B5A81&quot; wsp:rsidP=&quot;003B5A81&quot;&gt;&lt;m:oMathPara&gt;&lt;m:oMath&gt;&lt;m:r&gt;&lt;m:rPr&gt;&lt;m:sty m:val=&quot;p&quot;/&gt;&lt;/m:rPr&gt;&lt;w:rPr&gt;&lt;w:rFonts w:ascii=&quot;Cambria Math&quot; w:fareast=&quot;绛夌嚎&quot; w:h-ansi=&quot;Cambria Math&quot;/&gt;&lt;wx:font wx:val=&quot;Cambria Math&quot;/&gt;&lt;w:sz-cs w:val=&quot;21&quot;/&gt;&lt;/w:rPr&gt;&lt;m:t&gt;鈩?/m:t&gt;&lt;/m:r&gt;&lt;/m:oMath&gt;&lt;/m:oMathPara=&quot;003&quot;003&quot;003&quot;003&quot;003&quot;003&quot;003&quot;003&quot;003&quot;003&quot;003&quot;003&quot;003&quot;003&quot;003&quot;003&quot;003&quot;003&quot;003&quot;003&quot;003&quot;003&quot;003&quot;003&quot;003&quot;003&quot;003&quot;003&quot;003&quot;003&quot;003&gt;&lt;/w:p&gt;&lt;w:sectPr wsp:rsidR=&quot;00000000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14" o:title="" chromakey="white"/>
                </v:shape>
              </w:pict>
            </w:r>
            <w:r w:rsidRPr="00794676">
              <w:rPr>
                <w:rFonts w:ascii="宋体" w:hAnsi="宋体"/>
                <w:szCs w:val="21"/>
              </w:rPr>
              <w:fldChar w:fldCharType="end"/>
            </w:r>
          </w:p>
        </w:tc>
        <w:tc>
          <w:tcPr>
            <w:tcW w:w="685" w:type="dxa"/>
            <w:shd w:val="clear" w:color="auto" w:fill="D9D9D9"/>
          </w:tcPr>
          <w:p w14:paraId="367F829B" w14:textId="77777777" w:rsidR="00794676" w:rsidRPr="00A2276A" w:rsidRDefault="00794676" w:rsidP="009205C5">
            <w:pPr>
              <w:pStyle w:val="a0"/>
              <w:ind w:leftChars="-5" w:left="-10" w:rightChars="-14" w:right="-29" w:firstLineChars="6" w:firstLine="13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54C2411C" w14:textId="77777777" w:rsidR="00794676" w:rsidRPr="00F87B95" w:rsidRDefault="000937CE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2B1480">
              <w:rPr>
                <w:rFonts w:hint="eastAsia"/>
                <w:szCs w:val="21"/>
              </w:rPr>
              <w:t>配套</w:t>
            </w:r>
            <w:r w:rsidR="002B1480">
              <w:rPr>
                <w:szCs w:val="21"/>
              </w:rPr>
              <w:t>软件</w:t>
            </w:r>
            <w:r w:rsidR="002B1480">
              <w:rPr>
                <w:rFonts w:hint="eastAsia"/>
                <w:szCs w:val="21"/>
              </w:rPr>
              <w:t>气象数据</w:t>
            </w:r>
            <w:r w:rsidR="002B1480">
              <w:rPr>
                <w:szCs w:val="21"/>
              </w:rPr>
              <w:t>取用</w:t>
            </w:r>
            <w:r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687BC2DC" w14:textId="77777777" w:rsidTr="00174B09">
        <w:trPr>
          <w:trHeight w:val="448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6E93FDBB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30402C7D">
                <v:shape id="_x0000_i1068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3094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8C3094&quot; wsp:rsidRDefault=&quot;008C3094&quot; wsp:rsidP=&quot;008C3094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8C3094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</w:tcPr>
          <w:p w14:paraId="3E79EF10" w14:textId="77777777" w:rsidR="00794676" w:rsidRPr="00A2276A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rFonts w:ascii="宋体" w:hAnsi="宋体"/>
                <w:szCs w:val="21"/>
              </w:rPr>
            </w:pPr>
            <w:r w:rsidRPr="002D64D1">
              <w:rPr>
                <w:rFonts w:hint="eastAsia"/>
                <w:color w:val="000000"/>
                <w:szCs w:val="21"/>
              </w:rPr>
              <w:t>表面</w:t>
            </w:r>
            <w:r w:rsidRPr="002D64D1">
              <w:rPr>
                <w:color w:val="000000"/>
                <w:szCs w:val="21"/>
              </w:rPr>
              <w:t>法向太阳</w:t>
            </w:r>
            <w:r w:rsidRPr="002D64D1">
              <w:rPr>
                <w:rFonts w:hint="eastAsia"/>
                <w:color w:val="000000"/>
                <w:szCs w:val="21"/>
              </w:rPr>
              <w:t>总</w:t>
            </w:r>
            <w:r w:rsidRPr="002D64D1">
              <w:rPr>
                <w:color w:val="000000"/>
                <w:szCs w:val="21"/>
              </w:rPr>
              <w:t>辐射</w:t>
            </w:r>
            <w:r w:rsidRPr="002D64D1">
              <w:rPr>
                <w:rFonts w:hint="eastAsia"/>
                <w:color w:val="000000"/>
                <w:szCs w:val="21"/>
              </w:rPr>
              <w:t>强度，</w:t>
            </w:r>
            <w:r w:rsidRPr="002D64D1">
              <w:rPr>
                <w:color w:val="000000"/>
                <w:szCs w:val="21"/>
              </w:rPr>
              <w:t>包括直射</w:t>
            </w:r>
            <w:r w:rsidRPr="002D64D1">
              <w:rPr>
                <w:rFonts w:hint="eastAsia"/>
                <w:color w:val="000000"/>
                <w:szCs w:val="21"/>
              </w:rPr>
              <w:t>和散射，</w:t>
            </w:r>
            <w:r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>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66D503AA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</w:tcPr>
          <w:p w14:paraId="14FA7C35" w14:textId="77777777" w:rsidR="00794676" w:rsidRPr="00F87B95" w:rsidRDefault="000937CE" w:rsidP="00DD23EE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F87B95">
              <w:rPr>
                <w:rFonts w:hint="eastAsia"/>
                <w:color w:val="000000"/>
                <w:szCs w:val="21"/>
              </w:rPr>
              <w:t>按《民用建筑热工设计规范》</w:t>
            </w:r>
            <w:r w:rsidRPr="00F87B95">
              <w:rPr>
                <w:rFonts w:hint="eastAsia"/>
                <w:color w:val="000000"/>
                <w:szCs w:val="21"/>
              </w:rPr>
              <w:t xml:space="preserve"> GB50176</w:t>
            </w:r>
            <w:r>
              <w:rPr>
                <w:color w:val="000000"/>
                <w:szCs w:val="21"/>
              </w:rPr>
              <w:t>-2016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DD23EE">
              <w:rPr>
                <w:rFonts w:hint="eastAsia"/>
                <w:color w:val="000000"/>
                <w:szCs w:val="21"/>
              </w:rPr>
              <w:t>气象</w:t>
            </w:r>
            <w:r w:rsidR="00DD23EE">
              <w:rPr>
                <w:color w:val="000000"/>
                <w:szCs w:val="21"/>
              </w:rPr>
              <w:t>参数</w:t>
            </w:r>
            <w:r w:rsidR="00224212">
              <w:rPr>
                <w:rFonts w:hint="eastAsia"/>
                <w:color w:val="000000"/>
                <w:szCs w:val="21"/>
              </w:rPr>
              <w:t>取值</w:t>
            </w:r>
            <w:r w:rsidR="00DD23EE">
              <w:rPr>
                <w:color w:val="000000"/>
                <w:szCs w:val="21"/>
              </w:rPr>
              <w:t>。</w:t>
            </w:r>
          </w:p>
        </w:tc>
      </w:tr>
      <w:tr w:rsidR="00794676" w:rsidRPr="00A2276A" w14:paraId="66B66F3E" w14:textId="77777777" w:rsidTr="006101CA">
        <w:trPr>
          <w:trHeight w:val="245"/>
          <w:jc w:val="center"/>
        </w:trPr>
        <w:tc>
          <w:tcPr>
            <w:tcW w:w="1760" w:type="dxa"/>
            <w:gridSpan w:val="2"/>
            <w:shd w:val="clear" w:color="auto" w:fill="auto"/>
          </w:tcPr>
          <w:p w14:paraId="6EEF684E" w14:textId="77777777" w:rsidR="00794676" w:rsidRPr="009E2851" w:rsidRDefault="00000000" w:rsidP="009205C5">
            <w:pPr>
              <w:pStyle w:val="a0"/>
              <w:ind w:leftChars="0" w:left="0" w:rightChars="-51" w:right="-107"/>
              <w:jc w:val="center"/>
              <w:rPr>
                <w:rFonts w:ascii="宋体" w:hAnsi="宋体"/>
                <w:szCs w:val="21"/>
              </w:rPr>
            </w:pPr>
            <w:r>
              <w:pict w14:anchorId="28F78197">
                <v:shape id="_x0000_i1069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B514A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4B514A&quot; wsp:rsidRDefault=&quot;004B514A&quot; wsp:rsidP=&quot;004B514A&quot;&gt;&lt;m:oMathPara&gt;&lt;m:oMath&gt;&lt;m:sSub&gt;&lt;m:sSubPr&gt;&lt;m:ctrlPr&gt;&lt;w:rPr&gt;&lt;w:rFonts w:ascii=&quot;Cambria Math&quot; w:fareast=&quot;绛夌嚎&quot; w:h-ansi=&quot;Cambria Math&quot;/&gt;&lt;wx:font wx:val=&quot;Cambria Math&quot;/&gt;&lt;w:sz-cs w:val=&quot;21&quot;/&gt;&lt;/w:rPr&gt;&lt;/m:ctrlPr&gt;&lt;/m:sSubPr&gt;&lt;m:e&gt;&lt;m:=&quot;0=&quot;0=&quot;0=&quot;0=&quot;0=&quot;0=&quot;0=&quot;0=&quot;0=&quot;0=&quot;0=&quot;0=&quot;0=&quot;0=&quot;0=&quot;0=&quot;0=&quot;0=&quot;0=&quot;0=&quot;0=&quot;0=&quot;0=&quot;0=&quot;0=&quot;0=&quot;0=&quot;0=&quot;0=&quot;0=&quot;0r&gt;&lt;w:rPr&gt;&lt;w:rFonts w:ascii=&quot;Cambria Math&quot; w:fareast=&quot;绛夌嚎&quot; w:h-ansi=&quot;Cambria Math&quot;/&gt;&lt;wx:font wx:val=&quot;Cambria Math&quot;/&gt;&lt;w:i/&gt;&lt;w:sz-cs w:val=&quot;21&quot;/&gt;&lt;/w:rPr&gt;&lt;m:t&gt;蟻&lt;/m:t:=&quot;0&gt;&lt;/:=&quot;0m:r:=&quot;0&gt;&lt;/:=&quot;0m:e:=&quot;0&gt;&lt;m:=&quot;0:su:=&quot;0b&gt;&lt;:=&quot;0m:r:=&quot;0&gt;&lt;m:=&quot;0:rP:=&quot;0r&gt;&lt;:=&quot;0m:s:=&quot;0ty :=&quot;0m:v:=&quot;0al=:=&quot;0&quot;p&quot;:=&quot;0/&gt;&lt;:=&quot;0/m::=&quot;0rPr:=&quot;0&gt;&lt;w:=&quot;0:rP:=&quot;0r&gt;&lt;:=&quot;0w:r:=&quot;0Fon:=&quot;0ts :=&quot;0w:a:=&quot;0sci:=&quot;0i=&quot;:=&quot;0Cam:=&quot;0bri:=&quot;0a Math&quot; w:fareast=&quot;绛夌嚎&quot; w:h-ansi=&quot;Cambria =&quot;0Math&quot;/&gt;=&quot;0&lt;wx:fon=&quot;0t wx:va=&quot;0l=&quot;Camb=&quot;0ria Mat=&quot;0h&quot;/&gt;&lt;w:=&quot;0sz-cs w=&quot;0:val=&quot;2=&quot;01&quot;/&gt;&lt;/w=&quot;0:rPr&gt;&lt;m=&quot;0:t&gt;s&lt;/m=&quot;0:t&gt;&lt;/m:=&quot;0r&gt;&lt;/m:s=&quot;0ub&gt;&lt;/m:=&quot;0sSub&gt;&lt;/=&quot;0m:oMath=&quot;0&gt;&lt;/m:oM=&quot;0athPara=&quot;0&gt;&lt;/w:p&gt;=&quot;0&lt;w:sect=&quot;0Pr wsp:=&quot;0rsidR=&quot;=&quot;00000000=&quot;00&quot; wsp:=&quot;0rsidRPr=&quot;0=&quot;004B5=&quot;014A&quot;&gt;&lt;w=&quot;0:pgSz w=&quot;0:w=&quot;122=&quot;040&quot; w:h=&quot;0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8" o:title="" chromakey="white"/>
                </v:shape>
              </w:pict>
            </w:r>
          </w:p>
        </w:tc>
        <w:tc>
          <w:tcPr>
            <w:tcW w:w="3105" w:type="dxa"/>
            <w:shd w:val="clear" w:color="auto" w:fill="auto"/>
            <w:vAlign w:val="center"/>
          </w:tcPr>
          <w:p w14:paraId="7181783C" w14:textId="77777777" w:rsidR="00794676" w:rsidRPr="00A2276A" w:rsidRDefault="00794676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  <w:r w:rsidRPr="00A2276A">
              <w:rPr>
                <w:rFonts w:ascii="宋体" w:hAnsi="宋体" w:hint="eastAsia"/>
                <w:szCs w:val="21"/>
              </w:rPr>
              <w:t>外</w:t>
            </w:r>
            <w:r w:rsidRPr="00A2276A">
              <w:rPr>
                <w:rFonts w:ascii="宋体" w:hAnsi="宋体"/>
                <w:szCs w:val="21"/>
              </w:rPr>
              <w:t>表面太阳辐射吸收系数</w:t>
            </w:r>
          </w:p>
        </w:tc>
        <w:tc>
          <w:tcPr>
            <w:tcW w:w="685" w:type="dxa"/>
            <w:shd w:val="clear" w:color="auto" w:fill="D9D9D9"/>
            <w:vAlign w:val="center"/>
          </w:tcPr>
          <w:p w14:paraId="0EEE9866" w14:textId="77777777" w:rsidR="00472C78" w:rsidRPr="00472C78" w:rsidRDefault="00472C78" w:rsidP="009205C5">
            <w:pPr>
              <w:pStyle w:val="a0"/>
              <w:ind w:leftChars="0" w:left="0" w:rightChars="-51" w:right="-107"/>
              <w:rPr>
                <w:rFonts w:ascii="宋体" w:hAnsi="宋体"/>
                <w:szCs w:val="21"/>
              </w:rPr>
            </w:pPr>
          </w:p>
        </w:tc>
        <w:tc>
          <w:tcPr>
            <w:tcW w:w="3777" w:type="dxa"/>
            <w:shd w:val="clear" w:color="auto" w:fill="auto"/>
            <w:vAlign w:val="center"/>
          </w:tcPr>
          <w:p w14:paraId="72594B9B" w14:textId="77777777" w:rsidR="00794676" w:rsidRPr="00F87B95" w:rsidRDefault="00472C78" w:rsidP="00472C78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根据</w:t>
            </w:r>
            <w:r>
              <w:rPr>
                <w:color w:val="000000"/>
                <w:szCs w:val="21"/>
              </w:rPr>
              <w:t>工程构造</w:t>
            </w:r>
            <w:r w:rsidR="00ED2DFD">
              <w:rPr>
                <w:rFonts w:hint="eastAsia"/>
                <w:color w:val="000000"/>
                <w:szCs w:val="21"/>
              </w:rPr>
              <w:t>取值</w:t>
            </w:r>
            <w:r w:rsidR="00794676" w:rsidRPr="00F87B95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7FD69A20" w14:textId="77777777" w:rsidR="00794676" w:rsidRPr="006B4973" w:rsidRDefault="006B4973" w:rsidP="006B4973">
      <w:pPr>
        <w:pStyle w:val="2"/>
        <w:autoSpaceDE w:val="0"/>
        <w:autoSpaceDN w:val="0"/>
        <w:adjustRightInd w:val="0"/>
        <w:snapToGrid w:val="0"/>
        <w:spacing w:line="500" w:lineRule="atLeast"/>
        <w:rPr>
          <w:rFonts w:hAnsi="宋体"/>
          <w:szCs w:val="21"/>
        </w:rPr>
      </w:pPr>
      <w:bookmarkStart w:id="38" w:name="_Toc160352586"/>
      <w:r w:rsidRPr="006B4973">
        <w:rPr>
          <w:rFonts w:hAnsi="宋体" w:hint="eastAsia"/>
          <w:szCs w:val="21"/>
        </w:rPr>
        <w:t>室外</w:t>
      </w:r>
      <w:r w:rsidRPr="006B4973">
        <w:rPr>
          <w:rFonts w:hAnsi="宋体"/>
          <w:szCs w:val="21"/>
        </w:rPr>
        <w:t>空气温度</w:t>
      </w:r>
      <w:bookmarkEnd w:id="38"/>
    </w:p>
    <w:p w14:paraId="66E3C073" w14:textId="77777777" w:rsidR="00794676" w:rsidRDefault="0079467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39" w:name="室外逐时温度"/>
      <w:bookmarkEnd w:id="39"/>
      <w:r>
        <w:rPr>
          <w:noProof/>
        </w:rPr>
        <w:drawing>
          <wp:inline distT="0" distB="0" distL="0" distR="0" wp14:anchorId="66721F16" wp14:editId="431F7BDD">
            <wp:extent cx="5667375" cy="2981325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ADB50" w14:textId="77777777" w:rsidR="00826C9F" w:rsidRPr="006F36DE" w:rsidRDefault="00826C9F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7CEC6B62" w14:textId="77777777">
        <w:tc>
          <w:tcPr>
            <w:tcW w:w="777" w:type="dxa"/>
            <w:shd w:val="clear" w:color="auto" w:fill="E6E6E6"/>
            <w:vAlign w:val="center"/>
          </w:tcPr>
          <w:p w14:paraId="1A9C563E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A55B9E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B8A719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EF36BC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139D2B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981506A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0F6CB85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EAA56C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D926F5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FB84F41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CC5710A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8E735D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2DAFAFDB" w14:textId="77777777">
        <w:tc>
          <w:tcPr>
            <w:tcW w:w="777" w:type="dxa"/>
            <w:vAlign w:val="center"/>
          </w:tcPr>
          <w:p w14:paraId="14E07C13" w14:textId="77777777" w:rsidR="005D6B68" w:rsidRDefault="00000000">
            <w:r>
              <w:t>33.20</w:t>
            </w:r>
          </w:p>
        </w:tc>
        <w:tc>
          <w:tcPr>
            <w:tcW w:w="777" w:type="dxa"/>
            <w:vAlign w:val="center"/>
          </w:tcPr>
          <w:p w14:paraId="0304A6EB" w14:textId="77777777" w:rsidR="005D6B68" w:rsidRDefault="00000000">
            <w:r>
              <w:t>32.60</w:t>
            </w:r>
          </w:p>
        </w:tc>
        <w:tc>
          <w:tcPr>
            <w:tcW w:w="777" w:type="dxa"/>
            <w:vAlign w:val="center"/>
          </w:tcPr>
          <w:p w14:paraId="648439D2" w14:textId="77777777" w:rsidR="005D6B68" w:rsidRDefault="00000000">
            <w:r>
              <w:t>32.10</w:t>
            </w:r>
          </w:p>
        </w:tc>
        <w:tc>
          <w:tcPr>
            <w:tcW w:w="777" w:type="dxa"/>
            <w:vAlign w:val="center"/>
          </w:tcPr>
          <w:p w14:paraId="3FAB0CD3" w14:textId="77777777" w:rsidR="005D6B68" w:rsidRDefault="00000000">
            <w:r>
              <w:t>31.60</w:t>
            </w:r>
          </w:p>
        </w:tc>
        <w:tc>
          <w:tcPr>
            <w:tcW w:w="777" w:type="dxa"/>
            <w:vAlign w:val="center"/>
          </w:tcPr>
          <w:p w14:paraId="2017DBD6" w14:textId="77777777" w:rsidR="005D6B68" w:rsidRDefault="00000000">
            <w:r>
              <w:t>31.10</w:t>
            </w:r>
          </w:p>
        </w:tc>
        <w:tc>
          <w:tcPr>
            <w:tcW w:w="777" w:type="dxa"/>
            <w:vAlign w:val="center"/>
          </w:tcPr>
          <w:p w14:paraId="4E596AC5" w14:textId="77777777" w:rsidR="005D6B68" w:rsidRDefault="00000000">
            <w:r>
              <w:t>30.60</w:t>
            </w:r>
          </w:p>
        </w:tc>
        <w:tc>
          <w:tcPr>
            <w:tcW w:w="777" w:type="dxa"/>
            <w:vAlign w:val="center"/>
          </w:tcPr>
          <w:p w14:paraId="5761F316" w14:textId="77777777" w:rsidR="005D6B68" w:rsidRDefault="00000000">
            <w:r>
              <w:t>30.70</w:t>
            </w:r>
          </w:p>
        </w:tc>
        <w:tc>
          <w:tcPr>
            <w:tcW w:w="777" w:type="dxa"/>
            <w:vAlign w:val="center"/>
          </w:tcPr>
          <w:p w14:paraId="63B785EE" w14:textId="77777777" w:rsidR="005D6B68" w:rsidRDefault="00000000">
            <w:r>
              <w:t>31.30</w:t>
            </w:r>
          </w:p>
        </w:tc>
        <w:tc>
          <w:tcPr>
            <w:tcW w:w="777" w:type="dxa"/>
            <w:vAlign w:val="center"/>
          </w:tcPr>
          <w:p w14:paraId="1299EDBB" w14:textId="77777777" w:rsidR="005D6B68" w:rsidRDefault="00000000">
            <w:r>
              <w:t>32.20</w:t>
            </w:r>
          </w:p>
        </w:tc>
        <w:tc>
          <w:tcPr>
            <w:tcW w:w="777" w:type="dxa"/>
            <w:vAlign w:val="center"/>
          </w:tcPr>
          <w:p w14:paraId="3641D27C" w14:textId="77777777" w:rsidR="005D6B68" w:rsidRDefault="00000000">
            <w:r>
              <w:t>33.60</w:t>
            </w:r>
          </w:p>
        </w:tc>
        <w:tc>
          <w:tcPr>
            <w:tcW w:w="777" w:type="dxa"/>
            <w:vAlign w:val="center"/>
          </w:tcPr>
          <w:p w14:paraId="1634B7B1" w14:textId="77777777" w:rsidR="005D6B68" w:rsidRDefault="00000000">
            <w:r>
              <w:t>35.20</w:t>
            </w:r>
          </w:p>
        </w:tc>
        <w:tc>
          <w:tcPr>
            <w:tcW w:w="777" w:type="dxa"/>
            <w:vAlign w:val="center"/>
          </w:tcPr>
          <w:p w14:paraId="7F77B034" w14:textId="77777777" w:rsidR="005D6B68" w:rsidRDefault="00000000">
            <w:r>
              <w:t>36.70</w:t>
            </w:r>
          </w:p>
        </w:tc>
      </w:tr>
      <w:tr w:rsidR="005D6B68" w14:paraId="0F1C77E8" w14:textId="77777777">
        <w:tc>
          <w:tcPr>
            <w:tcW w:w="777" w:type="dxa"/>
            <w:shd w:val="clear" w:color="auto" w:fill="E6E6E6"/>
            <w:vAlign w:val="center"/>
          </w:tcPr>
          <w:p w14:paraId="47FA2CDD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97FEFD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1E0E8B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20D424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776DA1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B57966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FF3BEF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AB1FA8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EA5616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F54C9A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889C24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DAF601" w14:textId="77777777" w:rsidR="005D6B68" w:rsidRDefault="00000000">
            <w:r>
              <w:t>23:00</w:t>
            </w:r>
          </w:p>
        </w:tc>
      </w:tr>
      <w:tr w:rsidR="005D6B68" w14:paraId="2B91AB81" w14:textId="77777777">
        <w:tc>
          <w:tcPr>
            <w:tcW w:w="777" w:type="dxa"/>
            <w:vAlign w:val="center"/>
          </w:tcPr>
          <w:p w14:paraId="5230B65A" w14:textId="77777777" w:rsidR="005D6B68" w:rsidRDefault="00000000">
            <w:r>
              <w:t>38.00</w:t>
            </w:r>
          </w:p>
        </w:tc>
        <w:tc>
          <w:tcPr>
            <w:tcW w:w="777" w:type="dxa"/>
            <w:vAlign w:val="center"/>
          </w:tcPr>
          <w:p w14:paraId="31D087F1" w14:textId="77777777" w:rsidR="005D6B68" w:rsidRDefault="00000000">
            <w:r>
              <w:t>39.10</w:t>
            </w:r>
          </w:p>
        </w:tc>
        <w:tc>
          <w:tcPr>
            <w:tcW w:w="777" w:type="dxa"/>
            <w:vAlign w:val="center"/>
          </w:tcPr>
          <w:p w14:paraId="27FBFBF3" w14:textId="77777777" w:rsidR="005D6B68" w:rsidRDefault="00000000">
            <w:r>
              <w:t>39.90</w:t>
            </w:r>
          </w:p>
        </w:tc>
        <w:tc>
          <w:tcPr>
            <w:tcW w:w="777" w:type="dxa"/>
            <w:vAlign w:val="center"/>
          </w:tcPr>
          <w:p w14:paraId="08FD5320" w14:textId="77777777" w:rsidR="005D6B68" w:rsidRDefault="00000000">
            <w:r>
              <w:t>40.40</w:t>
            </w:r>
          </w:p>
        </w:tc>
        <w:tc>
          <w:tcPr>
            <w:tcW w:w="777" w:type="dxa"/>
            <w:vAlign w:val="center"/>
          </w:tcPr>
          <w:p w14:paraId="796AAECA" w14:textId="77777777" w:rsidR="005D6B68" w:rsidRDefault="00000000">
            <w:r>
              <w:t>40.40</w:t>
            </w:r>
          </w:p>
        </w:tc>
        <w:tc>
          <w:tcPr>
            <w:tcW w:w="777" w:type="dxa"/>
            <w:vAlign w:val="center"/>
          </w:tcPr>
          <w:p w14:paraId="0CC0761E" w14:textId="77777777" w:rsidR="005D6B68" w:rsidRDefault="00000000">
            <w:r>
              <w:t>39.90</w:t>
            </w:r>
          </w:p>
        </w:tc>
        <w:tc>
          <w:tcPr>
            <w:tcW w:w="777" w:type="dxa"/>
            <w:vAlign w:val="center"/>
          </w:tcPr>
          <w:p w14:paraId="4E8024C1" w14:textId="77777777" w:rsidR="005D6B68" w:rsidRDefault="00000000">
            <w:r>
              <w:t>38.80</w:t>
            </w:r>
          </w:p>
        </w:tc>
        <w:tc>
          <w:tcPr>
            <w:tcW w:w="777" w:type="dxa"/>
            <w:vAlign w:val="center"/>
          </w:tcPr>
          <w:p w14:paraId="250EE15F" w14:textId="77777777" w:rsidR="005D6B68" w:rsidRDefault="00000000">
            <w:r>
              <w:t>37.40</w:t>
            </w:r>
          </w:p>
        </w:tc>
        <w:tc>
          <w:tcPr>
            <w:tcW w:w="777" w:type="dxa"/>
            <w:vAlign w:val="center"/>
          </w:tcPr>
          <w:p w14:paraId="46E8CA82" w14:textId="77777777" w:rsidR="005D6B68" w:rsidRDefault="00000000">
            <w:r>
              <w:t>36.20</w:t>
            </w:r>
          </w:p>
        </w:tc>
        <w:tc>
          <w:tcPr>
            <w:tcW w:w="777" w:type="dxa"/>
            <w:vAlign w:val="center"/>
          </w:tcPr>
          <w:p w14:paraId="6BADC4A0" w14:textId="77777777" w:rsidR="005D6B68" w:rsidRDefault="00000000">
            <w:r>
              <w:t>35.40</w:t>
            </w:r>
          </w:p>
        </w:tc>
        <w:tc>
          <w:tcPr>
            <w:tcW w:w="777" w:type="dxa"/>
            <w:vAlign w:val="center"/>
          </w:tcPr>
          <w:p w14:paraId="045D2172" w14:textId="77777777" w:rsidR="005D6B68" w:rsidRDefault="00000000">
            <w:r>
              <w:t>34.70</w:t>
            </w:r>
          </w:p>
        </w:tc>
        <w:tc>
          <w:tcPr>
            <w:tcW w:w="777" w:type="dxa"/>
            <w:vAlign w:val="center"/>
          </w:tcPr>
          <w:p w14:paraId="03D8B483" w14:textId="77777777" w:rsidR="005D6B68" w:rsidRDefault="00000000">
            <w:r>
              <w:t>33.90</w:t>
            </w:r>
          </w:p>
        </w:tc>
      </w:tr>
    </w:tbl>
    <w:p w14:paraId="0E6D4A42" w14:textId="77777777" w:rsidR="00D10026" w:rsidRPr="00D10026" w:rsidRDefault="00D10026" w:rsidP="00794676">
      <w:pPr>
        <w:widowControl/>
        <w:autoSpaceDE w:val="0"/>
        <w:autoSpaceDN w:val="0"/>
        <w:adjustRightInd w:val="0"/>
        <w:snapToGrid w:val="0"/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0" w:name="室外逐时温度表格"/>
      <w:bookmarkEnd w:id="40"/>
    </w:p>
    <w:p w14:paraId="11C68A04" w14:textId="77777777" w:rsidR="005C5049" w:rsidRDefault="005C5049" w:rsidP="005C5049">
      <w:pPr>
        <w:widowControl/>
        <w:autoSpaceDE w:val="0"/>
        <w:autoSpaceDN w:val="0"/>
        <w:adjustRightInd w:val="0"/>
        <w:snapToGrid w:val="0"/>
        <w:spacing w:line="240" w:lineRule="atLeast"/>
        <w:jc w:val="left"/>
        <w:rPr>
          <w:rFonts w:ascii="宋体" w:hAnsi="宋体"/>
          <w:b/>
          <w:color w:val="000000"/>
          <w:sz w:val="18"/>
          <w:szCs w:val="18"/>
        </w:rPr>
      </w:pPr>
      <w:bookmarkStart w:id="41" w:name="室外逐时温度备注"/>
      <w:bookmarkEnd w:id="41"/>
      <w:r>
        <w:rPr>
          <w:rFonts w:ascii="宋体" w:hAnsi="宋体"/>
          <w:b/>
          <w:color w:val="000000"/>
          <w:sz w:val="18"/>
          <w:szCs w:val="18"/>
        </w:rPr>
        <w:t>注：气象数据参考 湖南-长沙</w:t>
      </w:r>
    </w:p>
    <w:p w14:paraId="08A96C3C" w14:textId="77777777" w:rsidR="00794676" w:rsidRPr="008700A2" w:rsidRDefault="00794676" w:rsidP="00794676">
      <w:pPr>
        <w:pStyle w:val="2"/>
        <w:spacing w:line="240" w:lineRule="atLeast"/>
        <w:rPr>
          <w:kern w:val="2"/>
        </w:rPr>
      </w:pPr>
      <w:bookmarkStart w:id="42" w:name="_Toc160352587"/>
      <w:r>
        <w:rPr>
          <w:rFonts w:hint="eastAsia"/>
          <w:kern w:val="2"/>
        </w:rPr>
        <w:t>室外太阳</w:t>
      </w:r>
      <w:r>
        <w:rPr>
          <w:kern w:val="2"/>
        </w:rPr>
        <w:t>辐射照度</w:t>
      </w:r>
      <w:bookmarkEnd w:id="42"/>
    </w:p>
    <w:tbl>
      <w:tblPr>
        <w:tblW w:w="932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30"/>
        <w:gridCol w:w="3257"/>
        <w:gridCol w:w="4140"/>
      </w:tblGrid>
      <w:tr w:rsidR="00794676" w:rsidRPr="00175D62" w14:paraId="146B57B9" w14:textId="77777777" w:rsidTr="006E15FC">
        <w:trPr>
          <w:trHeight w:val="122"/>
          <w:jc w:val="center"/>
        </w:trPr>
        <w:tc>
          <w:tcPr>
            <w:tcW w:w="2019" w:type="dxa"/>
            <w:shd w:val="clear" w:color="auto" w:fill="E7E6E6"/>
          </w:tcPr>
          <w:p w14:paraId="66A9F6C9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Cs w:val="21"/>
              </w:rPr>
              <w:t>变量</w:t>
            </w:r>
          </w:p>
        </w:tc>
        <w:tc>
          <w:tcPr>
            <w:tcW w:w="3416" w:type="dxa"/>
            <w:shd w:val="clear" w:color="auto" w:fill="E7E6E6"/>
          </w:tcPr>
          <w:p w14:paraId="216D77AE" w14:textId="77777777" w:rsidR="00794676" w:rsidRPr="006D6B19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center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变量名</w:t>
            </w:r>
          </w:p>
        </w:tc>
        <w:tc>
          <w:tcPr>
            <w:tcW w:w="4346" w:type="dxa"/>
            <w:shd w:val="clear" w:color="auto" w:fill="E7E6E6"/>
          </w:tcPr>
          <w:p w14:paraId="7F950EF2" w14:textId="77777777" w:rsidR="00794676" w:rsidRPr="006D6B19" w:rsidRDefault="00794676" w:rsidP="009205C5">
            <w:pPr>
              <w:spacing w:line="240" w:lineRule="atLeast"/>
              <w:ind w:left="1470" w:rightChars="-53" w:right="-111"/>
              <w:rPr>
                <w:b/>
                <w:color w:val="000000"/>
                <w:szCs w:val="21"/>
              </w:rPr>
            </w:pPr>
            <w:r w:rsidRPr="006D6B19">
              <w:rPr>
                <w:rFonts w:hint="eastAsia"/>
                <w:b/>
                <w:color w:val="000000"/>
                <w:szCs w:val="21"/>
              </w:rPr>
              <w:t>公式来源</w:t>
            </w:r>
          </w:p>
        </w:tc>
      </w:tr>
      <w:tr w:rsidR="00794676" w:rsidRPr="00A13D30" w14:paraId="4FB5B8EC" w14:textId="77777777" w:rsidTr="006E15FC">
        <w:trPr>
          <w:trHeight w:val="560"/>
          <w:jc w:val="center"/>
        </w:trPr>
        <w:tc>
          <w:tcPr>
            <w:tcW w:w="2019" w:type="dxa"/>
            <w:shd w:val="clear" w:color="auto" w:fill="auto"/>
            <w:vAlign w:val="center"/>
          </w:tcPr>
          <w:p w14:paraId="751106C8" w14:textId="77777777" w:rsidR="00794676" w:rsidRPr="009E2851" w:rsidRDefault="00000000" w:rsidP="009205C5">
            <w:pPr>
              <w:pStyle w:val="a0"/>
              <w:ind w:leftChars="0" w:left="0" w:rightChars="0" w:right="0"/>
              <w:jc w:val="center"/>
              <w:rPr>
                <w:rFonts w:ascii="宋体" w:hAnsi="宋体"/>
                <w:color w:val="000000"/>
                <w:szCs w:val="21"/>
              </w:rPr>
            </w:pPr>
            <w:r>
              <w:lastRenderedPageBreak/>
              <w:pict w14:anchorId="12EF977A">
                <v:shape id="_x0000_i1070" type="#_x0000_t75" style="width:10.3pt;height:15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5&lt;/o:Version&gt;&lt;/o:DocumentProperties&gt;&lt;w:docPr&gt;&lt;w:view w:val=&quot;print&quot;/&gt;&lt;w:zoom w:percent=&quot;100&quot;/&gt;&lt;w:doNotEmbedSystemFonts/&gt;&lt;w:bordersDontSurroundHeader/&gt;&lt;w:bordersDontSurroundFooter/&gt;&lt;w:defaultTabStop w:val=&quot;420&quot;/&gt;&lt;w:drawingGridHorizontalSpacing w:val=&quot;105&quot;/&gt;&lt;w:drawingGridVerticalSpacing w:val=&quot;156&quot;/&gt;&lt;w:displayHorizontalDrawingGridEvery w:val=&quot;0&quot;/&gt;&lt;w:displayVerticalDrawingGridEvery w:val=&quot;2&quot;/&gt;&lt;w:punctuationKerning/&gt;&lt;w:characterSpacingControl w:val=&quot;CompressPunctuation&quot;/&gt;&lt;w:optimizeForBrowser/&gt;&lt;w:allowPNG/&gt;&lt;w:validateAgainstSchema/&gt;&lt;w:saveInvalidXML w:val=&quot;off&quot;/&gt;&lt;w:ignoreMixedContent w:val=&quot;off&quot;/&gt;&lt;w:alwaysShowPlaceholderText w:val=&quot;off&quot;/&gt;&lt;w:compat&gt;&lt;w:spaceForUL/&gt;&lt;w:balanceSingleByteDoubleByteWidth/&gt;&lt;w:doNotLeaveBackslashAlone/&gt;&lt;w:ulTrailSpace/&gt;&lt;w:doNotExpandShiftReturn/&gt;&lt;w:adjustLineHeightInTable/&gt;&lt;w:breakWrappedTables/&gt;&lt;w:snapToGridInCell/&gt;&lt;w:wrapTextWithPunct/&gt;&lt;w:useAsianBreakRules/&gt;&lt;w:dontGrowAutofit/&gt;&lt;w:useFELayout/&gt;&lt;/w:compat&gt;&lt;wsp:rsids&gt;&lt;wsp:rsidRoot wsp:val=&quot;00F25861&quot;/&gt;&lt;wsp:rsid wsp:val=&quot;00006DF4&quot;/&gt;&lt;wsp:rsid wsp:val=&quot;0001534F&quot;/&gt;&lt;wsp:rsid wsp:val=&quot;00035EED&quot;/&gt;&lt;wsp:rsid wsp:val=&quot;000767BD&quot;/&gt;&lt;wsp:rsid wsp:val=&quot;00142D61&quot;/&gt;&lt;wsp:rsid wsp:val=&quot;00193052&quot;/&gt;&lt;wsp:rsid wsp:val=&quot;001A60F0&quot;/&gt;&lt;wsp:rsid wsp:val=&quot;001B2D2D&quot;/&gt;&lt;wsp:rsid wsp:val=&quot;001B7857&quot;/&gt;&lt;wsp:rsid wsp:val=&quot;002346DD&quot;/&gt;&lt;wsp:rsid wsp:val=&quot;00244061&quot;/&gt;&lt;wsp:rsid wsp:val=&quot;00272D32&quot;/&gt;&lt;wsp:rsid wsp:val=&quot;0029127C&quot;/&gt;&lt;wsp:rsid wsp:val=&quot;002C7A6E&quot;/&gt;&lt;wsp:rsid wsp:val=&quot;002D5E1C&quot;/&gt;&lt;wsp:rsid wsp:val=&quot;00321AAA&quot;/&gt;&lt;wsp:rsid wsp:val=&quot;00352E18&quot;/&gt;&lt;wsp:rsid wsp:val=&quot;003B6282&quot;/&gt;&lt;wsp:rsid wsp:val=&quot;003D15EC&quot;/&gt;&lt;wsp:rsid wsp:val=&quot;003E049C&quot;/&gt;&lt;wsp:rsid wsp:val=&quot;003F36E2&quot;/&gt;&lt;wsp:rsid wsp:val=&quot;004157E1&quot;/&gt;&lt;wsp:rsid wsp:val=&quot;004550F7&quot;/&gt;&lt;wsp:rsid wsp:val=&quot;00472A9D&quot;/&gt;&lt;wsp:rsid wsp:val=&quot;004E1C48&quot;/&gt;&lt;wsp:rsid wsp:val=&quot;004E3C5F&quot;/&gt;&lt;wsp:rsid wsp:val=&quot;00535837&quot;/&gt;&lt;wsp:rsid wsp:val=&quot;00571CE7&quot;/&gt;&lt;wsp:rsid wsp:val=&quot;005845B6&quot;/&gt;&lt;wsp:rsid wsp:val=&quot;005B2039&quot;/&gt;&lt;wsp:rsid wsp:val=&quot;005C2719&quot;/&gt;&lt;wsp:rsid wsp:val=&quot;005C506C&quot;/&gt;&lt;wsp:rsid wsp:val=&quot;006222BA&quot;/&gt;&lt;wsp:rsid wsp:val=&quot;00671314&quot;/&gt;&lt;wsp:rsid wsp:val=&quot;00686BC3&quot;/&gt;&lt;wsp:rsid wsp:val=&quot;006A4571&quot;/&gt;&lt;wsp:rsid wsp:val=&quot;006C569A&quot;/&gt;&lt;wsp:rsid wsp:val=&quot;006E4AB6&quot;/&gt;&lt;wsp:rsid wsp:val=&quot;007029BD&quot;/&gt;&lt;wsp:rsid wsp:val=&quot;00731929&quot;/&gt;&lt;wsp:rsid wsp:val=&quot;007354A4&quot;/&gt;&lt;wsp:rsid wsp:val=&quot;007639A3&quot;/&gt;&lt;wsp:rsid wsp:val=&quot;0077209E&quot;/&gt;&lt;wsp:rsid wsp:val=&quot;00794676&quot;/&gt;&lt;wsp:rsid wsp:val=&quot;007A24C0&quot;/&gt;&lt;wsp:rsid wsp:val=&quot;007B60D1&quot;/&gt;&lt;wsp:rsid wsp:val=&quot;007D6408&quot;/&gt;&lt;wsp:rsid wsp:val=&quot;008173A8&quot;/&gt;&lt;wsp:rsid wsp:val=&quot;00840F53&quot;/&gt;&lt;wsp:rsid wsp:val=&quot;008700A2&quot;/&gt;&lt;wsp:rsid wsp:val=&quot;008958F6&quot;/&gt;&lt;wsp:rsid wsp:val=&quot;008A65AC&quot;/&gt;&lt;wsp:rsid wsp:val=&quot;008B0BDC&quot;/&gt;&lt;wsp:rsid wsp:val=&quot;008C1506&quot;/&gt;&lt;wsp:rsid wsp:val=&quot;008C5569&quot;/&gt;&lt;wsp:rsid wsp:val=&quot;008C603C&quot;/&gt;&lt;wsp:rsid wsp:val=&quot;008E22AD&quot;/&gt;&lt;wsp:rsid wsp:val=&quot;00901E20&quot;/&gt;&lt;wsp:rsid wsp:val=&quot;00916574&quot;/&gt;&lt;wsp:rsid wsp:val=&quot;0092056A&quot;/&gt;&lt;wsp:rsid wsp:val=&quot;0092549E&quot;/&gt;&lt;wsp:rsid wsp:val=&quot;00934901&quot;/&gt;&lt;wsp:rsid wsp:val=&quot;0097304D&quot;/&gt;&lt;wsp:rsid wsp:val=&quot;00983B9C&quot;/&gt;&lt;wsp:rsid wsp:val=&quot;00991587&quot;/&gt;&lt;wsp:rsid wsp:val=&quot;00A2276A&quot;/&gt;&lt;wsp:rsid wsp:val=&quot;00A45CFE&quot;/&gt;&lt;wsp:rsid wsp:val=&quot;00A51BAD&quot;/&gt;&lt;wsp:rsid wsp:val=&quot;00A63286&quot;/&gt;&lt;wsp:rsid wsp:val=&quot;00A64984&quot;/&gt;&lt;wsp:rsid wsp:val=&quot;00A8150A&quot;/&gt;&lt;wsp:rsid wsp:val=&quot;00AE04CE&quot;/&gt;&lt;wsp:rsid wsp:val=&quot;00B06377&quot;/&gt;&lt;wsp:rsid wsp:val=&quot;00B15948&quot;/&gt;&lt;wsp:rsid wsp:val=&quot;00B655C3&quot;/&gt;&lt;wsp:rsid wsp:val=&quot;00BA2DAD&quot;/&gt;&lt;wsp:rsid wsp:val=&quot;00BC2C6C&quot;/&gt;&lt;wsp:rsid wsp:val=&quot;00BE4789&quot;/&gt;&lt;wsp:rsid wsp:val=&quot;00C043A5&quot;/&gt;&lt;wsp:rsid wsp:val=&quot;00C152A8&quot;/&gt;&lt;wsp:rsid wsp:val=&quot;00C230E0&quot;/&gt;&lt;wsp:rsid wsp:val=&quot;00C354AF&quot;/&gt;&lt;wsp:rsid wsp:val=&quot;00C357E2&quot;/&gt;&lt;wsp:rsid wsp:val=&quot;00C72318&quot;/&gt;&lt;wsp:rsid wsp:val=&quot;00C87104&quot;/&gt;&lt;wsp:rsid wsp:val=&quot;00CC1823&quot;/&gt;&lt;wsp:rsid wsp:val=&quot;00CC6F01&quot;/&gt;&lt;wsp:rsid wsp:val=&quot;00D2587D&quot;/&gt;&lt;wsp:rsid wsp:val=&quot;00D60649&quot;/&gt;&lt;wsp:rsid wsp:val=&quot;00D60CCE&quot;/&gt;&lt;wsp:rsid wsp:val=&quot;00D629DD&quot;/&gt;&lt;wsp:rsid wsp:val=&quot;00D80DD1&quot;/&gt;&lt;wsp:rsid wsp:val=&quot;00D97BF2&quot;/&gt;&lt;wsp:rsid wsp:val=&quot;00DF1DBA&quot;/&gt;&lt;wsp:rsid wsp:val=&quot;00E00CA3&quot;/&gt;&lt;wsp:rsid wsp:val=&quot;00E80E5C&quot;/&gt;&lt;wsp:rsid wsp:val=&quot;00ED1EB9&quot;/&gt;&lt;wsp:rsid wsp:val=&quot;00F25861&quot;/&gt;&lt;wsp:rsid wsp:val=&quot;00F32363&quot;/&gt;&lt;wsp:rsid wsp:val=&quot;00F475A8&quot;/&gt;&lt;wsp:rsid wsp:val=&quot;00F66E5D&quot;/&gt;&lt;wsp:rsid wsp:val=&quot;00F67624&quot;/&gt;&lt;wsp:rsid wsp:val=&quot;00FE68F1&quot;/&gt;&lt;wsp:rsid wsp:val=&quot;00FE74EF&quot;/&gt;&lt;wsp:rsid wsp:val=&quot;00FF20A0&quot;/&gt;&lt;/wsp:rsids&gt;&lt;/w:docPr&gt;&lt;w:body&gt;&lt;wx:sect&gt;&lt;w:p wsp:rsidR=&quot;00000000&quot; wsp:rsidRPr=&quot;00F32363&quot; wsp:rsidRDefault=&quot;00F32363&quot; wsp:rsidP=&quot;00F32363&quot;&gt;&lt;m:oMathPara&gt;&lt;m:oMath&gt;&lt;m:sSup&gt;&lt;m:sSupPr&gt;&lt;m:ctrlPr&gt;&lt;w:rPr&gt;&lt;w:rFonts w:ascii=&quot;Cambria Math&quot; w:fareast=&quot;绛夌嚎&quot; w:h-ansi=&quot;Cambria Math&quot;/&gt;&lt;wx:font wx:val=&quot;Cambria Math&quot;/&gt;&lt;w:i/&gt;&lt;w:color w:val=&quot;000000&quot;/&gt;&lt;w:sz-cs w:val=&quot;21&quot;/&gt;&lt;/w:rPr=&quot;0=&quot;0=&quot;0=&quot;0=&quot;0=&quot;0=&quot;0=&quot;0=&quot;0=&quot;0=&quot;0=&quot;0=&quot;0=&quot;0=&quot;0=&quot;0=&quot;0=&quot;0=&quot;0=&quot;0=&quot;0=&quot;0=&quot;0=&quot;0=&quot;0=&quot;0=&quot;0=&quot;0=&quot;0=&quot;0=&quot;0&gt;&lt;/m:ctrlPr&gt;&lt;/m:sSupPr&gt;&lt;m:e&gt;&lt;m:r&gt;&lt;w:rPr&gt;&lt;w:rFonts w:ascii=&quot;Cambria Math&quot; w:fareast=&quot;绛夌嚎&quot; w:h-ansi=&quot;Cambria Math&quot;/&gt;&lt;wx:font wx:val=&quot;Cambria Math&quot;/&gt;&lt;w:i/&gt;&lt;w:color w=&quot;0:va=&quot;0l=&quot;=&quot;0000=&quot;0000=&quot;0&quot;/&gt;=&quot;0&lt;w:=&quot;0sz-=&quot;0cs =&quot;0w:v=&quot;0al==&quot;0&quot;21=&quot;0&quot;/&gt;=&quot;0&lt;/w=&quot;0:rP=&quot;0r&gt;&lt;=&quot;0m:t=&quot;0&gt;I&lt;=&quot;0/m:=&quot;0t&gt;&lt;=&quot;0/m:=&quot;0r&gt;&lt;=&quot;0/m:=&quot;0e&gt;&lt;=&quot;0m:s=&quot;0up&gt;=&quot;0&lt;m:=&quot;0r&gt;&lt;=&quot;0w:r=&quot;0Pr&gt;=&quot;0&lt;w:=&quot;0rFonts w:ascii=&quot;Cambria Math&quot; w:fareast=&quot;绛夌嚎&quot; w:h-ansi=&quot;Cambria Math&quot;/&gt;&lt;=&quot;0wx:fon=&quot;0t wx:v=&quot;0al=&quot;Ca=&quot;0mbria =&quot;0Math&quot;/=&quot;0&gt;&lt;w:i/=&quot;0&gt;&lt;w:co=&quot;0lor w:=&quot;0val=&quot;0=&quot;000000&quot;=&quot;0/&gt;&lt;w:s=&quot;0z-cs w=&quot;0:val=&quot;=&quot;021&quot;/&gt;&lt;=&quot;0/w:rPr=&quot;0&gt;&lt;m:t&gt;=&quot;0k&lt;/m:t=&quot;0&gt;&lt;/m:r=&quot;0&gt;&lt;/m:s=&quot;0up&gt;&lt;/m=&quot;0:sSup&gt;=&quot;0&lt;/m:oM=&quot;0ath&gt;&lt;/=&quot;0m:oMat=&quot;0hPara&gt;=&quot;0&lt;/w:p&gt;=&quot;0&lt;w:sec=&quot;0tPr ws=&quot;0p:rsid=&quot;0R=&quot;000=&quot;000000&quot; wsp:rsidRPr=&quot;00F32363&quot;&gt;&lt;w:pgSz w:w=&quot;12240&quot; w:h=&quot;15840&quot;/&gt;&lt;w:pgMar w:top=&quot;1440&quot; w:right=&quot;1800&quot; w:bottom=&quot;1440&quot; w:left=&quot;1800&quot; w:header=&quot;720&quot; w:footer=&quot;720&quot; w:gutter=&quot;0&quot;/&gt;&lt;w:cols w:space=&quot;720&quot;/&gt;&lt;/w:sectPr&gt;&lt;/wx:sect&gt;&lt;/w:body&gt;&lt;/w:wordDocument&gt;">
                  <v:imagedata r:id="rId27" o:title="" chromakey="white"/>
                </v:shape>
              </w:pict>
            </w:r>
          </w:p>
        </w:tc>
        <w:tc>
          <w:tcPr>
            <w:tcW w:w="3416" w:type="dxa"/>
            <w:shd w:val="clear" w:color="auto" w:fill="auto"/>
            <w:vAlign w:val="center"/>
          </w:tcPr>
          <w:p w14:paraId="293E17CD" w14:textId="77777777" w:rsidR="00794676" w:rsidRPr="001D0C6B" w:rsidRDefault="00794676" w:rsidP="009205C5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表面</w:t>
            </w:r>
            <w:r w:rsidRPr="006D6B19">
              <w:rPr>
                <w:color w:val="000000"/>
                <w:szCs w:val="21"/>
              </w:rPr>
              <w:t>法向太阳</w:t>
            </w:r>
            <w:r w:rsidRPr="006D6B19">
              <w:rPr>
                <w:rFonts w:hint="eastAsia"/>
                <w:color w:val="000000"/>
                <w:szCs w:val="21"/>
              </w:rPr>
              <w:t>总</w:t>
            </w:r>
            <w:r w:rsidRPr="006D6B19">
              <w:rPr>
                <w:color w:val="000000"/>
                <w:szCs w:val="21"/>
              </w:rPr>
              <w:t>辐射</w:t>
            </w:r>
            <w:r w:rsidRPr="006D6B19">
              <w:rPr>
                <w:rFonts w:hint="eastAsia"/>
                <w:color w:val="000000"/>
                <w:szCs w:val="21"/>
              </w:rPr>
              <w:t>强度，</w:t>
            </w:r>
            <w:r w:rsidRPr="006D6B19">
              <w:rPr>
                <w:color w:val="000000"/>
                <w:szCs w:val="21"/>
              </w:rPr>
              <w:t>包括直射</w:t>
            </w:r>
            <w:r w:rsidRPr="006D6B19">
              <w:rPr>
                <w:rFonts w:hint="eastAsia"/>
                <w:color w:val="000000"/>
                <w:szCs w:val="21"/>
              </w:rPr>
              <w:t>和散射，</w:t>
            </w:r>
            <w:r w:rsidRPr="006D6B19">
              <w:rPr>
                <w:color w:val="000000"/>
                <w:szCs w:val="21"/>
              </w:rPr>
              <w:t>W/</w:t>
            </w:r>
            <w:r w:rsidRPr="00F87B95">
              <w:rPr>
                <w:color w:val="000000"/>
                <w:szCs w:val="21"/>
              </w:rPr>
              <w:t xml:space="preserve"> m</w:t>
            </w:r>
            <w:r>
              <w:rPr>
                <w:color w:val="000000"/>
                <w:szCs w:val="21"/>
                <w:vertAlign w:val="superscript"/>
              </w:rPr>
              <w:t>2</w:t>
            </w:r>
          </w:p>
        </w:tc>
        <w:tc>
          <w:tcPr>
            <w:tcW w:w="4346" w:type="dxa"/>
            <w:shd w:val="clear" w:color="auto" w:fill="auto"/>
            <w:vAlign w:val="center"/>
          </w:tcPr>
          <w:p w14:paraId="4E23D1BD" w14:textId="77777777" w:rsidR="000A0AB9" w:rsidRDefault="00794676" w:rsidP="000A0AB9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 w:rsidRPr="006D6B19">
              <w:rPr>
                <w:rFonts w:hint="eastAsia"/>
                <w:color w:val="000000"/>
                <w:szCs w:val="21"/>
              </w:rPr>
              <w:t>按《</w:t>
            </w:r>
            <w:r w:rsidR="000A0AB9">
              <w:rPr>
                <w:rFonts w:hint="eastAsia"/>
                <w:color w:val="000000"/>
                <w:szCs w:val="21"/>
              </w:rPr>
              <w:t>民用建筑热工</w:t>
            </w:r>
            <w:r w:rsidR="000A0AB9">
              <w:rPr>
                <w:color w:val="000000"/>
                <w:szCs w:val="21"/>
              </w:rPr>
              <w:t>设计规范</w:t>
            </w:r>
            <w:r w:rsidR="000A0AB9">
              <w:rPr>
                <w:rFonts w:hint="eastAsia"/>
                <w:color w:val="000000"/>
                <w:szCs w:val="21"/>
              </w:rPr>
              <w:t>GB</w:t>
            </w:r>
          </w:p>
          <w:p w14:paraId="4F321753" w14:textId="77777777" w:rsidR="00794676" w:rsidRPr="006D6B19" w:rsidRDefault="000A0AB9" w:rsidP="00B97703">
            <w:pPr>
              <w:pStyle w:val="a0"/>
              <w:spacing w:after="0" w:line="240" w:lineRule="atLeast"/>
              <w:ind w:leftChars="0" w:left="0" w:rightChars="-53" w:right="-111"/>
              <w:jc w:val="left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50176-2016</w:t>
            </w:r>
            <w:r w:rsidR="00794676" w:rsidRPr="006D6B19">
              <w:rPr>
                <w:rFonts w:hint="eastAsia"/>
                <w:color w:val="000000"/>
                <w:szCs w:val="21"/>
              </w:rPr>
              <w:t>》</w:t>
            </w:r>
            <w:r w:rsidR="0051134C">
              <w:rPr>
                <w:rFonts w:hint="eastAsia"/>
                <w:szCs w:val="21"/>
              </w:rPr>
              <w:t>配套</w:t>
            </w:r>
            <w:r w:rsidR="0051134C">
              <w:rPr>
                <w:szCs w:val="21"/>
              </w:rPr>
              <w:t>软件</w:t>
            </w:r>
            <w:r w:rsidR="00B97703">
              <w:rPr>
                <w:rFonts w:hint="eastAsia"/>
                <w:color w:val="000000"/>
                <w:szCs w:val="21"/>
              </w:rPr>
              <w:t>气象</w:t>
            </w:r>
            <w:r w:rsidR="00B97703">
              <w:rPr>
                <w:color w:val="000000"/>
                <w:szCs w:val="21"/>
              </w:rPr>
              <w:t>数据</w:t>
            </w:r>
            <w:r w:rsidR="00B97703">
              <w:rPr>
                <w:rFonts w:hint="eastAsia"/>
                <w:color w:val="000000"/>
                <w:szCs w:val="21"/>
              </w:rPr>
              <w:t>取用</w:t>
            </w:r>
            <w:r w:rsidR="00794676" w:rsidRPr="006D6B19">
              <w:rPr>
                <w:rFonts w:hint="eastAsia"/>
                <w:color w:val="000000"/>
                <w:szCs w:val="21"/>
              </w:rPr>
              <w:t>。</w:t>
            </w:r>
          </w:p>
        </w:tc>
      </w:tr>
    </w:tbl>
    <w:p w14:paraId="0984138C" w14:textId="77777777" w:rsidR="00794676" w:rsidRDefault="00794676" w:rsidP="00794676">
      <w:pPr>
        <w:jc w:val="center"/>
        <w:rPr>
          <w:rFonts w:ascii="宋体" w:hAnsi="宋体"/>
          <w:color w:val="000000"/>
          <w:szCs w:val="21"/>
        </w:rPr>
      </w:pPr>
    </w:p>
    <w:tbl>
      <w:tblPr>
        <w:tblW w:w="93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7"/>
        <w:gridCol w:w="1557"/>
        <w:gridCol w:w="1556"/>
        <w:gridCol w:w="1556"/>
        <w:gridCol w:w="1556"/>
        <w:gridCol w:w="1556"/>
      </w:tblGrid>
      <w:tr w:rsidR="005D6B68" w14:paraId="41529E64" w14:textId="77777777">
        <w:tc>
          <w:tcPr>
            <w:tcW w:w="1556" w:type="dxa"/>
            <w:shd w:val="clear" w:color="auto" w:fill="E6E6E6"/>
            <w:vAlign w:val="center"/>
          </w:tcPr>
          <w:p w14:paraId="2AEEA539" w14:textId="77777777" w:rsidR="005D6B68" w:rsidRDefault="00000000">
            <w:pPr>
              <w:jc w:val="center"/>
            </w:pPr>
            <w:r>
              <w:t>时刻</w:t>
            </w:r>
            <w:r>
              <w:t>\</w:t>
            </w:r>
            <w:r>
              <w:t>朝向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20453A80" w14:textId="77777777" w:rsidR="005D6B68" w:rsidRDefault="00000000">
            <w:pPr>
              <w:jc w:val="center"/>
            </w:pPr>
            <w:r>
              <w:t>东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AE1FC38" w14:textId="77777777" w:rsidR="005D6B68" w:rsidRDefault="00000000">
            <w:pPr>
              <w:jc w:val="center"/>
            </w:pPr>
            <w:r>
              <w:t>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6A95C144" w14:textId="77777777" w:rsidR="005D6B68" w:rsidRDefault="00000000">
            <w:pPr>
              <w:jc w:val="center"/>
            </w:pPr>
            <w:r>
              <w:t>西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E242E24" w14:textId="77777777" w:rsidR="005D6B68" w:rsidRDefault="00000000">
            <w:pPr>
              <w:jc w:val="center"/>
            </w:pPr>
            <w:r>
              <w:t>北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1D0AC5CA" w14:textId="77777777" w:rsidR="005D6B68" w:rsidRDefault="00000000">
            <w:pPr>
              <w:jc w:val="center"/>
            </w:pPr>
            <w:r>
              <w:t>水平</w:t>
            </w:r>
          </w:p>
        </w:tc>
      </w:tr>
      <w:tr w:rsidR="005D6B68" w14:paraId="2F077563" w14:textId="77777777">
        <w:tc>
          <w:tcPr>
            <w:tcW w:w="1556" w:type="dxa"/>
            <w:shd w:val="clear" w:color="auto" w:fill="E6E6E6"/>
            <w:vAlign w:val="center"/>
          </w:tcPr>
          <w:p w14:paraId="19932B29" w14:textId="77777777" w:rsidR="005D6B68" w:rsidRDefault="00000000">
            <w:r>
              <w:t>0:00</w:t>
            </w:r>
          </w:p>
        </w:tc>
        <w:tc>
          <w:tcPr>
            <w:tcW w:w="1556" w:type="dxa"/>
            <w:vAlign w:val="center"/>
          </w:tcPr>
          <w:p w14:paraId="3DEB8CA6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07FA475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BD4E26A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FEC20C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66E90D" w14:textId="77777777" w:rsidR="005D6B68" w:rsidRDefault="00000000">
            <w:r>
              <w:t>0.00</w:t>
            </w:r>
          </w:p>
        </w:tc>
      </w:tr>
      <w:tr w:rsidR="005D6B68" w14:paraId="4B64A2D2" w14:textId="77777777">
        <w:tc>
          <w:tcPr>
            <w:tcW w:w="1556" w:type="dxa"/>
            <w:shd w:val="clear" w:color="auto" w:fill="E6E6E6"/>
            <w:vAlign w:val="center"/>
          </w:tcPr>
          <w:p w14:paraId="4C2F17DA" w14:textId="77777777" w:rsidR="005D6B68" w:rsidRDefault="00000000">
            <w:r>
              <w:t>1:00</w:t>
            </w:r>
          </w:p>
        </w:tc>
        <w:tc>
          <w:tcPr>
            <w:tcW w:w="1556" w:type="dxa"/>
            <w:vAlign w:val="center"/>
          </w:tcPr>
          <w:p w14:paraId="45B2EB93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043706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BFCC1A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105E315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E543BD" w14:textId="77777777" w:rsidR="005D6B68" w:rsidRDefault="00000000">
            <w:r>
              <w:t>0.00</w:t>
            </w:r>
          </w:p>
        </w:tc>
      </w:tr>
      <w:tr w:rsidR="005D6B68" w14:paraId="703520B0" w14:textId="77777777">
        <w:tc>
          <w:tcPr>
            <w:tcW w:w="1556" w:type="dxa"/>
            <w:shd w:val="clear" w:color="auto" w:fill="E6E6E6"/>
            <w:vAlign w:val="center"/>
          </w:tcPr>
          <w:p w14:paraId="6EC72C93" w14:textId="77777777" w:rsidR="005D6B68" w:rsidRDefault="00000000">
            <w:r>
              <w:t>2:00</w:t>
            </w:r>
          </w:p>
        </w:tc>
        <w:tc>
          <w:tcPr>
            <w:tcW w:w="1556" w:type="dxa"/>
            <w:vAlign w:val="center"/>
          </w:tcPr>
          <w:p w14:paraId="6A05FEE2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3100B22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987C177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815A8DC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1FBB3FF" w14:textId="77777777" w:rsidR="005D6B68" w:rsidRDefault="00000000">
            <w:r>
              <w:t>0.00</w:t>
            </w:r>
          </w:p>
        </w:tc>
      </w:tr>
      <w:tr w:rsidR="005D6B68" w14:paraId="107818F1" w14:textId="77777777">
        <w:tc>
          <w:tcPr>
            <w:tcW w:w="1556" w:type="dxa"/>
            <w:shd w:val="clear" w:color="auto" w:fill="E6E6E6"/>
            <w:vAlign w:val="center"/>
          </w:tcPr>
          <w:p w14:paraId="41340516" w14:textId="77777777" w:rsidR="005D6B68" w:rsidRDefault="00000000">
            <w:r>
              <w:t>3:00</w:t>
            </w:r>
          </w:p>
        </w:tc>
        <w:tc>
          <w:tcPr>
            <w:tcW w:w="1556" w:type="dxa"/>
            <w:vAlign w:val="center"/>
          </w:tcPr>
          <w:p w14:paraId="03B3EE4B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8C969CC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1EC7393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71ABEA4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8109D87" w14:textId="77777777" w:rsidR="005D6B68" w:rsidRDefault="00000000">
            <w:r>
              <w:t>0.00</w:t>
            </w:r>
          </w:p>
        </w:tc>
      </w:tr>
      <w:tr w:rsidR="005D6B68" w14:paraId="0DF8CA06" w14:textId="77777777">
        <w:tc>
          <w:tcPr>
            <w:tcW w:w="1556" w:type="dxa"/>
            <w:shd w:val="clear" w:color="auto" w:fill="E6E6E6"/>
            <w:vAlign w:val="center"/>
          </w:tcPr>
          <w:p w14:paraId="6A61814F" w14:textId="77777777" w:rsidR="005D6B68" w:rsidRDefault="00000000">
            <w:r>
              <w:t>4:00</w:t>
            </w:r>
          </w:p>
        </w:tc>
        <w:tc>
          <w:tcPr>
            <w:tcW w:w="1556" w:type="dxa"/>
            <w:vAlign w:val="center"/>
          </w:tcPr>
          <w:p w14:paraId="39AA9089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F77B3A1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E331BDB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9C05768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2E6091F" w14:textId="77777777" w:rsidR="005D6B68" w:rsidRDefault="00000000">
            <w:r>
              <w:t>0.00</w:t>
            </w:r>
          </w:p>
        </w:tc>
      </w:tr>
      <w:tr w:rsidR="005D6B68" w14:paraId="24B2A677" w14:textId="77777777">
        <w:tc>
          <w:tcPr>
            <w:tcW w:w="1556" w:type="dxa"/>
            <w:shd w:val="clear" w:color="auto" w:fill="E6E6E6"/>
            <w:vAlign w:val="center"/>
          </w:tcPr>
          <w:p w14:paraId="1C6B00E7" w14:textId="77777777" w:rsidR="005D6B68" w:rsidRDefault="00000000">
            <w:r>
              <w:t>5:00</w:t>
            </w:r>
          </w:p>
        </w:tc>
        <w:tc>
          <w:tcPr>
            <w:tcW w:w="1556" w:type="dxa"/>
            <w:vAlign w:val="center"/>
          </w:tcPr>
          <w:p w14:paraId="500E64A6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3382020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B355414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7E73EAF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D5C9AFD" w14:textId="77777777" w:rsidR="005D6B68" w:rsidRDefault="00000000">
            <w:r>
              <w:t>0.00</w:t>
            </w:r>
          </w:p>
        </w:tc>
      </w:tr>
      <w:tr w:rsidR="005D6B68" w14:paraId="58D26136" w14:textId="77777777">
        <w:tc>
          <w:tcPr>
            <w:tcW w:w="1556" w:type="dxa"/>
            <w:shd w:val="clear" w:color="auto" w:fill="E6E6E6"/>
            <w:vAlign w:val="center"/>
          </w:tcPr>
          <w:p w14:paraId="74A8F2CD" w14:textId="77777777" w:rsidR="005D6B68" w:rsidRDefault="00000000">
            <w:r>
              <w:t>6:00</w:t>
            </w:r>
          </w:p>
        </w:tc>
        <w:tc>
          <w:tcPr>
            <w:tcW w:w="1556" w:type="dxa"/>
            <w:vAlign w:val="center"/>
          </w:tcPr>
          <w:p w14:paraId="10779EEF" w14:textId="77777777" w:rsidR="005D6B68" w:rsidRDefault="00000000">
            <w:r>
              <w:t>156.78</w:t>
            </w:r>
          </w:p>
        </w:tc>
        <w:tc>
          <w:tcPr>
            <w:tcW w:w="1556" w:type="dxa"/>
            <w:vAlign w:val="center"/>
          </w:tcPr>
          <w:p w14:paraId="5818DF0F" w14:textId="77777777" w:rsidR="005D6B68" w:rsidRDefault="00000000">
            <w:r>
              <w:t>53.60</w:t>
            </w:r>
          </w:p>
        </w:tc>
        <w:tc>
          <w:tcPr>
            <w:tcW w:w="1556" w:type="dxa"/>
            <w:vAlign w:val="center"/>
          </w:tcPr>
          <w:p w14:paraId="4D32310B" w14:textId="77777777" w:rsidR="005D6B68" w:rsidRDefault="00000000">
            <w:r>
              <w:t>58.51</w:t>
            </w:r>
          </w:p>
        </w:tc>
        <w:tc>
          <w:tcPr>
            <w:tcW w:w="1556" w:type="dxa"/>
            <w:vAlign w:val="center"/>
          </w:tcPr>
          <w:p w14:paraId="199050BC" w14:textId="77777777" w:rsidR="005D6B68" w:rsidRDefault="00000000">
            <w:r>
              <w:t>29.93</w:t>
            </w:r>
          </w:p>
        </w:tc>
        <w:tc>
          <w:tcPr>
            <w:tcW w:w="1556" w:type="dxa"/>
            <w:vAlign w:val="center"/>
          </w:tcPr>
          <w:p w14:paraId="5075F8B0" w14:textId="77777777" w:rsidR="005D6B68" w:rsidRDefault="00000000">
            <w:r>
              <w:t>129.90</w:t>
            </w:r>
          </w:p>
        </w:tc>
      </w:tr>
      <w:tr w:rsidR="005D6B68" w14:paraId="3A23124C" w14:textId="77777777">
        <w:tc>
          <w:tcPr>
            <w:tcW w:w="1556" w:type="dxa"/>
            <w:shd w:val="clear" w:color="auto" w:fill="E6E6E6"/>
            <w:vAlign w:val="center"/>
          </w:tcPr>
          <w:p w14:paraId="19E83654" w14:textId="77777777" w:rsidR="005D6B68" w:rsidRDefault="00000000">
            <w:r>
              <w:t>7:00</w:t>
            </w:r>
          </w:p>
        </w:tc>
        <w:tc>
          <w:tcPr>
            <w:tcW w:w="1556" w:type="dxa"/>
            <w:vAlign w:val="center"/>
          </w:tcPr>
          <w:p w14:paraId="7C78E298" w14:textId="77777777" w:rsidR="005D6B68" w:rsidRDefault="00000000">
            <w:r>
              <w:t>293.98</w:t>
            </w:r>
          </w:p>
        </w:tc>
        <w:tc>
          <w:tcPr>
            <w:tcW w:w="1556" w:type="dxa"/>
            <w:vAlign w:val="center"/>
          </w:tcPr>
          <w:p w14:paraId="4499D642" w14:textId="77777777" w:rsidR="005D6B68" w:rsidRDefault="00000000">
            <w:r>
              <w:t>135.58</w:t>
            </w:r>
          </w:p>
        </w:tc>
        <w:tc>
          <w:tcPr>
            <w:tcW w:w="1556" w:type="dxa"/>
            <w:vAlign w:val="center"/>
          </w:tcPr>
          <w:p w14:paraId="5CBD7153" w14:textId="77777777" w:rsidR="005D6B68" w:rsidRDefault="00000000">
            <w:r>
              <w:t>121.79</w:t>
            </w:r>
          </w:p>
        </w:tc>
        <w:tc>
          <w:tcPr>
            <w:tcW w:w="1556" w:type="dxa"/>
            <w:vAlign w:val="center"/>
          </w:tcPr>
          <w:p w14:paraId="6AB164B3" w14:textId="77777777" w:rsidR="005D6B68" w:rsidRDefault="00000000">
            <w:r>
              <w:t>87.93</w:t>
            </w:r>
          </w:p>
        </w:tc>
        <w:tc>
          <w:tcPr>
            <w:tcW w:w="1556" w:type="dxa"/>
            <w:vAlign w:val="center"/>
          </w:tcPr>
          <w:p w14:paraId="32712848" w14:textId="77777777" w:rsidR="005D6B68" w:rsidRDefault="00000000">
            <w:r>
              <w:t>301.50</w:t>
            </w:r>
          </w:p>
        </w:tc>
      </w:tr>
      <w:tr w:rsidR="005D6B68" w14:paraId="333CC1B6" w14:textId="77777777">
        <w:tc>
          <w:tcPr>
            <w:tcW w:w="1556" w:type="dxa"/>
            <w:shd w:val="clear" w:color="auto" w:fill="E6E6E6"/>
            <w:vAlign w:val="center"/>
          </w:tcPr>
          <w:p w14:paraId="6E81B3AA" w14:textId="77777777" w:rsidR="005D6B68" w:rsidRDefault="00000000">
            <w:r>
              <w:t>8:00</w:t>
            </w:r>
          </w:p>
        </w:tc>
        <w:tc>
          <w:tcPr>
            <w:tcW w:w="1556" w:type="dxa"/>
            <w:vAlign w:val="center"/>
          </w:tcPr>
          <w:p w14:paraId="00D67A98" w14:textId="77777777" w:rsidR="005D6B68" w:rsidRDefault="00000000">
            <w:r>
              <w:t>402.73</w:t>
            </w:r>
          </w:p>
        </w:tc>
        <w:tc>
          <w:tcPr>
            <w:tcW w:w="1556" w:type="dxa"/>
            <w:vAlign w:val="center"/>
          </w:tcPr>
          <w:p w14:paraId="3F29DA2F" w14:textId="77777777" w:rsidR="005D6B68" w:rsidRDefault="00000000">
            <w:r>
              <w:t>213.54</w:t>
            </w:r>
          </w:p>
        </w:tc>
        <w:tc>
          <w:tcPr>
            <w:tcW w:w="1556" w:type="dxa"/>
            <w:vAlign w:val="center"/>
          </w:tcPr>
          <w:p w14:paraId="43A4030F" w14:textId="77777777" w:rsidR="005D6B68" w:rsidRDefault="00000000">
            <w:r>
              <w:t>167.13</w:t>
            </w:r>
          </w:p>
        </w:tc>
        <w:tc>
          <w:tcPr>
            <w:tcW w:w="1556" w:type="dxa"/>
            <w:vAlign w:val="center"/>
          </w:tcPr>
          <w:p w14:paraId="06162E6B" w14:textId="77777777" w:rsidR="005D6B68" w:rsidRDefault="00000000">
            <w:r>
              <w:t>136.53</w:t>
            </w:r>
          </w:p>
        </w:tc>
        <w:tc>
          <w:tcPr>
            <w:tcW w:w="1556" w:type="dxa"/>
            <w:vAlign w:val="center"/>
          </w:tcPr>
          <w:p w14:paraId="1BFF7BCA" w14:textId="77777777" w:rsidR="005D6B68" w:rsidRDefault="00000000">
            <w:r>
              <w:t>494.30</w:t>
            </w:r>
          </w:p>
        </w:tc>
      </w:tr>
      <w:tr w:rsidR="005D6B68" w14:paraId="1B233121" w14:textId="77777777">
        <w:tc>
          <w:tcPr>
            <w:tcW w:w="1556" w:type="dxa"/>
            <w:shd w:val="clear" w:color="auto" w:fill="E6E6E6"/>
            <w:vAlign w:val="center"/>
          </w:tcPr>
          <w:p w14:paraId="3CE027FA" w14:textId="77777777" w:rsidR="005D6B68" w:rsidRDefault="00000000">
            <w:r>
              <w:t>9:00</w:t>
            </w:r>
          </w:p>
        </w:tc>
        <w:tc>
          <w:tcPr>
            <w:tcW w:w="1556" w:type="dxa"/>
            <w:vAlign w:val="center"/>
          </w:tcPr>
          <w:p w14:paraId="7E6A78E2" w14:textId="77777777" w:rsidR="005D6B68" w:rsidRDefault="00000000">
            <w:r>
              <w:t>422.58</w:t>
            </w:r>
          </w:p>
        </w:tc>
        <w:tc>
          <w:tcPr>
            <w:tcW w:w="1556" w:type="dxa"/>
            <w:vAlign w:val="center"/>
          </w:tcPr>
          <w:p w14:paraId="55AC78DA" w14:textId="77777777" w:rsidR="005D6B68" w:rsidRDefault="00000000">
            <w:r>
              <w:t>299.76</w:t>
            </w:r>
          </w:p>
        </w:tc>
        <w:tc>
          <w:tcPr>
            <w:tcW w:w="1556" w:type="dxa"/>
            <w:vAlign w:val="center"/>
          </w:tcPr>
          <w:p w14:paraId="54A51BAF" w14:textId="77777777" w:rsidR="005D6B68" w:rsidRDefault="00000000">
            <w:r>
              <w:t>210.59</w:t>
            </w:r>
          </w:p>
        </w:tc>
        <w:tc>
          <w:tcPr>
            <w:tcW w:w="1556" w:type="dxa"/>
            <w:vAlign w:val="center"/>
          </w:tcPr>
          <w:p w14:paraId="5D23F645" w14:textId="77777777" w:rsidR="005D6B68" w:rsidRDefault="00000000">
            <w:r>
              <w:t>173.38</w:t>
            </w:r>
          </w:p>
        </w:tc>
        <w:tc>
          <w:tcPr>
            <w:tcW w:w="1556" w:type="dxa"/>
            <w:vAlign w:val="center"/>
          </w:tcPr>
          <w:p w14:paraId="47AB8BE8" w14:textId="77777777" w:rsidR="005D6B68" w:rsidRDefault="00000000">
            <w:r>
              <w:t>675.00</w:t>
            </w:r>
          </w:p>
        </w:tc>
      </w:tr>
      <w:tr w:rsidR="005D6B68" w14:paraId="39AA5C5D" w14:textId="77777777">
        <w:tc>
          <w:tcPr>
            <w:tcW w:w="1556" w:type="dxa"/>
            <w:shd w:val="clear" w:color="auto" w:fill="E6E6E6"/>
            <w:vAlign w:val="center"/>
          </w:tcPr>
          <w:p w14:paraId="30207D68" w14:textId="77777777" w:rsidR="005D6B68" w:rsidRDefault="00000000">
            <w:r>
              <w:t>10:00</w:t>
            </w:r>
          </w:p>
        </w:tc>
        <w:tc>
          <w:tcPr>
            <w:tcW w:w="1556" w:type="dxa"/>
            <w:vAlign w:val="center"/>
          </w:tcPr>
          <w:p w14:paraId="6977BE05" w14:textId="77777777" w:rsidR="005D6B68" w:rsidRDefault="00000000">
            <w:r>
              <w:t>390.76</w:t>
            </w:r>
          </w:p>
        </w:tc>
        <w:tc>
          <w:tcPr>
            <w:tcW w:w="1556" w:type="dxa"/>
            <w:vAlign w:val="center"/>
          </w:tcPr>
          <w:p w14:paraId="31C1AB58" w14:textId="77777777" w:rsidR="005D6B68" w:rsidRDefault="00000000">
            <w:r>
              <w:t>390.88</w:t>
            </w:r>
          </w:p>
        </w:tc>
        <w:tc>
          <w:tcPr>
            <w:tcW w:w="1556" w:type="dxa"/>
            <w:vAlign w:val="center"/>
          </w:tcPr>
          <w:p w14:paraId="6DD72D87" w14:textId="77777777" w:rsidR="005D6B68" w:rsidRDefault="00000000">
            <w:r>
              <w:t>259.61</w:t>
            </w:r>
          </w:p>
        </w:tc>
        <w:tc>
          <w:tcPr>
            <w:tcW w:w="1556" w:type="dxa"/>
            <w:vAlign w:val="center"/>
          </w:tcPr>
          <w:p w14:paraId="72FA76B9" w14:textId="77777777" w:rsidR="005D6B68" w:rsidRDefault="00000000">
            <w:r>
              <w:t>214.40</w:t>
            </w:r>
          </w:p>
        </w:tc>
        <w:tc>
          <w:tcPr>
            <w:tcW w:w="1556" w:type="dxa"/>
            <w:vAlign w:val="center"/>
          </w:tcPr>
          <w:p w14:paraId="0DA97997" w14:textId="77777777" w:rsidR="005D6B68" w:rsidRDefault="00000000">
            <w:r>
              <w:t>857.10</w:t>
            </w:r>
          </w:p>
        </w:tc>
      </w:tr>
      <w:tr w:rsidR="005D6B68" w14:paraId="6296FED8" w14:textId="77777777">
        <w:tc>
          <w:tcPr>
            <w:tcW w:w="1556" w:type="dxa"/>
            <w:shd w:val="clear" w:color="auto" w:fill="E6E6E6"/>
            <w:vAlign w:val="center"/>
          </w:tcPr>
          <w:p w14:paraId="57A632B3" w14:textId="77777777" w:rsidR="005D6B68" w:rsidRDefault="00000000">
            <w:r>
              <w:t>11:00</w:t>
            </w:r>
          </w:p>
        </w:tc>
        <w:tc>
          <w:tcPr>
            <w:tcW w:w="1556" w:type="dxa"/>
            <w:vAlign w:val="center"/>
          </w:tcPr>
          <w:p w14:paraId="1DF3F1D8" w14:textId="77777777" w:rsidR="005D6B68" w:rsidRDefault="00000000">
            <w:r>
              <w:t>296.62</w:t>
            </w:r>
          </w:p>
        </w:tc>
        <w:tc>
          <w:tcPr>
            <w:tcW w:w="1556" w:type="dxa"/>
            <w:vAlign w:val="center"/>
          </w:tcPr>
          <w:p w14:paraId="3291A5C4" w14:textId="77777777" w:rsidR="005D6B68" w:rsidRDefault="00000000">
            <w:r>
              <w:t>450.26</w:t>
            </w:r>
          </w:p>
        </w:tc>
        <w:tc>
          <w:tcPr>
            <w:tcW w:w="1556" w:type="dxa"/>
            <w:vAlign w:val="center"/>
          </w:tcPr>
          <w:p w14:paraId="18910FD2" w14:textId="77777777" w:rsidR="005D6B68" w:rsidRDefault="00000000">
            <w:r>
              <w:t>296.62</w:t>
            </w:r>
          </w:p>
        </w:tc>
        <w:tc>
          <w:tcPr>
            <w:tcW w:w="1556" w:type="dxa"/>
            <w:vAlign w:val="center"/>
          </w:tcPr>
          <w:p w14:paraId="1018A6EF" w14:textId="77777777" w:rsidR="005D6B68" w:rsidRDefault="00000000">
            <w:r>
              <w:t>244.61</w:t>
            </w:r>
          </w:p>
        </w:tc>
        <w:tc>
          <w:tcPr>
            <w:tcW w:w="1556" w:type="dxa"/>
            <w:vAlign w:val="center"/>
          </w:tcPr>
          <w:p w14:paraId="1CC8E8C8" w14:textId="77777777" w:rsidR="005D6B68" w:rsidRDefault="00000000">
            <w:r>
              <w:t>965.90</w:t>
            </w:r>
          </w:p>
        </w:tc>
      </w:tr>
      <w:tr w:rsidR="005D6B68" w14:paraId="766A4A32" w14:textId="77777777">
        <w:tc>
          <w:tcPr>
            <w:tcW w:w="1556" w:type="dxa"/>
            <w:shd w:val="clear" w:color="auto" w:fill="E6E6E6"/>
            <w:vAlign w:val="center"/>
          </w:tcPr>
          <w:p w14:paraId="55BB9B87" w14:textId="77777777" w:rsidR="005D6B68" w:rsidRDefault="00000000">
            <w:r>
              <w:t>12:00</w:t>
            </w:r>
          </w:p>
        </w:tc>
        <w:tc>
          <w:tcPr>
            <w:tcW w:w="1556" w:type="dxa"/>
            <w:vAlign w:val="center"/>
          </w:tcPr>
          <w:p w14:paraId="194A7BF0" w14:textId="77777777" w:rsidR="005D6B68" w:rsidRDefault="00000000">
            <w:r>
              <w:t>309.04</w:t>
            </w:r>
          </w:p>
        </w:tc>
        <w:tc>
          <w:tcPr>
            <w:tcW w:w="1556" w:type="dxa"/>
            <w:vAlign w:val="center"/>
          </w:tcPr>
          <w:p w14:paraId="59815D42" w14:textId="77777777" w:rsidR="005D6B68" w:rsidRDefault="00000000">
            <w:r>
              <w:t>458.95</w:t>
            </w:r>
          </w:p>
        </w:tc>
        <w:tc>
          <w:tcPr>
            <w:tcW w:w="1556" w:type="dxa"/>
            <w:vAlign w:val="center"/>
          </w:tcPr>
          <w:p w14:paraId="52E39A39" w14:textId="77777777" w:rsidR="005D6B68" w:rsidRDefault="00000000">
            <w:r>
              <w:t>454.07</w:t>
            </w:r>
          </w:p>
        </w:tc>
        <w:tc>
          <w:tcPr>
            <w:tcW w:w="1556" w:type="dxa"/>
            <w:vAlign w:val="center"/>
          </w:tcPr>
          <w:p w14:paraId="00A0501B" w14:textId="77777777" w:rsidR="005D6B68" w:rsidRDefault="00000000">
            <w:r>
              <w:t>254.29</w:t>
            </w:r>
          </w:p>
        </w:tc>
        <w:tc>
          <w:tcPr>
            <w:tcW w:w="1556" w:type="dxa"/>
            <w:vAlign w:val="center"/>
          </w:tcPr>
          <w:p w14:paraId="212DD5A8" w14:textId="77777777" w:rsidR="005D6B68" w:rsidRDefault="00000000">
            <w:r>
              <w:t>984.40</w:t>
            </w:r>
          </w:p>
        </w:tc>
      </w:tr>
      <w:tr w:rsidR="005D6B68" w14:paraId="621D5F4F" w14:textId="77777777">
        <w:tc>
          <w:tcPr>
            <w:tcW w:w="1556" w:type="dxa"/>
            <w:shd w:val="clear" w:color="auto" w:fill="E6E6E6"/>
            <w:vAlign w:val="center"/>
          </w:tcPr>
          <w:p w14:paraId="66AD6665" w14:textId="77777777" w:rsidR="005D6B68" w:rsidRDefault="00000000">
            <w:r>
              <w:t>13:00</w:t>
            </w:r>
          </w:p>
        </w:tc>
        <w:tc>
          <w:tcPr>
            <w:tcW w:w="1556" w:type="dxa"/>
            <w:vAlign w:val="center"/>
          </w:tcPr>
          <w:p w14:paraId="253E2D73" w14:textId="77777777" w:rsidR="005D6B68" w:rsidRDefault="00000000">
            <w:r>
              <w:t>297.09</w:t>
            </w:r>
          </w:p>
        </w:tc>
        <w:tc>
          <w:tcPr>
            <w:tcW w:w="1556" w:type="dxa"/>
            <w:vAlign w:val="center"/>
          </w:tcPr>
          <w:p w14:paraId="5D6258D0" w14:textId="77777777" w:rsidR="005D6B68" w:rsidRDefault="00000000">
            <w:r>
              <w:t>419.32</w:t>
            </w:r>
          </w:p>
        </w:tc>
        <w:tc>
          <w:tcPr>
            <w:tcW w:w="1556" w:type="dxa"/>
            <w:vAlign w:val="center"/>
          </w:tcPr>
          <w:p w14:paraId="20F5FAB5" w14:textId="77777777" w:rsidR="005D6B68" w:rsidRDefault="00000000">
            <w:r>
              <w:t>578.78</w:t>
            </w:r>
          </w:p>
        </w:tc>
        <w:tc>
          <w:tcPr>
            <w:tcW w:w="1556" w:type="dxa"/>
            <w:vAlign w:val="center"/>
          </w:tcPr>
          <w:p w14:paraId="179FAEC0" w14:textId="77777777" w:rsidR="005D6B68" w:rsidRDefault="00000000">
            <w:r>
              <w:t>243.91</w:t>
            </w:r>
          </w:p>
        </w:tc>
        <w:tc>
          <w:tcPr>
            <w:tcW w:w="1556" w:type="dxa"/>
            <w:vAlign w:val="center"/>
          </w:tcPr>
          <w:p w14:paraId="63FFA9AE" w14:textId="77777777" w:rsidR="005D6B68" w:rsidRDefault="00000000">
            <w:r>
              <w:t>925.70</w:t>
            </w:r>
          </w:p>
        </w:tc>
      </w:tr>
      <w:tr w:rsidR="005D6B68" w14:paraId="74007ADC" w14:textId="77777777">
        <w:tc>
          <w:tcPr>
            <w:tcW w:w="1556" w:type="dxa"/>
            <w:shd w:val="clear" w:color="auto" w:fill="E6E6E6"/>
            <w:vAlign w:val="center"/>
          </w:tcPr>
          <w:p w14:paraId="1BDE5782" w14:textId="77777777" w:rsidR="005D6B68" w:rsidRDefault="00000000">
            <w:r>
              <w:t>14:00</w:t>
            </w:r>
          </w:p>
        </w:tc>
        <w:tc>
          <w:tcPr>
            <w:tcW w:w="1556" w:type="dxa"/>
            <w:vAlign w:val="center"/>
          </w:tcPr>
          <w:p w14:paraId="3BCFC8BB" w14:textId="77777777" w:rsidR="005D6B68" w:rsidRDefault="00000000">
            <w:r>
              <w:t>266.07</w:t>
            </w:r>
          </w:p>
        </w:tc>
        <w:tc>
          <w:tcPr>
            <w:tcW w:w="1556" w:type="dxa"/>
            <w:vAlign w:val="center"/>
          </w:tcPr>
          <w:p w14:paraId="2D5471BF" w14:textId="77777777" w:rsidR="005D6B68" w:rsidRDefault="00000000">
            <w:r>
              <w:t>340.62</w:t>
            </w:r>
          </w:p>
        </w:tc>
        <w:tc>
          <w:tcPr>
            <w:tcW w:w="1556" w:type="dxa"/>
            <w:vAlign w:val="center"/>
          </w:tcPr>
          <w:p w14:paraId="1B9C6EA0" w14:textId="77777777" w:rsidR="005D6B68" w:rsidRDefault="00000000">
            <w:r>
              <w:t>656.51</w:t>
            </w:r>
          </w:p>
        </w:tc>
        <w:tc>
          <w:tcPr>
            <w:tcW w:w="1556" w:type="dxa"/>
            <w:vAlign w:val="center"/>
          </w:tcPr>
          <w:p w14:paraId="5B4CB97A" w14:textId="77777777" w:rsidR="005D6B68" w:rsidRDefault="00000000">
            <w:r>
              <w:t>217.72</w:t>
            </w:r>
          </w:p>
        </w:tc>
        <w:tc>
          <w:tcPr>
            <w:tcW w:w="1556" w:type="dxa"/>
            <w:vAlign w:val="center"/>
          </w:tcPr>
          <w:p w14:paraId="297476DB" w14:textId="77777777" w:rsidR="005D6B68" w:rsidRDefault="00000000">
            <w:r>
              <w:t>801.00</w:t>
            </w:r>
          </w:p>
        </w:tc>
      </w:tr>
      <w:tr w:rsidR="005D6B68" w14:paraId="2F80E1B1" w14:textId="77777777">
        <w:tc>
          <w:tcPr>
            <w:tcW w:w="1556" w:type="dxa"/>
            <w:shd w:val="clear" w:color="auto" w:fill="E6E6E6"/>
            <w:vAlign w:val="center"/>
          </w:tcPr>
          <w:p w14:paraId="517638D1" w14:textId="77777777" w:rsidR="005D6B68" w:rsidRDefault="00000000">
            <w:r>
              <w:t>15:00</w:t>
            </w:r>
          </w:p>
        </w:tc>
        <w:tc>
          <w:tcPr>
            <w:tcW w:w="1556" w:type="dxa"/>
            <w:vAlign w:val="center"/>
          </w:tcPr>
          <w:p w14:paraId="3F6E7D2C" w14:textId="77777777" w:rsidR="005D6B68" w:rsidRDefault="00000000">
            <w:r>
              <w:t>221.08</w:t>
            </w:r>
          </w:p>
        </w:tc>
        <w:tc>
          <w:tcPr>
            <w:tcW w:w="1556" w:type="dxa"/>
            <w:vAlign w:val="center"/>
          </w:tcPr>
          <w:p w14:paraId="0CC4D342" w14:textId="77777777" w:rsidR="005D6B68" w:rsidRDefault="00000000">
            <w:r>
              <w:t>236.30</w:t>
            </w:r>
          </w:p>
        </w:tc>
        <w:tc>
          <w:tcPr>
            <w:tcW w:w="1556" w:type="dxa"/>
            <w:vAlign w:val="center"/>
          </w:tcPr>
          <w:p w14:paraId="75E94F62" w14:textId="77777777" w:rsidR="005D6B68" w:rsidRDefault="00000000">
            <w:r>
              <w:t>667.56</w:t>
            </w:r>
          </w:p>
        </w:tc>
        <w:tc>
          <w:tcPr>
            <w:tcW w:w="1556" w:type="dxa"/>
            <w:vAlign w:val="center"/>
          </w:tcPr>
          <w:p w14:paraId="12975C97" w14:textId="77777777" w:rsidR="005D6B68" w:rsidRDefault="00000000">
            <w:r>
              <w:t>153.78</w:t>
            </w:r>
          </w:p>
        </w:tc>
        <w:tc>
          <w:tcPr>
            <w:tcW w:w="1556" w:type="dxa"/>
            <w:vAlign w:val="center"/>
          </w:tcPr>
          <w:p w14:paraId="53C7B53E" w14:textId="77777777" w:rsidR="005D6B68" w:rsidRDefault="00000000">
            <w:r>
              <w:t>623.90</w:t>
            </w:r>
          </w:p>
        </w:tc>
      </w:tr>
      <w:tr w:rsidR="005D6B68" w14:paraId="3BCA97CE" w14:textId="77777777">
        <w:tc>
          <w:tcPr>
            <w:tcW w:w="1556" w:type="dxa"/>
            <w:shd w:val="clear" w:color="auto" w:fill="E6E6E6"/>
            <w:vAlign w:val="center"/>
          </w:tcPr>
          <w:p w14:paraId="7E5F18CA" w14:textId="77777777" w:rsidR="005D6B68" w:rsidRDefault="00000000">
            <w:r>
              <w:t>16:00</w:t>
            </w:r>
          </w:p>
        </w:tc>
        <w:tc>
          <w:tcPr>
            <w:tcW w:w="1556" w:type="dxa"/>
            <w:vAlign w:val="center"/>
          </w:tcPr>
          <w:p w14:paraId="21470741" w14:textId="77777777" w:rsidR="005D6B68" w:rsidRDefault="00000000">
            <w:r>
              <w:t>164.80</w:t>
            </w:r>
          </w:p>
        </w:tc>
        <w:tc>
          <w:tcPr>
            <w:tcW w:w="1556" w:type="dxa"/>
            <w:vAlign w:val="center"/>
          </w:tcPr>
          <w:p w14:paraId="3CEE047B" w14:textId="77777777" w:rsidR="005D6B68" w:rsidRDefault="00000000">
            <w:r>
              <w:t>127.15</w:t>
            </w:r>
          </w:p>
        </w:tc>
        <w:tc>
          <w:tcPr>
            <w:tcW w:w="1556" w:type="dxa"/>
            <w:vAlign w:val="center"/>
          </w:tcPr>
          <w:p w14:paraId="122EC18C" w14:textId="77777777" w:rsidR="005D6B68" w:rsidRDefault="00000000">
            <w:r>
              <w:t>574.80</w:t>
            </w:r>
          </w:p>
        </w:tc>
        <w:tc>
          <w:tcPr>
            <w:tcW w:w="1556" w:type="dxa"/>
            <w:vAlign w:val="center"/>
          </w:tcPr>
          <w:p w14:paraId="26C3C9B0" w14:textId="77777777" w:rsidR="005D6B68" w:rsidRDefault="00000000">
            <w:r>
              <w:t>62.76</w:t>
            </w:r>
          </w:p>
        </w:tc>
        <w:tc>
          <w:tcPr>
            <w:tcW w:w="1556" w:type="dxa"/>
            <w:vAlign w:val="center"/>
          </w:tcPr>
          <w:p w14:paraId="401D36C2" w14:textId="77777777" w:rsidR="005D6B68" w:rsidRDefault="00000000">
            <w:r>
              <w:t>409.80</w:t>
            </w:r>
          </w:p>
        </w:tc>
      </w:tr>
      <w:tr w:rsidR="005D6B68" w14:paraId="2AC21B49" w14:textId="77777777">
        <w:tc>
          <w:tcPr>
            <w:tcW w:w="1556" w:type="dxa"/>
            <w:shd w:val="clear" w:color="auto" w:fill="E6E6E6"/>
            <w:vAlign w:val="center"/>
          </w:tcPr>
          <w:p w14:paraId="662E7FD1" w14:textId="77777777" w:rsidR="005D6B68" w:rsidRDefault="00000000">
            <w:r>
              <w:t>17:00</w:t>
            </w:r>
          </w:p>
        </w:tc>
        <w:tc>
          <w:tcPr>
            <w:tcW w:w="1556" w:type="dxa"/>
            <w:vAlign w:val="center"/>
          </w:tcPr>
          <w:p w14:paraId="20EA67CB" w14:textId="77777777" w:rsidR="005D6B68" w:rsidRDefault="00000000">
            <w:r>
              <w:t>90.30</w:t>
            </w:r>
          </w:p>
        </w:tc>
        <w:tc>
          <w:tcPr>
            <w:tcW w:w="1556" w:type="dxa"/>
            <w:vAlign w:val="center"/>
          </w:tcPr>
          <w:p w14:paraId="5B9C9BAE" w14:textId="77777777" w:rsidR="005D6B68" w:rsidRDefault="00000000">
            <w:r>
              <w:t>29.33</w:t>
            </w:r>
          </w:p>
        </w:tc>
        <w:tc>
          <w:tcPr>
            <w:tcW w:w="1556" w:type="dxa"/>
            <w:vAlign w:val="center"/>
          </w:tcPr>
          <w:p w14:paraId="220D4040" w14:textId="77777777" w:rsidR="005D6B68" w:rsidRDefault="00000000">
            <w:r>
              <w:t>367.76</w:t>
            </w:r>
          </w:p>
        </w:tc>
        <w:tc>
          <w:tcPr>
            <w:tcW w:w="1556" w:type="dxa"/>
            <w:vAlign w:val="center"/>
          </w:tcPr>
          <w:p w14:paraId="71668926" w14:textId="77777777" w:rsidR="005D6B68" w:rsidRDefault="00000000">
            <w:r>
              <w:t>7.95</w:t>
            </w:r>
          </w:p>
        </w:tc>
        <w:tc>
          <w:tcPr>
            <w:tcW w:w="1556" w:type="dxa"/>
            <w:vAlign w:val="center"/>
          </w:tcPr>
          <w:p w14:paraId="05A875F6" w14:textId="77777777" w:rsidR="005D6B68" w:rsidRDefault="00000000">
            <w:r>
              <w:t>186.10</w:t>
            </w:r>
          </w:p>
        </w:tc>
      </w:tr>
      <w:tr w:rsidR="005D6B68" w14:paraId="3F019002" w14:textId="77777777">
        <w:tc>
          <w:tcPr>
            <w:tcW w:w="1556" w:type="dxa"/>
            <w:shd w:val="clear" w:color="auto" w:fill="E6E6E6"/>
            <w:vAlign w:val="center"/>
          </w:tcPr>
          <w:p w14:paraId="739D8CD8" w14:textId="77777777" w:rsidR="005D6B68" w:rsidRDefault="00000000">
            <w:r>
              <w:t>18:00</w:t>
            </w:r>
          </w:p>
        </w:tc>
        <w:tc>
          <w:tcPr>
            <w:tcW w:w="1556" w:type="dxa"/>
            <w:vAlign w:val="center"/>
          </w:tcPr>
          <w:p w14:paraId="7E3125B0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E7FCE71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81FA87B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18F51F3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24793E4" w14:textId="77777777" w:rsidR="005D6B68" w:rsidRDefault="00000000">
            <w:r>
              <w:t>0.00</w:t>
            </w:r>
          </w:p>
        </w:tc>
      </w:tr>
      <w:tr w:rsidR="005D6B68" w14:paraId="70425996" w14:textId="77777777">
        <w:tc>
          <w:tcPr>
            <w:tcW w:w="1556" w:type="dxa"/>
            <w:shd w:val="clear" w:color="auto" w:fill="E6E6E6"/>
            <w:vAlign w:val="center"/>
          </w:tcPr>
          <w:p w14:paraId="39FE7D9C" w14:textId="77777777" w:rsidR="005D6B68" w:rsidRDefault="00000000">
            <w:r>
              <w:t>19:00</w:t>
            </w:r>
          </w:p>
        </w:tc>
        <w:tc>
          <w:tcPr>
            <w:tcW w:w="1556" w:type="dxa"/>
            <w:vAlign w:val="center"/>
          </w:tcPr>
          <w:p w14:paraId="73259E30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5329373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04F4792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C7966A1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8633057" w14:textId="77777777" w:rsidR="005D6B68" w:rsidRDefault="00000000">
            <w:r>
              <w:t>0.00</w:t>
            </w:r>
          </w:p>
        </w:tc>
      </w:tr>
      <w:tr w:rsidR="005D6B68" w14:paraId="0D269775" w14:textId="77777777">
        <w:tc>
          <w:tcPr>
            <w:tcW w:w="1556" w:type="dxa"/>
            <w:shd w:val="clear" w:color="auto" w:fill="E6E6E6"/>
            <w:vAlign w:val="center"/>
          </w:tcPr>
          <w:p w14:paraId="3C73C37B" w14:textId="77777777" w:rsidR="005D6B68" w:rsidRDefault="00000000">
            <w:r>
              <w:t>20:00</w:t>
            </w:r>
          </w:p>
        </w:tc>
        <w:tc>
          <w:tcPr>
            <w:tcW w:w="1556" w:type="dxa"/>
            <w:vAlign w:val="center"/>
          </w:tcPr>
          <w:p w14:paraId="401F266B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6119D75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CD24906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A485BDF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4F95B0C" w14:textId="77777777" w:rsidR="005D6B68" w:rsidRDefault="00000000">
            <w:r>
              <w:t>0.00</w:t>
            </w:r>
          </w:p>
        </w:tc>
      </w:tr>
      <w:tr w:rsidR="005D6B68" w14:paraId="19C570E7" w14:textId="77777777">
        <w:tc>
          <w:tcPr>
            <w:tcW w:w="1556" w:type="dxa"/>
            <w:shd w:val="clear" w:color="auto" w:fill="E6E6E6"/>
            <w:vAlign w:val="center"/>
          </w:tcPr>
          <w:p w14:paraId="1C8D0A8B" w14:textId="77777777" w:rsidR="005D6B68" w:rsidRDefault="00000000">
            <w:r>
              <w:t>21:00</w:t>
            </w:r>
          </w:p>
        </w:tc>
        <w:tc>
          <w:tcPr>
            <w:tcW w:w="1556" w:type="dxa"/>
            <w:vAlign w:val="center"/>
          </w:tcPr>
          <w:p w14:paraId="69DA4252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752F3D18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047C4D8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4C576783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2AECA6" w14:textId="77777777" w:rsidR="005D6B68" w:rsidRDefault="00000000">
            <w:r>
              <w:t>0.00</w:t>
            </w:r>
          </w:p>
        </w:tc>
      </w:tr>
      <w:tr w:rsidR="005D6B68" w14:paraId="5FCF00D2" w14:textId="77777777">
        <w:tc>
          <w:tcPr>
            <w:tcW w:w="1556" w:type="dxa"/>
            <w:shd w:val="clear" w:color="auto" w:fill="E6E6E6"/>
            <w:vAlign w:val="center"/>
          </w:tcPr>
          <w:p w14:paraId="4689042A" w14:textId="77777777" w:rsidR="005D6B68" w:rsidRDefault="00000000">
            <w:r>
              <w:t>22:00</w:t>
            </w:r>
          </w:p>
        </w:tc>
        <w:tc>
          <w:tcPr>
            <w:tcW w:w="1556" w:type="dxa"/>
            <w:vAlign w:val="center"/>
          </w:tcPr>
          <w:p w14:paraId="1171AC95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0F68421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C37C214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221D35CF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55A6170C" w14:textId="77777777" w:rsidR="005D6B68" w:rsidRDefault="00000000">
            <w:r>
              <w:t>0.00</w:t>
            </w:r>
          </w:p>
        </w:tc>
      </w:tr>
      <w:tr w:rsidR="005D6B68" w14:paraId="647BA2F9" w14:textId="77777777">
        <w:tc>
          <w:tcPr>
            <w:tcW w:w="1556" w:type="dxa"/>
            <w:shd w:val="clear" w:color="auto" w:fill="E6E6E6"/>
            <w:vAlign w:val="center"/>
          </w:tcPr>
          <w:p w14:paraId="235F73D9" w14:textId="77777777" w:rsidR="005D6B68" w:rsidRDefault="00000000">
            <w:r>
              <w:t>23:00</w:t>
            </w:r>
          </w:p>
        </w:tc>
        <w:tc>
          <w:tcPr>
            <w:tcW w:w="1556" w:type="dxa"/>
            <w:vAlign w:val="center"/>
          </w:tcPr>
          <w:p w14:paraId="1FEC1377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3EB38895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088B997E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6E8C36AF" w14:textId="77777777" w:rsidR="005D6B68" w:rsidRDefault="00000000">
            <w:r>
              <w:t>0.00</w:t>
            </w:r>
          </w:p>
        </w:tc>
        <w:tc>
          <w:tcPr>
            <w:tcW w:w="1556" w:type="dxa"/>
            <w:vAlign w:val="center"/>
          </w:tcPr>
          <w:p w14:paraId="141AD575" w14:textId="77777777" w:rsidR="005D6B68" w:rsidRDefault="00000000">
            <w:r>
              <w:t>0.00</w:t>
            </w:r>
          </w:p>
        </w:tc>
      </w:tr>
    </w:tbl>
    <w:p w14:paraId="76281082" w14:textId="77777777" w:rsidR="00794676" w:rsidRPr="00A45CFE" w:rsidRDefault="00794676" w:rsidP="007B104F">
      <w:pPr>
        <w:spacing w:line="240" w:lineRule="atLeast"/>
        <w:jc w:val="center"/>
        <w:rPr>
          <w:rFonts w:ascii="宋体" w:hAnsi="宋体"/>
          <w:color w:val="000000"/>
          <w:szCs w:val="21"/>
        </w:rPr>
      </w:pPr>
      <w:bookmarkStart w:id="43" w:name="室外逐时辐射"/>
      <w:bookmarkEnd w:id="43"/>
    </w:p>
    <w:p w14:paraId="7A0E3433" w14:textId="77777777" w:rsidR="005C5049" w:rsidRDefault="005C5049" w:rsidP="005C5049">
      <w:pPr>
        <w:jc w:val="left"/>
        <w:rPr>
          <w:rFonts w:ascii="宋体" w:hAnsi="宋体"/>
          <w:b/>
          <w:color w:val="000000"/>
          <w:sz w:val="18"/>
          <w:szCs w:val="18"/>
        </w:rPr>
      </w:pPr>
      <w:bookmarkStart w:id="44" w:name="室外逐时辐射备注"/>
      <w:bookmarkEnd w:id="44"/>
      <w:r>
        <w:rPr>
          <w:rFonts w:ascii="宋体" w:hAnsi="宋体"/>
          <w:b/>
          <w:color w:val="000000"/>
          <w:sz w:val="18"/>
          <w:szCs w:val="18"/>
        </w:rPr>
        <w:t>注：气象数据参考 湖南-长沙</w:t>
      </w:r>
    </w:p>
    <w:p w14:paraId="0DF574CD" w14:textId="77777777" w:rsidR="00697366" w:rsidRDefault="00697366" w:rsidP="00CA66B7">
      <w:pPr>
        <w:pStyle w:val="2"/>
      </w:pPr>
      <w:bookmarkStart w:id="45" w:name="_Toc160352588"/>
      <w:bookmarkEnd w:id="0"/>
      <w:r>
        <w:rPr>
          <w:rFonts w:hint="eastAsia"/>
        </w:rPr>
        <w:lastRenderedPageBreak/>
        <w:t>室内</w:t>
      </w:r>
      <w:r>
        <w:t>空气温度</w:t>
      </w:r>
      <w:bookmarkEnd w:id="45"/>
    </w:p>
    <w:p w14:paraId="1C8EA215" w14:textId="77777777" w:rsidR="009C002A" w:rsidRPr="00CA66B7" w:rsidRDefault="009C002A" w:rsidP="006A4FEA">
      <w:pPr>
        <w:rPr>
          <w:color w:val="000000"/>
          <w:szCs w:val="21"/>
        </w:rPr>
      </w:pPr>
      <w:bookmarkStart w:id="46" w:name="室内空气温度"/>
      <w:bookmarkEnd w:id="46"/>
      <w:r>
        <w:rPr>
          <w:noProof/>
        </w:rPr>
        <w:drawing>
          <wp:inline distT="0" distB="0" distL="0" distR="0" wp14:anchorId="03AB2D58" wp14:editId="58F74343">
            <wp:extent cx="5667375" cy="2981325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5A344E30" w14:textId="77777777">
        <w:tc>
          <w:tcPr>
            <w:tcW w:w="777" w:type="dxa"/>
            <w:shd w:val="clear" w:color="auto" w:fill="E6E6E6"/>
            <w:vAlign w:val="center"/>
          </w:tcPr>
          <w:p w14:paraId="26ECCFA7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E71335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CD8B46A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08E3061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E2EC66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940C3A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A5DA9E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C0DF87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24C08E5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FE24A3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5D06D56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FF5A34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549820D4" w14:textId="77777777">
        <w:tc>
          <w:tcPr>
            <w:tcW w:w="777" w:type="dxa"/>
            <w:vAlign w:val="center"/>
          </w:tcPr>
          <w:p w14:paraId="23A8645A" w14:textId="77777777" w:rsidR="005D6B68" w:rsidRDefault="00000000">
            <w:r>
              <w:t>35.01</w:t>
            </w:r>
          </w:p>
        </w:tc>
        <w:tc>
          <w:tcPr>
            <w:tcW w:w="777" w:type="dxa"/>
            <w:vAlign w:val="center"/>
          </w:tcPr>
          <w:p w14:paraId="0E1E8D2A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451A4E23" w14:textId="77777777" w:rsidR="005D6B68" w:rsidRDefault="00000000">
            <w:r>
              <w:t>33.76</w:t>
            </w:r>
          </w:p>
        </w:tc>
        <w:tc>
          <w:tcPr>
            <w:tcW w:w="777" w:type="dxa"/>
            <w:vAlign w:val="center"/>
          </w:tcPr>
          <w:p w14:paraId="1D34724D" w14:textId="77777777" w:rsidR="005D6B68" w:rsidRDefault="00000000">
            <w:r>
              <w:t>33.42</w:t>
            </w:r>
          </w:p>
        </w:tc>
        <w:tc>
          <w:tcPr>
            <w:tcW w:w="777" w:type="dxa"/>
            <w:vAlign w:val="center"/>
          </w:tcPr>
          <w:p w14:paraId="0011C8CC" w14:textId="77777777" w:rsidR="005D6B68" w:rsidRDefault="00000000">
            <w:r>
              <w:t>33.31</w:t>
            </w:r>
          </w:p>
        </w:tc>
        <w:tc>
          <w:tcPr>
            <w:tcW w:w="777" w:type="dxa"/>
            <w:vAlign w:val="center"/>
          </w:tcPr>
          <w:p w14:paraId="4550DEE6" w14:textId="77777777" w:rsidR="005D6B68" w:rsidRDefault="00000000">
            <w:r>
              <w:t>33.42</w:t>
            </w:r>
          </w:p>
        </w:tc>
        <w:tc>
          <w:tcPr>
            <w:tcW w:w="777" w:type="dxa"/>
            <w:vAlign w:val="center"/>
          </w:tcPr>
          <w:p w14:paraId="4A83FE83" w14:textId="77777777" w:rsidR="005D6B68" w:rsidRDefault="00000000">
            <w:r>
              <w:t>33.76</w:t>
            </w:r>
          </w:p>
        </w:tc>
        <w:tc>
          <w:tcPr>
            <w:tcW w:w="777" w:type="dxa"/>
            <w:vAlign w:val="center"/>
          </w:tcPr>
          <w:p w14:paraId="44C7D0B7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409ED040" w14:textId="77777777" w:rsidR="005D6B68" w:rsidRDefault="00000000">
            <w:r>
              <w:t>35.01</w:t>
            </w:r>
          </w:p>
        </w:tc>
        <w:tc>
          <w:tcPr>
            <w:tcW w:w="777" w:type="dxa"/>
            <w:vAlign w:val="center"/>
          </w:tcPr>
          <w:p w14:paraId="27A803F0" w14:textId="77777777" w:rsidR="005D6B68" w:rsidRDefault="00000000">
            <w:r>
              <w:t>35.83</w:t>
            </w:r>
          </w:p>
        </w:tc>
        <w:tc>
          <w:tcPr>
            <w:tcW w:w="777" w:type="dxa"/>
            <w:vAlign w:val="center"/>
          </w:tcPr>
          <w:p w14:paraId="73ABDC1C" w14:textId="77777777" w:rsidR="005D6B68" w:rsidRDefault="00000000">
            <w:r>
              <w:t>36.71</w:t>
            </w:r>
          </w:p>
        </w:tc>
        <w:tc>
          <w:tcPr>
            <w:tcW w:w="777" w:type="dxa"/>
            <w:vAlign w:val="center"/>
          </w:tcPr>
          <w:p w14:paraId="23281AC8" w14:textId="77777777" w:rsidR="005D6B68" w:rsidRDefault="00000000">
            <w:r>
              <w:t>37.59</w:t>
            </w:r>
          </w:p>
        </w:tc>
      </w:tr>
      <w:tr w:rsidR="005D6B68" w14:paraId="61BFFF76" w14:textId="77777777">
        <w:tc>
          <w:tcPr>
            <w:tcW w:w="777" w:type="dxa"/>
            <w:shd w:val="clear" w:color="auto" w:fill="E6E6E6"/>
            <w:vAlign w:val="center"/>
          </w:tcPr>
          <w:p w14:paraId="6B304B5E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C833A2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71A9A4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885BF9C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E14A502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90AEF55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38C4CCB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86AFB6F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3CBC8C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41A1DEC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FAE97C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CDC128A" w14:textId="77777777" w:rsidR="005D6B68" w:rsidRDefault="00000000">
            <w:r>
              <w:t>23:00</w:t>
            </w:r>
          </w:p>
        </w:tc>
      </w:tr>
      <w:tr w:rsidR="005D6B68" w14:paraId="686A2F63" w14:textId="77777777">
        <w:tc>
          <w:tcPr>
            <w:tcW w:w="777" w:type="dxa"/>
            <w:vAlign w:val="center"/>
          </w:tcPr>
          <w:p w14:paraId="1DB84F13" w14:textId="77777777" w:rsidR="005D6B68" w:rsidRDefault="00000000">
            <w:r>
              <w:t>38.41</w:t>
            </w:r>
          </w:p>
        </w:tc>
        <w:tc>
          <w:tcPr>
            <w:tcW w:w="777" w:type="dxa"/>
            <w:vAlign w:val="center"/>
          </w:tcPr>
          <w:p w14:paraId="42BE5362" w14:textId="77777777" w:rsidR="005D6B68" w:rsidRDefault="00000000">
            <w:r>
              <w:t>39.11</w:t>
            </w:r>
          </w:p>
        </w:tc>
        <w:tc>
          <w:tcPr>
            <w:tcW w:w="777" w:type="dxa"/>
            <w:vAlign w:val="center"/>
          </w:tcPr>
          <w:p w14:paraId="1A91BB62" w14:textId="77777777" w:rsidR="005D6B68" w:rsidRDefault="00000000">
            <w:r>
              <w:t>39.65</w:t>
            </w:r>
          </w:p>
        </w:tc>
        <w:tc>
          <w:tcPr>
            <w:tcW w:w="777" w:type="dxa"/>
            <w:vAlign w:val="center"/>
          </w:tcPr>
          <w:p w14:paraId="63CE5DD7" w14:textId="77777777" w:rsidR="005D6B68" w:rsidRDefault="00000000">
            <w:r>
              <w:t>39.99</w:t>
            </w:r>
          </w:p>
        </w:tc>
        <w:tc>
          <w:tcPr>
            <w:tcW w:w="777" w:type="dxa"/>
            <w:vAlign w:val="center"/>
          </w:tcPr>
          <w:p w14:paraId="7EF2E6A1" w14:textId="77777777" w:rsidR="005D6B68" w:rsidRDefault="00000000">
            <w:r>
              <w:t>40.11</w:t>
            </w:r>
          </w:p>
        </w:tc>
        <w:tc>
          <w:tcPr>
            <w:tcW w:w="777" w:type="dxa"/>
            <w:vAlign w:val="center"/>
          </w:tcPr>
          <w:p w14:paraId="4786B369" w14:textId="77777777" w:rsidR="005D6B68" w:rsidRDefault="00000000">
            <w:r>
              <w:t>39.99</w:t>
            </w:r>
          </w:p>
        </w:tc>
        <w:tc>
          <w:tcPr>
            <w:tcW w:w="777" w:type="dxa"/>
            <w:vAlign w:val="center"/>
          </w:tcPr>
          <w:p w14:paraId="159DA5FA" w14:textId="77777777" w:rsidR="005D6B68" w:rsidRDefault="00000000">
            <w:r>
              <w:t>39.65</w:t>
            </w:r>
          </w:p>
        </w:tc>
        <w:tc>
          <w:tcPr>
            <w:tcW w:w="777" w:type="dxa"/>
            <w:vAlign w:val="center"/>
          </w:tcPr>
          <w:p w14:paraId="5BF531B3" w14:textId="77777777" w:rsidR="005D6B68" w:rsidRDefault="00000000">
            <w:r>
              <w:t>39.11</w:t>
            </w:r>
          </w:p>
        </w:tc>
        <w:tc>
          <w:tcPr>
            <w:tcW w:w="777" w:type="dxa"/>
            <w:vAlign w:val="center"/>
          </w:tcPr>
          <w:p w14:paraId="68807D9C" w14:textId="77777777" w:rsidR="005D6B68" w:rsidRDefault="00000000">
            <w:r>
              <w:t>38.41</w:t>
            </w:r>
          </w:p>
        </w:tc>
        <w:tc>
          <w:tcPr>
            <w:tcW w:w="777" w:type="dxa"/>
            <w:vAlign w:val="center"/>
          </w:tcPr>
          <w:p w14:paraId="245FC4DB" w14:textId="77777777" w:rsidR="005D6B68" w:rsidRDefault="00000000">
            <w:r>
              <w:t>37.59</w:t>
            </w:r>
          </w:p>
        </w:tc>
        <w:tc>
          <w:tcPr>
            <w:tcW w:w="777" w:type="dxa"/>
            <w:vAlign w:val="center"/>
          </w:tcPr>
          <w:p w14:paraId="090FD0B7" w14:textId="77777777" w:rsidR="005D6B68" w:rsidRDefault="00000000">
            <w:r>
              <w:t>36.71</w:t>
            </w:r>
          </w:p>
        </w:tc>
        <w:tc>
          <w:tcPr>
            <w:tcW w:w="777" w:type="dxa"/>
            <w:vAlign w:val="center"/>
          </w:tcPr>
          <w:p w14:paraId="3EC6B713" w14:textId="77777777" w:rsidR="005D6B68" w:rsidRDefault="00000000">
            <w:r>
              <w:t>35.83</w:t>
            </w:r>
          </w:p>
        </w:tc>
      </w:tr>
    </w:tbl>
    <w:p w14:paraId="4CA8E0DA" w14:textId="77777777" w:rsidR="00800A70" w:rsidRDefault="00800A70" w:rsidP="006B27F7">
      <w:pPr>
        <w:jc w:val="center"/>
      </w:pPr>
      <w:bookmarkStart w:id="47" w:name="自然通风室内温度表格"/>
      <w:bookmarkEnd w:id="47"/>
    </w:p>
    <w:p w14:paraId="05C6D6A7" w14:textId="77777777" w:rsidR="00A279F8" w:rsidRPr="00794676" w:rsidRDefault="00A279F8" w:rsidP="009A61CA">
      <w:pPr>
        <w:pStyle w:val="1"/>
      </w:pPr>
      <w:bookmarkStart w:id="48" w:name="_Toc160352589"/>
      <w:r>
        <w:t>工程材料</w:t>
      </w:r>
      <w:bookmarkEnd w:id="48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51"/>
        <w:gridCol w:w="1136"/>
        <w:gridCol w:w="1150"/>
        <w:gridCol w:w="946"/>
        <w:gridCol w:w="1136"/>
        <w:gridCol w:w="1326"/>
        <w:gridCol w:w="1692"/>
      </w:tblGrid>
      <w:tr w:rsidR="005D6B68" w14:paraId="52D7EDC5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382574C6" w14:textId="77777777" w:rsidR="005D6B68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FD9AF0" w14:textId="77777777" w:rsidR="005D6B68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F2D95D9" w14:textId="77777777" w:rsidR="005D6B68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DA6332" w14:textId="77777777" w:rsidR="005D6B68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F1C6C4C" w14:textId="77777777" w:rsidR="005D6B68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0739878" w14:textId="77777777" w:rsidR="005D6B68" w:rsidRDefault="00000000">
            <w:pPr>
              <w:jc w:val="center"/>
            </w:pPr>
            <w:r>
              <w:t>蒸汽渗透系数</w:t>
            </w:r>
            <w:r>
              <w:t>u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5DAD0CFB" w14:textId="77777777" w:rsidR="005D6B68" w:rsidRDefault="00000000">
            <w:pPr>
              <w:jc w:val="center"/>
            </w:pPr>
            <w:r>
              <w:t>备注</w:t>
            </w:r>
          </w:p>
        </w:tc>
      </w:tr>
      <w:tr w:rsidR="005D6B68" w14:paraId="327BC0C4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40C990AF" w14:textId="77777777" w:rsidR="005D6B68" w:rsidRDefault="005D6B68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0FC0558E" w14:textId="77777777" w:rsidR="005D6B68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609EE31A" w14:textId="77777777" w:rsidR="005D6B68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A7B5754" w14:textId="77777777" w:rsidR="005D6B68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8D20728" w14:textId="77777777" w:rsidR="005D6B68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C697AF9" w14:textId="77777777" w:rsidR="005D6B68" w:rsidRDefault="00000000">
            <w:pPr>
              <w:jc w:val="center"/>
            </w:pPr>
            <w:r>
              <w:t>g/(</w:t>
            </w:r>
            <w:proofErr w:type="spellStart"/>
            <w:r>
              <w:t>m.h.kPa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659F7C98" w14:textId="77777777" w:rsidR="005D6B68" w:rsidRDefault="005D6B68">
            <w:pPr>
              <w:jc w:val="center"/>
            </w:pPr>
          </w:p>
        </w:tc>
      </w:tr>
      <w:tr w:rsidR="005D6B68" w14:paraId="6DAC02D6" w14:textId="77777777">
        <w:tc>
          <w:tcPr>
            <w:tcW w:w="2196" w:type="dxa"/>
            <w:shd w:val="clear" w:color="auto" w:fill="E6E6E6"/>
            <w:vAlign w:val="center"/>
          </w:tcPr>
          <w:p w14:paraId="509EE81C" w14:textId="77777777" w:rsidR="005D6B68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7B3B49E4" w14:textId="77777777" w:rsidR="005D6B6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C8EBA39" w14:textId="77777777" w:rsidR="005D6B6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A8AE310" w14:textId="77777777" w:rsidR="005D6B6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3D35CC28" w14:textId="77777777" w:rsidR="005D6B6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53E5F15F" w14:textId="77777777" w:rsidR="005D6B68" w:rsidRDefault="00000000">
            <w:r>
              <w:t>0.0210</w:t>
            </w:r>
          </w:p>
        </w:tc>
        <w:tc>
          <w:tcPr>
            <w:tcW w:w="1516" w:type="dxa"/>
            <w:vAlign w:val="center"/>
          </w:tcPr>
          <w:p w14:paraId="3769B75C" w14:textId="77777777" w:rsidR="005D6B6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D6B68" w14:paraId="36B30D77" w14:textId="77777777">
        <w:tc>
          <w:tcPr>
            <w:tcW w:w="2196" w:type="dxa"/>
            <w:shd w:val="clear" w:color="auto" w:fill="E6E6E6"/>
            <w:vAlign w:val="center"/>
          </w:tcPr>
          <w:p w14:paraId="7AF5B157" w14:textId="77777777" w:rsidR="005D6B68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EA1627F" w14:textId="77777777" w:rsidR="005D6B6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504C80C5" w14:textId="77777777" w:rsidR="005D6B68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1F4EF38" w14:textId="77777777" w:rsidR="005D6B6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4C89EF2A" w14:textId="77777777" w:rsidR="005D6B6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62A90475" w14:textId="77777777" w:rsidR="005D6B68" w:rsidRDefault="00000000">
            <w:r>
              <w:t>0.0158</w:t>
            </w:r>
          </w:p>
        </w:tc>
        <w:tc>
          <w:tcPr>
            <w:tcW w:w="1516" w:type="dxa"/>
            <w:vAlign w:val="center"/>
          </w:tcPr>
          <w:p w14:paraId="091CF36B" w14:textId="77777777" w:rsidR="005D6B68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5D6B68" w14:paraId="2FF9C683" w14:textId="77777777">
        <w:tc>
          <w:tcPr>
            <w:tcW w:w="2196" w:type="dxa"/>
            <w:shd w:val="clear" w:color="auto" w:fill="E6E6E6"/>
            <w:vAlign w:val="center"/>
          </w:tcPr>
          <w:p w14:paraId="0E184D8C" w14:textId="77777777" w:rsidR="005D6B68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5563B9FE" w14:textId="77777777" w:rsidR="005D6B68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6DE31FB6" w14:textId="77777777" w:rsidR="005D6B68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3D446C2C" w14:textId="77777777" w:rsidR="005D6B68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04F6B2EC" w14:textId="77777777" w:rsidR="005D6B68" w:rsidRDefault="00000000">
            <w:r>
              <w:t>2220.0</w:t>
            </w:r>
          </w:p>
        </w:tc>
        <w:tc>
          <w:tcPr>
            <w:tcW w:w="1188" w:type="dxa"/>
            <w:vAlign w:val="center"/>
          </w:tcPr>
          <w:p w14:paraId="073AC089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3F8EF1B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34BC056C" w14:textId="77777777">
        <w:tc>
          <w:tcPr>
            <w:tcW w:w="2196" w:type="dxa"/>
            <w:shd w:val="clear" w:color="auto" w:fill="E6E6E6"/>
            <w:vAlign w:val="center"/>
          </w:tcPr>
          <w:p w14:paraId="1C41520E" w14:textId="77777777" w:rsidR="005D6B68" w:rsidRDefault="00000000">
            <w:r>
              <w:t>1:3</w:t>
            </w:r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10F59AFC" w14:textId="77777777" w:rsidR="005D6B6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9477C5B" w14:textId="77777777" w:rsidR="005D6B68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67A7B7D" w14:textId="77777777" w:rsidR="005D6B6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23E02861" w14:textId="77777777" w:rsidR="005D6B68" w:rsidRDefault="00000000">
            <w:r>
              <w:t>1062.0</w:t>
            </w:r>
          </w:p>
        </w:tc>
        <w:tc>
          <w:tcPr>
            <w:tcW w:w="1188" w:type="dxa"/>
            <w:vAlign w:val="center"/>
          </w:tcPr>
          <w:p w14:paraId="6979CD07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00BB83CD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3E63FC81" w14:textId="77777777">
        <w:tc>
          <w:tcPr>
            <w:tcW w:w="2196" w:type="dxa"/>
            <w:shd w:val="clear" w:color="auto" w:fill="E6E6E6"/>
            <w:vAlign w:val="center"/>
          </w:tcPr>
          <w:p w14:paraId="2C28D1AF" w14:textId="77777777" w:rsidR="005D6B68" w:rsidRDefault="00000000">
            <w:r>
              <w:t>钢筋混凝土屋面板</w:t>
            </w:r>
          </w:p>
        </w:tc>
        <w:tc>
          <w:tcPr>
            <w:tcW w:w="1018" w:type="dxa"/>
            <w:vAlign w:val="center"/>
          </w:tcPr>
          <w:p w14:paraId="3500F690" w14:textId="77777777" w:rsidR="005D6B68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0FFB531" w14:textId="77777777" w:rsidR="005D6B68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6CD6BD7A" w14:textId="77777777" w:rsidR="005D6B68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52FDB03" w14:textId="77777777" w:rsidR="005D6B68" w:rsidRDefault="00000000">
            <w:r>
              <w:t>920.0</w:t>
            </w:r>
          </w:p>
        </w:tc>
        <w:tc>
          <w:tcPr>
            <w:tcW w:w="1188" w:type="dxa"/>
            <w:vAlign w:val="center"/>
          </w:tcPr>
          <w:p w14:paraId="17F1B5B8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2ED50D17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61A0F831" w14:textId="77777777">
        <w:tc>
          <w:tcPr>
            <w:tcW w:w="2196" w:type="dxa"/>
            <w:shd w:val="clear" w:color="auto" w:fill="E6E6E6"/>
            <w:vAlign w:val="center"/>
          </w:tcPr>
          <w:p w14:paraId="1CDAAFD7" w14:textId="77777777" w:rsidR="005D6B68" w:rsidRDefault="00000000">
            <w:r>
              <w:t>石灰水泥砂浆</w:t>
            </w:r>
          </w:p>
        </w:tc>
        <w:tc>
          <w:tcPr>
            <w:tcW w:w="1018" w:type="dxa"/>
            <w:vAlign w:val="center"/>
          </w:tcPr>
          <w:p w14:paraId="0C988FD1" w14:textId="77777777" w:rsidR="005D6B68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53D20E0E" w14:textId="77777777" w:rsidR="005D6B68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C7213B7" w14:textId="77777777" w:rsidR="005D6B68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7F6B2B25" w14:textId="77777777" w:rsidR="005D6B6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4D631836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DA4AD80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6D40DD70" w14:textId="77777777">
        <w:tc>
          <w:tcPr>
            <w:tcW w:w="2196" w:type="dxa"/>
            <w:shd w:val="clear" w:color="auto" w:fill="E6E6E6"/>
            <w:vAlign w:val="center"/>
          </w:tcPr>
          <w:p w14:paraId="775E50D4" w14:textId="77777777" w:rsidR="005D6B68" w:rsidRDefault="00000000">
            <w:r>
              <w:t>耐碱玻纤网布抗裂砂浆</w:t>
            </w:r>
          </w:p>
        </w:tc>
        <w:tc>
          <w:tcPr>
            <w:tcW w:w="1018" w:type="dxa"/>
            <w:vAlign w:val="center"/>
          </w:tcPr>
          <w:p w14:paraId="784FDDD5" w14:textId="77777777" w:rsidR="005D6B68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AFE284B" w14:textId="77777777" w:rsidR="005D6B68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35C9F15" w14:textId="77777777" w:rsidR="005D6B68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34FE0AA" w14:textId="77777777" w:rsidR="005D6B68" w:rsidRDefault="00000000">
            <w:r>
              <w:t>1050.0</w:t>
            </w:r>
          </w:p>
        </w:tc>
        <w:tc>
          <w:tcPr>
            <w:tcW w:w="1188" w:type="dxa"/>
            <w:vAlign w:val="center"/>
          </w:tcPr>
          <w:p w14:paraId="6A6AB34B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A6D46C6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7EF2E5D6" w14:textId="77777777">
        <w:tc>
          <w:tcPr>
            <w:tcW w:w="2196" w:type="dxa"/>
            <w:shd w:val="clear" w:color="auto" w:fill="E6E6E6"/>
            <w:vAlign w:val="center"/>
          </w:tcPr>
          <w:p w14:paraId="6C7C04C6" w14:textId="77777777" w:rsidR="005D6B68" w:rsidRDefault="00000000">
            <w:r>
              <w:t>膨胀聚苯板</w:t>
            </w:r>
            <w:r>
              <w:t>(ρ=20~30)</w:t>
            </w:r>
          </w:p>
        </w:tc>
        <w:tc>
          <w:tcPr>
            <w:tcW w:w="1018" w:type="dxa"/>
            <w:vAlign w:val="center"/>
          </w:tcPr>
          <w:p w14:paraId="6CD02021" w14:textId="77777777" w:rsidR="005D6B68" w:rsidRDefault="00000000">
            <w:r>
              <w:t>0.042</w:t>
            </w:r>
          </w:p>
        </w:tc>
        <w:tc>
          <w:tcPr>
            <w:tcW w:w="1030" w:type="dxa"/>
            <w:vAlign w:val="center"/>
          </w:tcPr>
          <w:p w14:paraId="076D8A1A" w14:textId="77777777" w:rsidR="005D6B68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1057C185" w14:textId="77777777" w:rsidR="005D6B68" w:rsidRDefault="00000000">
            <w:r>
              <w:t>25.4</w:t>
            </w:r>
          </w:p>
        </w:tc>
        <w:tc>
          <w:tcPr>
            <w:tcW w:w="1018" w:type="dxa"/>
            <w:vAlign w:val="center"/>
          </w:tcPr>
          <w:p w14:paraId="11A7B607" w14:textId="77777777" w:rsidR="005D6B68" w:rsidRDefault="00000000">
            <w:r>
              <w:t>1666.7</w:t>
            </w:r>
          </w:p>
        </w:tc>
        <w:tc>
          <w:tcPr>
            <w:tcW w:w="1188" w:type="dxa"/>
            <w:vAlign w:val="center"/>
          </w:tcPr>
          <w:p w14:paraId="69FEF28C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74ABD40D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63FCCAA5" w14:textId="77777777">
        <w:tc>
          <w:tcPr>
            <w:tcW w:w="2196" w:type="dxa"/>
            <w:shd w:val="clear" w:color="auto" w:fill="E6E6E6"/>
            <w:vAlign w:val="center"/>
          </w:tcPr>
          <w:p w14:paraId="47685155" w14:textId="77777777" w:rsidR="005D6B68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804F6D6" w14:textId="77777777" w:rsidR="005D6B68" w:rsidRDefault="00000000">
            <w:r>
              <w:t>0.600</w:t>
            </w:r>
          </w:p>
        </w:tc>
        <w:tc>
          <w:tcPr>
            <w:tcW w:w="1030" w:type="dxa"/>
            <w:vAlign w:val="center"/>
          </w:tcPr>
          <w:p w14:paraId="417E11C3" w14:textId="77777777" w:rsidR="005D6B68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1C7C2B27" w14:textId="77777777" w:rsidR="005D6B68" w:rsidRDefault="00000000">
            <w:r>
              <w:t>1100.0</w:t>
            </w:r>
          </w:p>
        </w:tc>
        <w:tc>
          <w:tcPr>
            <w:tcW w:w="1018" w:type="dxa"/>
            <w:vAlign w:val="center"/>
          </w:tcPr>
          <w:p w14:paraId="62902B51" w14:textId="77777777" w:rsidR="005D6B68" w:rsidRDefault="00000000">
            <w:r>
              <w:t>752.5</w:t>
            </w:r>
          </w:p>
        </w:tc>
        <w:tc>
          <w:tcPr>
            <w:tcW w:w="1188" w:type="dxa"/>
            <w:vAlign w:val="center"/>
          </w:tcPr>
          <w:p w14:paraId="4FDAAC73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13169272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5FBB4AF5" w14:textId="77777777">
        <w:tc>
          <w:tcPr>
            <w:tcW w:w="2196" w:type="dxa"/>
            <w:shd w:val="clear" w:color="auto" w:fill="E6E6E6"/>
            <w:vAlign w:val="center"/>
          </w:tcPr>
          <w:p w14:paraId="73F714B9" w14:textId="77777777" w:rsidR="005D6B68" w:rsidRDefault="00000000">
            <w:r>
              <w:t>加气混凝土</w:t>
            </w:r>
            <w:r>
              <w:t>(ρ=500)</w:t>
            </w:r>
          </w:p>
        </w:tc>
        <w:tc>
          <w:tcPr>
            <w:tcW w:w="1018" w:type="dxa"/>
            <w:vAlign w:val="center"/>
          </w:tcPr>
          <w:p w14:paraId="68E2F5EA" w14:textId="77777777" w:rsidR="005D6B68" w:rsidRDefault="00000000">
            <w:r>
              <w:t>0.190</w:t>
            </w:r>
          </w:p>
        </w:tc>
        <w:tc>
          <w:tcPr>
            <w:tcW w:w="1030" w:type="dxa"/>
            <w:vAlign w:val="center"/>
          </w:tcPr>
          <w:p w14:paraId="660103D2" w14:textId="77777777" w:rsidR="005D6B68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4FFC8C1E" w14:textId="77777777" w:rsidR="005D6B68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14:paraId="26984C44" w14:textId="77777777" w:rsidR="005D6B68" w:rsidRDefault="00000000">
            <w:r>
              <w:t>1412.0</w:t>
            </w:r>
          </w:p>
        </w:tc>
        <w:tc>
          <w:tcPr>
            <w:tcW w:w="1188" w:type="dxa"/>
            <w:vAlign w:val="center"/>
          </w:tcPr>
          <w:p w14:paraId="3BB29FB9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4EA65FF0" w14:textId="77777777" w:rsidR="005D6B68" w:rsidRDefault="005D6B68">
            <w:pPr>
              <w:rPr>
                <w:sz w:val="18"/>
                <w:szCs w:val="18"/>
              </w:rPr>
            </w:pPr>
          </w:p>
        </w:tc>
      </w:tr>
      <w:tr w:rsidR="005D6B68" w14:paraId="31CB158A" w14:textId="77777777">
        <w:tc>
          <w:tcPr>
            <w:tcW w:w="2196" w:type="dxa"/>
            <w:shd w:val="clear" w:color="auto" w:fill="E6E6E6"/>
            <w:vAlign w:val="center"/>
          </w:tcPr>
          <w:p w14:paraId="2F3791DD" w14:textId="77777777" w:rsidR="005D6B68" w:rsidRDefault="00000000">
            <w:r>
              <w:lastRenderedPageBreak/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1E3A49B" w14:textId="77777777" w:rsidR="005D6B68" w:rsidRDefault="00000000">
            <w:r>
              <w:t>0.059</w:t>
            </w:r>
          </w:p>
        </w:tc>
        <w:tc>
          <w:tcPr>
            <w:tcW w:w="1030" w:type="dxa"/>
            <w:vAlign w:val="center"/>
          </w:tcPr>
          <w:p w14:paraId="152E6F34" w14:textId="77777777" w:rsidR="005D6B68" w:rsidRDefault="00000000">
            <w:r>
              <w:t>1.047</w:t>
            </w:r>
          </w:p>
        </w:tc>
        <w:tc>
          <w:tcPr>
            <w:tcW w:w="848" w:type="dxa"/>
            <w:vAlign w:val="center"/>
          </w:tcPr>
          <w:p w14:paraId="316CEDC5" w14:textId="77777777" w:rsidR="005D6B68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3AEA5ACF" w14:textId="77777777" w:rsidR="005D6B68" w:rsidRDefault="00000000">
            <w:r>
              <w:t>1110.0</w:t>
            </w:r>
          </w:p>
        </w:tc>
        <w:tc>
          <w:tcPr>
            <w:tcW w:w="1188" w:type="dxa"/>
            <w:vAlign w:val="center"/>
          </w:tcPr>
          <w:p w14:paraId="4BAA9289" w14:textId="77777777" w:rsidR="005D6B68" w:rsidRDefault="00000000">
            <w:r>
              <w:t>0.0000</w:t>
            </w:r>
          </w:p>
        </w:tc>
        <w:tc>
          <w:tcPr>
            <w:tcW w:w="1516" w:type="dxa"/>
            <w:vAlign w:val="center"/>
          </w:tcPr>
          <w:p w14:paraId="69C47BB7" w14:textId="77777777" w:rsidR="005D6B68" w:rsidRDefault="005D6B68">
            <w:pPr>
              <w:rPr>
                <w:sz w:val="18"/>
                <w:szCs w:val="18"/>
              </w:rPr>
            </w:pPr>
          </w:p>
        </w:tc>
      </w:tr>
    </w:tbl>
    <w:p w14:paraId="570624DA" w14:textId="77777777" w:rsidR="005D6B68" w:rsidRDefault="00000000">
      <w:pPr>
        <w:pStyle w:val="1"/>
      </w:pPr>
      <w:bookmarkStart w:id="49" w:name="_Toc160352590"/>
      <w:r>
        <w:t>工程构造</w:t>
      </w:r>
      <w:bookmarkEnd w:id="49"/>
    </w:p>
    <w:p w14:paraId="21C0913E" w14:textId="77777777" w:rsidR="005D6B68" w:rsidRDefault="00000000">
      <w:pPr>
        <w:pStyle w:val="2"/>
        <w:jc w:val="left"/>
      </w:pPr>
      <w:bookmarkStart w:id="50" w:name="_Toc160352591"/>
      <w:r>
        <w:t>屋顶构造</w:t>
      </w:r>
      <w:bookmarkEnd w:id="50"/>
    </w:p>
    <w:p w14:paraId="7390CD63" w14:textId="77777777" w:rsidR="005D6B68" w:rsidRDefault="00000000">
      <w:pPr>
        <w:pStyle w:val="3"/>
      </w:pPr>
      <w:bookmarkStart w:id="51" w:name="_Toc160352592"/>
      <w:r>
        <w:t>屋顶构造一</w:t>
      </w:r>
      <w:bookmarkEnd w:id="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5D6B68" w14:paraId="3711F62F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15245550" w14:textId="77777777" w:rsidR="005D6B68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2DE9ABC4" w14:textId="77777777" w:rsidR="005D6B68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786F3F8A" w14:textId="77777777" w:rsidR="005D6B68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EE579F5" w14:textId="77777777" w:rsidR="005D6B68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4848A57" w14:textId="77777777" w:rsidR="005D6B68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BBBF962" w14:textId="77777777" w:rsidR="005D6B68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55AECE8" w14:textId="77777777" w:rsidR="005D6B68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C3F64FC" w14:textId="77777777" w:rsidR="005D6B68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5D6B68" w14:paraId="24A81872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471E2C5C" w14:textId="77777777" w:rsidR="005D6B68" w:rsidRDefault="005D6B68"/>
        </w:tc>
        <w:tc>
          <w:tcPr>
            <w:tcW w:w="834" w:type="dxa"/>
            <w:shd w:val="clear" w:color="auto" w:fill="E6E6E6"/>
            <w:vAlign w:val="center"/>
          </w:tcPr>
          <w:p w14:paraId="6B98A39B" w14:textId="77777777" w:rsidR="005D6B68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9C95782" w14:textId="77777777" w:rsidR="005D6B68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C2F0D24" w14:textId="77777777" w:rsidR="005D6B68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417DBAB" w14:textId="77777777" w:rsidR="005D6B68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25314CD" w14:textId="77777777" w:rsidR="005D6B68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851C29B" w14:textId="77777777" w:rsidR="005D6B68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3A38EC0" w14:textId="77777777" w:rsidR="005D6B68" w:rsidRDefault="00000000">
            <w:r>
              <w:t>D=R*S</w:t>
            </w:r>
          </w:p>
        </w:tc>
      </w:tr>
      <w:tr w:rsidR="005D6B68" w14:paraId="14D17279" w14:textId="77777777">
        <w:tc>
          <w:tcPr>
            <w:tcW w:w="2838" w:type="dxa"/>
            <w:vAlign w:val="center"/>
          </w:tcPr>
          <w:p w14:paraId="5FBE85D5" w14:textId="77777777" w:rsidR="005D6B68" w:rsidRDefault="00000000">
            <w:r>
              <w:t>1:3</w:t>
            </w:r>
            <w:r>
              <w:t>水泥砂浆找平层</w:t>
            </w:r>
          </w:p>
        </w:tc>
        <w:tc>
          <w:tcPr>
            <w:tcW w:w="834" w:type="dxa"/>
            <w:vAlign w:val="center"/>
          </w:tcPr>
          <w:p w14:paraId="2B2133F7" w14:textId="77777777" w:rsidR="005D6B68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33D360AD" w14:textId="77777777" w:rsidR="005D6B68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4F308D6F" w14:textId="77777777" w:rsidR="005D6B68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14AECB32" w14:textId="77777777" w:rsidR="005D6B68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10B5F7E9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2FF468B5" w14:textId="77777777" w:rsidR="005D6B68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4E61B109" w14:textId="77777777" w:rsidR="005D6B68" w:rsidRDefault="00000000">
            <w:r>
              <w:t>0.245</w:t>
            </w:r>
          </w:p>
        </w:tc>
      </w:tr>
      <w:tr w:rsidR="005D6B68" w14:paraId="170BFB32" w14:textId="77777777">
        <w:tc>
          <w:tcPr>
            <w:tcW w:w="2838" w:type="dxa"/>
            <w:vAlign w:val="center"/>
          </w:tcPr>
          <w:p w14:paraId="42215B62" w14:textId="77777777" w:rsidR="005D6B68" w:rsidRDefault="00000000">
            <w:r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14BB86C3" w14:textId="77777777" w:rsidR="005D6B68" w:rsidRDefault="00000000">
            <w:r>
              <w:t>100</w:t>
            </w:r>
          </w:p>
        </w:tc>
        <w:tc>
          <w:tcPr>
            <w:tcW w:w="707" w:type="dxa"/>
            <w:vAlign w:val="center"/>
          </w:tcPr>
          <w:p w14:paraId="792D973E" w14:textId="77777777" w:rsidR="005D6B68" w:rsidRDefault="00000000">
            <w:r>
              <w:t>7.1</w:t>
            </w:r>
          </w:p>
        </w:tc>
        <w:tc>
          <w:tcPr>
            <w:tcW w:w="990" w:type="dxa"/>
            <w:vAlign w:val="center"/>
          </w:tcPr>
          <w:p w14:paraId="65100C66" w14:textId="77777777" w:rsidR="005D6B68" w:rsidRDefault="00000000">
            <w:r>
              <w:t>0.059</w:t>
            </w:r>
          </w:p>
        </w:tc>
        <w:tc>
          <w:tcPr>
            <w:tcW w:w="1131" w:type="dxa"/>
            <w:vAlign w:val="center"/>
          </w:tcPr>
          <w:p w14:paraId="33B88E08" w14:textId="77777777" w:rsidR="005D6B68" w:rsidRDefault="00000000">
            <w:r>
              <w:t>1.047</w:t>
            </w:r>
          </w:p>
        </w:tc>
        <w:tc>
          <w:tcPr>
            <w:tcW w:w="707" w:type="dxa"/>
            <w:vAlign w:val="center"/>
          </w:tcPr>
          <w:p w14:paraId="4A2D8EBD" w14:textId="77777777" w:rsidR="005D6B68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50C9CD96" w14:textId="77777777" w:rsidR="005D6B68" w:rsidRDefault="00000000">
            <w:r>
              <w:t>1.412</w:t>
            </w:r>
          </w:p>
        </w:tc>
        <w:tc>
          <w:tcPr>
            <w:tcW w:w="990" w:type="dxa"/>
            <w:vAlign w:val="center"/>
          </w:tcPr>
          <w:p w14:paraId="68E0E708" w14:textId="77777777" w:rsidR="005D6B68" w:rsidRDefault="00000000">
            <w:r>
              <w:t>1.775</w:t>
            </w:r>
          </w:p>
        </w:tc>
      </w:tr>
      <w:tr w:rsidR="005D6B68" w14:paraId="770372CE" w14:textId="77777777">
        <w:tc>
          <w:tcPr>
            <w:tcW w:w="2838" w:type="dxa"/>
            <w:vAlign w:val="center"/>
          </w:tcPr>
          <w:p w14:paraId="41B0661C" w14:textId="77777777" w:rsidR="005D6B68" w:rsidRDefault="00000000">
            <w:r>
              <w:t>1:3</w:t>
            </w:r>
            <w:r>
              <w:t>水泥砂浆找平层</w:t>
            </w:r>
          </w:p>
        </w:tc>
        <w:tc>
          <w:tcPr>
            <w:tcW w:w="834" w:type="dxa"/>
            <w:vAlign w:val="center"/>
          </w:tcPr>
          <w:p w14:paraId="274A1BD0" w14:textId="77777777" w:rsidR="005D6B68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6119B3A8" w14:textId="77777777" w:rsidR="005D6B68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20E1D9B" w14:textId="77777777" w:rsidR="005D6B68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62929A86" w14:textId="77777777" w:rsidR="005D6B68" w:rsidRDefault="00000000">
            <w:r>
              <w:t>11.370</w:t>
            </w:r>
          </w:p>
        </w:tc>
        <w:tc>
          <w:tcPr>
            <w:tcW w:w="707" w:type="dxa"/>
            <w:vAlign w:val="center"/>
          </w:tcPr>
          <w:p w14:paraId="2D3EF101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62B08389" w14:textId="77777777" w:rsidR="005D6B68" w:rsidRDefault="00000000">
            <w:r>
              <w:t>0.022</w:t>
            </w:r>
          </w:p>
        </w:tc>
        <w:tc>
          <w:tcPr>
            <w:tcW w:w="990" w:type="dxa"/>
            <w:vAlign w:val="center"/>
          </w:tcPr>
          <w:p w14:paraId="28B3063F" w14:textId="77777777" w:rsidR="005D6B68" w:rsidRDefault="00000000">
            <w:r>
              <w:t>0.245</w:t>
            </w:r>
          </w:p>
        </w:tc>
      </w:tr>
      <w:tr w:rsidR="005D6B68" w14:paraId="3A384AF0" w14:textId="77777777">
        <w:tc>
          <w:tcPr>
            <w:tcW w:w="2838" w:type="dxa"/>
            <w:vAlign w:val="center"/>
          </w:tcPr>
          <w:p w14:paraId="5A583375" w14:textId="77777777" w:rsidR="005D6B68" w:rsidRDefault="00000000">
            <w:r>
              <w:t>钢筋混凝土屋面板</w:t>
            </w:r>
          </w:p>
        </w:tc>
        <w:tc>
          <w:tcPr>
            <w:tcW w:w="834" w:type="dxa"/>
            <w:vAlign w:val="center"/>
          </w:tcPr>
          <w:p w14:paraId="04BAFBA1" w14:textId="77777777" w:rsidR="005D6B68" w:rsidRDefault="00000000">
            <w:r>
              <w:t>120</w:t>
            </w:r>
          </w:p>
        </w:tc>
        <w:tc>
          <w:tcPr>
            <w:tcW w:w="707" w:type="dxa"/>
            <w:vAlign w:val="center"/>
          </w:tcPr>
          <w:p w14:paraId="14540717" w14:textId="77777777" w:rsidR="005D6B68" w:rsidRDefault="00000000">
            <w:r>
              <w:t>12.0</w:t>
            </w:r>
          </w:p>
        </w:tc>
        <w:tc>
          <w:tcPr>
            <w:tcW w:w="990" w:type="dxa"/>
            <w:vAlign w:val="center"/>
          </w:tcPr>
          <w:p w14:paraId="76A0A849" w14:textId="77777777" w:rsidR="005D6B68" w:rsidRDefault="00000000">
            <w:r>
              <w:t>1.740</w:t>
            </w:r>
          </w:p>
        </w:tc>
        <w:tc>
          <w:tcPr>
            <w:tcW w:w="1131" w:type="dxa"/>
            <w:vAlign w:val="center"/>
          </w:tcPr>
          <w:p w14:paraId="0C64FBCC" w14:textId="77777777" w:rsidR="005D6B68" w:rsidRDefault="00000000">
            <w:r>
              <w:t>17.060</w:t>
            </w:r>
          </w:p>
        </w:tc>
        <w:tc>
          <w:tcPr>
            <w:tcW w:w="707" w:type="dxa"/>
            <w:vAlign w:val="center"/>
          </w:tcPr>
          <w:p w14:paraId="191C7D94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750A60A4" w14:textId="77777777" w:rsidR="005D6B68" w:rsidRDefault="00000000">
            <w:r>
              <w:t>0.069</w:t>
            </w:r>
          </w:p>
        </w:tc>
        <w:tc>
          <w:tcPr>
            <w:tcW w:w="990" w:type="dxa"/>
            <w:vAlign w:val="center"/>
          </w:tcPr>
          <w:p w14:paraId="2A2A7787" w14:textId="77777777" w:rsidR="005D6B68" w:rsidRDefault="00000000">
            <w:r>
              <w:t>1.177</w:t>
            </w:r>
          </w:p>
        </w:tc>
      </w:tr>
      <w:tr w:rsidR="005D6B68" w14:paraId="769C8E63" w14:textId="77777777">
        <w:tc>
          <w:tcPr>
            <w:tcW w:w="2838" w:type="dxa"/>
            <w:vAlign w:val="center"/>
          </w:tcPr>
          <w:p w14:paraId="1C9FAB50" w14:textId="77777777" w:rsidR="005D6B68" w:rsidRDefault="00000000">
            <w:r>
              <w:t>石灰水泥砂浆</w:t>
            </w:r>
          </w:p>
        </w:tc>
        <w:tc>
          <w:tcPr>
            <w:tcW w:w="834" w:type="dxa"/>
            <w:vAlign w:val="center"/>
          </w:tcPr>
          <w:p w14:paraId="347BD289" w14:textId="77777777" w:rsidR="005D6B68" w:rsidRDefault="00000000">
            <w:r>
              <w:t>20</w:t>
            </w:r>
          </w:p>
        </w:tc>
        <w:tc>
          <w:tcPr>
            <w:tcW w:w="707" w:type="dxa"/>
            <w:vAlign w:val="center"/>
          </w:tcPr>
          <w:p w14:paraId="0D48ADA3" w14:textId="77777777" w:rsidR="005D6B68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3839EDDA" w14:textId="77777777" w:rsidR="005D6B68" w:rsidRDefault="00000000">
            <w:r>
              <w:t>0.870</w:t>
            </w:r>
          </w:p>
        </w:tc>
        <w:tc>
          <w:tcPr>
            <w:tcW w:w="1131" w:type="dxa"/>
            <w:vAlign w:val="center"/>
          </w:tcPr>
          <w:p w14:paraId="2166A169" w14:textId="77777777" w:rsidR="005D6B68" w:rsidRDefault="00000000">
            <w:r>
              <w:t>10.627</w:t>
            </w:r>
          </w:p>
        </w:tc>
        <w:tc>
          <w:tcPr>
            <w:tcW w:w="707" w:type="dxa"/>
            <w:vAlign w:val="center"/>
          </w:tcPr>
          <w:p w14:paraId="794AEB1E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4A2AE405" w14:textId="77777777" w:rsidR="005D6B68" w:rsidRDefault="00000000">
            <w:r>
              <w:t>0.023</w:t>
            </w:r>
          </w:p>
        </w:tc>
        <w:tc>
          <w:tcPr>
            <w:tcW w:w="990" w:type="dxa"/>
            <w:vAlign w:val="center"/>
          </w:tcPr>
          <w:p w14:paraId="6A7A730C" w14:textId="77777777" w:rsidR="005D6B68" w:rsidRDefault="00000000">
            <w:r>
              <w:t>0.244</w:t>
            </w:r>
          </w:p>
        </w:tc>
      </w:tr>
      <w:tr w:rsidR="005D6B68" w14:paraId="1BD3060C" w14:textId="77777777">
        <w:tc>
          <w:tcPr>
            <w:tcW w:w="2838" w:type="dxa"/>
            <w:vAlign w:val="center"/>
          </w:tcPr>
          <w:p w14:paraId="6F0F75E8" w14:textId="77777777" w:rsidR="005D6B68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3F2B2E8E" w14:textId="77777777" w:rsidR="005D6B68" w:rsidRDefault="00000000">
            <w:r>
              <w:t>280</w:t>
            </w:r>
          </w:p>
        </w:tc>
        <w:tc>
          <w:tcPr>
            <w:tcW w:w="707" w:type="dxa"/>
            <w:vAlign w:val="center"/>
          </w:tcPr>
          <w:p w14:paraId="76A5DF5D" w14:textId="77777777" w:rsidR="005D6B68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476F48F" w14:textId="77777777" w:rsidR="005D6B68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729102DD" w14:textId="77777777" w:rsidR="005D6B68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4027CE39" w14:textId="77777777" w:rsidR="005D6B68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521F36F3" w14:textId="77777777" w:rsidR="005D6B68" w:rsidRDefault="00000000">
            <w:r>
              <w:t>1.547</w:t>
            </w:r>
          </w:p>
        </w:tc>
        <w:tc>
          <w:tcPr>
            <w:tcW w:w="990" w:type="dxa"/>
            <w:vAlign w:val="center"/>
          </w:tcPr>
          <w:p w14:paraId="128BE4BE" w14:textId="77777777" w:rsidR="005D6B68" w:rsidRDefault="00000000">
            <w:r>
              <w:t>3.684</w:t>
            </w:r>
          </w:p>
        </w:tc>
      </w:tr>
      <w:tr w:rsidR="005D6B68" w14:paraId="173F6D1C" w14:textId="77777777">
        <w:tc>
          <w:tcPr>
            <w:tcW w:w="2838" w:type="dxa"/>
            <w:shd w:val="clear" w:color="auto" w:fill="E6E6E6"/>
            <w:vAlign w:val="center"/>
          </w:tcPr>
          <w:p w14:paraId="099BB69B" w14:textId="77777777" w:rsidR="005D6B68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35B90D49" w14:textId="77777777" w:rsidR="005D6B68" w:rsidRDefault="00000000">
            <w:pPr>
              <w:jc w:val="center"/>
            </w:pPr>
            <w:r>
              <w:t>5.0</w:t>
            </w:r>
          </w:p>
        </w:tc>
      </w:tr>
      <w:tr w:rsidR="005D6B68" w14:paraId="2A55A02D" w14:textId="77777777">
        <w:tc>
          <w:tcPr>
            <w:tcW w:w="2838" w:type="dxa"/>
            <w:shd w:val="clear" w:color="auto" w:fill="E6E6E6"/>
            <w:vAlign w:val="center"/>
          </w:tcPr>
          <w:p w14:paraId="77497880" w14:textId="77777777" w:rsidR="005D6B68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58A0C294" w14:textId="77777777" w:rsidR="005D6B68" w:rsidRDefault="00000000">
            <w:pPr>
              <w:jc w:val="center"/>
            </w:pPr>
            <w:r>
              <w:t>0.75</w:t>
            </w:r>
          </w:p>
        </w:tc>
      </w:tr>
      <w:tr w:rsidR="005D6B68" w14:paraId="4F7AAE5B" w14:textId="77777777">
        <w:tc>
          <w:tcPr>
            <w:tcW w:w="2838" w:type="dxa"/>
            <w:shd w:val="clear" w:color="auto" w:fill="E6E6E6"/>
            <w:vAlign w:val="center"/>
          </w:tcPr>
          <w:p w14:paraId="31EEB437" w14:textId="77777777" w:rsidR="005D6B68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2D8481F7" w14:textId="77777777" w:rsidR="005D6B68" w:rsidRDefault="00000000">
            <w:pPr>
              <w:jc w:val="center"/>
            </w:pPr>
            <w:r>
              <w:t>0.59</w:t>
            </w:r>
          </w:p>
        </w:tc>
      </w:tr>
      <w:tr w:rsidR="005D6B68" w14:paraId="4A13DF67" w14:textId="77777777">
        <w:tc>
          <w:tcPr>
            <w:tcW w:w="2838" w:type="dxa"/>
            <w:shd w:val="clear" w:color="auto" w:fill="E6E6E6"/>
            <w:vAlign w:val="center"/>
          </w:tcPr>
          <w:p w14:paraId="307FB9CB" w14:textId="77777777" w:rsidR="005D6B68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2F076754" w14:textId="77777777" w:rsidR="005D6B68" w:rsidRDefault="00000000">
            <w:pPr>
              <w:jc w:val="center"/>
            </w:pPr>
            <w:r>
              <w:t>重质围护结构</w:t>
            </w:r>
          </w:p>
        </w:tc>
      </w:tr>
    </w:tbl>
    <w:p w14:paraId="776E3CBE" w14:textId="77777777" w:rsidR="005D6B68" w:rsidRDefault="00000000">
      <w:pPr>
        <w:pStyle w:val="4"/>
      </w:pPr>
      <w:r>
        <w:t>自然通风房间：逐时温度</w:t>
      </w:r>
    </w:p>
    <w:p w14:paraId="5B1D4C6B" w14:textId="77777777" w:rsidR="005D6B68" w:rsidRDefault="00000000">
      <w:pPr>
        <w:jc w:val="center"/>
      </w:pPr>
      <w:r>
        <w:rPr>
          <w:noProof/>
        </w:rPr>
        <w:drawing>
          <wp:inline distT="0" distB="0" distL="0" distR="0" wp14:anchorId="20DC4752" wp14:editId="3DA8D06F">
            <wp:extent cx="5667375" cy="3086100"/>
            <wp:effectExtent l="0" t="0" r="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098768" w14:textId="77777777" w:rsidR="005D6B68" w:rsidRDefault="005D6B68"/>
    <w:p w14:paraId="1E9C4ECA" w14:textId="77777777" w:rsidR="005D6B68" w:rsidRDefault="005D6B68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5695E34C" w14:textId="77777777">
        <w:tc>
          <w:tcPr>
            <w:tcW w:w="777" w:type="dxa"/>
            <w:shd w:val="clear" w:color="auto" w:fill="E6E6E6"/>
            <w:vAlign w:val="center"/>
          </w:tcPr>
          <w:p w14:paraId="6D876316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DF13CAC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AB19217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93E3CB7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AC39CE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1328174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9D3560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F1595D7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A223D83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9E8D59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A18978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2376EA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1B3B9E46" w14:textId="77777777">
        <w:tc>
          <w:tcPr>
            <w:tcW w:w="777" w:type="dxa"/>
            <w:vAlign w:val="center"/>
          </w:tcPr>
          <w:p w14:paraId="4F3DB0DA" w14:textId="77777777" w:rsidR="005D6B68" w:rsidRDefault="00000000">
            <w:r>
              <w:t>37.64</w:t>
            </w:r>
          </w:p>
        </w:tc>
        <w:tc>
          <w:tcPr>
            <w:tcW w:w="777" w:type="dxa"/>
            <w:vAlign w:val="center"/>
          </w:tcPr>
          <w:p w14:paraId="0CB677A9" w14:textId="77777777" w:rsidR="005D6B68" w:rsidRDefault="00000000">
            <w:r>
              <w:t>37.24</w:t>
            </w:r>
          </w:p>
        </w:tc>
        <w:tc>
          <w:tcPr>
            <w:tcW w:w="777" w:type="dxa"/>
            <w:vAlign w:val="center"/>
          </w:tcPr>
          <w:p w14:paraId="4F19476A" w14:textId="77777777" w:rsidR="005D6B68" w:rsidRDefault="00000000">
            <w:r>
              <w:t>36.87</w:t>
            </w:r>
          </w:p>
        </w:tc>
        <w:tc>
          <w:tcPr>
            <w:tcW w:w="777" w:type="dxa"/>
            <w:vAlign w:val="center"/>
          </w:tcPr>
          <w:p w14:paraId="17D5901E" w14:textId="77777777" w:rsidR="005D6B68" w:rsidRDefault="00000000">
            <w:r>
              <w:t>36.54</w:t>
            </w:r>
          </w:p>
        </w:tc>
        <w:tc>
          <w:tcPr>
            <w:tcW w:w="777" w:type="dxa"/>
            <w:vAlign w:val="center"/>
          </w:tcPr>
          <w:p w14:paraId="770683DF" w14:textId="77777777" w:rsidR="005D6B68" w:rsidRDefault="00000000">
            <w:r>
              <w:t>36.27</w:t>
            </w:r>
          </w:p>
        </w:tc>
        <w:tc>
          <w:tcPr>
            <w:tcW w:w="777" w:type="dxa"/>
            <w:vAlign w:val="center"/>
          </w:tcPr>
          <w:p w14:paraId="4FFDEBF6" w14:textId="77777777" w:rsidR="005D6B68" w:rsidRDefault="00000000">
            <w:r>
              <w:t>36.08</w:t>
            </w:r>
          </w:p>
        </w:tc>
        <w:tc>
          <w:tcPr>
            <w:tcW w:w="777" w:type="dxa"/>
            <w:vAlign w:val="center"/>
          </w:tcPr>
          <w:p w14:paraId="5B521036" w14:textId="77777777" w:rsidR="005D6B68" w:rsidRDefault="00000000">
            <w:r>
              <w:t>35.97</w:t>
            </w:r>
          </w:p>
        </w:tc>
        <w:tc>
          <w:tcPr>
            <w:tcW w:w="777" w:type="dxa"/>
            <w:vAlign w:val="center"/>
          </w:tcPr>
          <w:p w14:paraId="7644CB45" w14:textId="77777777" w:rsidR="005D6B68" w:rsidRDefault="00000000">
            <w:r>
              <w:t>35.95</w:t>
            </w:r>
          </w:p>
        </w:tc>
        <w:tc>
          <w:tcPr>
            <w:tcW w:w="777" w:type="dxa"/>
            <w:vAlign w:val="center"/>
          </w:tcPr>
          <w:p w14:paraId="4837063C" w14:textId="77777777" w:rsidR="005D6B68" w:rsidRDefault="00000000">
            <w:r>
              <w:t>36.02</w:t>
            </w:r>
          </w:p>
        </w:tc>
        <w:tc>
          <w:tcPr>
            <w:tcW w:w="777" w:type="dxa"/>
            <w:vAlign w:val="center"/>
          </w:tcPr>
          <w:p w14:paraId="01F7027E" w14:textId="77777777" w:rsidR="005D6B68" w:rsidRDefault="00000000">
            <w:r>
              <w:t>36.18</w:t>
            </w:r>
          </w:p>
        </w:tc>
        <w:tc>
          <w:tcPr>
            <w:tcW w:w="777" w:type="dxa"/>
            <w:vAlign w:val="center"/>
          </w:tcPr>
          <w:p w14:paraId="7C275551" w14:textId="77777777" w:rsidR="005D6B68" w:rsidRDefault="00000000">
            <w:r>
              <w:t>36.42</w:t>
            </w:r>
          </w:p>
        </w:tc>
        <w:tc>
          <w:tcPr>
            <w:tcW w:w="777" w:type="dxa"/>
            <w:vAlign w:val="center"/>
          </w:tcPr>
          <w:p w14:paraId="0C00F174" w14:textId="77777777" w:rsidR="005D6B68" w:rsidRDefault="00000000">
            <w:r>
              <w:t>36.73</w:t>
            </w:r>
          </w:p>
        </w:tc>
      </w:tr>
      <w:tr w:rsidR="005D6B68" w14:paraId="561BAC67" w14:textId="77777777">
        <w:tc>
          <w:tcPr>
            <w:tcW w:w="777" w:type="dxa"/>
            <w:shd w:val="clear" w:color="auto" w:fill="E6E6E6"/>
            <w:vAlign w:val="center"/>
          </w:tcPr>
          <w:p w14:paraId="5933A092" w14:textId="77777777" w:rsidR="005D6B68" w:rsidRDefault="00000000">
            <w:r>
              <w:lastRenderedPageBreak/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A3E346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52ACED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CC0D84A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3660B5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A28C0B7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87618D4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A34985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4483840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A2CD49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AA41CA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7AA94D0" w14:textId="77777777" w:rsidR="005D6B68" w:rsidRDefault="00000000">
            <w:r>
              <w:t>23:00</w:t>
            </w:r>
          </w:p>
        </w:tc>
      </w:tr>
      <w:tr w:rsidR="005D6B68" w14:paraId="581AFDF1" w14:textId="77777777">
        <w:tc>
          <w:tcPr>
            <w:tcW w:w="777" w:type="dxa"/>
            <w:vAlign w:val="center"/>
          </w:tcPr>
          <w:p w14:paraId="7EB1D823" w14:textId="77777777" w:rsidR="005D6B68" w:rsidRDefault="00000000">
            <w:r>
              <w:t>37.10</w:t>
            </w:r>
          </w:p>
        </w:tc>
        <w:tc>
          <w:tcPr>
            <w:tcW w:w="777" w:type="dxa"/>
            <w:vAlign w:val="center"/>
          </w:tcPr>
          <w:p w14:paraId="07BDA610" w14:textId="77777777" w:rsidR="005D6B68" w:rsidRDefault="00000000">
            <w:r>
              <w:t>37.50</w:t>
            </w:r>
          </w:p>
        </w:tc>
        <w:tc>
          <w:tcPr>
            <w:tcW w:w="777" w:type="dxa"/>
            <w:vAlign w:val="center"/>
          </w:tcPr>
          <w:p w14:paraId="1198644B" w14:textId="77777777" w:rsidR="005D6B68" w:rsidRDefault="00000000">
            <w:r>
              <w:t>37.90</w:t>
            </w:r>
          </w:p>
        </w:tc>
        <w:tc>
          <w:tcPr>
            <w:tcW w:w="777" w:type="dxa"/>
            <w:vAlign w:val="center"/>
          </w:tcPr>
          <w:p w14:paraId="1E4C58BB" w14:textId="77777777" w:rsidR="005D6B68" w:rsidRDefault="00000000">
            <w:r>
              <w:t>38.28</w:t>
            </w:r>
          </w:p>
        </w:tc>
        <w:tc>
          <w:tcPr>
            <w:tcW w:w="777" w:type="dxa"/>
            <w:vAlign w:val="center"/>
          </w:tcPr>
          <w:p w14:paraId="71F4BC59" w14:textId="77777777" w:rsidR="005D6B68" w:rsidRDefault="00000000">
            <w:r>
              <w:t>38.60</w:t>
            </w:r>
          </w:p>
        </w:tc>
        <w:tc>
          <w:tcPr>
            <w:tcW w:w="777" w:type="dxa"/>
            <w:vAlign w:val="center"/>
          </w:tcPr>
          <w:p w14:paraId="54EA87EF" w14:textId="77777777" w:rsidR="005D6B68" w:rsidRDefault="00000000">
            <w:r>
              <w:t>38.83</w:t>
            </w:r>
          </w:p>
        </w:tc>
        <w:tc>
          <w:tcPr>
            <w:tcW w:w="777" w:type="dxa"/>
            <w:vAlign w:val="center"/>
          </w:tcPr>
          <w:p w14:paraId="446DC15A" w14:textId="77777777" w:rsidR="005D6B68" w:rsidRDefault="00000000">
            <w:r>
              <w:t>38.97</w:t>
            </w:r>
          </w:p>
        </w:tc>
        <w:tc>
          <w:tcPr>
            <w:tcW w:w="777" w:type="dxa"/>
            <w:vAlign w:val="center"/>
          </w:tcPr>
          <w:p w14:paraId="419F7841" w14:textId="77777777" w:rsidR="005D6B68" w:rsidRDefault="00000000">
            <w:r>
              <w:rPr>
                <w:color w:val="3333CC"/>
              </w:rPr>
              <w:t>38.98</w:t>
            </w:r>
          </w:p>
        </w:tc>
        <w:tc>
          <w:tcPr>
            <w:tcW w:w="777" w:type="dxa"/>
            <w:vAlign w:val="center"/>
          </w:tcPr>
          <w:p w14:paraId="1DD5384C" w14:textId="77777777" w:rsidR="005D6B68" w:rsidRDefault="00000000">
            <w:r>
              <w:t>38.88</w:t>
            </w:r>
          </w:p>
        </w:tc>
        <w:tc>
          <w:tcPr>
            <w:tcW w:w="777" w:type="dxa"/>
            <w:vAlign w:val="center"/>
          </w:tcPr>
          <w:p w14:paraId="17DD778E" w14:textId="77777777" w:rsidR="005D6B68" w:rsidRDefault="00000000">
            <w:r>
              <w:t>38.68</w:t>
            </w:r>
          </w:p>
        </w:tc>
        <w:tc>
          <w:tcPr>
            <w:tcW w:w="777" w:type="dxa"/>
            <w:vAlign w:val="center"/>
          </w:tcPr>
          <w:p w14:paraId="2640420D" w14:textId="77777777" w:rsidR="005D6B68" w:rsidRDefault="00000000">
            <w:r>
              <w:t>38.38</w:t>
            </w:r>
          </w:p>
        </w:tc>
        <w:tc>
          <w:tcPr>
            <w:tcW w:w="777" w:type="dxa"/>
            <w:vAlign w:val="center"/>
          </w:tcPr>
          <w:p w14:paraId="0A32C0CC" w14:textId="77777777" w:rsidR="005D6B68" w:rsidRDefault="00000000">
            <w:r>
              <w:t>38.02</w:t>
            </w:r>
          </w:p>
        </w:tc>
      </w:tr>
    </w:tbl>
    <w:p w14:paraId="1E8CEA5C" w14:textId="77777777" w:rsidR="005D6B68" w:rsidRDefault="00000000">
      <w:pPr>
        <w:pStyle w:val="2"/>
      </w:pPr>
      <w:bookmarkStart w:id="52" w:name="_Toc160352593"/>
      <w:r>
        <w:t>外墙构造</w:t>
      </w:r>
      <w:bookmarkEnd w:id="52"/>
    </w:p>
    <w:p w14:paraId="1F077CCD" w14:textId="77777777" w:rsidR="005D6B68" w:rsidRDefault="00000000">
      <w:pPr>
        <w:pStyle w:val="3"/>
      </w:pPr>
      <w:bookmarkStart w:id="53" w:name="_Toc160352594"/>
      <w:r>
        <w:t>外墙构造一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9"/>
        <w:gridCol w:w="834"/>
        <w:gridCol w:w="707"/>
        <w:gridCol w:w="991"/>
        <w:gridCol w:w="1132"/>
        <w:gridCol w:w="707"/>
        <w:gridCol w:w="1132"/>
        <w:gridCol w:w="991"/>
      </w:tblGrid>
      <w:tr w:rsidR="005D6B68" w14:paraId="2D8C3DD3" w14:textId="77777777">
        <w:tc>
          <w:tcPr>
            <w:tcW w:w="2838" w:type="dxa"/>
            <w:vMerge w:val="restart"/>
            <w:shd w:val="clear" w:color="auto" w:fill="E6E6E6"/>
            <w:vAlign w:val="center"/>
          </w:tcPr>
          <w:p w14:paraId="7D4B92D8" w14:textId="77777777" w:rsidR="005D6B68" w:rsidRDefault="00000000">
            <w:pPr>
              <w:jc w:val="center"/>
            </w:pPr>
            <w:r>
              <w:t>材料名称</w:t>
            </w:r>
            <w:r>
              <w:br/>
            </w:r>
            <w:r>
              <w:t>由外到内</w:t>
            </w:r>
          </w:p>
        </w:tc>
        <w:tc>
          <w:tcPr>
            <w:tcW w:w="834" w:type="dxa"/>
            <w:shd w:val="clear" w:color="auto" w:fill="E6E6E6"/>
            <w:vAlign w:val="center"/>
          </w:tcPr>
          <w:p w14:paraId="574D6885" w14:textId="77777777" w:rsidR="005D6B68" w:rsidRDefault="00000000">
            <w:pPr>
              <w:jc w:val="center"/>
            </w:pPr>
            <w:r>
              <w:t>厚度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FAFA07D" w14:textId="77777777" w:rsidR="005D6B68" w:rsidRDefault="00000000">
            <w:pPr>
              <w:jc w:val="center"/>
            </w:pPr>
            <w:r>
              <w:t>差分</w:t>
            </w:r>
            <w:r>
              <w:br/>
            </w:r>
            <w:r>
              <w:t>步长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FACC403" w14:textId="77777777" w:rsidR="005D6B68" w:rsidRDefault="00000000">
            <w:pPr>
              <w:jc w:val="center"/>
            </w:pPr>
            <w:r>
              <w:t>导热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E87072" w14:textId="77777777" w:rsidR="005D6B68" w:rsidRDefault="00000000">
            <w:pPr>
              <w:jc w:val="center"/>
            </w:pPr>
            <w:r>
              <w:t>蓄热</w:t>
            </w:r>
            <w:r>
              <w:br/>
            </w:r>
            <w:r>
              <w:t>系数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D2E9897" w14:textId="77777777" w:rsidR="005D6B68" w:rsidRDefault="00000000">
            <w:pPr>
              <w:jc w:val="center"/>
            </w:pPr>
            <w:r>
              <w:t>修正</w:t>
            </w:r>
            <w:r>
              <w:br/>
            </w:r>
            <w:r>
              <w:t>系数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FA07DCB" w14:textId="77777777" w:rsidR="005D6B68" w:rsidRDefault="00000000">
            <w:pPr>
              <w:jc w:val="center"/>
            </w:pPr>
            <w:r>
              <w:t>热阻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5B06C3A3" w14:textId="77777777" w:rsidR="005D6B68" w:rsidRDefault="00000000">
            <w:pPr>
              <w:jc w:val="center"/>
            </w:pPr>
            <w:r>
              <w:t>热惰性</w:t>
            </w:r>
            <w:r>
              <w:br/>
            </w:r>
            <w:r>
              <w:t>指标</w:t>
            </w:r>
          </w:p>
        </w:tc>
      </w:tr>
      <w:tr w:rsidR="005D6B68" w14:paraId="6F9ABB3D" w14:textId="77777777">
        <w:tc>
          <w:tcPr>
            <w:tcW w:w="2838" w:type="dxa"/>
            <w:vMerge/>
            <w:shd w:val="clear" w:color="auto" w:fill="E6E6E6"/>
            <w:vAlign w:val="center"/>
          </w:tcPr>
          <w:p w14:paraId="782C99EC" w14:textId="77777777" w:rsidR="005D6B68" w:rsidRDefault="005D6B68"/>
        </w:tc>
        <w:tc>
          <w:tcPr>
            <w:tcW w:w="834" w:type="dxa"/>
            <w:shd w:val="clear" w:color="auto" w:fill="E6E6E6"/>
            <w:vAlign w:val="center"/>
          </w:tcPr>
          <w:p w14:paraId="6219DD81" w14:textId="77777777" w:rsidR="005D6B68" w:rsidRDefault="00000000">
            <w:r>
              <w:t>(mm)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55397ED" w14:textId="77777777" w:rsidR="005D6B68" w:rsidRDefault="00000000">
            <w:r>
              <w:t>(mm)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42F80E74" w14:textId="77777777" w:rsidR="005D6B68" w:rsidRDefault="00000000"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14F4A30" w14:textId="77777777" w:rsidR="005D6B68" w:rsidRDefault="00000000"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9DDE94F" w14:textId="77777777" w:rsidR="005D6B68" w:rsidRDefault="00000000">
            <w:r>
              <w:t>α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4C3551" w14:textId="77777777" w:rsidR="005D6B68" w:rsidRDefault="00000000"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13A6586B" w14:textId="77777777" w:rsidR="005D6B68" w:rsidRDefault="00000000">
            <w:r>
              <w:t>D=R*S</w:t>
            </w:r>
          </w:p>
        </w:tc>
      </w:tr>
      <w:tr w:rsidR="005D6B68" w14:paraId="546D11B7" w14:textId="77777777">
        <w:tc>
          <w:tcPr>
            <w:tcW w:w="2838" w:type="dxa"/>
            <w:vAlign w:val="center"/>
          </w:tcPr>
          <w:p w14:paraId="1E0E001C" w14:textId="77777777" w:rsidR="005D6B68" w:rsidRDefault="00000000">
            <w:r>
              <w:t>耐碱玻纤网布抗裂砂浆</w:t>
            </w:r>
          </w:p>
        </w:tc>
        <w:tc>
          <w:tcPr>
            <w:tcW w:w="834" w:type="dxa"/>
            <w:vAlign w:val="center"/>
          </w:tcPr>
          <w:p w14:paraId="1A26E9D9" w14:textId="77777777" w:rsidR="005D6B68" w:rsidRDefault="00000000">
            <w:r>
              <w:t>5</w:t>
            </w:r>
          </w:p>
        </w:tc>
        <w:tc>
          <w:tcPr>
            <w:tcW w:w="707" w:type="dxa"/>
            <w:vAlign w:val="center"/>
          </w:tcPr>
          <w:p w14:paraId="61E5DBBC" w14:textId="77777777" w:rsidR="005D6B68" w:rsidRDefault="00000000">
            <w:r>
              <w:t>5.0</w:t>
            </w:r>
          </w:p>
        </w:tc>
        <w:tc>
          <w:tcPr>
            <w:tcW w:w="990" w:type="dxa"/>
            <w:vAlign w:val="center"/>
          </w:tcPr>
          <w:p w14:paraId="4A2B9416" w14:textId="77777777" w:rsidR="005D6B68" w:rsidRDefault="00000000">
            <w:r>
              <w:t>0.930</w:t>
            </w:r>
          </w:p>
        </w:tc>
        <w:tc>
          <w:tcPr>
            <w:tcW w:w="1131" w:type="dxa"/>
            <w:vAlign w:val="center"/>
          </w:tcPr>
          <w:p w14:paraId="04DCF334" w14:textId="77777777" w:rsidR="005D6B68" w:rsidRDefault="00000000">
            <w:r>
              <w:t>11.306</w:t>
            </w:r>
          </w:p>
        </w:tc>
        <w:tc>
          <w:tcPr>
            <w:tcW w:w="707" w:type="dxa"/>
            <w:vAlign w:val="center"/>
          </w:tcPr>
          <w:p w14:paraId="2B6AB1E3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37371A72" w14:textId="77777777" w:rsidR="005D6B68" w:rsidRDefault="00000000">
            <w:r>
              <w:t>0.005</w:t>
            </w:r>
          </w:p>
        </w:tc>
        <w:tc>
          <w:tcPr>
            <w:tcW w:w="990" w:type="dxa"/>
            <w:vAlign w:val="center"/>
          </w:tcPr>
          <w:p w14:paraId="57FE5E1B" w14:textId="77777777" w:rsidR="005D6B68" w:rsidRDefault="00000000">
            <w:r>
              <w:t>0.061</w:t>
            </w:r>
          </w:p>
        </w:tc>
      </w:tr>
      <w:tr w:rsidR="005D6B68" w14:paraId="5E4B7458" w14:textId="77777777">
        <w:tc>
          <w:tcPr>
            <w:tcW w:w="2838" w:type="dxa"/>
            <w:vAlign w:val="center"/>
          </w:tcPr>
          <w:p w14:paraId="774D8680" w14:textId="77777777" w:rsidR="005D6B68" w:rsidRDefault="00000000">
            <w:r>
              <w:t>膨胀聚苯板</w:t>
            </w:r>
            <w:r>
              <w:t>(ρ=20~30)</w:t>
            </w:r>
          </w:p>
        </w:tc>
        <w:tc>
          <w:tcPr>
            <w:tcW w:w="834" w:type="dxa"/>
            <w:vAlign w:val="center"/>
          </w:tcPr>
          <w:p w14:paraId="742DC15A" w14:textId="77777777" w:rsidR="005D6B68" w:rsidRDefault="00000000">
            <w:r>
              <w:t>85</w:t>
            </w:r>
          </w:p>
        </w:tc>
        <w:tc>
          <w:tcPr>
            <w:tcW w:w="707" w:type="dxa"/>
            <w:vAlign w:val="center"/>
          </w:tcPr>
          <w:p w14:paraId="1A5F866B" w14:textId="77777777" w:rsidR="005D6B68" w:rsidRDefault="00000000">
            <w:r>
              <w:t>14.2</w:t>
            </w:r>
          </w:p>
        </w:tc>
        <w:tc>
          <w:tcPr>
            <w:tcW w:w="990" w:type="dxa"/>
            <w:vAlign w:val="center"/>
          </w:tcPr>
          <w:p w14:paraId="5DB47FED" w14:textId="77777777" w:rsidR="005D6B68" w:rsidRDefault="00000000">
            <w:r>
              <w:t>0.042</w:t>
            </w:r>
          </w:p>
        </w:tc>
        <w:tc>
          <w:tcPr>
            <w:tcW w:w="1131" w:type="dxa"/>
            <w:vAlign w:val="center"/>
          </w:tcPr>
          <w:p w14:paraId="709C84C1" w14:textId="77777777" w:rsidR="005D6B68" w:rsidRDefault="00000000">
            <w:r>
              <w:t>0.360</w:t>
            </w:r>
          </w:p>
        </w:tc>
        <w:tc>
          <w:tcPr>
            <w:tcW w:w="707" w:type="dxa"/>
            <w:vAlign w:val="center"/>
          </w:tcPr>
          <w:p w14:paraId="3F9DE244" w14:textId="77777777" w:rsidR="005D6B68" w:rsidRDefault="00000000">
            <w:r>
              <w:t>1.20</w:t>
            </w:r>
          </w:p>
        </w:tc>
        <w:tc>
          <w:tcPr>
            <w:tcW w:w="1131" w:type="dxa"/>
            <w:vAlign w:val="center"/>
          </w:tcPr>
          <w:p w14:paraId="26FE11D0" w14:textId="77777777" w:rsidR="005D6B68" w:rsidRDefault="00000000">
            <w:r>
              <w:t>1.687</w:t>
            </w:r>
          </w:p>
        </w:tc>
        <w:tc>
          <w:tcPr>
            <w:tcW w:w="990" w:type="dxa"/>
            <w:vAlign w:val="center"/>
          </w:tcPr>
          <w:p w14:paraId="7BFE1A7F" w14:textId="77777777" w:rsidR="005D6B68" w:rsidRDefault="00000000">
            <w:r>
              <w:t>0.729</w:t>
            </w:r>
          </w:p>
        </w:tc>
      </w:tr>
      <w:tr w:rsidR="005D6B68" w14:paraId="4F46B8EC" w14:textId="77777777">
        <w:tc>
          <w:tcPr>
            <w:tcW w:w="2838" w:type="dxa"/>
            <w:vAlign w:val="center"/>
          </w:tcPr>
          <w:p w14:paraId="0FBB37B4" w14:textId="77777777" w:rsidR="005D6B68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34" w:type="dxa"/>
            <w:vAlign w:val="center"/>
          </w:tcPr>
          <w:p w14:paraId="1C549ECD" w14:textId="77777777" w:rsidR="005D6B68" w:rsidRDefault="00000000">
            <w:r>
              <w:t>100</w:t>
            </w:r>
          </w:p>
        </w:tc>
        <w:tc>
          <w:tcPr>
            <w:tcW w:w="707" w:type="dxa"/>
            <w:vAlign w:val="center"/>
          </w:tcPr>
          <w:p w14:paraId="755CF0F7" w14:textId="77777777" w:rsidR="005D6B68" w:rsidRDefault="00000000">
            <w:r>
              <w:t>12.5</w:t>
            </w:r>
          </w:p>
        </w:tc>
        <w:tc>
          <w:tcPr>
            <w:tcW w:w="990" w:type="dxa"/>
            <w:vAlign w:val="center"/>
          </w:tcPr>
          <w:p w14:paraId="09953369" w14:textId="77777777" w:rsidR="005D6B68" w:rsidRDefault="00000000">
            <w:r>
              <w:t>0.600</w:t>
            </w:r>
          </w:p>
        </w:tc>
        <w:tc>
          <w:tcPr>
            <w:tcW w:w="1131" w:type="dxa"/>
            <w:vAlign w:val="center"/>
          </w:tcPr>
          <w:p w14:paraId="3BE20A67" w14:textId="77777777" w:rsidR="005D6B68" w:rsidRDefault="00000000">
            <w:r>
              <w:t>6.010</w:t>
            </w:r>
          </w:p>
        </w:tc>
        <w:tc>
          <w:tcPr>
            <w:tcW w:w="707" w:type="dxa"/>
            <w:vAlign w:val="center"/>
          </w:tcPr>
          <w:p w14:paraId="69B5E14A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190C5DA" w14:textId="77777777" w:rsidR="005D6B68" w:rsidRDefault="00000000">
            <w:r>
              <w:t>0.167</w:t>
            </w:r>
          </w:p>
        </w:tc>
        <w:tc>
          <w:tcPr>
            <w:tcW w:w="990" w:type="dxa"/>
            <w:vAlign w:val="center"/>
          </w:tcPr>
          <w:p w14:paraId="2A02FA3D" w14:textId="77777777" w:rsidR="005D6B68" w:rsidRDefault="00000000">
            <w:r>
              <w:t>1.002</w:t>
            </w:r>
          </w:p>
        </w:tc>
      </w:tr>
      <w:tr w:rsidR="005D6B68" w14:paraId="70EBD5C0" w14:textId="77777777">
        <w:tc>
          <w:tcPr>
            <w:tcW w:w="2838" w:type="dxa"/>
            <w:vAlign w:val="center"/>
          </w:tcPr>
          <w:p w14:paraId="67311501" w14:textId="77777777" w:rsidR="005D6B68" w:rsidRDefault="00000000">
            <w:r>
              <w:t>石灰水泥砂浆</w:t>
            </w:r>
          </w:p>
        </w:tc>
        <w:tc>
          <w:tcPr>
            <w:tcW w:w="834" w:type="dxa"/>
            <w:vAlign w:val="center"/>
          </w:tcPr>
          <w:p w14:paraId="60FFB2A9" w14:textId="77777777" w:rsidR="005D6B68" w:rsidRDefault="00000000">
            <w:r>
              <w:t>10</w:t>
            </w:r>
          </w:p>
        </w:tc>
        <w:tc>
          <w:tcPr>
            <w:tcW w:w="707" w:type="dxa"/>
            <w:vAlign w:val="center"/>
          </w:tcPr>
          <w:p w14:paraId="4C75DB6E" w14:textId="77777777" w:rsidR="005D6B68" w:rsidRDefault="00000000">
            <w:r>
              <w:t>10.0</w:t>
            </w:r>
          </w:p>
        </w:tc>
        <w:tc>
          <w:tcPr>
            <w:tcW w:w="990" w:type="dxa"/>
            <w:vAlign w:val="center"/>
          </w:tcPr>
          <w:p w14:paraId="606FE33A" w14:textId="77777777" w:rsidR="005D6B68" w:rsidRDefault="00000000">
            <w:r>
              <w:t>0.870</w:t>
            </w:r>
          </w:p>
        </w:tc>
        <w:tc>
          <w:tcPr>
            <w:tcW w:w="1131" w:type="dxa"/>
            <w:vAlign w:val="center"/>
          </w:tcPr>
          <w:p w14:paraId="3F6D00DC" w14:textId="77777777" w:rsidR="005D6B68" w:rsidRDefault="00000000">
            <w:r>
              <w:t>10.627</w:t>
            </w:r>
          </w:p>
        </w:tc>
        <w:tc>
          <w:tcPr>
            <w:tcW w:w="707" w:type="dxa"/>
            <w:vAlign w:val="center"/>
          </w:tcPr>
          <w:p w14:paraId="53C6DB20" w14:textId="77777777" w:rsidR="005D6B68" w:rsidRDefault="00000000">
            <w:r>
              <w:t>1.00</w:t>
            </w:r>
          </w:p>
        </w:tc>
        <w:tc>
          <w:tcPr>
            <w:tcW w:w="1131" w:type="dxa"/>
            <w:vAlign w:val="center"/>
          </w:tcPr>
          <w:p w14:paraId="0ED14759" w14:textId="77777777" w:rsidR="005D6B68" w:rsidRDefault="00000000">
            <w:r>
              <w:t>0.011</w:t>
            </w:r>
          </w:p>
        </w:tc>
        <w:tc>
          <w:tcPr>
            <w:tcW w:w="990" w:type="dxa"/>
            <w:vAlign w:val="center"/>
          </w:tcPr>
          <w:p w14:paraId="0DAAEA51" w14:textId="77777777" w:rsidR="005D6B68" w:rsidRDefault="00000000">
            <w:r>
              <w:t>0.122</w:t>
            </w:r>
          </w:p>
        </w:tc>
      </w:tr>
      <w:tr w:rsidR="005D6B68" w14:paraId="662DD980" w14:textId="77777777">
        <w:tc>
          <w:tcPr>
            <w:tcW w:w="2838" w:type="dxa"/>
            <w:vAlign w:val="center"/>
          </w:tcPr>
          <w:p w14:paraId="22742D06" w14:textId="77777777" w:rsidR="005D6B68" w:rsidRDefault="00000000">
            <w:r>
              <w:t>各层之和</w:t>
            </w:r>
            <w:r>
              <w:t>∑</w:t>
            </w:r>
          </w:p>
        </w:tc>
        <w:tc>
          <w:tcPr>
            <w:tcW w:w="834" w:type="dxa"/>
            <w:vAlign w:val="center"/>
          </w:tcPr>
          <w:p w14:paraId="5DF005D6" w14:textId="77777777" w:rsidR="005D6B68" w:rsidRDefault="00000000">
            <w:r>
              <w:t>200</w:t>
            </w:r>
          </w:p>
        </w:tc>
        <w:tc>
          <w:tcPr>
            <w:tcW w:w="707" w:type="dxa"/>
            <w:vAlign w:val="center"/>
          </w:tcPr>
          <w:p w14:paraId="5C1CC798" w14:textId="77777777" w:rsidR="005D6B68" w:rsidRDefault="00000000">
            <w:r>
              <w:t>－</w:t>
            </w:r>
          </w:p>
        </w:tc>
        <w:tc>
          <w:tcPr>
            <w:tcW w:w="990" w:type="dxa"/>
            <w:vAlign w:val="center"/>
          </w:tcPr>
          <w:p w14:paraId="5721FECA" w14:textId="77777777" w:rsidR="005D6B68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4E386CCA" w14:textId="77777777" w:rsidR="005D6B68" w:rsidRDefault="00000000">
            <w:r>
              <w:t>－</w:t>
            </w:r>
          </w:p>
        </w:tc>
        <w:tc>
          <w:tcPr>
            <w:tcW w:w="707" w:type="dxa"/>
            <w:vAlign w:val="center"/>
          </w:tcPr>
          <w:p w14:paraId="65B26051" w14:textId="77777777" w:rsidR="005D6B68" w:rsidRDefault="00000000">
            <w:r>
              <w:t>－</w:t>
            </w:r>
          </w:p>
        </w:tc>
        <w:tc>
          <w:tcPr>
            <w:tcW w:w="1131" w:type="dxa"/>
            <w:vAlign w:val="center"/>
          </w:tcPr>
          <w:p w14:paraId="0725E297" w14:textId="77777777" w:rsidR="005D6B68" w:rsidRDefault="00000000">
            <w:r>
              <w:t>1.870</w:t>
            </w:r>
          </w:p>
        </w:tc>
        <w:tc>
          <w:tcPr>
            <w:tcW w:w="990" w:type="dxa"/>
            <w:vAlign w:val="center"/>
          </w:tcPr>
          <w:p w14:paraId="53726231" w14:textId="77777777" w:rsidR="005D6B68" w:rsidRDefault="00000000">
            <w:r>
              <w:t>1.913</w:t>
            </w:r>
          </w:p>
        </w:tc>
      </w:tr>
      <w:tr w:rsidR="005D6B68" w14:paraId="067C4B52" w14:textId="77777777">
        <w:tc>
          <w:tcPr>
            <w:tcW w:w="2838" w:type="dxa"/>
            <w:shd w:val="clear" w:color="auto" w:fill="E6E6E6"/>
            <w:vAlign w:val="center"/>
          </w:tcPr>
          <w:p w14:paraId="07FDEC54" w14:textId="77777777" w:rsidR="005D6B68" w:rsidRDefault="00000000">
            <w:pPr>
              <w:jc w:val="center"/>
            </w:pPr>
            <w:r>
              <w:t>差分时间步长</w:t>
            </w:r>
            <w:r>
              <w:t>(</w:t>
            </w:r>
            <w:r>
              <w:t>分钟</w:t>
            </w:r>
            <w:r>
              <w:t>)</w:t>
            </w:r>
          </w:p>
        </w:tc>
        <w:tc>
          <w:tcPr>
            <w:tcW w:w="6490" w:type="dxa"/>
            <w:gridSpan w:val="7"/>
            <w:vAlign w:val="center"/>
          </w:tcPr>
          <w:p w14:paraId="33600A6A" w14:textId="77777777" w:rsidR="005D6B68" w:rsidRDefault="00000000">
            <w:pPr>
              <w:jc w:val="center"/>
            </w:pPr>
            <w:r>
              <w:t>5.0</w:t>
            </w:r>
          </w:p>
        </w:tc>
      </w:tr>
      <w:tr w:rsidR="005D6B68" w14:paraId="49F407D6" w14:textId="77777777">
        <w:tc>
          <w:tcPr>
            <w:tcW w:w="2838" w:type="dxa"/>
            <w:shd w:val="clear" w:color="auto" w:fill="E6E6E6"/>
            <w:vAlign w:val="center"/>
          </w:tcPr>
          <w:p w14:paraId="69622EDA" w14:textId="77777777" w:rsidR="005D6B68" w:rsidRDefault="00000000">
            <w:pPr>
              <w:jc w:val="center"/>
            </w:pPr>
            <w:r>
              <w:t>外表面太阳辐射吸收系数</w:t>
            </w:r>
          </w:p>
        </w:tc>
        <w:tc>
          <w:tcPr>
            <w:tcW w:w="6490" w:type="dxa"/>
            <w:gridSpan w:val="7"/>
            <w:vAlign w:val="center"/>
          </w:tcPr>
          <w:p w14:paraId="76AC4585" w14:textId="77777777" w:rsidR="005D6B68" w:rsidRDefault="00000000">
            <w:pPr>
              <w:jc w:val="center"/>
            </w:pPr>
            <w:r>
              <w:t>0.75</w:t>
            </w:r>
          </w:p>
        </w:tc>
      </w:tr>
      <w:tr w:rsidR="005D6B68" w14:paraId="08D3BB7D" w14:textId="77777777">
        <w:tc>
          <w:tcPr>
            <w:tcW w:w="2838" w:type="dxa"/>
            <w:shd w:val="clear" w:color="auto" w:fill="E6E6E6"/>
            <w:vAlign w:val="center"/>
          </w:tcPr>
          <w:p w14:paraId="31DD74C9" w14:textId="77777777" w:rsidR="005D6B68" w:rsidRDefault="00000000">
            <w:pPr>
              <w:jc w:val="center"/>
            </w:pPr>
            <w:r>
              <w:t>传热系数</w:t>
            </w:r>
            <w:r>
              <w:t>K=1/(0.16+∑R)</w:t>
            </w:r>
          </w:p>
        </w:tc>
        <w:tc>
          <w:tcPr>
            <w:tcW w:w="6490" w:type="dxa"/>
            <w:gridSpan w:val="7"/>
            <w:vAlign w:val="center"/>
          </w:tcPr>
          <w:p w14:paraId="17D606E8" w14:textId="77777777" w:rsidR="005D6B68" w:rsidRDefault="00000000">
            <w:pPr>
              <w:jc w:val="center"/>
            </w:pPr>
            <w:r>
              <w:t>0.50</w:t>
            </w:r>
          </w:p>
        </w:tc>
      </w:tr>
      <w:tr w:rsidR="005D6B68" w14:paraId="4F27E331" w14:textId="77777777">
        <w:tc>
          <w:tcPr>
            <w:tcW w:w="2838" w:type="dxa"/>
            <w:shd w:val="clear" w:color="auto" w:fill="E6E6E6"/>
            <w:vAlign w:val="center"/>
          </w:tcPr>
          <w:p w14:paraId="3DCC6FA5" w14:textId="77777777" w:rsidR="005D6B68" w:rsidRDefault="00000000">
            <w:pPr>
              <w:jc w:val="center"/>
            </w:pPr>
            <w:r>
              <w:t>重质</w:t>
            </w:r>
            <w:r>
              <w:t>/</w:t>
            </w:r>
            <w:r>
              <w:t>轻质</w:t>
            </w:r>
          </w:p>
        </w:tc>
        <w:tc>
          <w:tcPr>
            <w:tcW w:w="6490" w:type="dxa"/>
            <w:gridSpan w:val="7"/>
            <w:vAlign w:val="center"/>
          </w:tcPr>
          <w:p w14:paraId="66E3E07C" w14:textId="77777777" w:rsidR="005D6B68" w:rsidRDefault="00000000">
            <w:pPr>
              <w:jc w:val="center"/>
            </w:pPr>
            <w:r>
              <w:t>轻质围护结构</w:t>
            </w:r>
          </w:p>
        </w:tc>
      </w:tr>
    </w:tbl>
    <w:p w14:paraId="4843A917" w14:textId="77777777" w:rsidR="005D6B68" w:rsidRDefault="00000000">
      <w:pPr>
        <w:pStyle w:val="4"/>
      </w:pPr>
      <w:r>
        <w:t>自然通风房间：东向逐时温度</w:t>
      </w:r>
    </w:p>
    <w:p w14:paraId="66BAAC79" w14:textId="77777777" w:rsidR="005D6B68" w:rsidRDefault="00000000">
      <w:pPr>
        <w:jc w:val="center"/>
      </w:pPr>
      <w:r>
        <w:rPr>
          <w:noProof/>
        </w:rPr>
        <w:drawing>
          <wp:inline distT="0" distB="0" distL="0" distR="0" wp14:anchorId="1050FC48" wp14:editId="0DEB145A">
            <wp:extent cx="5667375" cy="3086100"/>
            <wp:effectExtent l="0" t="0" r="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7784FC" w14:textId="77777777" w:rsidR="005D6B68" w:rsidRDefault="005D6B68"/>
    <w:p w14:paraId="5E358805" w14:textId="77777777" w:rsidR="005D6B68" w:rsidRDefault="005D6B68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3451B29D" w14:textId="77777777">
        <w:tc>
          <w:tcPr>
            <w:tcW w:w="777" w:type="dxa"/>
            <w:shd w:val="clear" w:color="auto" w:fill="E6E6E6"/>
            <w:vAlign w:val="center"/>
          </w:tcPr>
          <w:p w14:paraId="46B004CD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9B51645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244130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E5AC67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13965B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7BD79C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0B43A4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2E9524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1C4026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1D5D9DF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4141608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19DF876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495FECC5" w14:textId="77777777">
        <w:tc>
          <w:tcPr>
            <w:tcW w:w="777" w:type="dxa"/>
            <w:vAlign w:val="center"/>
          </w:tcPr>
          <w:p w14:paraId="3D3E1284" w14:textId="77777777" w:rsidR="005D6B68" w:rsidRDefault="00000000">
            <w:r>
              <w:t>36.76</w:t>
            </w:r>
          </w:p>
        </w:tc>
        <w:tc>
          <w:tcPr>
            <w:tcW w:w="777" w:type="dxa"/>
            <w:vAlign w:val="center"/>
          </w:tcPr>
          <w:p w14:paraId="115937DC" w14:textId="77777777" w:rsidR="005D6B68" w:rsidRDefault="00000000">
            <w:r>
              <w:t>36.10</w:t>
            </w:r>
          </w:p>
        </w:tc>
        <w:tc>
          <w:tcPr>
            <w:tcW w:w="777" w:type="dxa"/>
            <w:vAlign w:val="center"/>
          </w:tcPr>
          <w:p w14:paraId="26C0A799" w14:textId="77777777" w:rsidR="005D6B68" w:rsidRDefault="00000000">
            <w:r>
              <w:t>35.49</w:t>
            </w:r>
          </w:p>
        </w:tc>
        <w:tc>
          <w:tcPr>
            <w:tcW w:w="777" w:type="dxa"/>
            <w:vAlign w:val="center"/>
          </w:tcPr>
          <w:p w14:paraId="47EA66A8" w14:textId="77777777" w:rsidR="005D6B68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06711F37" w14:textId="77777777" w:rsidR="005D6B68" w:rsidRDefault="00000000">
            <w:r>
              <w:t>34.56</w:t>
            </w:r>
          </w:p>
        </w:tc>
        <w:tc>
          <w:tcPr>
            <w:tcW w:w="777" w:type="dxa"/>
            <w:vAlign w:val="center"/>
          </w:tcPr>
          <w:p w14:paraId="3CC72ED6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405CA7E0" w14:textId="77777777" w:rsidR="005D6B68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3DA117F0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68202AAD" w14:textId="77777777" w:rsidR="005D6B68" w:rsidRDefault="00000000">
            <w:r>
              <w:t>34.61</w:t>
            </w:r>
          </w:p>
        </w:tc>
        <w:tc>
          <w:tcPr>
            <w:tcW w:w="777" w:type="dxa"/>
            <w:vAlign w:val="center"/>
          </w:tcPr>
          <w:p w14:paraId="35121C8B" w14:textId="77777777" w:rsidR="005D6B68" w:rsidRDefault="00000000">
            <w:r>
              <w:t>35.11</w:t>
            </w:r>
          </w:p>
        </w:tc>
        <w:tc>
          <w:tcPr>
            <w:tcW w:w="777" w:type="dxa"/>
            <w:vAlign w:val="center"/>
          </w:tcPr>
          <w:p w14:paraId="12DDD757" w14:textId="77777777" w:rsidR="005D6B68" w:rsidRDefault="00000000">
            <w:r>
              <w:t>35.75</w:t>
            </w:r>
          </w:p>
        </w:tc>
        <w:tc>
          <w:tcPr>
            <w:tcW w:w="777" w:type="dxa"/>
            <w:vAlign w:val="center"/>
          </w:tcPr>
          <w:p w14:paraId="639AEC16" w14:textId="77777777" w:rsidR="005D6B68" w:rsidRDefault="00000000">
            <w:r>
              <w:t>36.44</w:t>
            </w:r>
          </w:p>
        </w:tc>
      </w:tr>
      <w:tr w:rsidR="005D6B68" w14:paraId="5586928C" w14:textId="77777777">
        <w:tc>
          <w:tcPr>
            <w:tcW w:w="777" w:type="dxa"/>
            <w:shd w:val="clear" w:color="auto" w:fill="E6E6E6"/>
            <w:vAlign w:val="center"/>
          </w:tcPr>
          <w:p w14:paraId="000B272C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6EA8226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D8FCA5E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053421B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51BC401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3B04B3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3020ED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56BDE3D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639C890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1D02690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642BAB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2EC124B" w14:textId="77777777" w:rsidR="005D6B68" w:rsidRDefault="00000000">
            <w:r>
              <w:t>23:00</w:t>
            </w:r>
          </w:p>
        </w:tc>
      </w:tr>
      <w:tr w:rsidR="005D6B68" w14:paraId="69D6ED39" w14:textId="77777777">
        <w:tc>
          <w:tcPr>
            <w:tcW w:w="777" w:type="dxa"/>
            <w:vAlign w:val="center"/>
          </w:tcPr>
          <w:p w14:paraId="26B0F3C1" w14:textId="77777777" w:rsidR="005D6B68" w:rsidRDefault="00000000">
            <w:r>
              <w:t>37.14</w:t>
            </w:r>
          </w:p>
        </w:tc>
        <w:tc>
          <w:tcPr>
            <w:tcW w:w="777" w:type="dxa"/>
            <w:vAlign w:val="center"/>
          </w:tcPr>
          <w:p w14:paraId="6D84065B" w14:textId="77777777" w:rsidR="005D6B68" w:rsidRDefault="00000000">
            <w:r>
              <w:t>37.82</w:t>
            </w:r>
          </w:p>
        </w:tc>
        <w:tc>
          <w:tcPr>
            <w:tcW w:w="777" w:type="dxa"/>
            <w:vAlign w:val="center"/>
          </w:tcPr>
          <w:p w14:paraId="7CF4C9B1" w14:textId="77777777" w:rsidR="005D6B68" w:rsidRDefault="00000000">
            <w:r>
              <w:t>38.45</w:t>
            </w:r>
          </w:p>
        </w:tc>
        <w:tc>
          <w:tcPr>
            <w:tcW w:w="777" w:type="dxa"/>
            <w:vAlign w:val="center"/>
          </w:tcPr>
          <w:p w14:paraId="55EA7639" w14:textId="77777777" w:rsidR="005D6B68" w:rsidRDefault="00000000">
            <w:r>
              <w:t>38.97</w:t>
            </w:r>
          </w:p>
        </w:tc>
        <w:tc>
          <w:tcPr>
            <w:tcW w:w="777" w:type="dxa"/>
            <w:vAlign w:val="center"/>
          </w:tcPr>
          <w:p w14:paraId="1EC64A57" w14:textId="77777777" w:rsidR="005D6B68" w:rsidRDefault="00000000">
            <w:r>
              <w:t>39.37</w:t>
            </w:r>
          </w:p>
        </w:tc>
        <w:tc>
          <w:tcPr>
            <w:tcW w:w="777" w:type="dxa"/>
            <w:vAlign w:val="center"/>
          </w:tcPr>
          <w:p w14:paraId="381EB915" w14:textId="77777777" w:rsidR="005D6B68" w:rsidRDefault="00000000">
            <w:r>
              <w:t>39.59</w:t>
            </w:r>
          </w:p>
        </w:tc>
        <w:tc>
          <w:tcPr>
            <w:tcW w:w="777" w:type="dxa"/>
            <w:vAlign w:val="center"/>
          </w:tcPr>
          <w:p w14:paraId="0DAF2D6E" w14:textId="77777777" w:rsidR="005D6B68" w:rsidRDefault="00000000">
            <w:r>
              <w:rPr>
                <w:color w:val="3333CC"/>
              </w:rPr>
              <w:t>39.63</w:t>
            </w:r>
          </w:p>
        </w:tc>
        <w:tc>
          <w:tcPr>
            <w:tcW w:w="777" w:type="dxa"/>
            <w:vAlign w:val="center"/>
          </w:tcPr>
          <w:p w14:paraId="146E7D6D" w14:textId="77777777" w:rsidR="005D6B68" w:rsidRDefault="00000000">
            <w:r>
              <w:t>39.47</w:t>
            </w:r>
          </w:p>
        </w:tc>
        <w:tc>
          <w:tcPr>
            <w:tcW w:w="777" w:type="dxa"/>
            <w:vAlign w:val="center"/>
          </w:tcPr>
          <w:p w14:paraId="6DCE755E" w14:textId="77777777" w:rsidR="005D6B68" w:rsidRDefault="00000000">
            <w:r>
              <w:t>39.13</w:t>
            </w:r>
          </w:p>
        </w:tc>
        <w:tc>
          <w:tcPr>
            <w:tcW w:w="777" w:type="dxa"/>
            <w:vAlign w:val="center"/>
          </w:tcPr>
          <w:p w14:paraId="24798EE3" w14:textId="77777777" w:rsidR="005D6B68" w:rsidRDefault="00000000">
            <w:r>
              <w:t>38.66</w:t>
            </w:r>
          </w:p>
        </w:tc>
        <w:tc>
          <w:tcPr>
            <w:tcW w:w="777" w:type="dxa"/>
            <w:vAlign w:val="center"/>
          </w:tcPr>
          <w:p w14:paraId="666B5821" w14:textId="77777777" w:rsidR="005D6B68" w:rsidRDefault="00000000">
            <w:r>
              <w:t>38.08</w:t>
            </w:r>
          </w:p>
        </w:tc>
        <w:tc>
          <w:tcPr>
            <w:tcW w:w="777" w:type="dxa"/>
            <w:vAlign w:val="center"/>
          </w:tcPr>
          <w:p w14:paraId="3F20D6A2" w14:textId="77777777" w:rsidR="005D6B68" w:rsidRDefault="00000000">
            <w:r>
              <w:t>37.44</w:t>
            </w:r>
          </w:p>
        </w:tc>
      </w:tr>
    </w:tbl>
    <w:p w14:paraId="7557A4E1" w14:textId="77777777" w:rsidR="005D6B68" w:rsidRDefault="00000000">
      <w:pPr>
        <w:pStyle w:val="4"/>
      </w:pPr>
      <w:r>
        <w:lastRenderedPageBreak/>
        <w:t>自然通风房间：西向逐时温度</w:t>
      </w:r>
    </w:p>
    <w:p w14:paraId="3E5D51A3" w14:textId="77777777" w:rsidR="005D6B68" w:rsidRDefault="00000000">
      <w:pPr>
        <w:jc w:val="center"/>
      </w:pPr>
      <w:r>
        <w:rPr>
          <w:noProof/>
        </w:rPr>
        <w:drawing>
          <wp:inline distT="0" distB="0" distL="0" distR="0" wp14:anchorId="0E786B08" wp14:editId="3CAEDD6F">
            <wp:extent cx="5667375" cy="3076575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1A479" w14:textId="77777777" w:rsidR="005D6B68" w:rsidRDefault="005D6B68"/>
    <w:p w14:paraId="48DF69A8" w14:textId="77777777" w:rsidR="005D6B68" w:rsidRDefault="005D6B68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6EBEB4C8" w14:textId="77777777">
        <w:tc>
          <w:tcPr>
            <w:tcW w:w="777" w:type="dxa"/>
            <w:shd w:val="clear" w:color="auto" w:fill="E6E6E6"/>
            <w:vAlign w:val="center"/>
          </w:tcPr>
          <w:p w14:paraId="3DE5389C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DB985B3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14AF360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67916D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42DDA3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B3D8449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08EF11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BC80D1C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ABABEA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8EEF817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2B05A27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7F752B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61CADAB5" w14:textId="77777777">
        <w:tc>
          <w:tcPr>
            <w:tcW w:w="777" w:type="dxa"/>
            <w:vAlign w:val="center"/>
          </w:tcPr>
          <w:p w14:paraId="252A4569" w14:textId="77777777" w:rsidR="005D6B68" w:rsidRDefault="00000000">
            <w:r>
              <w:t>36.92</w:t>
            </w:r>
          </w:p>
        </w:tc>
        <w:tc>
          <w:tcPr>
            <w:tcW w:w="777" w:type="dxa"/>
            <w:vAlign w:val="center"/>
          </w:tcPr>
          <w:p w14:paraId="61B59526" w14:textId="77777777" w:rsidR="005D6B68" w:rsidRDefault="00000000">
            <w:r>
              <w:t>36.22</w:t>
            </w:r>
          </w:p>
        </w:tc>
        <w:tc>
          <w:tcPr>
            <w:tcW w:w="777" w:type="dxa"/>
            <w:vAlign w:val="center"/>
          </w:tcPr>
          <w:p w14:paraId="0E27C200" w14:textId="77777777" w:rsidR="005D6B68" w:rsidRDefault="00000000">
            <w:r>
              <w:t>35.58</w:t>
            </w:r>
          </w:p>
        </w:tc>
        <w:tc>
          <w:tcPr>
            <w:tcW w:w="777" w:type="dxa"/>
            <w:vAlign w:val="center"/>
          </w:tcPr>
          <w:p w14:paraId="264A42C2" w14:textId="77777777" w:rsidR="005D6B68" w:rsidRDefault="00000000">
            <w:r>
              <w:t>35.04</w:t>
            </w:r>
          </w:p>
        </w:tc>
        <w:tc>
          <w:tcPr>
            <w:tcW w:w="777" w:type="dxa"/>
            <w:vAlign w:val="center"/>
          </w:tcPr>
          <w:p w14:paraId="09EFCE44" w14:textId="77777777" w:rsidR="005D6B68" w:rsidRDefault="00000000">
            <w:r>
              <w:t>34.62</w:t>
            </w:r>
          </w:p>
        </w:tc>
        <w:tc>
          <w:tcPr>
            <w:tcW w:w="777" w:type="dxa"/>
            <w:vAlign w:val="center"/>
          </w:tcPr>
          <w:p w14:paraId="4FC8CC9C" w14:textId="77777777" w:rsidR="005D6B68" w:rsidRDefault="00000000">
            <w:r>
              <w:t>34.34</w:t>
            </w:r>
          </w:p>
        </w:tc>
        <w:tc>
          <w:tcPr>
            <w:tcW w:w="777" w:type="dxa"/>
            <w:vAlign w:val="center"/>
          </w:tcPr>
          <w:p w14:paraId="655E6891" w14:textId="77777777" w:rsidR="005D6B68" w:rsidRDefault="00000000">
            <w:r>
              <w:t>34.23</w:t>
            </w:r>
          </w:p>
        </w:tc>
        <w:tc>
          <w:tcPr>
            <w:tcW w:w="777" w:type="dxa"/>
            <w:vAlign w:val="center"/>
          </w:tcPr>
          <w:p w14:paraId="71DE7217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7DCBE060" w14:textId="77777777" w:rsidR="005D6B68" w:rsidRDefault="00000000">
            <w:r>
              <w:t>34.56</w:t>
            </w:r>
          </w:p>
        </w:tc>
        <w:tc>
          <w:tcPr>
            <w:tcW w:w="777" w:type="dxa"/>
            <w:vAlign w:val="center"/>
          </w:tcPr>
          <w:p w14:paraId="116BC52E" w14:textId="77777777" w:rsidR="005D6B68" w:rsidRDefault="00000000">
            <w:r>
              <w:t>34.98</w:t>
            </w:r>
          </w:p>
        </w:tc>
        <w:tc>
          <w:tcPr>
            <w:tcW w:w="777" w:type="dxa"/>
            <w:vAlign w:val="center"/>
          </w:tcPr>
          <w:p w14:paraId="6E782464" w14:textId="77777777" w:rsidR="005D6B68" w:rsidRDefault="00000000">
            <w:r>
              <w:t>35.54</w:t>
            </w:r>
          </w:p>
        </w:tc>
        <w:tc>
          <w:tcPr>
            <w:tcW w:w="777" w:type="dxa"/>
            <w:vAlign w:val="center"/>
          </w:tcPr>
          <w:p w14:paraId="1218F064" w14:textId="77777777" w:rsidR="005D6B68" w:rsidRDefault="00000000">
            <w:r>
              <w:t>36.20</w:t>
            </w:r>
          </w:p>
        </w:tc>
      </w:tr>
      <w:tr w:rsidR="005D6B68" w14:paraId="197437CE" w14:textId="77777777">
        <w:tc>
          <w:tcPr>
            <w:tcW w:w="777" w:type="dxa"/>
            <w:shd w:val="clear" w:color="auto" w:fill="E6E6E6"/>
            <w:vAlign w:val="center"/>
          </w:tcPr>
          <w:p w14:paraId="3E353C4D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B573B0E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813CD5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507B2CA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362A928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B0018BB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DC1966C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6B49AED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9A8734E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E5C3ED2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E2BCB5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6E2AFF" w14:textId="77777777" w:rsidR="005D6B68" w:rsidRDefault="00000000">
            <w:r>
              <w:t>23:00</w:t>
            </w:r>
          </w:p>
        </w:tc>
      </w:tr>
      <w:tr w:rsidR="005D6B68" w14:paraId="209E6F0F" w14:textId="77777777">
        <w:tc>
          <w:tcPr>
            <w:tcW w:w="777" w:type="dxa"/>
            <w:vAlign w:val="center"/>
          </w:tcPr>
          <w:p w14:paraId="1A8D9209" w14:textId="77777777" w:rsidR="005D6B68" w:rsidRDefault="00000000">
            <w:r>
              <w:t>36.92</w:t>
            </w:r>
          </w:p>
        </w:tc>
        <w:tc>
          <w:tcPr>
            <w:tcW w:w="777" w:type="dxa"/>
            <w:vAlign w:val="center"/>
          </w:tcPr>
          <w:p w14:paraId="44281F96" w14:textId="77777777" w:rsidR="005D6B68" w:rsidRDefault="00000000">
            <w:r>
              <w:t>37.67</w:t>
            </w:r>
          </w:p>
        </w:tc>
        <w:tc>
          <w:tcPr>
            <w:tcW w:w="777" w:type="dxa"/>
            <w:vAlign w:val="center"/>
          </w:tcPr>
          <w:p w14:paraId="52509FCC" w14:textId="77777777" w:rsidR="005D6B68" w:rsidRDefault="00000000">
            <w:r>
              <w:t>38.42</w:t>
            </w:r>
          </w:p>
        </w:tc>
        <w:tc>
          <w:tcPr>
            <w:tcW w:w="777" w:type="dxa"/>
            <w:vAlign w:val="center"/>
          </w:tcPr>
          <w:p w14:paraId="7A0F3AEF" w14:textId="77777777" w:rsidR="005D6B68" w:rsidRDefault="00000000">
            <w:r>
              <w:t>39.10</w:t>
            </w:r>
          </w:p>
        </w:tc>
        <w:tc>
          <w:tcPr>
            <w:tcW w:w="777" w:type="dxa"/>
            <w:vAlign w:val="center"/>
          </w:tcPr>
          <w:p w14:paraId="3554DD42" w14:textId="77777777" w:rsidR="005D6B68" w:rsidRDefault="00000000">
            <w:r>
              <w:t>39.65</w:t>
            </w:r>
          </w:p>
        </w:tc>
        <w:tc>
          <w:tcPr>
            <w:tcW w:w="777" w:type="dxa"/>
            <w:vAlign w:val="center"/>
          </w:tcPr>
          <w:p w14:paraId="13B8FF53" w14:textId="77777777" w:rsidR="005D6B68" w:rsidRDefault="00000000">
            <w:r>
              <w:t>40.01</w:t>
            </w:r>
          </w:p>
        </w:tc>
        <w:tc>
          <w:tcPr>
            <w:tcW w:w="777" w:type="dxa"/>
            <w:vAlign w:val="center"/>
          </w:tcPr>
          <w:p w14:paraId="3B27DE88" w14:textId="77777777" w:rsidR="005D6B68" w:rsidRDefault="00000000">
            <w:r>
              <w:rPr>
                <w:color w:val="3333CC"/>
              </w:rPr>
              <w:t>40.12</w:t>
            </w:r>
          </w:p>
        </w:tc>
        <w:tc>
          <w:tcPr>
            <w:tcW w:w="777" w:type="dxa"/>
            <w:vAlign w:val="center"/>
          </w:tcPr>
          <w:p w14:paraId="0390D6E9" w14:textId="77777777" w:rsidR="005D6B68" w:rsidRDefault="00000000">
            <w:r>
              <w:t>39.93</w:t>
            </w:r>
          </w:p>
        </w:tc>
        <w:tc>
          <w:tcPr>
            <w:tcW w:w="777" w:type="dxa"/>
            <w:vAlign w:val="center"/>
          </w:tcPr>
          <w:p w14:paraId="66915167" w14:textId="77777777" w:rsidR="005D6B68" w:rsidRDefault="00000000">
            <w:r>
              <w:t>39.52</w:t>
            </w:r>
          </w:p>
        </w:tc>
        <w:tc>
          <w:tcPr>
            <w:tcW w:w="777" w:type="dxa"/>
            <w:vAlign w:val="center"/>
          </w:tcPr>
          <w:p w14:paraId="6FECD56D" w14:textId="77777777" w:rsidR="005D6B68" w:rsidRDefault="00000000">
            <w:r>
              <w:t>38.96</w:t>
            </w:r>
          </w:p>
        </w:tc>
        <w:tc>
          <w:tcPr>
            <w:tcW w:w="777" w:type="dxa"/>
            <w:vAlign w:val="center"/>
          </w:tcPr>
          <w:p w14:paraId="6BC49DD9" w14:textId="77777777" w:rsidR="005D6B68" w:rsidRDefault="00000000">
            <w:r>
              <w:t>38.32</w:t>
            </w:r>
          </w:p>
        </w:tc>
        <w:tc>
          <w:tcPr>
            <w:tcW w:w="777" w:type="dxa"/>
            <w:vAlign w:val="center"/>
          </w:tcPr>
          <w:p w14:paraId="70E8735B" w14:textId="77777777" w:rsidR="005D6B68" w:rsidRDefault="00000000">
            <w:r>
              <w:t>37.63</w:t>
            </w:r>
          </w:p>
        </w:tc>
      </w:tr>
    </w:tbl>
    <w:p w14:paraId="791755CE" w14:textId="77777777" w:rsidR="005D6B68" w:rsidRDefault="00000000">
      <w:pPr>
        <w:pStyle w:val="4"/>
      </w:pPr>
      <w:r>
        <w:t>自然通风房间：南向逐时温度</w:t>
      </w:r>
    </w:p>
    <w:p w14:paraId="0F43CB5B" w14:textId="77777777" w:rsidR="005D6B68" w:rsidRDefault="00000000">
      <w:pPr>
        <w:jc w:val="center"/>
      </w:pPr>
      <w:r>
        <w:rPr>
          <w:noProof/>
        </w:rPr>
        <w:drawing>
          <wp:inline distT="0" distB="0" distL="0" distR="0" wp14:anchorId="1B71C8C3" wp14:editId="772FA7B8">
            <wp:extent cx="5667375" cy="3086100"/>
            <wp:effectExtent l="0" t="0" r="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DD1DED" w14:textId="77777777" w:rsidR="005D6B68" w:rsidRDefault="005D6B68"/>
    <w:p w14:paraId="5BD1EBF5" w14:textId="77777777" w:rsidR="005D6B68" w:rsidRDefault="005D6B68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5D4C5DBA" w14:textId="77777777">
        <w:tc>
          <w:tcPr>
            <w:tcW w:w="777" w:type="dxa"/>
            <w:shd w:val="clear" w:color="auto" w:fill="E6E6E6"/>
            <w:vAlign w:val="center"/>
          </w:tcPr>
          <w:p w14:paraId="1F55EE32" w14:textId="77777777" w:rsidR="005D6B68" w:rsidRDefault="00000000">
            <w:pPr>
              <w:jc w:val="center"/>
            </w:pPr>
            <w:r>
              <w:lastRenderedPageBreak/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E9FC5FC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27B3BE0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B4C65C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2A83EC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13E009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58670F1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A7A5D2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7911BB8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4E11EB0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B6317CC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394C4BC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661A480F" w14:textId="77777777">
        <w:tc>
          <w:tcPr>
            <w:tcW w:w="777" w:type="dxa"/>
            <w:vAlign w:val="center"/>
          </w:tcPr>
          <w:p w14:paraId="55B484F5" w14:textId="77777777" w:rsidR="005D6B68" w:rsidRDefault="00000000">
            <w:r>
              <w:t>36.77</w:t>
            </w:r>
          </w:p>
        </w:tc>
        <w:tc>
          <w:tcPr>
            <w:tcW w:w="777" w:type="dxa"/>
            <w:vAlign w:val="center"/>
          </w:tcPr>
          <w:p w14:paraId="095D836C" w14:textId="77777777" w:rsidR="005D6B68" w:rsidRDefault="00000000">
            <w:r>
              <w:t>36.10</w:t>
            </w:r>
          </w:p>
        </w:tc>
        <w:tc>
          <w:tcPr>
            <w:tcW w:w="777" w:type="dxa"/>
            <w:vAlign w:val="center"/>
          </w:tcPr>
          <w:p w14:paraId="63878699" w14:textId="77777777" w:rsidR="005D6B68" w:rsidRDefault="00000000">
            <w:r>
              <w:t>35.49</w:t>
            </w:r>
          </w:p>
        </w:tc>
        <w:tc>
          <w:tcPr>
            <w:tcW w:w="777" w:type="dxa"/>
            <w:vAlign w:val="center"/>
          </w:tcPr>
          <w:p w14:paraId="6143768B" w14:textId="77777777" w:rsidR="005D6B68" w:rsidRDefault="00000000">
            <w:r>
              <w:t>34.96</w:t>
            </w:r>
          </w:p>
        </w:tc>
        <w:tc>
          <w:tcPr>
            <w:tcW w:w="777" w:type="dxa"/>
            <w:vAlign w:val="center"/>
          </w:tcPr>
          <w:p w14:paraId="74279FF7" w14:textId="77777777" w:rsidR="005D6B68" w:rsidRDefault="00000000">
            <w:r>
              <w:t>34.56</w:t>
            </w:r>
          </w:p>
        </w:tc>
        <w:tc>
          <w:tcPr>
            <w:tcW w:w="777" w:type="dxa"/>
            <w:vAlign w:val="center"/>
          </w:tcPr>
          <w:p w14:paraId="2F30AF08" w14:textId="77777777" w:rsidR="005D6B68" w:rsidRDefault="00000000">
            <w:r>
              <w:t>34.30</w:t>
            </w:r>
          </w:p>
        </w:tc>
        <w:tc>
          <w:tcPr>
            <w:tcW w:w="777" w:type="dxa"/>
            <w:vAlign w:val="center"/>
          </w:tcPr>
          <w:p w14:paraId="79B799BF" w14:textId="77777777" w:rsidR="005D6B68" w:rsidRDefault="00000000">
            <w:r>
              <w:t>34.20</w:t>
            </w:r>
          </w:p>
        </w:tc>
        <w:tc>
          <w:tcPr>
            <w:tcW w:w="777" w:type="dxa"/>
            <w:vAlign w:val="center"/>
          </w:tcPr>
          <w:p w14:paraId="13923E68" w14:textId="77777777" w:rsidR="005D6B68" w:rsidRDefault="00000000">
            <w:r>
              <w:t>34.27</w:t>
            </w:r>
          </w:p>
        </w:tc>
        <w:tc>
          <w:tcPr>
            <w:tcW w:w="777" w:type="dxa"/>
            <w:vAlign w:val="center"/>
          </w:tcPr>
          <w:p w14:paraId="6C70E5BC" w14:textId="77777777" w:rsidR="005D6B68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422A41DA" w14:textId="77777777" w:rsidR="005D6B68" w:rsidRDefault="00000000">
            <w:r>
              <w:t>34.98</w:t>
            </w:r>
          </w:p>
        </w:tc>
        <w:tc>
          <w:tcPr>
            <w:tcW w:w="777" w:type="dxa"/>
            <w:vAlign w:val="center"/>
          </w:tcPr>
          <w:p w14:paraId="6A2D190A" w14:textId="77777777" w:rsidR="005D6B68" w:rsidRDefault="00000000">
            <w:r>
              <w:t>35.57</w:t>
            </w:r>
          </w:p>
        </w:tc>
        <w:tc>
          <w:tcPr>
            <w:tcW w:w="777" w:type="dxa"/>
            <w:vAlign w:val="center"/>
          </w:tcPr>
          <w:p w14:paraId="5F269475" w14:textId="77777777" w:rsidR="005D6B68" w:rsidRDefault="00000000">
            <w:r>
              <w:t>36.27</w:t>
            </w:r>
          </w:p>
        </w:tc>
      </w:tr>
      <w:tr w:rsidR="005D6B68" w14:paraId="21C61B97" w14:textId="77777777">
        <w:tc>
          <w:tcPr>
            <w:tcW w:w="777" w:type="dxa"/>
            <w:shd w:val="clear" w:color="auto" w:fill="E6E6E6"/>
            <w:vAlign w:val="center"/>
          </w:tcPr>
          <w:p w14:paraId="194B5572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A19C2C3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951B690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ED598BD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4351701D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646E021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811126E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FCC188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8994165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A6E8201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C7E30B0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01E9EFD" w14:textId="77777777" w:rsidR="005D6B68" w:rsidRDefault="00000000">
            <w:r>
              <w:t>23:00</w:t>
            </w:r>
          </w:p>
        </w:tc>
      </w:tr>
      <w:tr w:rsidR="005D6B68" w14:paraId="0F4B46FD" w14:textId="77777777">
        <w:tc>
          <w:tcPr>
            <w:tcW w:w="777" w:type="dxa"/>
            <w:vAlign w:val="center"/>
          </w:tcPr>
          <w:p w14:paraId="481D34DD" w14:textId="77777777" w:rsidR="005D6B68" w:rsidRDefault="00000000">
            <w:r>
              <w:t>37.04</w:t>
            </w:r>
          </w:p>
        </w:tc>
        <w:tc>
          <w:tcPr>
            <w:tcW w:w="777" w:type="dxa"/>
            <w:vAlign w:val="center"/>
          </w:tcPr>
          <w:p w14:paraId="2381E74A" w14:textId="77777777" w:rsidR="005D6B68" w:rsidRDefault="00000000">
            <w:r>
              <w:t>37.80</w:t>
            </w:r>
          </w:p>
        </w:tc>
        <w:tc>
          <w:tcPr>
            <w:tcW w:w="777" w:type="dxa"/>
            <w:vAlign w:val="center"/>
          </w:tcPr>
          <w:p w14:paraId="4992D607" w14:textId="77777777" w:rsidR="005D6B68" w:rsidRDefault="00000000">
            <w:r>
              <w:t>38.49</w:t>
            </w:r>
          </w:p>
        </w:tc>
        <w:tc>
          <w:tcPr>
            <w:tcW w:w="777" w:type="dxa"/>
            <w:vAlign w:val="center"/>
          </w:tcPr>
          <w:p w14:paraId="2129A3B6" w14:textId="77777777" w:rsidR="005D6B68" w:rsidRDefault="00000000">
            <w:r>
              <w:t>39.06</w:t>
            </w:r>
          </w:p>
        </w:tc>
        <w:tc>
          <w:tcPr>
            <w:tcW w:w="777" w:type="dxa"/>
            <w:vAlign w:val="center"/>
          </w:tcPr>
          <w:p w14:paraId="557A3670" w14:textId="77777777" w:rsidR="005D6B68" w:rsidRDefault="00000000">
            <w:r>
              <w:t>39.45</w:t>
            </w:r>
          </w:p>
        </w:tc>
        <w:tc>
          <w:tcPr>
            <w:tcW w:w="777" w:type="dxa"/>
            <w:vAlign w:val="center"/>
          </w:tcPr>
          <w:p w14:paraId="4C873ECD" w14:textId="77777777" w:rsidR="005D6B68" w:rsidRDefault="00000000">
            <w:r>
              <w:t>39.66</w:t>
            </w:r>
          </w:p>
        </w:tc>
        <w:tc>
          <w:tcPr>
            <w:tcW w:w="777" w:type="dxa"/>
            <w:vAlign w:val="center"/>
          </w:tcPr>
          <w:p w14:paraId="7B812FB0" w14:textId="77777777" w:rsidR="005D6B68" w:rsidRDefault="00000000">
            <w:r>
              <w:rPr>
                <w:color w:val="3333CC"/>
              </w:rPr>
              <w:t>39.66</w:t>
            </w:r>
          </w:p>
        </w:tc>
        <w:tc>
          <w:tcPr>
            <w:tcW w:w="777" w:type="dxa"/>
            <w:vAlign w:val="center"/>
          </w:tcPr>
          <w:p w14:paraId="260F5E63" w14:textId="77777777" w:rsidR="005D6B68" w:rsidRDefault="00000000">
            <w:r>
              <w:t>39.48</w:t>
            </w:r>
          </w:p>
        </w:tc>
        <w:tc>
          <w:tcPr>
            <w:tcW w:w="777" w:type="dxa"/>
            <w:vAlign w:val="center"/>
          </w:tcPr>
          <w:p w14:paraId="36A4C1B9" w14:textId="77777777" w:rsidR="005D6B68" w:rsidRDefault="00000000">
            <w:r>
              <w:t>39.14</w:t>
            </w:r>
          </w:p>
        </w:tc>
        <w:tc>
          <w:tcPr>
            <w:tcW w:w="777" w:type="dxa"/>
            <w:vAlign w:val="center"/>
          </w:tcPr>
          <w:p w14:paraId="69A8B42A" w14:textId="77777777" w:rsidR="005D6B68" w:rsidRDefault="00000000">
            <w:r>
              <w:t>38.67</w:t>
            </w:r>
          </w:p>
        </w:tc>
        <w:tc>
          <w:tcPr>
            <w:tcW w:w="777" w:type="dxa"/>
            <w:vAlign w:val="center"/>
          </w:tcPr>
          <w:p w14:paraId="0814A6EC" w14:textId="77777777" w:rsidR="005D6B68" w:rsidRDefault="00000000">
            <w:r>
              <w:t>38.09</w:t>
            </w:r>
          </w:p>
        </w:tc>
        <w:tc>
          <w:tcPr>
            <w:tcW w:w="777" w:type="dxa"/>
            <w:vAlign w:val="center"/>
          </w:tcPr>
          <w:p w14:paraId="1B546249" w14:textId="77777777" w:rsidR="005D6B68" w:rsidRDefault="00000000">
            <w:r>
              <w:t>37.44</w:t>
            </w:r>
          </w:p>
        </w:tc>
      </w:tr>
    </w:tbl>
    <w:p w14:paraId="55EF21CA" w14:textId="77777777" w:rsidR="005D6B68" w:rsidRDefault="00000000">
      <w:pPr>
        <w:pStyle w:val="4"/>
      </w:pPr>
      <w:r>
        <w:t>自然通风房间：北向逐时温度</w:t>
      </w:r>
    </w:p>
    <w:p w14:paraId="51F01FF8" w14:textId="77777777" w:rsidR="005D6B68" w:rsidRDefault="00000000">
      <w:pPr>
        <w:jc w:val="center"/>
      </w:pPr>
      <w:r>
        <w:rPr>
          <w:noProof/>
        </w:rPr>
        <w:drawing>
          <wp:inline distT="0" distB="0" distL="0" distR="0" wp14:anchorId="7A423799" wp14:editId="595BEF3A">
            <wp:extent cx="5667375" cy="3086100"/>
            <wp:effectExtent l="0" t="0" r="0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0741EB" w14:textId="77777777" w:rsidR="005D6B68" w:rsidRDefault="005D6B68"/>
    <w:p w14:paraId="2578792A" w14:textId="77777777" w:rsidR="005D6B68" w:rsidRDefault="005D6B68"/>
    <w:tbl>
      <w:tblPr>
        <w:tblW w:w="933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7"/>
        <w:gridCol w:w="777"/>
        <w:gridCol w:w="777"/>
        <w:gridCol w:w="777"/>
        <w:gridCol w:w="778"/>
        <w:gridCol w:w="778"/>
        <w:gridCol w:w="778"/>
        <w:gridCol w:w="778"/>
        <w:gridCol w:w="778"/>
        <w:gridCol w:w="778"/>
        <w:gridCol w:w="778"/>
        <w:gridCol w:w="778"/>
      </w:tblGrid>
      <w:tr w:rsidR="005D6B68" w14:paraId="5498FFA1" w14:textId="77777777">
        <w:tc>
          <w:tcPr>
            <w:tcW w:w="777" w:type="dxa"/>
            <w:shd w:val="clear" w:color="auto" w:fill="E6E6E6"/>
            <w:vAlign w:val="center"/>
          </w:tcPr>
          <w:p w14:paraId="19CCFADB" w14:textId="77777777" w:rsidR="005D6B68" w:rsidRDefault="00000000">
            <w:pPr>
              <w:jc w:val="center"/>
            </w:pPr>
            <w:r>
              <w:t>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7C058AE" w14:textId="77777777" w:rsidR="005D6B68" w:rsidRDefault="00000000">
            <w:pPr>
              <w:jc w:val="center"/>
            </w:pPr>
            <w:r>
              <w:t>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9170318" w14:textId="77777777" w:rsidR="005D6B68" w:rsidRDefault="00000000">
            <w:pPr>
              <w:jc w:val="center"/>
            </w:pPr>
            <w:r>
              <w:t>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2DEA188" w14:textId="77777777" w:rsidR="005D6B68" w:rsidRDefault="00000000">
            <w:pPr>
              <w:jc w:val="center"/>
            </w:pPr>
            <w:r>
              <w:t>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11E7DB3D" w14:textId="77777777" w:rsidR="005D6B68" w:rsidRDefault="00000000">
            <w:pPr>
              <w:jc w:val="center"/>
            </w:pPr>
            <w:r>
              <w:t>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6D27E2B" w14:textId="77777777" w:rsidR="005D6B68" w:rsidRDefault="00000000">
            <w:pPr>
              <w:jc w:val="center"/>
            </w:pPr>
            <w:r>
              <w:t>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543EE447" w14:textId="77777777" w:rsidR="005D6B68" w:rsidRDefault="00000000">
            <w:pPr>
              <w:jc w:val="center"/>
            </w:pPr>
            <w:r>
              <w:t>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BC85B87" w14:textId="77777777" w:rsidR="005D6B68" w:rsidRDefault="00000000">
            <w:pPr>
              <w:jc w:val="center"/>
            </w:pPr>
            <w:r>
              <w:t>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6BF474" w14:textId="77777777" w:rsidR="005D6B68" w:rsidRDefault="00000000">
            <w:pPr>
              <w:jc w:val="center"/>
            </w:pPr>
            <w:r>
              <w:t>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688DD8A2" w14:textId="77777777" w:rsidR="005D6B68" w:rsidRDefault="00000000">
            <w:pPr>
              <w:jc w:val="center"/>
            </w:pPr>
            <w:r>
              <w:t>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4BCBE88" w14:textId="77777777" w:rsidR="005D6B68" w:rsidRDefault="00000000">
            <w:pPr>
              <w:jc w:val="center"/>
            </w:pPr>
            <w:r>
              <w:t>10:00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7E62EA9" w14:textId="77777777" w:rsidR="005D6B68" w:rsidRDefault="00000000">
            <w:pPr>
              <w:jc w:val="center"/>
            </w:pPr>
            <w:r>
              <w:t>11:00</w:t>
            </w:r>
          </w:p>
        </w:tc>
      </w:tr>
      <w:tr w:rsidR="005D6B68" w14:paraId="71F91025" w14:textId="77777777">
        <w:tc>
          <w:tcPr>
            <w:tcW w:w="777" w:type="dxa"/>
            <w:vAlign w:val="center"/>
          </w:tcPr>
          <w:p w14:paraId="0C93B59C" w14:textId="77777777" w:rsidR="005D6B68" w:rsidRDefault="00000000">
            <w:r>
              <w:t>36.71</w:t>
            </w:r>
          </w:p>
        </w:tc>
        <w:tc>
          <w:tcPr>
            <w:tcW w:w="777" w:type="dxa"/>
            <w:vAlign w:val="center"/>
          </w:tcPr>
          <w:p w14:paraId="19AAC74A" w14:textId="77777777" w:rsidR="005D6B68" w:rsidRDefault="00000000">
            <w:r>
              <w:t>36.06</w:t>
            </w:r>
          </w:p>
        </w:tc>
        <w:tc>
          <w:tcPr>
            <w:tcW w:w="777" w:type="dxa"/>
            <w:vAlign w:val="center"/>
          </w:tcPr>
          <w:p w14:paraId="47AC1C67" w14:textId="77777777" w:rsidR="005D6B68" w:rsidRDefault="00000000">
            <w:r>
              <w:t>35.45</w:t>
            </w:r>
          </w:p>
        </w:tc>
        <w:tc>
          <w:tcPr>
            <w:tcW w:w="777" w:type="dxa"/>
            <w:vAlign w:val="center"/>
          </w:tcPr>
          <w:p w14:paraId="30CA6FF0" w14:textId="77777777" w:rsidR="005D6B68" w:rsidRDefault="00000000">
            <w:r>
              <w:t>34.94</w:t>
            </w:r>
          </w:p>
        </w:tc>
        <w:tc>
          <w:tcPr>
            <w:tcW w:w="777" w:type="dxa"/>
            <w:vAlign w:val="center"/>
          </w:tcPr>
          <w:p w14:paraId="61351FD4" w14:textId="77777777" w:rsidR="005D6B68" w:rsidRDefault="00000000">
            <w:r>
              <w:t>34.54</w:t>
            </w:r>
          </w:p>
        </w:tc>
        <w:tc>
          <w:tcPr>
            <w:tcW w:w="777" w:type="dxa"/>
            <w:vAlign w:val="center"/>
          </w:tcPr>
          <w:p w14:paraId="4E12F975" w14:textId="77777777" w:rsidR="005D6B68" w:rsidRDefault="00000000">
            <w:r>
              <w:t>34.28</w:t>
            </w:r>
          </w:p>
        </w:tc>
        <w:tc>
          <w:tcPr>
            <w:tcW w:w="777" w:type="dxa"/>
            <w:vAlign w:val="center"/>
          </w:tcPr>
          <w:p w14:paraId="48F8D77E" w14:textId="77777777" w:rsidR="005D6B68" w:rsidRDefault="00000000">
            <w:r>
              <w:t>34.18</w:t>
            </w:r>
          </w:p>
        </w:tc>
        <w:tc>
          <w:tcPr>
            <w:tcW w:w="777" w:type="dxa"/>
            <w:vAlign w:val="center"/>
          </w:tcPr>
          <w:p w14:paraId="0D6FDC63" w14:textId="77777777" w:rsidR="005D6B68" w:rsidRDefault="00000000">
            <w:r>
              <w:t>34.26</w:t>
            </w:r>
          </w:p>
        </w:tc>
        <w:tc>
          <w:tcPr>
            <w:tcW w:w="777" w:type="dxa"/>
            <w:vAlign w:val="center"/>
          </w:tcPr>
          <w:p w14:paraId="17666CC0" w14:textId="77777777" w:rsidR="005D6B68" w:rsidRDefault="00000000">
            <w:r>
              <w:t>34.51</w:t>
            </w:r>
          </w:p>
        </w:tc>
        <w:tc>
          <w:tcPr>
            <w:tcW w:w="777" w:type="dxa"/>
            <w:vAlign w:val="center"/>
          </w:tcPr>
          <w:p w14:paraId="4F66D0B9" w14:textId="77777777" w:rsidR="005D6B68" w:rsidRDefault="00000000">
            <w:r>
              <w:t>34.93</w:t>
            </w:r>
          </w:p>
        </w:tc>
        <w:tc>
          <w:tcPr>
            <w:tcW w:w="777" w:type="dxa"/>
            <w:vAlign w:val="center"/>
          </w:tcPr>
          <w:p w14:paraId="36623448" w14:textId="77777777" w:rsidR="005D6B68" w:rsidRDefault="00000000">
            <w:r>
              <w:t>35.48</w:t>
            </w:r>
          </w:p>
        </w:tc>
        <w:tc>
          <w:tcPr>
            <w:tcW w:w="777" w:type="dxa"/>
            <w:vAlign w:val="center"/>
          </w:tcPr>
          <w:p w14:paraId="707C7749" w14:textId="77777777" w:rsidR="005D6B68" w:rsidRDefault="00000000">
            <w:r>
              <w:t>36.14</w:t>
            </w:r>
          </w:p>
        </w:tc>
      </w:tr>
      <w:tr w:rsidR="005D6B68" w14:paraId="2F6F9888" w14:textId="77777777">
        <w:tc>
          <w:tcPr>
            <w:tcW w:w="777" w:type="dxa"/>
            <w:shd w:val="clear" w:color="auto" w:fill="E6E6E6"/>
            <w:vAlign w:val="center"/>
          </w:tcPr>
          <w:p w14:paraId="7AED598B" w14:textId="77777777" w:rsidR="005D6B68" w:rsidRDefault="00000000">
            <w:r>
              <w:t>12:00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E911E4E" w14:textId="77777777" w:rsidR="005D6B68" w:rsidRDefault="00000000">
            <w:r>
              <w:t>13:00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0449D6F" w14:textId="77777777" w:rsidR="005D6B68" w:rsidRDefault="00000000">
            <w:r>
              <w:t>14:00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35871FC" w14:textId="77777777" w:rsidR="005D6B68" w:rsidRDefault="00000000">
            <w:r>
              <w:t>15:00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3198F09" w14:textId="77777777" w:rsidR="005D6B68" w:rsidRDefault="00000000">
            <w:r>
              <w:t>16:00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69138D7" w14:textId="77777777" w:rsidR="005D6B68" w:rsidRDefault="00000000">
            <w:r>
              <w:t>17:00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7C3E7195" w14:textId="77777777" w:rsidR="005D6B68" w:rsidRDefault="00000000">
            <w:r>
              <w:t>18:00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2986D66" w14:textId="77777777" w:rsidR="005D6B68" w:rsidRDefault="00000000">
            <w:r>
              <w:t>19:00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2CA996BB" w14:textId="77777777" w:rsidR="005D6B68" w:rsidRDefault="00000000">
            <w:r>
              <w:t>20:00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1085204" w14:textId="77777777" w:rsidR="005D6B68" w:rsidRDefault="00000000">
            <w:r>
              <w:t>21:00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373F11E9" w14:textId="77777777" w:rsidR="005D6B68" w:rsidRDefault="00000000">
            <w:r>
              <w:t>22:00</w:t>
            </w:r>
          </w:p>
        </w:tc>
        <w:tc>
          <w:tcPr>
            <w:tcW w:w="777" w:type="dxa"/>
            <w:shd w:val="clear" w:color="auto" w:fill="E6E6E6"/>
            <w:vAlign w:val="center"/>
          </w:tcPr>
          <w:p w14:paraId="099EE2CD" w14:textId="77777777" w:rsidR="005D6B68" w:rsidRDefault="00000000">
            <w:r>
              <w:t>23:00</w:t>
            </w:r>
          </w:p>
        </w:tc>
      </w:tr>
      <w:tr w:rsidR="005D6B68" w14:paraId="0AEA4E2F" w14:textId="77777777">
        <w:tc>
          <w:tcPr>
            <w:tcW w:w="777" w:type="dxa"/>
            <w:vAlign w:val="center"/>
          </w:tcPr>
          <w:p w14:paraId="673B6CE0" w14:textId="77777777" w:rsidR="005D6B68" w:rsidRDefault="00000000">
            <w:r>
              <w:t>36.84</w:t>
            </w:r>
          </w:p>
        </w:tc>
        <w:tc>
          <w:tcPr>
            <w:tcW w:w="777" w:type="dxa"/>
            <w:vAlign w:val="center"/>
          </w:tcPr>
          <w:p w14:paraId="6DCCB48C" w14:textId="77777777" w:rsidR="005D6B68" w:rsidRDefault="00000000">
            <w:r>
              <w:t>37.55</w:t>
            </w:r>
          </w:p>
        </w:tc>
        <w:tc>
          <w:tcPr>
            <w:tcW w:w="777" w:type="dxa"/>
            <w:vAlign w:val="center"/>
          </w:tcPr>
          <w:p w14:paraId="613763A1" w14:textId="77777777" w:rsidR="005D6B68" w:rsidRDefault="00000000">
            <w:r>
              <w:t>38.21</w:t>
            </w:r>
          </w:p>
        </w:tc>
        <w:tc>
          <w:tcPr>
            <w:tcW w:w="777" w:type="dxa"/>
            <w:vAlign w:val="center"/>
          </w:tcPr>
          <w:p w14:paraId="24F61299" w14:textId="77777777" w:rsidR="005D6B68" w:rsidRDefault="00000000">
            <w:r>
              <w:t>38.76</w:t>
            </w:r>
          </w:p>
        </w:tc>
        <w:tc>
          <w:tcPr>
            <w:tcW w:w="777" w:type="dxa"/>
            <w:vAlign w:val="center"/>
          </w:tcPr>
          <w:p w14:paraId="0F343BC5" w14:textId="77777777" w:rsidR="005D6B68" w:rsidRDefault="00000000">
            <w:r>
              <w:t>39.17</w:t>
            </w:r>
          </w:p>
        </w:tc>
        <w:tc>
          <w:tcPr>
            <w:tcW w:w="777" w:type="dxa"/>
            <w:vAlign w:val="center"/>
          </w:tcPr>
          <w:p w14:paraId="61E5B348" w14:textId="77777777" w:rsidR="005D6B68" w:rsidRDefault="00000000">
            <w:r>
              <w:t>39.40</w:t>
            </w:r>
          </w:p>
        </w:tc>
        <w:tc>
          <w:tcPr>
            <w:tcW w:w="777" w:type="dxa"/>
            <w:vAlign w:val="center"/>
          </w:tcPr>
          <w:p w14:paraId="441BAC45" w14:textId="77777777" w:rsidR="005D6B68" w:rsidRDefault="00000000">
            <w:r>
              <w:rPr>
                <w:color w:val="3333CC"/>
              </w:rPr>
              <w:t>39.44</w:t>
            </w:r>
          </w:p>
        </w:tc>
        <w:tc>
          <w:tcPr>
            <w:tcW w:w="777" w:type="dxa"/>
            <w:vAlign w:val="center"/>
          </w:tcPr>
          <w:p w14:paraId="74ACA81B" w14:textId="77777777" w:rsidR="005D6B68" w:rsidRDefault="00000000">
            <w:r>
              <w:t>39.29</w:t>
            </w:r>
          </w:p>
        </w:tc>
        <w:tc>
          <w:tcPr>
            <w:tcW w:w="777" w:type="dxa"/>
            <w:vAlign w:val="center"/>
          </w:tcPr>
          <w:p w14:paraId="1EBA1A3B" w14:textId="77777777" w:rsidR="005D6B68" w:rsidRDefault="00000000">
            <w:r>
              <w:t>38.99</w:t>
            </w:r>
          </w:p>
        </w:tc>
        <w:tc>
          <w:tcPr>
            <w:tcW w:w="777" w:type="dxa"/>
            <w:vAlign w:val="center"/>
          </w:tcPr>
          <w:p w14:paraId="648D1E2D" w14:textId="77777777" w:rsidR="005D6B68" w:rsidRDefault="00000000">
            <w:r>
              <w:t>38.55</w:t>
            </w:r>
          </w:p>
        </w:tc>
        <w:tc>
          <w:tcPr>
            <w:tcW w:w="777" w:type="dxa"/>
            <w:vAlign w:val="center"/>
          </w:tcPr>
          <w:p w14:paraId="14CB8EE6" w14:textId="77777777" w:rsidR="005D6B68" w:rsidRDefault="00000000">
            <w:r>
              <w:t>37.99</w:t>
            </w:r>
          </w:p>
        </w:tc>
        <w:tc>
          <w:tcPr>
            <w:tcW w:w="777" w:type="dxa"/>
            <w:vAlign w:val="center"/>
          </w:tcPr>
          <w:p w14:paraId="6035CC45" w14:textId="77777777" w:rsidR="005D6B68" w:rsidRDefault="00000000">
            <w:r>
              <w:t>37.37</w:t>
            </w:r>
          </w:p>
        </w:tc>
      </w:tr>
    </w:tbl>
    <w:p w14:paraId="59C60FC1" w14:textId="77777777" w:rsidR="005D6B68" w:rsidRDefault="00000000">
      <w:pPr>
        <w:pStyle w:val="1"/>
      </w:pPr>
      <w:bookmarkStart w:id="54" w:name="_Toc160352595"/>
      <w:r>
        <w:t>验算结论</w:t>
      </w:r>
      <w:bookmarkEnd w:id="54"/>
    </w:p>
    <w:p w14:paraId="1E573F2C" w14:textId="77777777" w:rsidR="005D6B68" w:rsidRDefault="00000000">
      <w:pPr>
        <w:pStyle w:val="2"/>
      </w:pPr>
      <w:bookmarkStart w:id="55" w:name="_Toc160352596"/>
      <w:r>
        <w:t>自然通风房间</w:t>
      </w:r>
      <w:bookmarkEnd w:id="55"/>
    </w:p>
    <w:tbl>
      <w:tblPr>
        <w:tblW w:w="932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05"/>
        <w:gridCol w:w="3396"/>
        <w:gridCol w:w="848"/>
        <w:gridCol w:w="1416"/>
        <w:gridCol w:w="1131"/>
        <w:gridCol w:w="1131"/>
      </w:tblGrid>
      <w:tr w:rsidR="005D6B68" w14:paraId="25C0360A" w14:textId="77777777">
        <w:tc>
          <w:tcPr>
            <w:tcW w:w="1403" w:type="dxa"/>
            <w:shd w:val="clear" w:color="auto" w:fill="DEDEDE"/>
            <w:vAlign w:val="center"/>
          </w:tcPr>
          <w:p w14:paraId="141F4F95" w14:textId="77777777" w:rsidR="005D6B68" w:rsidRDefault="00000000">
            <w:r>
              <w:t>类型</w:t>
            </w:r>
          </w:p>
        </w:tc>
        <w:tc>
          <w:tcPr>
            <w:tcW w:w="3395" w:type="dxa"/>
            <w:shd w:val="clear" w:color="auto" w:fill="DEDEDE"/>
            <w:vAlign w:val="center"/>
          </w:tcPr>
          <w:p w14:paraId="103CBD61" w14:textId="77777777" w:rsidR="005D6B68" w:rsidRDefault="00000000">
            <w:r>
              <w:t>构造</w:t>
            </w:r>
          </w:p>
        </w:tc>
        <w:tc>
          <w:tcPr>
            <w:tcW w:w="848" w:type="dxa"/>
            <w:shd w:val="clear" w:color="auto" w:fill="DEDEDE"/>
            <w:vAlign w:val="center"/>
          </w:tcPr>
          <w:p w14:paraId="0539F933" w14:textId="77777777" w:rsidR="005D6B68" w:rsidRDefault="00000000">
            <w:r>
              <w:t>时刻</w:t>
            </w:r>
          </w:p>
        </w:tc>
        <w:tc>
          <w:tcPr>
            <w:tcW w:w="1415" w:type="dxa"/>
            <w:shd w:val="clear" w:color="auto" w:fill="DEDEDE"/>
            <w:vAlign w:val="center"/>
          </w:tcPr>
          <w:p w14:paraId="1C19CD88" w14:textId="77777777" w:rsidR="005D6B68" w:rsidRDefault="00000000">
            <w:r>
              <w:t>最高温度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24EE9022" w14:textId="77777777" w:rsidR="005D6B68" w:rsidRDefault="00000000">
            <w:r>
              <w:t>限值</w:t>
            </w:r>
            <w:r>
              <w:t>(℃)</w:t>
            </w:r>
          </w:p>
        </w:tc>
        <w:tc>
          <w:tcPr>
            <w:tcW w:w="1131" w:type="dxa"/>
            <w:shd w:val="clear" w:color="auto" w:fill="DEDEDE"/>
            <w:vAlign w:val="center"/>
          </w:tcPr>
          <w:p w14:paraId="6F1C24E4" w14:textId="77777777" w:rsidR="005D6B68" w:rsidRDefault="00000000">
            <w:r>
              <w:t>结论</w:t>
            </w:r>
          </w:p>
        </w:tc>
      </w:tr>
      <w:tr w:rsidR="005D6B68" w14:paraId="5DE48298" w14:textId="77777777">
        <w:tc>
          <w:tcPr>
            <w:tcW w:w="1403" w:type="dxa"/>
            <w:vAlign w:val="center"/>
          </w:tcPr>
          <w:p w14:paraId="59E5F72C" w14:textId="77777777" w:rsidR="005D6B68" w:rsidRDefault="00000000">
            <w:r>
              <w:t>屋顶</w:t>
            </w:r>
          </w:p>
        </w:tc>
        <w:tc>
          <w:tcPr>
            <w:tcW w:w="3395" w:type="dxa"/>
            <w:vAlign w:val="center"/>
          </w:tcPr>
          <w:p w14:paraId="66482F25" w14:textId="77777777" w:rsidR="005D6B68" w:rsidRDefault="00000000">
            <w:r>
              <w:t>上</w:t>
            </w:r>
            <w:r>
              <w:t>:</w:t>
            </w:r>
            <w:r>
              <w:t>屋顶构造一</w:t>
            </w:r>
          </w:p>
        </w:tc>
        <w:tc>
          <w:tcPr>
            <w:tcW w:w="848" w:type="dxa"/>
            <w:vAlign w:val="center"/>
          </w:tcPr>
          <w:p w14:paraId="7A458850" w14:textId="77777777" w:rsidR="005D6B68" w:rsidRDefault="00000000">
            <w:r>
              <w:t>18:40</w:t>
            </w:r>
          </w:p>
        </w:tc>
        <w:tc>
          <w:tcPr>
            <w:tcW w:w="1415" w:type="dxa"/>
            <w:vAlign w:val="center"/>
          </w:tcPr>
          <w:p w14:paraId="588B5827" w14:textId="77777777" w:rsidR="005D6B68" w:rsidRDefault="00000000">
            <w:r>
              <w:t>38.99</w:t>
            </w:r>
          </w:p>
        </w:tc>
        <w:tc>
          <w:tcPr>
            <w:tcW w:w="1131" w:type="dxa"/>
            <w:vAlign w:val="center"/>
          </w:tcPr>
          <w:p w14:paraId="74C1AA01" w14:textId="77777777" w:rsidR="005D6B68" w:rsidRDefault="00000000">
            <w:r>
              <w:t>40.40</w:t>
            </w:r>
          </w:p>
        </w:tc>
        <w:tc>
          <w:tcPr>
            <w:tcW w:w="1131" w:type="dxa"/>
            <w:vAlign w:val="center"/>
          </w:tcPr>
          <w:p w14:paraId="44A3E066" w14:textId="77777777" w:rsidR="005D6B68" w:rsidRDefault="00000000">
            <w:r>
              <w:t>满足</w:t>
            </w:r>
          </w:p>
        </w:tc>
      </w:tr>
      <w:tr w:rsidR="005D6B68" w14:paraId="0554E181" w14:textId="77777777">
        <w:tc>
          <w:tcPr>
            <w:tcW w:w="1403" w:type="dxa"/>
            <w:vMerge w:val="restart"/>
            <w:vAlign w:val="center"/>
          </w:tcPr>
          <w:p w14:paraId="2272DD62" w14:textId="77777777" w:rsidR="005D6B68" w:rsidRDefault="00000000">
            <w:r>
              <w:t>外墙</w:t>
            </w:r>
          </w:p>
        </w:tc>
        <w:tc>
          <w:tcPr>
            <w:tcW w:w="3395" w:type="dxa"/>
            <w:vAlign w:val="center"/>
          </w:tcPr>
          <w:p w14:paraId="2BA3BC1D" w14:textId="77777777" w:rsidR="005D6B68" w:rsidRDefault="00000000">
            <w:r>
              <w:t>东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43747143" w14:textId="77777777" w:rsidR="005D6B68" w:rsidRDefault="00000000">
            <w:r>
              <w:t>17:40</w:t>
            </w:r>
          </w:p>
        </w:tc>
        <w:tc>
          <w:tcPr>
            <w:tcW w:w="1415" w:type="dxa"/>
            <w:vAlign w:val="center"/>
          </w:tcPr>
          <w:p w14:paraId="6529F12D" w14:textId="77777777" w:rsidR="005D6B68" w:rsidRDefault="00000000">
            <w:r>
              <w:t>39.64</w:t>
            </w:r>
          </w:p>
        </w:tc>
        <w:tc>
          <w:tcPr>
            <w:tcW w:w="1131" w:type="dxa"/>
            <w:vAlign w:val="center"/>
          </w:tcPr>
          <w:p w14:paraId="15164363" w14:textId="77777777" w:rsidR="005D6B68" w:rsidRDefault="00000000">
            <w:r>
              <w:t>40.40</w:t>
            </w:r>
          </w:p>
        </w:tc>
        <w:tc>
          <w:tcPr>
            <w:tcW w:w="1131" w:type="dxa"/>
            <w:vAlign w:val="center"/>
          </w:tcPr>
          <w:p w14:paraId="1223DFFE" w14:textId="77777777" w:rsidR="005D6B68" w:rsidRDefault="00000000">
            <w:r>
              <w:t>满足</w:t>
            </w:r>
          </w:p>
        </w:tc>
      </w:tr>
      <w:tr w:rsidR="005D6B68" w14:paraId="436230E8" w14:textId="77777777">
        <w:tc>
          <w:tcPr>
            <w:tcW w:w="1403" w:type="dxa"/>
            <w:vMerge/>
            <w:vAlign w:val="center"/>
          </w:tcPr>
          <w:p w14:paraId="245BB741" w14:textId="77777777" w:rsidR="005D6B68" w:rsidRDefault="005D6B68"/>
        </w:tc>
        <w:tc>
          <w:tcPr>
            <w:tcW w:w="3395" w:type="dxa"/>
            <w:vAlign w:val="center"/>
          </w:tcPr>
          <w:p w14:paraId="6D920497" w14:textId="77777777" w:rsidR="005D6B68" w:rsidRDefault="00000000">
            <w:r>
              <w:t>西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15C6F5BE" w14:textId="77777777" w:rsidR="005D6B68" w:rsidRDefault="00000000">
            <w:r>
              <w:t>17:55</w:t>
            </w:r>
          </w:p>
        </w:tc>
        <w:tc>
          <w:tcPr>
            <w:tcW w:w="1415" w:type="dxa"/>
            <w:vAlign w:val="center"/>
          </w:tcPr>
          <w:p w14:paraId="0CCE2842" w14:textId="77777777" w:rsidR="005D6B68" w:rsidRDefault="00000000">
            <w:r>
              <w:t>40.12</w:t>
            </w:r>
          </w:p>
        </w:tc>
        <w:tc>
          <w:tcPr>
            <w:tcW w:w="1131" w:type="dxa"/>
            <w:vAlign w:val="center"/>
          </w:tcPr>
          <w:p w14:paraId="5BEB2239" w14:textId="77777777" w:rsidR="005D6B68" w:rsidRDefault="00000000">
            <w:r>
              <w:t>40.40</w:t>
            </w:r>
          </w:p>
        </w:tc>
        <w:tc>
          <w:tcPr>
            <w:tcW w:w="1131" w:type="dxa"/>
            <w:vAlign w:val="center"/>
          </w:tcPr>
          <w:p w14:paraId="668CD206" w14:textId="77777777" w:rsidR="005D6B68" w:rsidRDefault="00000000">
            <w:r>
              <w:t>满足</w:t>
            </w:r>
          </w:p>
        </w:tc>
      </w:tr>
      <w:tr w:rsidR="005D6B68" w14:paraId="7AE6F1AF" w14:textId="77777777">
        <w:tc>
          <w:tcPr>
            <w:tcW w:w="1403" w:type="dxa"/>
            <w:vMerge/>
            <w:vAlign w:val="center"/>
          </w:tcPr>
          <w:p w14:paraId="28FB105F" w14:textId="77777777" w:rsidR="005D6B68" w:rsidRDefault="005D6B68"/>
        </w:tc>
        <w:tc>
          <w:tcPr>
            <w:tcW w:w="3395" w:type="dxa"/>
            <w:vAlign w:val="center"/>
          </w:tcPr>
          <w:p w14:paraId="42AFC90E" w14:textId="77777777" w:rsidR="005D6B68" w:rsidRDefault="00000000">
            <w:r>
              <w:t>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6CC0EEEE" w14:textId="77777777" w:rsidR="005D6B68" w:rsidRDefault="00000000">
            <w:r>
              <w:t>17:30</w:t>
            </w:r>
          </w:p>
        </w:tc>
        <w:tc>
          <w:tcPr>
            <w:tcW w:w="1415" w:type="dxa"/>
            <w:vAlign w:val="center"/>
          </w:tcPr>
          <w:p w14:paraId="409B204A" w14:textId="77777777" w:rsidR="005D6B68" w:rsidRDefault="00000000">
            <w:r>
              <w:t>39.68</w:t>
            </w:r>
          </w:p>
        </w:tc>
        <w:tc>
          <w:tcPr>
            <w:tcW w:w="1131" w:type="dxa"/>
            <w:vAlign w:val="center"/>
          </w:tcPr>
          <w:p w14:paraId="1A328C3B" w14:textId="77777777" w:rsidR="005D6B68" w:rsidRDefault="00000000">
            <w:r>
              <w:t>40.40</w:t>
            </w:r>
          </w:p>
        </w:tc>
        <w:tc>
          <w:tcPr>
            <w:tcW w:w="1131" w:type="dxa"/>
            <w:vAlign w:val="center"/>
          </w:tcPr>
          <w:p w14:paraId="203A62A4" w14:textId="77777777" w:rsidR="005D6B68" w:rsidRDefault="00000000">
            <w:r>
              <w:t>满足</w:t>
            </w:r>
          </w:p>
        </w:tc>
      </w:tr>
      <w:tr w:rsidR="005D6B68" w14:paraId="0AEBEA7D" w14:textId="77777777">
        <w:tc>
          <w:tcPr>
            <w:tcW w:w="1403" w:type="dxa"/>
            <w:vMerge/>
            <w:vAlign w:val="center"/>
          </w:tcPr>
          <w:p w14:paraId="08D2CB0D" w14:textId="77777777" w:rsidR="005D6B68" w:rsidRDefault="005D6B68"/>
        </w:tc>
        <w:tc>
          <w:tcPr>
            <w:tcW w:w="3395" w:type="dxa"/>
            <w:vAlign w:val="center"/>
          </w:tcPr>
          <w:p w14:paraId="19C46A99" w14:textId="77777777" w:rsidR="005D6B68" w:rsidRDefault="00000000">
            <w:r>
              <w:t>北</w:t>
            </w:r>
            <w:r>
              <w:t>:</w:t>
            </w:r>
            <w:r>
              <w:t>外墙构造一</w:t>
            </w:r>
          </w:p>
        </w:tc>
        <w:tc>
          <w:tcPr>
            <w:tcW w:w="848" w:type="dxa"/>
            <w:vAlign w:val="center"/>
          </w:tcPr>
          <w:p w14:paraId="1F3A1DE4" w14:textId="77777777" w:rsidR="005D6B68" w:rsidRDefault="00000000">
            <w:r>
              <w:t>17:45</w:t>
            </w:r>
          </w:p>
        </w:tc>
        <w:tc>
          <w:tcPr>
            <w:tcW w:w="1415" w:type="dxa"/>
            <w:vAlign w:val="center"/>
          </w:tcPr>
          <w:p w14:paraId="1399710C" w14:textId="77777777" w:rsidR="005D6B68" w:rsidRDefault="00000000">
            <w:r>
              <w:t>39.44</w:t>
            </w:r>
          </w:p>
        </w:tc>
        <w:tc>
          <w:tcPr>
            <w:tcW w:w="1131" w:type="dxa"/>
            <w:vAlign w:val="center"/>
          </w:tcPr>
          <w:p w14:paraId="00929C33" w14:textId="77777777" w:rsidR="005D6B68" w:rsidRDefault="00000000">
            <w:r>
              <w:t>40.40</w:t>
            </w:r>
          </w:p>
        </w:tc>
        <w:tc>
          <w:tcPr>
            <w:tcW w:w="1131" w:type="dxa"/>
            <w:vAlign w:val="center"/>
          </w:tcPr>
          <w:p w14:paraId="137F04E8" w14:textId="77777777" w:rsidR="005D6B68" w:rsidRDefault="00000000">
            <w:r>
              <w:t>满足</w:t>
            </w:r>
          </w:p>
        </w:tc>
      </w:tr>
    </w:tbl>
    <w:p w14:paraId="178F70DA" w14:textId="77777777" w:rsidR="005D6B68" w:rsidRDefault="005D6B68"/>
    <w:sectPr w:rsidR="005D6B68" w:rsidSect="00264BCC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DD424F" w14:textId="77777777" w:rsidR="00264BCC" w:rsidRDefault="00264BCC">
      <w:r>
        <w:separator/>
      </w:r>
    </w:p>
  </w:endnote>
  <w:endnote w:type="continuationSeparator" w:id="0">
    <w:p w14:paraId="3351F552" w14:textId="77777777" w:rsidR="00264BCC" w:rsidRDefault="00264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08435986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7D2CAEE2" w14:textId="77777777" w:rsidR="00EE2AA2" w:rsidRDefault="00EE2AA2">
            <w:pPr>
              <w:pStyle w:val="a6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</w:t>
            </w:r>
            <w:r>
              <w:rPr>
                <w:lang w:val="zh-CN"/>
              </w:rPr>
              <w:t xml:space="preserve">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55301">
              <w:rPr>
                <w:b/>
                <w:bCs/>
                <w:noProof/>
              </w:rPr>
              <w:t>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63E1D39" w14:textId="77777777" w:rsidR="00EE2AA2" w:rsidRDefault="00EE2AA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803EB" w14:textId="77777777" w:rsidR="00264BCC" w:rsidRDefault="00264BCC">
      <w:r>
        <w:separator/>
      </w:r>
    </w:p>
  </w:footnote>
  <w:footnote w:type="continuationSeparator" w:id="0">
    <w:p w14:paraId="50C05003" w14:textId="77777777" w:rsidR="00264BCC" w:rsidRDefault="00264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DE3FF8" w14:textId="77777777" w:rsidR="00EE2AA2" w:rsidRDefault="003E2F83" w:rsidP="00EE2AA2">
    <w:pPr>
      <w:spacing w:line="26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0712C1" wp14:editId="4A672A57">
              <wp:simplePos x="0" y="0"/>
              <wp:positionH relativeFrom="margin">
                <wp:align>left</wp:align>
              </wp:positionH>
              <wp:positionV relativeFrom="paragraph">
                <wp:posOffset>208915</wp:posOffset>
              </wp:positionV>
              <wp:extent cx="57404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404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704494D" id="直接连接符 1" o:spid="_x0000_s1026" style="position:absolute;left:0;text-align:left;z-index:25165926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" from="0,16.45pt" to="452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" strokecolor="black [3200]" strokeweight=".5pt">
              <v:stroke joinstyle="miter"/>
              <w10:wrap anchorx="margin"/>
            </v:line>
          </w:pict>
        </mc:Fallback>
      </mc:AlternateContent>
    </w:r>
    <w:r>
      <w:rPr>
        <w:noProof/>
      </w:rPr>
      <w:drawing>
        <wp:inline distT="0" distB="0" distL="0" distR="0" wp14:anchorId="72D0163B" wp14:editId="33F1D257">
          <wp:extent cx="855980" cy="160655"/>
          <wp:effectExtent l="0" t="0" r="1270" b="0"/>
          <wp:docPr id="2" name="图片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ED30E43C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ascii="Times New Roman" w:eastAsia="宋体" w:hAnsi="Times New Roman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14B65D7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69497065"/>
    <w:multiLevelType w:val="hybridMultilevel"/>
    <w:tmpl w:val="DF66F2A6"/>
    <w:lvl w:ilvl="0" w:tplc="74DEE2C4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eastAsia="Times New Roman" w:hAnsi="Times New Roman" w:cs="Times New Roman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73722D1A"/>
    <w:multiLevelType w:val="hybridMultilevel"/>
    <w:tmpl w:val="E26E311E"/>
    <w:lvl w:ilvl="0" w:tplc="04090011">
      <w:start w:val="1"/>
      <w:numFmt w:val="decimal"/>
      <w:lvlText w:val="%1)"/>
      <w:lvlJc w:val="left"/>
      <w:pPr>
        <w:ind w:left="840" w:hanging="420"/>
      </w:p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 w16cid:durableId="448208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239122">
    <w:abstractNumId w:val="2"/>
  </w:num>
  <w:num w:numId="3" w16cid:durableId="470757273">
    <w:abstractNumId w:val="1"/>
  </w:num>
  <w:num w:numId="4" w16cid:durableId="10964403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934"/>
    <w:rsid w:val="0000221A"/>
    <w:rsid w:val="00006DF4"/>
    <w:rsid w:val="0001534F"/>
    <w:rsid w:val="000266FA"/>
    <w:rsid w:val="00032E61"/>
    <w:rsid w:val="00034AC6"/>
    <w:rsid w:val="00035EED"/>
    <w:rsid w:val="0004795D"/>
    <w:rsid w:val="00061B21"/>
    <w:rsid w:val="0006399C"/>
    <w:rsid w:val="000761DC"/>
    <w:rsid w:val="000767BD"/>
    <w:rsid w:val="00084A88"/>
    <w:rsid w:val="000937CE"/>
    <w:rsid w:val="000A0AB9"/>
    <w:rsid w:val="000A141C"/>
    <w:rsid w:val="000C598B"/>
    <w:rsid w:val="000C772D"/>
    <w:rsid w:val="000E1B04"/>
    <w:rsid w:val="000E3388"/>
    <w:rsid w:val="00105D00"/>
    <w:rsid w:val="00110BBC"/>
    <w:rsid w:val="00116DC2"/>
    <w:rsid w:val="001238F5"/>
    <w:rsid w:val="00142D61"/>
    <w:rsid w:val="0016372C"/>
    <w:rsid w:val="00174B09"/>
    <w:rsid w:val="00193052"/>
    <w:rsid w:val="00193202"/>
    <w:rsid w:val="001A60F0"/>
    <w:rsid w:val="001B2D2D"/>
    <w:rsid w:val="001B7857"/>
    <w:rsid w:val="001D0C6B"/>
    <w:rsid w:val="00202257"/>
    <w:rsid w:val="00212969"/>
    <w:rsid w:val="00217124"/>
    <w:rsid w:val="0021728C"/>
    <w:rsid w:val="00224212"/>
    <w:rsid w:val="00224DAA"/>
    <w:rsid w:val="002346DD"/>
    <w:rsid w:val="00244061"/>
    <w:rsid w:val="00264BCC"/>
    <w:rsid w:val="00272D32"/>
    <w:rsid w:val="0029127C"/>
    <w:rsid w:val="002B1480"/>
    <w:rsid w:val="002C196B"/>
    <w:rsid w:val="002C7A6E"/>
    <w:rsid w:val="002D5E1C"/>
    <w:rsid w:val="002F7C5B"/>
    <w:rsid w:val="0030024A"/>
    <w:rsid w:val="00321AAA"/>
    <w:rsid w:val="00322482"/>
    <w:rsid w:val="00352E18"/>
    <w:rsid w:val="00354934"/>
    <w:rsid w:val="0035600A"/>
    <w:rsid w:val="0038038E"/>
    <w:rsid w:val="003B472E"/>
    <w:rsid w:val="003B6282"/>
    <w:rsid w:val="003D15EC"/>
    <w:rsid w:val="003E049C"/>
    <w:rsid w:val="003E2F83"/>
    <w:rsid w:val="003F36E2"/>
    <w:rsid w:val="004157E1"/>
    <w:rsid w:val="00415D81"/>
    <w:rsid w:val="00433418"/>
    <w:rsid w:val="004550F7"/>
    <w:rsid w:val="00472A9D"/>
    <w:rsid w:val="00472C78"/>
    <w:rsid w:val="004A0752"/>
    <w:rsid w:val="004B3388"/>
    <w:rsid w:val="004E1C48"/>
    <w:rsid w:val="004E3C5F"/>
    <w:rsid w:val="004F3382"/>
    <w:rsid w:val="0051134C"/>
    <w:rsid w:val="005226C3"/>
    <w:rsid w:val="00535837"/>
    <w:rsid w:val="00555301"/>
    <w:rsid w:val="00571CE7"/>
    <w:rsid w:val="00572703"/>
    <w:rsid w:val="005845B6"/>
    <w:rsid w:val="005B2039"/>
    <w:rsid w:val="005B387D"/>
    <w:rsid w:val="005C2719"/>
    <w:rsid w:val="005C5049"/>
    <w:rsid w:val="005C506C"/>
    <w:rsid w:val="005D6B68"/>
    <w:rsid w:val="005E5F51"/>
    <w:rsid w:val="006101CA"/>
    <w:rsid w:val="00612CBC"/>
    <w:rsid w:val="006139D9"/>
    <w:rsid w:val="006153B7"/>
    <w:rsid w:val="006222BA"/>
    <w:rsid w:val="0065284D"/>
    <w:rsid w:val="00671314"/>
    <w:rsid w:val="00686BC3"/>
    <w:rsid w:val="00690FAC"/>
    <w:rsid w:val="00697366"/>
    <w:rsid w:val="006A4571"/>
    <w:rsid w:val="006A4FEA"/>
    <w:rsid w:val="006A7B80"/>
    <w:rsid w:val="006B1625"/>
    <w:rsid w:val="006B27F7"/>
    <w:rsid w:val="006B4973"/>
    <w:rsid w:val="006C569A"/>
    <w:rsid w:val="006E15FC"/>
    <w:rsid w:val="006E3538"/>
    <w:rsid w:val="006E4AB6"/>
    <w:rsid w:val="006F36DE"/>
    <w:rsid w:val="00700CF5"/>
    <w:rsid w:val="007029BD"/>
    <w:rsid w:val="00713B47"/>
    <w:rsid w:val="007224F0"/>
    <w:rsid w:val="00731929"/>
    <w:rsid w:val="007354A4"/>
    <w:rsid w:val="00735BFB"/>
    <w:rsid w:val="00750F18"/>
    <w:rsid w:val="007639A3"/>
    <w:rsid w:val="0077209E"/>
    <w:rsid w:val="00794676"/>
    <w:rsid w:val="007A24C0"/>
    <w:rsid w:val="007A4E54"/>
    <w:rsid w:val="007B104F"/>
    <w:rsid w:val="007B60D1"/>
    <w:rsid w:val="007B6E16"/>
    <w:rsid w:val="007D6408"/>
    <w:rsid w:val="007F708A"/>
    <w:rsid w:val="00800A70"/>
    <w:rsid w:val="008134F5"/>
    <w:rsid w:val="008173A8"/>
    <w:rsid w:val="008216F5"/>
    <w:rsid w:val="00823B60"/>
    <w:rsid w:val="00826C9F"/>
    <w:rsid w:val="008306BD"/>
    <w:rsid w:val="00840F53"/>
    <w:rsid w:val="0084479A"/>
    <w:rsid w:val="00844F8C"/>
    <w:rsid w:val="008700A2"/>
    <w:rsid w:val="008958F6"/>
    <w:rsid w:val="008A65AC"/>
    <w:rsid w:val="008B0BDC"/>
    <w:rsid w:val="008C1506"/>
    <w:rsid w:val="008C5569"/>
    <w:rsid w:val="008C603C"/>
    <w:rsid w:val="008E22AD"/>
    <w:rsid w:val="00901E20"/>
    <w:rsid w:val="00916574"/>
    <w:rsid w:val="0092056A"/>
    <w:rsid w:val="009205C5"/>
    <w:rsid w:val="0092549E"/>
    <w:rsid w:val="00934901"/>
    <w:rsid w:val="00941814"/>
    <w:rsid w:val="00946AEA"/>
    <w:rsid w:val="0097304D"/>
    <w:rsid w:val="00983B9C"/>
    <w:rsid w:val="00991587"/>
    <w:rsid w:val="009A61CA"/>
    <w:rsid w:val="009C002A"/>
    <w:rsid w:val="009E6BFC"/>
    <w:rsid w:val="009E6FDA"/>
    <w:rsid w:val="009F1F72"/>
    <w:rsid w:val="009F6C50"/>
    <w:rsid w:val="009F71D9"/>
    <w:rsid w:val="00A2276A"/>
    <w:rsid w:val="00A279F8"/>
    <w:rsid w:val="00A40784"/>
    <w:rsid w:val="00A45CFE"/>
    <w:rsid w:val="00A51BAD"/>
    <w:rsid w:val="00A63286"/>
    <w:rsid w:val="00A64984"/>
    <w:rsid w:val="00A8150A"/>
    <w:rsid w:val="00A87776"/>
    <w:rsid w:val="00AC74A2"/>
    <w:rsid w:val="00AD2254"/>
    <w:rsid w:val="00AD5389"/>
    <w:rsid w:val="00AE03A3"/>
    <w:rsid w:val="00AE04CE"/>
    <w:rsid w:val="00AE4E81"/>
    <w:rsid w:val="00B04B25"/>
    <w:rsid w:val="00B06377"/>
    <w:rsid w:val="00B14FF6"/>
    <w:rsid w:val="00B15948"/>
    <w:rsid w:val="00B2126A"/>
    <w:rsid w:val="00B655C3"/>
    <w:rsid w:val="00B81B02"/>
    <w:rsid w:val="00B97703"/>
    <w:rsid w:val="00BA2DAD"/>
    <w:rsid w:val="00BC2C6C"/>
    <w:rsid w:val="00BD015F"/>
    <w:rsid w:val="00BD10CE"/>
    <w:rsid w:val="00BE4789"/>
    <w:rsid w:val="00BF7540"/>
    <w:rsid w:val="00C043A5"/>
    <w:rsid w:val="00C054AA"/>
    <w:rsid w:val="00C10940"/>
    <w:rsid w:val="00C152A8"/>
    <w:rsid w:val="00C230E0"/>
    <w:rsid w:val="00C354AF"/>
    <w:rsid w:val="00C357E2"/>
    <w:rsid w:val="00C72318"/>
    <w:rsid w:val="00C87104"/>
    <w:rsid w:val="00CA5030"/>
    <w:rsid w:val="00CA66B7"/>
    <w:rsid w:val="00CC1823"/>
    <w:rsid w:val="00CC2D4F"/>
    <w:rsid w:val="00CC6F01"/>
    <w:rsid w:val="00CD342A"/>
    <w:rsid w:val="00CD4A61"/>
    <w:rsid w:val="00CD5270"/>
    <w:rsid w:val="00CE49AD"/>
    <w:rsid w:val="00D0362C"/>
    <w:rsid w:val="00D10026"/>
    <w:rsid w:val="00D2587D"/>
    <w:rsid w:val="00D363B7"/>
    <w:rsid w:val="00D57368"/>
    <w:rsid w:val="00D60649"/>
    <w:rsid w:val="00D60CCE"/>
    <w:rsid w:val="00D629DD"/>
    <w:rsid w:val="00D80AF1"/>
    <w:rsid w:val="00D80DD1"/>
    <w:rsid w:val="00D81375"/>
    <w:rsid w:val="00D97BF2"/>
    <w:rsid w:val="00DA7398"/>
    <w:rsid w:val="00DB3CB8"/>
    <w:rsid w:val="00DB5AC7"/>
    <w:rsid w:val="00DD23EE"/>
    <w:rsid w:val="00DE7EEA"/>
    <w:rsid w:val="00DF1DBA"/>
    <w:rsid w:val="00DF555E"/>
    <w:rsid w:val="00E00CA3"/>
    <w:rsid w:val="00E24EFE"/>
    <w:rsid w:val="00E610F9"/>
    <w:rsid w:val="00E64D1C"/>
    <w:rsid w:val="00E80E5C"/>
    <w:rsid w:val="00E81B1E"/>
    <w:rsid w:val="00E82567"/>
    <w:rsid w:val="00E827BA"/>
    <w:rsid w:val="00E96202"/>
    <w:rsid w:val="00EB4AE7"/>
    <w:rsid w:val="00ED1EB9"/>
    <w:rsid w:val="00ED2DFD"/>
    <w:rsid w:val="00ED6095"/>
    <w:rsid w:val="00EE2AA2"/>
    <w:rsid w:val="00F25861"/>
    <w:rsid w:val="00F475A8"/>
    <w:rsid w:val="00F66E5D"/>
    <w:rsid w:val="00F67624"/>
    <w:rsid w:val="00F9157C"/>
    <w:rsid w:val="00F94E66"/>
    <w:rsid w:val="00F95BC6"/>
    <w:rsid w:val="00FB6F57"/>
    <w:rsid w:val="00FC6EE0"/>
    <w:rsid w:val="00FE68F1"/>
    <w:rsid w:val="00FE74EF"/>
    <w:rsid w:val="00FF20A0"/>
    <w:rsid w:val="00FF6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5F1F25A6"/>
  <w15:chartTrackingRefBased/>
  <w15:docId w15:val="{9B32A159-CCF5-4075-B6CD-029BFABE6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861"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next w:val="a0"/>
    <w:link w:val="10"/>
    <w:autoRedefine/>
    <w:qFormat/>
    <w:rsid w:val="00F25861"/>
    <w:pPr>
      <w:keepNext/>
      <w:numPr>
        <w:numId w:val="1"/>
      </w:numPr>
      <w:kinsoku w:val="0"/>
      <w:spacing w:before="240" w:after="60"/>
      <w:ind w:left="431" w:hanging="431"/>
      <w:outlineLvl w:val="0"/>
    </w:pPr>
    <w:rPr>
      <w:rFonts w:ascii="Times New Roman" w:eastAsia="宋体" w:hAnsi="Times New Roman"/>
      <w:b/>
      <w:bCs/>
      <w:kern w:val="32"/>
      <w:sz w:val="28"/>
      <w:szCs w:val="28"/>
    </w:rPr>
  </w:style>
  <w:style w:type="paragraph" w:styleId="2">
    <w:name w:val="heading 2"/>
    <w:next w:val="a0"/>
    <w:link w:val="20"/>
    <w:autoRedefine/>
    <w:qFormat/>
    <w:rsid w:val="00F25861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eastAsia="宋体" w:hAnsi="Times New Roman" w:cs="Arial"/>
      <w:b/>
      <w:bCs/>
      <w:iCs/>
      <w:color w:val="000000"/>
      <w:sz w:val="24"/>
      <w:szCs w:val="24"/>
    </w:rPr>
  </w:style>
  <w:style w:type="paragraph" w:styleId="3">
    <w:name w:val="heading 3"/>
    <w:next w:val="a0"/>
    <w:link w:val="30"/>
    <w:autoRedefine/>
    <w:qFormat/>
    <w:rsid w:val="00F25861"/>
    <w:pPr>
      <w:keepNext/>
      <w:numPr>
        <w:ilvl w:val="2"/>
        <w:numId w:val="1"/>
      </w:numPr>
      <w:spacing w:before="240" w:after="60"/>
      <w:outlineLvl w:val="2"/>
    </w:pPr>
    <w:rPr>
      <w:rFonts w:ascii="宋体" w:eastAsia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link w:val="40"/>
    <w:qFormat/>
    <w:rsid w:val="00F25861"/>
    <w:pPr>
      <w:keepNext/>
      <w:widowControl/>
      <w:numPr>
        <w:ilvl w:val="3"/>
        <w:numId w:val="1"/>
      </w:numPr>
      <w:spacing w:before="240" w:after="60" w:line="360" w:lineRule="exact"/>
      <w:jc w:val="left"/>
      <w:outlineLvl w:val="3"/>
    </w:pPr>
    <w:rPr>
      <w:b/>
      <w:bCs/>
      <w:kern w:val="0"/>
      <w:szCs w:val="28"/>
      <w:lang w:val="en-GB"/>
    </w:rPr>
  </w:style>
  <w:style w:type="paragraph" w:styleId="5">
    <w:name w:val="heading 5"/>
    <w:basedOn w:val="a"/>
    <w:next w:val="a"/>
    <w:link w:val="50"/>
    <w:qFormat/>
    <w:rsid w:val="00F25861"/>
    <w:pPr>
      <w:widowControl/>
      <w:numPr>
        <w:ilvl w:val="4"/>
        <w:numId w:val="1"/>
      </w:numPr>
      <w:spacing w:before="240" w:after="60" w:line="360" w:lineRule="exact"/>
      <w:jc w:val="left"/>
      <w:outlineLvl w:val="4"/>
    </w:pPr>
    <w:rPr>
      <w:b/>
      <w:bCs/>
      <w:iCs/>
      <w:kern w:val="0"/>
      <w:szCs w:val="26"/>
      <w:lang w:val="en-GB"/>
    </w:rPr>
  </w:style>
  <w:style w:type="paragraph" w:styleId="6">
    <w:name w:val="heading 6"/>
    <w:basedOn w:val="a"/>
    <w:next w:val="a"/>
    <w:link w:val="60"/>
    <w:qFormat/>
    <w:rsid w:val="00F25861"/>
    <w:pPr>
      <w:widowControl/>
      <w:numPr>
        <w:ilvl w:val="5"/>
        <w:numId w:val="1"/>
      </w:numPr>
      <w:spacing w:before="240" w:after="60" w:line="360" w:lineRule="exact"/>
      <w:jc w:val="left"/>
      <w:outlineLvl w:val="5"/>
    </w:pPr>
    <w:rPr>
      <w:b/>
      <w:bCs/>
      <w:kern w:val="0"/>
      <w:szCs w:val="22"/>
      <w:lang w:val="en-GB"/>
    </w:rPr>
  </w:style>
  <w:style w:type="paragraph" w:styleId="7">
    <w:name w:val="heading 7"/>
    <w:basedOn w:val="a"/>
    <w:next w:val="a"/>
    <w:link w:val="70"/>
    <w:qFormat/>
    <w:rsid w:val="00F25861"/>
    <w:pPr>
      <w:widowControl/>
      <w:numPr>
        <w:ilvl w:val="6"/>
        <w:numId w:val="1"/>
      </w:numPr>
      <w:spacing w:before="240" w:after="60" w:line="360" w:lineRule="exact"/>
      <w:jc w:val="left"/>
      <w:outlineLvl w:val="6"/>
    </w:pPr>
    <w:rPr>
      <w:kern w:val="0"/>
      <w:sz w:val="24"/>
      <w:lang w:val="en-GB"/>
    </w:rPr>
  </w:style>
  <w:style w:type="paragraph" w:styleId="8">
    <w:name w:val="heading 8"/>
    <w:basedOn w:val="a"/>
    <w:next w:val="a"/>
    <w:link w:val="80"/>
    <w:qFormat/>
    <w:rsid w:val="00F25861"/>
    <w:pPr>
      <w:widowControl/>
      <w:numPr>
        <w:ilvl w:val="7"/>
        <w:numId w:val="1"/>
      </w:numPr>
      <w:spacing w:before="240" w:after="60" w:line="360" w:lineRule="exact"/>
      <w:jc w:val="left"/>
      <w:outlineLvl w:val="7"/>
    </w:pPr>
    <w:rPr>
      <w:i/>
      <w:iCs/>
      <w:kern w:val="0"/>
      <w:sz w:val="24"/>
      <w:lang w:val="en-GB"/>
    </w:rPr>
  </w:style>
  <w:style w:type="paragraph" w:styleId="9">
    <w:name w:val="heading 9"/>
    <w:basedOn w:val="a"/>
    <w:next w:val="a"/>
    <w:link w:val="90"/>
    <w:qFormat/>
    <w:rsid w:val="00F25861"/>
    <w:pPr>
      <w:widowControl/>
      <w:numPr>
        <w:ilvl w:val="8"/>
        <w:numId w:val="1"/>
      </w:numPr>
      <w:spacing w:before="240" w:after="60" w:line="360" w:lineRule="exact"/>
      <w:jc w:val="left"/>
      <w:outlineLvl w:val="8"/>
    </w:pPr>
    <w:rPr>
      <w:rFonts w:ascii="Arial" w:hAnsi="Arial" w:cs="Arial"/>
      <w:kern w:val="0"/>
      <w:sz w:val="22"/>
      <w:szCs w:val="22"/>
      <w:lang w:val="en-GB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标题 1 字符"/>
    <w:link w:val="1"/>
    <w:rsid w:val="00F25861"/>
    <w:rPr>
      <w:rFonts w:ascii="Times New Roman" w:eastAsia="宋体" w:hAnsi="Times New Roman" w:cs="Times New Roman"/>
      <w:b/>
      <w:bCs/>
      <w:kern w:val="32"/>
      <w:sz w:val="28"/>
      <w:szCs w:val="28"/>
    </w:rPr>
  </w:style>
  <w:style w:type="character" w:customStyle="1" w:styleId="20">
    <w:name w:val="标题 2 字符"/>
    <w:link w:val="2"/>
    <w:rsid w:val="00F25861"/>
    <w:rPr>
      <w:rFonts w:ascii="宋体" w:eastAsia="宋体" w:hAnsi="Times New Roman" w:cs="Arial"/>
      <w:b/>
      <w:bCs/>
      <w:iCs/>
      <w:color w:val="000000"/>
      <w:kern w:val="0"/>
      <w:sz w:val="24"/>
      <w:szCs w:val="24"/>
    </w:rPr>
  </w:style>
  <w:style w:type="character" w:customStyle="1" w:styleId="30">
    <w:name w:val="标题 3 字符"/>
    <w:link w:val="3"/>
    <w:rsid w:val="00F25861"/>
    <w:rPr>
      <w:rFonts w:ascii="宋体" w:eastAsia="宋体" w:hAnsi="宋体" w:cs="Arial"/>
      <w:b/>
      <w:bCs/>
      <w:kern w:val="0"/>
      <w:szCs w:val="21"/>
    </w:rPr>
  </w:style>
  <w:style w:type="character" w:customStyle="1" w:styleId="40">
    <w:name w:val="标题 4 字符"/>
    <w:link w:val="4"/>
    <w:rsid w:val="00F25861"/>
    <w:rPr>
      <w:rFonts w:ascii="Times New Roman" w:eastAsia="宋体" w:hAnsi="Times New Roman" w:cs="Times New Roman"/>
      <w:b/>
      <w:bCs/>
      <w:kern w:val="0"/>
      <w:szCs w:val="28"/>
      <w:lang w:val="en-GB"/>
    </w:rPr>
  </w:style>
  <w:style w:type="character" w:customStyle="1" w:styleId="50">
    <w:name w:val="标题 5 字符"/>
    <w:link w:val="5"/>
    <w:rsid w:val="00F25861"/>
    <w:rPr>
      <w:rFonts w:ascii="Times New Roman" w:eastAsia="宋体" w:hAnsi="Times New Roman" w:cs="Times New Roman"/>
      <w:b/>
      <w:bCs/>
      <w:iCs/>
      <w:kern w:val="0"/>
      <w:szCs w:val="26"/>
      <w:lang w:val="en-GB"/>
    </w:rPr>
  </w:style>
  <w:style w:type="character" w:customStyle="1" w:styleId="60">
    <w:name w:val="标题 6 字符"/>
    <w:link w:val="6"/>
    <w:rsid w:val="00F25861"/>
    <w:rPr>
      <w:rFonts w:ascii="Times New Roman" w:eastAsia="宋体" w:hAnsi="Times New Roman" w:cs="Times New Roman"/>
      <w:b/>
      <w:bCs/>
      <w:kern w:val="0"/>
      <w:lang w:val="en-GB"/>
    </w:rPr>
  </w:style>
  <w:style w:type="character" w:customStyle="1" w:styleId="70">
    <w:name w:val="标题 7 字符"/>
    <w:link w:val="7"/>
    <w:rsid w:val="00F25861"/>
    <w:rPr>
      <w:rFonts w:ascii="Times New Roman" w:eastAsia="宋体" w:hAnsi="Times New Roman" w:cs="Times New Roman"/>
      <w:kern w:val="0"/>
      <w:sz w:val="24"/>
      <w:szCs w:val="24"/>
      <w:lang w:val="en-GB"/>
    </w:rPr>
  </w:style>
  <w:style w:type="character" w:customStyle="1" w:styleId="80">
    <w:name w:val="标题 8 字符"/>
    <w:link w:val="8"/>
    <w:rsid w:val="00F25861"/>
    <w:rPr>
      <w:rFonts w:ascii="Times New Roman" w:eastAsia="宋体" w:hAnsi="Times New Roman" w:cs="Times New Roman"/>
      <w:i/>
      <w:iCs/>
      <w:kern w:val="0"/>
      <w:sz w:val="24"/>
      <w:szCs w:val="24"/>
      <w:lang w:val="en-GB"/>
    </w:rPr>
  </w:style>
  <w:style w:type="character" w:customStyle="1" w:styleId="90">
    <w:name w:val="标题 9 字符"/>
    <w:link w:val="9"/>
    <w:rsid w:val="00F25861"/>
    <w:rPr>
      <w:rFonts w:ascii="Arial" w:eastAsia="宋体" w:hAnsi="Arial" w:cs="Arial"/>
      <w:kern w:val="0"/>
      <w:sz w:val="22"/>
      <w:lang w:val="en-GB"/>
    </w:rPr>
  </w:style>
  <w:style w:type="paragraph" w:styleId="a4">
    <w:name w:val="header"/>
    <w:basedOn w:val="a"/>
    <w:link w:val="a5"/>
    <w:rsid w:val="00F258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link w:val="a4"/>
    <w:rsid w:val="00F25861"/>
    <w:rPr>
      <w:rFonts w:ascii="Times New Roman" w:eastAsia="宋体" w:hAnsi="Times New Roman" w:cs="Times New Roman"/>
      <w:sz w:val="18"/>
      <w:szCs w:val="18"/>
    </w:rPr>
  </w:style>
  <w:style w:type="paragraph" w:styleId="a6">
    <w:name w:val="footer"/>
    <w:basedOn w:val="a"/>
    <w:link w:val="a7"/>
    <w:uiPriority w:val="99"/>
    <w:rsid w:val="00F258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link w:val="a6"/>
    <w:uiPriority w:val="99"/>
    <w:rsid w:val="00F25861"/>
    <w:rPr>
      <w:rFonts w:ascii="Times New Roman" w:eastAsia="宋体" w:hAnsi="Times New Roman" w:cs="Times New Roman"/>
      <w:sz w:val="18"/>
      <w:szCs w:val="18"/>
    </w:rPr>
  </w:style>
  <w:style w:type="paragraph" w:styleId="TOC1">
    <w:name w:val="toc 1"/>
    <w:basedOn w:val="a"/>
    <w:next w:val="a"/>
    <w:autoRedefine/>
    <w:uiPriority w:val="39"/>
    <w:rsid w:val="00F25861"/>
    <w:pPr>
      <w:widowControl/>
      <w:tabs>
        <w:tab w:val="left" w:leader="dot" w:pos="180"/>
        <w:tab w:val="left" w:pos="420"/>
        <w:tab w:val="right" w:leader="dot" w:pos="9360"/>
      </w:tabs>
      <w:spacing w:line="360" w:lineRule="exact"/>
      <w:jc w:val="left"/>
    </w:pPr>
    <w:rPr>
      <w:b/>
      <w:bCs/>
      <w:noProof/>
    </w:rPr>
  </w:style>
  <w:style w:type="paragraph" w:styleId="TOC2">
    <w:name w:val="toc 2"/>
    <w:basedOn w:val="a"/>
    <w:next w:val="a"/>
    <w:autoRedefine/>
    <w:uiPriority w:val="39"/>
    <w:rsid w:val="00F25861"/>
    <w:pPr>
      <w:widowControl/>
      <w:tabs>
        <w:tab w:val="left" w:pos="540"/>
        <w:tab w:val="left" w:pos="840"/>
        <w:tab w:val="right" w:leader="dot" w:pos="9360"/>
      </w:tabs>
      <w:spacing w:line="360" w:lineRule="exact"/>
      <w:ind w:left="200"/>
      <w:jc w:val="left"/>
    </w:pPr>
    <w:rPr>
      <w:noProof/>
    </w:rPr>
  </w:style>
  <w:style w:type="paragraph" w:styleId="TOC3">
    <w:name w:val="toc 3"/>
    <w:basedOn w:val="a"/>
    <w:next w:val="a"/>
    <w:autoRedefine/>
    <w:uiPriority w:val="39"/>
    <w:rsid w:val="00F25861"/>
    <w:pPr>
      <w:widowControl/>
      <w:tabs>
        <w:tab w:val="left" w:pos="900"/>
        <w:tab w:val="left" w:pos="1260"/>
        <w:tab w:val="right" w:leader="dot" w:pos="9360"/>
      </w:tabs>
      <w:spacing w:line="360" w:lineRule="exact"/>
      <w:ind w:left="210" w:firstLineChars="100" w:firstLine="210"/>
      <w:jc w:val="left"/>
    </w:pPr>
    <w:rPr>
      <w:noProof/>
    </w:rPr>
  </w:style>
  <w:style w:type="character" w:styleId="a8">
    <w:name w:val="Hyperlink"/>
    <w:uiPriority w:val="99"/>
    <w:rsid w:val="00F25861"/>
    <w:rPr>
      <w:color w:val="0000FF"/>
      <w:u w:val="single"/>
    </w:rPr>
  </w:style>
  <w:style w:type="paragraph" w:styleId="a0">
    <w:name w:val="Block Text"/>
    <w:basedOn w:val="a"/>
    <w:unhideWhenUsed/>
    <w:rsid w:val="00F25861"/>
    <w:pPr>
      <w:spacing w:after="120"/>
      <w:ind w:leftChars="700" w:left="1440" w:rightChars="700" w:right="1440"/>
    </w:pPr>
  </w:style>
  <w:style w:type="table" w:styleId="a9">
    <w:name w:val="Table Grid"/>
    <w:basedOn w:val="a2"/>
    <w:rsid w:val="00FE74EF"/>
    <w:pPr>
      <w:widowControl w:val="0"/>
      <w:jc w:val="both"/>
    </w:pPr>
    <w:rPr>
      <w:rFonts w:ascii="Times New Roman" w:eastAsia="宋体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4789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sz w:val="24"/>
      <w:szCs w:val="24"/>
    </w:rPr>
  </w:style>
  <w:style w:type="character" w:customStyle="1" w:styleId="Char">
    <w:name w:val="页眉 Char"/>
    <w:rsid w:val="00794676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脚 Char"/>
    <w:rsid w:val="007946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21" Type="http://schemas.openxmlformats.org/officeDocument/2006/relationships/image" Target="media/image13.png"/><Relationship Id="rId34" Type="http://schemas.openxmlformats.org/officeDocument/2006/relationships/image" Target="media/image26.pn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image" Target="media/image27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3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tmp3.dotx</Template>
  <TotalTime>1</TotalTime>
  <Pages>1</Pages>
  <Words>1252</Words>
  <Characters>7138</Characters>
  <Application>Microsoft Office Word</Application>
  <DocSecurity>0</DocSecurity>
  <Lines>59</Lines>
  <Paragraphs>16</Paragraphs>
  <ScaleCrop>false</ScaleCrop>
  <Company/>
  <LinksUpToDate>false</LinksUpToDate>
  <CharactersWithSpaces>8374</CharactersWithSpaces>
  <SharedDoc>false</SharedDoc>
  <HLinks>
    <vt:vector size="114" baseType="variant">
      <vt:variant>
        <vt:i4>1179699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</dc:creator>
  <cp:keywords/>
  <dc:description/>
  <cp:lastModifiedBy>烨 杨</cp:lastModifiedBy>
  <cp:revision>2</cp:revision>
  <dcterms:created xsi:type="dcterms:W3CDTF">2024-03-03T02:02:00Z</dcterms:created>
  <dcterms:modified xsi:type="dcterms:W3CDTF">2024-03-03T02:03:00Z</dcterms:modified>
</cp:coreProperties>
</file>