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jpg" ContentType="image/jp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525FF" w14:textId="77777777" w:rsidR="00D40158" w:rsidRPr="00AC2DC3" w:rsidRDefault="00D40158" w:rsidP="00D40158">
      <w:pPr>
        <w:widowControl w:val="0"/>
        <w:spacing w:afterLines="100" w:after="312"/>
        <w:ind w:left="180" w:right="180" w:firstLine="600"/>
        <w:rPr>
          <w:b/>
          <w:bCs/>
          <w:kern w:val="2"/>
          <w:sz w:val="30"/>
          <w:szCs w:val="24"/>
          <w:lang w:val="en-US"/>
        </w:rPr>
      </w:pPr>
    </w:p>
    <w:p w14:paraId="379F72F1" w14:textId="77777777" w:rsidR="00301B3E" w:rsidRPr="00AC2DC3" w:rsidRDefault="00301B3E" w:rsidP="00301B3E">
      <w:pPr>
        <w:spacing w:beforeLines="100" w:before="312" w:line="180" w:lineRule="atLeast"/>
        <w:ind w:left="180" w:right="180"/>
        <w:rPr>
          <w:b/>
          <w:bCs/>
          <w:sz w:val="72"/>
          <w:szCs w:val="72"/>
        </w:rPr>
      </w:pPr>
    </w:p>
    <w:p w14:paraId="7B095014" w14:textId="77777777" w:rsidR="00D40158" w:rsidRPr="00AC2DC3" w:rsidRDefault="00DE5AEF" w:rsidP="00301B3E">
      <w:pPr>
        <w:spacing w:beforeLines="100" w:before="312" w:line="180" w:lineRule="atLeast"/>
        <w:ind w:left="180" w:right="180"/>
        <w:rPr>
          <w:b/>
          <w:bCs/>
          <w:sz w:val="72"/>
          <w:szCs w:val="72"/>
        </w:rPr>
      </w:pPr>
      <w:r w:rsidRPr="00AC2DC3">
        <w:rPr>
          <w:rFonts w:hint="eastAsia"/>
          <w:b/>
          <w:bCs/>
          <w:sz w:val="72"/>
          <w:szCs w:val="72"/>
        </w:rPr>
        <w:t>不舒适</w:t>
      </w:r>
      <w:r w:rsidR="004871E7" w:rsidRPr="00AC2DC3">
        <w:rPr>
          <w:rFonts w:hint="eastAsia"/>
          <w:b/>
          <w:bCs/>
          <w:sz w:val="72"/>
          <w:szCs w:val="72"/>
        </w:rPr>
        <w:t>眩光</w:t>
      </w:r>
      <w:r w:rsidR="00075C7F" w:rsidRPr="00AC2DC3">
        <w:rPr>
          <w:rFonts w:hint="eastAsia"/>
          <w:b/>
          <w:bCs/>
          <w:sz w:val="72"/>
          <w:szCs w:val="72"/>
        </w:rPr>
        <w:t>分</w:t>
      </w:r>
      <w:r w:rsidR="003A2B52" w:rsidRPr="00AC2DC3">
        <w:rPr>
          <w:rFonts w:hint="eastAsia"/>
          <w:b/>
          <w:bCs/>
          <w:sz w:val="72"/>
          <w:szCs w:val="72"/>
        </w:rPr>
        <w:t>析</w:t>
      </w:r>
      <w:r w:rsidR="00D40158" w:rsidRPr="00AC2DC3">
        <w:rPr>
          <w:rFonts w:hint="eastAsia"/>
          <w:b/>
          <w:bCs/>
          <w:sz w:val="72"/>
          <w:szCs w:val="72"/>
        </w:rPr>
        <w:t>报告书</w:t>
      </w:r>
    </w:p>
    <w:p w14:paraId="2F5208E0" w14:textId="77777777" w:rsidR="00083664" w:rsidRPr="00AC2DC3" w:rsidRDefault="00083664" w:rsidP="00D40158">
      <w:pPr>
        <w:spacing w:line="180" w:lineRule="atLeast"/>
        <w:ind w:left="180" w:right="180" w:firstLine="420"/>
        <w:rPr>
          <w:b/>
          <w:bCs/>
          <w:szCs w:val="21"/>
          <w:lang w:val="en-US"/>
        </w:rPr>
      </w:pPr>
    </w:p>
    <w:p w14:paraId="792B4BB8" w14:textId="77777777" w:rsidR="00DD33B1" w:rsidRPr="00AC2DC3" w:rsidRDefault="00DD33B1" w:rsidP="00D40158">
      <w:pPr>
        <w:spacing w:line="180" w:lineRule="atLeast"/>
        <w:ind w:left="180" w:right="180" w:firstLine="420"/>
        <w:rPr>
          <w:b/>
          <w:bCs/>
          <w:szCs w:val="21"/>
          <w:lang w:val="en-US"/>
        </w:rPr>
      </w:pPr>
    </w:p>
    <w:p w14:paraId="0D04C397" w14:textId="77777777" w:rsidR="00DD33B1" w:rsidRPr="00AC2DC3" w:rsidRDefault="00DD33B1" w:rsidP="00D40158">
      <w:pPr>
        <w:spacing w:line="180" w:lineRule="atLeast"/>
        <w:ind w:left="180" w:right="180" w:firstLine="420"/>
        <w:rPr>
          <w:b/>
          <w:bCs/>
          <w:szCs w:val="21"/>
          <w:lang w:val="en-US"/>
        </w:rPr>
      </w:pPr>
    </w:p>
    <w:p w14:paraId="0AD02125" w14:textId="77777777" w:rsidR="00083664" w:rsidRPr="00AC2DC3" w:rsidRDefault="00083664" w:rsidP="0055044E">
      <w:pPr>
        <w:pStyle w:val="af0"/>
        <w:rPr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36330B" w:rsidRPr="00AC2DC3" w14:paraId="209CE0C3" w14:textId="77777777" w:rsidTr="00DD2507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6D943F23" w14:textId="77777777" w:rsidR="0036330B" w:rsidRPr="00AC2DC3" w:rsidRDefault="0036330B" w:rsidP="0055044E">
            <w:pPr>
              <w:pStyle w:val="af0"/>
            </w:pPr>
            <w:r w:rsidRPr="00AC2DC3">
              <w:rPr>
                <w:rFonts w:hint="eastAsia"/>
              </w:rPr>
              <w:t>工程名称</w:t>
            </w:r>
          </w:p>
        </w:tc>
        <w:tc>
          <w:tcPr>
            <w:tcW w:w="3780" w:type="dxa"/>
          </w:tcPr>
          <w:p w14:paraId="6B47127B" w14:textId="77777777" w:rsidR="0036330B" w:rsidRPr="00AC2DC3" w:rsidRDefault="0036330B" w:rsidP="0055044E">
            <w:pPr>
              <w:pStyle w:val="af0"/>
              <w:jc w:val="center"/>
            </w:pPr>
            <w:bookmarkStart w:id="0" w:name="工程名称"/>
            <w:r>
              <w:t>民居改造</w:t>
            </w:r>
            <w:bookmarkEnd w:id="0"/>
          </w:p>
        </w:tc>
      </w:tr>
      <w:tr w:rsidR="0036330B" w:rsidRPr="00AC2DC3" w14:paraId="2B11F8A3" w14:textId="77777777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D6757DB" w14:textId="77777777" w:rsidR="0036330B" w:rsidRPr="00AC2DC3" w:rsidRDefault="0036330B" w:rsidP="0055044E">
            <w:pPr>
              <w:pStyle w:val="af0"/>
            </w:pPr>
            <w:r w:rsidRPr="00AC2DC3">
              <w:rPr>
                <w:rFonts w:hint="eastAsia"/>
              </w:rPr>
              <w:t>设计编号</w:t>
            </w:r>
          </w:p>
        </w:tc>
        <w:tc>
          <w:tcPr>
            <w:tcW w:w="3780" w:type="dxa"/>
          </w:tcPr>
          <w:p w14:paraId="40A23D2F" w14:textId="77777777" w:rsidR="0036330B" w:rsidRPr="00AC2DC3" w:rsidRDefault="0036330B" w:rsidP="0055044E">
            <w:pPr>
              <w:pStyle w:val="af0"/>
              <w:jc w:val="center"/>
            </w:pPr>
            <w:bookmarkStart w:id="1" w:name="设计编号"/>
            <w:r>
              <w:t>1</w:t>
            </w:r>
            <w:bookmarkEnd w:id="1"/>
          </w:p>
        </w:tc>
      </w:tr>
      <w:tr w:rsidR="0036330B" w:rsidRPr="00AC2DC3" w14:paraId="0F9B57AA" w14:textId="77777777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B7C4068" w14:textId="77777777" w:rsidR="0036330B" w:rsidRPr="00AC2DC3" w:rsidRDefault="0036330B" w:rsidP="0055044E">
            <w:pPr>
              <w:pStyle w:val="af0"/>
            </w:pPr>
            <w:r w:rsidRPr="00AC2DC3">
              <w:rPr>
                <w:rFonts w:hint="eastAsia"/>
              </w:rPr>
              <w:t>建设单位</w:t>
            </w:r>
          </w:p>
        </w:tc>
        <w:tc>
          <w:tcPr>
            <w:tcW w:w="3780" w:type="dxa"/>
          </w:tcPr>
          <w:p w14:paraId="18BFC2A8" w14:textId="77777777" w:rsidR="0036330B" w:rsidRPr="00AC2DC3" w:rsidRDefault="0036330B" w:rsidP="0055044E">
            <w:pPr>
              <w:pStyle w:val="af0"/>
              <w:jc w:val="center"/>
            </w:pPr>
            <w:bookmarkStart w:id="2" w:name="建设单位"/>
            <w:r>
              <w:t>湖南工程学院</w:t>
            </w:r>
            <w:bookmarkEnd w:id="2"/>
          </w:p>
        </w:tc>
      </w:tr>
      <w:tr w:rsidR="0036330B" w:rsidRPr="00AC2DC3" w14:paraId="36BDA86F" w14:textId="77777777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57EC3D0" w14:textId="77777777" w:rsidR="0036330B" w:rsidRPr="00AC2DC3" w:rsidRDefault="0036330B" w:rsidP="0055044E">
            <w:pPr>
              <w:pStyle w:val="af0"/>
            </w:pPr>
            <w:r w:rsidRPr="00AC2DC3">
              <w:rPr>
                <w:rFonts w:hint="eastAsia"/>
              </w:rPr>
              <w:t>设计单位</w:t>
            </w:r>
          </w:p>
        </w:tc>
        <w:tc>
          <w:tcPr>
            <w:tcW w:w="3780" w:type="dxa"/>
          </w:tcPr>
          <w:p w14:paraId="7B2ADF18" w14:textId="77777777" w:rsidR="0036330B" w:rsidRPr="00AC2DC3" w:rsidRDefault="0036330B" w:rsidP="0055044E">
            <w:pPr>
              <w:pStyle w:val="af0"/>
              <w:jc w:val="center"/>
            </w:pPr>
            <w:bookmarkStart w:id="3" w:name="设计单位"/>
            <w:r>
              <w:t>湖南工程学院</w:t>
            </w:r>
            <w:bookmarkEnd w:id="3"/>
          </w:p>
        </w:tc>
      </w:tr>
      <w:tr w:rsidR="0036330B" w:rsidRPr="00AC2DC3" w14:paraId="208ACCDB" w14:textId="77777777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4F388F6" w14:textId="77777777" w:rsidR="0036330B" w:rsidRPr="00AC2DC3" w:rsidRDefault="0036330B" w:rsidP="0055044E">
            <w:pPr>
              <w:pStyle w:val="af0"/>
            </w:pPr>
            <w:r w:rsidRPr="00AC2DC3">
              <w:rPr>
                <w:rFonts w:hint="eastAsia"/>
              </w:rPr>
              <w:t>审 核 人</w:t>
            </w:r>
          </w:p>
        </w:tc>
        <w:tc>
          <w:tcPr>
            <w:tcW w:w="3780" w:type="dxa"/>
          </w:tcPr>
          <w:p w14:paraId="2DDA08A7" w14:textId="77777777" w:rsidR="0036330B" w:rsidRPr="00AC2DC3" w:rsidRDefault="0036330B" w:rsidP="0055044E">
            <w:pPr>
              <w:pStyle w:val="af0"/>
              <w:jc w:val="center"/>
            </w:pPr>
            <w:bookmarkStart w:id="4" w:name="审核人"/>
            <w:bookmarkEnd w:id="4"/>
          </w:p>
        </w:tc>
      </w:tr>
      <w:tr w:rsidR="0036330B" w:rsidRPr="00AC2DC3" w14:paraId="7FF8E1E5" w14:textId="77777777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7E1AD67" w14:textId="77777777" w:rsidR="0036330B" w:rsidRPr="00AC2DC3" w:rsidRDefault="0036330B" w:rsidP="0055044E">
            <w:pPr>
              <w:pStyle w:val="af0"/>
            </w:pPr>
            <w:r w:rsidRPr="00AC2DC3">
              <w:rPr>
                <w:rFonts w:hint="eastAsia"/>
              </w:rPr>
              <w:t>审 定 人</w:t>
            </w:r>
          </w:p>
        </w:tc>
        <w:tc>
          <w:tcPr>
            <w:tcW w:w="3780" w:type="dxa"/>
          </w:tcPr>
          <w:p w14:paraId="77C5F299" w14:textId="77777777" w:rsidR="0036330B" w:rsidRPr="00AC2DC3" w:rsidRDefault="0036330B" w:rsidP="0055044E">
            <w:pPr>
              <w:pStyle w:val="af0"/>
              <w:jc w:val="center"/>
            </w:pPr>
            <w:bookmarkStart w:id="5" w:name="审定人"/>
            <w:bookmarkEnd w:id="5"/>
          </w:p>
        </w:tc>
      </w:tr>
      <w:tr w:rsidR="0036330B" w:rsidRPr="00AC2DC3" w14:paraId="1F17798E" w14:textId="77777777" w:rsidTr="00DD250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09FF1A63" w14:textId="77777777" w:rsidR="0036330B" w:rsidRPr="00AC2DC3" w:rsidRDefault="0036330B" w:rsidP="0055044E">
            <w:pPr>
              <w:pStyle w:val="af0"/>
            </w:pPr>
            <w:r w:rsidRPr="00AC2DC3">
              <w:rPr>
                <w:rFonts w:hint="eastAsia"/>
              </w:rPr>
              <w:t>计算日期</w:t>
            </w:r>
          </w:p>
        </w:tc>
        <w:tc>
          <w:tcPr>
            <w:tcW w:w="3780" w:type="dxa"/>
          </w:tcPr>
          <w:p w14:paraId="1AA3F5C0" w14:textId="77777777" w:rsidR="0036330B" w:rsidRPr="00AC2DC3" w:rsidRDefault="0036330B" w:rsidP="0055044E">
            <w:pPr>
              <w:pStyle w:val="af0"/>
              <w:jc w:val="center"/>
            </w:pPr>
            <w:bookmarkStart w:id="6" w:name="计算日期"/>
            <w:r>
              <w:t>2024年3月2日</w:t>
            </w:r>
            <w:bookmarkEnd w:id="6"/>
          </w:p>
        </w:tc>
      </w:tr>
    </w:tbl>
    <w:p w14:paraId="629EF5E8" w14:textId="77777777" w:rsidR="00CE28AA" w:rsidRPr="00AC2DC3" w:rsidRDefault="00CE28AA" w:rsidP="0055044E">
      <w:pPr>
        <w:pStyle w:val="af0"/>
        <w:rPr>
          <w:sz w:val="30"/>
          <w:szCs w:val="32"/>
        </w:rPr>
      </w:pPr>
    </w:p>
    <w:p w14:paraId="074C9D67" w14:textId="77777777" w:rsidR="00F11B75" w:rsidRPr="00AC2DC3" w:rsidRDefault="00F11B75" w:rsidP="0055044E">
      <w:pPr>
        <w:pStyle w:val="af0"/>
        <w:jc w:val="center"/>
        <w:rPr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7BFC5B60" wp14:editId="1B4A6B69">
            <wp:extent cx="2171928" cy="2171928"/>
            <wp:effectExtent l="0" t="0" r="0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71928" cy="2171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F1CE9" w14:textId="77777777" w:rsidR="00B96FE0" w:rsidRDefault="00B96FE0">
      <w:pPr>
        <w:pStyle w:val="af0"/>
        <w:jc w:val="center"/>
        <w:rPr>
          <w:sz w:val="30"/>
          <w:szCs w:val="32"/>
        </w:rPr>
      </w:pPr>
    </w:p>
    <w:p w14:paraId="0D44DBBB" w14:textId="77777777" w:rsidR="00F11B75" w:rsidRPr="00AC2DC3" w:rsidRDefault="00F11B75" w:rsidP="0055044E">
      <w:pPr>
        <w:pStyle w:val="af0"/>
        <w:rPr>
          <w:sz w:val="30"/>
          <w:szCs w:val="32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E22381" w:rsidRPr="00AC2DC3" w14:paraId="690805DB" w14:textId="77777777" w:rsidTr="00DD2507">
        <w:trPr>
          <w:trHeight w:val="170"/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25AE5A8B" w14:textId="77777777" w:rsidR="00E22381" w:rsidRPr="00AC2DC3" w:rsidRDefault="00E22381" w:rsidP="0055044E">
            <w:pPr>
              <w:pStyle w:val="af0"/>
            </w:pPr>
            <w:r w:rsidRPr="00AC2DC3">
              <w:rPr>
                <w:rFonts w:hint="eastAsia"/>
              </w:rPr>
              <w:t>采用软件</w:t>
            </w:r>
          </w:p>
        </w:tc>
        <w:tc>
          <w:tcPr>
            <w:tcW w:w="3780" w:type="dxa"/>
          </w:tcPr>
          <w:p w14:paraId="2CD45685" w14:textId="77777777" w:rsidR="00E22381" w:rsidRPr="00AC2DC3" w:rsidRDefault="00E22381" w:rsidP="0055044E">
            <w:pPr>
              <w:pStyle w:val="af0"/>
              <w:jc w:val="center"/>
            </w:pPr>
            <w:bookmarkStart w:id="8" w:name="采用软件"/>
            <w:r w:rsidRPr="00AC2DC3">
              <w:rPr>
                <w:rFonts w:hint="eastAsia"/>
              </w:rPr>
              <w:t>采光分析DALI2023</w:t>
            </w:r>
            <w:bookmarkEnd w:id="8"/>
          </w:p>
        </w:tc>
      </w:tr>
      <w:tr w:rsidR="00E22381" w:rsidRPr="00AC2DC3" w14:paraId="0DEB59A6" w14:textId="77777777" w:rsidTr="00DD2507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3D57EB8" w14:textId="77777777" w:rsidR="00E22381" w:rsidRPr="00AC2DC3" w:rsidRDefault="00E22381" w:rsidP="0055044E">
            <w:pPr>
              <w:pStyle w:val="af0"/>
              <w:rPr>
                <w:szCs w:val="18"/>
              </w:rPr>
            </w:pPr>
            <w:r w:rsidRPr="00AC2DC3">
              <w:rPr>
                <w:rFonts w:hint="eastAsia"/>
                <w:szCs w:val="18"/>
              </w:rPr>
              <w:t>软件版本</w:t>
            </w:r>
          </w:p>
        </w:tc>
        <w:tc>
          <w:tcPr>
            <w:tcW w:w="3780" w:type="dxa"/>
          </w:tcPr>
          <w:p w14:paraId="606B42B7" w14:textId="77777777" w:rsidR="00E22381" w:rsidRPr="00AC2DC3" w:rsidRDefault="00E22381" w:rsidP="0055044E">
            <w:pPr>
              <w:pStyle w:val="af0"/>
              <w:jc w:val="center"/>
              <w:rPr>
                <w:szCs w:val="18"/>
              </w:rPr>
            </w:pPr>
            <w:bookmarkStart w:id="9" w:name="软件版本"/>
            <w:r w:rsidRPr="00AC2DC3">
              <w:rPr>
                <w:szCs w:val="18"/>
              </w:rPr>
              <w:t>20220808(SP1)</w:t>
            </w:r>
            <w:bookmarkEnd w:id="9"/>
          </w:p>
        </w:tc>
      </w:tr>
      <w:tr w:rsidR="00E22381" w:rsidRPr="00AC2DC3" w14:paraId="1C5D71BD" w14:textId="77777777" w:rsidTr="00DD2507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8DAEFC0" w14:textId="77777777" w:rsidR="00E22381" w:rsidRPr="00AC2DC3" w:rsidRDefault="00E22381" w:rsidP="0055044E">
            <w:pPr>
              <w:pStyle w:val="af0"/>
              <w:rPr>
                <w:szCs w:val="18"/>
              </w:rPr>
            </w:pPr>
            <w:r w:rsidRPr="00AC2DC3">
              <w:rPr>
                <w:rFonts w:hint="eastAsia"/>
                <w:szCs w:val="18"/>
              </w:rPr>
              <w:t>研发单位</w:t>
            </w:r>
          </w:p>
        </w:tc>
        <w:tc>
          <w:tcPr>
            <w:tcW w:w="3780" w:type="dxa"/>
          </w:tcPr>
          <w:p w14:paraId="222C664E" w14:textId="77777777" w:rsidR="00E22381" w:rsidRPr="00AC2DC3" w:rsidRDefault="00E22381" w:rsidP="0055044E">
            <w:pPr>
              <w:pStyle w:val="af0"/>
              <w:jc w:val="center"/>
              <w:rPr>
                <w:szCs w:val="18"/>
              </w:rPr>
            </w:pPr>
            <w:r w:rsidRPr="00AC2DC3">
              <w:rPr>
                <w:rFonts w:hint="eastAsia"/>
                <w:szCs w:val="18"/>
              </w:rPr>
              <w:t>北京绿建软件有限公司</w:t>
            </w:r>
          </w:p>
        </w:tc>
      </w:tr>
      <w:tr w:rsidR="00E22381" w:rsidRPr="00AC2DC3" w14:paraId="700EA475" w14:textId="77777777" w:rsidTr="00DD2507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7E12A5D" w14:textId="77777777" w:rsidR="00E22381" w:rsidRPr="00AC2DC3" w:rsidRDefault="00E22381" w:rsidP="0055044E">
            <w:pPr>
              <w:pStyle w:val="af0"/>
              <w:rPr>
                <w:szCs w:val="18"/>
              </w:rPr>
            </w:pPr>
            <w:r w:rsidRPr="00AC2DC3">
              <w:rPr>
                <w:rFonts w:hint="eastAsia"/>
                <w:szCs w:val="18"/>
              </w:rPr>
              <w:lastRenderedPageBreak/>
              <w:t>正版授权码</w:t>
            </w:r>
          </w:p>
        </w:tc>
        <w:tc>
          <w:tcPr>
            <w:tcW w:w="3780" w:type="dxa"/>
          </w:tcPr>
          <w:p w14:paraId="24230F4C" w14:textId="77777777" w:rsidR="00E22381" w:rsidRPr="00AC2DC3" w:rsidRDefault="00E22381" w:rsidP="0055044E">
            <w:pPr>
              <w:pStyle w:val="af0"/>
              <w:jc w:val="center"/>
              <w:rPr>
                <w:szCs w:val="18"/>
              </w:rPr>
            </w:pPr>
            <w:bookmarkStart w:id="10" w:name="正版授权码"/>
            <w:r>
              <w:t>T18007362850</w:t>
            </w:r>
            <w:bookmarkEnd w:id="10"/>
          </w:p>
        </w:tc>
      </w:tr>
      <w:tr w:rsidR="00E22381" w:rsidRPr="00AC2DC3" w14:paraId="436D2538" w14:textId="77777777" w:rsidTr="00DD2507">
        <w:trPr>
          <w:trHeight w:val="170"/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7CC81223" w14:textId="77777777" w:rsidR="00E22381" w:rsidRPr="00AC2DC3" w:rsidRDefault="00E22381" w:rsidP="0055044E">
            <w:pPr>
              <w:pStyle w:val="af0"/>
              <w:rPr>
                <w:szCs w:val="18"/>
              </w:rPr>
            </w:pPr>
            <w:r w:rsidRPr="00AC2DC3">
              <w:rPr>
                <w:rFonts w:hint="eastAsia"/>
                <w:szCs w:val="18"/>
              </w:rPr>
              <w:t>服务热线</w:t>
            </w:r>
          </w:p>
        </w:tc>
        <w:tc>
          <w:tcPr>
            <w:tcW w:w="3780" w:type="dxa"/>
          </w:tcPr>
          <w:p w14:paraId="226CCFD0" w14:textId="77777777" w:rsidR="00E22381" w:rsidRPr="00AC2DC3" w:rsidRDefault="001B14CC" w:rsidP="0055044E">
            <w:pPr>
              <w:pStyle w:val="af0"/>
              <w:jc w:val="center"/>
              <w:rPr>
                <w:szCs w:val="18"/>
              </w:rPr>
            </w:pPr>
            <w:r w:rsidRPr="00AC2DC3">
              <w:rPr>
                <w:rFonts w:hint="eastAsia"/>
                <w:color w:val="000000"/>
                <w:shd w:val="clear" w:color="auto" w:fill="FFFFFF"/>
              </w:rPr>
              <w:t>400-094-1228</w:t>
            </w:r>
          </w:p>
        </w:tc>
      </w:tr>
    </w:tbl>
    <w:p w14:paraId="4D39BA32" w14:textId="77777777" w:rsidR="00DD33B1" w:rsidRPr="00AC2DC3" w:rsidRDefault="00DD33B1" w:rsidP="00F11B75">
      <w:pPr>
        <w:ind w:left="180" w:right="180" w:firstLine="420"/>
        <w:sectPr w:rsidR="00DD33B1" w:rsidRPr="00AC2DC3" w:rsidSect="00DE5AEF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3AA8FCBC" w14:textId="77777777" w:rsidR="00DD33B1" w:rsidRPr="00AC2DC3" w:rsidRDefault="00DD33B1" w:rsidP="00DD33B1">
      <w:pPr>
        <w:ind w:left="180" w:right="180" w:firstLine="560"/>
        <w:rPr>
          <w:sz w:val="28"/>
          <w:szCs w:val="28"/>
        </w:rPr>
      </w:pPr>
      <w:bookmarkStart w:id="11" w:name="目录"/>
      <w:r w:rsidRPr="00AC2DC3">
        <w:rPr>
          <w:rFonts w:hint="eastAsia"/>
          <w:sz w:val="28"/>
          <w:szCs w:val="28"/>
        </w:rPr>
        <w:lastRenderedPageBreak/>
        <w:t>目  录</w:t>
      </w:r>
    </w:p>
    <w:p w14:paraId="7FF499B3" w14:textId="77777777" w:rsidR="00716FD6" w:rsidRDefault="008439F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 w:rsidRPr="00AC2DC3">
        <w:rPr>
          <w:sz w:val="28"/>
          <w:szCs w:val="28"/>
        </w:rPr>
        <w:fldChar w:fldCharType="begin"/>
      </w:r>
      <w:r w:rsidRPr="00AC2DC3">
        <w:rPr>
          <w:sz w:val="28"/>
          <w:szCs w:val="28"/>
        </w:rPr>
        <w:instrText xml:space="preserve"> </w:instrText>
      </w:r>
      <w:r w:rsidRPr="00AC2DC3">
        <w:rPr>
          <w:rFonts w:hint="eastAsia"/>
          <w:sz w:val="28"/>
          <w:szCs w:val="28"/>
        </w:rPr>
        <w:instrText>TOC \o "1-3" \h \z \u</w:instrText>
      </w:r>
      <w:r w:rsidRPr="00AC2DC3">
        <w:rPr>
          <w:sz w:val="28"/>
          <w:szCs w:val="28"/>
        </w:rPr>
        <w:instrText xml:space="preserve"> </w:instrText>
      </w:r>
      <w:r w:rsidRPr="00AC2DC3">
        <w:rPr>
          <w:sz w:val="28"/>
          <w:szCs w:val="28"/>
        </w:rPr>
        <w:fldChar w:fldCharType="separate"/>
      </w:r>
      <w:hyperlink w:anchor="_Toc160308521" w:history="1">
        <w:r w:rsidR="00716FD6" w:rsidRPr="004458ED">
          <w:rPr>
            <w:rStyle w:val="a8"/>
          </w:rPr>
          <w:t>1.</w:t>
        </w:r>
        <w:r w:rsidR="00716FD6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716FD6" w:rsidRPr="004458ED">
          <w:rPr>
            <w:rStyle w:val="a8"/>
          </w:rPr>
          <w:t>建筑概况</w:t>
        </w:r>
        <w:r w:rsidR="00716FD6">
          <w:rPr>
            <w:webHidden/>
          </w:rPr>
          <w:tab/>
        </w:r>
        <w:r w:rsidR="00716FD6">
          <w:rPr>
            <w:webHidden/>
          </w:rPr>
          <w:fldChar w:fldCharType="begin"/>
        </w:r>
        <w:r w:rsidR="00716FD6">
          <w:rPr>
            <w:webHidden/>
          </w:rPr>
          <w:instrText xml:space="preserve"> PAGEREF _Toc160308521 \h </w:instrText>
        </w:r>
        <w:r w:rsidR="00716FD6">
          <w:rPr>
            <w:webHidden/>
          </w:rPr>
        </w:r>
        <w:r w:rsidR="00716FD6">
          <w:rPr>
            <w:webHidden/>
          </w:rPr>
          <w:fldChar w:fldCharType="separate"/>
        </w:r>
        <w:r w:rsidR="00716FD6">
          <w:rPr>
            <w:webHidden/>
          </w:rPr>
          <w:t>4</w:t>
        </w:r>
        <w:r w:rsidR="00716FD6">
          <w:rPr>
            <w:webHidden/>
          </w:rPr>
          <w:fldChar w:fldCharType="end"/>
        </w:r>
      </w:hyperlink>
    </w:p>
    <w:p w14:paraId="65B96D53" w14:textId="77777777" w:rsidR="00716FD6" w:rsidRDefault="00716FD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08522" w:history="1">
        <w:r w:rsidRPr="004458ED">
          <w:rPr>
            <w:rStyle w:val="a8"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458ED">
          <w:rPr>
            <w:rStyle w:val="a8"/>
          </w:rPr>
          <w:t>分析目的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15A3E864" w14:textId="77777777" w:rsidR="00716FD6" w:rsidRDefault="00716FD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08523" w:history="1">
        <w:r w:rsidRPr="004458ED">
          <w:rPr>
            <w:rStyle w:val="a8"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458ED">
          <w:rPr>
            <w:rStyle w:val="a8"/>
          </w:rPr>
          <w:t>分析依据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C16F2A2" w14:textId="77777777" w:rsidR="00716FD6" w:rsidRDefault="00716FD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08524" w:history="1">
        <w:r w:rsidRPr="004458ED">
          <w:rPr>
            <w:rStyle w:val="a8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458ED">
          <w:rPr>
            <w:rStyle w:val="a8"/>
          </w:rPr>
          <w:t>标准依据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767146F" w14:textId="77777777" w:rsidR="00716FD6" w:rsidRDefault="00716FD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08525" w:history="1">
        <w:r w:rsidRPr="004458ED">
          <w:rPr>
            <w:rStyle w:val="a8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458ED">
          <w:rPr>
            <w:rStyle w:val="a8"/>
          </w:rPr>
          <w:t>标准要求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887A929" w14:textId="77777777" w:rsidR="00716FD6" w:rsidRDefault="00716FD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08526" w:history="1">
        <w:r w:rsidRPr="004458ED">
          <w:rPr>
            <w:rStyle w:val="a8"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458ED">
          <w:rPr>
            <w:rStyle w:val="a8"/>
          </w:rPr>
          <w:t>应用软件与计算方法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77164A2" w14:textId="77777777" w:rsidR="00716FD6" w:rsidRDefault="00716FD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08527" w:history="1">
        <w:r w:rsidRPr="004458ED">
          <w:rPr>
            <w:rStyle w:val="a8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458ED">
          <w:rPr>
            <w:rStyle w:val="a8"/>
          </w:rPr>
          <w:t>软件选用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42E736A" w14:textId="77777777" w:rsidR="00716FD6" w:rsidRDefault="00716FD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08528" w:history="1">
        <w:r w:rsidRPr="004458ED">
          <w:rPr>
            <w:rStyle w:val="a8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458ED">
          <w:rPr>
            <w:rStyle w:val="a8"/>
          </w:rPr>
          <w:t>计算原理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50E9E2B" w14:textId="77777777" w:rsidR="00716FD6" w:rsidRDefault="00716FD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08529" w:history="1">
        <w:r w:rsidRPr="004458ED">
          <w:rPr>
            <w:rStyle w:val="a8"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458ED">
          <w:rPr>
            <w:rStyle w:val="a8"/>
          </w:rPr>
          <w:t>计算参数选用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CD6D0B4" w14:textId="77777777" w:rsidR="00716FD6" w:rsidRDefault="00716FD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08530" w:history="1">
        <w:r w:rsidRPr="004458ED">
          <w:rPr>
            <w:rStyle w:val="a8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458ED">
          <w:rPr>
            <w:rStyle w:val="a8"/>
          </w:rPr>
          <w:t>模拟条件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811779C" w14:textId="77777777" w:rsidR="00716FD6" w:rsidRDefault="00716FD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08531" w:history="1">
        <w:r w:rsidRPr="004458ED">
          <w:rPr>
            <w:rStyle w:val="a8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458ED">
          <w:rPr>
            <w:rStyle w:val="a8"/>
          </w:rPr>
          <w:t>建筑饰面材料参数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31267D01" w14:textId="77777777" w:rsidR="00716FD6" w:rsidRDefault="00716FD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08532" w:history="1">
        <w:r w:rsidRPr="004458ED">
          <w:rPr>
            <w:rStyle w:val="a8"/>
            <w:lang w:val="en-GB"/>
          </w:rPr>
          <w:t>5.3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458ED">
          <w:rPr>
            <w:rStyle w:val="a8"/>
          </w:rPr>
          <w:t>门窗类型参数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C966755" w14:textId="77777777" w:rsidR="00716FD6" w:rsidRDefault="00716FD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08533" w:history="1">
        <w:r w:rsidRPr="004458ED">
          <w:rPr>
            <w:rStyle w:val="a8"/>
            <w:lang w:val="en-GB"/>
          </w:rPr>
          <w:t>5.3.1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458ED">
          <w:rPr>
            <w:rStyle w:val="a8"/>
          </w:rPr>
          <w:t>普通窗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2106E4CC" w14:textId="77777777" w:rsidR="00716FD6" w:rsidRDefault="00716FD6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08534" w:history="1">
        <w:r w:rsidRPr="004458ED">
          <w:rPr>
            <w:rStyle w:val="a8"/>
            <w:lang w:val="en-GB"/>
          </w:rPr>
          <w:t>5.3.2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458ED">
          <w:rPr>
            <w:rStyle w:val="a8"/>
          </w:rPr>
          <w:t>天  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_Toc160308534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20843370" w14:textId="77777777" w:rsidR="00716FD6" w:rsidRDefault="00716FD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08535" w:history="1">
        <w:r w:rsidRPr="004458ED">
          <w:rPr>
            <w:rStyle w:val="a8"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458ED">
          <w:rPr>
            <w:rStyle w:val="a8"/>
          </w:rPr>
          <w:t>眩光分析结果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_Toc160308535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AB6148D" w14:textId="77777777" w:rsidR="00716FD6" w:rsidRDefault="00716FD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08536" w:history="1">
        <w:r w:rsidRPr="004458ED">
          <w:rPr>
            <w:rStyle w:val="a8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458ED">
          <w:rPr>
            <w:rStyle w:val="a8"/>
          </w:rPr>
          <w:t>眩光指数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_Toc160308536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63F15EE" w14:textId="77777777" w:rsidR="00716FD6" w:rsidRDefault="00716FD6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08537" w:history="1">
        <w:r w:rsidRPr="004458ED">
          <w:rPr>
            <w:rStyle w:val="a8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4458ED">
          <w:rPr>
            <w:rStyle w:val="a8"/>
          </w:rPr>
          <w:t>采光均匀度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_Toc160308537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3D39017C" w14:textId="77777777" w:rsidR="00716FD6" w:rsidRDefault="00716FD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08538" w:history="1">
        <w:r w:rsidRPr="004458ED">
          <w:rPr>
            <w:rStyle w:val="a8"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458ED">
          <w:rPr>
            <w:rStyle w:val="a8"/>
          </w:rPr>
          <w:t>评价结论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_Toc160308538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4EFACA76" w14:textId="77777777" w:rsidR="00716FD6" w:rsidRDefault="00716FD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08539" w:history="1">
        <w:r w:rsidRPr="004458ED">
          <w:rPr>
            <w:rStyle w:val="a8"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4458ED">
          <w:rPr>
            <w:rStyle w:val="a8"/>
          </w:rPr>
          <w:t>附：项目总平面图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_Toc160308539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0635F799" w14:textId="77777777" w:rsidR="008439F8" w:rsidRPr="00AC2DC3" w:rsidRDefault="008439F8" w:rsidP="00F11B75">
      <w:pPr>
        <w:ind w:left="180" w:right="180" w:firstLine="560"/>
        <w:rPr>
          <w:sz w:val="28"/>
          <w:szCs w:val="28"/>
        </w:rPr>
        <w:sectPr w:rsidR="008439F8" w:rsidRPr="00AC2DC3" w:rsidSect="00DE5AEF"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 w:rsidRPr="00AC2DC3">
        <w:rPr>
          <w:sz w:val="28"/>
          <w:szCs w:val="28"/>
        </w:rPr>
        <w:fldChar w:fldCharType="end"/>
      </w:r>
      <w:bookmarkEnd w:id="11"/>
    </w:p>
    <w:p w14:paraId="5F685D2E" w14:textId="77777777" w:rsidR="001B14CC" w:rsidRPr="00AC2DC3" w:rsidRDefault="001B14CC" w:rsidP="004F57F1">
      <w:pPr>
        <w:pStyle w:val="1"/>
        <w:rPr>
          <w:rFonts w:ascii="微软雅黑" w:hAnsi="微软雅黑"/>
        </w:rPr>
      </w:pPr>
      <w:bookmarkStart w:id="12" w:name="_Toc160308521"/>
      <w:r w:rsidRPr="00AC2DC3">
        <w:rPr>
          <w:rFonts w:ascii="微软雅黑" w:hAnsi="微软雅黑" w:hint="eastAsia"/>
        </w:rPr>
        <w:lastRenderedPageBreak/>
        <w:t>建筑</w:t>
      </w:r>
      <w:r w:rsidRPr="00AC2DC3">
        <w:rPr>
          <w:rFonts w:ascii="微软雅黑" w:hAnsi="微软雅黑"/>
        </w:rPr>
        <w:t>概况</w:t>
      </w:r>
      <w:bookmarkEnd w:id="12"/>
    </w:p>
    <w:tbl>
      <w:tblPr>
        <w:tblpPr w:leftFromText="180" w:rightFromText="180" w:vertAnchor="text" w:horzAnchor="page" w:tblpX="1843" w:tblpY="233"/>
        <w:tblW w:w="488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80"/>
        <w:gridCol w:w="2624"/>
        <w:gridCol w:w="1754"/>
        <w:gridCol w:w="2074"/>
      </w:tblGrid>
      <w:tr w:rsidR="001B14CC" w:rsidRPr="00AC2DC3" w14:paraId="73C41E7C" w14:textId="77777777" w:rsidTr="001B14CC">
        <w:tc>
          <w:tcPr>
            <w:tcW w:w="2448" w:type="dxa"/>
            <w:shd w:val="clear" w:color="auto" w:fill="E6E6E6"/>
          </w:tcPr>
          <w:p w14:paraId="41CB9B2E" w14:textId="77777777"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  <w:lang w:val="en-US"/>
              </w:rPr>
              <w:t>光气候分区</w:t>
            </w:r>
          </w:p>
        </w:tc>
        <w:tc>
          <w:tcPr>
            <w:tcW w:w="2700" w:type="dxa"/>
          </w:tcPr>
          <w:p w14:paraId="3B0D1C03" w14:textId="77777777" w:rsidR="001B14CC" w:rsidRPr="00AC2DC3" w:rsidRDefault="001B14CC" w:rsidP="0055044E">
            <w:pPr>
              <w:pStyle w:val="af0"/>
              <w:rPr>
                <w:lang w:val="en-US"/>
              </w:rPr>
            </w:pPr>
            <w:bookmarkStart w:id="13" w:name="光气候分区"/>
            <w:r w:rsidRPr="00AC2DC3">
              <w:rPr>
                <w:lang w:val="en-US"/>
              </w:rPr>
              <w:t>IV</w:t>
            </w:r>
            <w:bookmarkEnd w:id="13"/>
          </w:p>
        </w:tc>
        <w:tc>
          <w:tcPr>
            <w:tcW w:w="1800" w:type="dxa"/>
            <w:shd w:val="clear" w:color="auto" w:fill="E0E0E0"/>
          </w:tcPr>
          <w:p w14:paraId="00F872F0" w14:textId="77777777"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  <w:lang w:val="en-US"/>
              </w:rPr>
              <w:t>光气候系数K</w:t>
            </w:r>
          </w:p>
        </w:tc>
        <w:tc>
          <w:tcPr>
            <w:tcW w:w="2124" w:type="dxa"/>
          </w:tcPr>
          <w:p w14:paraId="565E1E7A" w14:textId="77777777" w:rsidR="001B14CC" w:rsidRPr="00AC2DC3" w:rsidRDefault="001B14CC" w:rsidP="0055044E">
            <w:pPr>
              <w:pStyle w:val="af0"/>
              <w:rPr>
                <w:lang w:val="en-US"/>
              </w:rPr>
            </w:pPr>
            <w:bookmarkStart w:id="14" w:name="光气候系数K"/>
            <w:r w:rsidRPr="00AC2DC3">
              <w:rPr>
                <w:lang w:val="en-US"/>
              </w:rPr>
              <w:t>1.10</w:t>
            </w:r>
            <w:bookmarkEnd w:id="14"/>
          </w:p>
        </w:tc>
      </w:tr>
      <w:tr w:rsidR="001B14CC" w:rsidRPr="00AC2DC3" w14:paraId="2419F1F8" w14:textId="77777777" w:rsidTr="001B14CC">
        <w:tc>
          <w:tcPr>
            <w:tcW w:w="2448" w:type="dxa"/>
            <w:shd w:val="clear" w:color="auto" w:fill="E6E6E6"/>
          </w:tcPr>
          <w:p w14:paraId="45D2837E" w14:textId="77777777"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  <w:lang w:val="en-US"/>
              </w:rPr>
              <w:t>建筑面积</w:t>
            </w:r>
          </w:p>
        </w:tc>
        <w:tc>
          <w:tcPr>
            <w:tcW w:w="6624" w:type="dxa"/>
            <w:gridSpan w:val="3"/>
          </w:tcPr>
          <w:p w14:paraId="380B49C6" w14:textId="77777777"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  <w:lang w:val="en-US"/>
              </w:rPr>
              <w:t xml:space="preserve">地上 </w:t>
            </w:r>
            <w:bookmarkStart w:id="15" w:name="地上建筑面积"/>
            <w:r w:rsidRPr="00AC2DC3">
              <w:rPr>
                <w:rFonts w:hint="eastAsia"/>
                <w:lang w:val="en-US"/>
              </w:rPr>
              <w:t>464.16</w:t>
            </w:r>
            <w:bookmarkEnd w:id="15"/>
            <w:r w:rsidRPr="00AC2DC3">
              <w:rPr>
                <w:rFonts w:hint="eastAsia"/>
                <w:lang w:val="en-US"/>
              </w:rPr>
              <w:t xml:space="preserve"> </w:t>
            </w:r>
            <w:r w:rsidRPr="00AC2DC3">
              <w:rPr>
                <w:rFonts w:hint="eastAsia"/>
              </w:rPr>
              <w:t>m</w:t>
            </w:r>
            <w:r w:rsidRPr="00AC2DC3">
              <w:rPr>
                <w:vertAlign w:val="superscript"/>
              </w:rPr>
              <w:t>2</w:t>
            </w:r>
            <w:r w:rsidRPr="00AC2DC3">
              <w:rPr>
                <w:rFonts w:hint="eastAsia"/>
                <w:vertAlign w:val="superscript"/>
                <w:lang w:val="en-US"/>
              </w:rPr>
              <w:t xml:space="preserve"> </w:t>
            </w:r>
            <w:r w:rsidRPr="00AC2DC3">
              <w:rPr>
                <w:rFonts w:hint="eastAsia"/>
                <w:lang w:val="en-US"/>
              </w:rPr>
              <w:t xml:space="preserve">   地下  </w:t>
            </w:r>
            <w:bookmarkStart w:id="16" w:name="地下建筑面积"/>
            <w:r w:rsidRPr="00AC2DC3">
              <w:rPr>
                <w:rFonts w:hint="eastAsia"/>
                <w:lang w:val="en-US"/>
              </w:rPr>
              <w:t>0.00</w:t>
            </w:r>
            <w:bookmarkEnd w:id="16"/>
            <w:r w:rsidRPr="00AC2DC3">
              <w:rPr>
                <w:rFonts w:hint="eastAsia"/>
              </w:rPr>
              <w:t xml:space="preserve"> m</w:t>
            </w:r>
            <w:r w:rsidRPr="00AC2DC3">
              <w:rPr>
                <w:vertAlign w:val="superscript"/>
              </w:rPr>
              <w:t>2</w:t>
            </w:r>
            <w:r w:rsidRPr="00AC2DC3">
              <w:rPr>
                <w:rFonts w:hint="eastAsia"/>
                <w:vertAlign w:val="superscript"/>
                <w:lang w:val="en-US"/>
              </w:rPr>
              <w:t xml:space="preserve"> </w:t>
            </w:r>
            <w:r w:rsidRPr="00AC2DC3">
              <w:rPr>
                <w:rFonts w:hint="eastAsia"/>
                <w:lang w:val="en-US"/>
              </w:rPr>
              <w:t xml:space="preserve"> </w:t>
            </w:r>
          </w:p>
        </w:tc>
      </w:tr>
      <w:tr w:rsidR="001B14CC" w:rsidRPr="00AC2DC3" w14:paraId="3BCCA655" w14:textId="77777777" w:rsidTr="001B14CC">
        <w:tc>
          <w:tcPr>
            <w:tcW w:w="2448" w:type="dxa"/>
            <w:shd w:val="clear" w:color="auto" w:fill="E6E6E6"/>
          </w:tcPr>
          <w:p w14:paraId="1264840C" w14:textId="77777777"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  <w:lang w:val="en-US"/>
              </w:rPr>
              <w:t>建筑层数</w:t>
            </w:r>
          </w:p>
        </w:tc>
        <w:tc>
          <w:tcPr>
            <w:tcW w:w="6624" w:type="dxa"/>
            <w:gridSpan w:val="3"/>
          </w:tcPr>
          <w:p w14:paraId="352A88BE" w14:textId="77777777"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  <w:lang w:val="en-US"/>
              </w:rPr>
              <w:t xml:space="preserve">地上 </w:t>
            </w:r>
            <w:bookmarkStart w:id="17" w:name="地上建筑层数"/>
            <w:r w:rsidRPr="00AC2DC3">
              <w:rPr>
                <w:rFonts w:hint="eastAsia"/>
                <w:lang w:val="en-US"/>
              </w:rPr>
              <w:t>2</w:t>
            </w:r>
            <w:bookmarkEnd w:id="17"/>
            <w:r w:rsidRPr="00AC2DC3">
              <w:rPr>
                <w:rFonts w:hint="eastAsia"/>
                <w:lang w:val="en-US"/>
              </w:rPr>
              <w:t xml:space="preserve"> 层            地下  </w:t>
            </w:r>
            <w:bookmarkStart w:id="18" w:name="地下建筑层数"/>
            <w:r w:rsidRPr="00AC2DC3">
              <w:rPr>
                <w:rFonts w:hint="eastAsia"/>
                <w:lang w:val="en-US"/>
              </w:rPr>
              <w:t>0</w:t>
            </w:r>
            <w:bookmarkEnd w:id="18"/>
            <w:r w:rsidRPr="00AC2DC3">
              <w:rPr>
                <w:rFonts w:hint="eastAsia"/>
                <w:lang w:val="en-US"/>
              </w:rPr>
              <w:t xml:space="preserve"> 层</w:t>
            </w:r>
          </w:p>
        </w:tc>
      </w:tr>
      <w:tr w:rsidR="001B14CC" w:rsidRPr="00AC2DC3" w14:paraId="4BA2B25C" w14:textId="77777777" w:rsidTr="001B14CC">
        <w:tc>
          <w:tcPr>
            <w:tcW w:w="2448" w:type="dxa"/>
            <w:shd w:val="clear" w:color="auto" w:fill="E6E6E6"/>
          </w:tcPr>
          <w:p w14:paraId="3515E565" w14:textId="77777777"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  <w:lang w:val="en-US"/>
              </w:rPr>
              <w:t>建筑高度</w:t>
            </w:r>
          </w:p>
        </w:tc>
        <w:tc>
          <w:tcPr>
            <w:tcW w:w="6624" w:type="dxa"/>
            <w:gridSpan w:val="3"/>
          </w:tcPr>
          <w:p w14:paraId="240E175B" w14:textId="77777777"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  <w:lang w:val="en-US"/>
              </w:rPr>
              <w:t xml:space="preserve">地上  </w:t>
            </w:r>
            <w:bookmarkStart w:id="19" w:name="地上建筑高度"/>
            <w:r w:rsidRPr="00AC2DC3">
              <w:rPr>
                <w:rFonts w:hint="eastAsia"/>
                <w:lang w:val="en-US"/>
              </w:rPr>
              <w:t>8.94</w:t>
            </w:r>
            <w:bookmarkEnd w:id="19"/>
            <w:r w:rsidRPr="00AC2DC3">
              <w:rPr>
                <w:rFonts w:hint="eastAsia"/>
                <w:lang w:val="en-US"/>
              </w:rPr>
              <w:t xml:space="preserve"> m</w:t>
            </w:r>
            <w:r w:rsidRPr="00AC2DC3">
              <w:rPr>
                <w:rFonts w:hint="eastAsia"/>
                <w:sz w:val="16"/>
                <w:lang w:val="en-US"/>
              </w:rPr>
              <w:t xml:space="preserve"> </w:t>
            </w:r>
            <w:r w:rsidRPr="00AC2DC3">
              <w:rPr>
                <w:rFonts w:hint="eastAsia"/>
                <w:lang w:val="en-US"/>
              </w:rPr>
              <w:t xml:space="preserve">      地下  </w:t>
            </w:r>
            <w:bookmarkStart w:id="20" w:name="地下建筑高度"/>
            <w:r w:rsidRPr="00AC2DC3">
              <w:rPr>
                <w:rFonts w:hint="eastAsia"/>
                <w:lang w:val="en-US"/>
              </w:rPr>
              <w:t>0.00</w:t>
            </w:r>
            <w:bookmarkEnd w:id="20"/>
            <w:r w:rsidRPr="00AC2DC3">
              <w:rPr>
                <w:rFonts w:hint="eastAsia"/>
                <w:lang w:val="en-US"/>
              </w:rPr>
              <w:t xml:space="preserve"> m</w:t>
            </w:r>
          </w:p>
        </w:tc>
      </w:tr>
      <w:tr w:rsidR="001B14CC" w:rsidRPr="00AC2DC3" w14:paraId="4F402D81" w14:textId="77777777" w:rsidTr="001B14CC">
        <w:tc>
          <w:tcPr>
            <w:tcW w:w="2448" w:type="dxa"/>
            <w:shd w:val="clear" w:color="auto" w:fill="E6E6E6"/>
          </w:tcPr>
          <w:p w14:paraId="3BA14505" w14:textId="77777777" w:rsidR="001B14CC" w:rsidRPr="00AC2DC3" w:rsidRDefault="001B14CC" w:rsidP="0055044E">
            <w:pPr>
              <w:pStyle w:val="af0"/>
              <w:rPr>
                <w:lang w:val="en-US"/>
              </w:rPr>
            </w:pPr>
            <w:r w:rsidRPr="00AC2DC3">
              <w:rPr>
                <w:rFonts w:hint="eastAsia"/>
              </w:rPr>
              <w:t>备注</w:t>
            </w:r>
          </w:p>
        </w:tc>
        <w:tc>
          <w:tcPr>
            <w:tcW w:w="6624" w:type="dxa"/>
            <w:gridSpan w:val="3"/>
          </w:tcPr>
          <w:p w14:paraId="34E1A33D" w14:textId="77777777" w:rsidR="001B14CC" w:rsidRPr="00AC2DC3" w:rsidRDefault="001B14CC" w:rsidP="0055044E">
            <w:pPr>
              <w:pStyle w:val="af0"/>
              <w:rPr>
                <w:lang w:val="en-US"/>
              </w:rPr>
            </w:pPr>
          </w:p>
        </w:tc>
      </w:tr>
    </w:tbl>
    <w:p w14:paraId="6C1E9F9A" w14:textId="77777777" w:rsidR="001B14CC" w:rsidRPr="00AC2DC3" w:rsidRDefault="001B14CC" w:rsidP="001B14CC">
      <w:pPr>
        <w:pStyle w:val="a0"/>
        <w:ind w:firstLine="420"/>
        <w:rPr>
          <w:rFonts w:ascii="微软雅黑" w:eastAsia="微软雅黑" w:hAnsi="微软雅黑"/>
          <w:lang w:val="en-US"/>
        </w:rPr>
      </w:pPr>
    </w:p>
    <w:p w14:paraId="6DDDCCCE" w14:textId="77777777" w:rsidR="00C662A4" w:rsidRPr="00AC2DC3" w:rsidRDefault="00C662A4" w:rsidP="002A4519">
      <w:pPr>
        <w:pStyle w:val="a0"/>
        <w:ind w:firstLine="360"/>
        <w:jc w:val="center"/>
        <w:rPr>
          <w:rFonts w:ascii="微软雅黑" w:eastAsia="微软雅黑" w:hAnsi="微软雅黑"/>
          <w:sz w:val="18"/>
          <w:lang w:val="en-US"/>
        </w:rPr>
      </w:pPr>
    </w:p>
    <w:p w14:paraId="7106F065" w14:textId="77777777" w:rsidR="00837670" w:rsidRPr="00AC2DC3" w:rsidRDefault="00837670" w:rsidP="004F57F1">
      <w:pPr>
        <w:pStyle w:val="1"/>
        <w:rPr>
          <w:rFonts w:ascii="微软雅黑" w:hAnsi="微软雅黑"/>
        </w:rPr>
      </w:pPr>
      <w:bookmarkStart w:id="21" w:name="_Toc160308522"/>
      <w:r w:rsidRPr="00AC2DC3">
        <w:rPr>
          <w:rFonts w:ascii="微软雅黑" w:hAnsi="微软雅黑" w:hint="eastAsia"/>
        </w:rPr>
        <w:t>分析</w:t>
      </w:r>
      <w:r w:rsidR="00B86B1C" w:rsidRPr="00AC2DC3">
        <w:rPr>
          <w:rFonts w:ascii="微软雅黑" w:hAnsi="微软雅黑" w:hint="eastAsia"/>
        </w:rPr>
        <w:t>目的</w:t>
      </w:r>
      <w:bookmarkEnd w:id="21"/>
    </w:p>
    <w:p w14:paraId="324152BF" w14:textId="77777777" w:rsidR="00393106" w:rsidRPr="00AC2DC3" w:rsidRDefault="00393106" w:rsidP="0055044E">
      <w:pPr>
        <w:pStyle w:val="af0"/>
        <w:ind w:firstLineChars="200" w:firstLine="420"/>
      </w:pPr>
      <w:r w:rsidRPr="00AC2DC3">
        <w:rPr>
          <w:rFonts w:hint="eastAsia"/>
        </w:rPr>
        <w:t>天然光</w:t>
      </w:r>
      <w:r w:rsidR="003A2CE1" w:rsidRPr="00AC2DC3">
        <w:rPr>
          <w:rFonts w:hint="eastAsia"/>
        </w:rPr>
        <w:t>营造的光</w:t>
      </w:r>
      <w:r w:rsidR="00D60E7E" w:rsidRPr="00AC2DC3">
        <w:rPr>
          <w:rFonts w:hint="eastAsia"/>
        </w:rPr>
        <w:t>环境</w:t>
      </w:r>
      <w:r w:rsidR="003A2CE1" w:rsidRPr="00AC2DC3">
        <w:rPr>
          <w:rFonts w:hint="eastAsia"/>
        </w:rPr>
        <w:t>以</w:t>
      </w:r>
      <w:r w:rsidRPr="00AC2DC3">
        <w:rPr>
          <w:rFonts w:hint="eastAsia"/>
        </w:rPr>
        <w:t>经济、自然、宜人</w:t>
      </w:r>
      <w:r w:rsidR="003A2CE1" w:rsidRPr="00AC2DC3">
        <w:rPr>
          <w:rFonts w:hint="eastAsia"/>
        </w:rPr>
        <w:t>、不可替代等特性</w:t>
      </w:r>
      <w:r w:rsidRPr="00AC2DC3">
        <w:rPr>
          <w:rFonts w:hint="eastAsia"/>
        </w:rPr>
        <w:t>为人们所习惯和喜爱。各种光源的视觉试验结果表明，在同样照度条件下，天然光的辨认能力优于人工光</w:t>
      </w:r>
      <w:r w:rsidR="003A2CE1" w:rsidRPr="00AC2DC3">
        <w:rPr>
          <w:rFonts w:hint="eastAsia"/>
        </w:rPr>
        <w:t>。</w:t>
      </w:r>
      <w:r w:rsidR="00C832CC" w:rsidRPr="00AC2DC3">
        <w:rPr>
          <w:rFonts w:hint="eastAsia"/>
        </w:rPr>
        <w:t>天然采光不仅有利于照明节能，而且有利于增加室内外的自然信息交流，改善空间卫生环境，调节空间使用者的心情。</w:t>
      </w:r>
      <w:r w:rsidR="000739BB" w:rsidRPr="00AC2DC3">
        <w:rPr>
          <w:rFonts w:hint="eastAsia"/>
        </w:rPr>
        <w:t>在</w:t>
      </w:r>
      <w:r w:rsidRPr="00AC2DC3">
        <w:rPr>
          <w:rFonts w:hint="eastAsia"/>
        </w:rPr>
        <w:t>建筑中充分利用天然光，对于创造良好光环境、节约能源、保护环境和构建绿色建筑具有重要意义。</w:t>
      </w:r>
    </w:p>
    <w:p w14:paraId="0F102D33" w14:textId="77777777" w:rsidR="00BF5975" w:rsidRPr="00AC2DC3" w:rsidRDefault="008138E5" w:rsidP="0055044E">
      <w:pPr>
        <w:pStyle w:val="af0"/>
        <w:ind w:firstLineChars="200" w:firstLine="420"/>
      </w:pPr>
      <w:r w:rsidRPr="00AC2DC3">
        <w:rPr>
          <w:rFonts w:hint="eastAsia"/>
        </w:rPr>
        <w:t>窗的不舒适眩光是评价采光质量的重要指标</w:t>
      </w:r>
      <w:r w:rsidRPr="00AC2DC3">
        <w:t>，</w:t>
      </w:r>
      <w:r w:rsidR="000A7482" w:rsidRPr="00AC2DC3">
        <w:t>绿色建筑评价中</w:t>
      </w:r>
      <w:r w:rsidRPr="00AC2DC3">
        <w:t>也要求对主要功能房间有合理的控制眩光的措施。</w:t>
      </w:r>
      <w:r w:rsidR="00393106" w:rsidRPr="00AC2DC3">
        <w:t>本分析报告以</w:t>
      </w:r>
      <w:r w:rsidR="00C851CF" w:rsidRPr="00AC2DC3">
        <w:t>相关标准为依据</w:t>
      </w:r>
      <w:r w:rsidRPr="00AC2DC3">
        <w:t>，</w:t>
      </w:r>
      <w:r w:rsidR="00393106" w:rsidRPr="00AC2DC3">
        <w:t>采用</w:t>
      </w:r>
      <w:r w:rsidR="00C15DF5" w:rsidRPr="00AC2DC3">
        <w:t>DALI</w:t>
      </w:r>
      <w:r w:rsidR="00393106" w:rsidRPr="00AC2DC3">
        <w:t>软</w:t>
      </w:r>
      <w:r w:rsidR="00393106" w:rsidRPr="00AC2DC3">
        <w:rPr>
          <w:rFonts w:hint="eastAsia"/>
        </w:rPr>
        <w:t>件进行采光模拟，分析</w:t>
      </w:r>
      <w:r w:rsidRPr="00AC2DC3">
        <w:rPr>
          <w:rFonts w:hint="eastAsia"/>
        </w:rPr>
        <w:t>项目主要功能房间</w:t>
      </w:r>
      <w:r w:rsidRPr="00AC2DC3">
        <w:rPr>
          <w:rFonts w:hint="eastAsia"/>
          <w:b/>
        </w:rPr>
        <w:t>眩光指数</w:t>
      </w:r>
      <w:r w:rsidR="00423774" w:rsidRPr="00AC2DC3">
        <w:rPr>
          <w:rFonts w:hint="eastAsia"/>
        </w:rPr>
        <w:t>、</w:t>
      </w:r>
      <w:r w:rsidR="00423774" w:rsidRPr="00AC2DC3">
        <w:rPr>
          <w:rFonts w:hint="eastAsia"/>
          <w:b/>
        </w:rPr>
        <w:t>采光均匀度</w:t>
      </w:r>
      <w:r w:rsidRPr="00AC2DC3">
        <w:rPr>
          <w:rFonts w:hint="eastAsia"/>
        </w:rPr>
        <w:t>，</w:t>
      </w:r>
      <w:r w:rsidR="00141170" w:rsidRPr="00AC2DC3">
        <w:rPr>
          <w:rFonts w:hint="eastAsia"/>
        </w:rPr>
        <w:t>并给出</w:t>
      </w:r>
      <w:r w:rsidR="00C851CF" w:rsidRPr="00AC2DC3">
        <w:rPr>
          <w:rFonts w:hint="eastAsia"/>
        </w:rPr>
        <w:t>绿色建筑评估所需要的</w:t>
      </w:r>
      <w:r w:rsidR="00141170" w:rsidRPr="00AC2DC3">
        <w:rPr>
          <w:rFonts w:hint="eastAsia"/>
        </w:rPr>
        <w:t>评价分值</w:t>
      </w:r>
      <w:r w:rsidR="000B51D1" w:rsidRPr="00AC2DC3">
        <w:rPr>
          <w:rFonts w:hint="eastAsia"/>
        </w:rPr>
        <w:t>。</w:t>
      </w:r>
    </w:p>
    <w:p w14:paraId="7AA2BFC3" w14:textId="77777777" w:rsidR="00B86B1C" w:rsidRPr="00AC2DC3" w:rsidRDefault="00180509" w:rsidP="004F57F1">
      <w:pPr>
        <w:pStyle w:val="1"/>
        <w:rPr>
          <w:rFonts w:ascii="微软雅黑" w:hAnsi="微软雅黑"/>
        </w:rPr>
      </w:pPr>
      <w:bookmarkStart w:id="22" w:name="_Toc160308523"/>
      <w:r w:rsidRPr="00AC2DC3">
        <w:rPr>
          <w:rFonts w:ascii="微软雅黑" w:hAnsi="微软雅黑" w:hint="eastAsia"/>
        </w:rPr>
        <w:t>分析依据</w:t>
      </w:r>
      <w:bookmarkEnd w:id="22"/>
    </w:p>
    <w:p w14:paraId="50A38B8F" w14:textId="77777777" w:rsidR="000A6EC1" w:rsidRPr="00AC2DC3" w:rsidRDefault="0078389D" w:rsidP="006D1684">
      <w:pPr>
        <w:pStyle w:val="2"/>
        <w:rPr>
          <w:rFonts w:ascii="微软雅黑" w:hAnsi="微软雅黑"/>
        </w:rPr>
      </w:pPr>
      <w:bookmarkStart w:id="23" w:name="_Toc160308524"/>
      <w:r w:rsidRPr="00AC2DC3">
        <w:rPr>
          <w:rFonts w:ascii="微软雅黑" w:hAnsi="微软雅黑" w:hint="eastAsia"/>
        </w:rPr>
        <w:t>标准</w:t>
      </w:r>
      <w:r w:rsidR="00180509" w:rsidRPr="00AC2DC3">
        <w:rPr>
          <w:rFonts w:ascii="微软雅黑" w:hAnsi="微软雅黑" w:hint="eastAsia"/>
        </w:rPr>
        <w:t>依据</w:t>
      </w:r>
      <w:bookmarkEnd w:id="23"/>
    </w:p>
    <w:p w14:paraId="2D2DC032" w14:textId="77777777" w:rsidR="00165728" w:rsidRPr="00AC2DC3" w:rsidRDefault="00180509" w:rsidP="00165728">
      <w:pPr>
        <w:pStyle w:val="a0"/>
        <w:numPr>
          <w:ilvl w:val="0"/>
          <w:numId w:val="42"/>
        </w:numPr>
        <w:snapToGrid w:val="0"/>
        <w:spacing w:line="240" w:lineRule="auto"/>
        <w:ind w:left="902" w:firstLineChars="0"/>
        <w:rPr>
          <w:rFonts w:ascii="微软雅黑" w:eastAsia="微软雅黑" w:hAnsi="微软雅黑"/>
          <w:lang w:val="en-US"/>
        </w:rPr>
      </w:pPr>
      <w:r w:rsidRPr="00AC2DC3">
        <w:rPr>
          <w:rFonts w:ascii="微软雅黑" w:eastAsia="微软雅黑" w:hAnsi="微软雅黑"/>
          <w:lang w:val="en-US"/>
        </w:rPr>
        <w:t>《绿色建筑评价标准》</w:t>
      </w:r>
      <w:r w:rsidR="00E3796F" w:rsidRPr="00AC2DC3">
        <w:rPr>
          <w:rFonts w:ascii="微软雅黑" w:eastAsia="微软雅黑" w:hAnsi="微软雅黑"/>
          <w:lang w:val="en-US"/>
        </w:rPr>
        <w:t>GB</w:t>
      </w:r>
      <w:r w:rsidRPr="00AC2DC3">
        <w:rPr>
          <w:rFonts w:ascii="微软雅黑" w:eastAsia="微软雅黑" w:hAnsi="微软雅黑"/>
          <w:lang w:val="en-US"/>
        </w:rPr>
        <w:t>/</w:t>
      </w:r>
      <w:r w:rsidR="000F48FD" w:rsidRPr="00AC2DC3">
        <w:rPr>
          <w:rFonts w:ascii="微软雅黑" w:eastAsia="微软雅黑" w:hAnsi="微软雅黑"/>
          <w:lang w:val="en-US"/>
        </w:rPr>
        <w:t>T 50378</w:t>
      </w:r>
      <w:r w:rsidRPr="00AC2DC3">
        <w:rPr>
          <w:rFonts w:ascii="微软雅黑" w:eastAsia="微软雅黑" w:hAnsi="微软雅黑"/>
          <w:lang w:val="en-US"/>
        </w:rPr>
        <w:t>-201</w:t>
      </w:r>
      <w:r w:rsidR="00725EDE" w:rsidRPr="00AC2DC3">
        <w:rPr>
          <w:rFonts w:ascii="微软雅黑" w:eastAsia="微软雅黑" w:hAnsi="微软雅黑"/>
          <w:lang w:val="en-US"/>
        </w:rPr>
        <w:t>9</w:t>
      </w:r>
    </w:p>
    <w:p w14:paraId="4F33106F" w14:textId="77777777" w:rsidR="00180509" w:rsidRPr="00AC2DC3" w:rsidRDefault="00165728" w:rsidP="005544E9">
      <w:pPr>
        <w:pStyle w:val="a0"/>
        <w:numPr>
          <w:ilvl w:val="0"/>
          <w:numId w:val="42"/>
        </w:numPr>
        <w:snapToGrid w:val="0"/>
        <w:spacing w:line="240" w:lineRule="auto"/>
        <w:ind w:left="902" w:firstLineChars="0"/>
        <w:rPr>
          <w:rFonts w:ascii="微软雅黑" w:eastAsia="微软雅黑" w:hAnsi="微软雅黑"/>
          <w:lang w:val="en-US"/>
        </w:rPr>
      </w:pPr>
      <w:r w:rsidRPr="00AC2DC3">
        <w:rPr>
          <w:rFonts w:ascii="微软雅黑" w:eastAsia="微软雅黑" w:hAnsi="微软雅黑"/>
          <w:lang w:val="en-US"/>
        </w:rPr>
        <w:t>《建筑采光设计标准》</w:t>
      </w:r>
      <w:r w:rsidRPr="00AC2DC3">
        <w:rPr>
          <w:rFonts w:ascii="微软雅黑" w:eastAsia="微软雅黑" w:hAnsi="微软雅黑"/>
          <w:kern w:val="2"/>
          <w:lang w:val="en-US"/>
        </w:rPr>
        <w:t>GB 50033-2013</w:t>
      </w:r>
    </w:p>
    <w:p w14:paraId="750A5D18" w14:textId="77777777" w:rsidR="006250A7" w:rsidRPr="00AC2DC3" w:rsidRDefault="006250A7" w:rsidP="006250A7">
      <w:pPr>
        <w:pStyle w:val="a0"/>
        <w:numPr>
          <w:ilvl w:val="0"/>
          <w:numId w:val="42"/>
        </w:numPr>
        <w:snapToGrid w:val="0"/>
        <w:spacing w:line="240" w:lineRule="auto"/>
        <w:ind w:left="902" w:firstLineChars="0"/>
        <w:rPr>
          <w:rFonts w:ascii="微软雅黑" w:eastAsia="微软雅黑" w:hAnsi="微软雅黑"/>
          <w:lang w:val="en-US"/>
        </w:rPr>
      </w:pPr>
      <w:r w:rsidRPr="00AC2DC3">
        <w:rPr>
          <w:rFonts w:ascii="微软雅黑" w:eastAsia="微软雅黑" w:hAnsi="微软雅黑" w:hint="eastAsia"/>
          <w:lang w:val="en-US"/>
        </w:rPr>
        <w:t>《绿色建筑评价标准技术细则2019》</w:t>
      </w:r>
    </w:p>
    <w:p w14:paraId="29A25BB4" w14:textId="77777777" w:rsidR="00180509" w:rsidRPr="00AC2DC3" w:rsidRDefault="00C15DF5" w:rsidP="006250A7">
      <w:pPr>
        <w:pStyle w:val="a0"/>
        <w:numPr>
          <w:ilvl w:val="0"/>
          <w:numId w:val="42"/>
        </w:numPr>
        <w:snapToGrid w:val="0"/>
        <w:spacing w:line="240" w:lineRule="auto"/>
        <w:ind w:left="902" w:firstLineChars="0"/>
        <w:rPr>
          <w:rFonts w:ascii="微软雅黑" w:eastAsia="微软雅黑" w:hAnsi="微软雅黑"/>
          <w:lang w:val="en-US"/>
        </w:rPr>
      </w:pPr>
      <w:r w:rsidRPr="00AC2DC3">
        <w:rPr>
          <w:rFonts w:ascii="微软雅黑" w:eastAsia="微软雅黑" w:hAnsi="微软雅黑"/>
          <w:lang w:val="en-US"/>
        </w:rPr>
        <w:t>《</w:t>
      </w:r>
      <w:r w:rsidR="00444C49" w:rsidRPr="00AC2DC3">
        <w:rPr>
          <w:rFonts w:ascii="微软雅黑" w:eastAsia="微软雅黑" w:hAnsi="微软雅黑"/>
          <w:lang w:val="en-US"/>
        </w:rPr>
        <w:t>采光测量方法》</w:t>
      </w:r>
      <w:r w:rsidR="00180509" w:rsidRPr="00AC2DC3">
        <w:rPr>
          <w:rFonts w:ascii="微软雅黑" w:eastAsia="微软雅黑" w:hAnsi="微软雅黑"/>
          <w:lang w:val="en-US"/>
        </w:rPr>
        <w:t>GB/T5699-20</w:t>
      </w:r>
      <w:r w:rsidR="003E0DEF" w:rsidRPr="00AC2DC3">
        <w:rPr>
          <w:rFonts w:ascii="微软雅黑" w:eastAsia="微软雅黑" w:hAnsi="微软雅黑"/>
          <w:lang w:val="en-US"/>
        </w:rPr>
        <w:t>17</w:t>
      </w:r>
    </w:p>
    <w:p w14:paraId="54A4D724" w14:textId="77777777" w:rsidR="00180509" w:rsidRPr="00AC2DC3" w:rsidRDefault="00180509" w:rsidP="006250A7">
      <w:pPr>
        <w:pStyle w:val="a0"/>
        <w:numPr>
          <w:ilvl w:val="0"/>
          <w:numId w:val="42"/>
        </w:numPr>
        <w:snapToGrid w:val="0"/>
        <w:spacing w:line="240" w:lineRule="auto"/>
        <w:ind w:left="902" w:firstLineChars="0"/>
        <w:rPr>
          <w:rFonts w:ascii="微软雅黑" w:eastAsia="微软雅黑" w:hAnsi="微软雅黑"/>
          <w:lang w:val="en-US"/>
        </w:rPr>
      </w:pPr>
      <w:r w:rsidRPr="00AC2DC3">
        <w:rPr>
          <w:rFonts w:ascii="微软雅黑" w:eastAsia="微软雅黑" w:hAnsi="微软雅黑"/>
          <w:lang w:val="en-US"/>
        </w:rPr>
        <w:t>委托方提供的项目总平面图、建筑设计图纸、设计效果图等图纸资料</w:t>
      </w:r>
    </w:p>
    <w:p w14:paraId="52DE563F" w14:textId="77777777" w:rsidR="00180509" w:rsidRPr="00AC2DC3" w:rsidRDefault="00180509" w:rsidP="006250A7">
      <w:pPr>
        <w:pStyle w:val="a0"/>
        <w:numPr>
          <w:ilvl w:val="0"/>
          <w:numId w:val="42"/>
        </w:numPr>
        <w:snapToGrid w:val="0"/>
        <w:spacing w:line="240" w:lineRule="auto"/>
        <w:ind w:left="902" w:firstLineChars="0"/>
        <w:rPr>
          <w:rFonts w:ascii="微软雅黑" w:eastAsia="微软雅黑" w:hAnsi="微软雅黑"/>
          <w:lang w:val="en-US"/>
        </w:rPr>
      </w:pPr>
      <w:r w:rsidRPr="00AC2DC3">
        <w:rPr>
          <w:rFonts w:ascii="微软雅黑" w:eastAsia="微软雅黑" w:hAnsi="微软雅黑"/>
          <w:lang w:val="en-US"/>
        </w:rPr>
        <w:t>委托方提供的其它相关资料</w:t>
      </w:r>
      <w:r w:rsidR="00A14ECB" w:rsidRPr="00AC2DC3">
        <w:rPr>
          <w:rFonts w:ascii="微软雅黑" w:eastAsia="微软雅黑" w:hAnsi="微软雅黑"/>
          <w:lang w:val="en-US"/>
        </w:rPr>
        <w:t xml:space="preserve"> </w:t>
      </w:r>
    </w:p>
    <w:p w14:paraId="369F8461" w14:textId="77777777" w:rsidR="00D02D59" w:rsidRPr="00AC2DC3" w:rsidRDefault="002A4519" w:rsidP="006D1684">
      <w:pPr>
        <w:pStyle w:val="2"/>
        <w:rPr>
          <w:rFonts w:ascii="微软雅黑" w:hAnsi="微软雅黑"/>
        </w:rPr>
      </w:pPr>
      <w:bookmarkStart w:id="24" w:name="_Toc160308525"/>
      <w:r w:rsidRPr="00AC2DC3">
        <w:rPr>
          <w:rFonts w:ascii="微软雅黑" w:hAnsi="微软雅黑" w:hint="eastAsia"/>
        </w:rPr>
        <w:t>标准要求</w:t>
      </w:r>
      <w:bookmarkEnd w:id="24"/>
    </w:p>
    <w:p w14:paraId="20A660BF" w14:textId="77777777" w:rsidR="00D02D59" w:rsidRPr="00AC2DC3" w:rsidRDefault="00D02D59" w:rsidP="0055044E">
      <w:pPr>
        <w:pStyle w:val="af0"/>
        <w:ind w:firstLineChars="200" w:firstLine="420"/>
        <w:rPr>
          <w:lang w:val="en-US"/>
        </w:rPr>
      </w:pPr>
      <w:r w:rsidRPr="00AC2DC3">
        <w:rPr>
          <w:lang w:val="en-US"/>
        </w:rPr>
        <w:t>本报告</w:t>
      </w:r>
      <w:r w:rsidR="00504F54" w:rsidRPr="00AC2DC3">
        <w:rPr>
          <w:lang w:val="en-US"/>
        </w:rPr>
        <w:t>以《建筑采光设计标准》GB</w:t>
      </w:r>
      <w:r w:rsidR="000F48FD" w:rsidRPr="00AC2DC3">
        <w:rPr>
          <w:lang w:val="en-US"/>
        </w:rPr>
        <w:t xml:space="preserve"> </w:t>
      </w:r>
      <w:r w:rsidR="00504F54" w:rsidRPr="00AC2DC3">
        <w:rPr>
          <w:lang w:val="en-US"/>
        </w:rPr>
        <w:t>50033-2013为计算</w:t>
      </w:r>
      <w:r w:rsidR="00332086" w:rsidRPr="00AC2DC3">
        <w:rPr>
          <w:lang w:val="en-US"/>
        </w:rPr>
        <w:t>依据</w:t>
      </w:r>
      <w:r w:rsidR="00504F54" w:rsidRPr="00AC2DC3">
        <w:rPr>
          <w:lang w:val="en-US"/>
        </w:rPr>
        <w:t>，以</w:t>
      </w:r>
      <w:r w:rsidR="00332086" w:rsidRPr="00AC2DC3">
        <w:rPr>
          <w:lang w:val="en-US"/>
        </w:rPr>
        <w:t>《绿色建筑评价标准》GB/T 50378－201</w:t>
      </w:r>
      <w:r w:rsidR="00725EDE" w:rsidRPr="00AC2DC3">
        <w:rPr>
          <w:lang w:val="en-US"/>
        </w:rPr>
        <w:t>9</w:t>
      </w:r>
      <w:r w:rsidR="00504F54" w:rsidRPr="00AC2DC3">
        <w:rPr>
          <w:lang w:val="en-US"/>
        </w:rPr>
        <w:t>为评价依据</w:t>
      </w:r>
      <w:r w:rsidRPr="00AC2DC3">
        <w:rPr>
          <w:lang w:val="en-US"/>
        </w:rPr>
        <w:t>。</w:t>
      </w:r>
    </w:p>
    <w:p w14:paraId="29DA3B42" w14:textId="77777777" w:rsidR="008138E5" w:rsidRPr="00AC2DC3" w:rsidRDefault="006E2DB9" w:rsidP="008138E5">
      <w:pPr>
        <w:pStyle w:val="ab"/>
        <w:spacing w:line="360" w:lineRule="auto"/>
        <w:ind w:left="180" w:right="180" w:firstLine="420"/>
        <w:rPr>
          <w:rFonts w:ascii="微软雅黑" w:hAnsi="微软雅黑"/>
          <w:b/>
          <w:kern w:val="0"/>
          <w:sz w:val="21"/>
          <w:szCs w:val="20"/>
        </w:rPr>
      </w:pPr>
      <w:r w:rsidRPr="00AC2DC3">
        <w:rPr>
          <w:rFonts w:ascii="微软雅黑" w:hAnsi="微软雅黑" w:hint="eastAsia"/>
          <w:b/>
          <w:kern w:val="0"/>
          <w:sz w:val="21"/>
          <w:szCs w:val="20"/>
        </w:rPr>
        <w:t>■ 《建筑采光设计标准》GB</w:t>
      </w:r>
      <w:r w:rsidR="000F48FD" w:rsidRPr="00AC2DC3">
        <w:rPr>
          <w:rFonts w:ascii="微软雅黑" w:hAnsi="微软雅黑" w:hint="eastAsia"/>
          <w:b/>
          <w:kern w:val="0"/>
          <w:sz w:val="21"/>
          <w:szCs w:val="20"/>
        </w:rPr>
        <w:t xml:space="preserve"> </w:t>
      </w:r>
      <w:r w:rsidRPr="00AC2DC3">
        <w:rPr>
          <w:rFonts w:ascii="微软雅黑" w:hAnsi="微软雅黑" w:hint="eastAsia"/>
          <w:b/>
          <w:kern w:val="0"/>
          <w:sz w:val="21"/>
          <w:szCs w:val="20"/>
        </w:rPr>
        <w:t>50033-2013</w:t>
      </w:r>
      <w:r w:rsidR="00AB5572" w:rsidRPr="00AC2DC3">
        <w:rPr>
          <w:rFonts w:ascii="微软雅黑" w:hAnsi="微软雅黑" w:hint="eastAsia"/>
          <w:b/>
          <w:kern w:val="0"/>
          <w:sz w:val="21"/>
          <w:szCs w:val="20"/>
        </w:rPr>
        <w:t>规定</w:t>
      </w:r>
      <w:r w:rsidR="008138E5" w:rsidRPr="00AC2DC3">
        <w:rPr>
          <w:rFonts w:ascii="微软雅黑" w:hAnsi="微软雅黑" w:hint="eastAsia"/>
          <w:b/>
          <w:kern w:val="0"/>
          <w:sz w:val="21"/>
          <w:szCs w:val="20"/>
        </w:rPr>
        <w:t>：</w:t>
      </w:r>
    </w:p>
    <w:p w14:paraId="34200B79" w14:textId="77777777" w:rsidR="008138E5" w:rsidRPr="00AC2DC3" w:rsidRDefault="008138E5" w:rsidP="0055044E">
      <w:pPr>
        <w:pStyle w:val="af0"/>
        <w:ind w:firstLineChars="200" w:firstLine="420"/>
      </w:pPr>
      <w:r w:rsidRPr="00AC2DC3">
        <w:rPr>
          <w:rFonts w:hint="eastAsia"/>
        </w:rPr>
        <w:lastRenderedPageBreak/>
        <w:t>窗的不舒适眩光指数不宜高于表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AC2DC3">
          <w:rPr>
            <w:rFonts w:hint="eastAsia"/>
          </w:rPr>
          <w:t>5.0.3</w:t>
        </w:r>
      </w:smartTag>
      <w:r w:rsidRPr="00AC2DC3">
        <w:rPr>
          <w:rFonts w:hint="eastAsia"/>
        </w:rPr>
        <w:t>规定的数值。</w:t>
      </w:r>
    </w:p>
    <w:p w14:paraId="4C64F926" w14:textId="77777777" w:rsidR="008138E5" w:rsidRPr="00AC2DC3" w:rsidRDefault="008138E5" w:rsidP="0055044E">
      <w:pPr>
        <w:pStyle w:val="af0"/>
        <w:jc w:val="center"/>
      </w:pPr>
      <w:r w:rsidRPr="00AC2DC3">
        <w:rPr>
          <w:rFonts w:hint="eastAsia"/>
        </w:rPr>
        <w:t>表</w:t>
      </w:r>
      <w:smartTag w:uri="urn:schemas-microsoft-com:office:smarttags" w:element="chsdate">
        <w:smartTagPr>
          <w:attr w:name="Year" w:val="1899"/>
          <w:attr w:name="Month" w:val="12"/>
          <w:attr w:name="Day" w:val="30"/>
          <w:attr w:name="IsLunarDate" w:val="False"/>
          <w:attr w:name="IsROCDate" w:val="False"/>
        </w:smartTagPr>
        <w:r w:rsidRPr="00AC2DC3">
          <w:rPr>
            <w:rFonts w:hint="eastAsia"/>
          </w:rPr>
          <w:t>5.0.3</w:t>
        </w:r>
      </w:smartTag>
      <w:r w:rsidRPr="00AC2DC3">
        <w:rPr>
          <w:rFonts w:hint="eastAsia"/>
        </w:rPr>
        <w:t xml:space="preserve"> 窗的不舒适眩光指数（DGI）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21"/>
        <w:gridCol w:w="4401"/>
      </w:tblGrid>
      <w:tr w:rsidR="008138E5" w:rsidRPr="00AC2DC3" w14:paraId="35AA9D20" w14:textId="77777777" w:rsidTr="00F20DE5">
        <w:trPr>
          <w:trHeight w:val="435"/>
          <w:jc w:val="center"/>
        </w:trPr>
        <w:tc>
          <w:tcPr>
            <w:tcW w:w="4121" w:type="dxa"/>
            <w:vAlign w:val="center"/>
          </w:tcPr>
          <w:p w14:paraId="58B6F8A0" w14:textId="77777777" w:rsidR="008138E5" w:rsidRPr="00AC2DC3" w:rsidRDefault="008138E5" w:rsidP="0055044E">
            <w:pPr>
              <w:pStyle w:val="af0"/>
              <w:jc w:val="center"/>
              <w:rPr>
                <w:kern w:val="2"/>
              </w:rPr>
            </w:pPr>
            <w:r w:rsidRPr="00AC2DC3">
              <w:t>采光等级</w:t>
            </w:r>
          </w:p>
        </w:tc>
        <w:tc>
          <w:tcPr>
            <w:tcW w:w="4401" w:type="dxa"/>
            <w:vAlign w:val="center"/>
          </w:tcPr>
          <w:p w14:paraId="7E6CF973" w14:textId="77777777" w:rsidR="008138E5" w:rsidRPr="00AC2DC3" w:rsidRDefault="008138E5" w:rsidP="0055044E">
            <w:pPr>
              <w:pStyle w:val="af0"/>
              <w:jc w:val="center"/>
              <w:rPr>
                <w:kern w:val="2"/>
              </w:rPr>
            </w:pPr>
            <w:r w:rsidRPr="00AC2DC3">
              <w:t>眩光指数值DGI</w:t>
            </w:r>
          </w:p>
        </w:tc>
      </w:tr>
      <w:tr w:rsidR="008138E5" w:rsidRPr="00AC2DC3" w14:paraId="523596B3" w14:textId="77777777" w:rsidTr="00F20DE5">
        <w:trPr>
          <w:trHeight w:val="399"/>
          <w:jc w:val="center"/>
        </w:trPr>
        <w:tc>
          <w:tcPr>
            <w:tcW w:w="4121" w:type="dxa"/>
            <w:vAlign w:val="center"/>
          </w:tcPr>
          <w:p w14:paraId="6D5AA146" w14:textId="77777777" w:rsidR="008138E5" w:rsidRPr="00AC2DC3" w:rsidRDefault="008138E5" w:rsidP="0055044E">
            <w:pPr>
              <w:pStyle w:val="af0"/>
              <w:jc w:val="center"/>
            </w:pPr>
            <w:r w:rsidRPr="00AC2DC3">
              <w:rPr>
                <w:rFonts w:cs="宋体" w:hint="eastAsia"/>
              </w:rPr>
              <w:t>Ⅰ</w:t>
            </w:r>
          </w:p>
        </w:tc>
        <w:tc>
          <w:tcPr>
            <w:tcW w:w="4401" w:type="dxa"/>
            <w:vAlign w:val="center"/>
          </w:tcPr>
          <w:p w14:paraId="48E9F3AA" w14:textId="77777777" w:rsidR="008138E5" w:rsidRPr="00AC2DC3" w:rsidRDefault="008138E5" w:rsidP="0055044E">
            <w:pPr>
              <w:pStyle w:val="af0"/>
              <w:jc w:val="center"/>
            </w:pPr>
            <w:r w:rsidRPr="00AC2DC3">
              <w:t>20</w:t>
            </w:r>
          </w:p>
        </w:tc>
      </w:tr>
      <w:tr w:rsidR="008138E5" w:rsidRPr="00AC2DC3" w14:paraId="3E9B7E1F" w14:textId="77777777" w:rsidTr="00F20DE5">
        <w:trPr>
          <w:trHeight w:val="399"/>
          <w:jc w:val="center"/>
        </w:trPr>
        <w:tc>
          <w:tcPr>
            <w:tcW w:w="4121" w:type="dxa"/>
            <w:vAlign w:val="center"/>
          </w:tcPr>
          <w:p w14:paraId="6CE337FA" w14:textId="77777777" w:rsidR="008138E5" w:rsidRPr="00AC2DC3" w:rsidRDefault="008138E5" w:rsidP="0055044E">
            <w:pPr>
              <w:pStyle w:val="af0"/>
              <w:jc w:val="center"/>
            </w:pPr>
            <w:r w:rsidRPr="00AC2DC3">
              <w:rPr>
                <w:rFonts w:cs="宋体" w:hint="eastAsia"/>
              </w:rPr>
              <w:t>Ⅱ</w:t>
            </w:r>
          </w:p>
        </w:tc>
        <w:tc>
          <w:tcPr>
            <w:tcW w:w="4401" w:type="dxa"/>
            <w:vAlign w:val="center"/>
          </w:tcPr>
          <w:p w14:paraId="63E761B0" w14:textId="77777777" w:rsidR="008138E5" w:rsidRPr="00AC2DC3" w:rsidRDefault="008138E5" w:rsidP="0055044E">
            <w:pPr>
              <w:pStyle w:val="af0"/>
              <w:jc w:val="center"/>
            </w:pPr>
            <w:r w:rsidRPr="00AC2DC3">
              <w:t>23</w:t>
            </w:r>
          </w:p>
        </w:tc>
      </w:tr>
      <w:tr w:rsidR="008138E5" w:rsidRPr="00AC2DC3" w14:paraId="013DB970" w14:textId="77777777" w:rsidTr="00F20DE5">
        <w:trPr>
          <w:trHeight w:val="399"/>
          <w:jc w:val="center"/>
        </w:trPr>
        <w:tc>
          <w:tcPr>
            <w:tcW w:w="4121" w:type="dxa"/>
            <w:vAlign w:val="center"/>
          </w:tcPr>
          <w:p w14:paraId="6E42354A" w14:textId="77777777" w:rsidR="008138E5" w:rsidRPr="00AC2DC3" w:rsidRDefault="008138E5" w:rsidP="0055044E">
            <w:pPr>
              <w:pStyle w:val="af0"/>
              <w:jc w:val="center"/>
            </w:pPr>
            <w:r w:rsidRPr="00AC2DC3">
              <w:rPr>
                <w:rFonts w:cs="宋体" w:hint="eastAsia"/>
              </w:rPr>
              <w:t>Ⅲ</w:t>
            </w:r>
          </w:p>
        </w:tc>
        <w:tc>
          <w:tcPr>
            <w:tcW w:w="4401" w:type="dxa"/>
            <w:vAlign w:val="center"/>
          </w:tcPr>
          <w:p w14:paraId="7D034367" w14:textId="77777777" w:rsidR="008138E5" w:rsidRPr="00AC2DC3" w:rsidRDefault="008138E5" w:rsidP="0055044E">
            <w:pPr>
              <w:pStyle w:val="af0"/>
              <w:jc w:val="center"/>
            </w:pPr>
            <w:r w:rsidRPr="00AC2DC3">
              <w:t>25</w:t>
            </w:r>
          </w:p>
        </w:tc>
      </w:tr>
      <w:tr w:rsidR="008138E5" w:rsidRPr="00AC2DC3" w14:paraId="726AA65F" w14:textId="77777777" w:rsidTr="00F20DE5">
        <w:trPr>
          <w:trHeight w:val="399"/>
          <w:jc w:val="center"/>
        </w:trPr>
        <w:tc>
          <w:tcPr>
            <w:tcW w:w="4121" w:type="dxa"/>
            <w:vAlign w:val="center"/>
          </w:tcPr>
          <w:p w14:paraId="37FFAA45" w14:textId="77777777" w:rsidR="008138E5" w:rsidRPr="00AC2DC3" w:rsidRDefault="008138E5" w:rsidP="0055044E">
            <w:pPr>
              <w:pStyle w:val="af0"/>
              <w:jc w:val="center"/>
            </w:pPr>
            <w:r w:rsidRPr="00AC2DC3">
              <w:rPr>
                <w:rFonts w:cs="宋体" w:hint="eastAsia"/>
              </w:rPr>
              <w:t>Ⅳ</w:t>
            </w:r>
          </w:p>
        </w:tc>
        <w:tc>
          <w:tcPr>
            <w:tcW w:w="4401" w:type="dxa"/>
            <w:vAlign w:val="center"/>
          </w:tcPr>
          <w:p w14:paraId="6633F5D4" w14:textId="77777777" w:rsidR="008138E5" w:rsidRPr="00AC2DC3" w:rsidRDefault="008138E5" w:rsidP="0055044E">
            <w:pPr>
              <w:pStyle w:val="af0"/>
              <w:jc w:val="center"/>
              <w:rPr>
                <w:kern w:val="2"/>
              </w:rPr>
            </w:pPr>
            <w:r w:rsidRPr="00AC2DC3">
              <w:t>27</w:t>
            </w:r>
          </w:p>
        </w:tc>
      </w:tr>
      <w:tr w:rsidR="008138E5" w:rsidRPr="00AC2DC3" w14:paraId="03989465" w14:textId="77777777" w:rsidTr="00F20DE5">
        <w:trPr>
          <w:trHeight w:val="399"/>
          <w:jc w:val="center"/>
        </w:trPr>
        <w:tc>
          <w:tcPr>
            <w:tcW w:w="4121" w:type="dxa"/>
            <w:vAlign w:val="center"/>
          </w:tcPr>
          <w:p w14:paraId="007D7AFC" w14:textId="77777777" w:rsidR="008138E5" w:rsidRPr="00AC2DC3" w:rsidRDefault="008138E5" w:rsidP="0055044E">
            <w:pPr>
              <w:pStyle w:val="af0"/>
              <w:jc w:val="center"/>
            </w:pPr>
            <w:r w:rsidRPr="00AC2DC3">
              <w:rPr>
                <w:rFonts w:cs="宋体" w:hint="eastAsia"/>
              </w:rPr>
              <w:t>Ⅴ</w:t>
            </w:r>
          </w:p>
        </w:tc>
        <w:tc>
          <w:tcPr>
            <w:tcW w:w="4401" w:type="dxa"/>
            <w:vAlign w:val="center"/>
          </w:tcPr>
          <w:p w14:paraId="68E3BB62" w14:textId="77777777" w:rsidR="008138E5" w:rsidRPr="00AC2DC3" w:rsidRDefault="008138E5" w:rsidP="0055044E">
            <w:pPr>
              <w:pStyle w:val="af0"/>
              <w:jc w:val="center"/>
            </w:pPr>
            <w:r w:rsidRPr="00AC2DC3">
              <w:t>28</w:t>
            </w:r>
          </w:p>
        </w:tc>
      </w:tr>
    </w:tbl>
    <w:p w14:paraId="0F8193F4" w14:textId="77777777" w:rsidR="008138E5" w:rsidRPr="00AC2DC3" w:rsidRDefault="008138E5" w:rsidP="008138E5">
      <w:pPr>
        <w:pStyle w:val="ab"/>
        <w:spacing w:line="360" w:lineRule="auto"/>
        <w:ind w:left="180" w:right="180" w:firstLine="420"/>
        <w:rPr>
          <w:rFonts w:ascii="微软雅黑" w:hAnsi="微软雅黑"/>
          <w:kern w:val="0"/>
          <w:sz w:val="21"/>
          <w:szCs w:val="21"/>
        </w:rPr>
      </w:pPr>
    </w:p>
    <w:p w14:paraId="7915A006" w14:textId="77777777" w:rsidR="00E278C1" w:rsidRPr="00AC2DC3" w:rsidRDefault="006E2DB9" w:rsidP="0055044E">
      <w:pPr>
        <w:ind w:left="180" w:right="180"/>
        <w:jc w:val="left"/>
        <w:rPr>
          <w:b/>
          <w:lang w:val="en-US"/>
        </w:rPr>
      </w:pPr>
      <w:r w:rsidRPr="00AC2DC3">
        <w:rPr>
          <w:rFonts w:hint="eastAsia"/>
          <w:b/>
          <w:lang w:val="en-US"/>
        </w:rPr>
        <w:t>■ 《绿色建筑评价标准》</w:t>
      </w:r>
      <w:r w:rsidR="000F48FD" w:rsidRPr="00AC2DC3">
        <w:rPr>
          <w:rFonts w:hint="eastAsia"/>
          <w:b/>
          <w:lang w:val="en-US"/>
        </w:rPr>
        <w:t>GB/T 50378-201</w:t>
      </w:r>
      <w:r w:rsidR="00725EDE" w:rsidRPr="00AC2DC3">
        <w:rPr>
          <w:b/>
          <w:lang w:val="en-US"/>
        </w:rPr>
        <w:t>9</w:t>
      </w:r>
      <w:r w:rsidRPr="00AC2DC3">
        <w:rPr>
          <w:rFonts w:hint="eastAsia"/>
          <w:b/>
          <w:lang w:val="en-US"/>
        </w:rPr>
        <w:t>规定：</w:t>
      </w:r>
    </w:p>
    <w:p w14:paraId="4DA902B6" w14:textId="77777777" w:rsidR="00725EDE" w:rsidRPr="00AC2DC3" w:rsidRDefault="00725EDE" w:rsidP="0055044E">
      <w:pPr>
        <w:pStyle w:val="af0"/>
      </w:pPr>
      <w:r w:rsidRPr="00AC2DC3">
        <w:t xml:space="preserve">5. 2. 8 </w:t>
      </w:r>
      <w:r w:rsidRPr="00AC2DC3">
        <w:rPr>
          <w:rFonts w:hint="eastAsia"/>
        </w:rPr>
        <w:t>充分利用天然光，评价总分值为</w:t>
      </w:r>
      <w:r w:rsidRPr="00AC2DC3">
        <w:t xml:space="preserve">12 </w:t>
      </w:r>
      <w:r w:rsidRPr="00AC2DC3">
        <w:rPr>
          <w:rFonts w:hint="eastAsia"/>
        </w:rPr>
        <w:t>分，并按下列规则分别评分并累计：</w:t>
      </w:r>
    </w:p>
    <w:p w14:paraId="67D9D5C2" w14:textId="77777777" w:rsidR="00725EDE" w:rsidRPr="00AC2DC3" w:rsidRDefault="00725EDE" w:rsidP="0055044E">
      <w:pPr>
        <w:pStyle w:val="af0"/>
        <w:ind w:leftChars="200" w:left="420"/>
      </w:pPr>
      <w:r w:rsidRPr="00AC2DC3">
        <w:t xml:space="preserve">1 </w:t>
      </w:r>
      <w:r w:rsidRPr="00AC2DC3">
        <w:rPr>
          <w:rFonts w:hint="eastAsia"/>
        </w:rPr>
        <w:t>住宅建筑室内主要功能空间至少</w:t>
      </w:r>
      <w:r w:rsidRPr="00AC2DC3">
        <w:t xml:space="preserve">60% </w:t>
      </w:r>
      <w:r w:rsidRPr="00AC2DC3">
        <w:rPr>
          <w:rFonts w:hint="eastAsia"/>
        </w:rPr>
        <w:t>面积比例区域，其采光照度值不低千</w:t>
      </w:r>
      <w:r w:rsidRPr="00AC2DC3">
        <w:t xml:space="preserve">300lx </w:t>
      </w:r>
      <w:r w:rsidRPr="00AC2DC3">
        <w:rPr>
          <w:rFonts w:hint="eastAsia"/>
        </w:rPr>
        <w:t>的小时数平均不少于</w:t>
      </w:r>
      <w:r w:rsidRPr="00AC2DC3">
        <w:t xml:space="preserve">8h/d, </w:t>
      </w:r>
      <w:r w:rsidRPr="00AC2DC3">
        <w:rPr>
          <w:rFonts w:hint="eastAsia"/>
        </w:rPr>
        <w:t>得</w:t>
      </w:r>
      <w:r w:rsidRPr="00AC2DC3">
        <w:t xml:space="preserve">9 </w:t>
      </w:r>
      <w:r w:rsidRPr="00AC2DC3">
        <w:rPr>
          <w:rFonts w:hint="eastAsia"/>
        </w:rPr>
        <w:t>分。</w:t>
      </w:r>
    </w:p>
    <w:p w14:paraId="2AEA64EB" w14:textId="77777777" w:rsidR="00725EDE" w:rsidRPr="00AC2DC3" w:rsidRDefault="00725EDE" w:rsidP="0055044E">
      <w:pPr>
        <w:pStyle w:val="af0"/>
        <w:ind w:leftChars="200" w:left="420"/>
      </w:pPr>
      <w:r w:rsidRPr="00AC2DC3">
        <w:t xml:space="preserve">2 </w:t>
      </w:r>
      <w:r w:rsidRPr="00AC2DC3">
        <w:rPr>
          <w:rFonts w:hint="eastAsia"/>
        </w:rPr>
        <w:t>公共建筑按下列规则分别评分并累计：</w:t>
      </w:r>
    </w:p>
    <w:p w14:paraId="7D2E655B" w14:textId="77777777" w:rsidR="00725EDE" w:rsidRPr="00AC2DC3" w:rsidRDefault="00725EDE" w:rsidP="0055044E">
      <w:pPr>
        <w:pStyle w:val="af0"/>
        <w:ind w:leftChars="300" w:left="630"/>
      </w:pPr>
      <w:r w:rsidRPr="00AC2DC3">
        <w:t xml:space="preserve">1) </w:t>
      </w:r>
      <w:r w:rsidRPr="00AC2DC3">
        <w:rPr>
          <w:rFonts w:hint="eastAsia"/>
        </w:rPr>
        <w:t>内区采光系数满足采光要求的面积比例达到</w:t>
      </w:r>
      <w:r w:rsidRPr="00AC2DC3">
        <w:t xml:space="preserve">60%, </w:t>
      </w:r>
      <w:r w:rsidRPr="00AC2DC3">
        <w:rPr>
          <w:rFonts w:hint="eastAsia"/>
        </w:rPr>
        <w:t>得</w:t>
      </w:r>
      <w:r w:rsidRPr="00AC2DC3">
        <w:t xml:space="preserve">3 </w:t>
      </w:r>
      <w:r w:rsidRPr="00AC2DC3">
        <w:rPr>
          <w:rFonts w:hint="eastAsia"/>
        </w:rPr>
        <w:t>分；</w:t>
      </w:r>
    </w:p>
    <w:p w14:paraId="77F35A07" w14:textId="77777777" w:rsidR="00725EDE" w:rsidRPr="00AC2DC3" w:rsidRDefault="00725EDE" w:rsidP="0055044E">
      <w:pPr>
        <w:pStyle w:val="af0"/>
        <w:ind w:leftChars="300" w:left="630"/>
      </w:pPr>
      <w:r w:rsidRPr="00AC2DC3">
        <w:t xml:space="preserve">2) </w:t>
      </w:r>
      <w:r w:rsidRPr="00AC2DC3">
        <w:rPr>
          <w:rFonts w:hint="eastAsia"/>
        </w:rPr>
        <w:t>地下空间平均采光系数不小于</w:t>
      </w:r>
      <w:r w:rsidRPr="00AC2DC3">
        <w:t xml:space="preserve">0. 5% </w:t>
      </w:r>
      <w:r w:rsidRPr="00AC2DC3">
        <w:rPr>
          <w:rFonts w:hint="eastAsia"/>
        </w:rPr>
        <w:t>的面积与地下室首层面积的比例达到</w:t>
      </w:r>
      <w:r w:rsidRPr="00AC2DC3">
        <w:t xml:space="preserve">10% </w:t>
      </w:r>
      <w:r w:rsidRPr="00AC2DC3">
        <w:rPr>
          <w:rFonts w:hint="eastAsia"/>
        </w:rPr>
        <w:t>以上，得</w:t>
      </w:r>
      <w:r w:rsidRPr="00AC2DC3">
        <w:t xml:space="preserve">3 </w:t>
      </w:r>
      <w:r w:rsidRPr="00AC2DC3">
        <w:rPr>
          <w:rFonts w:hint="eastAsia"/>
        </w:rPr>
        <w:t>分；</w:t>
      </w:r>
    </w:p>
    <w:p w14:paraId="4DD1B60E" w14:textId="77777777" w:rsidR="00725EDE" w:rsidRPr="00AC2DC3" w:rsidRDefault="00725EDE" w:rsidP="0055044E">
      <w:pPr>
        <w:pStyle w:val="af0"/>
        <w:ind w:leftChars="300" w:left="630"/>
      </w:pPr>
      <w:r w:rsidRPr="00AC2DC3">
        <w:t xml:space="preserve">3) </w:t>
      </w:r>
      <w:r w:rsidRPr="00AC2DC3">
        <w:rPr>
          <w:rFonts w:hint="eastAsia"/>
        </w:rPr>
        <w:t>室内主要功能空间至少</w:t>
      </w:r>
      <w:r w:rsidRPr="00AC2DC3">
        <w:t xml:space="preserve">60% </w:t>
      </w:r>
      <w:r w:rsidRPr="00AC2DC3">
        <w:rPr>
          <w:rFonts w:hint="eastAsia"/>
        </w:rPr>
        <w:t>面积比例区域的采光照度值</w:t>
      </w:r>
      <w:r w:rsidRPr="00AC2DC3">
        <w:t>不低千采光要求的小</w:t>
      </w:r>
      <w:r w:rsidRPr="00AC2DC3">
        <w:rPr>
          <w:rFonts w:hint="eastAsia"/>
        </w:rPr>
        <w:t>时</w:t>
      </w:r>
      <w:r w:rsidRPr="00AC2DC3">
        <w:t xml:space="preserve">数平均不少于4h/d, </w:t>
      </w:r>
      <w:r w:rsidRPr="00AC2DC3">
        <w:rPr>
          <w:rFonts w:hint="eastAsia"/>
        </w:rPr>
        <w:t>得</w:t>
      </w:r>
      <w:r w:rsidRPr="00AC2DC3">
        <w:t xml:space="preserve">3 </w:t>
      </w:r>
      <w:r w:rsidRPr="00AC2DC3">
        <w:rPr>
          <w:rFonts w:hint="eastAsia"/>
        </w:rPr>
        <w:t>分。</w:t>
      </w:r>
    </w:p>
    <w:p w14:paraId="01420624" w14:textId="77777777" w:rsidR="00725EDE" w:rsidRPr="00AC2DC3" w:rsidRDefault="00725EDE" w:rsidP="0055044E">
      <w:pPr>
        <w:pStyle w:val="af0"/>
        <w:ind w:leftChars="200" w:left="420"/>
      </w:pPr>
      <w:r w:rsidRPr="00AC2DC3">
        <w:t xml:space="preserve">3 </w:t>
      </w:r>
      <w:r w:rsidRPr="00AC2DC3">
        <w:rPr>
          <w:rFonts w:hint="eastAsia"/>
        </w:rPr>
        <w:t>主要功能房间</w:t>
      </w:r>
      <w:r w:rsidRPr="00AC2DC3">
        <w:t>有眩光控制措施，得</w:t>
      </w:r>
      <w:bookmarkStart w:id="25" w:name="眩光评价分值"/>
      <w:r w:rsidRPr="00AC2DC3">
        <w:t>3</w:t>
      </w:r>
      <w:bookmarkEnd w:id="25"/>
      <w:r w:rsidRPr="00AC2DC3">
        <w:t xml:space="preserve"> </w:t>
      </w:r>
      <w:r w:rsidRPr="00AC2DC3">
        <w:rPr>
          <w:rFonts w:hint="eastAsia"/>
        </w:rPr>
        <w:t>分。</w:t>
      </w:r>
    </w:p>
    <w:p w14:paraId="5CF23864" w14:textId="77777777" w:rsidR="00301B3E" w:rsidRPr="00AC2DC3" w:rsidRDefault="00301B3E" w:rsidP="00301B3E">
      <w:pPr>
        <w:ind w:leftChars="300" w:left="630" w:right="180"/>
        <w:rPr>
          <w:szCs w:val="21"/>
        </w:rPr>
      </w:pPr>
    </w:p>
    <w:p w14:paraId="536A3FB3" w14:textId="77777777" w:rsidR="00301B3E" w:rsidRPr="00AC2DC3" w:rsidRDefault="00301B3E" w:rsidP="0055044E">
      <w:pPr>
        <w:ind w:left="180" w:right="180"/>
        <w:jc w:val="left"/>
        <w:rPr>
          <w:lang w:val="en-US"/>
        </w:rPr>
      </w:pPr>
      <w:r w:rsidRPr="00AC2DC3">
        <w:rPr>
          <w:rFonts w:hint="eastAsia"/>
          <w:lang w:val="en-US"/>
        </w:rPr>
        <w:t>■</w:t>
      </w:r>
      <w:r w:rsidRPr="00AC2DC3">
        <w:rPr>
          <w:rFonts w:hint="eastAsia"/>
          <w:b/>
          <w:lang w:val="en-US"/>
        </w:rPr>
        <w:t xml:space="preserve"> 《绿色建筑评价标准技术细则2019》指出：</w:t>
      </w:r>
    </w:p>
    <w:p w14:paraId="2E1AA67F" w14:textId="77777777" w:rsidR="00301B3E" w:rsidRPr="00AC2DC3" w:rsidRDefault="00301B3E" w:rsidP="0055044E">
      <w:pPr>
        <w:pStyle w:val="af0"/>
        <w:ind w:firstLineChars="200" w:firstLine="420"/>
        <w:rPr>
          <w:lang w:val="en-US"/>
        </w:rPr>
      </w:pPr>
      <w:r w:rsidRPr="00AC2DC3">
        <w:rPr>
          <w:rFonts w:hint="eastAsia"/>
          <w:lang w:val="en-US"/>
        </w:rPr>
        <w:t>要求主要功能房间的最大采光系数和平均采光系数的比值小于</w:t>
      </w:r>
      <w:bookmarkStart w:id="26" w:name="最大光均匀度要求"/>
      <w:r w:rsidRPr="00AC2DC3">
        <w:rPr>
          <w:rFonts w:hint="eastAsia"/>
          <w:lang w:val="en-US"/>
        </w:rPr>
        <w:t>6</w:t>
      </w:r>
      <w:bookmarkEnd w:id="26"/>
      <w:r w:rsidRPr="00AC2DC3">
        <w:rPr>
          <w:rFonts w:hint="eastAsia"/>
          <w:lang w:val="en-US"/>
        </w:rPr>
        <w:t>，改善室内天然光均匀度。若无眩光控制措施或采光均匀度不达标，本款不得分。</w:t>
      </w:r>
    </w:p>
    <w:p w14:paraId="4F722243" w14:textId="77777777" w:rsidR="00301B3E" w:rsidRPr="00AC2DC3" w:rsidRDefault="00301B3E" w:rsidP="00301B3E">
      <w:pPr>
        <w:ind w:leftChars="300" w:left="630" w:right="180"/>
        <w:rPr>
          <w:szCs w:val="21"/>
          <w:lang w:val="en-US"/>
        </w:rPr>
      </w:pPr>
    </w:p>
    <w:p w14:paraId="68995328" w14:textId="77777777" w:rsidR="004A008B" w:rsidRPr="00AC2DC3" w:rsidRDefault="004A008B" w:rsidP="004F57F1">
      <w:pPr>
        <w:pStyle w:val="1"/>
        <w:rPr>
          <w:rFonts w:ascii="微软雅黑" w:hAnsi="微软雅黑"/>
        </w:rPr>
      </w:pPr>
      <w:bookmarkStart w:id="27" w:name="_Toc160308526"/>
      <w:r w:rsidRPr="00AC2DC3">
        <w:rPr>
          <w:rFonts w:ascii="微软雅黑" w:hAnsi="微软雅黑" w:hint="eastAsia"/>
        </w:rPr>
        <w:t>应用软件与计算方法</w:t>
      </w:r>
      <w:bookmarkEnd w:id="27"/>
    </w:p>
    <w:p w14:paraId="5D18182C" w14:textId="77777777" w:rsidR="004A008B" w:rsidRPr="00AC2DC3" w:rsidRDefault="004A008B" w:rsidP="006D1684">
      <w:pPr>
        <w:pStyle w:val="2"/>
        <w:rPr>
          <w:rFonts w:ascii="微软雅黑" w:hAnsi="微软雅黑"/>
        </w:rPr>
      </w:pPr>
      <w:bookmarkStart w:id="28" w:name="_Toc160308527"/>
      <w:r w:rsidRPr="00AC2DC3">
        <w:rPr>
          <w:rFonts w:ascii="微软雅黑" w:hAnsi="微软雅黑"/>
        </w:rPr>
        <w:t>软件</w:t>
      </w:r>
      <w:r w:rsidRPr="00AC2DC3">
        <w:rPr>
          <w:rFonts w:ascii="微软雅黑" w:hAnsi="微软雅黑" w:hint="eastAsia"/>
        </w:rPr>
        <w:t>选用</w:t>
      </w:r>
      <w:bookmarkEnd w:id="28"/>
    </w:p>
    <w:p w14:paraId="00642662" w14:textId="77777777" w:rsidR="00F20DE5" w:rsidRPr="00AC2DC3" w:rsidRDefault="00F20DE5" w:rsidP="0055044E">
      <w:pPr>
        <w:pStyle w:val="af0"/>
        <w:ind w:firstLineChars="200" w:firstLine="420"/>
      </w:pPr>
      <w:r w:rsidRPr="00AC2DC3">
        <w:t>本报告采用绿建斯维尔采光分析软件</w:t>
      </w:r>
      <w:r w:rsidR="00C15DF5" w:rsidRPr="00AC2DC3">
        <w:t>DALI</w:t>
      </w:r>
      <w:r w:rsidRPr="00AC2DC3">
        <w:t>建模</w:t>
      </w:r>
      <w:r w:rsidRPr="00AC2DC3">
        <w:rPr>
          <w:rFonts w:hint="eastAsia"/>
        </w:rPr>
        <w:t>。</w:t>
      </w:r>
      <w:r w:rsidR="00C15DF5" w:rsidRPr="00AC2DC3">
        <w:t>DALI</w:t>
      </w:r>
      <w:r w:rsidRPr="00AC2DC3">
        <w:t>是国内首款与国标《建筑采光设计标准》GB50033-2013配套的软件，支持《绿色建筑评价标准》GB/T50378-20</w:t>
      </w:r>
      <w:r w:rsidR="006A7804" w:rsidRPr="00AC2DC3">
        <w:t>19</w:t>
      </w:r>
      <w:r w:rsidRPr="00AC2DC3">
        <w:t>的采光指标要求。</w:t>
      </w:r>
      <w:r w:rsidRPr="00AC2DC3">
        <w:rPr>
          <w:rFonts w:hint="eastAsia"/>
        </w:rPr>
        <w:t>软件</w:t>
      </w:r>
      <w:r w:rsidRPr="00AC2DC3">
        <w:t>以Radiance为计算核心，将计算结果返回到</w:t>
      </w:r>
      <w:r w:rsidR="00C15DF5" w:rsidRPr="00AC2DC3">
        <w:t>DALI</w:t>
      </w:r>
      <w:r w:rsidRPr="00AC2DC3">
        <w:t>进行处理分析。</w:t>
      </w:r>
      <w:r w:rsidR="00C15DF5" w:rsidRPr="00AC2DC3">
        <w:t>DALI</w:t>
      </w:r>
      <w:r w:rsidRPr="00AC2DC3">
        <w:t>可对</w:t>
      </w:r>
      <w:r w:rsidRPr="00AC2DC3">
        <w:rPr>
          <w:b/>
        </w:rPr>
        <w:t>眩光指数</w:t>
      </w:r>
      <w:r w:rsidRPr="00AC2DC3">
        <w:rPr>
          <w:rFonts w:hint="eastAsia"/>
        </w:rPr>
        <w:t>、</w:t>
      </w:r>
      <w:r w:rsidRPr="00AC2DC3">
        <w:t>达标率、地下采光、内区采光、视野率等进行快速分析，并根据不同需求生成</w:t>
      </w:r>
      <w:r w:rsidRPr="00AC2DC3">
        <w:rPr>
          <w:rFonts w:hint="eastAsia"/>
        </w:rPr>
        <w:t>《</w:t>
      </w:r>
      <w:r w:rsidR="00DE5AEF" w:rsidRPr="00AC2DC3">
        <w:rPr>
          <w:rFonts w:hint="eastAsia"/>
        </w:rPr>
        <w:t>不舒适</w:t>
      </w:r>
      <w:r w:rsidRPr="00AC2DC3">
        <w:rPr>
          <w:rFonts w:hint="eastAsia"/>
        </w:rPr>
        <w:t>眩光</w:t>
      </w:r>
      <w:r w:rsidRPr="00AC2DC3">
        <w:t>分析报告书</w:t>
      </w:r>
      <w:r w:rsidRPr="00AC2DC3">
        <w:rPr>
          <w:rFonts w:hint="eastAsia"/>
        </w:rPr>
        <w:t>》等</w:t>
      </w:r>
      <w:r w:rsidRPr="00AC2DC3">
        <w:t>系列采光分析报告书。</w:t>
      </w:r>
    </w:p>
    <w:p w14:paraId="1D211B47" w14:textId="77777777" w:rsidR="00F20DE5" w:rsidRPr="00AC2DC3" w:rsidRDefault="00C15DF5" w:rsidP="0055044E">
      <w:pPr>
        <w:pStyle w:val="af0"/>
        <w:ind w:firstLineChars="200" w:firstLine="420"/>
      </w:pPr>
      <w:r w:rsidRPr="00AC2DC3">
        <w:lastRenderedPageBreak/>
        <w:t>DALI</w:t>
      </w:r>
      <w:r w:rsidR="00F20DE5" w:rsidRPr="00AC2DC3">
        <w:t>已通过了《建筑采光设计标准》GB50033-2013标准编制组的鉴定，获得国家建筑工程质量监督检验中心鉴定报告，编号BETC-GMJC-2014-1。同时，</w:t>
      </w:r>
      <w:r w:rsidRPr="00AC2DC3">
        <w:t>DALI</w:t>
      </w:r>
      <w:r w:rsidR="00F20DE5" w:rsidRPr="00AC2DC3">
        <w:t>还通过了住房和城乡建设部科技发展促进中心专家组评审鉴定，获得《建设行业科技成果评估证书》，编号建科评[2014]069，评估委员会认定软件总体已达到国内领先水平</w:t>
      </w:r>
      <w:r w:rsidR="00F20DE5" w:rsidRPr="00AC2DC3">
        <w:rPr>
          <w:rFonts w:hint="eastAsia"/>
        </w:rPr>
        <w:t>。</w:t>
      </w:r>
    </w:p>
    <w:p w14:paraId="1A202393" w14:textId="77777777" w:rsidR="00DE15EB" w:rsidRPr="00AC2DC3" w:rsidRDefault="00DE15EB" w:rsidP="006D1684">
      <w:pPr>
        <w:pStyle w:val="2"/>
        <w:rPr>
          <w:rFonts w:ascii="微软雅黑" w:hAnsi="微软雅黑"/>
        </w:rPr>
      </w:pPr>
      <w:bookmarkStart w:id="29" w:name="_Toc160308528"/>
      <w:r w:rsidRPr="00AC2DC3">
        <w:rPr>
          <w:rFonts w:ascii="微软雅黑" w:hAnsi="微软雅黑" w:hint="eastAsia"/>
        </w:rPr>
        <w:t>计算原理</w:t>
      </w:r>
      <w:bookmarkEnd w:id="29"/>
    </w:p>
    <w:p w14:paraId="5E0189C7" w14:textId="77777777" w:rsidR="001463F5" w:rsidRPr="00AC2DC3" w:rsidRDefault="001463F5" w:rsidP="001463F5">
      <w:pPr>
        <w:pStyle w:val="ab"/>
        <w:spacing w:line="360" w:lineRule="auto"/>
        <w:ind w:left="180" w:right="180" w:firstLine="420"/>
        <w:rPr>
          <w:rFonts w:ascii="微软雅黑" w:hAnsi="微软雅黑"/>
          <w:b/>
          <w:sz w:val="21"/>
          <w:szCs w:val="21"/>
        </w:rPr>
      </w:pPr>
      <w:r w:rsidRPr="00AC2DC3">
        <w:rPr>
          <w:rFonts w:ascii="微软雅黑" w:hAnsi="微软雅黑" w:hint="eastAsia"/>
          <w:b/>
          <w:sz w:val="21"/>
          <w:szCs w:val="21"/>
        </w:rPr>
        <w:t xml:space="preserve">■ </w:t>
      </w:r>
      <w:r w:rsidR="008138E5" w:rsidRPr="00AC2DC3">
        <w:rPr>
          <w:rFonts w:ascii="微软雅黑" w:hAnsi="微软雅黑" w:hint="eastAsia"/>
          <w:b/>
          <w:sz w:val="21"/>
          <w:szCs w:val="21"/>
        </w:rPr>
        <w:t>窗的不舒适眩光指数（</w:t>
      </w:r>
      <w:r w:rsidR="008138E5" w:rsidRPr="00AC2DC3">
        <w:rPr>
          <w:rFonts w:ascii="微软雅黑" w:hAnsi="微软雅黑"/>
          <w:b/>
          <w:sz w:val="21"/>
          <w:szCs w:val="21"/>
        </w:rPr>
        <w:t>DGI</w:t>
      </w:r>
      <w:r w:rsidR="008138E5" w:rsidRPr="00AC2DC3">
        <w:rPr>
          <w:rFonts w:ascii="微软雅黑" w:hAnsi="微软雅黑" w:hint="eastAsia"/>
          <w:b/>
          <w:sz w:val="21"/>
          <w:szCs w:val="21"/>
        </w:rPr>
        <w:t>）可按下列公式计算：</w:t>
      </w:r>
      <w:r w:rsidR="008704AB" w:rsidRPr="00AC2DC3">
        <w:rPr>
          <w:rFonts w:ascii="微软雅黑" w:hAnsi="微软雅黑" w:hint="eastAsia"/>
          <w:b/>
          <w:sz w:val="21"/>
          <w:szCs w:val="21"/>
        </w:rPr>
        <w:t xml:space="preserve"> </w:t>
      </w:r>
    </w:p>
    <w:p w14:paraId="7C0F8D27" w14:textId="77777777" w:rsidR="008138E5" w:rsidRPr="00AC2DC3" w:rsidRDefault="008138E5" w:rsidP="00A1367E">
      <w:pPr>
        <w:pStyle w:val="ab"/>
        <w:spacing w:line="288" w:lineRule="auto"/>
        <w:ind w:left="180" w:right="180" w:firstLine="420"/>
        <w:rPr>
          <w:rFonts w:ascii="微软雅黑" w:hAnsi="微软雅黑"/>
          <w:sz w:val="21"/>
          <w:szCs w:val="21"/>
        </w:rPr>
      </w:pPr>
      <w:r w:rsidRPr="00AC2DC3">
        <w:rPr>
          <w:rFonts w:ascii="微软雅黑" w:hAnsi="微软雅黑"/>
          <w:sz w:val="21"/>
          <w:szCs w:val="21"/>
        </w:rPr>
        <w:object w:dxaOrig="1820" w:dyaOrig="400" w14:anchorId="1107669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89.7pt;height:20.5pt" o:ole="">
            <v:imagedata r:id="rId14" o:title=""/>
          </v:shape>
          <o:OLEObject Type="Embed" ProgID="Equation.3" ShapeID="_x0000_i1026" DrawAspect="Content" ObjectID="_1770921370" r:id="rId15"/>
        </w:object>
      </w:r>
    </w:p>
    <w:p w14:paraId="7BA706A7" w14:textId="77777777" w:rsidR="008138E5" w:rsidRPr="00AC2DC3" w:rsidRDefault="008138E5" w:rsidP="00A1367E">
      <w:pPr>
        <w:pStyle w:val="ab"/>
        <w:spacing w:line="288" w:lineRule="auto"/>
        <w:ind w:left="180" w:right="180" w:firstLine="420"/>
        <w:rPr>
          <w:rFonts w:ascii="微软雅黑" w:hAnsi="微软雅黑"/>
          <w:sz w:val="21"/>
          <w:szCs w:val="21"/>
        </w:rPr>
      </w:pPr>
      <w:r w:rsidRPr="00AC2DC3">
        <w:rPr>
          <w:rFonts w:ascii="微软雅黑" w:hAnsi="微软雅黑"/>
          <w:sz w:val="21"/>
          <w:szCs w:val="21"/>
        </w:rPr>
        <w:object w:dxaOrig="2720" w:dyaOrig="720" w14:anchorId="63F7D20C">
          <v:shape id="_x0000_i1027" type="#_x0000_t75" style="width:135.7pt;height:36.55pt" o:ole="">
            <v:imagedata r:id="rId16" o:title=""/>
          </v:shape>
          <o:OLEObject Type="Embed" ProgID="Equation.3" ShapeID="_x0000_i1027" DrawAspect="Content" ObjectID="_1770921371" r:id="rId17"/>
        </w:object>
      </w:r>
    </w:p>
    <w:p w14:paraId="51B72DAD" w14:textId="77777777" w:rsidR="008138E5" w:rsidRPr="00AC2DC3" w:rsidRDefault="008138E5" w:rsidP="00A1367E">
      <w:pPr>
        <w:pStyle w:val="ab"/>
        <w:spacing w:line="288" w:lineRule="auto"/>
        <w:ind w:left="180" w:right="180" w:firstLine="420"/>
        <w:rPr>
          <w:rFonts w:ascii="微软雅黑" w:hAnsi="微软雅黑"/>
          <w:sz w:val="21"/>
          <w:szCs w:val="21"/>
        </w:rPr>
      </w:pPr>
      <w:r w:rsidRPr="00AC2DC3">
        <w:rPr>
          <w:rFonts w:ascii="微软雅黑" w:hAnsi="微软雅黑"/>
          <w:sz w:val="21"/>
          <w:szCs w:val="21"/>
        </w:rPr>
        <w:object w:dxaOrig="999" w:dyaOrig="680" w14:anchorId="354207BA">
          <v:shape id="_x0000_i1028" type="#_x0000_t75" style="width:49.3pt;height:33.25pt" o:ole="">
            <v:imagedata r:id="rId18" o:title=""/>
          </v:shape>
          <o:OLEObject Type="Embed" ProgID="Equation.3" ShapeID="_x0000_i1028" DrawAspect="Content" ObjectID="_1770921372" r:id="rId19"/>
        </w:object>
      </w:r>
    </w:p>
    <w:p w14:paraId="7B602D2C" w14:textId="77777777" w:rsidR="00F20DE5" w:rsidRPr="00AC2DC3" w:rsidRDefault="008138E5" w:rsidP="00F20DE5">
      <w:pPr>
        <w:pStyle w:val="ab"/>
        <w:spacing w:line="288" w:lineRule="auto"/>
        <w:ind w:left="180" w:right="180" w:firstLine="420"/>
        <w:rPr>
          <w:rFonts w:ascii="微软雅黑" w:hAnsi="微软雅黑"/>
          <w:sz w:val="21"/>
          <w:szCs w:val="21"/>
        </w:rPr>
      </w:pPr>
      <w:r w:rsidRPr="00AC2DC3">
        <w:rPr>
          <w:rFonts w:ascii="微软雅黑" w:hAnsi="微软雅黑"/>
          <w:sz w:val="21"/>
          <w:szCs w:val="21"/>
        </w:rPr>
        <w:object w:dxaOrig="8380" w:dyaOrig="360" w14:anchorId="412F3D97">
          <v:shape id="_x0000_i1029" type="#_x0000_t75" style="width:419.25pt;height:19.4pt" o:ole="">
            <v:imagedata r:id="rId20" o:title=""/>
          </v:shape>
          <o:OLEObject Type="Embed" ProgID="Equation.3" ShapeID="_x0000_i1029" DrawAspect="Content" ObjectID="_1770921373" r:id="rId21"/>
        </w:object>
      </w:r>
    </w:p>
    <w:p w14:paraId="33B1DD55" w14:textId="77777777" w:rsidR="00916196" w:rsidRPr="00AC2DC3" w:rsidRDefault="008138E5" w:rsidP="0055044E">
      <w:pPr>
        <w:pStyle w:val="af0"/>
        <w:ind w:leftChars="300" w:left="630"/>
        <w:rPr>
          <w:sz w:val="20"/>
        </w:rPr>
      </w:pPr>
      <w:r w:rsidRPr="00AC2DC3">
        <w:rPr>
          <w:rFonts w:hint="eastAsia"/>
          <w:sz w:val="20"/>
        </w:rPr>
        <w:t>式中：</w:t>
      </w:r>
    </w:p>
    <w:p w14:paraId="4984D288" w14:textId="77777777" w:rsidR="00916196" w:rsidRPr="00AC2DC3" w:rsidRDefault="008138E5" w:rsidP="0055044E">
      <w:pPr>
        <w:pStyle w:val="af0"/>
        <w:ind w:leftChars="300" w:left="630"/>
        <w:rPr>
          <w:sz w:val="20"/>
        </w:rPr>
      </w:pPr>
      <w:r w:rsidRPr="00AC2DC3">
        <w:rPr>
          <w:sz w:val="20"/>
        </w:rPr>
        <w:t>Gn----眩光常数；</w:t>
      </w:r>
    </w:p>
    <w:p w14:paraId="078D7E48" w14:textId="77777777" w:rsidR="00916196" w:rsidRPr="00AC2DC3" w:rsidRDefault="008138E5" w:rsidP="0055044E">
      <w:pPr>
        <w:pStyle w:val="af0"/>
        <w:ind w:leftChars="300" w:left="630"/>
        <w:rPr>
          <w:sz w:val="20"/>
        </w:rPr>
      </w:pPr>
      <w:r w:rsidRPr="00AC2DC3">
        <w:rPr>
          <w:sz w:val="20"/>
        </w:rPr>
        <w:t>Ls----窗亮度，通过窗所看到的天空、遮挡物和地面的加权平均亮度（cd/m</w:t>
      </w:r>
      <w:r w:rsidRPr="00AC2DC3">
        <w:rPr>
          <w:sz w:val="20"/>
          <w:vertAlign w:val="superscript"/>
        </w:rPr>
        <w:t>2</w:t>
      </w:r>
      <w:r w:rsidRPr="00AC2DC3">
        <w:rPr>
          <w:sz w:val="20"/>
        </w:rPr>
        <w:t>）；</w:t>
      </w:r>
    </w:p>
    <w:p w14:paraId="5A323F96" w14:textId="77777777" w:rsidR="00916196" w:rsidRPr="00AC2DC3" w:rsidRDefault="00916196" w:rsidP="0055044E">
      <w:pPr>
        <w:pStyle w:val="af0"/>
        <w:ind w:leftChars="300" w:left="630"/>
        <w:rPr>
          <w:sz w:val="20"/>
        </w:rPr>
      </w:pPr>
      <w:r w:rsidRPr="00AC2DC3">
        <w:rPr>
          <w:sz w:val="20"/>
        </w:rPr>
        <w:t>Lb----背景亮度，观察者视野内各表面的平均亮度（cd/m</w:t>
      </w:r>
      <w:r w:rsidRPr="00AC2DC3">
        <w:rPr>
          <w:sz w:val="20"/>
          <w:vertAlign w:val="superscript"/>
        </w:rPr>
        <w:t>2</w:t>
      </w:r>
      <w:r w:rsidRPr="00AC2DC3">
        <w:rPr>
          <w:sz w:val="20"/>
        </w:rPr>
        <w:t>）；</w:t>
      </w:r>
    </w:p>
    <w:p w14:paraId="54BE3682" w14:textId="77777777" w:rsidR="00C865E9" w:rsidRPr="00AC2DC3" w:rsidRDefault="00C865E9" w:rsidP="0055044E">
      <w:pPr>
        <w:pStyle w:val="af0"/>
        <w:ind w:leftChars="300" w:left="630"/>
        <w:rPr>
          <w:sz w:val="20"/>
        </w:rPr>
      </w:pPr>
      <w:r w:rsidRPr="00AC2DC3">
        <w:rPr>
          <w:sz w:val="20"/>
        </w:rPr>
        <w:t>ω----窗对计算点形成的立体角（sr）；</w:t>
      </w:r>
    </w:p>
    <w:p w14:paraId="203DEAFA" w14:textId="77777777" w:rsidR="00C865E9" w:rsidRPr="00AC2DC3" w:rsidRDefault="00C865E9" w:rsidP="0055044E">
      <w:pPr>
        <w:pStyle w:val="af0"/>
        <w:ind w:leftChars="300" w:left="630"/>
        <w:rPr>
          <w:sz w:val="20"/>
        </w:rPr>
      </w:pPr>
      <w:r w:rsidRPr="00AC2DC3">
        <w:rPr>
          <w:sz w:val="20"/>
        </w:rPr>
        <w:t>Ω----考虑窗位置修正的立体角（sr）；</w:t>
      </w:r>
    </w:p>
    <w:p w14:paraId="026C32D2" w14:textId="77777777" w:rsidR="00C865E9" w:rsidRPr="00AC2DC3" w:rsidRDefault="00C865E9" w:rsidP="0055044E">
      <w:pPr>
        <w:pStyle w:val="af0"/>
        <w:ind w:leftChars="300" w:left="630"/>
        <w:rPr>
          <w:sz w:val="20"/>
        </w:rPr>
      </w:pPr>
      <w:r w:rsidRPr="00AC2DC3">
        <w:rPr>
          <w:sz w:val="20"/>
        </w:rPr>
        <w:t>P ----古斯位置指数</w:t>
      </w:r>
    </w:p>
    <w:p w14:paraId="0BE64609" w14:textId="77777777" w:rsidR="00C865E9" w:rsidRPr="00AC2DC3" w:rsidRDefault="00C865E9" w:rsidP="0055044E">
      <w:pPr>
        <w:pStyle w:val="af0"/>
        <w:ind w:leftChars="300" w:left="630"/>
        <w:rPr>
          <w:sz w:val="20"/>
        </w:rPr>
      </w:pPr>
      <w:r w:rsidRPr="00AC2DC3">
        <w:rPr>
          <w:sz w:val="20"/>
        </w:rPr>
        <w:t>α----窗对角线与窗垂直方向的夹角；</w:t>
      </w:r>
    </w:p>
    <w:p w14:paraId="1C196D0A" w14:textId="77777777" w:rsidR="00C865E9" w:rsidRPr="00AC2DC3" w:rsidRDefault="00C865E9" w:rsidP="0055044E">
      <w:pPr>
        <w:pStyle w:val="af0"/>
        <w:ind w:leftChars="300" w:left="630"/>
        <w:rPr>
          <w:sz w:val="22"/>
        </w:rPr>
      </w:pPr>
      <w:r w:rsidRPr="00AC2DC3">
        <w:rPr>
          <w:sz w:val="20"/>
        </w:rPr>
        <w:t>β----观察者眼睛与窗中心点的连线与视线方向的夹角</w:t>
      </w:r>
      <w:r w:rsidRPr="00AC2DC3">
        <w:rPr>
          <w:sz w:val="22"/>
        </w:rPr>
        <w:t>。</w:t>
      </w:r>
    </w:p>
    <w:p w14:paraId="1678D1B9" w14:textId="6041E9DF" w:rsidR="00BC17B9" w:rsidRPr="00AC2DC3" w:rsidRDefault="00716FD6" w:rsidP="00BC17B9">
      <w:pPr>
        <w:pStyle w:val="ab"/>
        <w:spacing w:line="360" w:lineRule="auto"/>
        <w:ind w:left="180" w:right="180" w:firstLine="0"/>
        <w:jc w:val="center"/>
        <w:rPr>
          <w:rFonts w:ascii="微软雅黑" w:hAnsi="微软雅黑"/>
          <w:sz w:val="21"/>
          <w:szCs w:val="21"/>
        </w:rPr>
      </w:pPr>
      <w:r>
        <w:rPr>
          <w:rFonts w:ascii="微软雅黑" w:hAnsi="微软雅黑"/>
          <w:noProof/>
        </w:rPr>
        <w:drawing>
          <wp:inline distT="0" distB="0" distL="0" distR="0" wp14:anchorId="4C5AAD96" wp14:editId="240B4AD1">
            <wp:extent cx="2799715" cy="2503805"/>
            <wp:effectExtent l="0" t="0" r="0" b="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715" cy="250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125A2C" w14:textId="77777777" w:rsidR="00BC17B9" w:rsidRPr="00AC2DC3" w:rsidRDefault="00BC17B9" w:rsidP="00BC17B9">
      <w:pPr>
        <w:pStyle w:val="ab"/>
        <w:spacing w:line="360" w:lineRule="auto"/>
        <w:ind w:left="180" w:right="180" w:firstLine="0"/>
        <w:jc w:val="center"/>
        <w:rPr>
          <w:rFonts w:ascii="微软雅黑" w:hAnsi="微软雅黑"/>
          <w:sz w:val="18"/>
          <w:szCs w:val="21"/>
        </w:rPr>
      </w:pPr>
      <w:r w:rsidRPr="00AC2DC3">
        <w:rPr>
          <w:rFonts w:ascii="微软雅黑" w:hAnsi="微软雅黑" w:hint="eastAsia"/>
          <w:sz w:val="18"/>
          <w:szCs w:val="21"/>
        </w:rPr>
        <w:t>窗的不舒适眩光计算各角度示意图</w:t>
      </w:r>
    </w:p>
    <w:p w14:paraId="3F1A0F68" w14:textId="77777777" w:rsidR="00B86B1C" w:rsidRPr="00AC2DC3" w:rsidRDefault="00A47585" w:rsidP="004F57F1">
      <w:pPr>
        <w:pStyle w:val="1"/>
        <w:rPr>
          <w:rFonts w:ascii="微软雅黑" w:hAnsi="微软雅黑"/>
        </w:rPr>
      </w:pPr>
      <w:bookmarkStart w:id="30" w:name="_Toc160308529"/>
      <w:r w:rsidRPr="00AC2DC3">
        <w:rPr>
          <w:rFonts w:ascii="微软雅黑" w:hAnsi="微软雅黑" w:hint="eastAsia"/>
        </w:rPr>
        <w:lastRenderedPageBreak/>
        <w:t>计算</w:t>
      </w:r>
      <w:r w:rsidR="00CC6133" w:rsidRPr="00AC2DC3">
        <w:rPr>
          <w:rFonts w:ascii="微软雅黑" w:hAnsi="微软雅黑" w:hint="eastAsia"/>
        </w:rPr>
        <w:t>参数</w:t>
      </w:r>
      <w:r w:rsidR="00094B16" w:rsidRPr="00AC2DC3">
        <w:rPr>
          <w:rFonts w:ascii="微软雅黑" w:hAnsi="微软雅黑" w:hint="eastAsia"/>
        </w:rPr>
        <w:t>选用</w:t>
      </w:r>
      <w:bookmarkEnd w:id="30"/>
    </w:p>
    <w:p w14:paraId="65CDDA90" w14:textId="77777777" w:rsidR="00DE15EB" w:rsidRPr="00AC2DC3" w:rsidRDefault="00DE15EB" w:rsidP="006D1684">
      <w:pPr>
        <w:pStyle w:val="2"/>
        <w:rPr>
          <w:rFonts w:ascii="微软雅黑" w:hAnsi="微软雅黑"/>
        </w:rPr>
      </w:pPr>
      <w:bookmarkStart w:id="31" w:name="_Toc160308530"/>
      <w:r w:rsidRPr="00AC2DC3">
        <w:rPr>
          <w:rFonts w:ascii="微软雅黑" w:hAnsi="微软雅黑" w:hint="eastAsia"/>
        </w:rPr>
        <w:t>模拟条件</w:t>
      </w:r>
      <w:bookmarkEnd w:id="31"/>
    </w:p>
    <w:p w14:paraId="2546BD4D" w14:textId="77777777" w:rsidR="00DE15EB" w:rsidRPr="00AC2DC3" w:rsidRDefault="00DE15EB" w:rsidP="0055044E">
      <w:pPr>
        <w:pStyle w:val="af0"/>
        <w:ind w:leftChars="200" w:left="420"/>
      </w:pPr>
      <w:r w:rsidRPr="00AC2DC3">
        <w:rPr>
          <w:rFonts w:hint="eastAsia"/>
        </w:rPr>
        <w:t>天空状态：</w:t>
      </w:r>
      <w:bookmarkStart w:id="32" w:name="天空模型"/>
      <w:r w:rsidR="00443A24" w:rsidRPr="00AC2DC3">
        <w:rPr>
          <w:rFonts w:hint="eastAsia"/>
        </w:rPr>
        <w:t>晴天－CIE12（大气清晰）：6月21日 16:10 考虑太阳直射</w:t>
      </w:r>
      <w:bookmarkEnd w:id="32"/>
    </w:p>
    <w:p w14:paraId="25D8F789" w14:textId="77777777" w:rsidR="00DE15EB" w:rsidRPr="00AC2DC3" w:rsidRDefault="00DE15EB" w:rsidP="0055044E">
      <w:pPr>
        <w:pStyle w:val="af0"/>
        <w:ind w:leftChars="200" w:left="420"/>
      </w:pPr>
      <w:r w:rsidRPr="00AC2DC3">
        <w:t>周边环境</w:t>
      </w:r>
      <w:r w:rsidRPr="00AC2DC3">
        <w:rPr>
          <w:rFonts w:hint="eastAsia"/>
        </w:rPr>
        <w:t>：</w:t>
      </w:r>
      <w:r w:rsidRPr="00AC2DC3">
        <w:t>考虑</w:t>
      </w:r>
      <w:r w:rsidR="00443A24" w:rsidRPr="00AC2DC3">
        <w:rPr>
          <w:rFonts w:hint="eastAsia"/>
        </w:rPr>
        <w:t>分析区内的</w:t>
      </w:r>
      <w:r w:rsidR="00443A24" w:rsidRPr="00AC2DC3">
        <w:t>建筑物</w:t>
      </w:r>
      <w:r w:rsidR="00443A24" w:rsidRPr="00AC2DC3">
        <w:rPr>
          <w:rFonts w:hint="eastAsia"/>
        </w:rPr>
        <w:t>之间</w:t>
      </w:r>
      <w:r w:rsidRPr="00AC2DC3">
        <w:t>遮挡</w:t>
      </w:r>
    </w:p>
    <w:p w14:paraId="0F9CFDF7" w14:textId="77777777" w:rsidR="00DE15EB" w:rsidRPr="00AC2DC3" w:rsidRDefault="00443A24" w:rsidP="0055044E">
      <w:pPr>
        <w:pStyle w:val="af0"/>
        <w:ind w:leftChars="200" w:left="420"/>
      </w:pPr>
      <w:r w:rsidRPr="00AC2DC3">
        <w:rPr>
          <w:rFonts w:hint="eastAsia"/>
        </w:rPr>
        <w:t>室内环境</w:t>
      </w:r>
      <w:r w:rsidR="00DE15EB" w:rsidRPr="00AC2DC3">
        <w:rPr>
          <w:rFonts w:hint="eastAsia"/>
        </w:rPr>
        <w:t>：</w:t>
      </w:r>
      <w:r w:rsidRPr="00AC2DC3">
        <w:t>忽略室内家具</w:t>
      </w:r>
      <w:r w:rsidRPr="00AC2DC3">
        <w:rPr>
          <w:rFonts w:hint="eastAsia"/>
        </w:rPr>
        <w:t>类设施</w:t>
      </w:r>
      <w:r w:rsidR="00DE15EB" w:rsidRPr="00AC2DC3">
        <w:t>的影响，</w:t>
      </w:r>
      <w:r w:rsidR="005544E9" w:rsidRPr="00AC2DC3">
        <w:rPr>
          <w:rFonts w:hint="eastAsia"/>
        </w:rPr>
        <w:t>只考虑永久固定的顶棚、地面和墙面</w:t>
      </w:r>
      <w:r w:rsidR="00DE15EB" w:rsidRPr="00AC2DC3">
        <w:t>。</w:t>
      </w:r>
    </w:p>
    <w:p w14:paraId="14C7B33E" w14:textId="77777777" w:rsidR="003A3E76" w:rsidRPr="00AC2DC3" w:rsidRDefault="003A3E76" w:rsidP="006D1684">
      <w:pPr>
        <w:pStyle w:val="2"/>
        <w:rPr>
          <w:rFonts w:ascii="微软雅黑" w:hAnsi="微软雅黑"/>
        </w:rPr>
      </w:pPr>
      <w:bookmarkStart w:id="33" w:name="_Toc160308531"/>
      <w:r w:rsidRPr="00AC2DC3">
        <w:rPr>
          <w:rFonts w:ascii="微软雅黑" w:hAnsi="微软雅黑" w:hint="eastAsia"/>
        </w:rPr>
        <w:t>建筑饰面材料参数</w:t>
      </w:r>
      <w:bookmarkEnd w:id="33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2"/>
        <w:gridCol w:w="3399"/>
        <w:gridCol w:w="3459"/>
      </w:tblGrid>
      <w:tr w:rsidR="00804362" w:rsidRPr="00AC2DC3" w14:paraId="024087B8" w14:textId="77777777" w:rsidTr="0055044E">
        <w:trPr>
          <w:trHeight w:val="451"/>
          <w:jc w:val="center"/>
        </w:trPr>
        <w:tc>
          <w:tcPr>
            <w:tcW w:w="9219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4C340214" w14:textId="77777777" w:rsidR="00804362" w:rsidRPr="00AC2DC3" w:rsidRDefault="00804362" w:rsidP="0055044E">
            <w:pPr>
              <w:pStyle w:val="af0"/>
              <w:jc w:val="center"/>
              <w:rPr>
                <w:sz w:val="18"/>
                <w:lang w:val="en-US"/>
              </w:rPr>
            </w:pPr>
            <w:r w:rsidRPr="00AC2DC3">
              <w:rPr>
                <w:rFonts w:hint="eastAsia"/>
              </w:rPr>
              <w:t>建筑饰面材料选用与反射比取值</w:t>
            </w:r>
          </w:p>
        </w:tc>
      </w:tr>
      <w:tr w:rsidR="00804362" w:rsidRPr="00AC2DC3" w14:paraId="7F0EA375" w14:textId="77777777" w:rsidTr="00DD2507">
        <w:trPr>
          <w:jc w:val="center"/>
        </w:trPr>
        <w:tc>
          <w:tcPr>
            <w:tcW w:w="2224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00A35824" w14:textId="77777777" w:rsidR="00804362" w:rsidRPr="00AC2DC3" w:rsidRDefault="00804362" w:rsidP="0055044E">
            <w:pPr>
              <w:pStyle w:val="af0"/>
              <w:jc w:val="center"/>
            </w:pPr>
            <w:r w:rsidRPr="00AC2DC3">
              <w:rPr>
                <w:rFonts w:hint="eastAsia"/>
              </w:rPr>
              <w:t>部位</w:t>
            </w:r>
          </w:p>
        </w:tc>
        <w:tc>
          <w:tcPr>
            <w:tcW w:w="3464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15791CB3" w14:textId="77777777" w:rsidR="00804362" w:rsidRPr="00AC2DC3" w:rsidRDefault="00804362" w:rsidP="0055044E">
            <w:pPr>
              <w:pStyle w:val="af0"/>
              <w:jc w:val="center"/>
            </w:pPr>
            <w:r w:rsidRPr="00AC2DC3">
              <w:rPr>
                <w:rFonts w:hint="eastAsia"/>
              </w:rPr>
              <w:t>反射比材料设计取值</w:t>
            </w:r>
          </w:p>
        </w:tc>
        <w:tc>
          <w:tcPr>
            <w:tcW w:w="3531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  <w:vAlign w:val="center"/>
          </w:tcPr>
          <w:p w14:paraId="624EAB4D" w14:textId="77777777" w:rsidR="00804362" w:rsidRPr="00AC2DC3" w:rsidRDefault="00804362" w:rsidP="0055044E">
            <w:pPr>
              <w:pStyle w:val="af0"/>
              <w:jc w:val="center"/>
            </w:pPr>
            <w:r w:rsidRPr="00AC2DC3">
              <w:rPr>
                <w:rFonts w:hint="eastAsia"/>
              </w:rPr>
              <w:t>备注</w:t>
            </w:r>
          </w:p>
        </w:tc>
      </w:tr>
      <w:tr w:rsidR="00804362" w:rsidRPr="00AC2DC3" w14:paraId="0B31BF5E" w14:textId="77777777" w:rsidTr="00DD2507">
        <w:trPr>
          <w:jc w:val="center"/>
        </w:trPr>
        <w:tc>
          <w:tcPr>
            <w:tcW w:w="2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FA1C6E6" w14:textId="77777777" w:rsidR="00804362" w:rsidRPr="00AC2DC3" w:rsidRDefault="00804362" w:rsidP="0055044E">
            <w:pPr>
              <w:pStyle w:val="af0"/>
              <w:jc w:val="center"/>
            </w:pPr>
            <w:r w:rsidRPr="00AC2DC3">
              <w:rPr>
                <w:rFonts w:hint="eastAsia"/>
              </w:rPr>
              <w:t>顶棚</w:t>
            </w:r>
          </w:p>
        </w:tc>
        <w:tc>
          <w:tcPr>
            <w:tcW w:w="3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C584816" w14:textId="77777777" w:rsidR="00804362" w:rsidRPr="00AC2DC3" w:rsidRDefault="00804362" w:rsidP="0055044E">
            <w:pPr>
              <w:pStyle w:val="af0"/>
              <w:jc w:val="center"/>
            </w:pPr>
            <w:bookmarkStart w:id="34" w:name="顶棚反射比"/>
            <w:r w:rsidRPr="00AC2DC3">
              <w:rPr>
                <w:rFonts w:hint="eastAsia"/>
              </w:rPr>
              <w:t>0.75</w:t>
            </w:r>
            <w:bookmarkEnd w:id="34"/>
          </w:p>
        </w:tc>
        <w:tc>
          <w:tcPr>
            <w:tcW w:w="3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D24870" w14:textId="77777777" w:rsidR="00804362" w:rsidRPr="00AC2DC3" w:rsidRDefault="00804362" w:rsidP="0055044E">
            <w:pPr>
              <w:pStyle w:val="af0"/>
              <w:jc w:val="center"/>
            </w:pPr>
          </w:p>
        </w:tc>
      </w:tr>
      <w:tr w:rsidR="00804362" w:rsidRPr="00AC2DC3" w14:paraId="2D399E02" w14:textId="77777777" w:rsidTr="00DD2507">
        <w:trPr>
          <w:jc w:val="center"/>
        </w:trPr>
        <w:tc>
          <w:tcPr>
            <w:tcW w:w="2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E8721FD" w14:textId="77777777" w:rsidR="00804362" w:rsidRPr="00AC2DC3" w:rsidRDefault="00804362" w:rsidP="0055044E">
            <w:pPr>
              <w:pStyle w:val="af0"/>
              <w:jc w:val="center"/>
            </w:pPr>
            <w:r w:rsidRPr="00AC2DC3">
              <w:rPr>
                <w:rFonts w:hint="eastAsia"/>
              </w:rPr>
              <w:t>地面</w:t>
            </w:r>
          </w:p>
        </w:tc>
        <w:tc>
          <w:tcPr>
            <w:tcW w:w="3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2F9A29" w14:textId="77777777" w:rsidR="00804362" w:rsidRPr="00AC2DC3" w:rsidRDefault="00804362" w:rsidP="0055044E">
            <w:pPr>
              <w:pStyle w:val="af0"/>
              <w:jc w:val="center"/>
            </w:pPr>
            <w:bookmarkStart w:id="35" w:name="地面反射比"/>
            <w:r w:rsidRPr="00AC2DC3">
              <w:rPr>
                <w:rFonts w:hint="eastAsia"/>
              </w:rPr>
              <w:t>0.30</w:t>
            </w:r>
            <w:bookmarkEnd w:id="35"/>
          </w:p>
        </w:tc>
        <w:tc>
          <w:tcPr>
            <w:tcW w:w="3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39FA06" w14:textId="77777777" w:rsidR="00804362" w:rsidRPr="00AC2DC3" w:rsidRDefault="00804362" w:rsidP="0055044E">
            <w:pPr>
              <w:pStyle w:val="af0"/>
              <w:jc w:val="center"/>
            </w:pPr>
          </w:p>
        </w:tc>
      </w:tr>
      <w:tr w:rsidR="00804362" w:rsidRPr="00AC2DC3" w14:paraId="15BB22D2" w14:textId="77777777" w:rsidTr="00DD2507">
        <w:trPr>
          <w:jc w:val="center"/>
        </w:trPr>
        <w:tc>
          <w:tcPr>
            <w:tcW w:w="2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66F86CD" w14:textId="77777777" w:rsidR="00804362" w:rsidRPr="00AC2DC3" w:rsidRDefault="00804362" w:rsidP="0055044E">
            <w:pPr>
              <w:pStyle w:val="af0"/>
              <w:jc w:val="center"/>
            </w:pPr>
            <w:r w:rsidRPr="00AC2DC3">
              <w:rPr>
                <w:rFonts w:hint="eastAsia"/>
              </w:rPr>
              <w:t>墙面</w:t>
            </w:r>
          </w:p>
        </w:tc>
        <w:tc>
          <w:tcPr>
            <w:tcW w:w="3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93124E" w14:textId="77777777" w:rsidR="00804362" w:rsidRPr="00AC2DC3" w:rsidRDefault="00804362" w:rsidP="0055044E">
            <w:pPr>
              <w:pStyle w:val="af0"/>
              <w:jc w:val="center"/>
            </w:pPr>
            <w:bookmarkStart w:id="36" w:name="墙面反射比"/>
            <w:r w:rsidRPr="00AC2DC3">
              <w:rPr>
                <w:rFonts w:hint="eastAsia"/>
              </w:rPr>
              <w:t>0.60</w:t>
            </w:r>
            <w:bookmarkEnd w:id="36"/>
          </w:p>
        </w:tc>
        <w:tc>
          <w:tcPr>
            <w:tcW w:w="3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8321E24" w14:textId="77777777" w:rsidR="00804362" w:rsidRPr="00AC2DC3" w:rsidRDefault="00804362" w:rsidP="0055044E">
            <w:pPr>
              <w:pStyle w:val="af0"/>
              <w:jc w:val="center"/>
            </w:pPr>
          </w:p>
        </w:tc>
      </w:tr>
      <w:tr w:rsidR="00804362" w:rsidRPr="00AC2DC3" w14:paraId="0B40713A" w14:textId="77777777" w:rsidTr="00DD2507">
        <w:trPr>
          <w:jc w:val="center"/>
        </w:trPr>
        <w:tc>
          <w:tcPr>
            <w:tcW w:w="222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733A0AA" w14:textId="77777777" w:rsidR="00804362" w:rsidRPr="00AC2DC3" w:rsidRDefault="00804362" w:rsidP="0055044E">
            <w:pPr>
              <w:pStyle w:val="af0"/>
              <w:jc w:val="center"/>
            </w:pPr>
            <w:r w:rsidRPr="00AC2DC3">
              <w:rPr>
                <w:rFonts w:hint="eastAsia"/>
              </w:rPr>
              <w:t>外表面</w:t>
            </w:r>
          </w:p>
        </w:tc>
        <w:tc>
          <w:tcPr>
            <w:tcW w:w="346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2A77373" w14:textId="77777777" w:rsidR="00804362" w:rsidRPr="00AC2DC3" w:rsidRDefault="00804362" w:rsidP="0055044E">
            <w:pPr>
              <w:pStyle w:val="af0"/>
              <w:jc w:val="center"/>
            </w:pPr>
            <w:bookmarkStart w:id="37" w:name="外表面反射比"/>
            <w:r w:rsidRPr="00AC2DC3">
              <w:rPr>
                <w:rFonts w:hint="eastAsia"/>
              </w:rPr>
              <w:t>0.50</w:t>
            </w:r>
            <w:bookmarkEnd w:id="37"/>
          </w:p>
        </w:tc>
        <w:tc>
          <w:tcPr>
            <w:tcW w:w="353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D04C684" w14:textId="77777777" w:rsidR="00804362" w:rsidRPr="00AC2DC3" w:rsidRDefault="00804362" w:rsidP="0055044E">
            <w:pPr>
              <w:pStyle w:val="af0"/>
              <w:jc w:val="center"/>
            </w:pPr>
          </w:p>
        </w:tc>
      </w:tr>
    </w:tbl>
    <w:p w14:paraId="4244652F" w14:textId="77777777" w:rsidR="003A3E76" w:rsidRPr="00AC2DC3" w:rsidRDefault="003A3E76" w:rsidP="003A3E76">
      <w:pPr>
        <w:pStyle w:val="ab"/>
        <w:spacing w:line="360" w:lineRule="auto"/>
        <w:ind w:left="180" w:right="180" w:firstLine="360"/>
        <w:rPr>
          <w:rFonts w:ascii="微软雅黑" w:hAnsi="微软雅黑"/>
          <w:sz w:val="18"/>
          <w:szCs w:val="18"/>
        </w:rPr>
      </w:pPr>
      <w:r w:rsidRPr="00AC2DC3">
        <w:rPr>
          <w:rFonts w:ascii="微软雅黑" w:hAnsi="微软雅黑"/>
          <w:sz w:val="18"/>
          <w:szCs w:val="18"/>
        </w:rPr>
        <w:t>注</w:t>
      </w:r>
      <w:r w:rsidRPr="00AC2DC3">
        <w:rPr>
          <w:rFonts w:ascii="微软雅黑" w:hAnsi="微软雅黑" w:hint="eastAsia"/>
          <w:sz w:val="18"/>
          <w:szCs w:val="18"/>
        </w:rPr>
        <w:t>1</w:t>
      </w:r>
      <w:r w:rsidRPr="00AC2DC3">
        <w:rPr>
          <w:rFonts w:ascii="微软雅黑" w:hAnsi="微软雅黑"/>
          <w:sz w:val="18"/>
          <w:szCs w:val="18"/>
        </w:rPr>
        <w:t>：</w:t>
      </w:r>
      <w:r w:rsidRPr="00AC2DC3">
        <w:rPr>
          <w:rFonts w:ascii="微软雅黑" w:hAnsi="微软雅黑" w:hint="eastAsia"/>
          <w:sz w:val="18"/>
          <w:szCs w:val="18"/>
        </w:rPr>
        <w:t>数据参考自：《建筑采光设计标准》</w:t>
      </w:r>
      <w:r w:rsidRPr="00AC2DC3">
        <w:rPr>
          <w:rFonts w:ascii="微软雅黑" w:hAnsi="微软雅黑"/>
          <w:sz w:val="18"/>
          <w:szCs w:val="18"/>
        </w:rPr>
        <w:t>GB50033-2013</w:t>
      </w:r>
      <w:r w:rsidRPr="00AC2DC3">
        <w:rPr>
          <w:rFonts w:ascii="微软雅黑" w:hAnsi="微软雅黑" w:hint="eastAsia"/>
          <w:sz w:val="18"/>
          <w:szCs w:val="18"/>
        </w:rPr>
        <w:t>附录</w:t>
      </w:r>
      <w:r w:rsidRPr="00AC2DC3">
        <w:rPr>
          <w:rFonts w:ascii="微软雅黑" w:hAnsi="微软雅黑"/>
          <w:sz w:val="18"/>
          <w:szCs w:val="18"/>
        </w:rPr>
        <w:t>D</w:t>
      </w:r>
      <w:r w:rsidRPr="00AC2DC3">
        <w:rPr>
          <w:rFonts w:ascii="微软雅黑" w:hAnsi="微软雅黑" w:hint="eastAsia"/>
          <w:sz w:val="18"/>
          <w:szCs w:val="18"/>
        </w:rPr>
        <w:t xml:space="preserve"> 表D.0.5；</w:t>
      </w:r>
      <w:r w:rsidRPr="00AC2DC3">
        <w:rPr>
          <w:rFonts w:ascii="微软雅黑" w:hAnsi="微软雅黑" w:hint="eastAsia"/>
          <w:szCs w:val="21"/>
        </w:rPr>
        <w:tab/>
      </w:r>
    </w:p>
    <w:p w14:paraId="54EA8EDE" w14:textId="77777777" w:rsidR="005544E9" w:rsidRPr="00AC2DC3" w:rsidRDefault="003A3E76" w:rsidP="006D1684">
      <w:pPr>
        <w:pStyle w:val="2"/>
        <w:rPr>
          <w:rFonts w:ascii="微软雅黑" w:hAnsi="微软雅黑"/>
        </w:rPr>
      </w:pPr>
      <w:bookmarkStart w:id="38" w:name="_Toc160308532"/>
      <w:r w:rsidRPr="00AC2DC3">
        <w:rPr>
          <w:rFonts w:ascii="微软雅黑" w:hAnsi="微软雅黑" w:hint="eastAsia"/>
        </w:rPr>
        <w:t>门窗类型参数</w:t>
      </w:r>
      <w:bookmarkEnd w:id="38"/>
    </w:p>
    <w:p w14:paraId="4577CFD6" w14:textId="77777777" w:rsidR="00A6610F" w:rsidRPr="00AC2DC3" w:rsidRDefault="00A6610F" w:rsidP="0055044E">
      <w:pPr>
        <w:pStyle w:val="af0"/>
        <w:ind w:firstLineChars="200" w:firstLine="420"/>
      </w:pPr>
      <w:r w:rsidRPr="00AC2DC3">
        <w:rPr>
          <w:rFonts w:hint="eastAsia"/>
        </w:rPr>
        <w:t>窗</w:t>
      </w:r>
      <w:r w:rsidRPr="00AC2DC3">
        <w:t>的不舒适眩光是评价采光质量的重要指标，在计算眩光指数时，窗以及透光门都会结果产生影响，本章</w:t>
      </w:r>
      <w:r w:rsidRPr="00AC2DC3">
        <w:rPr>
          <w:rFonts w:hint="eastAsia"/>
        </w:rPr>
        <w:t>对</w:t>
      </w:r>
      <w:r w:rsidRPr="00AC2DC3">
        <w:t>计算中必要的门窗参数</w:t>
      </w:r>
      <w:r w:rsidRPr="00AC2DC3">
        <w:rPr>
          <w:rFonts w:hint="eastAsia"/>
        </w:rPr>
        <w:t>进行</w:t>
      </w:r>
      <w:r w:rsidRPr="00AC2DC3">
        <w:t>统计</w:t>
      </w:r>
      <w:r w:rsidRPr="00AC2DC3">
        <w:rPr>
          <w:rFonts w:hint="eastAsia"/>
        </w:rPr>
        <w:t>。</w:t>
      </w:r>
    </w:p>
    <w:p w14:paraId="206D21E1" w14:textId="77777777" w:rsidR="003A3E76" w:rsidRPr="00AC2DC3" w:rsidRDefault="003A3E76" w:rsidP="003A3E76">
      <w:pPr>
        <w:pStyle w:val="a0"/>
        <w:ind w:firstLineChars="0" w:firstLine="0"/>
        <w:rPr>
          <w:rFonts w:ascii="微软雅黑" w:eastAsia="微软雅黑" w:hAnsi="微软雅黑"/>
          <w:sz w:val="18"/>
          <w:szCs w:val="18"/>
          <w:lang w:val="en-US"/>
        </w:rPr>
      </w:pPr>
    </w:p>
    <w:p w14:paraId="15B9861D" w14:textId="77777777" w:rsidR="003A3E76" w:rsidRPr="00AC2DC3" w:rsidRDefault="000805DC" w:rsidP="004F57F1">
      <w:pPr>
        <w:pStyle w:val="3"/>
        <w:rPr>
          <w:rFonts w:ascii="微软雅黑" w:hAnsi="微软雅黑"/>
        </w:rPr>
      </w:pPr>
      <w:bookmarkStart w:id="39" w:name="窗"/>
      <w:bookmarkStart w:id="40" w:name="_Toc160308533"/>
      <w:r w:rsidRPr="00AC2DC3">
        <w:rPr>
          <w:rFonts w:ascii="微软雅黑" w:hAnsi="微软雅黑"/>
        </w:rPr>
        <w:t>普通</w:t>
      </w:r>
      <w:r w:rsidR="003A3E76" w:rsidRPr="00AC2DC3">
        <w:rPr>
          <w:rFonts w:ascii="微软雅黑" w:hAnsi="微软雅黑" w:hint="eastAsia"/>
        </w:rPr>
        <w:t>窗</w:t>
      </w:r>
      <w:bookmarkEnd w:id="40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59"/>
        <w:gridCol w:w="1246"/>
        <w:gridCol w:w="1246"/>
        <w:gridCol w:w="1301"/>
        <w:gridCol w:w="1301"/>
        <w:gridCol w:w="1516"/>
        <w:gridCol w:w="1358"/>
      </w:tblGrid>
      <w:tr w:rsidR="00B96FE0" w14:paraId="6B1DB7B7" w14:textId="77777777">
        <w:tc>
          <w:tcPr>
            <w:tcW w:w="1358" w:type="dxa"/>
            <w:shd w:val="clear" w:color="auto" w:fill="E6E6E6"/>
            <w:vAlign w:val="center"/>
          </w:tcPr>
          <w:bookmarkEnd w:id="39"/>
          <w:p w14:paraId="095AC40E" w14:textId="77777777" w:rsidR="00B96FE0" w:rsidRDefault="00000000">
            <w:r>
              <w:t>门窗编号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7A20056E" w14:textId="77777777" w:rsidR="00B96FE0" w:rsidRDefault="00000000">
            <w:r>
              <w:t>宽度(mm)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397D3D94" w14:textId="77777777" w:rsidR="00B96FE0" w:rsidRDefault="00000000">
            <w:r>
              <w:t>高度(mm)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14B030E8" w14:textId="77777777" w:rsidR="00B96FE0" w:rsidRDefault="00000000">
            <w:r>
              <w:t>窗框类型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4650FB77" w14:textId="77777777" w:rsidR="00B96FE0" w:rsidRDefault="00000000">
            <w:r>
              <w:t>玻璃类型</w:t>
            </w:r>
          </w:p>
        </w:tc>
        <w:tc>
          <w:tcPr>
            <w:tcW w:w="1516" w:type="dxa"/>
            <w:shd w:val="clear" w:color="auto" w:fill="E6E6E6"/>
            <w:vAlign w:val="center"/>
          </w:tcPr>
          <w:p w14:paraId="2BCBCD23" w14:textId="77777777" w:rsidR="00B96FE0" w:rsidRDefault="00000000">
            <w:r>
              <w:t>可见光透射比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44898770" w14:textId="77777777" w:rsidR="00B96FE0" w:rsidRDefault="00000000">
            <w:r>
              <w:t>玻璃反射比</w:t>
            </w:r>
          </w:p>
        </w:tc>
      </w:tr>
      <w:tr w:rsidR="00B96FE0" w14:paraId="366CFE4A" w14:textId="77777777">
        <w:tc>
          <w:tcPr>
            <w:tcW w:w="1358" w:type="dxa"/>
            <w:vAlign w:val="center"/>
          </w:tcPr>
          <w:p w14:paraId="6E1DD420" w14:textId="77777777" w:rsidR="00B96FE0" w:rsidRDefault="00000000">
            <w:r>
              <w:t>coffee窗</w:t>
            </w:r>
          </w:p>
        </w:tc>
        <w:tc>
          <w:tcPr>
            <w:tcW w:w="1245" w:type="dxa"/>
            <w:vAlign w:val="center"/>
          </w:tcPr>
          <w:p w14:paraId="095FB827" w14:textId="77777777" w:rsidR="00B96FE0" w:rsidRDefault="00000000">
            <w:r>
              <w:t>3000</w:t>
            </w:r>
          </w:p>
        </w:tc>
        <w:tc>
          <w:tcPr>
            <w:tcW w:w="1245" w:type="dxa"/>
            <w:vAlign w:val="center"/>
          </w:tcPr>
          <w:p w14:paraId="382872A1" w14:textId="77777777" w:rsidR="00B96FE0" w:rsidRDefault="00000000">
            <w:r>
              <w:t>2000</w:t>
            </w:r>
          </w:p>
        </w:tc>
        <w:tc>
          <w:tcPr>
            <w:tcW w:w="1301" w:type="dxa"/>
            <w:vAlign w:val="center"/>
          </w:tcPr>
          <w:p w14:paraId="02C268C1" w14:textId="77777777" w:rsidR="00B96FE0" w:rsidRDefault="00000000">
            <w:r>
              <w:t>单层铝窗</w:t>
            </w:r>
          </w:p>
        </w:tc>
        <w:tc>
          <w:tcPr>
            <w:tcW w:w="1301" w:type="dxa"/>
            <w:vAlign w:val="center"/>
          </w:tcPr>
          <w:p w14:paraId="7739548E" w14:textId="77777777" w:rsidR="00B96FE0" w:rsidRDefault="00000000">
            <w:r>
              <w:t>遮阳Low-E</w:t>
            </w:r>
          </w:p>
        </w:tc>
        <w:tc>
          <w:tcPr>
            <w:tcW w:w="1516" w:type="dxa"/>
            <w:vAlign w:val="center"/>
          </w:tcPr>
          <w:p w14:paraId="6D6DBE60" w14:textId="77777777" w:rsidR="00B96FE0" w:rsidRDefault="00000000">
            <w:r>
              <w:t>0.57</w:t>
            </w:r>
          </w:p>
        </w:tc>
        <w:tc>
          <w:tcPr>
            <w:tcW w:w="1358" w:type="dxa"/>
            <w:vAlign w:val="center"/>
          </w:tcPr>
          <w:p w14:paraId="262D6449" w14:textId="77777777" w:rsidR="00B96FE0" w:rsidRDefault="00000000">
            <w:r>
              <w:t>0.08</w:t>
            </w:r>
          </w:p>
        </w:tc>
      </w:tr>
      <w:tr w:rsidR="00B96FE0" w14:paraId="2287050F" w14:textId="77777777">
        <w:tc>
          <w:tcPr>
            <w:tcW w:w="1358" w:type="dxa"/>
            <w:vAlign w:val="center"/>
          </w:tcPr>
          <w:p w14:paraId="0E643873" w14:textId="77777777" w:rsidR="00B96FE0" w:rsidRDefault="00000000">
            <w:r>
              <w:t>no窗</w:t>
            </w:r>
          </w:p>
        </w:tc>
        <w:tc>
          <w:tcPr>
            <w:tcW w:w="1245" w:type="dxa"/>
            <w:vAlign w:val="center"/>
          </w:tcPr>
          <w:p w14:paraId="35D645E8" w14:textId="77777777" w:rsidR="00B96FE0" w:rsidRDefault="00000000">
            <w:r>
              <w:t>1800</w:t>
            </w:r>
          </w:p>
        </w:tc>
        <w:tc>
          <w:tcPr>
            <w:tcW w:w="1245" w:type="dxa"/>
            <w:vAlign w:val="center"/>
          </w:tcPr>
          <w:p w14:paraId="78449C9C" w14:textId="77777777" w:rsidR="00B96FE0" w:rsidRDefault="00000000">
            <w:r>
              <w:t>1500</w:t>
            </w:r>
          </w:p>
        </w:tc>
        <w:tc>
          <w:tcPr>
            <w:tcW w:w="1301" w:type="dxa"/>
            <w:vAlign w:val="center"/>
          </w:tcPr>
          <w:p w14:paraId="7B3909E0" w14:textId="77777777" w:rsidR="00B96FE0" w:rsidRDefault="00000000">
            <w:r>
              <w:t>单层铝窗</w:t>
            </w:r>
          </w:p>
        </w:tc>
        <w:tc>
          <w:tcPr>
            <w:tcW w:w="1301" w:type="dxa"/>
            <w:vAlign w:val="center"/>
          </w:tcPr>
          <w:p w14:paraId="563CC44B" w14:textId="77777777" w:rsidR="00B96FE0" w:rsidRDefault="00000000">
            <w:r>
              <w:t>高透Low-E</w:t>
            </w:r>
          </w:p>
        </w:tc>
        <w:tc>
          <w:tcPr>
            <w:tcW w:w="1516" w:type="dxa"/>
            <w:vAlign w:val="center"/>
          </w:tcPr>
          <w:p w14:paraId="74435D11" w14:textId="77777777" w:rsidR="00B96FE0" w:rsidRDefault="00000000">
            <w:r>
              <w:t>0.76</w:t>
            </w:r>
          </w:p>
        </w:tc>
        <w:tc>
          <w:tcPr>
            <w:tcW w:w="1358" w:type="dxa"/>
            <w:vAlign w:val="center"/>
          </w:tcPr>
          <w:p w14:paraId="57563DA0" w14:textId="77777777" w:rsidR="00B96FE0" w:rsidRDefault="00000000">
            <w:r>
              <w:t>0.08</w:t>
            </w:r>
          </w:p>
        </w:tc>
      </w:tr>
      <w:tr w:rsidR="00B96FE0" w14:paraId="2FBC8622" w14:textId="77777777">
        <w:tc>
          <w:tcPr>
            <w:tcW w:w="1358" w:type="dxa"/>
            <w:vAlign w:val="center"/>
          </w:tcPr>
          <w:p w14:paraId="30D9D370" w14:textId="77777777" w:rsidR="00B96FE0" w:rsidRDefault="00000000">
            <w:r>
              <w:t>主窗</w:t>
            </w:r>
          </w:p>
        </w:tc>
        <w:tc>
          <w:tcPr>
            <w:tcW w:w="1245" w:type="dxa"/>
            <w:vAlign w:val="center"/>
          </w:tcPr>
          <w:p w14:paraId="2F913200" w14:textId="77777777" w:rsidR="00B96FE0" w:rsidRDefault="00000000">
            <w:r>
              <w:t>1000</w:t>
            </w:r>
          </w:p>
        </w:tc>
        <w:tc>
          <w:tcPr>
            <w:tcW w:w="1245" w:type="dxa"/>
            <w:vAlign w:val="center"/>
          </w:tcPr>
          <w:p w14:paraId="7037FA52" w14:textId="77777777" w:rsidR="00B96FE0" w:rsidRDefault="00000000">
            <w:r>
              <w:t>1500</w:t>
            </w:r>
          </w:p>
        </w:tc>
        <w:tc>
          <w:tcPr>
            <w:tcW w:w="1301" w:type="dxa"/>
            <w:vAlign w:val="center"/>
          </w:tcPr>
          <w:p w14:paraId="2E8B1134" w14:textId="77777777" w:rsidR="00B96FE0" w:rsidRDefault="00000000">
            <w:r>
              <w:t>单层铝窗</w:t>
            </w:r>
          </w:p>
        </w:tc>
        <w:tc>
          <w:tcPr>
            <w:tcW w:w="1301" w:type="dxa"/>
            <w:vAlign w:val="center"/>
          </w:tcPr>
          <w:p w14:paraId="281FC3A5" w14:textId="77777777" w:rsidR="00B96FE0" w:rsidRDefault="00000000">
            <w:r>
              <w:t>高透Low-E</w:t>
            </w:r>
          </w:p>
        </w:tc>
        <w:tc>
          <w:tcPr>
            <w:tcW w:w="1516" w:type="dxa"/>
            <w:vAlign w:val="center"/>
          </w:tcPr>
          <w:p w14:paraId="65A15CEB" w14:textId="77777777" w:rsidR="00B96FE0" w:rsidRDefault="00000000">
            <w:r>
              <w:t>0.76</w:t>
            </w:r>
          </w:p>
        </w:tc>
        <w:tc>
          <w:tcPr>
            <w:tcW w:w="1358" w:type="dxa"/>
            <w:vAlign w:val="center"/>
          </w:tcPr>
          <w:p w14:paraId="7A768440" w14:textId="77777777" w:rsidR="00B96FE0" w:rsidRDefault="00000000">
            <w:r>
              <w:t>0.08</w:t>
            </w:r>
          </w:p>
        </w:tc>
      </w:tr>
      <w:tr w:rsidR="00B96FE0" w14:paraId="5FA5228B" w14:textId="77777777">
        <w:tc>
          <w:tcPr>
            <w:tcW w:w="1358" w:type="dxa"/>
            <w:vAlign w:val="center"/>
          </w:tcPr>
          <w:p w14:paraId="6E729BFE" w14:textId="77777777" w:rsidR="00B96FE0" w:rsidRDefault="00000000">
            <w:r>
              <w:t>副窗</w:t>
            </w:r>
          </w:p>
        </w:tc>
        <w:tc>
          <w:tcPr>
            <w:tcW w:w="1245" w:type="dxa"/>
            <w:vAlign w:val="center"/>
          </w:tcPr>
          <w:p w14:paraId="3DD750B7" w14:textId="77777777" w:rsidR="00B96FE0" w:rsidRDefault="00000000">
            <w:r>
              <w:t>1200</w:t>
            </w:r>
          </w:p>
        </w:tc>
        <w:tc>
          <w:tcPr>
            <w:tcW w:w="1245" w:type="dxa"/>
            <w:vAlign w:val="center"/>
          </w:tcPr>
          <w:p w14:paraId="0840569F" w14:textId="77777777" w:rsidR="00B96FE0" w:rsidRDefault="00000000">
            <w:r>
              <w:t>2000</w:t>
            </w:r>
          </w:p>
        </w:tc>
        <w:tc>
          <w:tcPr>
            <w:tcW w:w="1301" w:type="dxa"/>
            <w:vAlign w:val="center"/>
          </w:tcPr>
          <w:p w14:paraId="2747D8F2" w14:textId="77777777" w:rsidR="00B96FE0" w:rsidRDefault="00000000">
            <w:r>
              <w:t>单层铝窗</w:t>
            </w:r>
          </w:p>
        </w:tc>
        <w:tc>
          <w:tcPr>
            <w:tcW w:w="1301" w:type="dxa"/>
            <w:vAlign w:val="center"/>
          </w:tcPr>
          <w:p w14:paraId="0A5A84D3" w14:textId="77777777" w:rsidR="00B96FE0" w:rsidRDefault="00000000">
            <w:r>
              <w:t>遮阳Low-E</w:t>
            </w:r>
          </w:p>
        </w:tc>
        <w:tc>
          <w:tcPr>
            <w:tcW w:w="1516" w:type="dxa"/>
            <w:vAlign w:val="center"/>
          </w:tcPr>
          <w:p w14:paraId="4DA63C03" w14:textId="77777777" w:rsidR="00B96FE0" w:rsidRDefault="00000000">
            <w:r>
              <w:t>0.57</w:t>
            </w:r>
          </w:p>
        </w:tc>
        <w:tc>
          <w:tcPr>
            <w:tcW w:w="1358" w:type="dxa"/>
            <w:vAlign w:val="center"/>
          </w:tcPr>
          <w:p w14:paraId="7D59231E" w14:textId="77777777" w:rsidR="00B96FE0" w:rsidRDefault="00000000">
            <w:r>
              <w:t>0.08</w:t>
            </w:r>
          </w:p>
        </w:tc>
      </w:tr>
      <w:tr w:rsidR="00B96FE0" w14:paraId="2F0ACB64" w14:textId="77777777">
        <w:tc>
          <w:tcPr>
            <w:tcW w:w="1358" w:type="dxa"/>
            <w:vAlign w:val="center"/>
          </w:tcPr>
          <w:p w14:paraId="5D2B1705" w14:textId="77777777" w:rsidR="00B96FE0" w:rsidRDefault="00000000">
            <w:r>
              <w:t>天窗</w:t>
            </w:r>
          </w:p>
        </w:tc>
        <w:tc>
          <w:tcPr>
            <w:tcW w:w="1245" w:type="dxa"/>
            <w:vAlign w:val="center"/>
          </w:tcPr>
          <w:p w14:paraId="591F0391" w14:textId="77777777" w:rsidR="00B96FE0" w:rsidRDefault="00000000">
            <w:r>
              <w:t>17200</w:t>
            </w:r>
          </w:p>
        </w:tc>
        <w:tc>
          <w:tcPr>
            <w:tcW w:w="1245" w:type="dxa"/>
            <w:vAlign w:val="center"/>
          </w:tcPr>
          <w:p w14:paraId="15D8A8F8" w14:textId="77777777" w:rsidR="00B96FE0" w:rsidRDefault="00000000">
            <w:r>
              <w:t>900</w:t>
            </w:r>
          </w:p>
        </w:tc>
        <w:tc>
          <w:tcPr>
            <w:tcW w:w="1301" w:type="dxa"/>
            <w:vAlign w:val="center"/>
          </w:tcPr>
          <w:p w14:paraId="33D6FD06" w14:textId="77777777" w:rsidR="00B96FE0" w:rsidRDefault="00000000">
            <w:r>
              <w:t>单层铝窗</w:t>
            </w:r>
          </w:p>
        </w:tc>
        <w:tc>
          <w:tcPr>
            <w:tcW w:w="1301" w:type="dxa"/>
            <w:vAlign w:val="center"/>
          </w:tcPr>
          <w:p w14:paraId="59B59B3B" w14:textId="77777777" w:rsidR="00B96FE0" w:rsidRDefault="00000000">
            <w:r>
              <w:t>超白玻璃</w:t>
            </w:r>
          </w:p>
        </w:tc>
        <w:tc>
          <w:tcPr>
            <w:tcW w:w="1516" w:type="dxa"/>
            <w:vAlign w:val="center"/>
          </w:tcPr>
          <w:p w14:paraId="27110E49" w14:textId="77777777" w:rsidR="00B96FE0" w:rsidRDefault="00000000">
            <w:r>
              <w:t>0.91</w:t>
            </w:r>
          </w:p>
        </w:tc>
        <w:tc>
          <w:tcPr>
            <w:tcW w:w="1358" w:type="dxa"/>
            <w:vAlign w:val="center"/>
          </w:tcPr>
          <w:p w14:paraId="545DD6EB" w14:textId="77777777" w:rsidR="00B96FE0" w:rsidRDefault="00000000">
            <w:r>
              <w:t>0.08</w:t>
            </w:r>
          </w:p>
        </w:tc>
      </w:tr>
      <w:tr w:rsidR="00B96FE0" w14:paraId="629494EF" w14:textId="77777777">
        <w:tc>
          <w:tcPr>
            <w:tcW w:w="1358" w:type="dxa"/>
            <w:vAlign w:val="center"/>
          </w:tcPr>
          <w:p w14:paraId="4C2982E2" w14:textId="77777777" w:rsidR="00B96FE0" w:rsidRDefault="00000000">
            <w:r>
              <w:t>幕墙</w:t>
            </w:r>
          </w:p>
        </w:tc>
        <w:tc>
          <w:tcPr>
            <w:tcW w:w="1245" w:type="dxa"/>
            <w:vAlign w:val="center"/>
          </w:tcPr>
          <w:p w14:paraId="6F8F03D9" w14:textId="77777777" w:rsidR="00B96FE0" w:rsidRDefault="00000000">
            <w:r>
              <w:t>2000</w:t>
            </w:r>
          </w:p>
        </w:tc>
        <w:tc>
          <w:tcPr>
            <w:tcW w:w="1245" w:type="dxa"/>
            <w:vAlign w:val="center"/>
          </w:tcPr>
          <w:p w14:paraId="5C937D50" w14:textId="77777777" w:rsidR="00B96FE0" w:rsidRDefault="00000000">
            <w:r>
              <w:t>2800</w:t>
            </w:r>
          </w:p>
        </w:tc>
        <w:tc>
          <w:tcPr>
            <w:tcW w:w="1301" w:type="dxa"/>
            <w:vAlign w:val="center"/>
          </w:tcPr>
          <w:p w14:paraId="213B4C0B" w14:textId="77777777" w:rsidR="00B96FE0" w:rsidRDefault="00000000">
            <w:r>
              <w:t>单层铝窗</w:t>
            </w:r>
          </w:p>
        </w:tc>
        <w:tc>
          <w:tcPr>
            <w:tcW w:w="1301" w:type="dxa"/>
            <w:vAlign w:val="center"/>
          </w:tcPr>
          <w:p w14:paraId="7AE0FDA3" w14:textId="77777777" w:rsidR="00B96FE0" w:rsidRDefault="00000000">
            <w:r>
              <w:t>高透Low-E</w:t>
            </w:r>
          </w:p>
        </w:tc>
        <w:tc>
          <w:tcPr>
            <w:tcW w:w="1516" w:type="dxa"/>
            <w:vAlign w:val="center"/>
          </w:tcPr>
          <w:p w14:paraId="246F4689" w14:textId="77777777" w:rsidR="00B96FE0" w:rsidRDefault="00000000">
            <w:r>
              <w:t>0.76</w:t>
            </w:r>
          </w:p>
        </w:tc>
        <w:tc>
          <w:tcPr>
            <w:tcW w:w="1358" w:type="dxa"/>
            <w:vAlign w:val="center"/>
          </w:tcPr>
          <w:p w14:paraId="5BF1B409" w14:textId="77777777" w:rsidR="00B96FE0" w:rsidRDefault="00000000">
            <w:r>
              <w:t>0.08</w:t>
            </w:r>
          </w:p>
        </w:tc>
      </w:tr>
      <w:tr w:rsidR="00B96FE0" w14:paraId="773364E5" w14:textId="77777777">
        <w:tc>
          <w:tcPr>
            <w:tcW w:w="1358" w:type="dxa"/>
            <w:vAlign w:val="center"/>
          </w:tcPr>
          <w:p w14:paraId="79228297" w14:textId="77777777" w:rsidR="00B96FE0" w:rsidRDefault="00000000">
            <w:r>
              <w:t>维护墙体</w:t>
            </w:r>
          </w:p>
        </w:tc>
        <w:tc>
          <w:tcPr>
            <w:tcW w:w="1245" w:type="dxa"/>
            <w:vAlign w:val="center"/>
          </w:tcPr>
          <w:p w14:paraId="3BF8DF08" w14:textId="77777777" w:rsidR="00B96FE0" w:rsidRDefault="00000000">
            <w:r>
              <w:t>5000</w:t>
            </w:r>
          </w:p>
        </w:tc>
        <w:tc>
          <w:tcPr>
            <w:tcW w:w="1245" w:type="dxa"/>
            <w:vAlign w:val="center"/>
          </w:tcPr>
          <w:p w14:paraId="5590F944" w14:textId="77777777" w:rsidR="00B96FE0" w:rsidRDefault="00000000">
            <w:r>
              <w:t>1200</w:t>
            </w:r>
          </w:p>
        </w:tc>
        <w:tc>
          <w:tcPr>
            <w:tcW w:w="1301" w:type="dxa"/>
            <w:vAlign w:val="center"/>
          </w:tcPr>
          <w:p w14:paraId="35B78ADB" w14:textId="77777777" w:rsidR="00B96FE0" w:rsidRDefault="00000000">
            <w:r>
              <w:t>单层铝窗</w:t>
            </w:r>
          </w:p>
        </w:tc>
        <w:tc>
          <w:tcPr>
            <w:tcW w:w="1301" w:type="dxa"/>
            <w:vAlign w:val="center"/>
          </w:tcPr>
          <w:p w14:paraId="5D56D5A3" w14:textId="77777777" w:rsidR="00B96FE0" w:rsidRDefault="00000000">
            <w:r>
              <w:t>遮阳Low-E</w:t>
            </w:r>
          </w:p>
        </w:tc>
        <w:tc>
          <w:tcPr>
            <w:tcW w:w="1516" w:type="dxa"/>
            <w:vAlign w:val="center"/>
          </w:tcPr>
          <w:p w14:paraId="674EC580" w14:textId="77777777" w:rsidR="00B96FE0" w:rsidRDefault="00000000">
            <w:r>
              <w:t>0.57</w:t>
            </w:r>
          </w:p>
        </w:tc>
        <w:tc>
          <w:tcPr>
            <w:tcW w:w="1358" w:type="dxa"/>
            <w:vAlign w:val="center"/>
          </w:tcPr>
          <w:p w14:paraId="53FB9FEF" w14:textId="77777777" w:rsidR="00B96FE0" w:rsidRDefault="00000000">
            <w:r>
              <w:t>0.08</w:t>
            </w:r>
          </w:p>
        </w:tc>
      </w:tr>
      <w:tr w:rsidR="00B96FE0" w14:paraId="58A3E625" w14:textId="77777777">
        <w:tc>
          <w:tcPr>
            <w:tcW w:w="1358" w:type="dxa"/>
            <w:vAlign w:val="center"/>
          </w:tcPr>
          <w:p w14:paraId="09B29390" w14:textId="77777777" w:rsidR="00B96FE0" w:rsidRDefault="00000000">
            <w:r>
              <w:t>过道窗</w:t>
            </w:r>
          </w:p>
        </w:tc>
        <w:tc>
          <w:tcPr>
            <w:tcW w:w="1245" w:type="dxa"/>
            <w:vAlign w:val="center"/>
          </w:tcPr>
          <w:p w14:paraId="22D3C438" w14:textId="77777777" w:rsidR="00B96FE0" w:rsidRDefault="00000000">
            <w:r>
              <w:t>1800</w:t>
            </w:r>
          </w:p>
        </w:tc>
        <w:tc>
          <w:tcPr>
            <w:tcW w:w="1245" w:type="dxa"/>
            <w:vAlign w:val="center"/>
          </w:tcPr>
          <w:p w14:paraId="311B6812" w14:textId="77777777" w:rsidR="00B96FE0" w:rsidRDefault="00000000">
            <w:r>
              <w:t>500</w:t>
            </w:r>
          </w:p>
        </w:tc>
        <w:tc>
          <w:tcPr>
            <w:tcW w:w="1301" w:type="dxa"/>
            <w:vAlign w:val="center"/>
          </w:tcPr>
          <w:p w14:paraId="03743836" w14:textId="77777777" w:rsidR="00B96FE0" w:rsidRDefault="00000000">
            <w:r>
              <w:t>单层铝窗</w:t>
            </w:r>
          </w:p>
        </w:tc>
        <w:tc>
          <w:tcPr>
            <w:tcW w:w="1301" w:type="dxa"/>
            <w:vAlign w:val="center"/>
          </w:tcPr>
          <w:p w14:paraId="1C9D0F8A" w14:textId="77777777" w:rsidR="00B96FE0" w:rsidRDefault="00000000">
            <w:r>
              <w:t>高透Low-E</w:t>
            </w:r>
          </w:p>
        </w:tc>
        <w:tc>
          <w:tcPr>
            <w:tcW w:w="1516" w:type="dxa"/>
            <w:vAlign w:val="center"/>
          </w:tcPr>
          <w:p w14:paraId="5069E325" w14:textId="77777777" w:rsidR="00B96FE0" w:rsidRDefault="00000000">
            <w:r>
              <w:t>0.76</w:t>
            </w:r>
          </w:p>
        </w:tc>
        <w:tc>
          <w:tcPr>
            <w:tcW w:w="1358" w:type="dxa"/>
            <w:vAlign w:val="center"/>
          </w:tcPr>
          <w:p w14:paraId="093BDD42" w14:textId="77777777" w:rsidR="00B96FE0" w:rsidRDefault="00000000">
            <w:r>
              <w:t>0.08</w:t>
            </w:r>
          </w:p>
        </w:tc>
      </w:tr>
    </w:tbl>
    <w:p w14:paraId="22C109FC" w14:textId="77777777" w:rsidR="003A3E76" w:rsidRPr="00AC2DC3" w:rsidRDefault="003A3E76" w:rsidP="003A3E76">
      <w:pPr>
        <w:pStyle w:val="a0"/>
        <w:ind w:firstLineChars="0" w:firstLine="0"/>
        <w:rPr>
          <w:rFonts w:ascii="微软雅黑" w:eastAsia="微软雅黑" w:hAnsi="微软雅黑"/>
          <w:sz w:val="18"/>
          <w:szCs w:val="18"/>
          <w:lang w:val="en-US"/>
        </w:rPr>
      </w:pPr>
      <w:r>
        <w:rPr>
          <w:rFonts w:ascii="微软雅黑" w:eastAsia="微软雅黑" w:hAnsi="微软雅黑"/>
          <w:sz w:val="18"/>
          <w:szCs w:val="18"/>
          <w:lang w:val="en-US"/>
        </w:rPr>
        <w:t>注：计算考虑了外窗玻璃的污染折减系数影响，系数取值0.9。</w:t>
      </w:r>
    </w:p>
    <w:p w14:paraId="62A8DBA4" w14:textId="77777777" w:rsidR="00B96FE0" w:rsidRDefault="00B96FE0">
      <w:pPr>
        <w:pStyle w:val="a0"/>
        <w:ind w:firstLineChars="0" w:firstLine="0"/>
        <w:rPr>
          <w:rFonts w:ascii="微软雅黑" w:eastAsia="微软雅黑" w:hAnsi="微软雅黑"/>
          <w:sz w:val="18"/>
          <w:szCs w:val="18"/>
          <w:lang w:val="en-US"/>
        </w:rPr>
      </w:pPr>
    </w:p>
    <w:p w14:paraId="02FF0D48" w14:textId="77777777" w:rsidR="003A3E76" w:rsidRPr="00AC2DC3" w:rsidRDefault="003A3E76" w:rsidP="003A3E76">
      <w:pPr>
        <w:pStyle w:val="a0"/>
        <w:ind w:firstLineChars="0" w:firstLine="0"/>
        <w:rPr>
          <w:rFonts w:ascii="微软雅黑" w:eastAsia="微软雅黑" w:hAnsi="微软雅黑"/>
          <w:sz w:val="18"/>
          <w:szCs w:val="18"/>
          <w:lang w:val="en-US"/>
        </w:rPr>
      </w:pPr>
    </w:p>
    <w:p w14:paraId="0DAD2973" w14:textId="77777777" w:rsidR="003A3E76" w:rsidRPr="00AC2DC3" w:rsidRDefault="003A3E76" w:rsidP="004F57F1">
      <w:pPr>
        <w:pStyle w:val="3"/>
        <w:rPr>
          <w:rFonts w:ascii="微软雅黑" w:hAnsi="微软雅黑"/>
        </w:rPr>
      </w:pPr>
      <w:bookmarkStart w:id="41" w:name="天窗"/>
      <w:bookmarkStart w:id="42" w:name="_Toc160308534"/>
      <w:r w:rsidRPr="00AC2DC3">
        <w:rPr>
          <w:rFonts w:ascii="微软雅黑" w:hAnsi="微软雅黑" w:hint="eastAsia"/>
        </w:rPr>
        <w:t>天</w:t>
      </w:r>
      <w:r w:rsidR="000925A8">
        <w:rPr>
          <w:rFonts w:ascii="微软雅黑" w:hAnsi="微软雅黑" w:hint="eastAsia"/>
        </w:rPr>
        <w:t xml:space="preserve"> </w:t>
      </w:r>
      <w:r w:rsidR="000925A8">
        <w:rPr>
          <w:rFonts w:ascii="微软雅黑" w:hAnsi="微软雅黑"/>
        </w:rPr>
        <w:t xml:space="preserve"> </w:t>
      </w:r>
      <w:r w:rsidRPr="00AC2DC3">
        <w:rPr>
          <w:rFonts w:ascii="微软雅黑" w:hAnsi="微软雅黑" w:hint="eastAsia"/>
        </w:rPr>
        <w:t>窗</w:t>
      </w:r>
      <w:bookmarkEnd w:id="42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92"/>
        <w:gridCol w:w="1103"/>
        <w:gridCol w:w="1103"/>
        <w:gridCol w:w="963"/>
        <w:gridCol w:w="1132"/>
        <w:gridCol w:w="1132"/>
        <w:gridCol w:w="1500"/>
        <w:gridCol w:w="1302"/>
      </w:tblGrid>
      <w:tr w:rsidR="00B96FE0" w14:paraId="14807BAE" w14:textId="77777777">
        <w:tc>
          <w:tcPr>
            <w:tcW w:w="1092" w:type="dxa"/>
            <w:shd w:val="clear" w:color="auto" w:fill="E6E6E6"/>
            <w:vAlign w:val="center"/>
          </w:tcPr>
          <w:p w14:paraId="471BCD49" w14:textId="77777777" w:rsidR="00B96FE0" w:rsidRDefault="00000000">
            <w:r>
              <w:t>门窗编号</w:t>
            </w:r>
          </w:p>
        </w:tc>
        <w:tc>
          <w:tcPr>
            <w:tcW w:w="1103" w:type="dxa"/>
            <w:shd w:val="clear" w:color="auto" w:fill="E6E6E6"/>
            <w:vAlign w:val="center"/>
          </w:tcPr>
          <w:p w14:paraId="109F5652" w14:textId="77777777" w:rsidR="00B96FE0" w:rsidRDefault="00000000">
            <w:r>
              <w:t>宽度(mm)</w:t>
            </w:r>
          </w:p>
        </w:tc>
        <w:tc>
          <w:tcPr>
            <w:tcW w:w="1103" w:type="dxa"/>
            <w:shd w:val="clear" w:color="auto" w:fill="E6E6E6"/>
            <w:vAlign w:val="center"/>
          </w:tcPr>
          <w:p w14:paraId="4BBF3160" w14:textId="77777777" w:rsidR="00B96FE0" w:rsidRDefault="00000000">
            <w:r>
              <w:t>高度(mm)</w:t>
            </w:r>
          </w:p>
        </w:tc>
        <w:tc>
          <w:tcPr>
            <w:tcW w:w="962" w:type="dxa"/>
            <w:shd w:val="clear" w:color="auto" w:fill="E6E6E6"/>
            <w:vAlign w:val="center"/>
          </w:tcPr>
          <w:p w14:paraId="00D60273" w14:textId="77777777" w:rsidR="00B96FE0" w:rsidRDefault="00000000"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D28AFB3" w14:textId="77777777" w:rsidR="00B96FE0" w:rsidRDefault="00000000">
            <w:r>
              <w:t>窗框类型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CE9292B" w14:textId="77777777" w:rsidR="00B96FE0" w:rsidRDefault="00000000">
            <w:r>
              <w:t>玻璃类型</w:t>
            </w:r>
          </w:p>
        </w:tc>
        <w:tc>
          <w:tcPr>
            <w:tcW w:w="1499" w:type="dxa"/>
            <w:shd w:val="clear" w:color="auto" w:fill="E6E6E6"/>
            <w:vAlign w:val="center"/>
          </w:tcPr>
          <w:p w14:paraId="67DD0C01" w14:textId="77777777" w:rsidR="00B96FE0" w:rsidRDefault="00000000">
            <w:r>
              <w:t>可见光透射比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26227F75" w14:textId="77777777" w:rsidR="00B96FE0" w:rsidRDefault="00000000">
            <w:r>
              <w:t>玻璃反射比</w:t>
            </w:r>
          </w:p>
        </w:tc>
      </w:tr>
      <w:tr w:rsidR="00B96FE0" w14:paraId="7FFC1878" w14:textId="77777777">
        <w:tc>
          <w:tcPr>
            <w:tcW w:w="1092" w:type="dxa"/>
            <w:vAlign w:val="center"/>
          </w:tcPr>
          <w:p w14:paraId="20158353" w14:textId="77777777" w:rsidR="00B96FE0" w:rsidRDefault="00B96FE0"/>
        </w:tc>
        <w:tc>
          <w:tcPr>
            <w:tcW w:w="1103" w:type="dxa"/>
            <w:vAlign w:val="center"/>
          </w:tcPr>
          <w:p w14:paraId="745BDB12" w14:textId="77777777" w:rsidR="00B96FE0" w:rsidRDefault="00000000">
            <w:r>
              <w:t>1000</w:t>
            </w:r>
          </w:p>
        </w:tc>
        <w:tc>
          <w:tcPr>
            <w:tcW w:w="1103" w:type="dxa"/>
            <w:vAlign w:val="center"/>
          </w:tcPr>
          <w:p w14:paraId="02F02C2B" w14:textId="77777777" w:rsidR="00B96FE0" w:rsidRDefault="00000000">
            <w:r>
              <w:t>7000</w:t>
            </w:r>
          </w:p>
        </w:tc>
        <w:tc>
          <w:tcPr>
            <w:tcW w:w="962" w:type="dxa"/>
            <w:vAlign w:val="center"/>
          </w:tcPr>
          <w:p w14:paraId="52DB0D04" w14:textId="77777777" w:rsidR="00B96FE0" w:rsidRDefault="00000000">
            <w:r>
              <w:t>6.062</w:t>
            </w:r>
          </w:p>
        </w:tc>
        <w:tc>
          <w:tcPr>
            <w:tcW w:w="1131" w:type="dxa"/>
            <w:vAlign w:val="center"/>
          </w:tcPr>
          <w:p w14:paraId="388F306B" w14:textId="77777777" w:rsidR="00B96FE0" w:rsidRDefault="00000000">
            <w:r>
              <w:t>单层铝窗</w:t>
            </w:r>
          </w:p>
        </w:tc>
        <w:tc>
          <w:tcPr>
            <w:tcW w:w="1131" w:type="dxa"/>
            <w:vAlign w:val="center"/>
          </w:tcPr>
          <w:p w14:paraId="68413ACE" w14:textId="77777777" w:rsidR="00B96FE0" w:rsidRDefault="00000000">
            <w:r>
              <w:t>高透Low-E</w:t>
            </w:r>
          </w:p>
        </w:tc>
        <w:tc>
          <w:tcPr>
            <w:tcW w:w="1499" w:type="dxa"/>
            <w:vAlign w:val="center"/>
          </w:tcPr>
          <w:p w14:paraId="2979EB0C" w14:textId="77777777" w:rsidR="00B96FE0" w:rsidRDefault="00000000">
            <w:r>
              <w:t>0.76</w:t>
            </w:r>
          </w:p>
        </w:tc>
        <w:tc>
          <w:tcPr>
            <w:tcW w:w="1301" w:type="dxa"/>
            <w:vAlign w:val="center"/>
          </w:tcPr>
          <w:p w14:paraId="453AE8A7" w14:textId="77777777" w:rsidR="00B96FE0" w:rsidRDefault="00000000">
            <w:r>
              <w:t>0.08</w:t>
            </w:r>
          </w:p>
        </w:tc>
      </w:tr>
    </w:tbl>
    <w:bookmarkEnd w:id="41"/>
    <w:p w14:paraId="0543B094" w14:textId="77777777" w:rsidR="003A3E76" w:rsidRPr="00AC2DC3" w:rsidRDefault="003A3E76" w:rsidP="003A3E76">
      <w:pPr>
        <w:pStyle w:val="a0"/>
        <w:ind w:firstLineChars="0" w:firstLine="0"/>
        <w:rPr>
          <w:rFonts w:ascii="微软雅黑" w:eastAsia="微软雅黑" w:hAnsi="微软雅黑"/>
          <w:sz w:val="18"/>
          <w:szCs w:val="18"/>
          <w:lang w:val="en-US"/>
        </w:rPr>
      </w:pPr>
      <w:r>
        <w:rPr>
          <w:rFonts w:ascii="微软雅黑" w:eastAsia="微软雅黑" w:hAnsi="微软雅黑"/>
          <w:sz w:val="18"/>
          <w:szCs w:val="18"/>
          <w:lang w:val="en-US"/>
        </w:rPr>
        <w:t>注：</w:t>
      </w:r>
    </w:p>
    <w:p w14:paraId="10D9D058" w14:textId="77777777" w:rsidR="00B96FE0" w:rsidRDefault="00000000">
      <w:pPr>
        <w:pStyle w:val="a0"/>
        <w:ind w:firstLineChars="0" w:firstLine="0"/>
        <w:rPr>
          <w:rFonts w:ascii="微软雅黑" w:eastAsia="微软雅黑" w:hAnsi="微软雅黑"/>
          <w:sz w:val="18"/>
          <w:szCs w:val="18"/>
          <w:lang w:val="en-US"/>
        </w:rPr>
      </w:pPr>
      <w:r>
        <w:rPr>
          <w:rFonts w:ascii="微软雅黑" w:eastAsia="微软雅黑" w:hAnsi="微软雅黑"/>
          <w:sz w:val="18"/>
          <w:szCs w:val="18"/>
          <w:lang w:val="en-US"/>
        </w:rPr>
        <w:t>1.计算考虑了外窗玻璃的污染折减系数影响，系数取值和房间洁净度、玻璃倾角有关以及是否属于多雨地区有关。按照《建筑采光设计标准》GB50033附录表D.0.7取值。</w:t>
      </w:r>
    </w:p>
    <w:p w14:paraId="0F1A8AC0" w14:textId="77777777" w:rsidR="002A7369" w:rsidRPr="00AC2DC3" w:rsidRDefault="00196F57" w:rsidP="004F57F1">
      <w:pPr>
        <w:pStyle w:val="1"/>
        <w:rPr>
          <w:rFonts w:ascii="微软雅黑" w:hAnsi="微软雅黑"/>
        </w:rPr>
      </w:pPr>
      <w:bookmarkStart w:id="43" w:name="_Toc160308535"/>
      <w:r w:rsidRPr="00AC2DC3">
        <w:rPr>
          <w:rFonts w:ascii="微软雅黑" w:hAnsi="微软雅黑" w:hint="eastAsia"/>
        </w:rPr>
        <w:t>眩光</w:t>
      </w:r>
      <w:r w:rsidR="00047D27" w:rsidRPr="00AC2DC3">
        <w:rPr>
          <w:rFonts w:ascii="微软雅黑" w:hAnsi="微软雅黑" w:hint="eastAsia"/>
        </w:rPr>
        <w:t>分析结果</w:t>
      </w:r>
      <w:bookmarkEnd w:id="43"/>
    </w:p>
    <w:p w14:paraId="0849A5DF" w14:textId="77777777" w:rsidR="008471C2" w:rsidRPr="00AC2DC3" w:rsidRDefault="008471C2" w:rsidP="006D1684">
      <w:pPr>
        <w:pStyle w:val="2"/>
        <w:numPr>
          <w:ilvl w:val="1"/>
          <w:numId w:val="46"/>
        </w:numPr>
        <w:rPr>
          <w:rFonts w:ascii="微软雅黑" w:hAnsi="微软雅黑"/>
        </w:rPr>
      </w:pPr>
      <w:bookmarkStart w:id="44" w:name="_Toc160308536"/>
      <w:r w:rsidRPr="00AC2DC3">
        <w:rPr>
          <w:rFonts w:ascii="微软雅黑" w:hAnsi="微软雅黑" w:hint="eastAsia"/>
        </w:rPr>
        <w:t>眩光指数</w:t>
      </w:r>
      <w:bookmarkEnd w:id="44"/>
    </w:p>
    <w:p w14:paraId="0C6CFF62" w14:textId="77777777" w:rsidR="00623194" w:rsidRPr="00AC2DC3" w:rsidRDefault="00623194" w:rsidP="0055044E">
      <w:pPr>
        <w:pStyle w:val="af0"/>
        <w:ind w:firstLineChars="200" w:firstLine="420"/>
        <w:rPr>
          <w:lang w:val="en-US"/>
        </w:rPr>
      </w:pPr>
      <w:r w:rsidRPr="00AC2DC3">
        <w:rPr>
          <w:rFonts w:hint="eastAsia"/>
          <w:lang w:val="en-US"/>
        </w:rPr>
        <w:t>计算</w:t>
      </w:r>
      <w:r w:rsidRPr="00AC2DC3">
        <w:rPr>
          <w:lang w:val="en-US"/>
        </w:rPr>
        <w:t>参数选定后，</w:t>
      </w:r>
      <w:r w:rsidRPr="00AC2DC3">
        <w:rPr>
          <w:rFonts w:hint="eastAsia"/>
          <w:lang w:val="en-US"/>
        </w:rPr>
        <w:t>利用</w:t>
      </w:r>
      <w:r w:rsidRPr="00AC2DC3">
        <w:rPr>
          <w:lang w:val="en-US"/>
        </w:rPr>
        <w:t>门窗参数等进行</w:t>
      </w:r>
      <w:r w:rsidRPr="00AC2DC3">
        <w:rPr>
          <w:rFonts w:hint="eastAsia"/>
          <w:lang w:val="en-US"/>
        </w:rPr>
        <w:t>不舒适</w:t>
      </w:r>
      <w:r w:rsidRPr="00AC2DC3">
        <w:rPr>
          <w:lang w:val="en-US"/>
        </w:rPr>
        <w:t>眩光指数</w:t>
      </w:r>
      <w:r w:rsidRPr="00AC2DC3">
        <w:rPr>
          <w:rFonts w:hint="eastAsia"/>
          <w:lang w:val="en-US"/>
        </w:rPr>
        <w:t>计算，</w:t>
      </w:r>
      <w:r w:rsidRPr="00AC2DC3">
        <w:rPr>
          <w:lang w:val="en-US"/>
        </w:rPr>
        <w:t>结果如下表所示：</w:t>
      </w:r>
    </w:p>
    <w:tbl>
      <w:tblPr>
        <w:tblW w:w="922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1076"/>
        <w:gridCol w:w="1076"/>
        <w:gridCol w:w="707"/>
        <w:gridCol w:w="707"/>
        <w:gridCol w:w="1443"/>
        <w:gridCol w:w="1075"/>
        <w:gridCol w:w="1075"/>
        <w:gridCol w:w="990"/>
      </w:tblGrid>
      <w:tr w:rsidR="00B96FE0" w14:paraId="1A8B9C25" w14:textId="77777777">
        <w:tc>
          <w:tcPr>
            <w:tcW w:w="1075" w:type="dxa"/>
            <w:shd w:val="clear" w:color="auto" w:fill="E6E6E6"/>
            <w:vAlign w:val="center"/>
          </w:tcPr>
          <w:p w14:paraId="4C8DFBE3" w14:textId="77777777" w:rsidR="00B96FE0" w:rsidRDefault="00000000">
            <w: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E051086" w14:textId="77777777" w:rsidR="00B96FE0" w:rsidRDefault="00000000">
            <w:r>
              <w:t>房间</w:t>
            </w:r>
            <w:r>
              <w:br/>
              <w:t>编号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357D573" w14:textId="77777777" w:rsidR="00B96FE0" w:rsidRDefault="00000000">
            <w:r>
              <w:t>房间类型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BA45E7C" w14:textId="77777777" w:rsidR="00B96FE0" w:rsidRDefault="00000000">
            <w:r>
              <w:t>采光</w:t>
            </w:r>
            <w:r>
              <w:br/>
              <w:t>等级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BC9C6B6" w14:textId="77777777" w:rsidR="00B96FE0" w:rsidRDefault="00000000">
            <w:r>
              <w:t>采光</w:t>
            </w:r>
            <w:r>
              <w:br/>
              <w:t>类型</w:t>
            </w:r>
          </w:p>
        </w:tc>
        <w:tc>
          <w:tcPr>
            <w:tcW w:w="1443" w:type="dxa"/>
            <w:shd w:val="clear" w:color="auto" w:fill="E6E6E6"/>
            <w:vAlign w:val="center"/>
          </w:tcPr>
          <w:p w14:paraId="36D92423" w14:textId="77777777" w:rsidR="00B96FE0" w:rsidRDefault="00000000">
            <w:r>
              <w:t>房间面积</w:t>
            </w:r>
            <w:r>
              <w:br/>
              <w:t>(m2)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34C1B78" w14:textId="77777777" w:rsidR="00B96FE0" w:rsidRDefault="00000000">
            <w:r>
              <w:t>眩光指数</w:t>
            </w:r>
            <w:r>
              <w:br/>
              <w:t>DGI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9C6B2BE" w14:textId="77777777" w:rsidR="00B96FE0" w:rsidRDefault="00000000">
            <w:r>
              <w:t>DGI限值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6C40F4C" w14:textId="77777777" w:rsidR="00B96FE0" w:rsidRDefault="00000000">
            <w:r>
              <w:t>结论</w:t>
            </w:r>
          </w:p>
        </w:tc>
      </w:tr>
      <w:tr w:rsidR="00B96FE0" w14:paraId="638CB457" w14:textId="77777777">
        <w:tc>
          <w:tcPr>
            <w:tcW w:w="1075" w:type="dxa"/>
            <w:vMerge w:val="restart"/>
            <w:vAlign w:val="center"/>
          </w:tcPr>
          <w:p w14:paraId="78F2007E" w14:textId="77777777" w:rsidR="00B96FE0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7709E5CB" w14:textId="77777777" w:rsidR="00B96FE0" w:rsidRDefault="00000000">
            <w:r>
              <w:t>1009</w:t>
            </w:r>
          </w:p>
        </w:tc>
        <w:tc>
          <w:tcPr>
            <w:tcW w:w="1075" w:type="dxa"/>
            <w:vAlign w:val="center"/>
          </w:tcPr>
          <w:p w14:paraId="51C19F0C" w14:textId="77777777" w:rsidR="00B96FE0" w:rsidRDefault="00000000">
            <w:r>
              <w:t>起居室</w:t>
            </w:r>
          </w:p>
        </w:tc>
        <w:tc>
          <w:tcPr>
            <w:tcW w:w="707" w:type="dxa"/>
            <w:vAlign w:val="center"/>
          </w:tcPr>
          <w:p w14:paraId="0BFF6468" w14:textId="77777777" w:rsidR="00B96FE0" w:rsidRDefault="00000000">
            <w:r>
              <w:t>IV</w:t>
            </w:r>
          </w:p>
        </w:tc>
        <w:tc>
          <w:tcPr>
            <w:tcW w:w="707" w:type="dxa"/>
            <w:vAlign w:val="center"/>
          </w:tcPr>
          <w:p w14:paraId="5FBBA379" w14:textId="77777777" w:rsidR="00B96FE0" w:rsidRDefault="00000000">
            <w:r>
              <w:t>侧面</w:t>
            </w:r>
          </w:p>
        </w:tc>
        <w:tc>
          <w:tcPr>
            <w:tcW w:w="1443" w:type="dxa"/>
            <w:vAlign w:val="center"/>
          </w:tcPr>
          <w:p w14:paraId="3C7B53EA" w14:textId="77777777" w:rsidR="00B96FE0" w:rsidRDefault="00000000">
            <w:r>
              <w:t>11.18</w:t>
            </w:r>
          </w:p>
        </w:tc>
        <w:tc>
          <w:tcPr>
            <w:tcW w:w="1075" w:type="dxa"/>
            <w:vAlign w:val="center"/>
          </w:tcPr>
          <w:p w14:paraId="624F149E" w14:textId="77777777" w:rsidR="00B96FE0" w:rsidRDefault="00000000">
            <w:r>
              <w:t>17.4</w:t>
            </w:r>
          </w:p>
        </w:tc>
        <w:tc>
          <w:tcPr>
            <w:tcW w:w="1075" w:type="dxa"/>
            <w:vAlign w:val="center"/>
          </w:tcPr>
          <w:p w14:paraId="0ED6DEB9" w14:textId="77777777" w:rsidR="00B96FE0" w:rsidRDefault="00000000">
            <w:r>
              <w:t>27</w:t>
            </w:r>
          </w:p>
        </w:tc>
        <w:tc>
          <w:tcPr>
            <w:tcW w:w="990" w:type="dxa"/>
            <w:vAlign w:val="center"/>
          </w:tcPr>
          <w:p w14:paraId="642B1335" w14:textId="77777777" w:rsidR="00B96FE0" w:rsidRDefault="00000000">
            <w:r>
              <w:t>满足</w:t>
            </w:r>
          </w:p>
        </w:tc>
      </w:tr>
      <w:tr w:rsidR="00B96FE0" w14:paraId="050FCFDA" w14:textId="77777777">
        <w:tc>
          <w:tcPr>
            <w:tcW w:w="1075" w:type="dxa"/>
            <w:vMerge/>
            <w:vAlign w:val="center"/>
          </w:tcPr>
          <w:p w14:paraId="27EF5083" w14:textId="77777777" w:rsidR="00B96FE0" w:rsidRDefault="00B96FE0"/>
        </w:tc>
        <w:tc>
          <w:tcPr>
            <w:tcW w:w="1075" w:type="dxa"/>
            <w:vAlign w:val="center"/>
          </w:tcPr>
          <w:p w14:paraId="22F08271" w14:textId="77777777" w:rsidR="00B96FE0" w:rsidRDefault="00000000">
            <w:r>
              <w:t>1010</w:t>
            </w:r>
          </w:p>
        </w:tc>
        <w:tc>
          <w:tcPr>
            <w:tcW w:w="1075" w:type="dxa"/>
            <w:vAlign w:val="center"/>
          </w:tcPr>
          <w:p w14:paraId="7FC8DC26" w14:textId="77777777" w:rsidR="00B96FE0" w:rsidRDefault="00000000">
            <w:r>
              <w:t>卧室</w:t>
            </w:r>
          </w:p>
        </w:tc>
        <w:tc>
          <w:tcPr>
            <w:tcW w:w="707" w:type="dxa"/>
            <w:vAlign w:val="center"/>
          </w:tcPr>
          <w:p w14:paraId="57B2995C" w14:textId="77777777" w:rsidR="00B96FE0" w:rsidRDefault="00000000">
            <w:r>
              <w:t>IV</w:t>
            </w:r>
          </w:p>
        </w:tc>
        <w:tc>
          <w:tcPr>
            <w:tcW w:w="707" w:type="dxa"/>
            <w:vAlign w:val="center"/>
          </w:tcPr>
          <w:p w14:paraId="79B24C7D" w14:textId="77777777" w:rsidR="00B96FE0" w:rsidRDefault="00000000">
            <w:r>
              <w:t>侧面</w:t>
            </w:r>
          </w:p>
        </w:tc>
        <w:tc>
          <w:tcPr>
            <w:tcW w:w="1443" w:type="dxa"/>
            <w:vAlign w:val="center"/>
          </w:tcPr>
          <w:p w14:paraId="482D5118" w14:textId="77777777" w:rsidR="00B96FE0" w:rsidRDefault="00000000">
            <w:r>
              <w:t>8.84</w:t>
            </w:r>
          </w:p>
        </w:tc>
        <w:tc>
          <w:tcPr>
            <w:tcW w:w="1075" w:type="dxa"/>
            <w:vAlign w:val="center"/>
          </w:tcPr>
          <w:p w14:paraId="0D8CDEF6" w14:textId="77777777" w:rsidR="00B96FE0" w:rsidRDefault="00000000">
            <w:r>
              <w:t>17.0</w:t>
            </w:r>
          </w:p>
        </w:tc>
        <w:tc>
          <w:tcPr>
            <w:tcW w:w="1075" w:type="dxa"/>
            <w:vAlign w:val="center"/>
          </w:tcPr>
          <w:p w14:paraId="705243A7" w14:textId="77777777" w:rsidR="00B96FE0" w:rsidRDefault="00000000">
            <w:r>
              <w:t>27</w:t>
            </w:r>
          </w:p>
        </w:tc>
        <w:tc>
          <w:tcPr>
            <w:tcW w:w="990" w:type="dxa"/>
            <w:vAlign w:val="center"/>
          </w:tcPr>
          <w:p w14:paraId="1EFA5807" w14:textId="77777777" w:rsidR="00B96FE0" w:rsidRDefault="00000000">
            <w:r>
              <w:t>满足</w:t>
            </w:r>
          </w:p>
        </w:tc>
      </w:tr>
      <w:tr w:rsidR="00B96FE0" w14:paraId="638313D7" w14:textId="77777777">
        <w:tc>
          <w:tcPr>
            <w:tcW w:w="1075" w:type="dxa"/>
            <w:vMerge/>
            <w:vAlign w:val="center"/>
          </w:tcPr>
          <w:p w14:paraId="4AA5805D" w14:textId="77777777" w:rsidR="00B96FE0" w:rsidRDefault="00B96FE0"/>
        </w:tc>
        <w:tc>
          <w:tcPr>
            <w:tcW w:w="1075" w:type="dxa"/>
            <w:vAlign w:val="center"/>
          </w:tcPr>
          <w:p w14:paraId="4A3A4308" w14:textId="77777777" w:rsidR="00B96FE0" w:rsidRDefault="00000000">
            <w:r>
              <w:t>1011</w:t>
            </w:r>
          </w:p>
        </w:tc>
        <w:tc>
          <w:tcPr>
            <w:tcW w:w="1075" w:type="dxa"/>
            <w:vAlign w:val="center"/>
          </w:tcPr>
          <w:p w14:paraId="382A5C2E" w14:textId="77777777" w:rsidR="00B96FE0" w:rsidRDefault="00000000">
            <w:r>
              <w:t>卧室</w:t>
            </w:r>
          </w:p>
        </w:tc>
        <w:tc>
          <w:tcPr>
            <w:tcW w:w="707" w:type="dxa"/>
            <w:vAlign w:val="center"/>
          </w:tcPr>
          <w:p w14:paraId="4C1F151F" w14:textId="77777777" w:rsidR="00B96FE0" w:rsidRDefault="00000000">
            <w:r>
              <w:t>IV</w:t>
            </w:r>
          </w:p>
        </w:tc>
        <w:tc>
          <w:tcPr>
            <w:tcW w:w="707" w:type="dxa"/>
            <w:vAlign w:val="center"/>
          </w:tcPr>
          <w:p w14:paraId="5F7A19E1" w14:textId="77777777" w:rsidR="00B96FE0" w:rsidRDefault="00000000">
            <w:r>
              <w:t>侧面</w:t>
            </w:r>
          </w:p>
        </w:tc>
        <w:tc>
          <w:tcPr>
            <w:tcW w:w="1443" w:type="dxa"/>
            <w:vAlign w:val="center"/>
          </w:tcPr>
          <w:p w14:paraId="6A3FC1D9" w14:textId="77777777" w:rsidR="00B96FE0" w:rsidRDefault="00000000">
            <w:r>
              <w:t>8.84</w:t>
            </w:r>
          </w:p>
        </w:tc>
        <w:tc>
          <w:tcPr>
            <w:tcW w:w="1075" w:type="dxa"/>
            <w:vAlign w:val="center"/>
          </w:tcPr>
          <w:p w14:paraId="2AFC9E5D" w14:textId="77777777" w:rsidR="00B96FE0" w:rsidRDefault="00000000">
            <w:r>
              <w:t>17.3</w:t>
            </w:r>
          </w:p>
        </w:tc>
        <w:tc>
          <w:tcPr>
            <w:tcW w:w="1075" w:type="dxa"/>
            <w:vAlign w:val="center"/>
          </w:tcPr>
          <w:p w14:paraId="38542B47" w14:textId="77777777" w:rsidR="00B96FE0" w:rsidRDefault="00000000">
            <w:r>
              <w:t>27</w:t>
            </w:r>
          </w:p>
        </w:tc>
        <w:tc>
          <w:tcPr>
            <w:tcW w:w="990" w:type="dxa"/>
            <w:vAlign w:val="center"/>
          </w:tcPr>
          <w:p w14:paraId="100D264D" w14:textId="77777777" w:rsidR="00B96FE0" w:rsidRDefault="00000000">
            <w:r>
              <w:t>满足</w:t>
            </w:r>
          </w:p>
        </w:tc>
      </w:tr>
      <w:tr w:rsidR="00B96FE0" w14:paraId="080730F9" w14:textId="77777777">
        <w:tc>
          <w:tcPr>
            <w:tcW w:w="1075" w:type="dxa"/>
            <w:vMerge w:val="restart"/>
            <w:vAlign w:val="center"/>
          </w:tcPr>
          <w:p w14:paraId="369CFDF7" w14:textId="77777777" w:rsidR="00B96FE0" w:rsidRDefault="00000000">
            <w:r>
              <w:t>2</w:t>
            </w:r>
          </w:p>
        </w:tc>
        <w:tc>
          <w:tcPr>
            <w:tcW w:w="1075" w:type="dxa"/>
            <w:vAlign w:val="center"/>
          </w:tcPr>
          <w:p w14:paraId="3FC7C4EC" w14:textId="77777777" w:rsidR="00B96FE0" w:rsidRDefault="00000000">
            <w:r>
              <w:t>2013</w:t>
            </w:r>
          </w:p>
        </w:tc>
        <w:tc>
          <w:tcPr>
            <w:tcW w:w="1075" w:type="dxa"/>
            <w:vAlign w:val="center"/>
          </w:tcPr>
          <w:p w14:paraId="6DDA638E" w14:textId="77777777" w:rsidR="00B96FE0" w:rsidRDefault="00000000">
            <w:r>
              <w:t>起居室</w:t>
            </w:r>
          </w:p>
        </w:tc>
        <w:tc>
          <w:tcPr>
            <w:tcW w:w="707" w:type="dxa"/>
            <w:vAlign w:val="center"/>
          </w:tcPr>
          <w:p w14:paraId="6E2A25E9" w14:textId="77777777" w:rsidR="00B96FE0" w:rsidRDefault="00000000">
            <w:r>
              <w:t>IV</w:t>
            </w:r>
          </w:p>
        </w:tc>
        <w:tc>
          <w:tcPr>
            <w:tcW w:w="707" w:type="dxa"/>
            <w:vAlign w:val="center"/>
          </w:tcPr>
          <w:p w14:paraId="61FD4810" w14:textId="77777777" w:rsidR="00B96FE0" w:rsidRDefault="00000000">
            <w:r>
              <w:t>侧面</w:t>
            </w:r>
          </w:p>
        </w:tc>
        <w:tc>
          <w:tcPr>
            <w:tcW w:w="1443" w:type="dxa"/>
            <w:vAlign w:val="center"/>
          </w:tcPr>
          <w:p w14:paraId="4CC287B8" w14:textId="77777777" w:rsidR="00B96FE0" w:rsidRDefault="00000000">
            <w:r>
              <w:t>11.18</w:t>
            </w:r>
          </w:p>
        </w:tc>
        <w:tc>
          <w:tcPr>
            <w:tcW w:w="1075" w:type="dxa"/>
            <w:vAlign w:val="center"/>
          </w:tcPr>
          <w:p w14:paraId="5DDD8BFD" w14:textId="77777777" w:rsidR="00B96FE0" w:rsidRDefault="00000000">
            <w:r>
              <w:t>19.4</w:t>
            </w:r>
          </w:p>
        </w:tc>
        <w:tc>
          <w:tcPr>
            <w:tcW w:w="1075" w:type="dxa"/>
            <w:vAlign w:val="center"/>
          </w:tcPr>
          <w:p w14:paraId="17504334" w14:textId="77777777" w:rsidR="00B96FE0" w:rsidRDefault="00000000">
            <w:r>
              <w:t>27</w:t>
            </w:r>
          </w:p>
        </w:tc>
        <w:tc>
          <w:tcPr>
            <w:tcW w:w="990" w:type="dxa"/>
            <w:vAlign w:val="center"/>
          </w:tcPr>
          <w:p w14:paraId="7D2ED0A4" w14:textId="77777777" w:rsidR="00B96FE0" w:rsidRDefault="00000000">
            <w:r>
              <w:t>满足</w:t>
            </w:r>
          </w:p>
        </w:tc>
      </w:tr>
      <w:tr w:rsidR="00B96FE0" w14:paraId="43096DD4" w14:textId="77777777">
        <w:tc>
          <w:tcPr>
            <w:tcW w:w="1075" w:type="dxa"/>
            <w:vMerge/>
            <w:vAlign w:val="center"/>
          </w:tcPr>
          <w:p w14:paraId="16EE6AA5" w14:textId="77777777" w:rsidR="00B96FE0" w:rsidRDefault="00B96FE0"/>
        </w:tc>
        <w:tc>
          <w:tcPr>
            <w:tcW w:w="1075" w:type="dxa"/>
            <w:vAlign w:val="center"/>
          </w:tcPr>
          <w:p w14:paraId="537DF988" w14:textId="77777777" w:rsidR="00B96FE0" w:rsidRDefault="00000000">
            <w:r>
              <w:t>2014</w:t>
            </w:r>
          </w:p>
        </w:tc>
        <w:tc>
          <w:tcPr>
            <w:tcW w:w="1075" w:type="dxa"/>
            <w:vAlign w:val="center"/>
          </w:tcPr>
          <w:p w14:paraId="22DABC16" w14:textId="77777777" w:rsidR="00B96FE0" w:rsidRDefault="00000000">
            <w:r>
              <w:t>卧室</w:t>
            </w:r>
          </w:p>
        </w:tc>
        <w:tc>
          <w:tcPr>
            <w:tcW w:w="707" w:type="dxa"/>
            <w:vAlign w:val="center"/>
          </w:tcPr>
          <w:p w14:paraId="3C6E5E20" w14:textId="77777777" w:rsidR="00B96FE0" w:rsidRDefault="00000000">
            <w:r>
              <w:t>IV</w:t>
            </w:r>
          </w:p>
        </w:tc>
        <w:tc>
          <w:tcPr>
            <w:tcW w:w="707" w:type="dxa"/>
            <w:vAlign w:val="center"/>
          </w:tcPr>
          <w:p w14:paraId="711DCC10" w14:textId="77777777" w:rsidR="00B96FE0" w:rsidRDefault="00000000">
            <w:r>
              <w:t>侧面</w:t>
            </w:r>
          </w:p>
        </w:tc>
        <w:tc>
          <w:tcPr>
            <w:tcW w:w="1443" w:type="dxa"/>
            <w:vAlign w:val="center"/>
          </w:tcPr>
          <w:p w14:paraId="1F2A64DF" w14:textId="77777777" w:rsidR="00B96FE0" w:rsidRDefault="00000000">
            <w:r>
              <w:t>8.84</w:t>
            </w:r>
          </w:p>
        </w:tc>
        <w:tc>
          <w:tcPr>
            <w:tcW w:w="1075" w:type="dxa"/>
            <w:vAlign w:val="center"/>
          </w:tcPr>
          <w:p w14:paraId="386C7795" w14:textId="77777777" w:rsidR="00B96FE0" w:rsidRDefault="00000000">
            <w:r>
              <w:t>18.5</w:t>
            </w:r>
          </w:p>
        </w:tc>
        <w:tc>
          <w:tcPr>
            <w:tcW w:w="1075" w:type="dxa"/>
            <w:vAlign w:val="center"/>
          </w:tcPr>
          <w:p w14:paraId="34346E4A" w14:textId="77777777" w:rsidR="00B96FE0" w:rsidRDefault="00000000">
            <w:r>
              <w:t>27</w:t>
            </w:r>
          </w:p>
        </w:tc>
        <w:tc>
          <w:tcPr>
            <w:tcW w:w="990" w:type="dxa"/>
            <w:vAlign w:val="center"/>
          </w:tcPr>
          <w:p w14:paraId="5A77DA95" w14:textId="77777777" w:rsidR="00B96FE0" w:rsidRDefault="00000000">
            <w:r>
              <w:t>满足</w:t>
            </w:r>
          </w:p>
        </w:tc>
      </w:tr>
      <w:tr w:rsidR="00B96FE0" w14:paraId="58EF61B1" w14:textId="77777777">
        <w:tc>
          <w:tcPr>
            <w:tcW w:w="1075" w:type="dxa"/>
            <w:vMerge/>
            <w:vAlign w:val="center"/>
          </w:tcPr>
          <w:p w14:paraId="5BC746D7" w14:textId="77777777" w:rsidR="00B96FE0" w:rsidRDefault="00B96FE0"/>
        </w:tc>
        <w:tc>
          <w:tcPr>
            <w:tcW w:w="1075" w:type="dxa"/>
            <w:vAlign w:val="center"/>
          </w:tcPr>
          <w:p w14:paraId="06F5845E" w14:textId="77777777" w:rsidR="00B96FE0" w:rsidRDefault="00000000">
            <w:r>
              <w:t>2015</w:t>
            </w:r>
          </w:p>
        </w:tc>
        <w:tc>
          <w:tcPr>
            <w:tcW w:w="1075" w:type="dxa"/>
            <w:vAlign w:val="center"/>
          </w:tcPr>
          <w:p w14:paraId="13E3D0F5" w14:textId="77777777" w:rsidR="00B96FE0" w:rsidRDefault="00000000">
            <w:r>
              <w:t>卧室</w:t>
            </w:r>
          </w:p>
        </w:tc>
        <w:tc>
          <w:tcPr>
            <w:tcW w:w="707" w:type="dxa"/>
            <w:vAlign w:val="center"/>
          </w:tcPr>
          <w:p w14:paraId="25D4136F" w14:textId="77777777" w:rsidR="00B96FE0" w:rsidRDefault="00000000">
            <w:r>
              <w:t>IV</w:t>
            </w:r>
          </w:p>
        </w:tc>
        <w:tc>
          <w:tcPr>
            <w:tcW w:w="707" w:type="dxa"/>
            <w:vAlign w:val="center"/>
          </w:tcPr>
          <w:p w14:paraId="53FA474A" w14:textId="77777777" w:rsidR="00B96FE0" w:rsidRDefault="00000000">
            <w:r>
              <w:t>侧面</w:t>
            </w:r>
          </w:p>
        </w:tc>
        <w:tc>
          <w:tcPr>
            <w:tcW w:w="1443" w:type="dxa"/>
            <w:vAlign w:val="center"/>
          </w:tcPr>
          <w:p w14:paraId="438DC40A" w14:textId="77777777" w:rsidR="00B96FE0" w:rsidRDefault="00000000">
            <w:r>
              <w:t>9.20</w:t>
            </w:r>
          </w:p>
        </w:tc>
        <w:tc>
          <w:tcPr>
            <w:tcW w:w="1075" w:type="dxa"/>
            <w:vAlign w:val="center"/>
          </w:tcPr>
          <w:p w14:paraId="30A68B86" w14:textId="77777777" w:rsidR="00B96FE0" w:rsidRDefault="00000000">
            <w:r>
              <w:t>17.9</w:t>
            </w:r>
          </w:p>
        </w:tc>
        <w:tc>
          <w:tcPr>
            <w:tcW w:w="1075" w:type="dxa"/>
            <w:vAlign w:val="center"/>
          </w:tcPr>
          <w:p w14:paraId="00436FFF" w14:textId="77777777" w:rsidR="00B96FE0" w:rsidRDefault="00000000">
            <w:r>
              <w:t>27</w:t>
            </w:r>
          </w:p>
        </w:tc>
        <w:tc>
          <w:tcPr>
            <w:tcW w:w="990" w:type="dxa"/>
            <w:vAlign w:val="center"/>
          </w:tcPr>
          <w:p w14:paraId="362C34B9" w14:textId="77777777" w:rsidR="00B96FE0" w:rsidRDefault="00000000">
            <w:r>
              <w:t>满足</w:t>
            </w:r>
          </w:p>
        </w:tc>
      </w:tr>
    </w:tbl>
    <w:p w14:paraId="7283AC46" w14:textId="77777777" w:rsidR="0007642D" w:rsidRPr="00AC2DC3" w:rsidRDefault="0007642D" w:rsidP="004524AC">
      <w:pPr>
        <w:ind w:left="180" w:right="180"/>
        <w:rPr>
          <w:lang w:val="en-US"/>
        </w:rPr>
      </w:pPr>
      <w:bookmarkStart w:id="45" w:name="房间眩光表"/>
      <w:bookmarkEnd w:id="45"/>
    </w:p>
    <w:p w14:paraId="4074E5A0" w14:textId="77777777" w:rsidR="008471C2" w:rsidRPr="00AC2DC3" w:rsidRDefault="008471C2" w:rsidP="006D1684">
      <w:pPr>
        <w:pStyle w:val="2"/>
        <w:numPr>
          <w:ilvl w:val="1"/>
          <w:numId w:val="46"/>
        </w:numPr>
        <w:rPr>
          <w:rFonts w:ascii="微软雅黑" w:hAnsi="微软雅黑"/>
        </w:rPr>
      </w:pPr>
      <w:bookmarkStart w:id="46" w:name="_Toc160308537"/>
      <w:r w:rsidRPr="00AC2DC3">
        <w:rPr>
          <w:rFonts w:ascii="微软雅黑" w:hAnsi="微软雅黑" w:hint="eastAsia"/>
        </w:rPr>
        <w:t>采光均匀度</w:t>
      </w:r>
      <w:bookmarkEnd w:id="46"/>
    </w:p>
    <w:p w14:paraId="5F9A100D" w14:textId="77777777" w:rsidR="00301B3E" w:rsidRPr="00AC2DC3" w:rsidRDefault="00301B3E" w:rsidP="0055044E">
      <w:pPr>
        <w:pStyle w:val="af0"/>
        <w:ind w:firstLineChars="200" w:firstLine="420"/>
        <w:rPr>
          <w:lang w:val="en-US"/>
        </w:rPr>
      </w:pPr>
      <w:r w:rsidRPr="00AC2DC3">
        <w:rPr>
          <w:rFonts w:hint="eastAsia"/>
          <w:lang w:val="en-US"/>
        </w:rPr>
        <w:t>主要功能房间的最大采光系数和平均采光系数的比值小于6，才能满足眩光</w:t>
      </w:r>
      <w:r w:rsidR="00D63FD0" w:rsidRPr="00AC2DC3">
        <w:rPr>
          <w:rFonts w:hint="eastAsia"/>
          <w:lang w:val="en-US"/>
        </w:rPr>
        <w:t>控制要求。</w:t>
      </w:r>
    </w:p>
    <w:tbl>
      <w:tblPr>
        <w:tblW w:w="925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76"/>
        <w:gridCol w:w="1076"/>
        <w:gridCol w:w="1247"/>
        <w:gridCol w:w="792"/>
        <w:gridCol w:w="848"/>
        <w:gridCol w:w="1075"/>
        <w:gridCol w:w="1075"/>
        <w:gridCol w:w="1075"/>
        <w:gridCol w:w="990"/>
      </w:tblGrid>
      <w:tr w:rsidR="00B96FE0" w14:paraId="76298E41" w14:textId="77777777">
        <w:tc>
          <w:tcPr>
            <w:tcW w:w="1075" w:type="dxa"/>
            <w:shd w:val="clear" w:color="auto" w:fill="E6E6E6"/>
            <w:vAlign w:val="center"/>
          </w:tcPr>
          <w:p w14:paraId="3466B643" w14:textId="77777777" w:rsidR="00B96FE0" w:rsidRDefault="00000000">
            <w:r>
              <w:t>楼层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36B05A0" w14:textId="77777777" w:rsidR="00B96FE0" w:rsidRDefault="00000000">
            <w:r>
              <w:t>房间</w:t>
            </w:r>
            <w:r>
              <w:br/>
              <w:t>编号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1BC3AA70" w14:textId="77777777" w:rsidR="00B96FE0" w:rsidRDefault="00000000">
            <w:r>
              <w:t>房间类型</w:t>
            </w:r>
          </w:p>
        </w:tc>
        <w:tc>
          <w:tcPr>
            <w:tcW w:w="792" w:type="dxa"/>
            <w:shd w:val="clear" w:color="auto" w:fill="E6E6E6"/>
            <w:vAlign w:val="center"/>
          </w:tcPr>
          <w:p w14:paraId="3C6E3FF6" w14:textId="77777777" w:rsidR="00B96FE0" w:rsidRDefault="00000000">
            <w:r>
              <w:t>采光</w:t>
            </w:r>
            <w:r>
              <w:br/>
              <w:t>等级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C989FD3" w14:textId="77777777" w:rsidR="00B96FE0" w:rsidRDefault="00000000">
            <w:r>
              <w:t>采光</w:t>
            </w:r>
            <w:r>
              <w:br/>
              <w:t>类型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6384B3A" w14:textId="77777777" w:rsidR="00B96FE0" w:rsidRDefault="00000000">
            <w:r>
              <w:t>最大值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8AAC75D" w14:textId="77777777" w:rsidR="00B96FE0" w:rsidRDefault="00000000">
            <w:r>
              <w:t>平均值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AAF05B7" w14:textId="77777777" w:rsidR="00B96FE0" w:rsidRDefault="00000000">
            <w:r>
              <w:t>采光</w:t>
            </w:r>
            <w:r>
              <w:br/>
              <w:t>均匀度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77B0988" w14:textId="77777777" w:rsidR="00B96FE0" w:rsidRDefault="00000000">
            <w:r>
              <w:t>结论</w:t>
            </w:r>
          </w:p>
        </w:tc>
      </w:tr>
      <w:tr w:rsidR="00B96FE0" w14:paraId="21AB9BA0" w14:textId="77777777">
        <w:tc>
          <w:tcPr>
            <w:tcW w:w="1075" w:type="dxa"/>
            <w:vMerge w:val="restart"/>
            <w:vAlign w:val="center"/>
          </w:tcPr>
          <w:p w14:paraId="33434A60" w14:textId="77777777" w:rsidR="00B96FE0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37891AF8" w14:textId="77777777" w:rsidR="00B96FE0" w:rsidRDefault="00000000">
            <w:r>
              <w:t>1009</w:t>
            </w:r>
          </w:p>
        </w:tc>
        <w:tc>
          <w:tcPr>
            <w:tcW w:w="1245" w:type="dxa"/>
            <w:vAlign w:val="center"/>
          </w:tcPr>
          <w:p w14:paraId="21DC6A9F" w14:textId="77777777" w:rsidR="00B96FE0" w:rsidRDefault="00000000">
            <w:r>
              <w:t>起居室</w:t>
            </w:r>
          </w:p>
        </w:tc>
        <w:tc>
          <w:tcPr>
            <w:tcW w:w="792" w:type="dxa"/>
            <w:vAlign w:val="center"/>
          </w:tcPr>
          <w:p w14:paraId="1FF31707" w14:textId="77777777" w:rsidR="00B96FE0" w:rsidRDefault="00000000">
            <w:r>
              <w:t>IV</w:t>
            </w:r>
          </w:p>
        </w:tc>
        <w:tc>
          <w:tcPr>
            <w:tcW w:w="848" w:type="dxa"/>
            <w:vAlign w:val="center"/>
          </w:tcPr>
          <w:p w14:paraId="4BC72309" w14:textId="77777777" w:rsidR="00B96FE0" w:rsidRDefault="00000000">
            <w:r>
              <w:t>侧面</w:t>
            </w:r>
          </w:p>
        </w:tc>
        <w:tc>
          <w:tcPr>
            <w:tcW w:w="1075" w:type="dxa"/>
            <w:vAlign w:val="center"/>
          </w:tcPr>
          <w:p w14:paraId="3197F2A7" w14:textId="77777777" w:rsidR="00B96FE0" w:rsidRDefault="00000000">
            <w:r>
              <w:t>12.97</w:t>
            </w:r>
          </w:p>
        </w:tc>
        <w:tc>
          <w:tcPr>
            <w:tcW w:w="1075" w:type="dxa"/>
            <w:vAlign w:val="center"/>
          </w:tcPr>
          <w:p w14:paraId="2D44B71A" w14:textId="77777777" w:rsidR="00B96FE0" w:rsidRDefault="00000000">
            <w:r>
              <w:t>3.64</w:t>
            </w:r>
          </w:p>
        </w:tc>
        <w:tc>
          <w:tcPr>
            <w:tcW w:w="1075" w:type="dxa"/>
            <w:vAlign w:val="center"/>
          </w:tcPr>
          <w:p w14:paraId="40313065" w14:textId="77777777" w:rsidR="00B96FE0" w:rsidRDefault="00000000">
            <w:r>
              <w:t>3.56</w:t>
            </w:r>
          </w:p>
        </w:tc>
        <w:tc>
          <w:tcPr>
            <w:tcW w:w="990" w:type="dxa"/>
            <w:vAlign w:val="center"/>
          </w:tcPr>
          <w:p w14:paraId="3A1A6543" w14:textId="77777777" w:rsidR="00B96FE0" w:rsidRDefault="00000000">
            <w:r>
              <w:t>满足</w:t>
            </w:r>
          </w:p>
        </w:tc>
      </w:tr>
      <w:tr w:rsidR="00B96FE0" w14:paraId="2E7A5B83" w14:textId="77777777">
        <w:tc>
          <w:tcPr>
            <w:tcW w:w="1075" w:type="dxa"/>
            <w:vMerge/>
            <w:vAlign w:val="center"/>
          </w:tcPr>
          <w:p w14:paraId="4F7E0C43" w14:textId="77777777" w:rsidR="00B96FE0" w:rsidRDefault="00B96FE0"/>
        </w:tc>
        <w:tc>
          <w:tcPr>
            <w:tcW w:w="1075" w:type="dxa"/>
            <w:vAlign w:val="center"/>
          </w:tcPr>
          <w:p w14:paraId="31A93697" w14:textId="77777777" w:rsidR="00B96FE0" w:rsidRDefault="00000000">
            <w:r>
              <w:t>1010</w:t>
            </w:r>
          </w:p>
        </w:tc>
        <w:tc>
          <w:tcPr>
            <w:tcW w:w="1245" w:type="dxa"/>
            <w:vAlign w:val="center"/>
          </w:tcPr>
          <w:p w14:paraId="43A006F0" w14:textId="77777777" w:rsidR="00B96FE0" w:rsidRDefault="00000000">
            <w:r>
              <w:t>卧室</w:t>
            </w:r>
          </w:p>
        </w:tc>
        <w:tc>
          <w:tcPr>
            <w:tcW w:w="792" w:type="dxa"/>
            <w:vAlign w:val="center"/>
          </w:tcPr>
          <w:p w14:paraId="6D36F4FC" w14:textId="77777777" w:rsidR="00B96FE0" w:rsidRDefault="00000000">
            <w:r>
              <w:t>IV</w:t>
            </w:r>
          </w:p>
        </w:tc>
        <w:tc>
          <w:tcPr>
            <w:tcW w:w="848" w:type="dxa"/>
            <w:vAlign w:val="center"/>
          </w:tcPr>
          <w:p w14:paraId="7061528B" w14:textId="77777777" w:rsidR="00B96FE0" w:rsidRDefault="00000000">
            <w:r>
              <w:t>侧面</w:t>
            </w:r>
          </w:p>
        </w:tc>
        <w:tc>
          <w:tcPr>
            <w:tcW w:w="1075" w:type="dxa"/>
            <w:vAlign w:val="center"/>
          </w:tcPr>
          <w:p w14:paraId="60A88705" w14:textId="77777777" w:rsidR="00B96FE0" w:rsidRDefault="00000000">
            <w:r>
              <w:t>13.42</w:t>
            </w:r>
          </w:p>
        </w:tc>
        <w:tc>
          <w:tcPr>
            <w:tcW w:w="1075" w:type="dxa"/>
            <w:vAlign w:val="center"/>
          </w:tcPr>
          <w:p w14:paraId="3C50B3A4" w14:textId="77777777" w:rsidR="00B96FE0" w:rsidRDefault="00000000">
            <w:r>
              <w:t>4.48</w:t>
            </w:r>
          </w:p>
        </w:tc>
        <w:tc>
          <w:tcPr>
            <w:tcW w:w="1075" w:type="dxa"/>
            <w:vAlign w:val="center"/>
          </w:tcPr>
          <w:p w14:paraId="7F0878D6" w14:textId="77777777" w:rsidR="00B96FE0" w:rsidRDefault="00000000">
            <w:r>
              <w:t>3.00</w:t>
            </w:r>
          </w:p>
        </w:tc>
        <w:tc>
          <w:tcPr>
            <w:tcW w:w="990" w:type="dxa"/>
            <w:vAlign w:val="center"/>
          </w:tcPr>
          <w:p w14:paraId="031096EB" w14:textId="77777777" w:rsidR="00B96FE0" w:rsidRDefault="00000000">
            <w:r>
              <w:t>满足</w:t>
            </w:r>
          </w:p>
        </w:tc>
      </w:tr>
      <w:tr w:rsidR="00B96FE0" w14:paraId="6EFEB7D5" w14:textId="77777777">
        <w:tc>
          <w:tcPr>
            <w:tcW w:w="1075" w:type="dxa"/>
            <w:vMerge/>
            <w:vAlign w:val="center"/>
          </w:tcPr>
          <w:p w14:paraId="27157587" w14:textId="77777777" w:rsidR="00B96FE0" w:rsidRDefault="00B96FE0"/>
        </w:tc>
        <w:tc>
          <w:tcPr>
            <w:tcW w:w="1075" w:type="dxa"/>
            <w:vAlign w:val="center"/>
          </w:tcPr>
          <w:p w14:paraId="7D4A8AB7" w14:textId="77777777" w:rsidR="00B96FE0" w:rsidRDefault="00000000">
            <w:r>
              <w:t>1011</w:t>
            </w:r>
          </w:p>
        </w:tc>
        <w:tc>
          <w:tcPr>
            <w:tcW w:w="1245" w:type="dxa"/>
            <w:vAlign w:val="center"/>
          </w:tcPr>
          <w:p w14:paraId="2FB8840B" w14:textId="77777777" w:rsidR="00B96FE0" w:rsidRDefault="00000000">
            <w:r>
              <w:t>卧室</w:t>
            </w:r>
          </w:p>
        </w:tc>
        <w:tc>
          <w:tcPr>
            <w:tcW w:w="792" w:type="dxa"/>
            <w:vAlign w:val="center"/>
          </w:tcPr>
          <w:p w14:paraId="54AE73AF" w14:textId="77777777" w:rsidR="00B96FE0" w:rsidRDefault="00000000">
            <w:r>
              <w:t>IV</w:t>
            </w:r>
          </w:p>
        </w:tc>
        <w:tc>
          <w:tcPr>
            <w:tcW w:w="848" w:type="dxa"/>
            <w:vAlign w:val="center"/>
          </w:tcPr>
          <w:p w14:paraId="4398EAAC" w14:textId="77777777" w:rsidR="00B96FE0" w:rsidRDefault="00000000">
            <w:r>
              <w:t>侧面</w:t>
            </w:r>
          </w:p>
        </w:tc>
        <w:tc>
          <w:tcPr>
            <w:tcW w:w="1075" w:type="dxa"/>
            <w:vAlign w:val="center"/>
          </w:tcPr>
          <w:p w14:paraId="5C6FAA1D" w14:textId="77777777" w:rsidR="00B96FE0" w:rsidRDefault="00000000">
            <w:r>
              <w:t>13.80</w:t>
            </w:r>
          </w:p>
        </w:tc>
        <w:tc>
          <w:tcPr>
            <w:tcW w:w="1075" w:type="dxa"/>
            <w:vAlign w:val="center"/>
          </w:tcPr>
          <w:p w14:paraId="42DE0E60" w14:textId="77777777" w:rsidR="00B96FE0" w:rsidRDefault="00000000">
            <w:r>
              <w:t>4.83</w:t>
            </w:r>
          </w:p>
        </w:tc>
        <w:tc>
          <w:tcPr>
            <w:tcW w:w="1075" w:type="dxa"/>
            <w:vAlign w:val="center"/>
          </w:tcPr>
          <w:p w14:paraId="5BDA4BAB" w14:textId="77777777" w:rsidR="00B96FE0" w:rsidRDefault="00000000">
            <w:r>
              <w:t>2.85</w:t>
            </w:r>
          </w:p>
        </w:tc>
        <w:tc>
          <w:tcPr>
            <w:tcW w:w="990" w:type="dxa"/>
            <w:vAlign w:val="center"/>
          </w:tcPr>
          <w:p w14:paraId="6095D44F" w14:textId="77777777" w:rsidR="00B96FE0" w:rsidRDefault="00000000">
            <w:r>
              <w:t>满足</w:t>
            </w:r>
          </w:p>
        </w:tc>
      </w:tr>
      <w:tr w:rsidR="00B96FE0" w14:paraId="4A844116" w14:textId="77777777">
        <w:tc>
          <w:tcPr>
            <w:tcW w:w="1075" w:type="dxa"/>
            <w:vMerge w:val="restart"/>
            <w:vAlign w:val="center"/>
          </w:tcPr>
          <w:p w14:paraId="3CDF5E1D" w14:textId="77777777" w:rsidR="00B96FE0" w:rsidRDefault="00000000">
            <w:r>
              <w:lastRenderedPageBreak/>
              <w:t>2</w:t>
            </w:r>
          </w:p>
        </w:tc>
        <w:tc>
          <w:tcPr>
            <w:tcW w:w="1075" w:type="dxa"/>
            <w:vAlign w:val="center"/>
          </w:tcPr>
          <w:p w14:paraId="602A6290" w14:textId="77777777" w:rsidR="00B96FE0" w:rsidRDefault="00000000">
            <w:r>
              <w:t>2013</w:t>
            </w:r>
          </w:p>
        </w:tc>
        <w:tc>
          <w:tcPr>
            <w:tcW w:w="1245" w:type="dxa"/>
            <w:vAlign w:val="center"/>
          </w:tcPr>
          <w:p w14:paraId="55141AF5" w14:textId="77777777" w:rsidR="00B96FE0" w:rsidRDefault="00000000">
            <w:r>
              <w:t>起居室</w:t>
            </w:r>
          </w:p>
        </w:tc>
        <w:tc>
          <w:tcPr>
            <w:tcW w:w="792" w:type="dxa"/>
            <w:vAlign w:val="center"/>
          </w:tcPr>
          <w:p w14:paraId="7F5B1160" w14:textId="77777777" w:rsidR="00B96FE0" w:rsidRDefault="00000000">
            <w:r>
              <w:t>IV</w:t>
            </w:r>
          </w:p>
        </w:tc>
        <w:tc>
          <w:tcPr>
            <w:tcW w:w="848" w:type="dxa"/>
            <w:vAlign w:val="center"/>
          </w:tcPr>
          <w:p w14:paraId="63B6910D" w14:textId="77777777" w:rsidR="00B96FE0" w:rsidRDefault="00000000">
            <w:r>
              <w:t>侧面</w:t>
            </w:r>
          </w:p>
        </w:tc>
        <w:tc>
          <w:tcPr>
            <w:tcW w:w="1075" w:type="dxa"/>
            <w:vAlign w:val="center"/>
          </w:tcPr>
          <w:p w14:paraId="6DE77F41" w14:textId="77777777" w:rsidR="00B96FE0" w:rsidRDefault="00000000">
            <w:r>
              <w:t>12.00</w:t>
            </w:r>
          </w:p>
        </w:tc>
        <w:tc>
          <w:tcPr>
            <w:tcW w:w="1075" w:type="dxa"/>
            <w:vAlign w:val="center"/>
          </w:tcPr>
          <w:p w14:paraId="6509D127" w14:textId="77777777" w:rsidR="00B96FE0" w:rsidRDefault="00000000">
            <w:r>
              <w:t>2.87</w:t>
            </w:r>
          </w:p>
        </w:tc>
        <w:tc>
          <w:tcPr>
            <w:tcW w:w="1075" w:type="dxa"/>
            <w:vAlign w:val="center"/>
          </w:tcPr>
          <w:p w14:paraId="44A9BEC7" w14:textId="77777777" w:rsidR="00B96FE0" w:rsidRDefault="00000000">
            <w:r>
              <w:t>4.18</w:t>
            </w:r>
          </w:p>
        </w:tc>
        <w:tc>
          <w:tcPr>
            <w:tcW w:w="990" w:type="dxa"/>
            <w:vAlign w:val="center"/>
          </w:tcPr>
          <w:p w14:paraId="3F08AA91" w14:textId="77777777" w:rsidR="00B96FE0" w:rsidRDefault="00000000">
            <w:r>
              <w:t>满足</w:t>
            </w:r>
          </w:p>
        </w:tc>
      </w:tr>
      <w:tr w:rsidR="00B96FE0" w14:paraId="2D7B70BC" w14:textId="77777777">
        <w:tc>
          <w:tcPr>
            <w:tcW w:w="1075" w:type="dxa"/>
            <w:vMerge/>
            <w:vAlign w:val="center"/>
          </w:tcPr>
          <w:p w14:paraId="4EC1BC9D" w14:textId="77777777" w:rsidR="00B96FE0" w:rsidRDefault="00B96FE0"/>
        </w:tc>
        <w:tc>
          <w:tcPr>
            <w:tcW w:w="1075" w:type="dxa"/>
            <w:vAlign w:val="center"/>
          </w:tcPr>
          <w:p w14:paraId="796DA1C8" w14:textId="77777777" w:rsidR="00B96FE0" w:rsidRDefault="00000000">
            <w:r>
              <w:t>2014</w:t>
            </w:r>
          </w:p>
        </w:tc>
        <w:tc>
          <w:tcPr>
            <w:tcW w:w="1245" w:type="dxa"/>
            <w:vAlign w:val="center"/>
          </w:tcPr>
          <w:p w14:paraId="7DE4722F" w14:textId="77777777" w:rsidR="00B96FE0" w:rsidRDefault="00000000">
            <w:r>
              <w:t>卧室</w:t>
            </w:r>
          </w:p>
        </w:tc>
        <w:tc>
          <w:tcPr>
            <w:tcW w:w="792" w:type="dxa"/>
            <w:vAlign w:val="center"/>
          </w:tcPr>
          <w:p w14:paraId="3FFD7115" w14:textId="77777777" w:rsidR="00B96FE0" w:rsidRDefault="00000000">
            <w:r>
              <w:t>IV</w:t>
            </w:r>
          </w:p>
        </w:tc>
        <w:tc>
          <w:tcPr>
            <w:tcW w:w="848" w:type="dxa"/>
            <w:vAlign w:val="center"/>
          </w:tcPr>
          <w:p w14:paraId="78E7FDC7" w14:textId="77777777" w:rsidR="00B96FE0" w:rsidRDefault="00000000">
            <w:r>
              <w:t>侧面</w:t>
            </w:r>
          </w:p>
        </w:tc>
        <w:tc>
          <w:tcPr>
            <w:tcW w:w="1075" w:type="dxa"/>
            <w:vAlign w:val="center"/>
          </w:tcPr>
          <w:p w14:paraId="76FFC29C" w14:textId="77777777" w:rsidR="00B96FE0" w:rsidRDefault="00000000">
            <w:r>
              <w:t>12.52</w:t>
            </w:r>
          </w:p>
        </w:tc>
        <w:tc>
          <w:tcPr>
            <w:tcW w:w="1075" w:type="dxa"/>
            <w:vAlign w:val="center"/>
          </w:tcPr>
          <w:p w14:paraId="4CD9DCAC" w14:textId="77777777" w:rsidR="00B96FE0" w:rsidRDefault="00000000">
            <w:r>
              <w:t>3.52</w:t>
            </w:r>
          </w:p>
        </w:tc>
        <w:tc>
          <w:tcPr>
            <w:tcW w:w="1075" w:type="dxa"/>
            <w:vAlign w:val="center"/>
          </w:tcPr>
          <w:p w14:paraId="5CF39204" w14:textId="77777777" w:rsidR="00B96FE0" w:rsidRDefault="00000000">
            <w:r>
              <w:t>3.56</w:t>
            </w:r>
          </w:p>
        </w:tc>
        <w:tc>
          <w:tcPr>
            <w:tcW w:w="990" w:type="dxa"/>
            <w:vAlign w:val="center"/>
          </w:tcPr>
          <w:p w14:paraId="07359400" w14:textId="77777777" w:rsidR="00B96FE0" w:rsidRDefault="00000000">
            <w:r>
              <w:t>满足</w:t>
            </w:r>
          </w:p>
        </w:tc>
      </w:tr>
      <w:tr w:rsidR="00B96FE0" w14:paraId="5B373C66" w14:textId="77777777">
        <w:tc>
          <w:tcPr>
            <w:tcW w:w="1075" w:type="dxa"/>
            <w:vMerge/>
            <w:vAlign w:val="center"/>
          </w:tcPr>
          <w:p w14:paraId="73A0A0A1" w14:textId="77777777" w:rsidR="00B96FE0" w:rsidRDefault="00B96FE0"/>
        </w:tc>
        <w:tc>
          <w:tcPr>
            <w:tcW w:w="1075" w:type="dxa"/>
            <w:vAlign w:val="center"/>
          </w:tcPr>
          <w:p w14:paraId="743F3380" w14:textId="77777777" w:rsidR="00B96FE0" w:rsidRDefault="00000000">
            <w:r>
              <w:t>2015</w:t>
            </w:r>
          </w:p>
        </w:tc>
        <w:tc>
          <w:tcPr>
            <w:tcW w:w="1245" w:type="dxa"/>
            <w:vAlign w:val="center"/>
          </w:tcPr>
          <w:p w14:paraId="37A7AECF" w14:textId="77777777" w:rsidR="00B96FE0" w:rsidRDefault="00000000">
            <w:r>
              <w:t>卧室</w:t>
            </w:r>
          </w:p>
        </w:tc>
        <w:tc>
          <w:tcPr>
            <w:tcW w:w="792" w:type="dxa"/>
            <w:vAlign w:val="center"/>
          </w:tcPr>
          <w:p w14:paraId="36EA1809" w14:textId="77777777" w:rsidR="00B96FE0" w:rsidRDefault="00000000">
            <w:r>
              <w:t>IV</w:t>
            </w:r>
          </w:p>
        </w:tc>
        <w:tc>
          <w:tcPr>
            <w:tcW w:w="848" w:type="dxa"/>
            <w:vAlign w:val="center"/>
          </w:tcPr>
          <w:p w14:paraId="4DA8ED22" w14:textId="77777777" w:rsidR="00B96FE0" w:rsidRDefault="00000000">
            <w:r>
              <w:t>侧面</w:t>
            </w:r>
          </w:p>
        </w:tc>
        <w:tc>
          <w:tcPr>
            <w:tcW w:w="1075" w:type="dxa"/>
            <w:vAlign w:val="center"/>
          </w:tcPr>
          <w:p w14:paraId="649DFF5A" w14:textId="77777777" w:rsidR="00B96FE0" w:rsidRDefault="00000000">
            <w:r>
              <w:t>10.56</w:t>
            </w:r>
          </w:p>
        </w:tc>
        <w:tc>
          <w:tcPr>
            <w:tcW w:w="1075" w:type="dxa"/>
            <w:vAlign w:val="center"/>
          </w:tcPr>
          <w:p w14:paraId="1C59FCE9" w14:textId="77777777" w:rsidR="00B96FE0" w:rsidRDefault="00000000">
            <w:r>
              <w:t>2.25</w:t>
            </w:r>
          </w:p>
        </w:tc>
        <w:tc>
          <w:tcPr>
            <w:tcW w:w="1075" w:type="dxa"/>
            <w:vAlign w:val="center"/>
          </w:tcPr>
          <w:p w14:paraId="4348289F" w14:textId="77777777" w:rsidR="00B96FE0" w:rsidRDefault="00000000">
            <w:r>
              <w:t>4.69</w:t>
            </w:r>
          </w:p>
        </w:tc>
        <w:tc>
          <w:tcPr>
            <w:tcW w:w="990" w:type="dxa"/>
            <w:vAlign w:val="center"/>
          </w:tcPr>
          <w:p w14:paraId="424B3B85" w14:textId="77777777" w:rsidR="00B96FE0" w:rsidRDefault="00000000">
            <w:r>
              <w:t>满足</w:t>
            </w:r>
          </w:p>
        </w:tc>
      </w:tr>
    </w:tbl>
    <w:p w14:paraId="71150226" w14:textId="77777777" w:rsidR="00301B3E" w:rsidRPr="00AC2DC3" w:rsidRDefault="00301B3E" w:rsidP="004524AC">
      <w:pPr>
        <w:ind w:left="180" w:right="180"/>
        <w:rPr>
          <w:lang w:val="en-US"/>
        </w:rPr>
      </w:pPr>
      <w:bookmarkStart w:id="47" w:name="光均匀度表"/>
      <w:bookmarkEnd w:id="47"/>
    </w:p>
    <w:p w14:paraId="4E0057A0" w14:textId="77777777" w:rsidR="007859D0" w:rsidRPr="00AC2DC3" w:rsidRDefault="00E55FF6" w:rsidP="004F57F1">
      <w:pPr>
        <w:pStyle w:val="1"/>
        <w:rPr>
          <w:rFonts w:ascii="微软雅黑" w:hAnsi="微软雅黑"/>
        </w:rPr>
      </w:pPr>
      <w:bookmarkStart w:id="48" w:name="_Toc160308538"/>
      <w:r w:rsidRPr="00AC2DC3">
        <w:rPr>
          <w:rFonts w:ascii="微软雅黑" w:hAnsi="微软雅黑" w:hint="eastAsia"/>
        </w:rPr>
        <w:t>评价</w:t>
      </w:r>
      <w:r w:rsidR="00603BD9" w:rsidRPr="00AC2DC3">
        <w:rPr>
          <w:rFonts w:ascii="微软雅黑" w:hAnsi="微软雅黑" w:hint="eastAsia"/>
        </w:rPr>
        <w:t>结论</w:t>
      </w:r>
      <w:bookmarkEnd w:id="48"/>
    </w:p>
    <w:p w14:paraId="7E2E7DA6" w14:textId="77777777" w:rsidR="00D63FD0" w:rsidRPr="00AC2DC3" w:rsidRDefault="00D63FD0" w:rsidP="0055044E">
      <w:pPr>
        <w:pStyle w:val="af0"/>
        <w:ind w:firstLineChars="200" w:firstLine="420"/>
      </w:pPr>
      <w:r w:rsidRPr="00AC2DC3">
        <w:t>通过计算分析，</w:t>
      </w:r>
      <w:r w:rsidR="00391613" w:rsidRPr="00AC2DC3">
        <w:t>依据《建筑采光设计标准》GB 50033-2013</w:t>
      </w:r>
      <w:r w:rsidR="00196F57" w:rsidRPr="00AC2DC3">
        <w:t>对本项目的</w:t>
      </w:r>
      <w:r w:rsidR="007C190A" w:rsidRPr="00AC2DC3">
        <w:rPr>
          <w:u w:val="single"/>
        </w:rPr>
        <w:t xml:space="preserve"> </w:t>
      </w:r>
      <w:bookmarkStart w:id="49" w:name="眩光评价房间数"/>
      <w:r w:rsidR="00196F57" w:rsidRPr="00AC2DC3">
        <w:rPr>
          <w:u w:val="single"/>
        </w:rPr>
        <w:t>6</w:t>
      </w:r>
      <w:bookmarkEnd w:id="49"/>
      <w:r w:rsidR="007C190A" w:rsidRPr="00AC2DC3">
        <w:rPr>
          <w:u w:val="single"/>
        </w:rPr>
        <w:t xml:space="preserve"> </w:t>
      </w:r>
      <w:r w:rsidR="00196F57" w:rsidRPr="00AC2DC3">
        <w:t>个主要功能房间</w:t>
      </w:r>
      <w:r w:rsidR="000C731C" w:rsidRPr="00AC2DC3">
        <w:t>进行</w:t>
      </w:r>
      <w:r w:rsidR="00196F57" w:rsidRPr="00AC2DC3">
        <w:t>眩光分析计算，其中</w:t>
      </w:r>
      <w:r w:rsidR="007C190A" w:rsidRPr="00AC2DC3">
        <w:rPr>
          <w:u w:val="single"/>
        </w:rPr>
        <w:t xml:space="preserve"> </w:t>
      </w:r>
      <w:bookmarkStart w:id="50" w:name="眩光不达标房间数"/>
      <w:r w:rsidR="00196F57" w:rsidRPr="00AC2DC3">
        <w:rPr>
          <w:u w:val="single"/>
        </w:rPr>
        <w:t>0</w:t>
      </w:r>
      <w:bookmarkEnd w:id="50"/>
      <w:r w:rsidR="007C190A" w:rsidRPr="00AC2DC3">
        <w:rPr>
          <w:u w:val="single"/>
        </w:rPr>
        <w:t xml:space="preserve"> </w:t>
      </w:r>
      <w:r w:rsidR="00196F57" w:rsidRPr="00AC2DC3">
        <w:t>个房间不满足标准限值要求</w:t>
      </w:r>
      <w:r w:rsidR="00391613" w:rsidRPr="00AC2DC3">
        <w:t>，</w:t>
      </w:r>
      <w:r w:rsidRPr="00AC2DC3">
        <w:t>其中</w:t>
      </w:r>
      <w:r w:rsidRPr="00AC2DC3">
        <w:rPr>
          <w:u w:val="single"/>
        </w:rPr>
        <w:t xml:space="preserve"> </w:t>
      </w:r>
      <w:bookmarkStart w:id="51" w:name="光均匀度不达标房间数"/>
      <w:r w:rsidRPr="00AC2DC3">
        <w:rPr>
          <w:u w:val="single"/>
        </w:rPr>
        <w:t>0</w:t>
      </w:r>
      <w:bookmarkEnd w:id="51"/>
      <w:r w:rsidRPr="00AC2DC3">
        <w:rPr>
          <w:u w:val="single"/>
        </w:rPr>
        <w:t xml:space="preserve"> </w:t>
      </w:r>
      <w:r w:rsidRPr="00AC2DC3">
        <w:t>个房间不满足</w:t>
      </w:r>
      <w:r w:rsidRPr="00AC2DC3">
        <w:rPr>
          <w:rFonts w:hint="eastAsia"/>
        </w:rPr>
        <w:t>采光均匀度要求</w:t>
      </w:r>
      <w:r w:rsidRPr="00AC2DC3">
        <w:t>。</w:t>
      </w:r>
    </w:p>
    <w:p w14:paraId="5897320E" w14:textId="77777777" w:rsidR="008439F8" w:rsidRPr="00AC2DC3" w:rsidRDefault="00391613" w:rsidP="0055044E">
      <w:pPr>
        <w:pStyle w:val="af0"/>
        <w:ind w:firstLineChars="200" w:firstLine="420"/>
      </w:pPr>
      <w:r w:rsidRPr="00AC2DC3">
        <w:t>根据</w:t>
      </w:r>
      <w:r w:rsidR="002A4519" w:rsidRPr="00AC2DC3">
        <w:rPr>
          <w:rFonts w:hint="eastAsia"/>
        </w:rPr>
        <w:t>《</w:t>
      </w:r>
      <w:r w:rsidR="002A4519" w:rsidRPr="00AC2DC3">
        <w:t>绿色建筑评价标准</w:t>
      </w:r>
      <w:r w:rsidR="002A4519" w:rsidRPr="00AC2DC3">
        <w:rPr>
          <w:rFonts w:hint="eastAsia"/>
        </w:rPr>
        <w:t>》 GB</w:t>
      </w:r>
      <w:r w:rsidRPr="00AC2DC3">
        <w:t>/T 50378-201</w:t>
      </w:r>
      <w:r w:rsidR="00725EDE" w:rsidRPr="00AC2DC3">
        <w:t>9</w:t>
      </w:r>
      <w:r w:rsidRPr="00AC2DC3">
        <w:t>的</w:t>
      </w:r>
      <w:r w:rsidR="00725EDE" w:rsidRPr="00AC2DC3">
        <w:t>5</w:t>
      </w:r>
      <w:r w:rsidRPr="00AC2DC3">
        <w:t>.2.</w:t>
      </w:r>
      <w:r w:rsidR="00725EDE" w:rsidRPr="00AC2DC3">
        <w:t>8</w:t>
      </w:r>
      <w:r w:rsidRPr="00AC2DC3">
        <w:t>条款</w:t>
      </w:r>
      <w:r w:rsidR="002A4519" w:rsidRPr="00AC2DC3">
        <w:t>要求</w:t>
      </w:r>
      <w:r w:rsidR="00DF7D67" w:rsidRPr="00AC2DC3">
        <w:t>，本</w:t>
      </w:r>
      <w:r w:rsidR="00C95C03" w:rsidRPr="00AC2DC3">
        <w:t>项目</w:t>
      </w:r>
      <w:r w:rsidR="00196F57" w:rsidRPr="00AC2DC3">
        <w:t>合理控制眩光</w:t>
      </w:r>
      <w:r w:rsidR="000C731C" w:rsidRPr="00AC2DC3">
        <w:t>项</w:t>
      </w:r>
      <w:r w:rsidR="00C95C03" w:rsidRPr="00AC2DC3">
        <w:t>得分</w:t>
      </w:r>
      <w:r w:rsidR="00196F57" w:rsidRPr="00AC2DC3">
        <w:t>为</w:t>
      </w:r>
      <w:r w:rsidR="007C190A" w:rsidRPr="00AC2DC3">
        <w:rPr>
          <w:u w:val="single"/>
        </w:rPr>
        <w:t xml:space="preserve"> </w:t>
      </w:r>
      <w:bookmarkStart w:id="52" w:name="眩光评价得分"/>
      <w:r w:rsidR="00196F57" w:rsidRPr="00AC2DC3">
        <w:rPr>
          <w:u w:val="single"/>
        </w:rPr>
        <w:t>3</w:t>
      </w:r>
      <w:bookmarkEnd w:id="52"/>
      <w:r w:rsidR="007C190A" w:rsidRPr="00AC2DC3">
        <w:rPr>
          <w:u w:val="single"/>
        </w:rPr>
        <w:t xml:space="preserve"> </w:t>
      </w:r>
      <w:r w:rsidR="00196F57" w:rsidRPr="00AC2DC3">
        <w:t>分。</w:t>
      </w:r>
    </w:p>
    <w:p w14:paraId="3B681A87" w14:textId="77777777" w:rsidR="00817D75" w:rsidRPr="00AC2DC3" w:rsidRDefault="00817D75" w:rsidP="00817D75">
      <w:pPr>
        <w:pStyle w:val="a0"/>
        <w:spacing w:line="240" w:lineRule="auto"/>
        <w:ind w:firstLineChars="0" w:firstLine="0"/>
        <w:rPr>
          <w:rFonts w:ascii="微软雅黑" w:eastAsia="微软雅黑" w:hAnsi="微软雅黑"/>
        </w:rPr>
        <w:sectPr w:rsidR="00817D75" w:rsidRPr="00AC2DC3" w:rsidSect="00531BC0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14:paraId="23CE85E9" w14:textId="77777777" w:rsidR="00817D75" w:rsidRPr="00AC2DC3" w:rsidRDefault="00817D75" w:rsidP="004F57F1">
      <w:pPr>
        <w:pStyle w:val="1"/>
        <w:rPr>
          <w:rFonts w:ascii="微软雅黑" w:hAnsi="微软雅黑"/>
        </w:rPr>
      </w:pPr>
      <w:bookmarkStart w:id="53" w:name="_Toc160308539"/>
      <w:r w:rsidRPr="00AC2DC3">
        <w:rPr>
          <w:rFonts w:ascii="微软雅黑" w:hAnsi="微软雅黑" w:hint="eastAsia"/>
        </w:rPr>
        <w:lastRenderedPageBreak/>
        <w:t>附：</w:t>
      </w:r>
      <w:r w:rsidR="00301B3E" w:rsidRPr="00AC2DC3">
        <w:rPr>
          <w:rFonts w:ascii="微软雅黑" w:hAnsi="微软雅黑"/>
        </w:rPr>
        <w:t>项目总平面图</w:t>
      </w:r>
      <w:bookmarkEnd w:id="53"/>
    </w:p>
    <w:p w14:paraId="44F3FF74" w14:textId="77777777" w:rsidR="00817D75" w:rsidRPr="00AC2DC3" w:rsidRDefault="00817D75" w:rsidP="00817D75">
      <w:pPr>
        <w:pStyle w:val="a0"/>
        <w:spacing w:line="240" w:lineRule="auto"/>
        <w:ind w:firstLineChars="0" w:firstLine="0"/>
        <w:jc w:val="center"/>
        <w:rPr>
          <w:rFonts w:ascii="微软雅黑" w:eastAsia="微软雅黑" w:hAnsi="微软雅黑"/>
          <w:sz w:val="28"/>
          <w:szCs w:val="28"/>
          <w:lang w:val="en-US"/>
        </w:rPr>
      </w:pPr>
      <w:bookmarkStart w:id="54" w:name="总平面图"/>
      <w:bookmarkEnd w:id="54"/>
      <w:r>
        <w:rPr>
          <w:noProof/>
        </w:rPr>
        <w:drawing>
          <wp:inline distT="0" distB="0" distL="0" distR="0" wp14:anchorId="4DC22444" wp14:editId="2BF61733">
            <wp:extent cx="5667375" cy="6010275"/>
            <wp:effectExtent l="0" t="0" r="0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010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F9BEDBD" w14:textId="77777777" w:rsidR="00B96FE0" w:rsidRDefault="00B96FE0">
      <w:pPr>
        <w:pStyle w:val="a0"/>
        <w:spacing w:line="240" w:lineRule="auto"/>
        <w:ind w:firstLineChars="0" w:firstLine="0"/>
        <w:jc w:val="center"/>
        <w:rPr>
          <w:rFonts w:ascii="微软雅黑" w:eastAsia="微软雅黑" w:hAnsi="微软雅黑"/>
          <w:sz w:val="28"/>
          <w:szCs w:val="28"/>
          <w:lang w:val="en-US"/>
        </w:rPr>
      </w:pPr>
    </w:p>
    <w:sectPr w:rsidR="00B96FE0" w:rsidSect="00531BC0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0F2B4" w14:textId="77777777" w:rsidR="000D3227" w:rsidRDefault="000D3227" w:rsidP="00203A7D">
      <w:pPr>
        <w:ind w:left="180" w:right="180" w:firstLine="420"/>
      </w:pPr>
      <w:r>
        <w:separator/>
      </w:r>
    </w:p>
  </w:endnote>
  <w:endnote w:type="continuationSeparator" w:id="0">
    <w:p w14:paraId="79CEC30B" w14:textId="77777777" w:rsidR="000D3227" w:rsidRDefault="000D3227" w:rsidP="00203A7D">
      <w:pPr>
        <w:ind w:left="180" w:right="180"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altName w:val="Arial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1300A" w14:textId="77777777" w:rsidR="004524AC" w:rsidRDefault="004524AC">
    <w:pPr>
      <w:pStyle w:val="a6"/>
      <w:ind w:left="180" w:right="18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664A4" w14:textId="77777777" w:rsidR="00DE5AEF" w:rsidRDefault="00000000" w:rsidP="00DE5AEF">
    <w:pPr>
      <w:pStyle w:val="a6"/>
      <w:tabs>
        <w:tab w:val="clear" w:pos="4153"/>
        <w:tab w:val="clear" w:pos="8306"/>
        <w:tab w:val="center" w:pos="4535"/>
        <w:tab w:val="right" w:pos="9070"/>
      </w:tabs>
      <w:ind w:left="180" w:right="180" w:firstLine="420"/>
    </w:pPr>
    <w:hyperlink r:id="rId1" w:history="1">
      <w:r w:rsidR="00DE5AEF" w:rsidRPr="00FE6907">
        <w:rPr>
          <w:rStyle w:val="a8"/>
          <w:u w:val="none"/>
        </w:rPr>
        <w:t>http://www.gbsware.cn/</w:t>
      </w:r>
    </w:hyperlink>
    <w:r w:rsidR="00DE5AEF">
      <w:tab/>
    </w:r>
    <w:r w:rsidR="00DE5AEF">
      <w:fldChar w:fldCharType="begin"/>
    </w:r>
    <w:r w:rsidR="00DE5AEF">
      <w:instrText xml:space="preserve"> PAGE  \* Arabic  \* MERGEFORMAT </w:instrText>
    </w:r>
    <w:r w:rsidR="00DE5AEF">
      <w:fldChar w:fldCharType="separate"/>
    </w:r>
    <w:r w:rsidR="000925A8">
      <w:rPr>
        <w:noProof/>
      </w:rPr>
      <w:t>7</w:t>
    </w:r>
    <w:r w:rsidR="00DE5AEF">
      <w:fldChar w:fldCharType="end"/>
    </w:r>
    <w:r w:rsidR="00DE5AEF" w:rsidRPr="00FE6907">
      <w:rPr>
        <w:b/>
      </w:rPr>
      <w:t>/</w:t>
    </w:r>
    <w:fldSimple w:instr=" NUMPAGES  \* Arabic  \* MERGEFORMAT ">
      <w:r w:rsidR="000925A8">
        <w:rPr>
          <w:noProof/>
        </w:rPr>
        <w:t>8</w:t>
      </w:r>
    </w:fldSimple>
    <w:r w:rsidR="00DE5AEF">
      <w:tab/>
    </w:r>
    <w:r w:rsidR="00C15DF5">
      <w:t>D</w:t>
    </w:r>
    <w:r w:rsidR="000925A8">
      <w:rPr>
        <w:rFonts w:hint="eastAsia"/>
      </w:rPr>
      <w:t>ali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BA086" w14:textId="77777777" w:rsidR="004524AC" w:rsidRDefault="004524AC">
    <w:pPr>
      <w:pStyle w:val="a6"/>
      <w:ind w:left="180" w:right="18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C6068" w14:textId="77777777" w:rsidR="000D3227" w:rsidRDefault="000D3227" w:rsidP="00203A7D">
      <w:pPr>
        <w:ind w:left="180" w:right="180" w:firstLine="420"/>
      </w:pPr>
      <w:r>
        <w:separator/>
      </w:r>
    </w:p>
  </w:footnote>
  <w:footnote w:type="continuationSeparator" w:id="0">
    <w:p w14:paraId="7E8EE35A" w14:textId="77777777" w:rsidR="000D3227" w:rsidRDefault="000D3227" w:rsidP="00203A7D">
      <w:pPr>
        <w:ind w:left="180" w:right="180"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EF9191" w14:textId="77777777" w:rsidR="004524AC" w:rsidRDefault="004524AC">
    <w:pPr>
      <w:pStyle w:val="a4"/>
      <w:ind w:left="180" w:right="18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3ABA6" w14:textId="1290D81F" w:rsidR="00DE5AEF" w:rsidRPr="00062C97" w:rsidRDefault="00716FD6" w:rsidP="004524AC">
    <w:pPr>
      <w:pStyle w:val="a4"/>
      <w:pBdr>
        <w:bottom w:val="single" w:sz="6" w:space="2" w:color="auto"/>
      </w:pBdr>
      <w:ind w:leftChars="47" w:left="99" w:rightChars="100" w:right="210"/>
      <w:jc w:val="both"/>
      <w:rPr>
        <w:sz w:val="20"/>
      </w:rPr>
    </w:pPr>
    <w:r>
      <w:rPr>
        <w:noProof/>
        <w:lang w:val="en-US"/>
      </w:rPr>
      <w:drawing>
        <wp:inline distT="0" distB="0" distL="0" distR="0" wp14:anchorId="3A4903BC" wp14:editId="0BA6A190">
          <wp:extent cx="977900" cy="260350"/>
          <wp:effectExtent l="0" t="0" r="0" b="0"/>
          <wp:docPr id="1" name="图片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7900" cy="260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24AC">
      <w:rPr>
        <w:rFonts w:hint="eastAsia"/>
      </w:rPr>
      <w:t xml:space="preserve">     </w:t>
    </w:r>
    <w:r w:rsidR="00DE5AEF">
      <w:t xml:space="preserve">                  </w:t>
    </w:r>
    <w:r w:rsidR="00130AED">
      <w:t xml:space="preserve">    </w:t>
    </w:r>
    <w:r w:rsidR="00062C97">
      <w:t xml:space="preserve">       </w:t>
    </w:r>
    <w:r w:rsidR="00DE5AEF">
      <w:t xml:space="preserve">               </w:t>
    </w:r>
    <w:r w:rsidR="00DE5AEF" w:rsidRPr="00062C97">
      <w:rPr>
        <w:rFonts w:hint="eastAsia"/>
        <w:sz w:val="20"/>
      </w:rPr>
      <w:t>不舒适眩光</w:t>
    </w:r>
    <w:r w:rsidR="00DE5AEF" w:rsidRPr="00062C97">
      <w:rPr>
        <w:sz w:val="20"/>
      </w:rPr>
      <w:t>分析报告书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EC450DA"/>
    <w:lvl w:ilvl="0">
      <w:start w:val="1"/>
      <w:numFmt w:val="decimal"/>
      <w:pStyle w:val="1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ascii="微软雅黑" w:eastAsia="微软雅黑" w:hAnsi="微软雅黑"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微软雅黑" w:eastAsia="微软雅黑" w:hAnsi="微软雅黑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03F15E18"/>
    <w:multiLevelType w:val="hybridMultilevel"/>
    <w:tmpl w:val="5D46C9E8"/>
    <w:lvl w:ilvl="0" w:tplc="4F0855C8">
      <w:start w:val="1"/>
      <w:numFmt w:val="decimal"/>
      <w:lvlText w:val="%1."/>
      <w:lvlJc w:val="left"/>
      <w:pPr>
        <w:tabs>
          <w:tab w:val="num" w:pos="842"/>
        </w:tabs>
        <w:ind w:left="842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2" w15:restartNumberingAfterBreak="0">
    <w:nsid w:val="048E7A02"/>
    <w:multiLevelType w:val="hybridMultilevel"/>
    <w:tmpl w:val="12A6B866"/>
    <w:lvl w:ilvl="0" w:tplc="5B8EEAAA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D5536F3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</w:lvl>
  </w:abstractNum>
  <w:abstractNum w:abstractNumId="4" w15:restartNumberingAfterBreak="0">
    <w:nsid w:val="0DE529C8"/>
    <w:multiLevelType w:val="hybridMultilevel"/>
    <w:tmpl w:val="44E8D4F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5" w15:restartNumberingAfterBreak="0">
    <w:nsid w:val="2F4515C8"/>
    <w:multiLevelType w:val="hybridMultilevel"/>
    <w:tmpl w:val="FF889F94"/>
    <w:lvl w:ilvl="0" w:tplc="04090003">
      <w:start w:val="1"/>
      <w:numFmt w:val="bullet"/>
      <w:lvlText w:val=""/>
      <w:lvlJc w:val="left"/>
      <w:pPr>
        <w:tabs>
          <w:tab w:val="num" w:pos="902"/>
        </w:tabs>
        <w:ind w:left="902" w:hanging="420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66A3CB5"/>
    <w:multiLevelType w:val="multilevel"/>
    <w:tmpl w:val="7570C88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3C221494"/>
    <w:multiLevelType w:val="hybridMultilevel"/>
    <w:tmpl w:val="5B06799E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DE4060B"/>
    <w:multiLevelType w:val="multilevel"/>
    <w:tmpl w:val="0409001D"/>
    <w:lvl w:ilvl="0">
      <w:start w:val="1"/>
      <w:numFmt w:val="decimal"/>
      <w:lvlText w:val="%1"/>
      <w:lvlJc w:val="left"/>
      <w:pPr>
        <w:tabs>
          <w:tab w:val="num" w:pos="425"/>
        </w:tabs>
        <w:ind w:left="425" w:hanging="425"/>
      </w:p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"/>
      <w:lvlJc w:val="left"/>
      <w:pPr>
        <w:tabs>
          <w:tab w:val="num" w:pos="2356"/>
        </w:tabs>
        <w:ind w:left="1984" w:hanging="708"/>
      </w:p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</w:lvl>
    <w:lvl w:ilvl="5">
      <w:start w:val="1"/>
      <w:numFmt w:val="decimal"/>
      <w:lvlText w:val="%1.%2.%3.%4.%5.%6"/>
      <w:lvlJc w:val="left"/>
      <w:pPr>
        <w:tabs>
          <w:tab w:val="num" w:pos="3566"/>
        </w:tabs>
        <w:ind w:left="3260" w:hanging="1134"/>
      </w:p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</w:lvl>
    <w:lvl w:ilvl="8">
      <w:start w:val="1"/>
      <w:numFmt w:val="decimal"/>
      <w:lvlText w:val="%1.%2.%3.%4.%5.%6.%7.%8.%9"/>
      <w:lvlJc w:val="left"/>
      <w:pPr>
        <w:tabs>
          <w:tab w:val="num" w:pos="5562"/>
        </w:tabs>
        <w:ind w:left="5102" w:hanging="1700"/>
      </w:pPr>
    </w:lvl>
  </w:abstractNum>
  <w:abstractNum w:abstractNumId="9" w15:restartNumberingAfterBreak="0">
    <w:nsid w:val="4A281B7A"/>
    <w:multiLevelType w:val="multilevel"/>
    <w:tmpl w:val="340643F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0" w15:restartNumberingAfterBreak="0">
    <w:nsid w:val="4D09065D"/>
    <w:multiLevelType w:val="hybridMultilevel"/>
    <w:tmpl w:val="92101190"/>
    <w:lvl w:ilvl="0" w:tplc="0409000F">
      <w:start w:val="1"/>
      <w:numFmt w:val="decimal"/>
      <w:lvlText w:val="%1."/>
      <w:lvlJc w:val="left"/>
      <w:pPr>
        <w:tabs>
          <w:tab w:val="num" w:pos="902"/>
        </w:tabs>
        <w:ind w:left="902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22"/>
        </w:tabs>
        <w:ind w:left="1322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2"/>
        </w:tabs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2"/>
        </w:tabs>
        <w:ind w:left="2162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2"/>
        </w:tabs>
        <w:ind w:left="2582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2"/>
        </w:tabs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2"/>
        </w:tabs>
        <w:ind w:left="3422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2"/>
        </w:tabs>
        <w:ind w:left="3842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2"/>
        </w:tabs>
        <w:ind w:left="4262" w:hanging="420"/>
      </w:pPr>
    </w:lvl>
  </w:abstractNum>
  <w:abstractNum w:abstractNumId="11" w15:restartNumberingAfterBreak="0">
    <w:nsid w:val="5ECE59DE"/>
    <w:multiLevelType w:val="hybridMultilevel"/>
    <w:tmpl w:val="44E8D4F8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2" w15:restartNumberingAfterBreak="0">
    <w:nsid w:val="70942384"/>
    <w:multiLevelType w:val="hybridMultilevel"/>
    <w:tmpl w:val="91E6A8F8"/>
    <w:lvl w:ilvl="0" w:tplc="FFFFFFFF">
      <w:start w:val="1"/>
      <w:numFmt w:val="bullet"/>
      <w:lvlText w:val=""/>
      <w:lvlJc w:val="left"/>
      <w:pPr>
        <w:ind w:left="900" w:hanging="42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132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"/>
      <w:lvlJc w:val="left"/>
      <w:pPr>
        <w:ind w:left="174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58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300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84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3" w15:restartNumberingAfterBreak="0">
    <w:nsid w:val="7351306D"/>
    <w:multiLevelType w:val="hybridMultilevel"/>
    <w:tmpl w:val="E9A63270"/>
    <w:lvl w:ilvl="0" w:tplc="BB568146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1583371009">
    <w:abstractNumId w:val="0"/>
  </w:num>
  <w:num w:numId="2" w16cid:durableId="172644237">
    <w:abstractNumId w:val="9"/>
  </w:num>
  <w:num w:numId="3" w16cid:durableId="988899935">
    <w:abstractNumId w:val="3"/>
  </w:num>
  <w:num w:numId="4" w16cid:durableId="365257547">
    <w:abstractNumId w:val="13"/>
  </w:num>
  <w:num w:numId="5" w16cid:durableId="2124572933">
    <w:abstractNumId w:val="6"/>
  </w:num>
  <w:num w:numId="6" w16cid:durableId="18623446">
    <w:abstractNumId w:val="8"/>
  </w:num>
  <w:num w:numId="7" w16cid:durableId="866483546">
    <w:abstractNumId w:val="0"/>
  </w:num>
  <w:num w:numId="8" w16cid:durableId="1880050147">
    <w:abstractNumId w:val="0"/>
  </w:num>
  <w:num w:numId="9" w16cid:durableId="1770926089">
    <w:abstractNumId w:val="0"/>
  </w:num>
  <w:num w:numId="10" w16cid:durableId="280187340">
    <w:abstractNumId w:val="0"/>
  </w:num>
  <w:num w:numId="11" w16cid:durableId="322928312">
    <w:abstractNumId w:val="0"/>
  </w:num>
  <w:num w:numId="12" w16cid:durableId="1410419428">
    <w:abstractNumId w:val="0"/>
  </w:num>
  <w:num w:numId="13" w16cid:durableId="2034067849">
    <w:abstractNumId w:val="0"/>
  </w:num>
  <w:num w:numId="14" w16cid:durableId="414210416">
    <w:abstractNumId w:val="0"/>
  </w:num>
  <w:num w:numId="15" w16cid:durableId="812450035">
    <w:abstractNumId w:val="0"/>
  </w:num>
  <w:num w:numId="16" w16cid:durableId="2071071185">
    <w:abstractNumId w:val="0"/>
  </w:num>
  <w:num w:numId="17" w16cid:durableId="1868904785">
    <w:abstractNumId w:val="0"/>
  </w:num>
  <w:num w:numId="18" w16cid:durableId="1505321313">
    <w:abstractNumId w:val="0"/>
  </w:num>
  <w:num w:numId="19" w16cid:durableId="783771577">
    <w:abstractNumId w:val="2"/>
  </w:num>
  <w:num w:numId="20" w16cid:durableId="1964770747">
    <w:abstractNumId w:val="0"/>
  </w:num>
  <w:num w:numId="21" w16cid:durableId="341250210">
    <w:abstractNumId w:val="0"/>
  </w:num>
  <w:num w:numId="22" w16cid:durableId="2089840725">
    <w:abstractNumId w:val="0"/>
  </w:num>
  <w:num w:numId="23" w16cid:durableId="1770391618">
    <w:abstractNumId w:val="0"/>
  </w:num>
  <w:num w:numId="24" w16cid:durableId="1812208259">
    <w:abstractNumId w:val="0"/>
  </w:num>
  <w:num w:numId="25" w16cid:durableId="1154952452">
    <w:abstractNumId w:val="5"/>
  </w:num>
  <w:num w:numId="26" w16cid:durableId="1561790793">
    <w:abstractNumId w:val="0"/>
  </w:num>
  <w:num w:numId="27" w16cid:durableId="536044529">
    <w:abstractNumId w:val="0"/>
  </w:num>
  <w:num w:numId="28" w16cid:durableId="616058811">
    <w:abstractNumId w:val="0"/>
  </w:num>
  <w:num w:numId="29" w16cid:durableId="1710715128">
    <w:abstractNumId w:val="0"/>
  </w:num>
  <w:num w:numId="30" w16cid:durableId="1856993809">
    <w:abstractNumId w:val="0"/>
  </w:num>
  <w:num w:numId="31" w16cid:durableId="219751017">
    <w:abstractNumId w:val="0"/>
  </w:num>
  <w:num w:numId="32" w16cid:durableId="47071580">
    <w:abstractNumId w:val="0"/>
  </w:num>
  <w:num w:numId="33" w16cid:durableId="23141223">
    <w:abstractNumId w:val="5"/>
  </w:num>
  <w:num w:numId="34" w16cid:durableId="1808007728">
    <w:abstractNumId w:val="7"/>
  </w:num>
  <w:num w:numId="35" w16cid:durableId="2014842722">
    <w:abstractNumId w:val="0"/>
  </w:num>
  <w:num w:numId="36" w16cid:durableId="280501372">
    <w:abstractNumId w:val="12"/>
  </w:num>
  <w:num w:numId="37" w16cid:durableId="2032294529">
    <w:abstractNumId w:val="0"/>
  </w:num>
  <w:num w:numId="38" w16cid:durableId="236331378">
    <w:abstractNumId w:val="0"/>
  </w:num>
  <w:num w:numId="39" w16cid:durableId="232399046">
    <w:abstractNumId w:val="10"/>
  </w:num>
  <w:num w:numId="40" w16cid:durableId="2059014524">
    <w:abstractNumId w:val="1"/>
  </w:num>
  <w:num w:numId="41" w16cid:durableId="125744590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679940176">
    <w:abstractNumId w:val="4"/>
  </w:num>
  <w:num w:numId="43" w16cid:durableId="1792437246">
    <w:abstractNumId w:val="0"/>
  </w:num>
  <w:num w:numId="44" w16cid:durableId="688145384">
    <w:abstractNumId w:val="11"/>
  </w:num>
  <w:num w:numId="45" w16cid:durableId="1564178962">
    <w:abstractNumId w:val="0"/>
  </w:num>
  <w:num w:numId="46" w16cid:durableId="16258479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9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FD6"/>
    <w:rsid w:val="00022F54"/>
    <w:rsid w:val="00022FE4"/>
    <w:rsid w:val="0003015C"/>
    <w:rsid w:val="00037A4C"/>
    <w:rsid w:val="000431C3"/>
    <w:rsid w:val="00045796"/>
    <w:rsid w:val="00047BEF"/>
    <w:rsid w:val="00047D27"/>
    <w:rsid w:val="00060BD8"/>
    <w:rsid w:val="00062C97"/>
    <w:rsid w:val="000631B3"/>
    <w:rsid w:val="0006507C"/>
    <w:rsid w:val="00070454"/>
    <w:rsid w:val="000725A9"/>
    <w:rsid w:val="000739BB"/>
    <w:rsid w:val="00073D32"/>
    <w:rsid w:val="00073E94"/>
    <w:rsid w:val="00075C7F"/>
    <w:rsid w:val="0007642D"/>
    <w:rsid w:val="000805DC"/>
    <w:rsid w:val="00083664"/>
    <w:rsid w:val="00083FC5"/>
    <w:rsid w:val="000925A8"/>
    <w:rsid w:val="000926EC"/>
    <w:rsid w:val="00094B16"/>
    <w:rsid w:val="0009672C"/>
    <w:rsid w:val="000A6EC1"/>
    <w:rsid w:val="000A7482"/>
    <w:rsid w:val="000B2B33"/>
    <w:rsid w:val="000B51D1"/>
    <w:rsid w:val="000B7505"/>
    <w:rsid w:val="000B762E"/>
    <w:rsid w:val="000C2578"/>
    <w:rsid w:val="000C731C"/>
    <w:rsid w:val="000C735A"/>
    <w:rsid w:val="000D17C2"/>
    <w:rsid w:val="000D1936"/>
    <w:rsid w:val="000D3227"/>
    <w:rsid w:val="000D59D4"/>
    <w:rsid w:val="000E3005"/>
    <w:rsid w:val="000E74AB"/>
    <w:rsid w:val="000F1573"/>
    <w:rsid w:val="000F48FD"/>
    <w:rsid w:val="000F7EF2"/>
    <w:rsid w:val="000F7FEF"/>
    <w:rsid w:val="00101764"/>
    <w:rsid w:val="0010266A"/>
    <w:rsid w:val="001037D7"/>
    <w:rsid w:val="00104B99"/>
    <w:rsid w:val="00105DF2"/>
    <w:rsid w:val="001104AC"/>
    <w:rsid w:val="00110A51"/>
    <w:rsid w:val="00111340"/>
    <w:rsid w:val="00112680"/>
    <w:rsid w:val="001146C5"/>
    <w:rsid w:val="00117919"/>
    <w:rsid w:val="00122AE1"/>
    <w:rsid w:val="00130AED"/>
    <w:rsid w:val="00136510"/>
    <w:rsid w:val="00141170"/>
    <w:rsid w:val="00145FA8"/>
    <w:rsid w:val="001463F5"/>
    <w:rsid w:val="0014776A"/>
    <w:rsid w:val="00150077"/>
    <w:rsid w:val="001511F2"/>
    <w:rsid w:val="00152AD1"/>
    <w:rsid w:val="001549CD"/>
    <w:rsid w:val="00165728"/>
    <w:rsid w:val="00170E95"/>
    <w:rsid w:val="0017134B"/>
    <w:rsid w:val="00180509"/>
    <w:rsid w:val="00180537"/>
    <w:rsid w:val="001811B7"/>
    <w:rsid w:val="00191705"/>
    <w:rsid w:val="0019511C"/>
    <w:rsid w:val="00195963"/>
    <w:rsid w:val="00196F57"/>
    <w:rsid w:val="001A213A"/>
    <w:rsid w:val="001A3A15"/>
    <w:rsid w:val="001B14CC"/>
    <w:rsid w:val="001B6E89"/>
    <w:rsid w:val="001C20F5"/>
    <w:rsid w:val="001D7C6B"/>
    <w:rsid w:val="001E049F"/>
    <w:rsid w:val="001E157B"/>
    <w:rsid w:val="001E32B4"/>
    <w:rsid w:val="00201BD9"/>
    <w:rsid w:val="002038AE"/>
    <w:rsid w:val="00203A7D"/>
    <w:rsid w:val="00204D80"/>
    <w:rsid w:val="0022062D"/>
    <w:rsid w:val="002229C1"/>
    <w:rsid w:val="00224948"/>
    <w:rsid w:val="00241D4E"/>
    <w:rsid w:val="00244792"/>
    <w:rsid w:val="0025362B"/>
    <w:rsid w:val="002555B8"/>
    <w:rsid w:val="00261764"/>
    <w:rsid w:val="0027073D"/>
    <w:rsid w:val="00283BF0"/>
    <w:rsid w:val="002933AC"/>
    <w:rsid w:val="00294F67"/>
    <w:rsid w:val="00294F7E"/>
    <w:rsid w:val="002A2F2E"/>
    <w:rsid w:val="002A4519"/>
    <w:rsid w:val="002A7369"/>
    <w:rsid w:val="002A79FB"/>
    <w:rsid w:val="002B2590"/>
    <w:rsid w:val="002B7899"/>
    <w:rsid w:val="002C17A2"/>
    <w:rsid w:val="002C62E3"/>
    <w:rsid w:val="002D2BBC"/>
    <w:rsid w:val="002E5393"/>
    <w:rsid w:val="002E574B"/>
    <w:rsid w:val="002E7C19"/>
    <w:rsid w:val="00301B3E"/>
    <w:rsid w:val="0030437C"/>
    <w:rsid w:val="003113F4"/>
    <w:rsid w:val="003121F7"/>
    <w:rsid w:val="003123FB"/>
    <w:rsid w:val="00312B73"/>
    <w:rsid w:val="00314D29"/>
    <w:rsid w:val="00317C52"/>
    <w:rsid w:val="0032366D"/>
    <w:rsid w:val="00330BA7"/>
    <w:rsid w:val="0033176E"/>
    <w:rsid w:val="00332086"/>
    <w:rsid w:val="00343E85"/>
    <w:rsid w:val="0035421F"/>
    <w:rsid w:val="00355840"/>
    <w:rsid w:val="00355B00"/>
    <w:rsid w:val="00356224"/>
    <w:rsid w:val="0036330B"/>
    <w:rsid w:val="003642AC"/>
    <w:rsid w:val="00370E69"/>
    <w:rsid w:val="0037556D"/>
    <w:rsid w:val="00380AAF"/>
    <w:rsid w:val="00390296"/>
    <w:rsid w:val="00391396"/>
    <w:rsid w:val="00391613"/>
    <w:rsid w:val="00393106"/>
    <w:rsid w:val="003964EA"/>
    <w:rsid w:val="003A2B52"/>
    <w:rsid w:val="003A2CE1"/>
    <w:rsid w:val="003A3E76"/>
    <w:rsid w:val="003A5353"/>
    <w:rsid w:val="003B1331"/>
    <w:rsid w:val="003B47BB"/>
    <w:rsid w:val="003C056D"/>
    <w:rsid w:val="003C5FD5"/>
    <w:rsid w:val="003C61FC"/>
    <w:rsid w:val="003D0076"/>
    <w:rsid w:val="003D11B4"/>
    <w:rsid w:val="003D1FC7"/>
    <w:rsid w:val="003D5C64"/>
    <w:rsid w:val="003E0DEF"/>
    <w:rsid w:val="003F27D2"/>
    <w:rsid w:val="003F60B9"/>
    <w:rsid w:val="003F66A9"/>
    <w:rsid w:val="00400053"/>
    <w:rsid w:val="00403635"/>
    <w:rsid w:val="0040698B"/>
    <w:rsid w:val="00406B01"/>
    <w:rsid w:val="00413082"/>
    <w:rsid w:val="004140D8"/>
    <w:rsid w:val="00420487"/>
    <w:rsid w:val="00420DBF"/>
    <w:rsid w:val="00423774"/>
    <w:rsid w:val="0042654D"/>
    <w:rsid w:val="00426C2B"/>
    <w:rsid w:val="00430DCC"/>
    <w:rsid w:val="004315D3"/>
    <w:rsid w:val="00431AD1"/>
    <w:rsid w:val="00432639"/>
    <w:rsid w:val="00433D62"/>
    <w:rsid w:val="00443779"/>
    <w:rsid w:val="00443A24"/>
    <w:rsid w:val="00444C49"/>
    <w:rsid w:val="00447FF7"/>
    <w:rsid w:val="004524AC"/>
    <w:rsid w:val="00455D17"/>
    <w:rsid w:val="004560AC"/>
    <w:rsid w:val="004732C6"/>
    <w:rsid w:val="0047512A"/>
    <w:rsid w:val="004839C8"/>
    <w:rsid w:val="00486B69"/>
    <w:rsid w:val="00486F6E"/>
    <w:rsid w:val="004871E7"/>
    <w:rsid w:val="0049058C"/>
    <w:rsid w:val="004A008B"/>
    <w:rsid w:val="004A5301"/>
    <w:rsid w:val="004D230F"/>
    <w:rsid w:val="004D239D"/>
    <w:rsid w:val="004D449D"/>
    <w:rsid w:val="004D4831"/>
    <w:rsid w:val="004E5DEA"/>
    <w:rsid w:val="004F181A"/>
    <w:rsid w:val="004F2B43"/>
    <w:rsid w:val="004F57F1"/>
    <w:rsid w:val="005044FC"/>
    <w:rsid w:val="00504F54"/>
    <w:rsid w:val="005051EB"/>
    <w:rsid w:val="00507065"/>
    <w:rsid w:val="00513B48"/>
    <w:rsid w:val="0051542F"/>
    <w:rsid w:val="0051646C"/>
    <w:rsid w:val="005215FB"/>
    <w:rsid w:val="00521623"/>
    <w:rsid w:val="00531BC0"/>
    <w:rsid w:val="00540B17"/>
    <w:rsid w:val="0054304B"/>
    <w:rsid w:val="005430C1"/>
    <w:rsid w:val="005449BD"/>
    <w:rsid w:val="00547052"/>
    <w:rsid w:val="0055044E"/>
    <w:rsid w:val="00553946"/>
    <w:rsid w:val="005544E9"/>
    <w:rsid w:val="00555634"/>
    <w:rsid w:val="00555EF2"/>
    <w:rsid w:val="00560CD5"/>
    <w:rsid w:val="005619D2"/>
    <w:rsid w:val="00562B4A"/>
    <w:rsid w:val="00563BAC"/>
    <w:rsid w:val="005675EF"/>
    <w:rsid w:val="00567DFC"/>
    <w:rsid w:val="00570A92"/>
    <w:rsid w:val="005755BA"/>
    <w:rsid w:val="00580CDE"/>
    <w:rsid w:val="00591D7B"/>
    <w:rsid w:val="005927FC"/>
    <w:rsid w:val="0059357E"/>
    <w:rsid w:val="00594914"/>
    <w:rsid w:val="00595841"/>
    <w:rsid w:val="00595E32"/>
    <w:rsid w:val="005A0064"/>
    <w:rsid w:val="005B0295"/>
    <w:rsid w:val="005B290E"/>
    <w:rsid w:val="005B370C"/>
    <w:rsid w:val="005C1293"/>
    <w:rsid w:val="005C5E53"/>
    <w:rsid w:val="005D14F5"/>
    <w:rsid w:val="005D6617"/>
    <w:rsid w:val="005E5442"/>
    <w:rsid w:val="005E5D67"/>
    <w:rsid w:val="005E6722"/>
    <w:rsid w:val="005E6DB2"/>
    <w:rsid w:val="005F5BA5"/>
    <w:rsid w:val="005F76EF"/>
    <w:rsid w:val="00603BD9"/>
    <w:rsid w:val="0061137B"/>
    <w:rsid w:val="00611A83"/>
    <w:rsid w:val="006142C8"/>
    <w:rsid w:val="00616D08"/>
    <w:rsid w:val="00617087"/>
    <w:rsid w:val="006170E1"/>
    <w:rsid w:val="0062034E"/>
    <w:rsid w:val="00621132"/>
    <w:rsid w:val="0062232E"/>
    <w:rsid w:val="00623194"/>
    <w:rsid w:val="006240DC"/>
    <w:rsid w:val="006250A7"/>
    <w:rsid w:val="006368A2"/>
    <w:rsid w:val="00645EC2"/>
    <w:rsid w:val="00652934"/>
    <w:rsid w:val="006544F4"/>
    <w:rsid w:val="006677F4"/>
    <w:rsid w:val="00670B60"/>
    <w:rsid w:val="00681C5E"/>
    <w:rsid w:val="0069112E"/>
    <w:rsid w:val="00691729"/>
    <w:rsid w:val="00694FCA"/>
    <w:rsid w:val="00696156"/>
    <w:rsid w:val="006A7804"/>
    <w:rsid w:val="006B628D"/>
    <w:rsid w:val="006C000D"/>
    <w:rsid w:val="006C2054"/>
    <w:rsid w:val="006C31C0"/>
    <w:rsid w:val="006D1684"/>
    <w:rsid w:val="006E2DB9"/>
    <w:rsid w:val="006F1E82"/>
    <w:rsid w:val="006F480A"/>
    <w:rsid w:val="006F6958"/>
    <w:rsid w:val="0070016E"/>
    <w:rsid w:val="00700961"/>
    <w:rsid w:val="00704059"/>
    <w:rsid w:val="00716FD6"/>
    <w:rsid w:val="00720044"/>
    <w:rsid w:val="00720CD9"/>
    <w:rsid w:val="00722CF6"/>
    <w:rsid w:val="007250A6"/>
    <w:rsid w:val="00725EDE"/>
    <w:rsid w:val="0073394A"/>
    <w:rsid w:val="00741564"/>
    <w:rsid w:val="0074389B"/>
    <w:rsid w:val="00755503"/>
    <w:rsid w:val="00760461"/>
    <w:rsid w:val="0076205C"/>
    <w:rsid w:val="0078389D"/>
    <w:rsid w:val="00784B44"/>
    <w:rsid w:val="007859D0"/>
    <w:rsid w:val="007A2481"/>
    <w:rsid w:val="007A2817"/>
    <w:rsid w:val="007A7DF0"/>
    <w:rsid w:val="007B7859"/>
    <w:rsid w:val="007C190A"/>
    <w:rsid w:val="007C324F"/>
    <w:rsid w:val="007D2688"/>
    <w:rsid w:val="007E0DA0"/>
    <w:rsid w:val="007E39A8"/>
    <w:rsid w:val="007E3D1F"/>
    <w:rsid w:val="007F09EA"/>
    <w:rsid w:val="00800F96"/>
    <w:rsid w:val="00801632"/>
    <w:rsid w:val="00804362"/>
    <w:rsid w:val="008060C3"/>
    <w:rsid w:val="00806523"/>
    <w:rsid w:val="0080779D"/>
    <w:rsid w:val="00810B33"/>
    <w:rsid w:val="008138E5"/>
    <w:rsid w:val="00815480"/>
    <w:rsid w:val="00817D75"/>
    <w:rsid w:val="0083639A"/>
    <w:rsid w:val="00837670"/>
    <w:rsid w:val="00840D90"/>
    <w:rsid w:val="008439F8"/>
    <w:rsid w:val="008471C2"/>
    <w:rsid w:val="00850136"/>
    <w:rsid w:val="008704AB"/>
    <w:rsid w:val="00871FC0"/>
    <w:rsid w:val="0087441B"/>
    <w:rsid w:val="00883D6C"/>
    <w:rsid w:val="00892594"/>
    <w:rsid w:val="008A1241"/>
    <w:rsid w:val="008A54A0"/>
    <w:rsid w:val="008A6504"/>
    <w:rsid w:val="008B0CA0"/>
    <w:rsid w:val="008C1297"/>
    <w:rsid w:val="008C66D5"/>
    <w:rsid w:val="008D31F9"/>
    <w:rsid w:val="008D35DA"/>
    <w:rsid w:val="008D4BEC"/>
    <w:rsid w:val="008D7168"/>
    <w:rsid w:val="008F0010"/>
    <w:rsid w:val="008F5BF5"/>
    <w:rsid w:val="0090340B"/>
    <w:rsid w:val="00905F94"/>
    <w:rsid w:val="00916196"/>
    <w:rsid w:val="00925F4C"/>
    <w:rsid w:val="00925FCF"/>
    <w:rsid w:val="009363FF"/>
    <w:rsid w:val="0094018F"/>
    <w:rsid w:val="0095123C"/>
    <w:rsid w:val="0096074B"/>
    <w:rsid w:val="00965A34"/>
    <w:rsid w:val="00973452"/>
    <w:rsid w:val="00975F79"/>
    <w:rsid w:val="0098285F"/>
    <w:rsid w:val="00990766"/>
    <w:rsid w:val="00990F63"/>
    <w:rsid w:val="00991801"/>
    <w:rsid w:val="00993CF2"/>
    <w:rsid w:val="009A15B5"/>
    <w:rsid w:val="009A3EC1"/>
    <w:rsid w:val="009A6B0F"/>
    <w:rsid w:val="009B0C40"/>
    <w:rsid w:val="009C4AE6"/>
    <w:rsid w:val="009D4733"/>
    <w:rsid w:val="009D5AAC"/>
    <w:rsid w:val="009E6B81"/>
    <w:rsid w:val="009E6EA9"/>
    <w:rsid w:val="009F5016"/>
    <w:rsid w:val="009F5A35"/>
    <w:rsid w:val="009F7C95"/>
    <w:rsid w:val="00A0525F"/>
    <w:rsid w:val="00A12783"/>
    <w:rsid w:val="00A1367E"/>
    <w:rsid w:val="00A13D95"/>
    <w:rsid w:val="00A14ECB"/>
    <w:rsid w:val="00A177A6"/>
    <w:rsid w:val="00A32590"/>
    <w:rsid w:val="00A355BD"/>
    <w:rsid w:val="00A357F7"/>
    <w:rsid w:val="00A3741E"/>
    <w:rsid w:val="00A47443"/>
    <w:rsid w:val="00A47585"/>
    <w:rsid w:val="00A57E38"/>
    <w:rsid w:val="00A60B63"/>
    <w:rsid w:val="00A6610F"/>
    <w:rsid w:val="00A73DF3"/>
    <w:rsid w:val="00A86476"/>
    <w:rsid w:val="00A90BB1"/>
    <w:rsid w:val="00A920E8"/>
    <w:rsid w:val="00A92636"/>
    <w:rsid w:val="00A95E06"/>
    <w:rsid w:val="00A972F1"/>
    <w:rsid w:val="00AA47FE"/>
    <w:rsid w:val="00AA7D07"/>
    <w:rsid w:val="00AB1AE2"/>
    <w:rsid w:val="00AB5182"/>
    <w:rsid w:val="00AB5572"/>
    <w:rsid w:val="00AC2DC3"/>
    <w:rsid w:val="00AC4125"/>
    <w:rsid w:val="00AD0888"/>
    <w:rsid w:val="00AE206F"/>
    <w:rsid w:val="00AF050E"/>
    <w:rsid w:val="00AF0542"/>
    <w:rsid w:val="00AF06AD"/>
    <w:rsid w:val="00B00FFB"/>
    <w:rsid w:val="00B11FD8"/>
    <w:rsid w:val="00B3131F"/>
    <w:rsid w:val="00B364B6"/>
    <w:rsid w:val="00B41640"/>
    <w:rsid w:val="00B44F88"/>
    <w:rsid w:val="00B55B22"/>
    <w:rsid w:val="00B60841"/>
    <w:rsid w:val="00B70998"/>
    <w:rsid w:val="00B71138"/>
    <w:rsid w:val="00B774E4"/>
    <w:rsid w:val="00B86B1C"/>
    <w:rsid w:val="00B950DF"/>
    <w:rsid w:val="00B96FE0"/>
    <w:rsid w:val="00BA0863"/>
    <w:rsid w:val="00BA4C10"/>
    <w:rsid w:val="00BB3B23"/>
    <w:rsid w:val="00BB64F7"/>
    <w:rsid w:val="00BC17B9"/>
    <w:rsid w:val="00BD06BB"/>
    <w:rsid w:val="00BD47A9"/>
    <w:rsid w:val="00BD7DD2"/>
    <w:rsid w:val="00BE118E"/>
    <w:rsid w:val="00BE18AD"/>
    <w:rsid w:val="00BE4583"/>
    <w:rsid w:val="00BF5975"/>
    <w:rsid w:val="00C02ABE"/>
    <w:rsid w:val="00C127CA"/>
    <w:rsid w:val="00C15DF5"/>
    <w:rsid w:val="00C257AB"/>
    <w:rsid w:val="00C3168B"/>
    <w:rsid w:val="00C31D17"/>
    <w:rsid w:val="00C33D67"/>
    <w:rsid w:val="00C369F5"/>
    <w:rsid w:val="00C37F41"/>
    <w:rsid w:val="00C44808"/>
    <w:rsid w:val="00C45C1D"/>
    <w:rsid w:val="00C52CCB"/>
    <w:rsid w:val="00C56EF0"/>
    <w:rsid w:val="00C60B76"/>
    <w:rsid w:val="00C63237"/>
    <w:rsid w:val="00C662A4"/>
    <w:rsid w:val="00C67778"/>
    <w:rsid w:val="00C677CE"/>
    <w:rsid w:val="00C72CFF"/>
    <w:rsid w:val="00C751F9"/>
    <w:rsid w:val="00C8032E"/>
    <w:rsid w:val="00C832CC"/>
    <w:rsid w:val="00C851CF"/>
    <w:rsid w:val="00C85350"/>
    <w:rsid w:val="00C855E5"/>
    <w:rsid w:val="00C8629E"/>
    <w:rsid w:val="00C865E9"/>
    <w:rsid w:val="00C95C03"/>
    <w:rsid w:val="00C9765F"/>
    <w:rsid w:val="00C97E25"/>
    <w:rsid w:val="00CA7AE3"/>
    <w:rsid w:val="00CB296C"/>
    <w:rsid w:val="00CB6248"/>
    <w:rsid w:val="00CC196B"/>
    <w:rsid w:val="00CC6133"/>
    <w:rsid w:val="00CC74BC"/>
    <w:rsid w:val="00CD01C9"/>
    <w:rsid w:val="00CD4869"/>
    <w:rsid w:val="00CE1377"/>
    <w:rsid w:val="00CE28AA"/>
    <w:rsid w:val="00CF1874"/>
    <w:rsid w:val="00CF6917"/>
    <w:rsid w:val="00D02D59"/>
    <w:rsid w:val="00D02FD6"/>
    <w:rsid w:val="00D05B0B"/>
    <w:rsid w:val="00D062D7"/>
    <w:rsid w:val="00D06954"/>
    <w:rsid w:val="00D11DAD"/>
    <w:rsid w:val="00D13684"/>
    <w:rsid w:val="00D264C0"/>
    <w:rsid w:val="00D31E80"/>
    <w:rsid w:val="00D36619"/>
    <w:rsid w:val="00D40158"/>
    <w:rsid w:val="00D42291"/>
    <w:rsid w:val="00D43C46"/>
    <w:rsid w:val="00D60976"/>
    <w:rsid w:val="00D60E7E"/>
    <w:rsid w:val="00D62634"/>
    <w:rsid w:val="00D62A9A"/>
    <w:rsid w:val="00D63FD0"/>
    <w:rsid w:val="00D65949"/>
    <w:rsid w:val="00D708E3"/>
    <w:rsid w:val="00D73139"/>
    <w:rsid w:val="00D74281"/>
    <w:rsid w:val="00D80C28"/>
    <w:rsid w:val="00D85296"/>
    <w:rsid w:val="00D85A78"/>
    <w:rsid w:val="00DA28E0"/>
    <w:rsid w:val="00DA543D"/>
    <w:rsid w:val="00DB1F7E"/>
    <w:rsid w:val="00DB29C3"/>
    <w:rsid w:val="00DC08B7"/>
    <w:rsid w:val="00DC73AD"/>
    <w:rsid w:val="00DD2507"/>
    <w:rsid w:val="00DD33B1"/>
    <w:rsid w:val="00DD3C92"/>
    <w:rsid w:val="00DD56FC"/>
    <w:rsid w:val="00DE15EB"/>
    <w:rsid w:val="00DE39CD"/>
    <w:rsid w:val="00DE5AEF"/>
    <w:rsid w:val="00DE7EA5"/>
    <w:rsid w:val="00DF470C"/>
    <w:rsid w:val="00DF6333"/>
    <w:rsid w:val="00DF7D67"/>
    <w:rsid w:val="00E01D75"/>
    <w:rsid w:val="00E04BB6"/>
    <w:rsid w:val="00E12326"/>
    <w:rsid w:val="00E125AE"/>
    <w:rsid w:val="00E12AD1"/>
    <w:rsid w:val="00E17240"/>
    <w:rsid w:val="00E17F17"/>
    <w:rsid w:val="00E200C4"/>
    <w:rsid w:val="00E22381"/>
    <w:rsid w:val="00E23D22"/>
    <w:rsid w:val="00E278C1"/>
    <w:rsid w:val="00E341D6"/>
    <w:rsid w:val="00E34789"/>
    <w:rsid w:val="00E3796F"/>
    <w:rsid w:val="00E50FE4"/>
    <w:rsid w:val="00E55FF6"/>
    <w:rsid w:val="00E612BA"/>
    <w:rsid w:val="00E67432"/>
    <w:rsid w:val="00E75360"/>
    <w:rsid w:val="00E81ACD"/>
    <w:rsid w:val="00E93153"/>
    <w:rsid w:val="00E950A3"/>
    <w:rsid w:val="00EA30AE"/>
    <w:rsid w:val="00EA346F"/>
    <w:rsid w:val="00EA3CC2"/>
    <w:rsid w:val="00EB160E"/>
    <w:rsid w:val="00EB2565"/>
    <w:rsid w:val="00EB27DC"/>
    <w:rsid w:val="00EB450B"/>
    <w:rsid w:val="00EB65C7"/>
    <w:rsid w:val="00EC21CC"/>
    <w:rsid w:val="00ED5D36"/>
    <w:rsid w:val="00ED5F10"/>
    <w:rsid w:val="00ED5F4E"/>
    <w:rsid w:val="00EE0F57"/>
    <w:rsid w:val="00EE4ECD"/>
    <w:rsid w:val="00EE6FF7"/>
    <w:rsid w:val="00EF1307"/>
    <w:rsid w:val="00EF469A"/>
    <w:rsid w:val="00EF4F61"/>
    <w:rsid w:val="00EF5D54"/>
    <w:rsid w:val="00F0686F"/>
    <w:rsid w:val="00F10667"/>
    <w:rsid w:val="00F11B75"/>
    <w:rsid w:val="00F14F02"/>
    <w:rsid w:val="00F15E1F"/>
    <w:rsid w:val="00F20C9F"/>
    <w:rsid w:val="00F20DE5"/>
    <w:rsid w:val="00F26211"/>
    <w:rsid w:val="00F27AD2"/>
    <w:rsid w:val="00F32066"/>
    <w:rsid w:val="00F4109F"/>
    <w:rsid w:val="00F41E78"/>
    <w:rsid w:val="00F42DDB"/>
    <w:rsid w:val="00F51600"/>
    <w:rsid w:val="00F54AF7"/>
    <w:rsid w:val="00F6461B"/>
    <w:rsid w:val="00F64719"/>
    <w:rsid w:val="00F6582C"/>
    <w:rsid w:val="00F66DC8"/>
    <w:rsid w:val="00F75DD1"/>
    <w:rsid w:val="00F82D7F"/>
    <w:rsid w:val="00F9138A"/>
    <w:rsid w:val="00F92266"/>
    <w:rsid w:val="00F959AF"/>
    <w:rsid w:val="00F972A6"/>
    <w:rsid w:val="00FA05EE"/>
    <w:rsid w:val="00FA4B87"/>
    <w:rsid w:val="00FB0817"/>
    <w:rsid w:val="00FB084F"/>
    <w:rsid w:val="00FB1375"/>
    <w:rsid w:val="00FB3EEF"/>
    <w:rsid w:val="00FB688E"/>
    <w:rsid w:val="00FC5270"/>
    <w:rsid w:val="00FC7BC5"/>
    <w:rsid w:val="00FD0EF2"/>
    <w:rsid w:val="00FD44EE"/>
    <w:rsid w:val="00FE749C"/>
    <w:rsid w:val="00FF14DB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2B8078E2"/>
  <w15:chartTrackingRefBased/>
  <w15:docId w15:val="{CCA25587-23E5-4D02-B302-3F62E7458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30AED"/>
    <w:pPr>
      <w:snapToGrid w:val="0"/>
      <w:jc w:val="center"/>
    </w:pPr>
    <w:rPr>
      <w:rFonts w:ascii="微软雅黑" w:eastAsia="微软雅黑" w:hAnsi="微软雅黑"/>
      <w:sz w:val="21"/>
      <w:lang w:val="en-GB"/>
    </w:rPr>
  </w:style>
  <w:style w:type="paragraph" w:styleId="1">
    <w:name w:val="heading 1"/>
    <w:next w:val="a0"/>
    <w:autoRedefine/>
    <w:qFormat/>
    <w:rsid w:val="004F57F1"/>
    <w:pPr>
      <w:keepNext/>
      <w:numPr>
        <w:numId w:val="1"/>
      </w:numPr>
      <w:kinsoku w:val="0"/>
      <w:spacing w:before="240" w:after="60"/>
      <w:ind w:left="0" w:firstLine="0"/>
      <w:outlineLvl w:val="0"/>
    </w:pPr>
    <w:rPr>
      <w:rFonts w:eastAsia="微软雅黑"/>
      <w:b/>
      <w:bCs/>
      <w:kern w:val="32"/>
      <w:sz w:val="28"/>
      <w:szCs w:val="28"/>
    </w:rPr>
  </w:style>
  <w:style w:type="paragraph" w:styleId="2">
    <w:name w:val="heading 2"/>
    <w:next w:val="a0"/>
    <w:link w:val="20"/>
    <w:autoRedefine/>
    <w:qFormat/>
    <w:rsid w:val="006D1684"/>
    <w:pPr>
      <w:keepNext/>
      <w:numPr>
        <w:ilvl w:val="1"/>
        <w:numId w:val="1"/>
      </w:numPr>
      <w:kinsoku w:val="0"/>
      <w:spacing w:before="240" w:after="240"/>
      <w:ind w:left="0" w:right="181" w:firstLine="0"/>
      <w:jc w:val="both"/>
      <w:outlineLvl w:val="1"/>
    </w:pPr>
    <w:rPr>
      <w:rFonts w:ascii="宋体" w:eastAsia="微软雅黑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4F57F1"/>
    <w:pPr>
      <w:keepNext/>
      <w:numPr>
        <w:ilvl w:val="2"/>
        <w:numId w:val="1"/>
      </w:numPr>
      <w:spacing w:before="240" w:after="60"/>
      <w:outlineLvl w:val="2"/>
    </w:pPr>
    <w:rPr>
      <w:rFonts w:ascii="宋体" w:eastAsia="微软雅黑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a5"/>
    <w:uiPriority w:val="99"/>
    <w:rsid w:val="00D40158"/>
    <w:pPr>
      <w:pBdr>
        <w:bottom w:val="single" w:sz="6" w:space="1" w:color="auto"/>
      </w:pBdr>
      <w:tabs>
        <w:tab w:val="center" w:pos="4153"/>
        <w:tab w:val="right" w:pos="8306"/>
      </w:tabs>
    </w:pPr>
    <w:rPr>
      <w:szCs w:val="18"/>
    </w:rPr>
  </w:style>
  <w:style w:type="paragraph" w:styleId="a6">
    <w:name w:val="footer"/>
    <w:basedOn w:val="a"/>
    <w:link w:val="a7"/>
    <w:rsid w:val="00D40158"/>
    <w:pPr>
      <w:tabs>
        <w:tab w:val="center" w:pos="4153"/>
        <w:tab w:val="right" w:pos="8306"/>
      </w:tabs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8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9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Document Map"/>
    <w:basedOn w:val="a"/>
    <w:semiHidden/>
    <w:rsid w:val="004D449D"/>
    <w:pPr>
      <w:shd w:val="clear" w:color="auto" w:fill="000080"/>
    </w:pPr>
  </w:style>
  <w:style w:type="paragraph" w:styleId="ab">
    <w:name w:val="Body Text Indent"/>
    <w:basedOn w:val="a"/>
    <w:link w:val="ac"/>
    <w:rsid w:val="0042654D"/>
    <w:pPr>
      <w:widowControl w:val="0"/>
      <w:spacing w:line="400" w:lineRule="exact"/>
      <w:ind w:firstLine="480"/>
      <w:jc w:val="both"/>
    </w:pPr>
    <w:rPr>
      <w:rFonts w:ascii="宋体" w:hAnsi="宋体"/>
      <w:kern w:val="2"/>
      <w:sz w:val="24"/>
      <w:szCs w:val="24"/>
      <w:lang w:val="en-US"/>
    </w:rPr>
  </w:style>
  <w:style w:type="character" w:customStyle="1" w:styleId="ac">
    <w:name w:val="正文文本缩进 字符"/>
    <w:link w:val="ab"/>
    <w:rsid w:val="0042654D"/>
    <w:rPr>
      <w:rFonts w:ascii="宋体" w:eastAsia="宋体" w:hAnsi="宋体"/>
      <w:kern w:val="2"/>
      <w:sz w:val="24"/>
      <w:szCs w:val="24"/>
      <w:lang w:val="en-US" w:eastAsia="zh-CN" w:bidi="ar-SA"/>
    </w:rPr>
  </w:style>
  <w:style w:type="paragraph" w:customStyle="1" w:styleId="ad">
    <w:name w:val="标题二"/>
    <w:basedOn w:val="2"/>
    <w:rsid w:val="0042654D"/>
    <w:pPr>
      <w:keepLines/>
      <w:widowControl w:val="0"/>
      <w:numPr>
        <w:numId w:val="0"/>
      </w:numPr>
      <w:kinsoku/>
      <w:autoSpaceDE w:val="0"/>
      <w:autoSpaceDN w:val="0"/>
      <w:adjustRightInd w:val="0"/>
      <w:spacing w:before="140" w:after="140" w:line="415" w:lineRule="auto"/>
      <w:ind w:right="240"/>
      <w:jc w:val="left"/>
    </w:pPr>
    <w:rPr>
      <w:rFonts w:ascii="仿宋_GB2312" w:eastAsia="黑体" w:cs="Times New Roman"/>
      <w:iCs w:val="0"/>
      <w:color w:val="auto"/>
      <w:sz w:val="28"/>
      <w:szCs w:val="32"/>
    </w:rPr>
  </w:style>
  <w:style w:type="character" w:customStyle="1" w:styleId="CharChar2">
    <w:name w:val="Char Char2"/>
    <w:locked/>
    <w:rsid w:val="000A6EC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20">
    <w:name w:val="Char Char2"/>
    <w:rsid w:val="00700961"/>
    <w:rPr>
      <w:rFonts w:ascii="宋体" w:eastAsia="宋体" w:hAnsi="宋体" w:cs="Times New Roman"/>
      <w:sz w:val="24"/>
      <w:szCs w:val="24"/>
    </w:rPr>
  </w:style>
  <w:style w:type="character" w:customStyle="1" w:styleId="a7">
    <w:name w:val="页脚 字符"/>
    <w:link w:val="a6"/>
    <w:rsid w:val="00B774E4"/>
    <w:rPr>
      <w:rFonts w:eastAsia="宋体"/>
      <w:sz w:val="18"/>
      <w:szCs w:val="18"/>
      <w:lang w:val="en-GB" w:eastAsia="zh-CN" w:bidi="ar-SA"/>
    </w:rPr>
  </w:style>
  <w:style w:type="character" w:customStyle="1" w:styleId="CharChar1">
    <w:name w:val="Char Char1"/>
    <w:rsid w:val="000B51D1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customStyle="1" w:styleId="CharChar">
    <w:name w:val="Char Char"/>
    <w:locked/>
    <w:rsid w:val="00393106"/>
    <w:rPr>
      <w:rFonts w:ascii="宋体" w:eastAsia="宋体" w:hAnsi="宋体"/>
      <w:kern w:val="2"/>
      <w:sz w:val="24"/>
      <w:szCs w:val="24"/>
      <w:lang w:val="en-US" w:eastAsia="zh-CN" w:bidi="ar-SA"/>
    </w:rPr>
  </w:style>
  <w:style w:type="character" w:styleId="ae">
    <w:name w:val="FollowedHyperlink"/>
    <w:rsid w:val="004D4831"/>
    <w:rPr>
      <w:color w:val="800080"/>
      <w:u w:val="single"/>
    </w:rPr>
  </w:style>
  <w:style w:type="character" w:styleId="af">
    <w:name w:val="page number"/>
    <w:basedOn w:val="a1"/>
    <w:rsid w:val="00294F67"/>
  </w:style>
  <w:style w:type="paragraph" w:styleId="af0">
    <w:name w:val="List Paragraph"/>
    <w:aliases w:val="文本"/>
    <w:basedOn w:val="a"/>
    <w:uiPriority w:val="34"/>
    <w:qFormat/>
    <w:rsid w:val="0055044E"/>
    <w:pPr>
      <w:jc w:val="left"/>
    </w:pPr>
    <w:rPr>
      <w:rFonts w:cs="微软雅黑"/>
      <w:szCs w:val="21"/>
    </w:rPr>
  </w:style>
  <w:style w:type="character" w:styleId="af1">
    <w:name w:val="Subtle Emphasis"/>
    <w:uiPriority w:val="19"/>
    <w:qFormat/>
    <w:rsid w:val="005544E9"/>
    <w:rPr>
      <w:i/>
      <w:iCs/>
      <w:color w:val="404040"/>
    </w:rPr>
  </w:style>
  <w:style w:type="character" w:customStyle="1" w:styleId="20">
    <w:name w:val="标题 2 字符"/>
    <w:link w:val="2"/>
    <w:rsid w:val="006D1684"/>
    <w:rPr>
      <w:rFonts w:ascii="宋体" w:eastAsia="微软雅黑" w:cs="Arial"/>
      <w:b/>
      <w:bCs/>
      <w:iCs/>
      <w:color w:val="000000"/>
      <w:sz w:val="24"/>
      <w:szCs w:val="24"/>
    </w:rPr>
  </w:style>
  <w:style w:type="character" w:customStyle="1" w:styleId="a5">
    <w:name w:val="页眉 字符"/>
    <w:link w:val="a4"/>
    <w:uiPriority w:val="99"/>
    <w:rsid w:val="00DA28E0"/>
    <w:rPr>
      <w:rFonts w:eastAsia="微软雅黑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70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18" Type="http://schemas.openxmlformats.org/officeDocument/2006/relationships/image" Target="media/image5.wmf"/><Relationship Id="rId3" Type="http://schemas.openxmlformats.org/officeDocument/2006/relationships/styles" Target="styles.xml"/><Relationship Id="rId21" Type="http://schemas.openxmlformats.org/officeDocument/2006/relationships/oleObject" Target="embeddings/oleObject4.bin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oleObject" Target="embeddings/oleObject2.bin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1.bin"/><Relationship Id="rId23" Type="http://schemas.openxmlformats.org/officeDocument/2006/relationships/image" Target="media/image8.jpg"/><Relationship Id="rId10" Type="http://schemas.openxmlformats.org/officeDocument/2006/relationships/header" Target="header2.xml"/><Relationship Id="rId19" Type="http://schemas.openxmlformats.org/officeDocument/2006/relationships/oleObject" Target="embeddings/oleObject3.bin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wmf"/><Relationship Id="rId22" Type="http://schemas.openxmlformats.org/officeDocument/2006/relationships/image" Target="media/image7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gbsware.cn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n\AppData\Local\Temp\tmp1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478D5D-39FB-4E28-8862-089217EA97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tmp1.dotx</Template>
  <TotalTime>2</TotalTime>
  <Pages>10</Pages>
  <Words>777</Words>
  <Characters>4434</Characters>
  <Application>Microsoft Office Word</Application>
  <DocSecurity>0</DocSecurity>
  <Lines>36</Lines>
  <Paragraphs>10</Paragraphs>
  <ScaleCrop>false</ScaleCrop>
  <Company>gbsware</Company>
  <LinksUpToDate>false</LinksUpToDate>
  <CharactersWithSpaces>5201</CharactersWithSpaces>
  <SharedDoc>false</SharedDoc>
  <HLinks>
    <vt:vector size="126" baseType="variant">
      <vt:variant>
        <vt:i4>1310769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_Toc426031005</vt:lpwstr>
      </vt:variant>
      <vt:variant>
        <vt:i4>1310769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_Toc426031004</vt:lpwstr>
      </vt:variant>
      <vt:variant>
        <vt:i4>1310769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_Toc426031003</vt:lpwstr>
      </vt:variant>
      <vt:variant>
        <vt:i4>1310769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_Toc426031002</vt:lpwstr>
      </vt:variant>
      <vt:variant>
        <vt:i4>1310769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_Toc426031001</vt:lpwstr>
      </vt:variant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_Toc426031000</vt:lpwstr>
      </vt:variant>
      <vt:variant>
        <vt:i4>1835064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_Toc426030999</vt:lpwstr>
      </vt:variant>
      <vt:variant>
        <vt:i4>1835064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_Toc426030998</vt:lpwstr>
      </vt:variant>
      <vt:variant>
        <vt:i4>1835064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_Toc426030997</vt:lpwstr>
      </vt:variant>
      <vt:variant>
        <vt:i4>1835064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_Toc426030996</vt:lpwstr>
      </vt:variant>
      <vt:variant>
        <vt:i4>1835064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_Toc426030995</vt:lpwstr>
      </vt:variant>
      <vt:variant>
        <vt:i4>1835064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_Toc426030994</vt:lpwstr>
      </vt:variant>
      <vt:variant>
        <vt:i4>1835064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_Toc426030993</vt:lpwstr>
      </vt:variant>
      <vt:variant>
        <vt:i4>1835064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_Toc426030992</vt:lpwstr>
      </vt:variant>
      <vt:variant>
        <vt:i4>1835064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_Toc426030991</vt:lpwstr>
      </vt:variant>
      <vt:variant>
        <vt:i4>1835064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_Toc426030990</vt:lpwstr>
      </vt:variant>
      <vt:variant>
        <vt:i4>1900600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_Toc426030989</vt:lpwstr>
      </vt:variant>
      <vt:variant>
        <vt:i4>1900600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_Toc426030988</vt:lpwstr>
      </vt:variant>
      <vt:variant>
        <vt:i4>1900600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_Toc426030987</vt:lpwstr>
      </vt:variant>
      <vt:variant>
        <vt:i4>1900600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_Toc426030986</vt:lpwstr>
      </vt:variant>
      <vt:variant>
        <vt:i4>1900600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_Toc426030985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眩光分析报告书</dc:title>
  <dc:subject/>
  <dc:creator>sun</dc:creator>
  <cp:keywords/>
  <dc:description/>
  <cp:lastModifiedBy>子阳 王</cp:lastModifiedBy>
  <cp:revision>1</cp:revision>
  <cp:lastPrinted>1899-12-31T16:00:00Z</cp:lastPrinted>
  <dcterms:created xsi:type="dcterms:W3CDTF">2024-03-02T13:48:00Z</dcterms:created>
  <dcterms:modified xsi:type="dcterms:W3CDTF">2024-03-02T13:50:00Z</dcterms:modified>
</cp:coreProperties>
</file>