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7A2376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  <w:bookmarkStart w:id="0" w:name="封面页"/>
    </w:p>
    <w:p w14:paraId="71AF2EC5" w14:textId="77777777" w:rsidR="00D40158" w:rsidRPr="00A22524" w:rsidRDefault="00723619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bookmarkStart w:id="1" w:name="项目名称＃1"/>
      <w:r>
        <w:rPr>
          <w:rFonts w:ascii="黑体" w:eastAsia="黑体" w:hAnsi="宋体" w:hint="eastAsia"/>
          <w:b/>
          <w:bCs/>
          <w:sz w:val="72"/>
          <w:szCs w:val="72"/>
        </w:rPr>
        <w:t>新建项目</w:t>
      </w:r>
      <w:bookmarkEnd w:id="1"/>
    </w:p>
    <w:p w14:paraId="68A231A7" w14:textId="77777777" w:rsidR="00D40158" w:rsidRPr="00DA63A8" w:rsidRDefault="00F462CC" w:rsidP="00D40158">
      <w:pPr>
        <w:spacing w:beforeLines="100" w:before="312" w:line="180" w:lineRule="atLeast"/>
        <w:jc w:val="center"/>
        <w:rPr>
          <w:rFonts w:ascii="黑体" w:eastAsia="黑体" w:hAnsi="黑体"/>
          <w:b/>
          <w:bCs/>
          <w:sz w:val="72"/>
          <w:szCs w:val="72"/>
          <w:lang w:val="en-US"/>
        </w:rPr>
      </w:pPr>
      <w:r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全年</w:t>
      </w:r>
      <w:r w:rsidR="008D04AA" w:rsidRPr="00DA63A8">
        <w:rPr>
          <w:rFonts w:ascii="黑体" w:eastAsia="黑体" w:hAnsi="黑体" w:hint="eastAsia"/>
          <w:b/>
          <w:bCs/>
          <w:sz w:val="72"/>
          <w:szCs w:val="72"/>
          <w:lang w:val="en-US"/>
        </w:rPr>
        <w:t>负荷计算书</w:t>
      </w:r>
    </w:p>
    <w:p w14:paraId="3157B7B3" w14:textId="77777777" w:rsidR="00D40158" w:rsidRPr="00E547DE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0D2F1450" w14:textId="77777777" w:rsidR="00D40158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622B0313" w14:textId="77777777" w:rsidR="00E547DE" w:rsidRPr="00E547DE" w:rsidRDefault="00E547DE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5A299A2" w14:textId="77777777" w:rsidTr="00A84650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721CAB8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566AAE03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2"/>
          </w:p>
        </w:tc>
      </w:tr>
      <w:tr w:rsidR="00D40158" w:rsidRPr="00D40158" w14:paraId="7220A7AF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9ECAEF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800649C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6E4E6007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9CDDDC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9C3242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4"/>
          </w:p>
        </w:tc>
      </w:tr>
      <w:tr w:rsidR="00D40158" w:rsidRPr="00D40158" w14:paraId="4B5B258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FC6DC6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1B028954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5"/>
          </w:p>
        </w:tc>
      </w:tr>
      <w:tr w:rsidR="00D40158" w:rsidRPr="00D40158" w14:paraId="16BF4399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2BC3106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 算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08B1596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1DEA58C3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2910F20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校 对 </w:t>
            </w:r>
            <w:r w:rsidR="00D40158"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1FE255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16498BB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25BFD7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="000C3F45" w:rsidRPr="00D40158">
              <w:rPr>
                <w:rFonts w:ascii="宋体" w:hAnsi="宋体" w:hint="eastAsia"/>
                <w:szCs w:val="21"/>
              </w:rPr>
              <w:t>核</w:t>
            </w:r>
            <w:r w:rsidR="000C3F45"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5E189DA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E5FA08F" w14:textId="77777777" w:rsidTr="00A84650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3B443D50" w14:textId="77777777" w:rsidR="00D40158" w:rsidRPr="00D40158" w:rsidRDefault="000C3F45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="00D40158"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43F0F7CF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2024年3月3日</w:t>
              </w:r>
            </w:smartTag>
            <w:bookmarkEnd w:id="6"/>
          </w:p>
        </w:tc>
      </w:tr>
    </w:tbl>
    <w:p w14:paraId="059F580F" w14:textId="77777777" w:rsidR="00D40158" w:rsidRDefault="00D40158" w:rsidP="005E36B7">
      <w:pPr>
        <w:jc w:val="center"/>
        <w:rPr>
          <w:rFonts w:ascii="宋体" w:hAnsi="宋体"/>
          <w:lang w:val="en-US"/>
        </w:rPr>
      </w:pPr>
    </w:p>
    <w:p w14:paraId="4D01DD36" w14:textId="77777777" w:rsidR="00D40158" w:rsidRDefault="00D40158" w:rsidP="005E36B7">
      <w:pPr>
        <w:jc w:val="center"/>
        <w:rPr>
          <w:rFonts w:ascii="宋体" w:hAnsi="宋体"/>
          <w:lang w:val="en-US"/>
        </w:rPr>
      </w:pPr>
      <w:bookmarkStart w:id="7" w:name="二维码"/>
      <w:r>
        <w:rPr>
          <w:noProof/>
        </w:rPr>
        <w:drawing>
          <wp:inline distT="0" distB="0" distL="0" distR="0" wp14:anchorId="3550308E" wp14:editId="606380F0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bookmarkEnd w:id="7"/>
    <w:p w14:paraId="5B904F6F" w14:textId="77777777" w:rsidR="00D40158" w:rsidRDefault="00D40158" w:rsidP="005A520A">
      <w:pPr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139080AA" w14:textId="77777777" w:rsidTr="00A84650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4A4447F7" w14:textId="77777777" w:rsidR="00D40158" w:rsidRPr="00D40158" w:rsidRDefault="00AB5CF2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采用</w:t>
            </w:r>
            <w:r w:rsidR="00D40158" w:rsidRPr="00D40158">
              <w:rPr>
                <w:rFonts w:ascii="宋体" w:hAnsi="宋体" w:hint="eastAsia"/>
              </w:rPr>
              <w:t>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3889A520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暖通负荷BECH2023</w:t>
            </w:r>
            <w:bookmarkEnd w:id="8"/>
          </w:p>
        </w:tc>
      </w:tr>
      <w:tr w:rsidR="00D40158" w:rsidRPr="00D40158" w14:paraId="05E2F8EC" w14:textId="77777777" w:rsidTr="0020042B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9A4AA8A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D2F2D2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20220808(SP1)</w:t>
            </w:r>
            <w:bookmarkEnd w:id="9"/>
          </w:p>
        </w:tc>
      </w:tr>
      <w:tr w:rsidR="000D77BD" w:rsidRPr="00D40158" w14:paraId="266EFCFF" w14:textId="77777777" w:rsidTr="0020042B">
        <w:trPr>
          <w:cantSplit/>
          <w:trHeight w:val="306"/>
        </w:trPr>
        <w:tc>
          <w:tcPr>
            <w:tcW w:w="1800" w:type="dxa"/>
            <w:shd w:val="clear" w:color="auto" w:fill="E6E6E6"/>
            <w:vAlign w:val="center"/>
          </w:tcPr>
          <w:p w14:paraId="6F743678" w14:textId="77777777" w:rsidR="000D77BD" w:rsidRPr="00D40158" w:rsidRDefault="008B05BB" w:rsidP="00790573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hAnsi="宋体" w:hint="eastAsia"/>
                <w:szCs w:val="18"/>
              </w:rPr>
              <w:t>研</w:t>
            </w:r>
            <w:r w:rsidR="000D77BD" w:rsidRPr="00D40158">
              <w:rPr>
                <w:rFonts w:ascii="宋体" w:hAnsi="宋体" w:hint="eastAsia"/>
                <w:szCs w:val="18"/>
              </w:rPr>
              <w:t>发单位</w:t>
            </w:r>
          </w:p>
        </w:tc>
        <w:tc>
          <w:tcPr>
            <w:tcW w:w="3780" w:type="dxa"/>
            <w:vAlign w:val="center"/>
          </w:tcPr>
          <w:p w14:paraId="585A9766" w14:textId="77777777" w:rsidR="000D77BD" w:rsidRPr="00D40158" w:rsidRDefault="000D77BD" w:rsidP="000D7D60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2C32CA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D40158" w:rsidRPr="00D40158" w14:paraId="24DE56A4" w14:textId="77777777" w:rsidTr="002B7246">
        <w:trPr>
          <w:cantSplit/>
          <w:trHeight w:val="284"/>
        </w:trPr>
        <w:tc>
          <w:tcPr>
            <w:tcW w:w="1800" w:type="dxa"/>
            <w:shd w:val="clear" w:color="auto" w:fill="E6E6E6"/>
            <w:vAlign w:val="center"/>
          </w:tcPr>
          <w:p w14:paraId="0AEC8D6B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2FF9FFFD" w14:textId="77777777" w:rsidR="00D40158" w:rsidRPr="00D40158" w:rsidRDefault="00467891" w:rsidP="00C97E25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T19330235087</w:t>
            </w:r>
            <w:bookmarkEnd w:id="10"/>
          </w:p>
        </w:tc>
      </w:tr>
    </w:tbl>
    <w:p w14:paraId="00AEA13B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bookmarkEnd w:id="0"/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466C0B22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39F3E1C2" w14:textId="77777777" w:rsidR="00312146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369181" w:history="1">
        <w:r w:rsidR="00312146" w:rsidRPr="0045735B">
          <w:rPr>
            <w:rStyle w:val="a7"/>
          </w:rPr>
          <w:t>1</w:t>
        </w:r>
        <w:r w:rsidR="0031214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312146" w:rsidRPr="0045735B">
          <w:rPr>
            <w:rStyle w:val="a7"/>
          </w:rPr>
          <w:t>建筑概况</w:t>
        </w:r>
        <w:r w:rsidR="00312146">
          <w:rPr>
            <w:webHidden/>
          </w:rPr>
          <w:tab/>
        </w:r>
        <w:r w:rsidR="00312146">
          <w:rPr>
            <w:webHidden/>
          </w:rPr>
          <w:fldChar w:fldCharType="begin"/>
        </w:r>
        <w:r w:rsidR="00312146">
          <w:rPr>
            <w:webHidden/>
          </w:rPr>
          <w:instrText xml:space="preserve"> PAGEREF _Toc160369181 \h </w:instrText>
        </w:r>
        <w:r w:rsidR="00312146">
          <w:rPr>
            <w:webHidden/>
          </w:rPr>
        </w:r>
        <w:r w:rsidR="00312146">
          <w:rPr>
            <w:webHidden/>
          </w:rPr>
          <w:fldChar w:fldCharType="separate"/>
        </w:r>
        <w:r w:rsidR="00312146">
          <w:rPr>
            <w:webHidden/>
          </w:rPr>
          <w:t>1</w:t>
        </w:r>
        <w:r w:rsidR="00312146">
          <w:rPr>
            <w:webHidden/>
          </w:rPr>
          <w:fldChar w:fldCharType="end"/>
        </w:r>
      </w:hyperlink>
    </w:p>
    <w:p w14:paraId="5C289C94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182" w:history="1">
        <w:r w:rsidRPr="0045735B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D0BB016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83" w:history="1">
        <w:r w:rsidRPr="0045735B">
          <w:rPr>
            <w:rStyle w:val="a7"/>
            <w:lang w:val="en-GB"/>
          </w:rPr>
          <w:t>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646EF90F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84" w:history="1">
        <w:r w:rsidRPr="0045735B">
          <w:rPr>
            <w:rStyle w:val="a7"/>
            <w:lang w:val="en-GB"/>
          </w:rPr>
          <w:t>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</w:t>
        </w:r>
        <w:r>
          <w:rPr>
            <w:webHidden/>
          </w:rPr>
          <w:fldChar w:fldCharType="end"/>
        </w:r>
      </w:hyperlink>
    </w:p>
    <w:p w14:paraId="10558FB7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85" w:history="1">
        <w:r w:rsidRPr="0045735B">
          <w:rPr>
            <w:rStyle w:val="a7"/>
            <w:lang w:val="en-GB"/>
          </w:rPr>
          <w:t>2.3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D771C19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86" w:history="1">
        <w:r w:rsidRPr="0045735B">
          <w:rPr>
            <w:rStyle w:val="a7"/>
            <w:lang w:val="en-GB"/>
          </w:rPr>
          <w:t>2.4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1D7DC2E7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187" w:history="1">
        <w:r w:rsidRPr="0045735B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7CAAC6E5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188" w:history="1">
        <w:r w:rsidRPr="0045735B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E9D3B20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89" w:history="1">
        <w:r w:rsidRPr="0045735B">
          <w:rPr>
            <w:rStyle w:val="a7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30F1FEE3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0" w:history="1">
        <w:r w:rsidRPr="0045735B">
          <w:rPr>
            <w:rStyle w:val="a7"/>
            <w:lang w:val="en-GB"/>
          </w:rPr>
          <w:t>4.1.1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</w:t>
        </w:r>
        <w:r>
          <w:rPr>
            <w:webHidden/>
          </w:rPr>
          <w:fldChar w:fldCharType="end"/>
        </w:r>
      </w:hyperlink>
    </w:p>
    <w:p w14:paraId="4ECC1026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1" w:history="1">
        <w:r w:rsidRPr="0045735B">
          <w:rPr>
            <w:rStyle w:val="a7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59458CD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2" w:history="1">
        <w:r w:rsidRPr="0045735B">
          <w:rPr>
            <w:rStyle w:val="a7"/>
            <w:lang w:val="en-GB"/>
          </w:rPr>
          <w:t>4.2.1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71F5F88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3" w:history="1">
        <w:r w:rsidRPr="0045735B">
          <w:rPr>
            <w:rStyle w:val="a7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9A09A94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4" w:history="1">
        <w:r w:rsidRPr="0045735B">
          <w:rPr>
            <w:rStyle w:val="a7"/>
            <w:lang w:val="en-GB"/>
          </w:rPr>
          <w:t>4.3.1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挑空楼板构造二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157061F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5" w:history="1">
        <w:r w:rsidRPr="0045735B">
          <w:rPr>
            <w:rStyle w:val="a7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户墙构造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928B89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6" w:history="1">
        <w:r w:rsidRPr="0045735B">
          <w:rPr>
            <w:rStyle w:val="a7"/>
            <w:lang w:val="en-GB"/>
          </w:rPr>
          <w:t>4.4.1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楼梯间隔墙构造一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AFFCA0E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7" w:history="1">
        <w:r w:rsidRPr="0045735B">
          <w:rPr>
            <w:rStyle w:val="a7"/>
            <w:lang w:val="en-GB"/>
          </w:rPr>
          <w:t>4.5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1F75945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8" w:history="1">
        <w:r w:rsidRPr="0045735B">
          <w:rPr>
            <w:rStyle w:val="a7"/>
            <w:lang w:val="en-GB"/>
          </w:rPr>
          <w:t>4.5.1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控温房间楼板构造二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9289258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199" w:history="1">
        <w:r w:rsidRPr="0045735B">
          <w:rPr>
            <w:rStyle w:val="a7"/>
            <w:lang w:val="en-GB"/>
          </w:rPr>
          <w:t>4.6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_Toc160369199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483118F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0" w:history="1">
        <w:r w:rsidRPr="0045735B">
          <w:rPr>
            <w:rStyle w:val="a7"/>
            <w:lang w:val="en-GB"/>
          </w:rPr>
          <w:t>4.6.1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34581C1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1" w:history="1">
        <w:r w:rsidRPr="0045735B">
          <w:rPr>
            <w:rStyle w:val="a7"/>
            <w:lang w:val="en-GB"/>
          </w:rPr>
          <w:t>4.7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非周边地面构造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C8F84AE" w14:textId="77777777" w:rsidR="00312146" w:rsidRDefault="0031214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2" w:history="1">
        <w:r w:rsidRPr="0045735B">
          <w:rPr>
            <w:rStyle w:val="a7"/>
            <w:lang w:val="en-GB"/>
          </w:rPr>
          <w:t>4.7.1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非周边地面构造一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58E1F08F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3" w:history="1">
        <w:r w:rsidRPr="0045735B">
          <w:rPr>
            <w:rStyle w:val="a7"/>
            <w:lang w:val="en-GB"/>
          </w:rPr>
          <w:t>4.8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门构造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ED686C5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4" w:history="1">
        <w:r w:rsidRPr="0045735B">
          <w:rPr>
            <w:rStyle w:val="a7"/>
            <w:lang w:val="en-GB"/>
          </w:rPr>
          <w:t>4.9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6FD3831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205" w:history="1">
        <w:r w:rsidRPr="0045735B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2B6176C2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6" w:history="1">
        <w:r w:rsidRPr="0045735B">
          <w:rPr>
            <w:rStyle w:val="a7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515CAD7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7" w:history="1">
        <w:r w:rsidRPr="0045735B">
          <w:rPr>
            <w:rStyle w:val="a7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137631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208" w:history="1">
        <w:r w:rsidRPr="0045735B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系统设置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5AA18B5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09" w:history="1">
        <w:r w:rsidRPr="0045735B">
          <w:rPr>
            <w:rStyle w:val="a7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系统划分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982A89A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10" w:history="1">
        <w:r w:rsidRPr="0045735B">
          <w:rPr>
            <w:rStyle w:val="a7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运行时间表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148AF56A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211" w:history="1">
        <w:r w:rsidRPr="0045735B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1F59257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12" w:history="1">
        <w:r w:rsidRPr="0045735B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模拟周期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4FBDB3D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13" w:history="1">
        <w:r w:rsidRPr="0045735B">
          <w:rPr>
            <w:rStyle w:val="a7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全年冷暖需求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3D167F83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14" w:history="1">
        <w:r w:rsidRPr="0045735B">
          <w:rPr>
            <w:rStyle w:val="a7"/>
            <w:lang w:val="en-GB"/>
          </w:rPr>
          <w:t>7.3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326A1F4" w14:textId="77777777" w:rsidR="00312146" w:rsidRDefault="0031214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9215" w:history="1">
        <w:r w:rsidRPr="0045735B">
          <w:rPr>
            <w:rStyle w:val="a7"/>
            <w:lang w:val="en-GB"/>
          </w:rPr>
          <w:t>7.4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5735B">
          <w:rPr>
            <w:rStyle w:val="a7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C1FCD8F" w14:textId="77777777" w:rsidR="00312146" w:rsidRDefault="0031214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9216" w:history="1">
        <w:r w:rsidRPr="0045735B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5735B">
          <w:rPr>
            <w:rStyle w:val="a7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_Toc160369216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B1D981B" w14:textId="77777777" w:rsidR="007B79CB" w:rsidRPr="009C4D39" w:rsidRDefault="00D40158" w:rsidP="00EF1EC2">
      <w:pPr>
        <w:pStyle w:val="TOC1"/>
        <w:sectPr w:rsidR="007B79CB" w:rsidRPr="009C4D39" w:rsidSect="00A36E44">
          <w:headerReference w:type="default" r:id="rId8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0960FD48" w14:textId="77777777" w:rsidR="00472D27" w:rsidRPr="007B6D64" w:rsidRDefault="00472D27" w:rsidP="00472D27">
      <w:pPr>
        <w:pStyle w:val="1"/>
        <w:widowControl w:val="0"/>
        <w:jc w:val="both"/>
        <w:rPr>
          <w:kern w:val="2"/>
          <w:szCs w:val="24"/>
        </w:rPr>
      </w:pPr>
      <w:bookmarkStart w:id="11" w:name="_Toc494471704"/>
      <w:bookmarkStart w:id="12" w:name="_Toc160369181"/>
      <w:r>
        <w:rPr>
          <w:kern w:val="2"/>
          <w:szCs w:val="24"/>
        </w:rPr>
        <w:lastRenderedPageBreak/>
        <w:t>建筑概况</w:t>
      </w:r>
      <w:bookmarkEnd w:id="11"/>
      <w:bookmarkEnd w:id="1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1"/>
        <w:gridCol w:w="3101"/>
        <w:gridCol w:w="3395"/>
      </w:tblGrid>
      <w:tr w:rsidR="00432A98" w14:paraId="0B472840" w14:textId="77777777" w:rsidTr="00432A98">
        <w:tc>
          <w:tcPr>
            <w:tcW w:w="2831" w:type="dxa"/>
            <w:shd w:val="clear" w:color="auto" w:fill="E6E6E6"/>
            <w:vAlign w:val="center"/>
          </w:tcPr>
          <w:p w14:paraId="68E172D8" w14:textId="77777777" w:rsidR="00432A98" w:rsidRDefault="00432A98" w:rsidP="00025AFE">
            <w:r>
              <w:t>地理位置</w:t>
            </w:r>
          </w:p>
        </w:tc>
        <w:tc>
          <w:tcPr>
            <w:tcW w:w="6496" w:type="dxa"/>
            <w:gridSpan w:val="2"/>
            <w:vAlign w:val="center"/>
          </w:tcPr>
          <w:p w14:paraId="2BFFB172" w14:textId="77777777" w:rsidR="00432A98" w:rsidRDefault="00432A98" w:rsidP="00025AFE">
            <w:bookmarkStart w:id="13" w:name="地理位置"/>
            <w:r>
              <w:t>湖南</w:t>
            </w:r>
            <w:r>
              <w:t>-</w:t>
            </w:r>
            <w:r>
              <w:t>湘潭</w:t>
            </w:r>
            <w:bookmarkEnd w:id="13"/>
          </w:p>
        </w:tc>
      </w:tr>
      <w:tr w:rsidR="00432A98" w14:paraId="7A9F8ABA" w14:textId="77777777" w:rsidTr="00432A98">
        <w:tc>
          <w:tcPr>
            <w:tcW w:w="2831" w:type="dxa"/>
            <w:shd w:val="clear" w:color="auto" w:fill="E6E6E6"/>
            <w:vAlign w:val="center"/>
          </w:tcPr>
          <w:p w14:paraId="43DFDDD1" w14:textId="77777777" w:rsidR="00432A98" w:rsidRDefault="00432A98" w:rsidP="00025AFE">
            <w:r>
              <w:t>气候分区</w:t>
            </w:r>
          </w:p>
        </w:tc>
        <w:tc>
          <w:tcPr>
            <w:tcW w:w="6496" w:type="dxa"/>
            <w:gridSpan w:val="2"/>
            <w:vAlign w:val="center"/>
          </w:tcPr>
          <w:p w14:paraId="7E4D6819" w14:textId="77777777" w:rsidR="00432A98" w:rsidRDefault="00432A98" w:rsidP="00025AFE">
            <w:bookmarkStart w:id="14" w:name="气候分区"/>
            <w:r>
              <w:t>夏热冬冷</w:t>
            </w:r>
            <w:bookmarkEnd w:id="14"/>
          </w:p>
        </w:tc>
      </w:tr>
      <w:tr w:rsidR="00432A98" w14:paraId="50269B1D" w14:textId="77777777" w:rsidTr="00432A98">
        <w:tc>
          <w:tcPr>
            <w:tcW w:w="2831" w:type="dxa"/>
            <w:shd w:val="clear" w:color="auto" w:fill="E6E6E6"/>
            <w:vAlign w:val="center"/>
          </w:tcPr>
          <w:p w14:paraId="559A0751" w14:textId="77777777" w:rsidR="00432A98" w:rsidRDefault="00432A98" w:rsidP="00025AFE">
            <w:r>
              <w:t>北纬</w:t>
            </w:r>
          </w:p>
        </w:tc>
        <w:tc>
          <w:tcPr>
            <w:tcW w:w="6496" w:type="dxa"/>
            <w:gridSpan w:val="2"/>
            <w:vAlign w:val="center"/>
          </w:tcPr>
          <w:p w14:paraId="1117911C" w14:textId="77777777" w:rsidR="00432A98" w:rsidRDefault="00432A98" w:rsidP="00025AFE">
            <w:bookmarkStart w:id="15" w:name="纬度"/>
            <w:r>
              <w:t>27.90</w:t>
            </w:r>
            <w:bookmarkEnd w:id="15"/>
          </w:p>
        </w:tc>
      </w:tr>
      <w:tr w:rsidR="00432A98" w14:paraId="25012FE8" w14:textId="77777777" w:rsidTr="00432A98">
        <w:tc>
          <w:tcPr>
            <w:tcW w:w="2831" w:type="dxa"/>
            <w:shd w:val="clear" w:color="auto" w:fill="E6E6E6"/>
            <w:vAlign w:val="center"/>
          </w:tcPr>
          <w:p w14:paraId="74198D5C" w14:textId="77777777" w:rsidR="00432A98" w:rsidRDefault="00432A98" w:rsidP="00025AFE">
            <w:r>
              <w:t>东经</w:t>
            </w:r>
          </w:p>
        </w:tc>
        <w:tc>
          <w:tcPr>
            <w:tcW w:w="6496" w:type="dxa"/>
            <w:gridSpan w:val="2"/>
            <w:vAlign w:val="center"/>
          </w:tcPr>
          <w:p w14:paraId="1350FCDC" w14:textId="77777777" w:rsidR="00432A98" w:rsidRDefault="00432A98" w:rsidP="00025AFE">
            <w:bookmarkStart w:id="16" w:name="经度"/>
            <w:r>
              <w:t>112.90</w:t>
            </w:r>
            <w:bookmarkEnd w:id="16"/>
          </w:p>
        </w:tc>
      </w:tr>
      <w:tr w:rsidR="00432A98" w14:paraId="29BDAC51" w14:textId="77777777" w:rsidTr="00432A98">
        <w:tc>
          <w:tcPr>
            <w:tcW w:w="2831" w:type="dxa"/>
            <w:shd w:val="clear" w:color="auto" w:fill="E6E6E6"/>
            <w:vAlign w:val="center"/>
          </w:tcPr>
          <w:p w14:paraId="3997A2A9" w14:textId="77777777" w:rsidR="00432A98" w:rsidRDefault="00432A98" w:rsidP="00025AFE">
            <w:r>
              <w:t>建筑名称</w:t>
            </w:r>
          </w:p>
        </w:tc>
        <w:tc>
          <w:tcPr>
            <w:tcW w:w="6496" w:type="dxa"/>
            <w:gridSpan w:val="2"/>
            <w:vAlign w:val="center"/>
          </w:tcPr>
          <w:p w14:paraId="0947FCE6" w14:textId="77777777" w:rsidR="00432A98" w:rsidRDefault="00432A98" w:rsidP="00025AFE">
            <w:bookmarkStart w:id="17" w:name="项目名称＃2"/>
            <w:r>
              <w:t>新建项目</w:t>
            </w:r>
            <w:bookmarkEnd w:id="17"/>
          </w:p>
        </w:tc>
      </w:tr>
      <w:tr w:rsidR="00432A98" w14:paraId="7A086633" w14:textId="77777777" w:rsidTr="00432A98">
        <w:tc>
          <w:tcPr>
            <w:tcW w:w="2831" w:type="dxa"/>
            <w:shd w:val="clear" w:color="auto" w:fill="E6E6E6"/>
            <w:vAlign w:val="center"/>
          </w:tcPr>
          <w:p w14:paraId="6C887212" w14:textId="77777777" w:rsidR="00432A98" w:rsidRDefault="00432A98" w:rsidP="00025AFE">
            <w:r>
              <w:t>建筑类型</w:t>
            </w:r>
          </w:p>
        </w:tc>
        <w:tc>
          <w:tcPr>
            <w:tcW w:w="3101" w:type="dxa"/>
            <w:vAlign w:val="center"/>
          </w:tcPr>
          <w:p w14:paraId="498D03CA" w14:textId="77777777" w:rsidR="00432A98" w:rsidRDefault="00432A98" w:rsidP="00025AFE">
            <w:bookmarkStart w:id="18" w:name="建筑类型"/>
            <w:r>
              <w:t>居住建筑</w:t>
            </w:r>
            <w:bookmarkEnd w:id="18"/>
          </w:p>
        </w:tc>
        <w:tc>
          <w:tcPr>
            <w:tcW w:w="3395" w:type="dxa"/>
            <w:vAlign w:val="center"/>
          </w:tcPr>
          <w:p w14:paraId="41D741E9" w14:textId="77777777" w:rsidR="00432A98" w:rsidRDefault="00432A98" w:rsidP="00025AFE"/>
        </w:tc>
      </w:tr>
      <w:tr w:rsidR="00432A98" w14:paraId="3DC03312" w14:textId="77777777" w:rsidTr="00432A98">
        <w:tc>
          <w:tcPr>
            <w:tcW w:w="2831" w:type="dxa"/>
            <w:shd w:val="clear" w:color="auto" w:fill="E6E6E6"/>
            <w:vAlign w:val="center"/>
          </w:tcPr>
          <w:p w14:paraId="2F45BB93" w14:textId="77777777" w:rsidR="00432A98" w:rsidRDefault="00432A98" w:rsidP="00025AFE">
            <w:r>
              <w:t>建筑面积</w:t>
            </w:r>
          </w:p>
        </w:tc>
        <w:tc>
          <w:tcPr>
            <w:tcW w:w="3101" w:type="dxa"/>
            <w:vAlign w:val="center"/>
          </w:tcPr>
          <w:p w14:paraId="2139B26C" w14:textId="77777777" w:rsidR="00432A98" w:rsidRDefault="00432A98" w:rsidP="00025AFE">
            <w:r>
              <w:t>地上</w:t>
            </w:r>
            <w:r>
              <w:t xml:space="preserve"> </w:t>
            </w:r>
            <w:bookmarkStart w:id="19" w:name="地上建筑面积"/>
            <w:r>
              <w:t>464.16</w:t>
            </w:r>
            <w:bookmarkEnd w:id="19"/>
            <w:r>
              <w:t xml:space="preserve"> </w:t>
            </w:r>
            <w:r>
              <w:t>㎡</w:t>
            </w:r>
          </w:p>
        </w:tc>
        <w:tc>
          <w:tcPr>
            <w:tcW w:w="3395" w:type="dxa"/>
            <w:vAlign w:val="center"/>
          </w:tcPr>
          <w:p w14:paraId="3D7E9FAB" w14:textId="77777777" w:rsidR="00432A98" w:rsidRDefault="00432A98" w:rsidP="00025AFE">
            <w:r>
              <w:t>地下</w:t>
            </w:r>
            <w:r>
              <w:t xml:space="preserve"> </w:t>
            </w:r>
            <w:bookmarkStart w:id="20" w:name="地下建筑面积"/>
            <w:r>
              <w:t>0.00</w:t>
            </w:r>
            <w:bookmarkEnd w:id="20"/>
            <w:r>
              <w:t xml:space="preserve"> </w:t>
            </w:r>
            <w:r>
              <w:t>㎡</w:t>
            </w:r>
          </w:p>
        </w:tc>
      </w:tr>
      <w:tr w:rsidR="00432A98" w14:paraId="219E00D4" w14:textId="77777777" w:rsidTr="00432A98">
        <w:tc>
          <w:tcPr>
            <w:tcW w:w="2831" w:type="dxa"/>
            <w:shd w:val="clear" w:color="auto" w:fill="E6E6E6"/>
            <w:vAlign w:val="center"/>
          </w:tcPr>
          <w:p w14:paraId="11740C1D" w14:textId="77777777" w:rsidR="00432A98" w:rsidRDefault="00432A98" w:rsidP="00025AFE">
            <w:r>
              <w:t>建筑高度</w:t>
            </w:r>
          </w:p>
        </w:tc>
        <w:tc>
          <w:tcPr>
            <w:tcW w:w="3101" w:type="dxa"/>
            <w:vAlign w:val="center"/>
          </w:tcPr>
          <w:p w14:paraId="2C016E75" w14:textId="77777777" w:rsidR="00432A98" w:rsidRDefault="00432A98" w:rsidP="00025AFE">
            <w:r>
              <w:t>地上</w:t>
            </w:r>
            <w:r>
              <w:t xml:space="preserve"> </w:t>
            </w:r>
            <w:bookmarkStart w:id="21" w:name="地上建筑高度"/>
            <w:smartTag w:uri="urn:schemas-microsoft-com:office:smarttags" w:element="chmetcnv">
              <w:smartTagPr>
                <w:attr w:name="UnitName" w:val="m"/>
                <w:attr w:name="SourceValue" w:val="17.4"/>
                <w:attr w:name="HasSpace" w:val="True"/>
                <w:attr w:name="Negative" w:val="False"/>
                <w:attr w:name="NumberType" w:val="1"/>
                <w:attr w:name="TCSC" w:val="0"/>
              </w:smartTagPr>
              <w:r>
                <w:t>8.94</w:t>
              </w:r>
              <w:bookmarkEnd w:id="21"/>
              <w:r>
                <w:t xml:space="preserve"> m</w:t>
              </w:r>
            </w:smartTag>
          </w:p>
        </w:tc>
        <w:tc>
          <w:tcPr>
            <w:tcW w:w="3395" w:type="dxa"/>
            <w:vAlign w:val="center"/>
          </w:tcPr>
          <w:p w14:paraId="4DF741A4" w14:textId="77777777" w:rsidR="00432A98" w:rsidRDefault="00432A98" w:rsidP="00025AFE">
            <w:r>
              <w:t>地下</w:t>
            </w:r>
            <w:r>
              <w:t>0.00</w:t>
            </w:r>
          </w:p>
        </w:tc>
      </w:tr>
      <w:tr w:rsidR="00432A98" w14:paraId="63002DD2" w14:textId="77777777" w:rsidTr="00432A98">
        <w:tc>
          <w:tcPr>
            <w:tcW w:w="2831" w:type="dxa"/>
            <w:shd w:val="clear" w:color="auto" w:fill="E6E6E6"/>
            <w:vAlign w:val="center"/>
          </w:tcPr>
          <w:p w14:paraId="45928D19" w14:textId="77777777" w:rsidR="00432A98" w:rsidRDefault="00432A98" w:rsidP="00025AFE">
            <w:r>
              <w:t>建筑层数</w:t>
            </w:r>
          </w:p>
        </w:tc>
        <w:tc>
          <w:tcPr>
            <w:tcW w:w="3101" w:type="dxa"/>
            <w:vAlign w:val="center"/>
          </w:tcPr>
          <w:p w14:paraId="223BC7E2" w14:textId="77777777" w:rsidR="00432A98" w:rsidRDefault="00432A98" w:rsidP="00025AFE">
            <w:r>
              <w:t>地上</w:t>
            </w:r>
            <w:r>
              <w:t xml:space="preserve"> </w:t>
            </w:r>
            <w:bookmarkStart w:id="22" w:name="地上建筑层数"/>
            <w:r>
              <w:t>2</w:t>
            </w:r>
            <w:bookmarkEnd w:id="22"/>
          </w:p>
        </w:tc>
        <w:tc>
          <w:tcPr>
            <w:tcW w:w="3395" w:type="dxa"/>
            <w:vAlign w:val="center"/>
          </w:tcPr>
          <w:p w14:paraId="6A6FEDBC" w14:textId="77777777" w:rsidR="00432A98" w:rsidRDefault="00432A98" w:rsidP="00025AFE">
            <w:r>
              <w:t>地下</w:t>
            </w:r>
            <w:r>
              <w:t xml:space="preserve"> </w:t>
            </w:r>
            <w:bookmarkStart w:id="23" w:name="地下建筑层数"/>
            <w:r>
              <w:t>0</w:t>
            </w:r>
            <w:bookmarkEnd w:id="23"/>
          </w:p>
        </w:tc>
      </w:tr>
      <w:tr w:rsidR="00432A98" w14:paraId="31C79707" w14:textId="77777777" w:rsidTr="00432A98">
        <w:tc>
          <w:tcPr>
            <w:tcW w:w="2831" w:type="dxa"/>
            <w:shd w:val="clear" w:color="auto" w:fill="E6E6E6"/>
            <w:vAlign w:val="center"/>
          </w:tcPr>
          <w:p w14:paraId="18EABA0B" w14:textId="77777777" w:rsidR="00432A98" w:rsidRDefault="00432A98" w:rsidP="00025AFE">
            <w:r>
              <w:t>北向角度</w:t>
            </w:r>
          </w:p>
        </w:tc>
        <w:tc>
          <w:tcPr>
            <w:tcW w:w="6496" w:type="dxa"/>
            <w:gridSpan w:val="2"/>
            <w:vAlign w:val="center"/>
          </w:tcPr>
          <w:p w14:paraId="7FEFE8EC" w14:textId="77777777" w:rsidR="00432A98" w:rsidRDefault="00432A98" w:rsidP="00025AFE">
            <w:bookmarkStart w:id="24" w:name="北向角度"/>
            <w:r>
              <w:t>90</w:t>
            </w:r>
            <w:bookmarkEnd w:id="24"/>
            <w:r>
              <w:t>°</w:t>
            </w:r>
          </w:p>
        </w:tc>
      </w:tr>
    </w:tbl>
    <w:p w14:paraId="50F9B398" w14:textId="77777777" w:rsidR="00467D84" w:rsidRDefault="00CA6DD4" w:rsidP="00070074">
      <w:pPr>
        <w:pStyle w:val="1"/>
      </w:pPr>
      <w:bookmarkStart w:id="25" w:name="_Toc160369182"/>
      <w:r>
        <w:rPr>
          <w:rFonts w:hint="eastAsia"/>
        </w:rPr>
        <w:t>气象</w:t>
      </w:r>
      <w:r>
        <w:t>数据</w:t>
      </w:r>
      <w:bookmarkEnd w:id="25"/>
    </w:p>
    <w:p w14:paraId="166BB612" w14:textId="77777777" w:rsidR="00033DE7" w:rsidRDefault="00033DE7" w:rsidP="00033DE7">
      <w:pPr>
        <w:pStyle w:val="2"/>
      </w:pPr>
      <w:bookmarkStart w:id="26" w:name="_Toc160369183"/>
      <w:r>
        <w:rPr>
          <w:rFonts w:hint="eastAsia"/>
        </w:rPr>
        <w:t>气象地点</w:t>
      </w:r>
      <w:bookmarkEnd w:id="26"/>
    </w:p>
    <w:p w14:paraId="3D34A0F0" w14:textId="77777777" w:rsidR="00033DE7" w:rsidRPr="00033DE7" w:rsidRDefault="00033DE7" w:rsidP="00033DE7">
      <w:pPr>
        <w:pStyle w:val="a0"/>
        <w:ind w:firstLine="420"/>
        <w:rPr>
          <w:lang w:val="en-US"/>
        </w:rPr>
      </w:pPr>
      <w:bookmarkStart w:id="27" w:name="气象数据来源"/>
      <w:r>
        <w:t>湖南</w:t>
      </w:r>
      <w:r>
        <w:t>-</w:t>
      </w:r>
      <w:r>
        <w:t>长沙（望城）</w:t>
      </w:r>
      <w:r>
        <w:t xml:space="preserve">, </w:t>
      </w:r>
      <w:r>
        <w:t>《中国建筑热环境分析专用气象数据集》</w:t>
      </w:r>
      <w:bookmarkEnd w:id="27"/>
    </w:p>
    <w:p w14:paraId="270EED35" w14:textId="77777777" w:rsidR="00640E36" w:rsidRDefault="009C2673" w:rsidP="00640E36">
      <w:pPr>
        <w:pStyle w:val="2"/>
      </w:pPr>
      <w:bookmarkStart w:id="28" w:name="_Toc160369184"/>
      <w:r>
        <w:rPr>
          <w:rFonts w:hint="eastAsia"/>
        </w:rPr>
        <w:t>逐</w:t>
      </w:r>
      <w:r>
        <w:t>日</w:t>
      </w:r>
      <w:r w:rsidR="0075027A">
        <w:t>干球温度</w:t>
      </w:r>
      <w:r w:rsidR="00640E36">
        <w:t>表</w:t>
      </w:r>
      <w:bookmarkEnd w:id="28"/>
    </w:p>
    <w:p w14:paraId="02AED1D1" w14:textId="77777777" w:rsidR="00640E36" w:rsidRDefault="00640E36" w:rsidP="003F7978">
      <w:pPr>
        <w:widowControl w:val="0"/>
        <w:rPr>
          <w:kern w:val="2"/>
          <w:szCs w:val="24"/>
          <w:lang w:val="en-US"/>
        </w:rPr>
      </w:pPr>
      <w:bookmarkStart w:id="29" w:name="日均干球温度变化表"/>
      <w:bookmarkEnd w:id="29"/>
      <w:r>
        <w:rPr>
          <w:noProof/>
        </w:rPr>
        <w:drawing>
          <wp:inline distT="0" distB="0" distL="0" distR="0" wp14:anchorId="1506B5B2" wp14:editId="3D7531ED">
            <wp:extent cx="5667375" cy="28289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B3DDF3" w14:textId="77777777" w:rsidR="00F25477" w:rsidRDefault="00615FD8" w:rsidP="00615FD8">
      <w:pPr>
        <w:pStyle w:val="2"/>
      </w:pPr>
      <w:bookmarkStart w:id="30" w:name="日最小干球温度变化表"/>
      <w:bookmarkStart w:id="31" w:name="_Toc160369185"/>
      <w:bookmarkEnd w:id="30"/>
      <w:r>
        <w:rPr>
          <w:rFonts w:hint="eastAsia"/>
        </w:rPr>
        <w:lastRenderedPageBreak/>
        <w:t>逐</w:t>
      </w:r>
      <w:r>
        <w:t>月</w:t>
      </w:r>
      <w:r>
        <w:rPr>
          <w:rFonts w:hint="eastAsia"/>
        </w:rPr>
        <w:t>辐照</w:t>
      </w:r>
      <w:r>
        <w:t>量</w:t>
      </w:r>
      <w:r>
        <w:rPr>
          <w:rFonts w:hint="eastAsia"/>
        </w:rPr>
        <w:t>表</w:t>
      </w:r>
      <w:bookmarkEnd w:id="31"/>
    </w:p>
    <w:p w14:paraId="1A566E67" w14:textId="77777777" w:rsidR="00615FD8" w:rsidRPr="00A104C6" w:rsidRDefault="00615FD8" w:rsidP="00A104C6">
      <w:pPr>
        <w:rPr>
          <w:kern w:val="2"/>
          <w:szCs w:val="24"/>
          <w:lang w:val="en-US"/>
        </w:rPr>
      </w:pPr>
      <w:bookmarkStart w:id="32" w:name="逐月辐照量图表"/>
      <w:bookmarkEnd w:id="32"/>
      <w:r>
        <w:rPr>
          <w:noProof/>
        </w:rPr>
        <w:drawing>
          <wp:inline distT="0" distB="0" distL="0" distR="0" wp14:anchorId="540916C8" wp14:editId="7BBBCDA5">
            <wp:extent cx="5667375" cy="254317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61597" w14:textId="77777777" w:rsidR="00615FD8" w:rsidRDefault="00A71379" w:rsidP="00A71379">
      <w:pPr>
        <w:pStyle w:val="2"/>
      </w:pPr>
      <w:bookmarkStart w:id="33" w:name="_Toc160369186"/>
      <w:r>
        <w:rPr>
          <w:rFonts w:hint="eastAsia"/>
        </w:rPr>
        <w:t>峰值</w:t>
      </w:r>
      <w:r>
        <w:t>工况</w:t>
      </w:r>
      <w:bookmarkEnd w:id="3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8F439F" w14:paraId="056EF020" w14:textId="77777777">
        <w:tc>
          <w:tcPr>
            <w:tcW w:w="1131" w:type="dxa"/>
            <w:shd w:val="clear" w:color="auto" w:fill="E6E6E6"/>
            <w:vAlign w:val="center"/>
          </w:tcPr>
          <w:p w14:paraId="30070495" w14:textId="77777777" w:rsidR="008F439F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1847853D" w14:textId="77777777" w:rsidR="008F439F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ACF25DE" w14:textId="77777777" w:rsidR="008F439F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7EC6BAC" w14:textId="77777777" w:rsidR="008F439F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53EB7DE6" w14:textId="77777777" w:rsidR="008F439F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C49C749" w14:textId="77777777" w:rsidR="008F439F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8F439F" w14:paraId="44359B2C" w14:textId="77777777">
        <w:tc>
          <w:tcPr>
            <w:tcW w:w="1131" w:type="dxa"/>
            <w:shd w:val="clear" w:color="auto" w:fill="E6E6E6"/>
            <w:vAlign w:val="center"/>
          </w:tcPr>
          <w:p w14:paraId="0BFE9C5F" w14:textId="77777777" w:rsidR="008F439F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41C1AA73" w14:textId="77777777" w:rsidR="008F439F" w:rsidRDefault="00000000">
            <w:r>
              <w:t>08</w:t>
            </w:r>
            <w:r>
              <w:t>月</w:t>
            </w:r>
            <w:r>
              <w:t>06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3DB4D19F" w14:textId="77777777" w:rsidR="008F439F" w:rsidRDefault="00000000">
            <w:r>
              <w:t>38.3</w:t>
            </w:r>
          </w:p>
        </w:tc>
        <w:tc>
          <w:tcPr>
            <w:tcW w:w="1556" w:type="dxa"/>
            <w:vAlign w:val="center"/>
          </w:tcPr>
          <w:p w14:paraId="5CDAA46A" w14:textId="77777777" w:rsidR="008F439F" w:rsidRDefault="00000000">
            <w:r>
              <w:t>28.9</w:t>
            </w:r>
          </w:p>
        </w:tc>
        <w:tc>
          <w:tcPr>
            <w:tcW w:w="1556" w:type="dxa"/>
            <w:vAlign w:val="center"/>
          </w:tcPr>
          <w:p w14:paraId="4AE266AD" w14:textId="77777777" w:rsidR="008F439F" w:rsidRDefault="00000000">
            <w:r>
              <w:t>21.4</w:t>
            </w:r>
          </w:p>
        </w:tc>
        <w:tc>
          <w:tcPr>
            <w:tcW w:w="1556" w:type="dxa"/>
            <w:vAlign w:val="center"/>
          </w:tcPr>
          <w:p w14:paraId="6A89D176" w14:textId="77777777" w:rsidR="008F439F" w:rsidRDefault="00000000">
            <w:r>
              <w:t>93.5</w:t>
            </w:r>
          </w:p>
        </w:tc>
      </w:tr>
      <w:tr w:rsidR="008F439F" w14:paraId="63C36DCE" w14:textId="77777777">
        <w:tc>
          <w:tcPr>
            <w:tcW w:w="1131" w:type="dxa"/>
            <w:shd w:val="clear" w:color="auto" w:fill="E6E6E6"/>
            <w:vAlign w:val="center"/>
          </w:tcPr>
          <w:p w14:paraId="578EB1C3" w14:textId="77777777" w:rsidR="008F439F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18466A52" w14:textId="77777777" w:rsidR="008F439F" w:rsidRDefault="00000000">
            <w:r>
              <w:t>01</w:t>
            </w:r>
            <w:r>
              <w:t>月</w:t>
            </w:r>
            <w:r>
              <w:t>21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60699584" w14:textId="77777777" w:rsidR="008F439F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4D99DEF7" w14:textId="77777777" w:rsidR="008F439F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230B86CB" w14:textId="77777777" w:rsidR="008F439F" w:rsidRDefault="00000000">
            <w:r>
              <w:t>2.9</w:t>
            </w:r>
          </w:p>
        </w:tc>
        <w:tc>
          <w:tcPr>
            <w:tcW w:w="1556" w:type="dxa"/>
            <w:vAlign w:val="center"/>
          </w:tcPr>
          <w:p w14:paraId="0C3EE427" w14:textId="77777777" w:rsidR="008F439F" w:rsidRDefault="00000000">
            <w:r>
              <w:t>3.9</w:t>
            </w:r>
          </w:p>
        </w:tc>
      </w:tr>
    </w:tbl>
    <w:p w14:paraId="5B58562B" w14:textId="77777777" w:rsidR="00A71379" w:rsidRDefault="00A71379" w:rsidP="00F552D2">
      <w:pPr>
        <w:rPr>
          <w:kern w:val="2"/>
          <w:szCs w:val="24"/>
          <w:lang w:val="en-US"/>
        </w:rPr>
      </w:pPr>
      <w:bookmarkStart w:id="34" w:name="气象峰值工况"/>
      <w:bookmarkEnd w:id="34"/>
    </w:p>
    <w:p w14:paraId="66EEA3C2" w14:textId="77777777" w:rsidR="00A71379" w:rsidRDefault="001C5FD8" w:rsidP="000843B1">
      <w:pPr>
        <w:pStyle w:val="1"/>
      </w:pPr>
      <w:bookmarkStart w:id="35" w:name="_Toc160369187"/>
      <w:r>
        <w:rPr>
          <w:rFonts w:hint="eastAsia"/>
        </w:rPr>
        <w:t>软件</w:t>
      </w:r>
      <w:r w:rsidR="00F4369B">
        <w:rPr>
          <w:rFonts w:hint="eastAsia"/>
        </w:rPr>
        <w:t>介绍</w:t>
      </w:r>
      <w:bookmarkEnd w:id="35"/>
    </w:p>
    <w:p w14:paraId="6C0D3825" w14:textId="77777777" w:rsidR="001F3852" w:rsidRDefault="00230D2C" w:rsidP="005C1189">
      <w:pPr>
        <w:widowControl w:val="0"/>
        <w:ind w:firstLine="420"/>
      </w:pPr>
      <w:r w:rsidRPr="00D713A5">
        <w:rPr>
          <w:rFonts w:hint="eastAsia"/>
        </w:rPr>
        <w:t>本报告采用的软件为</w:t>
      </w:r>
      <w:r>
        <w:rPr>
          <w:rFonts w:hint="eastAsia"/>
        </w:rPr>
        <w:t>绿建</w:t>
      </w:r>
      <w:bookmarkStart w:id="36" w:name="软件全称＃2"/>
      <w:r>
        <w:rPr>
          <w:rFonts w:hint="eastAsia"/>
        </w:rPr>
        <w:t>暖通负荷</w:t>
      </w:r>
      <w:r>
        <w:rPr>
          <w:rFonts w:hint="eastAsia"/>
        </w:rPr>
        <w:t>BECH2023</w:t>
      </w:r>
      <w:bookmarkEnd w:id="36"/>
      <w:r w:rsidRPr="00D713A5">
        <w:rPr>
          <w:rFonts w:hint="eastAsia"/>
        </w:rPr>
        <w:t>，</w:t>
      </w:r>
      <w:r w:rsidR="005C1189" w:rsidRPr="005C1189">
        <w:rPr>
          <w:rFonts w:hint="eastAsia"/>
        </w:rPr>
        <w:t>该软件紧密结合暖通和节能设计规范、可根据项目实际情况建立建筑热工模型，并可对围护结构材料、房间内扰发热、作息时间表、热回收方式等参数进行设置。</w:t>
      </w:r>
    </w:p>
    <w:p w14:paraId="522FC825" w14:textId="77777777" w:rsidR="001F3852" w:rsidRDefault="005C1189" w:rsidP="005C1189">
      <w:pPr>
        <w:widowControl w:val="0"/>
        <w:ind w:firstLine="420"/>
      </w:pPr>
      <w:r w:rsidRPr="005C1189">
        <w:rPr>
          <w:rFonts w:hint="eastAsia"/>
        </w:rPr>
        <w:t>软件包含全国各地典型气象年数据，内置</w:t>
      </w:r>
      <w:r w:rsidRPr="005C1189">
        <w:t>DOE2</w:t>
      </w:r>
      <w:r>
        <w:t>.</w:t>
      </w:r>
      <w:r w:rsidRPr="005C1189">
        <w:t>1E</w:t>
      </w:r>
      <w:r w:rsidRPr="005C1189">
        <w:rPr>
          <w:rFonts w:hint="eastAsia"/>
        </w:rPr>
        <w:t>内核，对于建筑的逐时负荷进行动态模拟，既可以模拟</w:t>
      </w:r>
      <w:r w:rsidRPr="005C1189">
        <w:t>8760</w:t>
      </w:r>
      <w:r w:rsidRPr="005C1189">
        <w:rPr>
          <w:rFonts w:hint="eastAsia"/>
        </w:rPr>
        <w:t>小时理想负荷，也可以根据设定好的采暖期</w:t>
      </w:r>
      <w:r w:rsidRPr="005C1189">
        <w:t>/</w:t>
      </w:r>
      <w:r w:rsidRPr="005C1189">
        <w:rPr>
          <w:rFonts w:hint="eastAsia"/>
        </w:rPr>
        <w:t>空调期进行逐时模拟。</w:t>
      </w:r>
    </w:p>
    <w:p w14:paraId="0E1E1214" w14:textId="77777777" w:rsidR="005C1189" w:rsidRDefault="005C1189" w:rsidP="005C1189">
      <w:pPr>
        <w:widowControl w:val="0"/>
        <w:ind w:firstLine="420"/>
      </w:pPr>
      <w:r w:rsidRPr="005C1189">
        <w:rPr>
          <w:rFonts w:hint="eastAsia"/>
        </w:rPr>
        <w:t>软件还支持分析全年建筑能耗的来源构成，依据日射得热、新风负荷、围护传热和内扰得热进行归类分项，生成设计建筑全年负荷计算报告书，提供详实的数据和多样的图表，为设计师在设备选型、制定运行策略等方面提供参考和帮助。</w:t>
      </w:r>
    </w:p>
    <w:p w14:paraId="32A84C8D" w14:textId="77777777" w:rsidR="00BC2B16" w:rsidRDefault="00BC2B16" w:rsidP="00BC2B16">
      <w:pPr>
        <w:pStyle w:val="1"/>
      </w:pPr>
      <w:bookmarkStart w:id="37" w:name="_Toc160369188"/>
      <w:r>
        <w:rPr>
          <w:rFonts w:hint="eastAsia"/>
        </w:rPr>
        <w:t>围护</w:t>
      </w:r>
      <w:r>
        <w:t>结构</w:t>
      </w:r>
      <w:bookmarkEnd w:id="37"/>
    </w:p>
    <w:p w14:paraId="7D8D9B67" w14:textId="77777777" w:rsidR="00BC2B16" w:rsidRDefault="00BC2B16" w:rsidP="00FB3DE9">
      <w:pPr>
        <w:pStyle w:val="2"/>
        <w:widowControl w:val="0"/>
        <w:rPr>
          <w:kern w:val="2"/>
        </w:rPr>
      </w:pPr>
      <w:bookmarkStart w:id="38" w:name="围护结构"/>
      <w:bookmarkStart w:id="39" w:name="_Toc160369189"/>
      <w:bookmarkEnd w:id="38"/>
      <w:r>
        <w:rPr>
          <w:kern w:val="2"/>
        </w:rPr>
        <w:t>屋顶构造</w:t>
      </w:r>
      <w:bookmarkEnd w:id="39"/>
    </w:p>
    <w:p w14:paraId="3C8FCAFC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40" w:name="_Toc160369190"/>
      <w:r>
        <w:rPr>
          <w:kern w:val="2"/>
          <w:szCs w:val="24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56AF4D4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36AF618" w14:textId="77777777" w:rsidR="008F439F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6FDAAC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24DE51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717722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3F4258C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5166AA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5DC7CDE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4EE3773B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E339314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B9E1F49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231620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14A4F7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095B52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01061F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454A8FB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7BA35C38" w14:textId="77777777">
        <w:tc>
          <w:tcPr>
            <w:tcW w:w="3345" w:type="dxa"/>
            <w:vAlign w:val="center"/>
          </w:tcPr>
          <w:p w14:paraId="0761E84E" w14:textId="77777777" w:rsidR="008F439F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5219B1F4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ECCD1A1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292EE38" w14:textId="77777777" w:rsidR="008F439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9C9C74A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CEF3FC4" w14:textId="77777777" w:rsidR="008F439F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016E32E6" w14:textId="77777777" w:rsidR="008F439F" w:rsidRDefault="00000000">
            <w:r>
              <w:t>0.245</w:t>
            </w:r>
          </w:p>
        </w:tc>
      </w:tr>
      <w:tr w:rsidR="008F439F" w14:paraId="1E6A455C" w14:textId="77777777">
        <w:tc>
          <w:tcPr>
            <w:tcW w:w="3345" w:type="dxa"/>
            <w:vAlign w:val="center"/>
          </w:tcPr>
          <w:p w14:paraId="4515D92A" w14:textId="77777777" w:rsidR="008F439F" w:rsidRDefault="00000000">
            <w:r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7238F932" w14:textId="77777777" w:rsidR="008F439F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0EBCE44F" w14:textId="77777777" w:rsidR="008F439F" w:rsidRDefault="00000000">
            <w:r>
              <w:t>0.059</w:t>
            </w:r>
          </w:p>
        </w:tc>
        <w:tc>
          <w:tcPr>
            <w:tcW w:w="1075" w:type="dxa"/>
            <w:vAlign w:val="center"/>
          </w:tcPr>
          <w:p w14:paraId="7F8F68F6" w14:textId="77777777" w:rsidR="008F439F" w:rsidRDefault="00000000">
            <w:r>
              <w:t>1.047</w:t>
            </w:r>
          </w:p>
        </w:tc>
        <w:tc>
          <w:tcPr>
            <w:tcW w:w="848" w:type="dxa"/>
            <w:vAlign w:val="center"/>
          </w:tcPr>
          <w:p w14:paraId="3BBAA366" w14:textId="77777777" w:rsidR="008F439F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021B479E" w14:textId="77777777" w:rsidR="008F439F" w:rsidRDefault="00000000">
            <w:r>
              <w:t>1.412</w:t>
            </w:r>
          </w:p>
        </w:tc>
        <w:tc>
          <w:tcPr>
            <w:tcW w:w="1064" w:type="dxa"/>
            <w:vAlign w:val="center"/>
          </w:tcPr>
          <w:p w14:paraId="6B97176B" w14:textId="77777777" w:rsidR="008F439F" w:rsidRDefault="00000000">
            <w:r>
              <w:t>1.775</w:t>
            </w:r>
          </w:p>
        </w:tc>
      </w:tr>
      <w:tr w:rsidR="008F439F" w14:paraId="6916025C" w14:textId="77777777">
        <w:tc>
          <w:tcPr>
            <w:tcW w:w="3345" w:type="dxa"/>
            <w:vAlign w:val="center"/>
          </w:tcPr>
          <w:p w14:paraId="6DF38A99" w14:textId="77777777" w:rsidR="008F439F" w:rsidRDefault="00000000">
            <w:r>
              <w:lastRenderedPageBreak/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331907EB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251916B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E44A7E9" w14:textId="77777777" w:rsidR="008F439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AEA8104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1645B87" w14:textId="77777777" w:rsidR="008F439F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2184B85" w14:textId="77777777" w:rsidR="008F439F" w:rsidRDefault="00000000">
            <w:r>
              <w:t>0.245</w:t>
            </w:r>
          </w:p>
        </w:tc>
      </w:tr>
      <w:tr w:rsidR="008F439F" w14:paraId="589D9185" w14:textId="77777777">
        <w:tc>
          <w:tcPr>
            <w:tcW w:w="3345" w:type="dxa"/>
            <w:vAlign w:val="center"/>
          </w:tcPr>
          <w:p w14:paraId="0C65637C" w14:textId="77777777" w:rsidR="008F439F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28A63A48" w14:textId="77777777" w:rsidR="008F439F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0C169268" w14:textId="77777777" w:rsidR="008F439F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8FB66BD" w14:textId="77777777" w:rsidR="008F439F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3FA13B06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7623145" w14:textId="77777777" w:rsidR="008F439F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7D08E09B" w14:textId="77777777" w:rsidR="008F439F" w:rsidRDefault="00000000">
            <w:r>
              <w:t>1.177</w:t>
            </w:r>
          </w:p>
        </w:tc>
      </w:tr>
      <w:tr w:rsidR="008F439F" w14:paraId="17966DFF" w14:textId="77777777">
        <w:tc>
          <w:tcPr>
            <w:tcW w:w="3345" w:type="dxa"/>
            <w:vAlign w:val="center"/>
          </w:tcPr>
          <w:p w14:paraId="2FE474DB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6A63D1B8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27169B8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23F18493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0377AEE2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17CBF6A" w14:textId="77777777" w:rsidR="008F439F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49C7F889" w14:textId="77777777" w:rsidR="008F439F" w:rsidRDefault="00000000">
            <w:r>
              <w:t>0.244</w:t>
            </w:r>
          </w:p>
        </w:tc>
      </w:tr>
      <w:tr w:rsidR="008F439F" w14:paraId="28A82311" w14:textId="77777777">
        <w:tc>
          <w:tcPr>
            <w:tcW w:w="3345" w:type="dxa"/>
            <w:vAlign w:val="center"/>
          </w:tcPr>
          <w:p w14:paraId="01069B65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584174D" w14:textId="77777777" w:rsidR="008F439F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677EEC38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B39007B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4D423E2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9716D97" w14:textId="77777777" w:rsidR="008F439F" w:rsidRDefault="00000000">
            <w:r>
              <w:t>1.547</w:t>
            </w:r>
          </w:p>
        </w:tc>
        <w:tc>
          <w:tcPr>
            <w:tcW w:w="1064" w:type="dxa"/>
            <w:vAlign w:val="center"/>
          </w:tcPr>
          <w:p w14:paraId="0F86278E" w14:textId="77777777" w:rsidR="008F439F" w:rsidRDefault="00000000">
            <w:r>
              <w:t>3.684</w:t>
            </w:r>
          </w:p>
        </w:tc>
      </w:tr>
      <w:tr w:rsidR="008F439F" w14:paraId="1A75F1CE" w14:textId="77777777">
        <w:tc>
          <w:tcPr>
            <w:tcW w:w="3345" w:type="dxa"/>
            <w:shd w:val="clear" w:color="auto" w:fill="E6E6E6"/>
            <w:vAlign w:val="center"/>
          </w:tcPr>
          <w:p w14:paraId="55560AA8" w14:textId="77777777" w:rsidR="008F439F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60E3B3CF" w14:textId="77777777" w:rsidR="008F439F" w:rsidRDefault="00000000">
            <w:pPr>
              <w:jc w:val="center"/>
            </w:pPr>
            <w:r>
              <w:t>0.75</w:t>
            </w:r>
          </w:p>
        </w:tc>
      </w:tr>
      <w:tr w:rsidR="008F439F" w14:paraId="0E3DB9A2" w14:textId="77777777">
        <w:tc>
          <w:tcPr>
            <w:tcW w:w="3345" w:type="dxa"/>
            <w:shd w:val="clear" w:color="auto" w:fill="E6E6E6"/>
            <w:vAlign w:val="center"/>
          </w:tcPr>
          <w:p w14:paraId="39CA2B00" w14:textId="77777777" w:rsidR="008F439F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BE07D90" w14:textId="77777777" w:rsidR="008F439F" w:rsidRDefault="00000000">
            <w:pPr>
              <w:jc w:val="center"/>
            </w:pPr>
            <w:r>
              <w:t>0.59</w:t>
            </w:r>
          </w:p>
        </w:tc>
      </w:tr>
      <w:tr w:rsidR="008F439F" w14:paraId="032A778D" w14:textId="77777777">
        <w:tc>
          <w:tcPr>
            <w:tcW w:w="3345" w:type="dxa"/>
            <w:shd w:val="clear" w:color="auto" w:fill="E6E6E6"/>
            <w:vAlign w:val="center"/>
          </w:tcPr>
          <w:p w14:paraId="710737CB" w14:textId="77777777" w:rsidR="008F439F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3CF44C93" w14:textId="77777777" w:rsidR="008F439F" w:rsidRDefault="00000000">
            <w:pPr>
              <w:jc w:val="center"/>
            </w:pPr>
            <w:r>
              <w:t>K = 0.58, D = 3.68</w:t>
            </w:r>
          </w:p>
        </w:tc>
      </w:tr>
      <w:tr w:rsidR="008F439F" w14:paraId="3F4C6567" w14:textId="77777777">
        <w:tc>
          <w:tcPr>
            <w:tcW w:w="3345" w:type="dxa"/>
            <w:shd w:val="clear" w:color="auto" w:fill="E6E6E6"/>
            <w:vAlign w:val="center"/>
          </w:tcPr>
          <w:p w14:paraId="0F390F07" w14:textId="77777777" w:rsidR="008F439F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1B0238DE" w14:textId="77777777" w:rsidR="008F439F" w:rsidRDefault="008F439F"/>
        </w:tc>
      </w:tr>
    </w:tbl>
    <w:p w14:paraId="70DB0891" w14:textId="77777777" w:rsidR="008F439F" w:rsidRDefault="00000000">
      <w:pPr>
        <w:pStyle w:val="2"/>
        <w:widowControl w:val="0"/>
        <w:rPr>
          <w:kern w:val="2"/>
        </w:rPr>
      </w:pPr>
      <w:bookmarkStart w:id="41" w:name="_Toc160369191"/>
      <w:r>
        <w:rPr>
          <w:kern w:val="2"/>
        </w:rPr>
        <w:t>外墙构造</w:t>
      </w:r>
      <w:bookmarkEnd w:id="41"/>
    </w:p>
    <w:p w14:paraId="1DE48EF3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42" w:name="_Toc160369192"/>
      <w:r>
        <w:rPr>
          <w:kern w:val="2"/>
          <w:szCs w:val="24"/>
        </w:rPr>
        <w:t>外墙构造一</w:t>
      </w:r>
      <w:bookmarkEnd w:id="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04A5CA00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644CC5E2" w14:textId="77777777" w:rsidR="008F439F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050657C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75245F3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525785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F42D6F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97FC3EF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58C5BAC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08369FA7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74326C8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633BD1F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EB0868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AE55D3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31F438A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6ECE57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2EEA4D7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3513EA9A" w14:textId="77777777">
        <w:tc>
          <w:tcPr>
            <w:tcW w:w="3345" w:type="dxa"/>
            <w:vAlign w:val="center"/>
          </w:tcPr>
          <w:p w14:paraId="32979173" w14:textId="77777777" w:rsidR="008F439F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7BB3C310" w14:textId="77777777" w:rsidR="008F439F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3A4F384C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0C2F7C47" w14:textId="77777777" w:rsidR="008F439F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4BF59E8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BE8CFE8" w14:textId="77777777" w:rsidR="008F439F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7D7CBAB7" w14:textId="77777777" w:rsidR="008F439F" w:rsidRDefault="00000000">
            <w:r>
              <w:t>0.061</w:t>
            </w:r>
          </w:p>
        </w:tc>
      </w:tr>
      <w:tr w:rsidR="008F439F" w14:paraId="342D7355" w14:textId="77777777">
        <w:tc>
          <w:tcPr>
            <w:tcW w:w="3345" w:type="dxa"/>
            <w:vAlign w:val="center"/>
          </w:tcPr>
          <w:p w14:paraId="581BF3FB" w14:textId="77777777" w:rsidR="008F439F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436BBC73" w14:textId="77777777" w:rsidR="008F439F" w:rsidRDefault="00000000">
            <w:r>
              <w:t>85</w:t>
            </w:r>
          </w:p>
        </w:tc>
        <w:tc>
          <w:tcPr>
            <w:tcW w:w="1075" w:type="dxa"/>
            <w:vAlign w:val="center"/>
          </w:tcPr>
          <w:p w14:paraId="17296092" w14:textId="77777777" w:rsidR="008F439F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296A7DE2" w14:textId="77777777" w:rsidR="008F439F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756C0D75" w14:textId="77777777" w:rsidR="008F439F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D4D30D9" w14:textId="77777777" w:rsidR="008F439F" w:rsidRDefault="00000000">
            <w:r>
              <w:t>1.687</w:t>
            </w:r>
          </w:p>
        </w:tc>
        <w:tc>
          <w:tcPr>
            <w:tcW w:w="1064" w:type="dxa"/>
            <w:vAlign w:val="center"/>
          </w:tcPr>
          <w:p w14:paraId="2557CBAD" w14:textId="77777777" w:rsidR="008F439F" w:rsidRDefault="00000000">
            <w:r>
              <w:t>0.729</w:t>
            </w:r>
          </w:p>
        </w:tc>
      </w:tr>
      <w:tr w:rsidR="008F439F" w14:paraId="20C06BA5" w14:textId="77777777">
        <w:tc>
          <w:tcPr>
            <w:tcW w:w="3345" w:type="dxa"/>
            <w:vAlign w:val="center"/>
          </w:tcPr>
          <w:p w14:paraId="4EAE424B" w14:textId="77777777" w:rsidR="008F439F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0E321CDA" w14:textId="77777777" w:rsidR="008F439F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3389965C" w14:textId="77777777" w:rsidR="008F439F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405A25FB" w14:textId="77777777" w:rsidR="008F439F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5D6FF0DD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A783098" w14:textId="77777777" w:rsidR="008F439F" w:rsidRDefault="00000000">
            <w:r>
              <w:t>0.167</w:t>
            </w:r>
          </w:p>
        </w:tc>
        <w:tc>
          <w:tcPr>
            <w:tcW w:w="1064" w:type="dxa"/>
            <w:vAlign w:val="center"/>
          </w:tcPr>
          <w:p w14:paraId="5FECF6AE" w14:textId="77777777" w:rsidR="008F439F" w:rsidRDefault="00000000">
            <w:r>
              <w:t>1.002</w:t>
            </w:r>
          </w:p>
        </w:tc>
      </w:tr>
      <w:tr w:rsidR="008F439F" w14:paraId="56AC69A8" w14:textId="77777777">
        <w:tc>
          <w:tcPr>
            <w:tcW w:w="3345" w:type="dxa"/>
            <w:vAlign w:val="center"/>
          </w:tcPr>
          <w:p w14:paraId="10EE6B24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25910185" w14:textId="77777777" w:rsidR="008F439F" w:rsidRDefault="00000000">
            <w:r>
              <w:t>10</w:t>
            </w:r>
          </w:p>
        </w:tc>
        <w:tc>
          <w:tcPr>
            <w:tcW w:w="1075" w:type="dxa"/>
            <w:vAlign w:val="center"/>
          </w:tcPr>
          <w:p w14:paraId="46F4230F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1EF1C4D4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C18AC58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9986FB5" w14:textId="77777777" w:rsidR="008F439F" w:rsidRDefault="00000000">
            <w:r>
              <w:t>0.011</w:t>
            </w:r>
          </w:p>
        </w:tc>
        <w:tc>
          <w:tcPr>
            <w:tcW w:w="1064" w:type="dxa"/>
            <w:vAlign w:val="center"/>
          </w:tcPr>
          <w:p w14:paraId="08022E07" w14:textId="77777777" w:rsidR="008F439F" w:rsidRDefault="00000000">
            <w:r>
              <w:t>0.122</w:t>
            </w:r>
          </w:p>
        </w:tc>
      </w:tr>
      <w:tr w:rsidR="008F439F" w14:paraId="62F218ED" w14:textId="77777777">
        <w:tc>
          <w:tcPr>
            <w:tcW w:w="3345" w:type="dxa"/>
            <w:vAlign w:val="center"/>
          </w:tcPr>
          <w:p w14:paraId="2F5E24D4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9B7A7D7" w14:textId="77777777" w:rsidR="008F439F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25AEC03E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C11DBE5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42DC413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AC7C540" w14:textId="77777777" w:rsidR="008F439F" w:rsidRDefault="00000000">
            <w:r>
              <w:t>1.870</w:t>
            </w:r>
          </w:p>
        </w:tc>
        <w:tc>
          <w:tcPr>
            <w:tcW w:w="1064" w:type="dxa"/>
            <w:vAlign w:val="center"/>
          </w:tcPr>
          <w:p w14:paraId="1CE6F282" w14:textId="77777777" w:rsidR="008F439F" w:rsidRDefault="00000000">
            <w:r>
              <w:t>1.913</w:t>
            </w:r>
          </w:p>
        </w:tc>
      </w:tr>
      <w:tr w:rsidR="008F439F" w14:paraId="3E7547B9" w14:textId="77777777">
        <w:tc>
          <w:tcPr>
            <w:tcW w:w="3345" w:type="dxa"/>
            <w:shd w:val="clear" w:color="auto" w:fill="E6E6E6"/>
            <w:vAlign w:val="center"/>
          </w:tcPr>
          <w:p w14:paraId="7CB322AC" w14:textId="77777777" w:rsidR="008F439F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F4613DF" w14:textId="77777777" w:rsidR="008F439F" w:rsidRDefault="00000000">
            <w:pPr>
              <w:jc w:val="center"/>
            </w:pPr>
            <w:r>
              <w:t>0.75</w:t>
            </w:r>
          </w:p>
        </w:tc>
      </w:tr>
      <w:tr w:rsidR="008F439F" w14:paraId="2E925C2E" w14:textId="77777777">
        <w:tc>
          <w:tcPr>
            <w:tcW w:w="3345" w:type="dxa"/>
            <w:shd w:val="clear" w:color="auto" w:fill="E6E6E6"/>
            <w:vAlign w:val="center"/>
          </w:tcPr>
          <w:p w14:paraId="344D6BD5" w14:textId="77777777" w:rsidR="008F439F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192EAC3D" w14:textId="77777777" w:rsidR="008F439F" w:rsidRDefault="00000000">
            <w:pPr>
              <w:jc w:val="center"/>
            </w:pPr>
            <w:r>
              <w:t>0.50</w:t>
            </w:r>
          </w:p>
        </w:tc>
      </w:tr>
    </w:tbl>
    <w:p w14:paraId="3FE71725" w14:textId="77777777" w:rsidR="008F439F" w:rsidRDefault="00000000">
      <w:pPr>
        <w:pStyle w:val="2"/>
        <w:widowControl w:val="0"/>
        <w:rPr>
          <w:kern w:val="2"/>
        </w:rPr>
      </w:pPr>
      <w:bookmarkStart w:id="43" w:name="_Toc160369193"/>
      <w:r>
        <w:rPr>
          <w:kern w:val="2"/>
        </w:rPr>
        <w:t>挑空楼板构造</w:t>
      </w:r>
      <w:bookmarkEnd w:id="43"/>
    </w:p>
    <w:p w14:paraId="1F6FB664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44" w:name="_Toc160369194"/>
      <w:r>
        <w:rPr>
          <w:kern w:val="2"/>
          <w:szCs w:val="24"/>
        </w:rPr>
        <w:t>挑空楼板构造二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7EB0F46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1BB4ECE7" w14:textId="77777777" w:rsidR="008F439F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6F113D7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992E23D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FE34C6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D3B5803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AC3AE3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25C0176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415263F1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59C8913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1439BB5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B9479E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FD6293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ABB63A4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1EA53EF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5A2CAFF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2F7F8E86" w14:textId="77777777">
        <w:tc>
          <w:tcPr>
            <w:tcW w:w="3345" w:type="dxa"/>
            <w:vAlign w:val="center"/>
          </w:tcPr>
          <w:p w14:paraId="10D0DD16" w14:textId="77777777" w:rsidR="008F439F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37BE41E0" w14:textId="77777777" w:rsidR="008F439F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18F200A6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170FA4B8" w14:textId="77777777" w:rsidR="008F439F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E2ED41A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758BB831" w14:textId="77777777" w:rsidR="008F439F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0C262C56" w14:textId="77777777" w:rsidR="008F439F" w:rsidRDefault="00000000">
            <w:r>
              <w:t>0.061</w:t>
            </w:r>
          </w:p>
        </w:tc>
      </w:tr>
      <w:tr w:rsidR="008F439F" w14:paraId="66B70576" w14:textId="77777777">
        <w:tc>
          <w:tcPr>
            <w:tcW w:w="3345" w:type="dxa"/>
            <w:vAlign w:val="center"/>
          </w:tcPr>
          <w:p w14:paraId="4B8B75C2" w14:textId="77777777" w:rsidR="008F439F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40316D77" w14:textId="77777777" w:rsidR="008F439F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14:paraId="43414DD7" w14:textId="77777777" w:rsidR="008F439F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3B540241" w14:textId="77777777" w:rsidR="008F439F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20E74697" w14:textId="77777777" w:rsidR="008F439F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638BD390" w14:textId="77777777" w:rsidR="008F439F" w:rsidRDefault="00000000">
            <w:r>
              <w:t>1.190</w:t>
            </w:r>
          </w:p>
        </w:tc>
        <w:tc>
          <w:tcPr>
            <w:tcW w:w="1064" w:type="dxa"/>
            <w:vAlign w:val="center"/>
          </w:tcPr>
          <w:p w14:paraId="06402ACF" w14:textId="77777777" w:rsidR="008F439F" w:rsidRDefault="00000000">
            <w:r>
              <w:t>0.514</w:t>
            </w:r>
          </w:p>
        </w:tc>
      </w:tr>
      <w:tr w:rsidR="008F439F" w14:paraId="2C8AD45D" w14:textId="77777777">
        <w:tc>
          <w:tcPr>
            <w:tcW w:w="3345" w:type="dxa"/>
            <w:vAlign w:val="center"/>
          </w:tcPr>
          <w:p w14:paraId="16597DE6" w14:textId="77777777" w:rsidR="008F439F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023FA7F7" w14:textId="77777777" w:rsidR="008F439F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5F1B662D" w14:textId="77777777" w:rsidR="008F439F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392BB613" w14:textId="77777777" w:rsidR="008F439F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5CF4CCB2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65DA1AE" w14:textId="77777777" w:rsidR="008F439F" w:rsidRDefault="00000000">
            <w:r>
              <w:t>0.400</w:t>
            </w:r>
          </w:p>
        </w:tc>
        <w:tc>
          <w:tcPr>
            <w:tcW w:w="1064" w:type="dxa"/>
            <w:vAlign w:val="center"/>
          </w:tcPr>
          <w:p w14:paraId="411061F5" w14:textId="77777777" w:rsidR="008F439F" w:rsidRDefault="00000000">
            <w:r>
              <w:t>2.404</w:t>
            </w:r>
          </w:p>
        </w:tc>
      </w:tr>
      <w:tr w:rsidR="008F439F" w14:paraId="7CF4FB91" w14:textId="77777777">
        <w:tc>
          <w:tcPr>
            <w:tcW w:w="3345" w:type="dxa"/>
            <w:vAlign w:val="center"/>
          </w:tcPr>
          <w:p w14:paraId="6501BDE3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0EDE9FF5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DAB4277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7E217524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6497E2D5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1E5EFDA" w14:textId="77777777" w:rsidR="008F439F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5D2F5C4E" w14:textId="77777777" w:rsidR="008F439F" w:rsidRDefault="00000000">
            <w:r>
              <w:t>0.244</w:t>
            </w:r>
          </w:p>
        </w:tc>
      </w:tr>
      <w:tr w:rsidR="008F439F" w14:paraId="0E77EC98" w14:textId="77777777">
        <w:tc>
          <w:tcPr>
            <w:tcW w:w="3345" w:type="dxa"/>
            <w:vAlign w:val="center"/>
          </w:tcPr>
          <w:p w14:paraId="5D63E4B5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C49D77B" w14:textId="77777777" w:rsidR="008F439F" w:rsidRDefault="00000000">
            <w:r>
              <w:t>325</w:t>
            </w:r>
          </w:p>
        </w:tc>
        <w:tc>
          <w:tcPr>
            <w:tcW w:w="1075" w:type="dxa"/>
            <w:vAlign w:val="center"/>
          </w:tcPr>
          <w:p w14:paraId="17DC80D3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146CACA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3DE5A56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43C5C80" w14:textId="77777777" w:rsidR="008F439F" w:rsidRDefault="00000000">
            <w:r>
              <w:t>1.619</w:t>
            </w:r>
          </w:p>
        </w:tc>
        <w:tc>
          <w:tcPr>
            <w:tcW w:w="1064" w:type="dxa"/>
            <w:vAlign w:val="center"/>
          </w:tcPr>
          <w:p w14:paraId="2AB575E0" w14:textId="77777777" w:rsidR="008F439F" w:rsidRDefault="00000000">
            <w:r>
              <w:t>3.223</w:t>
            </w:r>
          </w:p>
        </w:tc>
      </w:tr>
      <w:tr w:rsidR="008F439F" w14:paraId="24E261B1" w14:textId="77777777">
        <w:tc>
          <w:tcPr>
            <w:tcW w:w="3345" w:type="dxa"/>
            <w:shd w:val="clear" w:color="auto" w:fill="E6E6E6"/>
            <w:vAlign w:val="center"/>
          </w:tcPr>
          <w:p w14:paraId="29BC2B02" w14:textId="77777777" w:rsidR="008F439F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32CAB083" w14:textId="77777777" w:rsidR="008F439F" w:rsidRDefault="00000000">
            <w:pPr>
              <w:jc w:val="center"/>
            </w:pPr>
            <w:r>
              <w:t>0.57</w:t>
            </w:r>
          </w:p>
        </w:tc>
      </w:tr>
    </w:tbl>
    <w:p w14:paraId="1BCA7D73" w14:textId="77777777" w:rsidR="008F439F" w:rsidRDefault="00000000">
      <w:pPr>
        <w:pStyle w:val="2"/>
        <w:widowControl w:val="0"/>
        <w:rPr>
          <w:kern w:val="2"/>
        </w:rPr>
      </w:pPr>
      <w:bookmarkStart w:id="45" w:name="_Toc160369195"/>
      <w:r>
        <w:rPr>
          <w:kern w:val="2"/>
        </w:rPr>
        <w:t>户墙构造</w:t>
      </w:r>
      <w:bookmarkEnd w:id="45"/>
    </w:p>
    <w:p w14:paraId="423B5674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46" w:name="_Toc160369196"/>
      <w:r>
        <w:rPr>
          <w:kern w:val="2"/>
          <w:szCs w:val="24"/>
        </w:rPr>
        <w:t>楼梯间隔墙构造一</w:t>
      </w:r>
      <w:bookmarkEnd w:id="4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3F0AFCA2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79708A63" w14:textId="77777777" w:rsidR="008F439F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79E788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8B43813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4D831DB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FD6943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8BC0CD9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145D50D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249DC202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38AB370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B128856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050B02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984154F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B323969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D15672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59EE436E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55B1AE48" w14:textId="77777777">
        <w:tc>
          <w:tcPr>
            <w:tcW w:w="3345" w:type="dxa"/>
            <w:vAlign w:val="center"/>
          </w:tcPr>
          <w:p w14:paraId="5328818B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53FEA1E3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A956CFC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0182F27E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179D7151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0E10E3FB" w14:textId="77777777" w:rsidR="008F439F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3906D1F6" w14:textId="77777777" w:rsidR="008F439F" w:rsidRDefault="00000000">
            <w:r>
              <w:t>0.244</w:t>
            </w:r>
          </w:p>
        </w:tc>
      </w:tr>
      <w:tr w:rsidR="008F439F" w14:paraId="1E03A71B" w14:textId="77777777">
        <w:tc>
          <w:tcPr>
            <w:tcW w:w="3345" w:type="dxa"/>
            <w:vAlign w:val="center"/>
          </w:tcPr>
          <w:p w14:paraId="1C77F57F" w14:textId="77777777" w:rsidR="008F439F" w:rsidRDefault="00000000">
            <w:r>
              <w:lastRenderedPageBreak/>
              <w:t>加气混凝土</w:t>
            </w:r>
            <w:r>
              <w:t>(ρ=500)</w:t>
            </w:r>
          </w:p>
        </w:tc>
        <w:tc>
          <w:tcPr>
            <w:tcW w:w="848" w:type="dxa"/>
            <w:vAlign w:val="center"/>
          </w:tcPr>
          <w:p w14:paraId="4111CDD9" w14:textId="77777777" w:rsidR="008F439F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14:paraId="6312C6F6" w14:textId="77777777" w:rsidR="008F439F" w:rsidRDefault="00000000">
            <w:r>
              <w:t>0.190</w:t>
            </w:r>
          </w:p>
        </w:tc>
        <w:tc>
          <w:tcPr>
            <w:tcW w:w="1075" w:type="dxa"/>
            <w:vAlign w:val="center"/>
          </w:tcPr>
          <w:p w14:paraId="6267AFFE" w14:textId="77777777" w:rsidR="008F439F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3ED7A14E" w14:textId="77777777" w:rsidR="008F439F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14:paraId="7153F4BD" w14:textId="77777777" w:rsidR="008F439F" w:rsidRDefault="00000000">
            <w:r>
              <w:t>0.632</w:t>
            </w:r>
          </w:p>
        </w:tc>
        <w:tc>
          <w:tcPr>
            <w:tcW w:w="1064" w:type="dxa"/>
            <w:vAlign w:val="center"/>
          </w:tcPr>
          <w:p w14:paraId="3CE0FAD6" w14:textId="77777777" w:rsidR="008F439F" w:rsidRDefault="00000000">
            <w:r>
              <w:t>2.466</w:t>
            </w:r>
          </w:p>
        </w:tc>
      </w:tr>
      <w:tr w:rsidR="008F439F" w14:paraId="5D4A6BC8" w14:textId="77777777">
        <w:tc>
          <w:tcPr>
            <w:tcW w:w="3345" w:type="dxa"/>
            <w:vAlign w:val="center"/>
          </w:tcPr>
          <w:p w14:paraId="0D2E759A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4A6250AA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8BD5AAE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534CA5A5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E7B7C04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2516D76" w14:textId="77777777" w:rsidR="008F439F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28E110B3" w14:textId="77777777" w:rsidR="008F439F" w:rsidRDefault="00000000">
            <w:r>
              <w:t>0.244</w:t>
            </w:r>
          </w:p>
        </w:tc>
      </w:tr>
      <w:tr w:rsidR="008F439F" w14:paraId="0BAFF224" w14:textId="77777777">
        <w:tc>
          <w:tcPr>
            <w:tcW w:w="3345" w:type="dxa"/>
            <w:vAlign w:val="center"/>
          </w:tcPr>
          <w:p w14:paraId="0B15BFCF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5C6C2E1B" w14:textId="77777777" w:rsidR="008F439F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3D31ADB5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5E1C1CF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0D4FFDC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66876B5" w14:textId="77777777" w:rsidR="008F439F" w:rsidRDefault="00000000">
            <w:r>
              <w:t>0.678</w:t>
            </w:r>
          </w:p>
        </w:tc>
        <w:tc>
          <w:tcPr>
            <w:tcW w:w="1064" w:type="dxa"/>
            <w:vAlign w:val="center"/>
          </w:tcPr>
          <w:p w14:paraId="209EEB27" w14:textId="77777777" w:rsidR="008F439F" w:rsidRDefault="00000000">
            <w:r>
              <w:t>2.954</w:t>
            </w:r>
          </w:p>
        </w:tc>
      </w:tr>
      <w:tr w:rsidR="008F439F" w14:paraId="6BBC0D2C" w14:textId="77777777">
        <w:tc>
          <w:tcPr>
            <w:tcW w:w="3345" w:type="dxa"/>
            <w:shd w:val="clear" w:color="auto" w:fill="E6E6E6"/>
            <w:vAlign w:val="center"/>
          </w:tcPr>
          <w:p w14:paraId="77E900AD" w14:textId="77777777" w:rsidR="008F439F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40CBF67E" w14:textId="77777777" w:rsidR="008F439F" w:rsidRDefault="00000000">
            <w:pPr>
              <w:jc w:val="center"/>
            </w:pPr>
            <w:r>
              <w:t>1.11</w:t>
            </w:r>
          </w:p>
        </w:tc>
      </w:tr>
      <w:tr w:rsidR="008F439F" w14:paraId="39C76202" w14:textId="77777777">
        <w:tc>
          <w:tcPr>
            <w:tcW w:w="3345" w:type="dxa"/>
            <w:shd w:val="clear" w:color="auto" w:fill="E6E6E6"/>
            <w:vAlign w:val="center"/>
          </w:tcPr>
          <w:p w14:paraId="2852432D" w14:textId="77777777" w:rsidR="008F439F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76E7E84A" w14:textId="77777777" w:rsidR="008F439F" w:rsidRDefault="00000000">
            <w:pPr>
              <w:jc w:val="center"/>
            </w:pPr>
            <w:r>
              <w:t>K = 1.12, D = 2.68</w:t>
            </w:r>
          </w:p>
        </w:tc>
      </w:tr>
      <w:tr w:rsidR="008F439F" w14:paraId="7DAA52B7" w14:textId="77777777">
        <w:tc>
          <w:tcPr>
            <w:tcW w:w="3345" w:type="dxa"/>
            <w:shd w:val="clear" w:color="auto" w:fill="E6E6E6"/>
            <w:vAlign w:val="center"/>
          </w:tcPr>
          <w:p w14:paraId="3107BBC5" w14:textId="77777777" w:rsidR="008F439F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10BB54A1" w14:textId="77777777" w:rsidR="008F439F" w:rsidRDefault="008F439F"/>
        </w:tc>
      </w:tr>
    </w:tbl>
    <w:p w14:paraId="0A343975" w14:textId="77777777" w:rsidR="008F439F" w:rsidRDefault="00000000">
      <w:pPr>
        <w:pStyle w:val="2"/>
        <w:widowControl w:val="0"/>
        <w:rPr>
          <w:kern w:val="2"/>
        </w:rPr>
      </w:pPr>
      <w:bookmarkStart w:id="47" w:name="_Toc160369197"/>
      <w:r>
        <w:rPr>
          <w:kern w:val="2"/>
        </w:rPr>
        <w:t>楼板构造</w:t>
      </w:r>
      <w:bookmarkEnd w:id="47"/>
    </w:p>
    <w:p w14:paraId="108D0477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48" w:name="_Toc160369198"/>
      <w:r>
        <w:rPr>
          <w:kern w:val="2"/>
          <w:szCs w:val="24"/>
        </w:rPr>
        <w:t>控温房间楼板构造二</w:t>
      </w:r>
      <w:bookmarkEnd w:id="4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14B3C6F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0CF0FD3C" w14:textId="77777777" w:rsidR="008F439F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42F9C86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1947D3A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894C48E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E45550D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4DCB462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200D338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40A6CE75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FE5A1DD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77F7FD7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582BCE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E95495E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2C5238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5B1B97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53E4341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2DDFB999" w14:textId="77777777">
        <w:tc>
          <w:tcPr>
            <w:tcW w:w="3345" w:type="dxa"/>
            <w:vAlign w:val="center"/>
          </w:tcPr>
          <w:p w14:paraId="5A4B4109" w14:textId="77777777" w:rsidR="008F439F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140ACAA4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D0CBD48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CC66CD6" w14:textId="77777777" w:rsidR="008F439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34A4D59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4860FB3" w14:textId="77777777" w:rsidR="008F439F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4614FAA1" w14:textId="77777777" w:rsidR="008F439F" w:rsidRDefault="00000000">
            <w:r>
              <w:t>0.245</w:t>
            </w:r>
          </w:p>
        </w:tc>
      </w:tr>
      <w:tr w:rsidR="008F439F" w14:paraId="55B3D612" w14:textId="77777777">
        <w:tc>
          <w:tcPr>
            <w:tcW w:w="3345" w:type="dxa"/>
            <w:vAlign w:val="center"/>
          </w:tcPr>
          <w:p w14:paraId="7ADFE484" w14:textId="77777777" w:rsidR="008F439F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7A4E9628" w14:textId="77777777" w:rsidR="008F439F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33E386A0" w14:textId="77777777" w:rsidR="008F439F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3AB078F9" w14:textId="77777777" w:rsidR="008F439F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1F1DC1EC" w14:textId="77777777" w:rsidR="008F439F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53A54FED" w14:textId="77777777" w:rsidR="008F439F" w:rsidRDefault="00000000">
            <w:r>
              <w:t>0.909</w:t>
            </w:r>
          </w:p>
        </w:tc>
        <w:tc>
          <w:tcPr>
            <w:tcW w:w="1064" w:type="dxa"/>
            <w:vAlign w:val="center"/>
          </w:tcPr>
          <w:p w14:paraId="07F82519" w14:textId="77777777" w:rsidR="008F439F" w:rsidRDefault="00000000">
            <w:r>
              <w:t>0.381</w:t>
            </w:r>
          </w:p>
        </w:tc>
      </w:tr>
      <w:tr w:rsidR="008F439F" w14:paraId="292CCA1F" w14:textId="77777777">
        <w:tc>
          <w:tcPr>
            <w:tcW w:w="3345" w:type="dxa"/>
            <w:vAlign w:val="center"/>
          </w:tcPr>
          <w:p w14:paraId="6F284DE6" w14:textId="77777777" w:rsidR="008F439F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784156D4" w14:textId="77777777" w:rsidR="008F439F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7DAD00F7" w14:textId="77777777" w:rsidR="008F439F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10B10F8" w14:textId="77777777" w:rsidR="008F439F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5096E311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791EF72" w14:textId="77777777" w:rsidR="008F439F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449BD450" w14:textId="77777777" w:rsidR="008F439F" w:rsidRDefault="00000000">
            <w:r>
              <w:t>1.177</w:t>
            </w:r>
          </w:p>
        </w:tc>
      </w:tr>
      <w:tr w:rsidR="008F439F" w14:paraId="4A862FC6" w14:textId="77777777">
        <w:tc>
          <w:tcPr>
            <w:tcW w:w="3345" w:type="dxa"/>
            <w:vAlign w:val="center"/>
          </w:tcPr>
          <w:p w14:paraId="3652BE8F" w14:textId="77777777" w:rsidR="008F439F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1F654FBD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CB0CCB2" w14:textId="77777777" w:rsidR="008F439F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75A983A1" w14:textId="77777777" w:rsidR="008F439F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032BB5D2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EAF65B" w14:textId="77777777" w:rsidR="008F439F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56F9DC53" w14:textId="77777777" w:rsidR="008F439F" w:rsidRDefault="00000000">
            <w:r>
              <w:t>0.244</w:t>
            </w:r>
          </w:p>
        </w:tc>
      </w:tr>
      <w:tr w:rsidR="008F439F" w14:paraId="351DAF98" w14:textId="77777777">
        <w:tc>
          <w:tcPr>
            <w:tcW w:w="3345" w:type="dxa"/>
            <w:vAlign w:val="center"/>
          </w:tcPr>
          <w:p w14:paraId="18E38DAF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CBF2260" w14:textId="77777777" w:rsidR="008F439F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7B96B8BA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039C183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2C1A7DE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A51AAFD" w14:textId="77777777" w:rsidR="008F439F" w:rsidRDefault="00000000">
            <w:r>
              <w:t>1.023</w:t>
            </w:r>
          </w:p>
        </w:tc>
        <w:tc>
          <w:tcPr>
            <w:tcW w:w="1064" w:type="dxa"/>
            <w:vAlign w:val="center"/>
          </w:tcPr>
          <w:p w14:paraId="2A19A6B8" w14:textId="77777777" w:rsidR="008F439F" w:rsidRDefault="00000000">
            <w:r>
              <w:t>2.046</w:t>
            </w:r>
          </w:p>
        </w:tc>
      </w:tr>
      <w:tr w:rsidR="008F439F" w14:paraId="43B93B02" w14:textId="77777777">
        <w:tc>
          <w:tcPr>
            <w:tcW w:w="3345" w:type="dxa"/>
            <w:shd w:val="clear" w:color="auto" w:fill="E6E6E6"/>
            <w:vAlign w:val="center"/>
          </w:tcPr>
          <w:p w14:paraId="4EE63063" w14:textId="77777777" w:rsidR="008F439F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FDB1B75" w14:textId="77777777" w:rsidR="008F439F" w:rsidRDefault="00000000">
            <w:pPr>
              <w:jc w:val="center"/>
            </w:pPr>
            <w:r>
              <w:t>0.81</w:t>
            </w:r>
          </w:p>
        </w:tc>
      </w:tr>
      <w:tr w:rsidR="008F439F" w14:paraId="4C545C7A" w14:textId="77777777">
        <w:tc>
          <w:tcPr>
            <w:tcW w:w="3345" w:type="dxa"/>
            <w:shd w:val="clear" w:color="auto" w:fill="E6E6E6"/>
            <w:vAlign w:val="center"/>
          </w:tcPr>
          <w:p w14:paraId="34199DF5" w14:textId="77777777" w:rsidR="008F439F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55CD9EDD" w14:textId="77777777" w:rsidR="008F439F" w:rsidRDefault="00000000">
            <w:pPr>
              <w:jc w:val="center"/>
            </w:pPr>
            <w:r>
              <w:t>K = 0.81, D = 2.03</w:t>
            </w:r>
          </w:p>
        </w:tc>
      </w:tr>
      <w:tr w:rsidR="008F439F" w14:paraId="092D2DC5" w14:textId="77777777">
        <w:tc>
          <w:tcPr>
            <w:tcW w:w="3345" w:type="dxa"/>
            <w:shd w:val="clear" w:color="auto" w:fill="E6E6E6"/>
            <w:vAlign w:val="center"/>
          </w:tcPr>
          <w:p w14:paraId="5B6C8624" w14:textId="77777777" w:rsidR="008F439F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6D62FA67" w14:textId="77777777" w:rsidR="008F439F" w:rsidRDefault="008F439F"/>
        </w:tc>
      </w:tr>
    </w:tbl>
    <w:p w14:paraId="254184DB" w14:textId="77777777" w:rsidR="008F439F" w:rsidRDefault="00000000">
      <w:pPr>
        <w:pStyle w:val="2"/>
        <w:widowControl w:val="0"/>
        <w:rPr>
          <w:kern w:val="2"/>
        </w:rPr>
      </w:pPr>
      <w:bookmarkStart w:id="49" w:name="_Toc160369199"/>
      <w:r>
        <w:rPr>
          <w:kern w:val="2"/>
        </w:rPr>
        <w:t>周边地面构造</w:t>
      </w:r>
      <w:bookmarkEnd w:id="49"/>
    </w:p>
    <w:p w14:paraId="5D92986E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50" w:name="_Toc160369200"/>
      <w:r>
        <w:rPr>
          <w:kern w:val="2"/>
          <w:szCs w:val="24"/>
        </w:rPr>
        <w:t>周边地面构造一</w:t>
      </w:r>
      <w:bookmarkEnd w:id="5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6875985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BEE89C1" w14:textId="77777777" w:rsidR="008F439F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9278A20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EAE5BD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7C3DA8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B562023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21BAAD7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A75E8EE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60FABD70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2637145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3BFD281A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F84496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46C28DA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67FE81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9B3D08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2812F26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256B74D7" w14:textId="77777777">
        <w:tc>
          <w:tcPr>
            <w:tcW w:w="3345" w:type="dxa"/>
            <w:vAlign w:val="center"/>
          </w:tcPr>
          <w:p w14:paraId="0E425C9D" w14:textId="77777777" w:rsidR="008F439F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22E7AE3B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D13D3F1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CB69B77" w14:textId="77777777" w:rsidR="008F439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3477190B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8089BBA" w14:textId="77777777" w:rsidR="008F439F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5D4B1B84" w14:textId="77777777" w:rsidR="008F439F" w:rsidRDefault="00000000">
            <w:r>
              <w:t>0.245</w:t>
            </w:r>
          </w:p>
        </w:tc>
      </w:tr>
      <w:tr w:rsidR="008F439F" w14:paraId="1A3523EA" w14:textId="77777777">
        <w:tc>
          <w:tcPr>
            <w:tcW w:w="3345" w:type="dxa"/>
            <w:vAlign w:val="center"/>
          </w:tcPr>
          <w:p w14:paraId="266E2670" w14:textId="77777777" w:rsidR="008F439F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AC5515B" w14:textId="77777777" w:rsidR="008F439F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ECEF284" w14:textId="77777777" w:rsidR="008F439F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543A7F81" w14:textId="77777777" w:rsidR="008F439F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633A51A0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F5A5831" w14:textId="77777777" w:rsidR="008F439F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7F62D4F" w14:textId="77777777" w:rsidR="008F439F" w:rsidRDefault="00000000">
            <w:r>
              <w:t>1.186</w:t>
            </w:r>
          </w:p>
        </w:tc>
      </w:tr>
      <w:tr w:rsidR="008F439F" w14:paraId="24AC5B60" w14:textId="77777777">
        <w:tc>
          <w:tcPr>
            <w:tcW w:w="3345" w:type="dxa"/>
            <w:vAlign w:val="center"/>
          </w:tcPr>
          <w:p w14:paraId="03AF9749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024B85BE" w14:textId="77777777" w:rsidR="008F439F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265682AC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FDFC040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5DF37D6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F6DC562" w14:textId="77777777" w:rsidR="008F439F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13A4D18" w14:textId="77777777" w:rsidR="008F439F" w:rsidRDefault="00000000">
            <w:r>
              <w:t>1.431</w:t>
            </w:r>
          </w:p>
        </w:tc>
      </w:tr>
      <w:tr w:rsidR="008F439F" w14:paraId="540C6199" w14:textId="77777777">
        <w:tc>
          <w:tcPr>
            <w:tcW w:w="3345" w:type="dxa"/>
            <w:shd w:val="clear" w:color="auto" w:fill="E6E6E6"/>
            <w:vAlign w:val="center"/>
          </w:tcPr>
          <w:p w14:paraId="033A3A8F" w14:textId="77777777" w:rsidR="008F439F" w:rsidRDefault="00000000">
            <w:r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6BE53AC4" w14:textId="77777777" w:rsidR="008F439F" w:rsidRDefault="00000000">
            <w:pPr>
              <w:jc w:val="center"/>
            </w:pPr>
            <w:r>
              <w:t>0.52</w:t>
            </w:r>
          </w:p>
        </w:tc>
      </w:tr>
      <w:tr w:rsidR="008F439F" w14:paraId="01E52AD7" w14:textId="77777777">
        <w:tc>
          <w:tcPr>
            <w:tcW w:w="3345" w:type="dxa"/>
            <w:vAlign w:val="center"/>
          </w:tcPr>
          <w:p w14:paraId="7A0906D1" w14:textId="77777777" w:rsidR="008F439F" w:rsidRDefault="008F439F"/>
        </w:tc>
        <w:tc>
          <w:tcPr>
            <w:tcW w:w="848" w:type="dxa"/>
            <w:vAlign w:val="center"/>
          </w:tcPr>
          <w:p w14:paraId="475770C5" w14:textId="77777777" w:rsidR="008F439F" w:rsidRDefault="008F439F"/>
        </w:tc>
        <w:tc>
          <w:tcPr>
            <w:tcW w:w="1075" w:type="dxa"/>
            <w:vAlign w:val="center"/>
          </w:tcPr>
          <w:p w14:paraId="008DFE53" w14:textId="77777777" w:rsidR="008F439F" w:rsidRDefault="008F439F"/>
        </w:tc>
        <w:tc>
          <w:tcPr>
            <w:tcW w:w="1075" w:type="dxa"/>
            <w:vAlign w:val="center"/>
          </w:tcPr>
          <w:p w14:paraId="626277F0" w14:textId="77777777" w:rsidR="008F439F" w:rsidRDefault="008F439F"/>
        </w:tc>
        <w:tc>
          <w:tcPr>
            <w:tcW w:w="848" w:type="dxa"/>
            <w:vAlign w:val="center"/>
          </w:tcPr>
          <w:p w14:paraId="76A01E75" w14:textId="77777777" w:rsidR="008F439F" w:rsidRDefault="008F439F"/>
        </w:tc>
        <w:tc>
          <w:tcPr>
            <w:tcW w:w="1075" w:type="dxa"/>
            <w:vAlign w:val="center"/>
          </w:tcPr>
          <w:p w14:paraId="77BD65DD" w14:textId="77777777" w:rsidR="008F439F" w:rsidRDefault="008F439F"/>
        </w:tc>
        <w:tc>
          <w:tcPr>
            <w:tcW w:w="1064" w:type="dxa"/>
            <w:vAlign w:val="center"/>
          </w:tcPr>
          <w:p w14:paraId="37F9B6C3" w14:textId="77777777" w:rsidR="008F439F" w:rsidRDefault="008F439F"/>
        </w:tc>
      </w:tr>
    </w:tbl>
    <w:p w14:paraId="4FA91EF8" w14:textId="77777777" w:rsidR="008F439F" w:rsidRDefault="00000000">
      <w:pPr>
        <w:pStyle w:val="2"/>
        <w:widowControl w:val="0"/>
        <w:rPr>
          <w:kern w:val="2"/>
        </w:rPr>
      </w:pPr>
      <w:bookmarkStart w:id="51" w:name="_Toc160369201"/>
      <w:r>
        <w:rPr>
          <w:kern w:val="2"/>
        </w:rPr>
        <w:t>非周边地面构造</w:t>
      </w:r>
      <w:bookmarkEnd w:id="51"/>
    </w:p>
    <w:p w14:paraId="2615F806" w14:textId="77777777" w:rsidR="008F439F" w:rsidRDefault="00000000">
      <w:pPr>
        <w:pStyle w:val="3"/>
        <w:widowControl w:val="0"/>
        <w:rPr>
          <w:kern w:val="2"/>
          <w:szCs w:val="24"/>
        </w:rPr>
      </w:pPr>
      <w:bookmarkStart w:id="52" w:name="_Toc160369202"/>
      <w:r>
        <w:rPr>
          <w:kern w:val="2"/>
          <w:szCs w:val="24"/>
        </w:rPr>
        <w:t>非周边地面构造一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8F439F" w14:paraId="7A97170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3D8C630" w14:textId="77777777" w:rsidR="008F439F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37E845" w14:textId="77777777" w:rsidR="008F439F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1D667D2" w14:textId="77777777" w:rsidR="008F439F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959CB70" w14:textId="77777777" w:rsidR="008F439F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4DE73F6" w14:textId="77777777" w:rsidR="008F439F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1369F9" w14:textId="77777777" w:rsidR="008F439F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4D56BD8" w14:textId="77777777" w:rsidR="008F439F" w:rsidRDefault="00000000">
            <w:pPr>
              <w:jc w:val="center"/>
            </w:pPr>
            <w:r>
              <w:t>热惰性指标</w:t>
            </w:r>
          </w:p>
        </w:tc>
      </w:tr>
      <w:tr w:rsidR="008F439F" w14:paraId="42E7FE3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115A83E4" w14:textId="77777777" w:rsidR="008F439F" w:rsidRDefault="008F439F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882857D" w14:textId="77777777" w:rsidR="008F439F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247E713" w14:textId="77777777" w:rsidR="008F439F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789580" w14:textId="77777777" w:rsidR="008F439F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C0C21EC" w14:textId="77777777" w:rsidR="008F439F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7E2D15" w14:textId="77777777" w:rsidR="008F439F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B944A02" w14:textId="77777777" w:rsidR="008F439F" w:rsidRDefault="00000000">
            <w:pPr>
              <w:jc w:val="center"/>
            </w:pPr>
            <w:r>
              <w:t>D=R*S</w:t>
            </w:r>
          </w:p>
        </w:tc>
      </w:tr>
      <w:tr w:rsidR="008F439F" w14:paraId="2F5C0859" w14:textId="77777777">
        <w:tc>
          <w:tcPr>
            <w:tcW w:w="3345" w:type="dxa"/>
            <w:vAlign w:val="center"/>
          </w:tcPr>
          <w:p w14:paraId="5910C632" w14:textId="77777777" w:rsidR="008F439F" w:rsidRDefault="00000000">
            <w:r>
              <w:t>水泥砂浆</w:t>
            </w:r>
          </w:p>
        </w:tc>
        <w:tc>
          <w:tcPr>
            <w:tcW w:w="848" w:type="dxa"/>
            <w:vAlign w:val="center"/>
          </w:tcPr>
          <w:p w14:paraId="73903ECF" w14:textId="77777777" w:rsidR="008F439F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7FC67272" w14:textId="77777777" w:rsidR="008F439F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B218B4D" w14:textId="77777777" w:rsidR="008F439F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50EA0DF8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26CCD1" w14:textId="77777777" w:rsidR="008F439F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718C5314" w14:textId="77777777" w:rsidR="008F439F" w:rsidRDefault="00000000">
            <w:r>
              <w:t>0.245</w:t>
            </w:r>
          </w:p>
        </w:tc>
      </w:tr>
      <w:tr w:rsidR="008F439F" w14:paraId="6EFBDF75" w14:textId="77777777">
        <w:tc>
          <w:tcPr>
            <w:tcW w:w="3345" w:type="dxa"/>
            <w:vAlign w:val="center"/>
          </w:tcPr>
          <w:p w14:paraId="78B90F54" w14:textId="77777777" w:rsidR="008F439F" w:rsidRDefault="00000000">
            <w:r>
              <w:t>钢筋混凝土</w:t>
            </w:r>
          </w:p>
        </w:tc>
        <w:tc>
          <w:tcPr>
            <w:tcW w:w="848" w:type="dxa"/>
            <w:vAlign w:val="center"/>
          </w:tcPr>
          <w:p w14:paraId="6E8DF0EA" w14:textId="77777777" w:rsidR="008F439F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56603452" w14:textId="77777777" w:rsidR="008F439F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43C41C9C" w14:textId="77777777" w:rsidR="008F439F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558A58F3" w14:textId="77777777" w:rsidR="008F439F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78338AC" w14:textId="77777777" w:rsidR="008F439F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4021E285" w14:textId="77777777" w:rsidR="008F439F" w:rsidRDefault="00000000">
            <w:r>
              <w:t>1.186</w:t>
            </w:r>
          </w:p>
        </w:tc>
      </w:tr>
      <w:tr w:rsidR="008F439F" w14:paraId="4F889DE8" w14:textId="77777777">
        <w:tc>
          <w:tcPr>
            <w:tcW w:w="3345" w:type="dxa"/>
            <w:vAlign w:val="center"/>
          </w:tcPr>
          <w:p w14:paraId="4FB86EDC" w14:textId="77777777" w:rsidR="008F439F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181C25D" w14:textId="77777777" w:rsidR="008F439F" w:rsidRDefault="00000000">
            <w:r>
              <w:t>140</w:t>
            </w:r>
          </w:p>
        </w:tc>
        <w:tc>
          <w:tcPr>
            <w:tcW w:w="1075" w:type="dxa"/>
            <w:vAlign w:val="center"/>
          </w:tcPr>
          <w:p w14:paraId="1A0A5ED3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1AE49401" w14:textId="77777777" w:rsidR="008F439F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E0EAB8D" w14:textId="77777777" w:rsidR="008F439F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3D81B1D" w14:textId="77777777" w:rsidR="008F439F" w:rsidRDefault="00000000">
            <w:r>
              <w:t>0.090</w:t>
            </w:r>
          </w:p>
        </w:tc>
        <w:tc>
          <w:tcPr>
            <w:tcW w:w="1064" w:type="dxa"/>
            <w:vAlign w:val="center"/>
          </w:tcPr>
          <w:p w14:paraId="3494E7AD" w14:textId="77777777" w:rsidR="008F439F" w:rsidRDefault="00000000">
            <w:r>
              <w:t>1.431</w:t>
            </w:r>
          </w:p>
        </w:tc>
      </w:tr>
      <w:tr w:rsidR="008F439F" w14:paraId="7C077E81" w14:textId="77777777">
        <w:tc>
          <w:tcPr>
            <w:tcW w:w="3345" w:type="dxa"/>
            <w:shd w:val="clear" w:color="auto" w:fill="E6E6E6"/>
            <w:vAlign w:val="center"/>
          </w:tcPr>
          <w:p w14:paraId="471EA0C0" w14:textId="77777777" w:rsidR="008F439F" w:rsidRDefault="00000000">
            <w:r>
              <w:lastRenderedPageBreak/>
              <w:t>传热系数</w:t>
            </w:r>
            <w:r>
              <w:t>K=1/(0.11+∑R)</w:t>
            </w:r>
          </w:p>
        </w:tc>
        <w:tc>
          <w:tcPr>
            <w:tcW w:w="5985" w:type="dxa"/>
            <w:gridSpan w:val="6"/>
          </w:tcPr>
          <w:p w14:paraId="7D09CCEC" w14:textId="77777777" w:rsidR="008F439F" w:rsidRDefault="00000000">
            <w:pPr>
              <w:jc w:val="center"/>
            </w:pPr>
            <w:r>
              <w:t>0.30</w:t>
            </w:r>
          </w:p>
        </w:tc>
      </w:tr>
      <w:tr w:rsidR="008F439F" w14:paraId="7B48762E" w14:textId="77777777">
        <w:tc>
          <w:tcPr>
            <w:tcW w:w="3345" w:type="dxa"/>
            <w:vAlign w:val="center"/>
          </w:tcPr>
          <w:p w14:paraId="468D15F8" w14:textId="77777777" w:rsidR="008F439F" w:rsidRDefault="008F439F"/>
        </w:tc>
        <w:tc>
          <w:tcPr>
            <w:tcW w:w="848" w:type="dxa"/>
            <w:vAlign w:val="center"/>
          </w:tcPr>
          <w:p w14:paraId="2D90B5B8" w14:textId="77777777" w:rsidR="008F439F" w:rsidRDefault="008F439F"/>
        </w:tc>
        <w:tc>
          <w:tcPr>
            <w:tcW w:w="1075" w:type="dxa"/>
            <w:vAlign w:val="center"/>
          </w:tcPr>
          <w:p w14:paraId="23981987" w14:textId="77777777" w:rsidR="008F439F" w:rsidRDefault="008F439F"/>
        </w:tc>
        <w:tc>
          <w:tcPr>
            <w:tcW w:w="1075" w:type="dxa"/>
            <w:vAlign w:val="center"/>
          </w:tcPr>
          <w:p w14:paraId="1D18270A" w14:textId="77777777" w:rsidR="008F439F" w:rsidRDefault="008F439F"/>
        </w:tc>
        <w:tc>
          <w:tcPr>
            <w:tcW w:w="848" w:type="dxa"/>
            <w:vAlign w:val="center"/>
          </w:tcPr>
          <w:p w14:paraId="429E59B0" w14:textId="77777777" w:rsidR="008F439F" w:rsidRDefault="008F439F"/>
        </w:tc>
        <w:tc>
          <w:tcPr>
            <w:tcW w:w="1075" w:type="dxa"/>
            <w:vAlign w:val="center"/>
          </w:tcPr>
          <w:p w14:paraId="4FE39179" w14:textId="77777777" w:rsidR="008F439F" w:rsidRDefault="008F439F"/>
        </w:tc>
        <w:tc>
          <w:tcPr>
            <w:tcW w:w="1064" w:type="dxa"/>
            <w:vAlign w:val="center"/>
          </w:tcPr>
          <w:p w14:paraId="6850B54F" w14:textId="77777777" w:rsidR="008F439F" w:rsidRDefault="008F439F"/>
        </w:tc>
      </w:tr>
    </w:tbl>
    <w:p w14:paraId="25EAC4CA" w14:textId="77777777" w:rsidR="008F439F" w:rsidRDefault="00000000">
      <w:pPr>
        <w:pStyle w:val="2"/>
        <w:widowControl w:val="0"/>
        <w:rPr>
          <w:kern w:val="2"/>
        </w:rPr>
      </w:pPr>
      <w:bookmarkStart w:id="53" w:name="_Toc160369203"/>
      <w:r>
        <w:rPr>
          <w:kern w:val="2"/>
        </w:rPr>
        <w:t>门构造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3667"/>
        <w:gridCol w:w="1460"/>
        <w:gridCol w:w="3560"/>
      </w:tblGrid>
      <w:tr w:rsidR="008F439F" w14:paraId="55DEC84C" w14:textId="77777777">
        <w:tc>
          <w:tcPr>
            <w:tcW w:w="645" w:type="dxa"/>
            <w:shd w:val="clear" w:color="auto" w:fill="E6E6E6"/>
            <w:vAlign w:val="center"/>
          </w:tcPr>
          <w:p w14:paraId="3A8C3972" w14:textId="77777777" w:rsidR="008F439F" w:rsidRDefault="00000000">
            <w:pPr>
              <w:jc w:val="center"/>
            </w:pPr>
            <w:r>
              <w:t>序号</w:t>
            </w:r>
          </w:p>
        </w:tc>
        <w:tc>
          <w:tcPr>
            <w:tcW w:w="3667" w:type="dxa"/>
            <w:shd w:val="clear" w:color="auto" w:fill="E6E6E6"/>
            <w:vAlign w:val="center"/>
          </w:tcPr>
          <w:p w14:paraId="3084AFDE" w14:textId="77777777" w:rsidR="008F439F" w:rsidRDefault="00000000">
            <w:pPr>
              <w:jc w:val="center"/>
            </w:pPr>
            <w:r>
              <w:t>构造名称</w:t>
            </w:r>
          </w:p>
        </w:tc>
        <w:tc>
          <w:tcPr>
            <w:tcW w:w="1460" w:type="dxa"/>
            <w:shd w:val="clear" w:color="auto" w:fill="E6E6E6"/>
            <w:vAlign w:val="center"/>
          </w:tcPr>
          <w:p w14:paraId="6D5BAF3D" w14:textId="77777777" w:rsidR="008F439F" w:rsidRDefault="00000000">
            <w:pPr>
              <w:jc w:val="center"/>
            </w:pPr>
            <w:r>
              <w:t>传热系数</w:t>
            </w:r>
          </w:p>
        </w:tc>
        <w:tc>
          <w:tcPr>
            <w:tcW w:w="3560" w:type="dxa"/>
            <w:shd w:val="clear" w:color="auto" w:fill="E6E6E6"/>
            <w:vAlign w:val="center"/>
          </w:tcPr>
          <w:p w14:paraId="715E9DF6" w14:textId="77777777" w:rsidR="008F439F" w:rsidRDefault="00000000">
            <w:pPr>
              <w:jc w:val="center"/>
            </w:pPr>
            <w:r>
              <w:t>备注</w:t>
            </w:r>
          </w:p>
        </w:tc>
      </w:tr>
      <w:tr w:rsidR="008F439F" w14:paraId="1C85E357" w14:textId="77777777">
        <w:tc>
          <w:tcPr>
            <w:tcW w:w="645" w:type="dxa"/>
            <w:shd w:val="clear" w:color="auto" w:fill="E6E6E6"/>
            <w:vAlign w:val="center"/>
          </w:tcPr>
          <w:p w14:paraId="5EB6F508" w14:textId="77777777" w:rsidR="008F439F" w:rsidRDefault="00000000">
            <w:r>
              <w:t>1</w:t>
            </w:r>
          </w:p>
        </w:tc>
        <w:tc>
          <w:tcPr>
            <w:tcW w:w="3667" w:type="dxa"/>
            <w:vAlign w:val="center"/>
          </w:tcPr>
          <w:p w14:paraId="2BE3238D" w14:textId="77777777" w:rsidR="008F439F" w:rsidRDefault="00000000">
            <w:r>
              <w:t>保温门（多功能门）</w:t>
            </w:r>
          </w:p>
        </w:tc>
        <w:tc>
          <w:tcPr>
            <w:tcW w:w="1460" w:type="dxa"/>
            <w:vAlign w:val="center"/>
          </w:tcPr>
          <w:p w14:paraId="43D7A46D" w14:textId="77777777" w:rsidR="008F439F" w:rsidRDefault="00000000">
            <w:r>
              <w:t>1.500</w:t>
            </w:r>
          </w:p>
        </w:tc>
        <w:tc>
          <w:tcPr>
            <w:tcW w:w="3560" w:type="dxa"/>
            <w:vAlign w:val="center"/>
          </w:tcPr>
          <w:p w14:paraId="42CBB906" w14:textId="77777777" w:rsidR="008F439F" w:rsidRDefault="008F439F"/>
        </w:tc>
      </w:tr>
      <w:tr w:rsidR="008F439F" w14:paraId="356FC8B7" w14:textId="77777777">
        <w:tc>
          <w:tcPr>
            <w:tcW w:w="645" w:type="dxa"/>
            <w:shd w:val="clear" w:color="auto" w:fill="E6E6E6"/>
            <w:vAlign w:val="center"/>
          </w:tcPr>
          <w:p w14:paraId="576F3102" w14:textId="77777777" w:rsidR="008F439F" w:rsidRDefault="00000000">
            <w:r>
              <w:t>2</w:t>
            </w:r>
          </w:p>
        </w:tc>
        <w:tc>
          <w:tcPr>
            <w:tcW w:w="3667" w:type="dxa"/>
            <w:vAlign w:val="center"/>
          </w:tcPr>
          <w:p w14:paraId="5FB8009A" w14:textId="77777777" w:rsidR="008F439F" w:rsidRDefault="00000000">
            <w:r>
              <w:t>单层实体门</w:t>
            </w:r>
          </w:p>
        </w:tc>
        <w:tc>
          <w:tcPr>
            <w:tcW w:w="1460" w:type="dxa"/>
            <w:vAlign w:val="center"/>
          </w:tcPr>
          <w:p w14:paraId="30FBFCD9" w14:textId="77777777" w:rsidR="008F439F" w:rsidRDefault="00000000">
            <w:r>
              <w:t>1.500</w:t>
            </w:r>
          </w:p>
        </w:tc>
        <w:tc>
          <w:tcPr>
            <w:tcW w:w="3560" w:type="dxa"/>
            <w:vAlign w:val="center"/>
          </w:tcPr>
          <w:p w14:paraId="4E1FCFB2" w14:textId="77777777" w:rsidR="008F439F" w:rsidRDefault="008F439F"/>
        </w:tc>
      </w:tr>
    </w:tbl>
    <w:p w14:paraId="1C73E149" w14:textId="77777777" w:rsidR="008F439F" w:rsidRDefault="00000000">
      <w:pPr>
        <w:pStyle w:val="2"/>
      </w:pPr>
      <w:bookmarkStart w:id="54" w:name="_Toc160369204"/>
      <w:r>
        <w:t>窗构造</w:t>
      </w:r>
      <w:bookmarkEnd w:id="5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5"/>
        <w:gridCol w:w="2695"/>
        <w:gridCol w:w="832"/>
        <w:gridCol w:w="956"/>
        <w:gridCol w:w="956"/>
        <w:gridCol w:w="2989"/>
      </w:tblGrid>
      <w:tr w:rsidR="008F439F" w14:paraId="2A9CE968" w14:textId="77777777">
        <w:tc>
          <w:tcPr>
            <w:tcW w:w="905" w:type="dxa"/>
            <w:shd w:val="clear" w:color="auto" w:fill="E6E6E6"/>
            <w:vAlign w:val="center"/>
          </w:tcPr>
          <w:p w14:paraId="249667F7" w14:textId="77777777" w:rsidR="008F439F" w:rsidRDefault="00000000">
            <w:pPr>
              <w:jc w:val="center"/>
            </w:pPr>
            <w:r>
              <w:t>序号</w:t>
            </w:r>
          </w:p>
        </w:tc>
        <w:tc>
          <w:tcPr>
            <w:tcW w:w="2694" w:type="dxa"/>
            <w:shd w:val="clear" w:color="auto" w:fill="E6E6E6"/>
            <w:vAlign w:val="center"/>
          </w:tcPr>
          <w:p w14:paraId="391F3C48" w14:textId="77777777" w:rsidR="008F439F" w:rsidRDefault="00000000">
            <w:pPr>
              <w:jc w:val="center"/>
            </w:pPr>
            <w:r>
              <w:t>构造名称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7E586FEB" w14:textId="77777777" w:rsidR="008F439F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21CA7B71" w14:textId="77777777" w:rsidR="008F439F" w:rsidRDefault="00000000">
            <w:pPr>
              <w:jc w:val="center"/>
            </w:pPr>
            <w:r>
              <w:t>遮阳系数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6FEE5545" w14:textId="77777777" w:rsidR="008F439F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254A3340" w14:textId="77777777" w:rsidR="008F439F" w:rsidRDefault="00000000">
            <w:pPr>
              <w:jc w:val="center"/>
            </w:pPr>
            <w:r>
              <w:t>备注</w:t>
            </w:r>
          </w:p>
        </w:tc>
      </w:tr>
      <w:tr w:rsidR="008F439F" w14:paraId="0BDF3B5E" w14:textId="77777777">
        <w:tc>
          <w:tcPr>
            <w:tcW w:w="905" w:type="dxa"/>
            <w:shd w:val="clear" w:color="auto" w:fill="E6E6E6"/>
            <w:vAlign w:val="center"/>
          </w:tcPr>
          <w:p w14:paraId="60B2F560" w14:textId="77777777" w:rsidR="008F439F" w:rsidRDefault="00000000">
            <w:r>
              <w:t>1</w:t>
            </w:r>
          </w:p>
        </w:tc>
        <w:tc>
          <w:tcPr>
            <w:tcW w:w="2694" w:type="dxa"/>
            <w:vAlign w:val="center"/>
          </w:tcPr>
          <w:p w14:paraId="4C7C3F5D" w14:textId="77777777" w:rsidR="008F439F" w:rsidRDefault="00000000">
            <w:r>
              <w:t>单框低辐射中空玻璃窗</w:t>
            </w:r>
            <w:r>
              <w:t>(</w:t>
            </w:r>
            <w:r>
              <w:t>钢、铝合金窗框</w:t>
            </w:r>
            <w:r>
              <w:t>)</w:t>
            </w:r>
          </w:p>
        </w:tc>
        <w:tc>
          <w:tcPr>
            <w:tcW w:w="832" w:type="dxa"/>
            <w:vAlign w:val="center"/>
          </w:tcPr>
          <w:p w14:paraId="5597A44E" w14:textId="77777777" w:rsidR="008F439F" w:rsidRDefault="00000000">
            <w:r>
              <w:t>2.000</w:t>
            </w:r>
          </w:p>
        </w:tc>
        <w:tc>
          <w:tcPr>
            <w:tcW w:w="956" w:type="dxa"/>
            <w:vAlign w:val="center"/>
          </w:tcPr>
          <w:p w14:paraId="35873627" w14:textId="77777777" w:rsidR="008F439F" w:rsidRDefault="00000000">
            <w:r>
              <w:t>0.345</w:t>
            </w:r>
          </w:p>
        </w:tc>
        <w:tc>
          <w:tcPr>
            <w:tcW w:w="956" w:type="dxa"/>
            <w:vAlign w:val="center"/>
          </w:tcPr>
          <w:p w14:paraId="1F354CA3" w14:textId="77777777" w:rsidR="008F439F" w:rsidRDefault="00000000">
            <w:r>
              <w:t>0.830</w:t>
            </w:r>
          </w:p>
        </w:tc>
        <w:tc>
          <w:tcPr>
            <w:tcW w:w="2988" w:type="dxa"/>
            <w:vAlign w:val="center"/>
          </w:tcPr>
          <w:p w14:paraId="5AC9D437" w14:textId="77777777" w:rsidR="008F439F" w:rsidRDefault="00000000">
            <w:r>
              <w:t>窗框窗洞面积比</w:t>
            </w:r>
            <w:r>
              <w:t>20~30%</w:t>
            </w:r>
          </w:p>
        </w:tc>
      </w:tr>
      <w:tr w:rsidR="008F439F" w14:paraId="289AA469" w14:textId="77777777">
        <w:tc>
          <w:tcPr>
            <w:tcW w:w="905" w:type="dxa"/>
            <w:shd w:val="clear" w:color="auto" w:fill="E6E6E6"/>
            <w:vAlign w:val="center"/>
          </w:tcPr>
          <w:p w14:paraId="0DF54285" w14:textId="77777777" w:rsidR="008F439F" w:rsidRDefault="00000000">
            <w:r>
              <w:t>2</w:t>
            </w:r>
          </w:p>
        </w:tc>
        <w:tc>
          <w:tcPr>
            <w:tcW w:w="2694" w:type="dxa"/>
            <w:vAlign w:val="center"/>
          </w:tcPr>
          <w:p w14:paraId="150592BB" w14:textId="77777777" w:rsidR="008F439F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11DABC12" w14:textId="77777777" w:rsidR="008F439F" w:rsidRDefault="00000000">
            <w:r>
              <w:t>2.000</w:t>
            </w:r>
          </w:p>
        </w:tc>
        <w:tc>
          <w:tcPr>
            <w:tcW w:w="956" w:type="dxa"/>
            <w:vAlign w:val="center"/>
          </w:tcPr>
          <w:p w14:paraId="0F6DB17E" w14:textId="77777777" w:rsidR="008F439F" w:rsidRDefault="00000000">
            <w:r>
              <w:t>0.345</w:t>
            </w:r>
          </w:p>
        </w:tc>
        <w:tc>
          <w:tcPr>
            <w:tcW w:w="956" w:type="dxa"/>
            <w:vAlign w:val="center"/>
          </w:tcPr>
          <w:p w14:paraId="7E3EF607" w14:textId="77777777" w:rsidR="008F439F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507160C7" w14:textId="77777777" w:rsidR="008F439F" w:rsidRDefault="00000000">
            <w:r>
              <w:t>来源《民用建筑热工设计规范》</w:t>
            </w:r>
          </w:p>
        </w:tc>
      </w:tr>
      <w:tr w:rsidR="008F439F" w14:paraId="62B3055A" w14:textId="77777777">
        <w:tc>
          <w:tcPr>
            <w:tcW w:w="905" w:type="dxa"/>
            <w:shd w:val="clear" w:color="auto" w:fill="E6E6E6"/>
            <w:vAlign w:val="center"/>
          </w:tcPr>
          <w:p w14:paraId="4FA21C1F" w14:textId="77777777" w:rsidR="008F439F" w:rsidRDefault="00000000">
            <w:r>
              <w:t>3</w:t>
            </w:r>
          </w:p>
        </w:tc>
        <w:tc>
          <w:tcPr>
            <w:tcW w:w="2694" w:type="dxa"/>
            <w:vAlign w:val="center"/>
          </w:tcPr>
          <w:p w14:paraId="191DB226" w14:textId="77777777" w:rsidR="008F439F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32" w:type="dxa"/>
            <w:vAlign w:val="center"/>
          </w:tcPr>
          <w:p w14:paraId="234809F6" w14:textId="77777777" w:rsidR="008F439F" w:rsidRDefault="00000000">
            <w:r>
              <w:t>2.000</w:t>
            </w:r>
          </w:p>
        </w:tc>
        <w:tc>
          <w:tcPr>
            <w:tcW w:w="956" w:type="dxa"/>
            <w:vAlign w:val="center"/>
          </w:tcPr>
          <w:p w14:paraId="1DB2F803" w14:textId="77777777" w:rsidR="008F439F" w:rsidRDefault="00000000">
            <w:r>
              <w:t>0.345</w:t>
            </w:r>
          </w:p>
        </w:tc>
        <w:tc>
          <w:tcPr>
            <w:tcW w:w="956" w:type="dxa"/>
            <w:vAlign w:val="center"/>
          </w:tcPr>
          <w:p w14:paraId="75E1562A" w14:textId="77777777" w:rsidR="008F439F" w:rsidRDefault="00000000">
            <w:r>
              <w:t>0.160</w:t>
            </w:r>
          </w:p>
        </w:tc>
        <w:tc>
          <w:tcPr>
            <w:tcW w:w="2988" w:type="dxa"/>
            <w:vAlign w:val="center"/>
          </w:tcPr>
          <w:p w14:paraId="60B3899C" w14:textId="77777777" w:rsidR="008F439F" w:rsidRDefault="00000000">
            <w:r>
              <w:t>来源《民用建筑热工设计规范》</w:t>
            </w:r>
          </w:p>
        </w:tc>
      </w:tr>
    </w:tbl>
    <w:p w14:paraId="08E14C2E" w14:textId="77777777" w:rsidR="008F439F" w:rsidRDefault="00000000">
      <w:pPr>
        <w:pStyle w:val="1"/>
      </w:pPr>
      <w:bookmarkStart w:id="55" w:name="_Toc160369205"/>
      <w:r>
        <w:t>房间类型</w:t>
      </w:r>
      <w:bookmarkEnd w:id="55"/>
    </w:p>
    <w:p w14:paraId="46342533" w14:textId="77777777" w:rsidR="008F439F" w:rsidRDefault="00000000">
      <w:pPr>
        <w:pStyle w:val="2"/>
        <w:widowControl w:val="0"/>
        <w:rPr>
          <w:kern w:val="2"/>
        </w:rPr>
      </w:pPr>
      <w:bookmarkStart w:id="56" w:name="_Toc160369206"/>
      <w:r>
        <w:rPr>
          <w:kern w:val="2"/>
        </w:rPr>
        <w:t>房间表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64"/>
        <w:gridCol w:w="781"/>
        <w:gridCol w:w="781"/>
        <w:gridCol w:w="1619"/>
        <w:gridCol w:w="1369"/>
        <w:gridCol w:w="1369"/>
        <w:gridCol w:w="1550"/>
      </w:tblGrid>
      <w:tr w:rsidR="008F439F" w14:paraId="0D048F0D" w14:textId="77777777">
        <w:tc>
          <w:tcPr>
            <w:tcW w:w="1862" w:type="dxa"/>
            <w:shd w:val="clear" w:color="auto" w:fill="E6E6E6"/>
            <w:vAlign w:val="center"/>
          </w:tcPr>
          <w:p w14:paraId="598400F9" w14:textId="77777777" w:rsidR="008F439F" w:rsidRDefault="00000000">
            <w:pPr>
              <w:jc w:val="center"/>
            </w:pPr>
            <w:r>
              <w:t>房间类型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38263C6E" w14:textId="77777777" w:rsidR="008F439F" w:rsidRDefault="00000000">
            <w:pPr>
              <w:jc w:val="center"/>
            </w:pPr>
            <w:r>
              <w:t>空调温度</w:t>
            </w:r>
            <w:r>
              <w:br/>
              <w:t>℃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2DE917FC" w14:textId="77777777" w:rsidR="008F439F" w:rsidRDefault="00000000">
            <w:pPr>
              <w:jc w:val="center"/>
            </w:pPr>
            <w:r>
              <w:t>供暖温度</w:t>
            </w:r>
            <w:r>
              <w:br/>
              <w:t>℃</w:t>
            </w:r>
          </w:p>
        </w:tc>
        <w:tc>
          <w:tcPr>
            <w:tcW w:w="1618" w:type="dxa"/>
            <w:shd w:val="clear" w:color="auto" w:fill="E6E6E6"/>
            <w:vAlign w:val="center"/>
          </w:tcPr>
          <w:p w14:paraId="6249F816" w14:textId="77777777" w:rsidR="008F439F" w:rsidRDefault="00000000">
            <w:pPr>
              <w:jc w:val="center"/>
            </w:pPr>
            <w:r>
              <w:t>新风量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4ABF4027" w14:textId="77777777" w:rsidR="008F439F" w:rsidRDefault="00000000">
            <w:pPr>
              <w:jc w:val="center"/>
            </w:pPr>
            <w:r>
              <w:t>人员密度</w:t>
            </w:r>
          </w:p>
        </w:tc>
        <w:tc>
          <w:tcPr>
            <w:tcW w:w="1369" w:type="dxa"/>
            <w:shd w:val="clear" w:color="auto" w:fill="E6E6E6"/>
            <w:vAlign w:val="center"/>
          </w:tcPr>
          <w:p w14:paraId="260D020B" w14:textId="77777777" w:rsidR="008F439F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5C142CB9" w14:textId="77777777" w:rsidR="008F439F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8F439F" w14:paraId="18A92141" w14:textId="77777777">
        <w:tc>
          <w:tcPr>
            <w:tcW w:w="1862" w:type="dxa"/>
            <w:shd w:val="clear" w:color="auto" w:fill="E6E6E6"/>
            <w:vAlign w:val="center"/>
          </w:tcPr>
          <w:p w14:paraId="02F09109" w14:textId="77777777" w:rsidR="008F439F" w:rsidRDefault="00000000">
            <w:r>
              <w:t>卫生间</w:t>
            </w:r>
          </w:p>
        </w:tc>
        <w:tc>
          <w:tcPr>
            <w:tcW w:w="781" w:type="dxa"/>
            <w:vAlign w:val="center"/>
          </w:tcPr>
          <w:p w14:paraId="61F8B94B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1DE966D7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1E1B0280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0D3BAB6A" w14:textId="77777777" w:rsidR="008F439F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52BBCDA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9F8CBA4" w14:textId="77777777" w:rsidR="008F439F" w:rsidRDefault="00000000">
            <w:pPr>
              <w:jc w:val="center"/>
            </w:pPr>
            <w:r>
              <w:t>0(W/m^2)</w:t>
            </w:r>
          </w:p>
        </w:tc>
      </w:tr>
      <w:tr w:rsidR="008F439F" w14:paraId="660B3BD7" w14:textId="77777777">
        <w:tc>
          <w:tcPr>
            <w:tcW w:w="1862" w:type="dxa"/>
            <w:shd w:val="clear" w:color="auto" w:fill="E6E6E6"/>
            <w:vAlign w:val="center"/>
          </w:tcPr>
          <w:p w14:paraId="2B6D89D0" w14:textId="77777777" w:rsidR="008F439F" w:rsidRDefault="00000000">
            <w:r>
              <w:t>厨房</w:t>
            </w:r>
          </w:p>
        </w:tc>
        <w:tc>
          <w:tcPr>
            <w:tcW w:w="781" w:type="dxa"/>
            <w:vAlign w:val="center"/>
          </w:tcPr>
          <w:p w14:paraId="244CCA2E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30F5037B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42934513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26CDB701" w14:textId="77777777" w:rsidR="008F439F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CF277AE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CE631A4" w14:textId="77777777" w:rsidR="008F439F" w:rsidRDefault="00000000">
            <w:pPr>
              <w:jc w:val="center"/>
            </w:pPr>
            <w:r>
              <w:t>24(W/m^2)</w:t>
            </w:r>
          </w:p>
        </w:tc>
      </w:tr>
      <w:tr w:rsidR="008F439F" w14:paraId="65EDD44F" w14:textId="77777777">
        <w:tc>
          <w:tcPr>
            <w:tcW w:w="1862" w:type="dxa"/>
            <w:shd w:val="clear" w:color="auto" w:fill="E6E6E6"/>
            <w:vAlign w:val="center"/>
          </w:tcPr>
          <w:p w14:paraId="58038A16" w14:textId="77777777" w:rsidR="008F439F" w:rsidRDefault="00000000">
            <w:r>
              <w:t>封闭阳台</w:t>
            </w:r>
          </w:p>
        </w:tc>
        <w:tc>
          <w:tcPr>
            <w:tcW w:w="781" w:type="dxa"/>
            <w:vAlign w:val="center"/>
          </w:tcPr>
          <w:p w14:paraId="1AD545D0" w14:textId="77777777" w:rsidR="008F439F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02E3EB8C" w14:textId="77777777" w:rsidR="008F439F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7CD00910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53F89549" w14:textId="77777777" w:rsidR="008F439F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028406A3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1DFF4B06" w14:textId="77777777" w:rsidR="008F439F" w:rsidRDefault="00000000">
            <w:pPr>
              <w:jc w:val="center"/>
            </w:pPr>
            <w:r>
              <w:t>5(W/m^2)</w:t>
            </w:r>
          </w:p>
        </w:tc>
      </w:tr>
      <w:tr w:rsidR="008F439F" w14:paraId="78037261" w14:textId="77777777">
        <w:tc>
          <w:tcPr>
            <w:tcW w:w="1862" w:type="dxa"/>
            <w:shd w:val="clear" w:color="auto" w:fill="E6E6E6"/>
            <w:vAlign w:val="center"/>
          </w:tcPr>
          <w:p w14:paraId="6FF6D534" w14:textId="77777777" w:rsidR="008F439F" w:rsidRDefault="00000000">
            <w:r>
              <w:t>楼梯间</w:t>
            </w:r>
          </w:p>
        </w:tc>
        <w:tc>
          <w:tcPr>
            <w:tcW w:w="781" w:type="dxa"/>
            <w:vAlign w:val="center"/>
          </w:tcPr>
          <w:p w14:paraId="6B5E2B6B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781" w:type="dxa"/>
            <w:vAlign w:val="center"/>
          </w:tcPr>
          <w:p w14:paraId="16B487B5" w14:textId="77777777" w:rsidR="008F439F" w:rsidRDefault="00000000">
            <w:pPr>
              <w:jc w:val="center"/>
            </w:pPr>
            <w:r>
              <w:t>－</w:t>
            </w:r>
          </w:p>
        </w:tc>
        <w:tc>
          <w:tcPr>
            <w:tcW w:w="1618" w:type="dxa"/>
            <w:vAlign w:val="center"/>
          </w:tcPr>
          <w:p w14:paraId="26C6EA85" w14:textId="77777777" w:rsidR="008F439F" w:rsidRDefault="00000000">
            <w:pPr>
              <w:jc w:val="center"/>
            </w:pPr>
            <w:r>
              <w:t>0(m^3/h.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81FB9E6" w14:textId="77777777" w:rsidR="008F439F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342B6E45" w14:textId="77777777" w:rsidR="008F439F" w:rsidRDefault="00000000">
            <w:pPr>
              <w:jc w:val="center"/>
            </w:pPr>
            <w:r>
              <w:t>0(W/m^2)</w:t>
            </w:r>
          </w:p>
        </w:tc>
        <w:tc>
          <w:tcPr>
            <w:tcW w:w="1550" w:type="dxa"/>
            <w:vAlign w:val="center"/>
          </w:tcPr>
          <w:p w14:paraId="01320C03" w14:textId="77777777" w:rsidR="008F439F" w:rsidRDefault="00000000">
            <w:pPr>
              <w:jc w:val="center"/>
            </w:pPr>
            <w:r>
              <w:t>0(W/m^2)</w:t>
            </w:r>
          </w:p>
        </w:tc>
      </w:tr>
      <w:tr w:rsidR="008F439F" w14:paraId="4DED0413" w14:textId="77777777">
        <w:tc>
          <w:tcPr>
            <w:tcW w:w="1862" w:type="dxa"/>
            <w:shd w:val="clear" w:color="auto" w:fill="E6E6E6"/>
            <w:vAlign w:val="center"/>
          </w:tcPr>
          <w:p w14:paraId="3747E249" w14:textId="77777777" w:rsidR="008F439F" w:rsidRDefault="00000000">
            <w:r>
              <w:t>起居室</w:t>
            </w:r>
          </w:p>
        </w:tc>
        <w:tc>
          <w:tcPr>
            <w:tcW w:w="781" w:type="dxa"/>
            <w:vAlign w:val="center"/>
          </w:tcPr>
          <w:p w14:paraId="5BC0D0E0" w14:textId="77777777" w:rsidR="008F439F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0F1A10B9" w14:textId="77777777" w:rsidR="008F439F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76003988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01AC1CAF" w14:textId="77777777" w:rsidR="008F439F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42D505DE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014EFA82" w14:textId="77777777" w:rsidR="008F439F" w:rsidRDefault="00000000">
            <w:pPr>
              <w:jc w:val="center"/>
            </w:pPr>
            <w:r>
              <w:t>5(W/m^2)</w:t>
            </w:r>
          </w:p>
        </w:tc>
      </w:tr>
      <w:tr w:rsidR="008F439F" w14:paraId="34D0B48D" w14:textId="77777777">
        <w:tc>
          <w:tcPr>
            <w:tcW w:w="1862" w:type="dxa"/>
            <w:shd w:val="clear" w:color="auto" w:fill="E6E6E6"/>
            <w:vAlign w:val="center"/>
          </w:tcPr>
          <w:p w14:paraId="18C2253F" w14:textId="77777777" w:rsidR="008F439F" w:rsidRDefault="00000000">
            <w:r>
              <w:t>过厅</w:t>
            </w:r>
          </w:p>
        </w:tc>
        <w:tc>
          <w:tcPr>
            <w:tcW w:w="781" w:type="dxa"/>
            <w:vAlign w:val="center"/>
          </w:tcPr>
          <w:p w14:paraId="6B1BA6BE" w14:textId="77777777" w:rsidR="008F439F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1ED8C475" w14:textId="77777777" w:rsidR="008F439F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7CF572AC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6F3D3D32" w14:textId="77777777" w:rsidR="008F439F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1B61AC2A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0D168A9F" w14:textId="77777777" w:rsidR="008F439F" w:rsidRDefault="00000000">
            <w:pPr>
              <w:jc w:val="center"/>
            </w:pPr>
            <w:r>
              <w:t>5(W/m^2)</w:t>
            </w:r>
          </w:p>
        </w:tc>
      </w:tr>
      <w:tr w:rsidR="008F439F" w14:paraId="4C113756" w14:textId="77777777">
        <w:tc>
          <w:tcPr>
            <w:tcW w:w="1862" w:type="dxa"/>
            <w:shd w:val="clear" w:color="auto" w:fill="E6E6E6"/>
            <w:vAlign w:val="center"/>
          </w:tcPr>
          <w:p w14:paraId="45AB674E" w14:textId="77777777" w:rsidR="008F439F" w:rsidRDefault="00000000">
            <w:r>
              <w:t>餐厅</w:t>
            </w:r>
          </w:p>
        </w:tc>
        <w:tc>
          <w:tcPr>
            <w:tcW w:w="781" w:type="dxa"/>
            <w:vAlign w:val="center"/>
          </w:tcPr>
          <w:p w14:paraId="5BA6EC42" w14:textId="77777777" w:rsidR="008F439F" w:rsidRDefault="00000000">
            <w:pPr>
              <w:jc w:val="center"/>
            </w:pPr>
            <w:r>
              <w:t>26</w:t>
            </w:r>
          </w:p>
        </w:tc>
        <w:tc>
          <w:tcPr>
            <w:tcW w:w="781" w:type="dxa"/>
            <w:vAlign w:val="center"/>
          </w:tcPr>
          <w:p w14:paraId="2DC28069" w14:textId="77777777" w:rsidR="008F439F" w:rsidRDefault="00000000">
            <w:pPr>
              <w:jc w:val="center"/>
            </w:pPr>
            <w:r>
              <w:t>18</w:t>
            </w:r>
          </w:p>
        </w:tc>
        <w:tc>
          <w:tcPr>
            <w:tcW w:w="1618" w:type="dxa"/>
            <w:vAlign w:val="center"/>
          </w:tcPr>
          <w:p w14:paraId="19C50D38" w14:textId="77777777" w:rsidR="008F439F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369" w:type="dxa"/>
            <w:vAlign w:val="center"/>
          </w:tcPr>
          <w:p w14:paraId="3798E55A" w14:textId="77777777" w:rsidR="008F439F" w:rsidRDefault="00000000">
            <w:pPr>
              <w:jc w:val="center"/>
            </w:pPr>
            <w:r>
              <w:t>32(m^2/</w:t>
            </w:r>
            <w:r>
              <w:t>人</w:t>
            </w:r>
            <w:r>
              <w:t>)</w:t>
            </w:r>
          </w:p>
        </w:tc>
        <w:tc>
          <w:tcPr>
            <w:tcW w:w="1369" w:type="dxa"/>
            <w:vAlign w:val="center"/>
          </w:tcPr>
          <w:p w14:paraId="7FA37686" w14:textId="77777777" w:rsidR="008F439F" w:rsidRDefault="00000000">
            <w:pPr>
              <w:jc w:val="center"/>
            </w:pPr>
            <w:r>
              <w:t>6(W/m^2)</w:t>
            </w:r>
          </w:p>
        </w:tc>
        <w:tc>
          <w:tcPr>
            <w:tcW w:w="1550" w:type="dxa"/>
            <w:vAlign w:val="center"/>
          </w:tcPr>
          <w:p w14:paraId="3D06E1CD" w14:textId="77777777" w:rsidR="008F439F" w:rsidRDefault="00000000">
            <w:pPr>
              <w:jc w:val="center"/>
            </w:pPr>
            <w:r>
              <w:t>5(W/m^2)</w:t>
            </w:r>
          </w:p>
        </w:tc>
      </w:tr>
    </w:tbl>
    <w:p w14:paraId="4B84AB1E" w14:textId="77777777" w:rsidR="008F439F" w:rsidRDefault="00000000">
      <w:pPr>
        <w:pStyle w:val="2"/>
        <w:widowControl w:val="0"/>
        <w:rPr>
          <w:kern w:val="2"/>
        </w:rPr>
      </w:pPr>
      <w:bookmarkStart w:id="57" w:name="_Toc160369207"/>
      <w:r>
        <w:rPr>
          <w:kern w:val="2"/>
        </w:rPr>
        <w:t>作息时间表</w:t>
      </w:r>
      <w:bookmarkEnd w:id="57"/>
    </w:p>
    <w:p w14:paraId="3BA585AD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58060747" w14:textId="77777777" w:rsidR="008F439F" w:rsidRDefault="00000000">
      <w:pPr>
        <w:pStyle w:val="1"/>
        <w:widowControl w:val="0"/>
        <w:rPr>
          <w:kern w:val="2"/>
          <w:szCs w:val="24"/>
        </w:rPr>
      </w:pPr>
      <w:bookmarkStart w:id="58" w:name="_Toc160369208"/>
      <w:r>
        <w:rPr>
          <w:kern w:val="2"/>
          <w:szCs w:val="24"/>
        </w:rPr>
        <w:lastRenderedPageBreak/>
        <w:t>系统设置</w:t>
      </w:r>
      <w:bookmarkEnd w:id="58"/>
    </w:p>
    <w:p w14:paraId="7A5208EE" w14:textId="77777777" w:rsidR="008F439F" w:rsidRDefault="00000000">
      <w:pPr>
        <w:pStyle w:val="2"/>
        <w:widowControl w:val="0"/>
        <w:rPr>
          <w:kern w:val="2"/>
        </w:rPr>
      </w:pPr>
      <w:bookmarkStart w:id="59" w:name="_Toc160369209"/>
      <w:r>
        <w:rPr>
          <w:kern w:val="2"/>
        </w:rPr>
        <w:t>系统划分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132"/>
        <w:gridCol w:w="1529"/>
        <w:gridCol w:w="1018"/>
        <w:gridCol w:w="735"/>
        <w:gridCol w:w="956"/>
        <w:gridCol w:w="2831"/>
      </w:tblGrid>
      <w:tr w:rsidR="008F439F" w14:paraId="08DA10D0" w14:textId="77777777">
        <w:tc>
          <w:tcPr>
            <w:tcW w:w="1131" w:type="dxa"/>
            <w:shd w:val="clear" w:color="auto" w:fill="E6E6E6"/>
            <w:vAlign w:val="center"/>
          </w:tcPr>
          <w:p w14:paraId="382D8002" w14:textId="77777777" w:rsidR="008F439F" w:rsidRDefault="00000000">
            <w:pPr>
              <w:jc w:val="center"/>
            </w:pPr>
            <w:r>
              <w:t>系统编号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49495C8" w14:textId="77777777" w:rsidR="008F439F" w:rsidRDefault="00000000">
            <w:pPr>
              <w:jc w:val="center"/>
            </w:pPr>
            <w:r>
              <w:t>热回收</w:t>
            </w:r>
            <w:r>
              <w:br/>
            </w:r>
            <w:r>
              <w:t>类型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1342F752" w14:textId="77777777" w:rsidR="008F439F" w:rsidRDefault="00000000">
            <w:pPr>
              <w:jc w:val="center"/>
            </w:pPr>
            <w:r>
              <w:t>启动</w:t>
            </w:r>
            <w:r>
              <w:br/>
            </w:r>
            <w:r>
              <w:t>条件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B16BA37" w14:textId="77777777" w:rsidR="008F439F" w:rsidRDefault="00000000">
            <w:pPr>
              <w:jc w:val="center"/>
            </w:pPr>
            <w:r>
              <w:t>回收</w:t>
            </w:r>
            <w:r>
              <w:br/>
            </w:r>
            <w:r>
              <w:t>效率</w:t>
            </w:r>
          </w:p>
        </w:tc>
        <w:tc>
          <w:tcPr>
            <w:tcW w:w="735" w:type="dxa"/>
            <w:shd w:val="clear" w:color="auto" w:fill="E6E6E6"/>
            <w:vAlign w:val="center"/>
          </w:tcPr>
          <w:p w14:paraId="01F29704" w14:textId="77777777" w:rsidR="008F439F" w:rsidRDefault="00000000">
            <w:pPr>
              <w:jc w:val="center"/>
            </w:pPr>
            <w:r>
              <w:t>排风</w:t>
            </w:r>
            <w:r>
              <w:br/>
            </w:r>
            <w:r>
              <w:t>比例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52982F6C" w14:textId="77777777" w:rsidR="008F439F" w:rsidRDefault="00000000">
            <w:pPr>
              <w:jc w:val="center"/>
            </w:pPr>
            <w:r>
              <w:t>面积</w:t>
            </w:r>
            <w:r>
              <w:t>(m2)</w:t>
            </w:r>
          </w:p>
        </w:tc>
        <w:tc>
          <w:tcPr>
            <w:tcW w:w="2830" w:type="dxa"/>
            <w:shd w:val="clear" w:color="auto" w:fill="E6E6E6"/>
            <w:vAlign w:val="center"/>
          </w:tcPr>
          <w:p w14:paraId="33601A34" w14:textId="77777777" w:rsidR="008F439F" w:rsidRDefault="00000000">
            <w:pPr>
              <w:jc w:val="center"/>
            </w:pPr>
            <w:r>
              <w:t>包含的房间</w:t>
            </w:r>
          </w:p>
        </w:tc>
      </w:tr>
      <w:tr w:rsidR="008F439F" w14:paraId="09B8EE01" w14:textId="77777777">
        <w:tc>
          <w:tcPr>
            <w:tcW w:w="1131" w:type="dxa"/>
            <w:vAlign w:val="center"/>
          </w:tcPr>
          <w:p w14:paraId="30C3BFD3" w14:textId="77777777" w:rsidR="008F439F" w:rsidRDefault="00000000">
            <w:r>
              <w:t>默认</w:t>
            </w:r>
          </w:p>
        </w:tc>
        <w:tc>
          <w:tcPr>
            <w:tcW w:w="1131" w:type="dxa"/>
            <w:vAlign w:val="center"/>
          </w:tcPr>
          <w:p w14:paraId="60A2C756" w14:textId="77777777" w:rsidR="008F439F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5FC6053B" w14:textId="77777777" w:rsidR="008F439F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4AC3A437" w14:textId="77777777" w:rsidR="008F439F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4E7FAE84" w14:textId="77777777" w:rsidR="008F439F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1356E44F" w14:textId="77777777" w:rsidR="008F439F" w:rsidRDefault="00000000">
            <w:r>
              <w:t>76.51</w:t>
            </w:r>
          </w:p>
        </w:tc>
        <w:tc>
          <w:tcPr>
            <w:tcW w:w="2830" w:type="dxa"/>
            <w:vAlign w:val="center"/>
          </w:tcPr>
          <w:p w14:paraId="078162D3" w14:textId="77777777" w:rsidR="008F439F" w:rsidRDefault="00000000">
            <w:r>
              <w:t>阳光间</w:t>
            </w:r>
            <w:r>
              <w:t>,1032,1031,1030,1029,1026,1021,1002,1001,</w:t>
            </w:r>
            <w:r>
              <w:t>阳光间</w:t>
            </w:r>
            <w:r>
              <w:t>,2001,2035,2034,2033,2027</w:t>
            </w:r>
          </w:p>
        </w:tc>
      </w:tr>
      <w:tr w:rsidR="008F439F" w14:paraId="0A1E8E21" w14:textId="77777777">
        <w:tc>
          <w:tcPr>
            <w:tcW w:w="1131" w:type="dxa"/>
            <w:vAlign w:val="center"/>
          </w:tcPr>
          <w:p w14:paraId="168F5C6E" w14:textId="77777777" w:rsidR="008F439F" w:rsidRDefault="00000000">
            <w:r>
              <w:t>Sys</w:t>
            </w:r>
          </w:p>
        </w:tc>
        <w:tc>
          <w:tcPr>
            <w:tcW w:w="1131" w:type="dxa"/>
            <w:vAlign w:val="center"/>
          </w:tcPr>
          <w:p w14:paraId="14D9A70E" w14:textId="77777777" w:rsidR="008F439F" w:rsidRDefault="00000000">
            <w:r>
              <w:t>无</w:t>
            </w:r>
          </w:p>
        </w:tc>
        <w:tc>
          <w:tcPr>
            <w:tcW w:w="1528" w:type="dxa"/>
            <w:vAlign w:val="center"/>
          </w:tcPr>
          <w:p w14:paraId="7CEA754F" w14:textId="77777777" w:rsidR="008F439F" w:rsidRDefault="00000000">
            <w:r>
              <w:t>--</w:t>
            </w:r>
          </w:p>
        </w:tc>
        <w:tc>
          <w:tcPr>
            <w:tcW w:w="1018" w:type="dxa"/>
            <w:vAlign w:val="center"/>
          </w:tcPr>
          <w:p w14:paraId="49A364DD" w14:textId="77777777" w:rsidR="008F439F" w:rsidRDefault="00000000">
            <w:r>
              <w:t>--</w:t>
            </w:r>
          </w:p>
        </w:tc>
        <w:tc>
          <w:tcPr>
            <w:tcW w:w="735" w:type="dxa"/>
            <w:vAlign w:val="center"/>
          </w:tcPr>
          <w:p w14:paraId="1C615438" w14:textId="77777777" w:rsidR="008F439F" w:rsidRDefault="00000000">
            <w:r>
              <w:t>--</w:t>
            </w:r>
          </w:p>
        </w:tc>
        <w:tc>
          <w:tcPr>
            <w:tcW w:w="956" w:type="dxa"/>
            <w:vAlign w:val="center"/>
          </w:tcPr>
          <w:p w14:paraId="5CE8AB54" w14:textId="77777777" w:rsidR="008F439F" w:rsidRDefault="00000000">
            <w:r>
              <w:t>322.10</w:t>
            </w:r>
          </w:p>
        </w:tc>
        <w:tc>
          <w:tcPr>
            <w:tcW w:w="2830" w:type="dxa"/>
            <w:vAlign w:val="center"/>
          </w:tcPr>
          <w:p w14:paraId="65019E30" w14:textId="77777777" w:rsidR="008F439F" w:rsidRDefault="00000000">
            <w:r>
              <w:t>1036,1024,1022,1019,1018,1011,1010,1009,1008,1007,1006,1005,1004,1003,2028,2025,2023,2020,2017,2015,2014,2013,2012</w:t>
            </w:r>
          </w:p>
        </w:tc>
      </w:tr>
    </w:tbl>
    <w:p w14:paraId="513F30AC" w14:textId="77777777" w:rsidR="008F439F" w:rsidRDefault="00000000">
      <w:pPr>
        <w:pStyle w:val="2"/>
        <w:widowControl w:val="0"/>
        <w:rPr>
          <w:kern w:val="2"/>
        </w:rPr>
      </w:pPr>
      <w:bookmarkStart w:id="60" w:name="_Toc160369210"/>
      <w:r>
        <w:rPr>
          <w:kern w:val="2"/>
        </w:rPr>
        <w:t>运行时间表</w:t>
      </w:r>
      <w:bookmarkEnd w:id="60"/>
    </w:p>
    <w:p w14:paraId="003B2888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详见附录</w:t>
      </w:r>
    </w:p>
    <w:p w14:paraId="788E880C" w14:textId="77777777" w:rsidR="008F439F" w:rsidRDefault="00000000">
      <w:pPr>
        <w:pStyle w:val="1"/>
        <w:widowControl w:val="0"/>
        <w:rPr>
          <w:kern w:val="2"/>
          <w:szCs w:val="24"/>
        </w:rPr>
      </w:pPr>
      <w:bookmarkStart w:id="61" w:name="_Toc160369211"/>
      <w:r>
        <w:rPr>
          <w:kern w:val="2"/>
          <w:szCs w:val="24"/>
        </w:rPr>
        <w:t>计算结果</w:t>
      </w:r>
      <w:bookmarkEnd w:id="61"/>
    </w:p>
    <w:p w14:paraId="0F063FBB" w14:textId="77777777" w:rsidR="008F439F" w:rsidRDefault="00000000">
      <w:pPr>
        <w:pStyle w:val="2"/>
        <w:widowControl w:val="0"/>
        <w:rPr>
          <w:kern w:val="2"/>
        </w:rPr>
      </w:pPr>
      <w:bookmarkStart w:id="62" w:name="_Toc160369212"/>
      <w:r>
        <w:rPr>
          <w:kern w:val="2"/>
        </w:rPr>
        <w:t>模拟周期</w:t>
      </w:r>
      <w:bookmarkEnd w:id="62"/>
    </w:p>
    <w:p w14:paraId="7DC7A519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供冷季</w:t>
      </w:r>
      <w:r>
        <w:rPr>
          <w:kern w:val="2"/>
          <w:szCs w:val="24"/>
          <w:lang w:val="en-US"/>
        </w:rPr>
        <w:t xml:space="preserve">(6.14-8.31) </w:t>
      </w:r>
      <w:r>
        <w:rPr>
          <w:kern w:val="2"/>
          <w:szCs w:val="24"/>
          <w:lang w:val="en-US"/>
        </w:rPr>
        <w:t>供暖季</w:t>
      </w:r>
      <w:r>
        <w:rPr>
          <w:kern w:val="2"/>
          <w:szCs w:val="24"/>
          <w:lang w:val="en-US"/>
        </w:rPr>
        <w:t>(11.30-2.28)</w:t>
      </w:r>
    </w:p>
    <w:p w14:paraId="6F15AAD0" w14:textId="77777777" w:rsidR="008F439F" w:rsidRDefault="00000000">
      <w:pPr>
        <w:pStyle w:val="2"/>
        <w:widowControl w:val="0"/>
        <w:rPr>
          <w:kern w:val="2"/>
        </w:rPr>
      </w:pPr>
      <w:bookmarkStart w:id="63" w:name="_Toc160369213"/>
      <w:r>
        <w:rPr>
          <w:kern w:val="2"/>
        </w:rPr>
        <w:t>全年冷暖需求</w:t>
      </w:r>
      <w:bookmarkEnd w:id="6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6"/>
        <w:gridCol w:w="1840"/>
        <w:gridCol w:w="1839"/>
        <w:gridCol w:w="1839"/>
        <w:gridCol w:w="1839"/>
      </w:tblGrid>
      <w:tr w:rsidR="008F439F" w14:paraId="649C2147" w14:textId="77777777">
        <w:tc>
          <w:tcPr>
            <w:tcW w:w="1975" w:type="dxa"/>
            <w:shd w:val="clear" w:color="auto" w:fill="E6E6E6"/>
            <w:vAlign w:val="center"/>
          </w:tcPr>
          <w:p w14:paraId="2D46DBC9" w14:textId="77777777" w:rsidR="008F439F" w:rsidRDefault="00000000">
            <w:pPr>
              <w:jc w:val="center"/>
            </w:pPr>
            <w:r>
              <w:t>系统名称</w:t>
            </w:r>
            <w:r>
              <w:t>\</w:t>
            </w:r>
            <w:r>
              <w:t>负荷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126A68FE" w14:textId="77777777" w:rsidR="008F439F" w:rsidRDefault="00000000">
            <w:pPr>
              <w:jc w:val="center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174A89E1" w14:textId="77777777" w:rsidR="008F439F" w:rsidRDefault="00000000">
            <w:pPr>
              <w:jc w:val="center"/>
            </w:pPr>
            <w:r>
              <w:t>供暖指标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219839A8" w14:textId="77777777" w:rsidR="008F439F" w:rsidRDefault="00000000">
            <w:pPr>
              <w:jc w:val="center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839" w:type="dxa"/>
            <w:shd w:val="clear" w:color="auto" w:fill="E6E6E6"/>
            <w:vAlign w:val="center"/>
          </w:tcPr>
          <w:p w14:paraId="67E8AF5B" w14:textId="77777777" w:rsidR="008F439F" w:rsidRDefault="00000000">
            <w:pPr>
              <w:jc w:val="center"/>
            </w:pPr>
            <w:r>
              <w:t>供冷指标</w:t>
            </w:r>
            <w:r>
              <w:br/>
              <w:t>(kWh/</w:t>
            </w:r>
            <w:r>
              <w:t>㎡</w:t>
            </w:r>
            <w:r>
              <w:t>·a)</w:t>
            </w:r>
          </w:p>
        </w:tc>
      </w:tr>
      <w:tr w:rsidR="008F439F" w14:paraId="6147998A" w14:textId="77777777">
        <w:tc>
          <w:tcPr>
            <w:tcW w:w="1975" w:type="dxa"/>
            <w:shd w:val="clear" w:color="auto" w:fill="E6E6E6"/>
            <w:vAlign w:val="center"/>
          </w:tcPr>
          <w:p w14:paraId="54B59E39" w14:textId="77777777" w:rsidR="008F439F" w:rsidRDefault="00000000">
            <w:r>
              <w:t>Sys</w:t>
            </w:r>
          </w:p>
        </w:tc>
        <w:tc>
          <w:tcPr>
            <w:tcW w:w="1839" w:type="dxa"/>
            <w:vAlign w:val="center"/>
          </w:tcPr>
          <w:p w14:paraId="5683CD18" w14:textId="77777777" w:rsidR="008F439F" w:rsidRDefault="00000000">
            <w:r>
              <w:t>21109</w:t>
            </w:r>
          </w:p>
        </w:tc>
        <w:tc>
          <w:tcPr>
            <w:tcW w:w="1839" w:type="dxa"/>
            <w:vAlign w:val="center"/>
          </w:tcPr>
          <w:p w14:paraId="195FEA23" w14:textId="77777777" w:rsidR="008F439F" w:rsidRDefault="00000000">
            <w:r>
              <w:t>65.54</w:t>
            </w:r>
          </w:p>
        </w:tc>
        <w:tc>
          <w:tcPr>
            <w:tcW w:w="1839" w:type="dxa"/>
            <w:vAlign w:val="center"/>
          </w:tcPr>
          <w:p w14:paraId="0FA60115" w14:textId="77777777" w:rsidR="008F439F" w:rsidRDefault="00000000">
            <w:r>
              <w:t>8075</w:t>
            </w:r>
          </w:p>
        </w:tc>
        <w:tc>
          <w:tcPr>
            <w:tcW w:w="1839" w:type="dxa"/>
            <w:vAlign w:val="center"/>
          </w:tcPr>
          <w:p w14:paraId="6E84373A" w14:textId="77777777" w:rsidR="008F439F" w:rsidRDefault="00000000">
            <w:r>
              <w:t>25.07</w:t>
            </w:r>
          </w:p>
        </w:tc>
      </w:tr>
      <w:tr w:rsidR="008F439F" w14:paraId="464C5760" w14:textId="77777777">
        <w:tc>
          <w:tcPr>
            <w:tcW w:w="1975" w:type="dxa"/>
            <w:shd w:val="clear" w:color="auto" w:fill="E6E6E6"/>
            <w:vAlign w:val="center"/>
          </w:tcPr>
          <w:p w14:paraId="12DA2B83" w14:textId="77777777" w:rsidR="008F439F" w:rsidRDefault="00000000">
            <w:r>
              <w:t>默认系统</w:t>
            </w:r>
          </w:p>
        </w:tc>
        <w:tc>
          <w:tcPr>
            <w:tcW w:w="1839" w:type="dxa"/>
            <w:vAlign w:val="center"/>
          </w:tcPr>
          <w:p w14:paraId="56C3F50A" w14:textId="77777777" w:rsidR="008F439F" w:rsidRDefault="00000000">
            <w:r>
              <w:t>1239</w:t>
            </w:r>
          </w:p>
        </w:tc>
        <w:tc>
          <w:tcPr>
            <w:tcW w:w="1839" w:type="dxa"/>
            <w:vAlign w:val="center"/>
          </w:tcPr>
          <w:p w14:paraId="369C602B" w14:textId="77777777" w:rsidR="008F439F" w:rsidRDefault="00000000">
            <w:r>
              <w:t>16.20</w:t>
            </w:r>
          </w:p>
        </w:tc>
        <w:tc>
          <w:tcPr>
            <w:tcW w:w="1839" w:type="dxa"/>
            <w:vAlign w:val="center"/>
          </w:tcPr>
          <w:p w14:paraId="28221BCD" w14:textId="77777777" w:rsidR="008F439F" w:rsidRDefault="00000000">
            <w:r>
              <w:t>528</w:t>
            </w:r>
          </w:p>
        </w:tc>
        <w:tc>
          <w:tcPr>
            <w:tcW w:w="1839" w:type="dxa"/>
            <w:vAlign w:val="center"/>
          </w:tcPr>
          <w:p w14:paraId="3F915A92" w14:textId="77777777" w:rsidR="008F439F" w:rsidRDefault="00000000">
            <w:r>
              <w:t>6.90</w:t>
            </w:r>
          </w:p>
        </w:tc>
      </w:tr>
      <w:tr w:rsidR="008F439F" w14:paraId="774123B9" w14:textId="77777777">
        <w:tc>
          <w:tcPr>
            <w:tcW w:w="1975" w:type="dxa"/>
            <w:shd w:val="clear" w:color="auto" w:fill="E6E6E6"/>
            <w:vAlign w:val="center"/>
          </w:tcPr>
          <w:p w14:paraId="79C0CA86" w14:textId="77777777" w:rsidR="008F439F" w:rsidRDefault="00000000">
            <w:r>
              <w:t>建筑总计</w:t>
            </w:r>
          </w:p>
        </w:tc>
        <w:tc>
          <w:tcPr>
            <w:tcW w:w="1839" w:type="dxa"/>
            <w:vAlign w:val="center"/>
          </w:tcPr>
          <w:p w14:paraId="74266FE9" w14:textId="77777777" w:rsidR="008F439F" w:rsidRDefault="00000000">
            <w:r>
              <w:t>22349</w:t>
            </w:r>
          </w:p>
        </w:tc>
        <w:tc>
          <w:tcPr>
            <w:tcW w:w="1839" w:type="dxa"/>
            <w:vAlign w:val="center"/>
          </w:tcPr>
          <w:p w14:paraId="01A039F4" w14:textId="77777777" w:rsidR="008F439F" w:rsidRDefault="00000000">
            <w:r>
              <w:t>48.15</w:t>
            </w:r>
          </w:p>
        </w:tc>
        <w:tc>
          <w:tcPr>
            <w:tcW w:w="1839" w:type="dxa"/>
            <w:vAlign w:val="center"/>
          </w:tcPr>
          <w:p w14:paraId="7ADC064D" w14:textId="77777777" w:rsidR="008F439F" w:rsidRDefault="00000000">
            <w:r>
              <w:t>8602</w:t>
            </w:r>
          </w:p>
        </w:tc>
        <w:tc>
          <w:tcPr>
            <w:tcW w:w="1839" w:type="dxa"/>
            <w:vAlign w:val="center"/>
          </w:tcPr>
          <w:p w14:paraId="65EAAECF" w14:textId="77777777" w:rsidR="008F439F" w:rsidRDefault="00000000">
            <w:r>
              <w:t>18.53</w:t>
            </w:r>
          </w:p>
        </w:tc>
      </w:tr>
    </w:tbl>
    <w:p w14:paraId="190458F6" w14:textId="77777777" w:rsidR="008F439F" w:rsidRDefault="00000000">
      <w:r>
        <w:rPr>
          <w:noProof/>
        </w:rPr>
        <w:lastRenderedPageBreak/>
        <w:drawing>
          <wp:inline distT="0" distB="0" distL="0" distR="0" wp14:anchorId="6ECD2EB8" wp14:editId="50864BBE">
            <wp:extent cx="5667375" cy="26670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D58672" w14:textId="77777777" w:rsidR="008F439F" w:rsidRDefault="008F439F"/>
    <w:p w14:paraId="58939C47" w14:textId="77777777" w:rsidR="008F439F" w:rsidRDefault="00000000">
      <w:pPr>
        <w:pStyle w:val="2"/>
        <w:widowControl w:val="0"/>
        <w:rPr>
          <w:kern w:val="2"/>
        </w:rPr>
      </w:pPr>
      <w:bookmarkStart w:id="64" w:name="_Toc160369214"/>
      <w:r>
        <w:rPr>
          <w:kern w:val="2"/>
        </w:rPr>
        <w:t>负荷分项统计</w:t>
      </w:r>
      <w:bookmarkEnd w:id="6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8F439F" w14:paraId="7D70D6EE" w14:textId="77777777">
        <w:tc>
          <w:tcPr>
            <w:tcW w:w="1964" w:type="dxa"/>
            <w:shd w:val="clear" w:color="auto" w:fill="E6E6E6"/>
            <w:vAlign w:val="center"/>
          </w:tcPr>
          <w:p w14:paraId="31DF39F8" w14:textId="77777777" w:rsidR="008F439F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BBFA154" w14:textId="77777777" w:rsidR="008F439F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19D033B" w14:textId="77777777" w:rsidR="008F439F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F91E7F7" w14:textId="77777777" w:rsidR="008F439F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B7CE065" w14:textId="77777777" w:rsidR="008F439F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B97197" w14:textId="77777777" w:rsidR="008F439F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65475ABC" w14:textId="77777777" w:rsidR="008F439F" w:rsidRDefault="00000000">
            <w:pPr>
              <w:jc w:val="center"/>
            </w:pPr>
            <w:r>
              <w:t>合计</w:t>
            </w:r>
          </w:p>
        </w:tc>
      </w:tr>
      <w:tr w:rsidR="008F439F" w14:paraId="6D288603" w14:textId="77777777">
        <w:tc>
          <w:tcPr>
            <w:tcW w:w="1964" w:type="dxa"/>
            <w:shd w:val="clear" w:color="auto" w:fill="E6E6E6"/>
            <w:vAlign w:val="center"/>
          </w:tcPr>
          <w:p w14:paraId="6CF25EB2" w14:textId="77777777" w:rsidR="008F439F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2927C4C8" w14:textId="77777777" w:rsidR="008F439F" w:rsidRDefault="00000000">
            <w:r>
              <w:t>-48.37</w:t>
            </w:r>
          </w:p>
        </w:tc>
        <w:tc>
          <w:tcPr>
            <w:tcW w:w="1273" w:type="dxa"/>
            <w:vAlign w:val="center"/>
          </w:tcPr>
          <w:p w14:paraId="75B4F8B5" w14:textId="77777777" w:rsidR="008F439F" w:rsidRDefault="00000000">
            <w:r>
              <w:t>5.32</w:t>
            </w:r>
          </w:p>
        </w:tc>
        <w:tc>
          <w:tcPr>
            <w:tcW w:w="1131" w:type="dxa"/>
            <w:vAlign w:val="center"/>
          </w:tcPr>
          <w:p w14:paraId="3AB61F9B" w14:textId="77777777" w:rsidR="008F439F" w:rsidRDefault="00000000">
            <w:r>
              <w:t>3.94</w:t>
            </w:r>
          </w:p>
        </w:tc>
        <w:tc>
          <w:tcPr>
            <w:tcW w:w="1131" w:type="dxa"/>
            <w:vAlign w:val="center"/>
          </w:tcPr>
          <w:p w14:paraId="77E74DDA" w14:textId="77777777" w:rsidR="008F439F" w:rsidRDefault="00000000">
            <w:r>
              <w:t>-9.04</w:t>
            </w:r>
          </w:p>
        </w:tc>
        <w:tc>
          <w:tcPr>
            <w:tcW w:w="1131" w:type="dxa"/>
            <w:vAlign w:val="center"/>
          </w:tcPr>
          <w:p w14:paraId="7FA2AE82" w14:textId="77777777" w:rsidR="008F439F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1F0DBD6B" w14:textId="77777777" w:rsidR="008F439F" w:rsidRDefault="00000000">
            <w:r>
              <w:t>-48.15</w:t>
            </w:r>
          </w:p>
        </w:tc>
      </w:tr>
      <w:tr w:rsidR="008F439F" w14:paraId="21477990" w14:textId="77777777">
        <w:tc>
          <w:tcPr>
            <w:tcW w:w="1964" w:type="dxa"/>
            <w:shd w:val="clear" w:color="auto" w:fill="E6E6E6"/>
            <w:vAlign w:val="center"/>
          </w:tcPr>
          <w:p w14:paraId="46AA209E" w14:textId="77777777" w:rsidR="008F439F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07B22D3C" w14:textId="77777777" w:rsidR="008F439F" w:rsidRDefault="00000000">
            <w:r>
              <w:t>6.11</w:t>
            </w:r>
          </w:p>
        </w:tc>
        <w:tc>
          <w:tcPr>
            <w:tcW w:w="1273" w:type="dxa"/>
            <w:vAlign w:val="center"/>
          </w:tcPr>
          <w:p w14:paraId="597E167C" w14:textId="77777777" w:rsidR="008F439F" w:rsidRDefault="00000000">
            <w:r>
              <w:t>2.59</w:t>
            </w:r>
          </w:p>
        </w:tc>
        <w:tc>
          <w:tcPr>
            <w:tcW w:w="1131" w:type="dxa"/>
            <w:vAlign w:val="center"/>
          </w:tcPr>
          <w:p w14:paraId="55317C05" w14:textId="77777777" w:rsidR="008F439F" w:rsidRDefault="00000000">
            <w:r>
              <w:t>2.87</w:t>
            </w:r>
          </w:p>
        </w:tc>
        <w:tc>
          <w:tcPr>
            <w:tcW w:w="1131" w:type="dxa"/>
            <w:vAlign w:val="center"/>
          </w:tcPr>
          <w:p w14:paraId="666FB803" w14:textId="77777777" w:rsidR="008F439F" w:rsidRDefault="00000000">
            <w:r>
              <w:t>6.97</w:t>
            </w:r>
          </w:p>
        </w:tc>
        <w:tc>
          <w:tcPr>
            <w:tcW w:w="1131" w:type="dxa"/>
            <w:vAlign w:val="center"/>
          </w:tcPr>
          <w:p w14:paraId="66F33004" w14:textId="77777777" w:rsidR="008F439F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1A85FCFF" w14:textId="77777777" w:rsidR="008F439F" w:rsidRDefault="00000000">
            <w:r>
              <w:t>18.53</w:t>
            </w:r>
          </w:p>
        </w:tc>
      </w:tr>
    </w:tbl>
    <w:p w14:paraId="4E0F4242" w14:textId="77777777" w:rsidR="008F439F" w:rsidRDefault="00000000">
      <w:r>
        <w:rPr>
          <w:noProof/>
        </w:rPr>
        <w:drawing>
          <wp:inline distT="0" distB="0" distL="0" distR="0" wp14:anchorId="4B149E73" wp14:editId="710F873A">
            <wp:extent cx="5667375" cy="29813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6DB99D" w14:textId="77777777" w:rsidR="008F439F" w:rsidRDefault="008F439F"/>
    <w:p w14:paraId="1E769B7F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BC3BA05" wp14:editId="1EC45F0F">
            <wp:extent cx="5667375" cy="29337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81A59" w14:textId="77777777" w:rsidR="008F439F" w:rsidRDefault="00000000">
      <w:pPr>
        <w:pStyle w:val="2"/>
        <w:widowControl w:val="0"/>
        <w:rPr>
          <w:kern w:val="2"/>
        </w:rPr>
      </w:pPr>
      <w:bookmarkStart w:id="65" w:name="_Toc160369215"/>
      <w:r>
        <w:rPr>
          <w:kern w:val="2"/>
        </w:rPr>
        <w:t>逐月负荷表</w:t>
      </w:r>
      <w:bookmarkEnd w:id="6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8F439F" w14:paraId="310A4A94" w14:textId="77777777">
        <w:tc>
          <w:tcPr>
            <w:tcW w:w="854" w:type="dxa"/>
            <w:shd w:val="clear" w:color="auto" w:fill="E6E6E6"/>
            <w:vAlign w:val="center"/>
          </w:tcPr>
          <w:p w14:paraId="4E579F8C" w14:textId="77777777" w:rsidR="008F439F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290A830" w14:textId="77777777" w:rsidR="008F439F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290E33F" w14:textId="77777777" w:rsidR="008F439F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B6ACF5E" w14:textId="77777777" w:rsidR="008F439F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6BA1F6B4" w14:textId="77777777" w:rsidR="008F439F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F824204" w14:textId="77777777" w:rsidR="008F439F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032B5937" w14:textId="77777777" w:rsidR="008F439F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8F439F" w14:paraId="1C0C8884" w14:textId="77777777">
        <w:tc>
          <w:tcPr>
            <w:tcW w:w="854" w:type="dxa"/>
            <w:shd w:val="clear" w:color="auto" w:fill="E6E6E6"/>
            <w:vAlign w:val="center"/>
          </w:tcPr>
          <w:p w14:paraId="72DBE110" w14:textId="77777777" w:rsidR="008F439F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85616B9" w14:textId="77777777" w:rsidR="008F439F" w:rsidRDefault="00000000">
            <w:pPr>
              <w:jc w:val="right"/>
            </w:pPr>
            <w:r>
              <w:t>8523</w:t>
            </w:r>
          </w:p>
        </w:tc>
        <w:tc>
          <w:tcPr>
            <w:tcW w:w="1188" w:type="dxa"/>
            <w:vAlign w:val="center"/>
          </w:tcPr>
          <w:p w14:paraId="19B2B769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83308E3" w14:textId="77777777" w:rsidR="008F439F" w:rsidRDefault="00000000">
            <w:pPr>
              <w:jc w:val="right"/>
            </w:pPr>
            <w:r>
              <w:t>33.390</w:t>
            </w:r>
          </w:p>
        </w:tc>
        <w:tc>
          <w:tcPr>
            <w:tcW w:w="1862" w:type="dxa"/>
            <w:vAlign w:val="center"/>
          </w:tcPr>
          <w:p w14:paraId="58E8F32F" w14:textId="77777777" w:rsidR="008F439F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7BC642B0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FF95A5C" w14:textId="77777777" w:rsidR="008F439F" w:rsidRDefault="00000000">
            <w:r>
              <w:t>--</w:t>
            </w:r>
          </w:p>
        </w:tc>
      </w:tr>
      <w:tr w:rsidR="008F439F" w14:paraId="1E4D9634" w14:textId="77777777">
        <w:tc>
          <w:tcPr>
            <w:tcW w:w="854" w:type="dxa"/>
            <w:shd w:val="clear" w:color="auto" w:fill="E6E6E6"/>
            <w:vAlign w:val="center"/>
          </w:tcPr>
          <w:p w14:paraId="27DDE4A1" w14:textId="77777777" w:rsidR="008F439F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698C291" w14:textId="77777777" w:rsidR="008F439F" w:rsidRDefault="00000000">
            <w:pPr>
              <w:jc w:val="right"/>
            </w:pPr>
            <w:r>
              <w:t>8133</w:t>
            </w:r>
          </w:p>
        </w:tc>
        <w:tc>
          <w:tcPr>
            <w:tcW w:w="1188" w:type="dxa"/>
            <w:vAlign w:val="center"/>
          </w:tcPr>
          <w:p w14:paraId="2D6CF27E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9F9FFE" w14:textId="77777777" w:rsidR="008F439F" w:rsidRDefault="00000000">
            <w:pPr>
              <w:jc w:val="right"/>
            </w:pPr>
            <w:r>
              <w:rPr>
                <w:color w:val="FF0000"/>
              </w:rPr>
              <w:t>37.475</w:t>
            </w:r>
          </w:p>
        </w:tc>
        <w:tc>
          <w:tcPr>
            <w:tcW w:w="1862" w:type="dxa"/>
            <w:vAlign w:val="center"/>
          </w:tcPr>
          <w:p w14:paraId="51C9B368" w14:textId="77777777" w:rsidR="008F439F" w:rsidRDefault="00000000">
            <w:r>
              <w:rPr>
                <w:color w:val="FF0000"/>
              </w:rPr>
              <w:t>02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17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41F47858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AB9A075" w14:textId="77777777" w:rsidR="008F439F" w:rsidRDefault="00000000">
            <w:r>
              <w:t>--</w:t>
            </w:r>
          </w:p>
        </w:tc>
      </w:tr>
      <w:tr w:rsidR="008F439F" w14:paraId="1D7305C4" w14:textId="77777777">
        <w:tc>
          <w:tcPr>
            <w:tcW w:w="854" w:type="dxa"/>
            <w:shd w:val="clear" w:color="auto" w:fill="E6E6E6"/>
            <w:vAlign w:val="center"/>
          </w:tcPr>
          <w:p w14:paraId="2187F95F" w14:textId="77777777" w:rsidR="008F439F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87678FD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40C8D0D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08C1167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88462A0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9C87588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A51C158" w14:textId="77777777" w:rsidR="008F439F" w:rsidRDefault="00000000">
            <w:r>
              <w:t>--</w:t>
            </w:r>
          </w:p>
        </w:tc>
      </w:tr>
      <w:tr w:rsidR="008F439F" w14:paraId="2BBFE6CA" w14:textId="77777777">
        <w:tc>
          <w:tcPr>
            <w:tcW w:w="854" w:type="dxa"/>
            <w:shd w:val="clear" w:color="auto" w:fill="E6E6E6"/>
            <w:vAlign w:val="center"/>
          </w:tcPr>
          <w:p w14:paraId="60B0FDE7" w14:textId="77777777" w:rsidR="008F439F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1096E9F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1E58C39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E4144F8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8FFB05D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41DCA8F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5F0A391" w14:textId="77777777" w:rsidR="008F439F" w:rsidRDefault="00000000">
            <w:r>
              <w:t>--</w:t>
            </w:r>
          </w:p>
        </w:tc>
      </w:tr>
      <w:tr w:rsidR="008F439F" w14:paraId="5AA1DE6F" w14:textId="77777777">
        <w:tc>
          <w:tcPr>
            <w:tcW w:w="854" w:type="dxa"/>
            <w:shd w:val="clear" w:color="auto" w:fill="E6E6E6"/>
            <w:vAlign w:val="center"/>
          </w:tcPr>
          <w:p w14:paraId="7C05A99F" w14:textId="77777777" w:rsidR="008F439F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0493B97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47FC907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54FDBBA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3AD29AB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52472E0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257BAB0" w14:textId="77777777" w:rsidR="008F439F" w:rsidRDefault="00000000">
            <w:r>
              <w:t>--</w:t>
            </w:r>
          </w:p>
        </w:tc>
      </w:tr>
      <w:tr w:rsidR="008F439F" w14:paraId="347ED674" w14:textId="77777777">
        <w:tc>
          <w:tcPr>
            <w:tcW w:w="854" w:type="dxa"/>
            <w:shd w:val="clear" w:color="auto" w:fill="E6E6E6"/>
            <w:vAlign w:val="center"/>
          </w:tcPr>
          <w:p w14:paraId="0EDF22C4" w14:textId="77777777" w:rsidR="008F439F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14575E6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0C8B0FB" w14:textId="77777777" w:rsidR="008F439F" w:rsidRDefault="00000000">
            <w:pPr>
              <w:jc w:val="right"/>
            </w:pPr>
            <w:r>
              <w:t>848</w:t>
            </w:r>
          </w:p>
        </w:tc>
        <w:tc>
          <w:tcPr>
            <w:tcW w:w="1188" w:type="dxa"/>
            <w:vAlign w:val="center"/>
          </w:tcPr>
          <w:p w14:paraId="2E3A380B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A84D3F2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4C390A4" w14:textId="77777777" w:rsidR="008F439F" w:rsidRDefault="00000000">
            <w:pPr>
              <w:jc w:val="right"/>
            </w:pPr>
            <w:r>
              <w:t>19.297</w:t>
            </w:r>
          </w:p>
        </w:tc>
        <w:tc>
          <w:tcPr>
            <w:tcW w:w="1862" w:type="dxa"/>
            <w:vAlign w:val="center"/>
          </w:tcPr>
          <w:p w14:paraId="7D90BBBA" w14:textId="77777777" w:rsidR="008F439F" w:rsidRDefault="00000000">
            <w:r>
              <w:t>06</w:t>
            </w:r>
            <w:r>
              <w:t>月</w:t>
            </w:r>
            <w:r>
              <w:t>30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8F439F" w14:paraId="7A806E15" w14:textId="77777777">
        <w:tc>
          <w:tcPr>
            <w:tcW w:w="854" w:type="dxa"/>
            <w:shd w:val="clear" w:color="auto" w:fill="E6E6E6"/>
            <w:vAlign w:val="center"/>
          </w:tcPr>
          <w:p w14:paraId="00F5F663" w14:textId="77777777" w:rsidR="008F439F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6F9EA0F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C954732" w14:textId="77777777" w:rsidR="008F439F" w:rsidRDefault="00000000">
            <w:pPr>
              <w:jc w:val="right"/>
            </w:pPr>
            <w:r>
              <w:t>3945</w:t>
            </w:r>
          </w:p>
        </w:tc>
        <w:tc>
          <w:tcPr>
            <w:tcW w:w="1188" w:type="dxa"/>
            <w:vAlign w:val="center"/>
          </w:tcPr>
          <w:p w14:paraId="35D93762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92E8BEE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9BB27CA" w14:textId="77777777" w:rsidR="008F439F" w:rsidRDefault="00000000">
            <w:pPr>
              <w:jc w:val="right"/>
            </w:pPr>
            <w:r>
              <w:t>32.115</w:t>
            </w:r>
          </w:p>
        </w:tc>
        <w:tc>
          <w:tcPr>
            <w:tcW w:w="1862" w:type="dxa"/>
            <w:vAlign w:val="center"/>
          </w:tcPr>
          <w:p w14:paraId="5BF253A9" w14:textId="77777777" w:rsidR="008F439F" w:rsidRDefault="00000000">
            <w:r>
              <w:t>07</w:t>
            </w:r>
            <w:r>
              <w:t>月</w:t>
            </w:r>
            <w:r>
              <w:t>03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8F439F" w14:paraId="1CF4CE91" w14:textId="77777777">
        <w:tc>
          <w:tcPr>
            <w:tcW w:w="854" w:type="dxa"/>
            <w:shd w:val="clear" w:color="auto" w:fill="E6E6E6"/>
            <w:vAlign w:val="center"/>
          </w:tcPr>
          <w:p w14:paraId="2C0C06DA" w14:textId="77777777" w:rsidR="008F439F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46FB056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BCCB699" w14:textId="77777777" w:rsidR="008F439F" w:rsidRDefault="00000000">
            <w:pPr>
              <w:jc w:val="right"/>
            </w:pPr>
            <w:r>
              <w:t>3810</w:t>
            </w:r>
          </w:p>
        </w:tc>
        <w:tc>
          <w:tcPr>
            <w:tcW w:w="1188" w:type="dxa"/>
            <w:vAlign w:val="center"/>
          </w:tcPr>
          <w:p w14:paraId="6785DFE0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5EA7B7B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F8FCEC3" w14:textId="77777777" w:rsidR="008F439F" w:rsidRDefault="00000000">
            <w:pPr>
              <w:jc w:val="right"/>
            </w:pPr>
            <w:r>
              <w:rPr>
                <w:color w:val="0000FF"/>
              </w:rPr>
              <w:t>34.891</w:t>
            </w:r>
          </w:p>
        </w:tc>
        <w:tc>
          <w:tcPr>
            <w:tcW w:w="1862" w:type="dxa"/>
            <w:vAlign w:val="center"/>
          </w:tcPr>
          <w:p w14:paraId="2AFBE7B5" w14:textId="77777777" w:rsidR="008F439F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07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20</w:t>
            </w:r>
            <w:r>
              <w:rPr>
                <w:color w:val="0000FF"/>
              </w:rPr>
              <w:t>时</w:t>
            </w:r>
          </w:p>
        </w:tc>
      </w:tr>
      <w:tr w:rsidR="008F439F" w14:paraId="7A15C2C4" w14:textId="77777777">
        <w:tc>
          <w:tcPr>
            <w:tcW w:w="854" w:type="dxa"/>
            <w:shd w:val="clear" w:color="auto" w:fill="E6E6E6"/>
            <w:vAlign w:val="center"/>
          </w:tcPr>
          <w:p w14:paraId="76A552E9" w14:textId="77777777" w:rsidR="008F439F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F6AA45D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9305707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E87A02D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418C945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05EE3DA0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FBEE9A3" w14:textId="77777777" w:rsidR="008F439F" w:rsidRDefault="00000000">
            <w:r>
              <w:t>--</w:t>
            </w:r>
          </w:p>
        </w:tc>
      </w:tr>
      <w:tr w:rsidR="008F439F" w14:paraId="138E2DB9" w14:textId="77777777">
        <w:tc>
          <w:tcPr>
            <w:tcW w:w="854" w:type="dxa"/>
            <w:shd w:val="clear" w:color="auto" w:fill="E6E6E6"/>
            <w:vAlign w:val="center"/>
          </w:tcPr>
          <w:p w14:paraId="2FDDCE05" w14:textId="77777777" w:rsidR="008F439F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B35502F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7520804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10A85DB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BBDD48A" w14:textId="77777777" w:rsidR="008F439F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C8F6B88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51CF921" w14:textId="77777777" w:rsidR="008F439F" w:rsidRDefault="00000000">
            <w:r>
              <w:t>--</w:t>
            </w:r>
          </w:p>
        </w:tc>
      </w:tr>
      <w:tr w:rsidR="008F439F" w14:paraId="325F834F" w14:textId="77777777">
        <w:tc>
          <w:tcPr>
            <w:tcW w:w="854" w:type="dxa"/>
            <w:shd w:val="clear" w:color="auto" w:fill="E6E6E6"/>
            <w:vAlign w:val="center"/>
          </w:tcPr>
          <w:p w14:paraId="507CD7AA" w14:textId="77777777" w:rsidR="008F439F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06A7D35" w14:textId="77777777" w:rsidR="008F439F" w:rsidRDefault="00000000">
            <w:pPr>
              <w:jc w:val="right"/>
            </w:pPr>
            <w:r>
              <w:t>75</w:t>
            </w:r>
          </w:p>
        </w:tc>
        <w:tc>
          <w:tcPr>
            <w:tcW w:w="1188" w:type="dxa"/>
            <w:vAlign w:val="center"/>
          </w:tcPr>
          <w:p w14:paraId="70523C08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DD600AF" w14:textId="77777777" w:rsidR="008F439F" w:rsidRDefault="00000000">
            <w:pPr>
              <w:jc w:val="right"/>
            </w:pPr>
            <w:r>
              <w:t>6.468</w:t>
            </w:r>
          </w:p>
        </w:tc>
        <w:tc>
          <w:tcPr>
            <w:tcW w:w="1862" w:type="dxa"/>
            <w:vAlign w:val="center"/>
          </w:tcPr>
          <w:p w14:paraId="35E50421" w14:textId="77777777" w:rsidR="008F439F" w:rsidRDefault="00000000">
            <w:r>
              <w:t>11</w:t>
            </w:r>
            <w:r>
              <w:t>月</w:t>
            </w:r>
            <w:r>
              <w:t>30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DDC3590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3FFAB67" w14:textId="77777777" w:rsidR="008F439F" w:rsidRDefault="00000000">
            <w:r>
              <w:t>--</w:t>
            </w:r>
          </w:p>
        </w:tc>
      </w:tr>
      <w:tr w:rsidR="008F439F" w14:paraId="33F51306" w14:textId="77777777">
        <w:tc>
          <w:tcPr>
            <w:tcW w:w="854" w:type="dxa"/>
            <w:shd w:val="clear" w:color="auto" w:fill="E6E6E6"/>
            <w:vAlign w:val="center"/>
          </w:tcPr>
          <w:p w14:paraId="153D2EF7" w14:textId="77777777" w:rsidR="008F439F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73F7539" w14:textId="77777777" w:rsidR="008F439F" w:rsidRDefault="00000000">
            <w:pPr>
              <w:jc w:val="right"/>
            </w:pPr>
            <w:r>
              <w:t>5617</w:t>
            </w:r>
          </w:p>
        </w:tc>
        <w:tc>
          <w:tcPr>
            <w:tcW w:w="1188" w:type="dxa"/>
            <w:vAlign w:val="center"/>
          </w:tcPr>
          <w:p w14:paraId="0880EE17" w14:textId="77777777" w:rsidR="008F439F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53AAEC9" w14:textId="77777777" w:rsidR="008F439F" w:rsidRDefault="00000000">
            <w:pPr>
              <w:jc w:val="right"/>
            </w:pPr>
            <w:r>
              <w:t>24.793</w:t>
            </w:r>
          </w:p>
        </w:tc>
        <w:tc>
          <w:tcPr>
            <w:tcW w:w="1862" w:type="dxa"/>
            <w:vAlign w:val="center"/>
          </w:tcPr>
          <w:p w14:paraId="47504B55" w14:textId="77777777" w:rsidR="008F439F" w:rsidRDefault="00000000">
            <w:r>
              <w:t>12</w:t>
            </w:r>
            <w:r>
              <w:t>月</w:t>
            </w:r>
            <w:r>
              <w:t>17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E66CE73" w14:textId="77777777" w:rsidR="008F439F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90AF20F" w14:textId="77777777" w:rsidR="008F439F" w:rsidRDefault="00000000">
            <w:r>
              <w:t>--</w:t>
            </w:r>
          </w:p>
        </w:tc>
      </w:tr>
    </w:tbl>
    <w:p w14:paraId="5BE7A478" w14:textId="77777777" w:rsidR="008F439F" w:rsidRDefault="00000000">
      <w:r>
        <w:rPr>
          <w:noProof/>
        </w:rPr>
        <w:lastRenderedPageBreak/>
        <w:drawing>
          <wp:inline distT="0" distB="0" distL="0" distR="0" wp14:anchorId="6E7F850F" wp14:editId="2D207CA6">
            <wp:extent cx="5667375" cy="2667000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9D80E2" w14:textId="77777777" w:rsidR="008F439F" w:rsidRDefault="008F439F"/>
    <w:p w14:paraId="15665085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525AAADE" wp14:editId="7B59FA2F">
            <wp:extent cx="5667375" cy="267652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2BBFCF" w14:textId="77777777" w:rsidR="008F439F" w:rsidRDefault="008F439F">
      <w:pPr>
        <w:widowControl w:val="0"/>
        <w:rPr>
          <w:kern w:val="2"/>
          <w:szCs w:val="24"/>
          <w:lang w:val="en-US"/>
        </w:rPr>
      </w:pPr>
    </w:p>
    <w:p w14:paraId="566A123C" w14:textId="77777777" w:rsidR="008F439F" w:rsidRDefault="008F439F">
      <w:pPr>
        <w:sectPr w:rsidR="008F439F" w:rsidSect="00A36E4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1906" w:h="16838" w:code="9"/>
          <w:pgMar w:top="1440" w:right="1418" w:bottom="1440" w:left="1418" w:header="851" w:footer="992" w:gutter="0"/>
          <w:pgNumType w:start="1"/>
          <w:cols w:space="425"/>
          <w:docGrid w:type="lines" w:linePitch="312"/>
        </w:sectPr>
      </w:pPr>
    </w:p>
    <w:p w14:paraId="3E4A5DD1" w14:textId="77777777" w:rsidR="008F439F" w:rsidRDefault="00000000">
      <w:pPr>
        <w:pStyle w:val="1"/>
        <w:widowControl w:val="0"/>
        <w:rPr>
          <w:kern w:val="2"/>
          <w:szCs w:val="24"/>
        </w:rPr>
      </w:pPr>
      <w:bookmarkStart w:id="66" w:name="_Toc160369216"/>
      <w:r>
        <w:rPr>
          <w:kern w:val="2"/>
          <w:szCs w:val="24"/>
        </w:rPr>
        <w:lastRenderedPageBreak/>
        <w:t>附录</w:t>
      </w:r>
      <w:bookmarkEnd w:id="66"/>
    </w:p>
    <w:p w14:paraId="45FDE27B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节假日人员逐时在室率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7E6746E" w14:textId="77777777" w:rsidR="008F439F" w:rsidRDefault="008F439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10E4823A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0D81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42BB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56B8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F7B9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8C09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62AB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6CE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F8F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D394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F38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1EC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CC15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5888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086E1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7458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791F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BD84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80B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DC9D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3A35D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46A7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8771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90A44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FBE8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0592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F439F" w14:paraId="7833DF8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492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E6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77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884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FF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284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02B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E29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A0C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FA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EC6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271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64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DD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451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D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59D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5A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DD6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2BC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C4B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9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CFE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E82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C0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6532B4C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6F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C7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B76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4FB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B0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5F4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DD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AEC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6C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7E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960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205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1EE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9D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7C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800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234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FD2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05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17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73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98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385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5988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E74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12875F8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49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17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82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AD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37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EC2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91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CE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46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5BB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AE4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BB0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6B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8D7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F72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D60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6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5B9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B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B2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DC3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44D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0CE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3C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F9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12B61DBC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8C6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1D9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900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21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A22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8B7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EF5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2A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68C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A29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7E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46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4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DD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5EC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EE0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EC0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CE2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4D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38B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21A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64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EC6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43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69DF54D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74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3B1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A85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96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093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EC2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EA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C5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41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C01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3E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77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3D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6A7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4BD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AB0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442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F7F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C65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1FE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DE8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489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BB0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2A8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BF6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8F439F" w14:paraId="007F5CF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79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37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D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EF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9FC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7F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B0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4A7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12C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73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D3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9D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519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22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7D8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36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03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D1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42D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A9D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4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C03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F2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A7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77D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8F439F" w14:paraId="7BC9755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EA0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CC1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48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12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17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77D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1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9B0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4F2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3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8A4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2A0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89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4E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E47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F6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0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A5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FDC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F2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FAF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56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12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8A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B8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56225B1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6DD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4E3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FBC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F3F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2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52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84C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CF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E41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394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C9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55B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691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70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276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1B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A3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81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1A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08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7F3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FA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1D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480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FF0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3B622D1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D66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9C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849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31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3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568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55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99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3A9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11C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A48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49D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640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B78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3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5B1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270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5CF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CBB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F0F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07D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2B8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636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67B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D19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8F439F" w14:paraId="643C148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9C4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791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664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6E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069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697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540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7B6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3C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F70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B36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B1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1B3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04A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4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FA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F3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E1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ADB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35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9B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15A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23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FA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8F439F" w14:paraId="2B558BD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D07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7A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621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9F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203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BAE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BC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DF7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F41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DC7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DF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E8E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4D1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1F1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AC9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84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8B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438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F2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3AA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C0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D65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9C0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6D7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1D0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8F439F" w14:paraId="169A847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334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2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380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329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57C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8D4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E0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E44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4A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AA1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E5A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43F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3EC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9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A5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D48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52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4D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22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93C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74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2E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9B1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F3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DA9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8F439F" w14:paraId="0FCDB71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88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73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287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E2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E1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E3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F31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0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773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A1C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159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D2C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37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B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276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48A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AF1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D53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AF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2C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F2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21E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357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79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AF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5E7FD666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5E1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0C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B4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267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BB4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D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92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BE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E5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B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42B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D7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83E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653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4E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3B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69F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E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579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FC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388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DA2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D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03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15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6950DEF2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E85C639" w14:textId="77777777" w:rsidR="008F439F" w:rsidRDefault="008F439F">
      <w:pPr>
        <w:widowControl w:val="0"/>
        <w:rPr>
          <w:kern w:val="2"/>
          <w:szCs w:val="24"/>
          <w:lang w:val="en-US"/>
        </w:rPr>
      </w:pPr>
    </w:p>
    <w:p w14:paraId="4D127084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节假日照明开关时间表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577362CD" w14:textId="77777777" w:rsidR="008F439F" w:rsidRDefault="008F439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3C7FF926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A22D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68A789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508A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E1C6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8EE1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8081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AEF1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3AB2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E841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144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4D8A7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ADEC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5449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9656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919E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07F93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3F10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69CE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D1D4A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CD5A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27CA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9A7F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1BD6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5F299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FFC0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F439F" w14:paraId="3E4F594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5F7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7B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A6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1DE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D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D73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B76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7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18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310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019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D6E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109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03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7B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3C1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24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3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82A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F10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268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052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8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77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7EA73B6E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DC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8D1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21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F43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E7F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46C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B2E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D06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CB9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A3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99C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8D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1F5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7D5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F0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BFF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FC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04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80B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64A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222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C8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3F6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633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DAD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60EAC96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14A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992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276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61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3E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A8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E3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9A8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FA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7AD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9D4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BB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D4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A2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6F8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2A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EBF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B9D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68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1F6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EA1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79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1DA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CBA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4F39D25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D9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2F4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855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71E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7F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A0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99B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1C8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CFE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C8E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A4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EDB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D5F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19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9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21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19A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11C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EF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467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07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625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C6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36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C4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6608392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63A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43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2FA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0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767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D3D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8E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86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E5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1E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03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C01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8B5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3C3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05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B8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F3C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0F6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1A6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B53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3F2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D3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B01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CF6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810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4F75802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529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3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8C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8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F09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C00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A98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1D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46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E4B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4C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907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3BD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323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017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C23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C5E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48F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99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5C7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73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44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0C4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366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D75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39C8628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2C8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9E4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1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9CD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9C3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94D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70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49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113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72F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3A2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770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1B7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208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5A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3B0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87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805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A57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21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3E9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E14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EA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D1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59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152E1F2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9B8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93A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788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B6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36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9E5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320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DE5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8FC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15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92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BC5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46B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01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1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8D3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CD9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C8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30F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C12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C1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1EB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5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19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E33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8F439F" w14:paraId="0181694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D88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DA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37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CEF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DD4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019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F6F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3F3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D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99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2A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0E1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44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F9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DE5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B71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113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F8F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D1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6DB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18B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B8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A8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EBE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AA9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09C53FF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F8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823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2B3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119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D5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14D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570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A4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1D0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8C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12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5E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4FF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9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4A2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DEE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8F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F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A8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8D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6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D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C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74C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465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16801C4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35D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9C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3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18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8F6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E3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42D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3E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1F1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4C9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9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0B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9B4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AF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09A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AC2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D6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186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F4E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7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1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114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E1E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43F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4F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4A64E8A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985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F7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F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C5A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5D7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0A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6F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F34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C0F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8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E73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BE8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45E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FF6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76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2B4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90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CC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2D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502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44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4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B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31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79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8F439F" w14:paraId="10E7FF2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DD0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34C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84F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B77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2C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D6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AA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6ED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31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C9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C7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E38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499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B1F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5E8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8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27D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1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D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B6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22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A44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5AB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AB8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6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56BCBD5C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40C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C9C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4F5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6E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24E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4DF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F9F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1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8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E5E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FF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959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F65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0B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F2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5C4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F9A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3FB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BFA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CF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E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5A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94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B79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E0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21B951CF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5D842E71" w14:textId="77777777" w:rsidR="008F439F" w:rsidRDefault="008F439F">
      <w:pPr>
        <w:widowControl w:val="0"/>
        <w:rPr>
          <w:kern w:val="2"/>
          <w:szCs w:val="24"/>
          <w:lang w:val="en-US"/>
        </w:rPr>
      </w:pPr>
    </w:p>
    <w:p w14:paraId="32F68064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节假日设备逐时使用率</w:t>
      </w:r>
      <w:r>
        <w:rPr>
          <w:b/>
          <w:color w:val="000000"/>
          <w:kern w:val="2"/>
          <w:sz w:val="18"/>
          <w:szCs w:val="18"/>
          <w:lang w:val="en-US"/>
        </w:rPr>
        <w:t>(%)</w:t>
      </w:r>
    </w:p>
    <w:p w14:paraId="35A83FEA" w14:textId="77777777" w:rsidR="008F439F" w:rsidRDefault="008F439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949901E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A8C7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70021A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B07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B418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148F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D0DE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F33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6A7A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F8F9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F83F0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B9DE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9078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6B76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BD62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83EE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A69F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DEA65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44712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59D2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848E5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AB5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C1F41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61444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A4E8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899C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F439F" w14:paraId="35D26A1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AB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354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BBA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9E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189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F60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F1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C08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E6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235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2FA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216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2CE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7B7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A72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444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67E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CC0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039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D0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92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69A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438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74D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917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444440E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DAA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AA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9CB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25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4C6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EE6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470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31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1C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3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709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631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59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EF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A53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CC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B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62B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F0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FDA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5FD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6E6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44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F69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607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6456AE0F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A2B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BF0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3F8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D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F05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13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B9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4A5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51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76A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BE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6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F63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38A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349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FDB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67C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4B1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D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828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AFB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E9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FE7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0CD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622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30E92E9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70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62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870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31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ACE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753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D9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40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89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DC6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1D4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183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243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C95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AF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0A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04D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212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A48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ABA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253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2B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D80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E0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F6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30A8989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D4D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BF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34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FEC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0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E57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DD8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F2C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7A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4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CD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BE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3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97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2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466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EB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566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625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C08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68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86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60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700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D72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334E518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2FE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565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0A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035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F82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613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3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600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AD6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267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04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2E6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71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54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231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C8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F35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5FB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B1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EDA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3AF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51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F4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12A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B10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3E00373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9F7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9F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53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C1D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436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824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39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055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D85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14F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DD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E7D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7B8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2F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1C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5C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714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FB5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FBF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240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C6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7D6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934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754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6E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4E7E85A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24C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A9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3B6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A51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8CE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79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3E6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98E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48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C6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C6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FE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31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45A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C4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F4E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F6B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C7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11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CC5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96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60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52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E2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28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8F439F" w14:paraId="139F1BB8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9AD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6FD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86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5E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95E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747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C6E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E42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C8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E8C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C3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1F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970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ABD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EB8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D77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6C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26A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435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9FF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A9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1CA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B4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374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94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7DF65F4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70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46E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81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89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A1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C10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2E7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6FC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C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C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599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A8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B6C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40E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CF1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8F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EC4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A90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2F1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51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F51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485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13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05E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351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59E0C03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2AC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FF0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1EB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1E8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F97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A4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F33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BB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218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4A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057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5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CD3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866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8E1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6A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6E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9A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7F9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5E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A00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D0D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01D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2F1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7EDFEDB7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AC7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21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A0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445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A12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B17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43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B7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625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2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0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0B4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9C5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97E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996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841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0D7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9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03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4AE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71F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96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AF6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98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BF6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8F439F" w14:paraId="741C2D1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F8F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8A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603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3D4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D51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D69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3F5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6A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535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1D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785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28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FA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6E0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58C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886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9E0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E0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5DA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553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256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810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7EA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B86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9D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1375A484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A27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9A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67B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139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64B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0A5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E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7A9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DA2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30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2B6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784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AE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30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727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5E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9B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6C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EC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2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3E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63C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191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4F5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3DB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23350D1C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color w:val="000000"/>
          <w:kern w:val="2"/>
          <w:sz w:val="18"/>
          <w:szCs w:val="18"/>
          <w:lang w:val="en-US"/>
        </w:rPr>
        <w:t>注：上行：工作日；下行：节假日</w:t>
      </w:r>
    </w:p>
    <w:p w14:paraId="4544A4A4" w14:textId="77777777" w:rsidR="008F439F" w:rsidRDefault="008F439F">
      <w:pPr>
        <w:widowControl w:val="0"/>
        <w:rPr>
          <w:kern w:val="2"/>
          <w:szCs w:val="24"/>
          <w:lang w:val="en-US"/>
        </w:rPr>
      </w:pPr>
    </w:p>
    <w:p w14:paraId="756D0DA1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18"/>
          <w:szCs w:val="18"/>
          <w:lang w:val="en-US"/>
        </w:rPr>
        <w:t>工作日</w:t>
      </w:r>
      <w:r>
        <w:rPr>
          <w:b/>
          <w:color w:val="000000"/>
          <w:kern w:val="2"/>
          <w:sz w:val="18"/>
          <w:szCs w:val="18"/>
          <w:lang w:val="en-US"/>
        </w:rPr>
        <w:t>/</w:t>
      </w:r>
      <w:r>
        <w:rPr>
          <w:b/>
          <w:color w:val="000000"/>
          <w:kern w:val="2"/>
          <w:sz w:val="18"/>
          <w:szCs w:val="18"/>
          <w:lang w:val="en-US"/>
        </w:rPr>
        <w:t>节假日空调系统开关时间表</w:t>
      </w:r>
    </w:p>
    <w:p w14:paraId="73B0C276" w14:textId="77777777" w:rsidR="008F439F" w:rsidRDefault="00000000">
      <w:pPr>
        <w:widowControl w:val="0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7B3FF80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2115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1334CB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B76EE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CBA2C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599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D664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E5AE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6C7C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F886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58C4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7F4A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4F00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D293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6F8D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820E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7CA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D38B7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D4DB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F597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D2B5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57FEA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CA9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32278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7A55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313B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F439F" w14:paraId="592AB9C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A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B4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D27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6D5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4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FAD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4E2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413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599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297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C83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9E5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0E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85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78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0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421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B3F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C6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FAC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F1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57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40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78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3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8F439F" w14:paraId="7F5BECA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55A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F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A1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A53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8F3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21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64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E3E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D95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55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C09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02C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8B1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42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CE4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151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5B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CD4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F0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77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02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F67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10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E84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026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8F439F" w14:paraId="3C72DDA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30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F79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F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13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B6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16C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CCE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43E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98F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F2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BE2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40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F34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B8D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A4E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37B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D6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A02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6C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429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857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0F6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DDB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840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981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14FB43D2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EB0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288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24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5695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6DC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BDB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4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E9E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7B6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04B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A0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84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A7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BA3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FA9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019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DA3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B8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D1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7A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E72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215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6E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388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98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066593B4" w14:textId="77777777" w:rsidR="008F439F" w:rsidRDefault="00000000">
      <w:r>
        <w:t>供冷期：</w:t>
      </w:r>
    </w:p>
    <w:p w14:paraId="01E00DA7" w14:textId="77777777" w:rsidR="008F439F" w:rsidRDefault="008F439F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E59A7DD" w14:textId="77777777" w:rsidTr="00177470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B7868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14:paraId="253CB7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4F25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4F21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ECA3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F587D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0D765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56D5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5034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F526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2DC8D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3074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EAB2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D81E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B08C2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1BE6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73ED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97C31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9564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2C8E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6008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31B1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7411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D277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23BE1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8F439F" w14:paraId="3B70202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AA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E98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55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D07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37D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1B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8D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AD0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F7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9E4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E4F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56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BCA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5C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100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C8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856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6C8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AC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53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49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62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DA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6CF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5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8F439F" w14:paraId="13D9CD1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EE1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D1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B3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FB9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71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030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AFB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B07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212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CC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3B0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948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F15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BA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FF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8BB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01B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967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C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D2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83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0E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90A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BE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C8C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8F439F" w14:paraId="1F4D08A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E1E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Sys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4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558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C97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43A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FC4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CA2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8F4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5F7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64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E11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88B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68B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1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F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34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66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736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292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BAA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340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E4E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138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706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F8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61ABCBDD" w14:textId="77777777" w:rsidTr="00177470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222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098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7CD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38A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BE5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D3E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477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E5F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C1E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B7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40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D89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42D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39E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15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94C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BA4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742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C9F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71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48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0D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A0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E5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223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6B8DB18" w14:textId="77777777" w:rsidR="008F439F" w:rsidRDefault="00000000">
      <w:r>
        <w:rPr>
          <w:color w:val="000000"/>
          <w:sz w:val="18"/>
          <w:szCs w:val="18"/>
        </w:rPr>
        <w:t>注：上行：工作日；下行：节假日</w:t>
      </w:r>
    </w:p>
    <w:p w14:paraId="4CB9DA38" w14:textId="77777777" w:rsidR="008F439F" w:rsidRDefault="008F439F"/>
    <w:p w14:paraId="10F58085" w14:textId="77777777" w:rsidR="008F439F" w:rsidRDefault="008F439F"/>
    <w:sectPr w:rsidR="008F439F" w:rsidSect="00A36E44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1906" w:h="16838" w:code="9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51F3D" w14:textId="77777777" w:rsidR="00A36E44" w:rsidRDefault="00A36E44" w:rsidP="00DD1B15">
      <w:r>
        <w:separator/>
      </w:r>
    </w:p>
  </w:endnote>
  <w:endnote w:type="continuationSeparator" w:id="0">
    <w:p w14:paraId="7C42B553" w14:textId="77777777" w:rsidR="00A36E44" w:rsidRDefault="00A36E44" w:rsidP="00DD1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AAA3D" w14:textId="77777777" w:rsidR="00EF1EC2" w:rsidRDefault="00EF1EC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452306"/>
      <w:docPartObj>
        <w:docPartGallery w:val="Page Numbers (Bottom of Page)"/>
        <w:docPartUnique/>
      </w:docPartObj>
    </w:sdtPr>
    <w:sdtContent>
      <w:p w14:paraId="7CA5CDCA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7FD4B597" w14:textId="77777777" w:rsidR="00F83AFC" w:rsidRDefault="00F83AFC" w:rsidP="00F83AFC">
    <w:pPr>
      <w:pStyle w:val="a5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A006FA" w14:textId="77777777" w:rsidR="00EF1EC2" w:rsidRDefault="00EF1EC2">
    <w:pPr>
      <w:pStyle w:val="a5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4D1E5" w14:textId="77777777" w:rsidR="00EF1EC2" w:rsidRDefault="00EF1EC2">
    <w:pPr>
      <w:pStyle w:val="a5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60346771"/>
      <w:docPartObj>
        <w:docPartGallery w:val="Page Numbers (Bottom of Page)"/>
        <w:docPartUnique/>
      </w:docPartObj>
    </w:sdtPr>
    <w:sdtContent>
      <w:p w14:paraId="121D4069" w14:textId="77777777" w:rsidR="0094328E" w:rsidRDefault="0094328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32CA" w:rsidRPr="002C32CA">
          <w:rPr>
            <w:noProof/>
            <w:lang w:val="zh-CN"/>
          </w:rPr>
          <w:t>2</w:t>
        </w:r>
        <w:r>
          <w:fldChar w:fldCharType="end"/>
        </w:r>
      </w:p>
    </w:sdtContent>
  </w:sdt>
  <w:p w14:paraId="073CA8F5" w14:textId="77777777" w:rsidR="00F83AFC" w:rsidRDefault="00F83AFC" w:rsidP="00F83AFC">
    <w:pPr>
      <w:pStyle w:val="a5"/>
      <w:jc w:val="cen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81F6EA" w14:textId="77777777" w:rsidR="00EF1EC2" w:rsidRDefault="00EF1E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D027A8" w14:textId="77777777" w:rsidR="00A36E44" w:rsidRDefault="00A36E44" w:rsidP="00DD1B15">
      <w:r>
        <w:separator/>
      </w:r>
    </w:p>
  </w:footnote>
  <w:footnote w:type="continuationSeparator" w:id="0">
    <w:p w14:paraId="43E4E99C" w14:textId="77777777" w:rsidR="00A36E44" w:rsidRDefault="00A36E44" w:rsidP="00DD1B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F82C04" w14:textId="77777777" w:rsidR="00F83AFC" w:rsidRDefault="001B7033">
    <w:pPr>
      <w:pStyle w:val="a4"/>
    </w:pPr>
    <w:r>
      <w:rPr>
        <w:noProof/>
        <w:lang w:val="en-US"/>
      </w:rPr>
      <w:drawing>
        <wp:inline distT="0" distB="0" distL="0" distR="0" wp14:anchorId="3939CE3A" wp14:editId="79A94CD3">
          <wp:extent cx="972199" cy="25200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83AFC">
      <w:ptab w:relativeTo="margin" w:alignment="center" w:leader="none"/>
    </w:r>
    <w:r w:rsidR="00F83AFC">
      <w:ptab w:relativeTo="margin" w:alignment="right" w:leader="none"/>
    </w:r>
    <w:r w:rsidR="00F83AFC">
      <w:rPr>
        <w:rFonts w:hint="eastAsia"/>
      </w:rPr>
      <w:t>全年</w:t>
    </w:r>
    <w:r w:rsidR="00F83AFC">
      <w:t>负荷计算书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D1F916" w14:textId="77777777" w:rsidR="00EF1EC2" w:rsidRDefault="00EF1EC2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B8D767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6EF53EF9" wp14:editId="517DCE44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E2BB7" w14:textId="77777777" w:rsidR="00EF1EC2" w:rsidRDefault="00EF1EC2">
    <w:pPr>
      <w:pStyle w:val="a4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AE8CA3" w14:textId="77777777" w:rsidR="00EF1EC2" w:rsidRDefault="00EF1EC2">
    <w:pPr>
      <w:pStyle w:val="a4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3E61A" w14:textId="77777777" w:rsidR="00EF1EC2" w:rsidRDefault="0094328E">
    <w:pPr>
      <w:pStyle w:val="a4"/>
    </w:pPr>
    <w:r>
      <w:rPr>
        <w:noProof/>
        <w:lang w:val="en-US"/>
      </w:rPr>
      <w:drawing>
        <wp:inline distT="0" distB="0" distL="0" distR="0" wp14:anchorId="5FAFB3DE" wp14:editId="7294452E">
          <wp:extent cx="972199" cy="252000"/>
          <wp:effectExtent l="0" t="0" r="0" b="0"/>
          <wp:docPr id="1542418938" name="图片 15424189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center" w:leader="none"/>
    </w:r>
    <w:r>
      <w:ptab w:relativeTo="margin" w:alignment="right" w:leader="none"/>
    </w:r>
    <w:r>
      <w:rPr>
        <w:rFonts w:hint="eastAsia"/>
      </w:rPr>
      <w:t>全</w:t>
    </w:r>
    <w:r>
      <w:t>年负荷计算书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B7BBE" w14:textId="77777777" w:rsidR="00EF1EC2" w:rsidRDefault="00EF1EC2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1384404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146"/>
    <w:rsid w:val="0002338D"/>
    <w:rsid w:val="0002594F"/>
    <w:rsid w:val="00033DE7"/>
    <w:rsid w:val="000574B8"/>
    <w:rsid w:val="0006644D"/>
    <w:rsid w:val="00070074"/>
    <w:rsid w:val="0007082D"/>
    <w:rsid w:val="000843B1"/>
    <w:rsid w:val="0009353E"/>
    <w:rsid w:val="00097E94"/>
    <w:rsid w:val="000A0563"/>
    <w:rsid w:val="000B2B65"/>
    <w:rsid w:val="000C3F45"/>
    <w:rsid w:val="000D1880"/>
    <w:rsid w:val="000D77BD"/>
    <w:rsid w:val="000D79A5"/>
    <w:rsid w:val="000D7D60"/>
    <w:rsid w:val="000E46A7"/>
    <w:rsid w:val="000E5CF8"/>
    <w:rsid w:val="000F0899"/>
    <w:rsid w:val="000F3893"/>
    <w:rsid w:val="000F7EF2"/>
    <w:rsid w:val="0010335A"/>
    <w:rsid w:val="001038E8"/>
    <w:rsid w:val="00130BBA"/>
    <w:rsid w:val="00137789"/>
    <w:rsid w:val="00142097"/>
    <w:rsid w:val="00143F63"/>
    <w:rsid w:val="00145A23"/>
    <w:rsid w:val="0018345A"/>
    <w:rsid w:val="001B2A47"/>
    <w:rsid w:val="001B7033"/>
    <w:rsid w:val="001B79BE"/>
    <w:rsid w:val="001C18CB"/>
    <w:rsid w:val="001C5FD8"/>
    <w:rsid w:val="001E2239"/>
    <w:rsid w:val="001F3852"/>
    <w:rsid w:val="001F676C"/>
    <w:rsid w:val="0020042B"/>
    <w:rsid w:val="00205236"/>
    <w:rsid w:val="00230D2C"/>
    <w:rsid w:val="002555B8"/>
    <w:rsid w:val="00265C87"/>
    <w:rsid w:val="00274C7C"/>
    <w:rsid w:val="00282EC0"/>
    <w:rsid w:val="002B7246"/>
    <w:rsid w:val="002C32CA"/>
    <w:rsid w:val="002D0AE2"/>
    <w:rsid w:val="002E0C36"/>
    <w:rsid w:val="002E4AD4"/>
    <w:rsid w:val="00312146"/>
    <w:rsid w:val="003121F7"/>
    <w:rsid w:val="0031404D"/>
    <w:rsid w:val="00330E96"/>
    <w:rsid w:val="00333A2B"/>
    <w:rsid w:val="003545EA"/>
    <w:rsid w:val="003812FE"/>
    <w:rsid w:val="003A3E6E"/>
    <w:rsid w:val="003B01F4"/>
    <w:rsid w:val="003B69A6"/>
    <w:rsid w:val="003F7978"/>
    <w:rsid w:val="00404F3F"/>
    <w:rsid w:val="00413E13"/>
    <w:rsid w:val="004208E6"/>
    <w:rsid w:val="004315D7"/>
    <w:rsid w:val="00432A98"/>
    <w:rsid w:val="004602B5"/>
    <w:rsid w:val="00467891"/>
    <w:rsid w:val="00467D84"/>
    <w:rsid w:val="00472D27"/>
    <w:rsid w:val="00481665"/>
    <w:rsid w:val="00482223"/>
    <w:rsid w:val="00494C3A"/>
    <w:rsid w:val="004A5939"/>
    <w:rsid w:val="004D1E25"/>
    <w:rsid w:val="004D230F"/>
    <w:rsid w:val="004D449D"/>
    <w:rsid w:val="004F1990"/>
    <w:rsid w:val="004F64E0"/>
    <w:rsid w:val="005215FB"/>
    <w:rsid w:val="00526030"/>
    <w:rsid w:val="00553773"/>
    <w:rsid w:val="00556F85"/>
    <w:rsid w:val="005612C7"/>
    <w:rsid w:val="005726CB"/>
    <w:rsid w:val="00573DF2"/>
    <w:rsid w:val="005807AB"/>
    <w:rsid w:val="005923AE"/>
    <w:rsid w:val="005A520A"/>
    <w:rsid w:val="005C1189"/>
    <w:rsid w:val="005E36B7"/>
    <w:rsid w:val="005F0615"/>
    <w:rsid w:val="006030F6"/>
    <w:rsid w:val="006104C9"/>
    <w:rsid w:val="00615FD8"/>
    <w:rsid w:val="00637258"/>
    <w:rsid w:val="00640E36"/>
    <w:rsid w:val="00647E12"/>
    <w:rsid w:val="00656297"/>
    <w:rsid w:val="00681FD9"/>
    <w:rsid w:val="00685ADE"/>
    <w:rsid w:val="00693D83"/>
    <w:rsid w:val="006A1805"/>
    <w:rsid w:val="006B709E"/>
    <w:rsid w:val="006D560B"/>
    <w:rsid w:val="006F0362"/>
    <w:rsid w:val="006F0A9E"/>
    <w:rsid w:val="006F579F"/>
    <w:rsid w:val="007047DF"/>
    <w:rsid w:val="00723619"/>
    <w:rsid w:val="00726DF7"/>
    <w:rsid w:val="00734B1A"/>
    <w:rsid w:val="0075027A"/>
    <w:rsid w:val="007557BF"/>
    <w:rsid w:val="00762369"/>
    <w:rsid w:val="00773762"/>
    <w:rsid w:val="00790573"/>
    <w:rsid w:val="00793E64"/>
    <w:rsid w:val="007A0DA2"/>
    <w:rsid w:val="007A48B3"/>
    <w:rsid w:val="007B3DC4"/>
    <w:rsid w:val="007B5870"/>
    <w:rsid w:val="007B5DEE"/>
    <w:rsid w:val="007B79CB"/>
    <w:rsid w:val="007D685F"/>
    <w:rsid w:val="0081130C"/>
    <w:rsid w:val="00822BCC"/>
    <w:rsid w:val="00831D82"/>
    <w:rsid w:val="0083594E"/>
    <w:rsid w:val="00840019"/>
    <w:rsid w:val="0085046D"/>
    <w:rsid w:val="00860D36"/>
    <w:rsid w:val="00893E84"/>
    <w:rsid w:val="00895464"/>
    <w:rsid w:val="008A5B87"/>
    <w:rsid w:val="008B05BB"/>
    <w:rsid w:val="008B4594"/>
    <w:rsid w:val="008C28CF"/>
    <w:rsid w:val="008D04AA"/>
    <w:rsid w:val="008F439F"/>
    <w:rsid w:val="009000FA"/>
    <w:rsid w:val="00901166"/>
    <w:rsid w:val="00913DDC"/>
    <w:rsid w:val="0091731C"/>
    <w:rsid w:val="00931AEE"/>
    <w:rsid w:val="0094328E"/>
    <w:rsid w:val="00986005"/>
    <w:rsid w:val="009B6EEC"/>
    <w:rsid w:val="009C2673"/>
    <w:rsid w:val="009C2713"/>
    <w:rsid w:val="009C4D39"/>
    <w:rsid w:val="00A102D6"/>
    <w:rsid w:val="00A104C6"/>
    <w:rsid w:val="00A27490"/>
    <w:rsid w:val="00A31918"/>
    <w:rsid w:val="00A36E44"/>
    <w:rsid w:val="00A7048B"/>
    <w:rsid w:val="00A71379"/>
    <w:rsid w:val="00A8222B"/>
    <w:rsid w:val="00A84650"/>
    <w:rsid w:val="00AA60D8"/>
    <w:rsid w:val="00AB5CF2"/>
    <w:rsid w:val="00AC2573"/>
    <w:rsid w:val="00AC5061"/>
    <w:rsid w:val="00AC563B"/>
    <w:rsid w:val="00AE7036"/>
    <w:rsid w:val="00AF4ECE"/>
    <w:rsid w:val="00B06731"/>
    <w:rsid w:val="00B15948"/>
    <w:rsid w:val="00B32158"/>
    <w:rsid w:val="00B51927"/>
    <w:rsid w:val="00B55B22"/>
    <w:rsid w:val="00B6334F"/>
    <w:rsid w:val="00B636DC"/>
    <w:rsid w:val="00B6755F"/>
    <w:rsid w:val="00B8010B"/>
    <w:rsid w:val="00B813D0"/>
    <w:rsid w:val="00B9306A"/>
    <w:rsid w:val="00BA589F"/>
    <w:rsid w:val="00BB041D"/>
    <w:rsid w:val="00BB15B5"/>
    <w:rsid w:val="00BB189B"/>
    <w:rsid w:val="00BC2B16"/>
    <w:rsid w:val="00BC33AE"/>
    <w:rsid w:val="00C03B4D"/>
    <w:rsid w:val="00C17AFD"/>
    <w:rsid w:val="00C248FA"/>
    <w:rsid w:val="00C55236"/>
    <w:rsid w:val="00C63237"/>
    <w:rsid w:val="00C97E25"/>
    <w:rsid w:val="00CA6DD4"/>
    <w:rsid w:val="00CD7550"/>
    <w:rsid w:val="00CE56E7"/>
    <w:rsid w:val="00CE69C3"/>
    <w:rsid w:val="00CF3664"/>
    <w:rsid w:val="00D40158"/>
    <w:rsid w:val="00D44A8E"/>
    <w:rsid w:val="00D55625"/>
    <w:rsid w:val="00D62A9A"/>
    <w:rsid w:val="00D7335B"/>
    <w:rsid w:val="00D843F3"/>
    <w:rsid w:val="00D93668"/>
    <w:rsid w:val="00DA63A8"/>
    <w:rsid w:val="00DC73AD"/>
    <w:rsid w:val="00DC756A"/>
    <w:rsid w:val="00DD1B15"/>
    <w:rsid w:val="00DD4B55"/>
    <w:rsid w:val="00DD70A8"/>
    <w:rsid w:val="00DE1E0A"/>
    <w:rsid w:val="00DE75D3"/>
    <w:rsid w:val="00DF1E04"/>
    <w:rsid w:val="00E30F2C"/>
    <w:rsid w:val="00E33D8C"/>
    <w:rsid w:val="00E374AF"/>
    <w:rsid w:val="00E547DE"/>
    <w:rsid w:val="00E56ABA"/>
    <w:rsid w:val="00E60D50"/>
    <w:rsid w:val="00E750BA"/>
    <w:rsid w:val="00E81ACD"/>
    <w:rsid w:val="00E917BD"/>
    <w:rsid w:val="00EA4BCE"/>
    <w:rsid w:val="00EA4C5E"/>
    <w:rsid w:val="00EC503E"/>
    <w:rsid w:val="00EC521D"/>
    <w:rsid w:val="00EE6C6C"/>
    <w:rsid w:val="00EE7F24"/>
    <w:rsid w:val="00EF1EC2"/>
    <w:rsid w:val="00F17274"/>
    <w:rsid w:val="00F25477"/>
    <w:rsid w:val="00F4369B"/>
    <w:rsid w:val="00F462CC"/>
    <w:rsid w:val="00F552D2"/>
    <w:rsid w:val="00F6198E"/>
    <w:rsid w:val="00F83AFC"/>
    <w:rsid w:val="00F90B7E"/>
    <w:rsid w:val="00FB028F"/>
    <w:rsid w:val="00FB3DE9"/>
    <w:rsid w:val="00FB76EE"/>
    <w:rsid w:val="00FC2568"/>
    <w:rsid w:val="00FD0BF6"/>
    <w:rsid w:val="00FE3473"/>
    <w:rsid w:val="00FE6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625EF1A0"/>
  <w15:chartTrackingRefBased/>
  <w15:docId w15:val="{E4537098-4124-455D-B959-D852A589A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E2239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10">
    <w:name w:val="标题 1 字符"/>
    <w:link w:val="1"/>
    <w:rsid w:val="00472D27"/>
    <w:rPr>
      <w:b/>
      <w:bCs/>
      <w:kern w:val="32"/>
      <w:sz w:val="28"/>
      <w:szCs w:val="28"/>
    </w:rPr>
  </w:style>
  <w:style w:type="paragraph" w:styleId="aa">
    <w:name w:val="List Paragraph"/>
    <w:basedOn w:val="a"/>
    <w:uiPriority w:val="34"/>
    <w:qFormat/>
    <w:rsid w:val="004315D7"/>
    <w:pPr>
      <w:ind w:firstLineChars="200" w:firstLine="420"/>
    </w:pPr>
  </w:style>
  <w:style w:type="character" w:customStyle="1" w:styleId="a6">
    <w:name w:val="页脚 字符"/>
    <w:basedOn w:val="a1"/>
    <w:link w:val="a5"/>
    <w:uiPriority w:val="99"/>
    <w:rsid w:val="0094328E"/>
    <w:rPr>
      <w:sz w:val="21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26" Type="http://schemas.openxmlformats.org/officeDocument/2006/relationships/header" Target="header7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3.xml"/><Relationship Id="rId25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oter" Target="footer4.xml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header" Target="header6.xml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5.xml"/><Relationship Id="rId27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6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1</TotalTime>
  <Pages>14</Pages>
  <Words>1713</Words>
  <Characters>9769</Characters>
  <Application>Microsoft Office Word</Application>
  <DocSecurity>0</DocSecurity>
  <Lines>81</Lines>
  <Paragraphs>22</Paragraphs>
  <ScaleCrop>false</ScaleCrop>
  <Company>ths</Company>
  <LinksUpToDate>false</LinksUpToDate>
  <CharactersWithSpaces>11460</CharactersWithSpaces>
  <SharedDoc>false</SharedDoc>
  <HLinks>
    <vt:vector size="66" baseType="variant"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全年负荷计算书</dc:title>
  <dc:subject/>
  <dc:creator>杨</dc:creator>
  <cp:keywords/>
  <dc:description/>
  <cp:lastModifiedBy>烨 杨</cp:lastModifiedBy>
  <cp:revision>1</cp:revision>
  <cp:lastPrinted>1899-12-31T16:00:00Z</cp:lastPrinted>
  <dcterms:created xsi:type="dcterms:W3CDTF">2024-03-03T06:39:00Z</dcterms:created>
  <dcterms:modified xsi:type="dcterms:W3CDTF">2024-03-03T06:40:00Z</dcterms:modified>
</cp:coreProperties>
</file>