
<file path=[Content_Types].xml><?xml version="1.0" encoding="utf-8"?>
<Types xmlns="http://schemas.openxmlformats.org/package/2006/content-types">
  <Default Extension="jpg" ContentType="image/jp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E4F9F" w14:textId="77777777" w:rsidR="00D40158" w:rsidRDefault="00D40158" w:rsidP="00D40158">
      <w:pPr>
        <w:spacing w:line="180" w:lineRule="atLeast"/>
        <w:rPr>
          <w:rFonts w:ascii="宋体" w:hAnsi="宋体"/>
          <w:b/>
          <w:bCs/>
          <w:sz w:val="32"/>
          <w:szCs w:val="32"/>
        </w:rPr>
      </w:pPr>
    </w:p>
    <w:p w14:paraId="66B1494C" w14:textId="77777777" w:rsidR="00D40158" w:rsidRDefault="00D40158" w:rsidP="00D40158">
      <w:pPr>
        <w:widowControl w:val="0"/>
        <w:spacing w:afterLines="100" w:after="312" w:line="240" w:lineRule="auto"/>
        <w:rPr>
          <w:rFonts w:ascii="宋体" w:hAnsi="宋体"/>
          <w:b/>
          <w:bCs/>
          <w:kern w:val="2"/>
          <w:sz w:val="30"/>
          <w:szCs w:val="24"/>
          <w:lang w:val="en-US"/>
        </w:rPr>
      </w:pPr>
    </w:p>
    <w:p w14:paraId="3A55CDD7" w14:textId="77777777" w:rsidR="00D40158" w:rsidRDefault="00423970" w:rsidP="00D40158">
      <w:pPr>
        <w:spacing w:beforeLines="100" w:before="312" w:line="180" w:lineRule="atLeast"/>
        <w:jc w:val="center"/>
        <w:rPr>
          <w:rFonts w:ascii="黑体" w:eastAsia="黑体" w:hAnsi="宋体"/>
          <w:b/>
          <w:bCs/>
          <w:sz w:val="72"/>
          <w:szCs w:val="72"/>
        </w:rPr>
      </w:pPr>
      <w:r>
        <w:rPr>
          <w:rFonts w:ascii="黑体" w:eastAsia="黑体" w:hAnsi="宋体" w:hint="eastAsia"/>
          <w:b/>
          <w:bCs/>
          <w:sz w:val="72"/>
          <w:szCs w:val="72"/>
        </w:rPr>
        <w:t>室内</w:t>
      </w:r>
      <w:r w:rsidR="00317DFA">
        <w:rPr>
          <w:rFonts w:ascii="黑体" w:eastAsia="黑体" w:hAnsi="宋体" w:hint="eastAsia"/>
          <w:b/>
          <w:bCs/>
          <w:sz w:val="72"/>
          <w:szCs w:val="72"/>
        </w:rPr>
        <w:t>舒适温度</w:t>
      </w:r>
      <w:r>
        <w:rPr>
          <w:rFonts w:ascii="黑体" w:eastAsia="黑体" w:hAnsi="宋体" w:hint="eastAsia"/>
          <w:b/>
          <w:bCs/>
          <w:sz w:val="72"/>
          <w:szCs w:val="72"/>
        </w:rPr>
        <w:t>达标比例</w:t>
      </w:r>
    </w:p>
    <w:p w14:paraId="08C673CC" w14:textId="77777777" w:rsidR="00423970" w:rsidRPr="00423970" w:rsidRDefault="00423970" w:rsidP="00D40158">
      <w:pPr>
        <w:spacing w:beforeLines="100" w:before="312" w:line="180" w:lineRule="atLeast"/>
        <w:jc w:val="center"/>
        <w:rPr>
          <w:rFonts w:ascii="黑体" w:eastAsia="黑体" w:hAnsi="宋体"/>
          <w:b/>
          <w:bCs/>
          <w:sz w:val="72"/>
          <w:szCs w:val="72"/>
        </w:rPr>
      </w:pPr>
      <w:r>
        <w:rPr>
          <w:rFonts w:ascii="黑体" w:eastAsia="黑体" w:hAnsi="宋体" w:hint="eastAsia"/>
          <w:b/>
          <w:bCs/>
          <w:sz w:val="72"/>
          <w:szCs w:val="72"/>
        </w:rPr>
        <w:t>报告书</w:t>
      </w:r>
    </w:p>
    <w:p w14:paraId="4054FF8C" w14:textId="77777777" w:rsidR="00CE28AA" w:rsidRPr="007A20AF" w:rsidRDefault="00CE28AA" w:rsidP="00532D04">
      <w:pPr>
        <w:spacing w:line="180" w:lineRule="atLeast"/>
        <w:jc w:val="center"/>
        <w:rPr>
          <w:rFonts w:ascii="宋体" w:hAnsi="宋体"/>
          <w:b/>
          <w:bCs/>
          <w:sz w:val="36"/>
          <w:szCs w:val="36"/>
          <w:lang w:val="en-US"/>
        </w:rPr>
      </w:pPr>
      <w:bookmarkStart w:id="0" w:name="建筑类别"/>
      <w:bookmarkEnd w:id="0"/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D40158" w:rsidRPr="00D40158" w14:paraId="336F2740" w14:textId="77777777" w:rsidTr="00E660D6">
        <w:trPr>
          <w:jc w:val="center"/>
        </w:trPr>
        <w:tc>
          <w:tcPr>
            <w:tcW w:w="1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14:paraId="17DC7EAB" w14:textId="77777777" w:rsidR="00D40158" w:rsidRPr="00D40158" w:rsidRDefault="00A41C1F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项目</w:t>
            </w:r>
            <w:r w:rsidR="00D40158" w:rsidRPr="00D40158">
              <w:rPr>
                <w:rFonts w:ascii="宋体" w:hAnsi="宋体" w:hint="eastAsia"/>
                <w:szCs w:val="21"/>
              </w:rPr>
              <w:t>名称</w:t>
            </w:r>
          </w:p>
        </w:tc>
        <w:tc>
          <w:tcPr>
            <w:tcW w:w="3780" w:type="dxa"/>
          </w:tcPr>
          <w:p w14:paraId="00F433AD" w14:textId="77777777" w:rsidR="00D40158" w:rsidRPr="00D40158" w:rsidRDefault="00D40158" w:rsidP="00C97E25">
            <w:pPr>
              <w:pStyle w:val="a6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bookmarkStart w:id="1" w:name="项目名称"/>
            <w:r>
              <w:t>新建项目</w:t>
            </w:r>
            <w:bookmarkEnd w:id="1"/>
          </w:p>
        </w:tc>
      </w:tr>
      <w:tr w:rsidR="00D40158" w:rsidRPr="00D40158" w14:paraId="79E7C420" w14:textId="77777777" w:rsidTr="00E660D6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4A418CF4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工程地点</w:t>
            </w:r>
          </w:p>
        </w:tc>
        <w:tc>
          <w:tcPr>
            <w:tcW w:w="3780" w:type="dxa"/>
          </w:tcPr>
          <w:p w14:paraId="4FC955A7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bookmarkStart w:id="2" w:name="项目地点"/>
            <w:r>
              <w:t>湖南</w:t>
            </w:r>
            <w:r>
              <w:t>-</w:t>
            </w:r>
            <w:r>
              <w:t>湘潭</w:t>
            </w:r>
            <w:bookmarkEnd w:id="2"/>
          </w:p>
        </w:tc>
      </w:tr>
      <w:tr w:rsidR="00D40158" w:rsidRPr="00D40158" w14:paraId="50796A1B" w14:textId="77777777" w:rsidTr="00E660D6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4B5C055F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设计编号</w:t>
            </w:r>
          </w:p>
        </w:tc>
        <w:tc>
          <w:tcPr>
            <w:tcW w:w="3780" w:type="dxa"/>
          </w:tcPr>
          <w:p w14:paraId="2446F032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bookmarkStart w:id="3" w:name="设计编号"/>
            <w:bookmarkEnd w:id="3"/>
          </w:p>
        </w:tc>
      </w:tr>
      <w:tr w:rsidR="00D40158" w:rsidRPr="00D40158" w14:paraId="5BAFAAB7" w14:textId="77777777" w:rsidTr="00E660D6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5CE873A2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建设单位</w:t>
            </w:r>
          </w:p>
        </w:tc>
        <w:tc>
          <w:tcPr>
            <w:tcW w:w="3780" w:type="dxa"/>
          </w:tcPr>
          <w:p w14:paraId="5CA90848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4" w:name="建设单位"/>
            <w:r>
              <w:t>湖南工程学院</w:t>
            </w:r>
            <w:bookmarkEnd w:id="4"/>
          </w:p>
        </w:tc>
      </w:tr>
      <w:tr w:rsidR="00D40158" w:rsidRPr="00D40158" w14:paraId="655FA2CA" w14:textId="77777777" w:rsidTr="00E660D6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7D351248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设计单位</w:t>
            </w:r>
          </w:p>
        </w:tc>
        <w:tc>
          <w:tcPr>
            <w:tcW w:w="3780" w:type="dxa"/>
          </w:tcPr>
          <w:p w14:paraId="780B5242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5" w:name="设计单位"/>
            <w:r>
              <w:t>湖南工程学院</w:t>
            </w:r>
            <w:bookmarkEnd w:id="5"/>
          </w:p>
        </w:tc>
      </w:tr>
      <w:tr w:rsidR="00D40158" w:rsidRPr="00D40158" w14:paraId="42005D92" w14:textId="77777777" w:rsidTr="00E660D6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20F5001E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 计 人</w:t>
            </w:r>
          </w:p>
        </w:tc>
        <w:tc>
          <w:tcPr>
            <w:tcW w:w="3780" w:type="dxa"/>
          </w:tcPr>
          <w:p w14:paraId="7212457A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17F1000F" w14:textId="77777777" w:rsidTr="00E660D6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23127472" w14:textId="77777777" w:rsidR="00D40158" w:rsidRPr="00D40158" w:rsidRDefault="00B44806" w:rsidP="00C97E2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校 对</w:t>
            </w:r>
            <w:r w:rsidR="00D40158" w:rsidRPr="00D40158">
              <w:rPr>
                <w:rFonts w:ascii="宋体" w:hAnsi="宋体" w:hint="eastAsia"/>
                <w:szCs w:val="21"/>
              </w:rPr>
              <w:t xml:space="preserve"> 人</w:t>
            </w:r>
          </w:p>
        </w:tc>
        <w:tc>
          <w:tcPr>
            <w:tcW w:w="3780" w:type="dxa"/>
          </w:tcPr>
          <w:p w14:paraId="1609FB0E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6FFD7193" w14:textId="77777777" w:rsidTr="00E660D6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139C0D3A" w14:textId="77777777" w:rsidR="00D40158" w:rsidRPr="00D40158" w:rsidRDefault="00B44806" w:rsidP="00C97E2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审 核</w:t>
            </w:r>
            <w:r w:rsidR="00D40158" w:rsidRPr="00D40158">
              <w:rPr>
                <w:rFonts w:ascii="宋体" w:hAnsi="宋体" w:hint="eastAsia"/>
                <w:szCs w:val="21"/>
              </w:rPr>
              <w:t xml:space="preserve"> 人</w:t>
            </w:r>
          </w:p>
        </w:tc>
        <w:tc>
          <w:tcPr>
            <w:tcW w:w="3780" w:type="dxa"/>
          </w:tcPr>
          <w:p w14:paraId="64B43260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E52B53" w:rsidRPr="00D40158" w14:paraId="19708273" w14:textId="77777777" w:rsidTr="00E660D6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68FB1966" w14:textId="77777777" w:rsidR="00E52B53" w:rsidRDefault="00E52B53" w:rsidP="00C97E2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审 定 人</w:t>
            </w:r>
          </w:p>
        </w:tc>
        <w:tc>
          <w:tcPr>
            <w:tcW w:w="3780" w:type="dxa"/>
          </w:tcPr>
          <w:p w14:paraId="040A47C8" w14:textId="77777777" w:rsidR="00E52B53" w:rsidRPr="00D40158" w:rsidRDefault="00E52B53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6D7B6DE1" w14:textId="77777777" w:rsidTr="00E660D6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14:paraId="0C493180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设计日期</w:t>
            </w:r>
          </w:p>
        </w:tc>
        <w:tc>
          <w:tcPr>
            <w:tcW w:w="3780" w:type="dxa"/>
          </w:tcPr>
          <w:p w14:paraId="6EFCA60F" w14:textId="77777777" w:rsidR="00D40158" w:rsidRPr="00D40158" w:rsidRDefault="00D40158" w:rsidP="00112118">
            <w:pPr>
              <w:rPr>
                <w:rFonts w:ascii="宋体" w:hAnsi="宋体"/>
                <w:szCs w:val="21"/>
              </w:rPr>
            </w:pPr>
            <w:bookmarkStart w:id="6" w:name="报告日期"/>
            <w:r w:rsidRPr="00D40158">
              <w:rPr>
                <w:rFonts w:ascii="宋体" w:hAnsi="宋体" w:hint="eastAsia"/>
                <w:szCs w:val="21"/>
              </w:rPr>
              <w:t>2024年03月03日</w:t>
            </w:r>
            <w:bookmarkEnd w:id="6"/>
          </w:p>
        </w:tc>
      </w:tr>
    </w:tbl>
    <w:p w14:paraId="33334840" w14:textId="77777777" w:rsidR="00D40158" w:rsidRDefault="00D40158" w:rsidP="00B41640">
      <w:pPr>
        <w:spacing w:line="240" w:lineRule="auto"/>
        <w:rPr>
          <w:rFonts w:ascii="宋体" w:hAnsi="宋体"/>
          <w:lang w:val="en-US"/>
        </w:rPr>
      </w:pPr>
    </w:p>
    <w:p w14:paraId="51678E4C" w14:textId="77777777" w:rsidR="00D51770" w:rsidRDefault="00D51770" w:rsidP="00B41640">
      <w:pPr>
        <w:spacing w:line="240" w:lineRule="auto"/>
        <w:rPr>
          <w:rFonts w:ascii="宋体" w:hAnsi="宋体"/>
          <w:lang w:val="en-US"/>
        </w:rPr>
      </w:pPr>
    </w:p>
    <w:p w14:paraId="0CCAEBA7" w14:textId="77777777" w:rsidR="00D40158" w:rsidRDefault="00D40158" w:rsidP="002A1AF2">
      <w:pPr>
        <w:spacing w:line="240" w:lineRule="auto"/>
        <w:jc w:val="center"/>
        <w:rPr>
          <w:rFonts w:ascii="宋体" w:hAnsi="宋体"/>
          <w:lang w:val="en-US"/>
        </w:rPr>
      </w:pPr>
      <w:bookmarkStart w:id="7" w:name="二维码"/>
      <w:bookmarkEnd w:id="7"/>
      <w:r>
        <w:rPr>
          <w:noProof/>
        </w:rPr>
        <w:drawing>
          <wp:inline distT="0" distB="0" distL="0" distR="0" wp14:anchorId="0CFFF664" wp14:editId="529C19F1">
            <wp:extent cx="1628946" cy="1628946"/>
            <wp:effectExtent l="0" t="0" r="0" b="0"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28946" cy="16289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BF2AAD" w14:textId="77777777" w:rsidR="00AC0859" w:rsidRDefault="00AC0859" w:rsidP="008B588D">
      <w:pPr>
        <w:spacing w:line="240" w:lineRule="auto"/>
        <w:rPr>
          <w:rFonts w:ascii="宋体" w:hAnsi="宋体"/>
          <w:b/>
          <w:bCs/>
          <w:sz w:val="30"/>
          <w:szCs w:val="32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0"/>
        <w:gridCol w:w="4139"/>
      </w:tblGrid>
      <w:tr w:rsidR="00AC0859" w:rsidRPr="003539C2" w14:paraId="79CDF0C4" w14:textId="77777777" w:rsidTr="00075BC5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14:paraId="43D513DA" w14:textId="77777777" w:rsidR="00AC0859" w:rsidRPr="00F7608E" w:rsidRDefault="00AC0859" w:rsidP="00F7608E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40" w:lineRule="auto"/>
              <w:jc w:val="both"/>
              <w:rPr>
                <w:rFonts w:ascii="宋体" w:hAnsi="宋体"/>
              </w:rPr>
            </w:pPr>
            <w:r w:rsidRPr="00F7608E">
              <w:rPr>
                <w:rFonts w:ascii="宋体" w:hAnsi="宋体" w:hint="eastAsia"/>
              </w:rPr>
              <w:t>采用软件</w:t>
            </w:r>
          </w:p>
        </w:tc>
        <w:tc>
          <w:tcPr>
            <w:tcW w:w="4139" w:type="dxa"/>
            <w:shd w:val="clear" w:color="auto" w:fill="auto"/>
            <w:vAlign w:val="center"/>
          </w:tcPr>
          <w:p w14:paraId="60676657" w14:textId="77777777" w:rsidR="00AC0859" w:rsidRPr="00F7608E" w:rsidRDefault="00AC0859" w:rsidP="00351C09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40" w:lineRule="auto"/>
              <w:jc w:val="both"/>
              <w:rPr>
                <w:rFonts w:ascii="宋体" w:hAnsi="宋体"/>
              </w:rPr>
            </w:pPr>
            <w:r w:rsidRPr="00F7608E">
              <w:rPr>
                <w:rFonts w:ascii="宋体" w:hAnsi="宋体" w:hint="eastAsia"/>
              </w:rPr>
              <w:t>室内热舒适</w:t>
            </w:r>
            <w:r w:rsidR="00DA60B3">
              <w:rPr>
                <w:rFonts w:ascii="宋体" w:hAnsi="宋体" w:hint="eastAsia"/>
              </w:rPr>
              <w:t>评价</w:t>
            </w:r>
            <w:r w:rsidRPr="00F7608E">
              <w:rPr>
                <w:rFonts w:ascii="宋体" w:hAnsi="宋体" w:hint="eastAsia"/>
              </w:rPr>
              <w:t>ITES202</w:t>
            </w:r>
            <w:r w:rsidR="00351C09">
              <w:rPr>
                <w:rFonts w:ascii="宋体" w:hAnsi="宋体"/>
              </w:rPr>
              <w:t>2</w:t>
            </w:r>
          </w:p>
        </w:tc>
      </w:tr>
      <w:tr w:rsidR="00AC0859" w:rsidRPr="003539C2" w14:paraId="571E10F2" w14:textId="77777777" w:rsidTr="00075BC5">
        <w:trPr>
          <w:cantSplit/>
          <w:trHeight w:val="340"/>
        </w:trPr>
        <w:tc>
          <w:tcPr>
            <w:tcW w:w="1800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6C9A953F" w14:textId="77777777" w:rsidR="00AC0859" w:rsidRPr="00F7608E" w:rsidRDefault="00AC0859" w:rsidP="00F7608E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40" w:lineRule="auto"/>
              <w:jc w:val="both"/>
              <w:rPr>
                <w:rFonts w:ascii="宋体" w:hAnsi="宋体"/>
              </w:rPr>
            </w:pPr>
            <w:r w:rsidRPr="00F7608E">
              <w:rPr>
                <w:rFonts w:ascii="宋体" w:hAnsi="宋体" w:hint="eastAsia"/>
              </w:rPr>
              <w:t>软件版本</w:t>
            </w:r>
          </w:p>
        </w:tc>
        <w:tc>
          <w:tcPr>
            <w:tcW w:w="4139" w:type="dxa"/>
            <w:tcBorders>
              <w:bottom w:val="single" w:sz="4" w:space="0" w:color="auto"/>
            </w:tcBorders>
            <w:vAlign w:val="center"/>
          </w:tcPr>
          <w:p w14:paraId="015C9072" w14:textId="77777777" w:rsidR="00AC0859" w:rsidRPr="00F7608E" w:rsidRDefault="00AC0859" w:rsidP="00F7608E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40" w:lineRule="auto"/>
              <w:jc w:val="both"/>
              <w:rPr>
                <w:rFonts w:ascii="宋体" w:hAnsi="宋体"/>
              </w:rPr>
            </w:pPr>
            <w:bookmarkStart w:id="8" w:name="软件版本"/>
            <w:r w:rsidRPr="00F7608E">
              <w:rPr>
                <w:rFonts w:ascii="宋体" w:hAnsi="宋体"/>
              </w:rPr>
              <w:t>20220808（SP1）</w:t>
            </w:r>
            <w:bookmarkEnd w:id="8"/>
          </w:p>
        </w:tc>
      </w:tr>
      <w:tr w:rsidR="00AC0859" w:rsidRPr="003539C2" w14:paraId="65406EC5" w14:textId="77777777" w:rsidTr="00075BC5">
        <w:trPr>
          <w:cantSplit/>
          <w:trHeight w:val="405"/>
        </w:trPr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77D0236" w14:textId="77777777" w:rsidR="00AC0859" w:rsidRPr="00F7608E" w:rsidRDefault="00AC0859" w:rsidP="00F7608E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40" w:lineRule="auto"/>
              <w:jc w:val="both"/>
              <w:rPr>
                <w:rFonts w:ascii="宋体" w:hAnsi="宋体"/>
              </w:rPr>
            </w:pPr>
            <w:r w:rsidRPr="00F7608E">
              <w:rPr>
                <w:rFonts w:ascii="宋体" w:hAnsi="宋体" w:hint="eastAsia"/>
              </w:rPr>
              <w:t>研发单位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CA9EF1" w14:textId="77777777" w:rsidR="00AC0859" w:rsidRPr="00F7608E" w:rsidRDefault="00AC0859" w:rsidP="00F7608E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40" w:lineRule="auto"/>
              <w:jc w:val="both"/>
              <w:rPr>
                <w:rFonts w:ascii="宋体" w:hAnsi="宋体"/>
              </w:rPr>
            </w:pPr>
            <w:r w:rsidRPr="00F7608E">
              <w:rPr>
                <w:rFonts w:ascii="宋体" w:hAnsi="宋体"/>
              </w:rPr>
              <w:t>北京绿建软件</w:t>
            </w:r>
            <w:r w:rsidRPr="00F7608E">
              <w:rPr>
                <w:rFonts w:ascii="宋体" w:hAnsi="宋体" w:hint="eastAsia"/>
              </w:rPr>
              <w:t>股份</w:t>
            </w:r>
            <w:r w:rsidRPr="00F7608E">
              <w:rPr>
                <w:rFonts w:ascii="宋体" w:hAnsi="宋体"/>
              </w:rPr>
              <w:t>有限公司</w:t>
            </w:r>
          </w:p>
        </w:tc>
      </w:tr>
      <w:tr w:rsidR="00AC0859" w:rsidRPr="003539C2" w14:paraId="3FF9DDAC" w14:textId="77777777" w:rsidTr="00075BC5">
        <w:trPr>
          <w:cantSplit/>
          <w:trHeight w:val="285"/>
        </w:trPr>
        <w:tc>
          <w:tcPr>
            <w:tcW w:w="1800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3E678FE" w14:textId="77777777" w:rsidR="00AC0859" w:rsidRPr="00F7608E" w:rsidRDefault="00AC0859" w:rsidP="00F7608E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40" w:lineRule="auto"/>
              <w:jc w:val="both"/>
              <w:rPr>
                <w:rFonts w:ascii="宋体" w:hAnsi="宋体"/>
              </w:rPr>
            </w:pPr>
            <w:r w:rsidRPr="00F7608E">
              <w:rPr>
                <w:rFonts w:ascii="宋体" w:hAnsi="宋体" w:hint="eastAsia"/>
              </w:rPr>
              <w:t>正版授权码</w:t>
            </w: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6BBCAB05" w14:textId="77777777" w:rsidR="00AC0859" w:rsidRPr="00F7608E" w:rsidRDefault="00AC0859" w:rsidP="00F7608E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40" w:lineRule="auto"/>
              <w:jc w:val="both"/>
              <w:rPr>
                <w:rFonts w:ascii="宋体" w:hAnsi="宋体"/>
              </w:rPr>
            </w:pPr>
            <w:bookmarkStart w:id="9" w:name="加密锁号"/>
            <w:r>
              <w:t>T19330235087</w:t>
            </w:r>
            <w:bookmarkEnd w:id="9"/>
          </w:p>
        </w:tc>
      </w:tr>
    </w:tbl>
    <w:p w14:paraId="6FB9D6E3" w14:textId="77777777" w:rsidR="00D40158" w:rsidRDefault="00D40158" w:rsidP="00A273C5">
      <w:pPr>
        <w:spacing w:line="240" w:lineRule="auto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br w:type="page"/>
      </w:r>
      <w:r w:rsidRPr="00F7520A">
        <w:rPr>
          <w:rFonts w:ascii="宋体" w:hAnsi="宋体" w:hint="eastAsia"/>
          <w:b/>
          <w:bCs/>
          <w:sz w:val="24"/>
          <w:szCs w:val="32"/>
        </w:rPr>
        <w:lastRenderedPageBreak/>
        <w:t>目  录</w:t>
      </w:r>
    </w:p>
    <w:bookmarkStart w:id="10" w:name="目录"/>
    <w:p w14:paraId="4775C6A3" w14:textId="77777777" w:rsidR="001F5EAC" w:rsidRDefault="00D40158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</w:instrText>
      </w:r>
      <w:r w:rsidR="00E263C0">
        <w:rPr>
          <w:rFonts w:ascii="宋体" w:hAnsi="宋体"/>
          <w:b w:val="0"/>
          <w:bCs w:val="0"/>
          <w:caps/>
        </w:rPr>
        <w:instrText>3</w:instrText>
      </w:r>
      <w:r>
        <w:rPr>
          <w:rFonts w:ascii="宋体" w:hAnsi="宋体"/>
          <w:b w:val="0"/>
          <w:bCs w:val="0"/>
          <w:caps/>
        </w:rPr>
        <w:instrText xml:space="preserve">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hyperlink w:anchor="_Toc79588823" w:history="1">
        <w:r w:rsidR="001F5EAC" w:rsidRPr="00D07137">
          <w:rPr>
            <w:rStyle w:val="a8"/>
          </w:rPr>
          <w:t>1</w:t>
        </w:r>
        <w:r w:rsidR="001F5EAC"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="001F5EAC" w:rsidRPr="00D07137">
          <w:rPr>
            <w:rStyle w:val="a8"/>
            <w:rFonts w:hint="eastAsia"/>
          </w:rPr>
          <w:t>项目概况</w:t>
        </w:r>
        <w:r w:rsidR="001F5EAC">
          <w:rPr>
            <w:webHidden/>
          </w:rPr>
          <w:tab/>
        </w:r>
        <w:r w:rsidR="001F5EAC">
          <w:rPr>
            <w:webHidden/>
          </w:rPr>
          <w:fldChar w:fldCharType="begin"/>
        </w:r>
        <w:r w:rsidR="001F5EAC">
          <w:rPr>
            <w:webHidden/>
          </w:rPr>
          <w:instrText xml:space="preserve"> PAGEREF _Toc79588823 \h </w:instrText>
        </w:r>
        <w:r w:rsidR="001F5EAC">
          <w:rPr>
            <w:webHidden/>
          </w:rPr>
        </w:r>
        <w:r w:rsidR="001F5EAC">
          <w:rPr>
            <w:webHidden/>
          </w:rPr>
          <w:fldChar w:fldCharType="separate"/>
        </w:r>
        <w:r w:rsidR="00CA6F4A">
          <w:rPr>
            <w:webHidden/>
          </w:rPr>
          <w:t>3</w:t>
        </w:r>
        <w:r w:rsidR="001F5EAC">
          <w:rPr>
            <w:webHidden/>
          </w:rPr>
          <w:fldChar w:fldCharType="end"/>
        </w:r>
      </w:hyperlink>
    </w:p>
    <w:p w14:paraId="0C5244F1" w14:textId="77777777" w:rsidR="001F5EAC" w:rsidRDefault="00000000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79588824" w:history="1">
        <w:r w:rsidR="001F5EAC" w:rsidRPr="00D07137">
          <w:rPr>
            <w:rStyle w:val="a8"/>
            <w:lang w:val="en-GB"/>
          </w:rPr>
          <w:t>1.1</w:t>
        </w:r>
        <w:r w:rsidR="001F5EAC">
          <w:rPr>
            <w:rFonts w:asciiTheme="minorHAnsi" w:eastAsiaTheme="minorEastAsia" w:hAnsiTheme="minorHAnsi" w:cstheme="minorBidi"/>
            <w:szCs w:val="22"/>
          </w:rPr>
          <w:tab/>
        </w:r>
        <w:r w:rsidR="001F5EAC" w:rsidRPr="00D07137">
          <w:rPr>
            <w:rStyle w:val="a8"/>
            <w:rFonts w:hint="eastAsia"/>
          </w:rPr>
          <w:t>平面图</w:t>
        </w:r>
        <w:r w:rsidR="001F5EAC">
          <w:rPr>
            <w:webHidden/>
          </w:rPr>
          <w:tab/>
        </w:r>
        <w:r w:rsidR="001F5EAC">
          <w:rPr>
            <w:webHidden/>
          </w:rPr>
          <w:fldChar w:fldCharType="begin"/>
        </w:r>
        <w:r w:rsidR="001F5EAC">
          <w:rPr>
            <w:webHidden/>
          </w:rPr>
          <w:instrText xml:space="preserve"> PAGEREF _Toc79588824 \h </w:instrText>
        </w:r>
        <w:r w:rsidR="001F5EAC">
          <w:rPr>
            <w:webHidden/>
          </w:rPr>
        </w:r>
        <w:r w:rsidR="001F5EAC">
          <w:rPr>
            <w:webHidden/>
          </w:rPr>
          <w:fldChar w:fldCharType="separate"/>
        </w:r>
        <w:r w:rsidR="00CA6F4A">
          <w:rPr>
            <w:webHidden/>
          </w:rPr>
          <w:t>4</w:t>
        </w:r>
        <w:r w:rsidR="001F5EAC">
          <w:rPr>
            <w:webHidden/>
          </w:rPr>
          <w:fldChar w:fldCharType="end"/>
        </w:r>
      </w:hyperlink>
    </w:p>
    <w:p w14:paraId="4B2B9057" w14:textId="77777777" w:rsidR="001F5EAC" w:rsidRDefault="00000000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79588825" w:history="1">
        <w:r w:rsidR="001F5EAC" w:rsidRPr="00D07137">
          <w:rPr>
            <w:rStyle w:val="a8"/>
            <w:lang w:val="en-GB"/>
          </w:rPr>
          <w:t>1.2</w:t>
        </w:r>
        <w:r w:rsidR="001F5EAC">
          <w:rPr>
            <w:rFonts w:asciiTheme="minorHAnsi" w:eastAsiaTheme="minorEastAsia" w:hAnsiTheme="minorHAnsi" w:cstheme="minorBidi"/>
            <w:szCs w:val="22"/>
          </w:rPr>
          <w:tab/>
        </w:r>
        <w:r w:rsidR="001F5EAC" w:rsidRPr="00D07137">
          <w:rPr>
            <w:rStyle w:val="a8"/>
            <w:rFonts w:hint="eastAsia"/>
          </w:rPr>
          <w:t>三维视图</w:t>
        </w:r>
        <w:r w:rsidR="001F5EAC">
          <w:rPr>
            <w:webHidden/>
          </w:rPr>
          <w:tab/>
        </w:r>
        <w:r w:rsidR="001F5EAC">
          <w:rPr>
            <w:webHidden/>
          </w:rPr>
          <w:fldChar w:fldCharType="begin"/>
        </w:r>
        <w:r w:rsidR="001F5EAC">
          <w:rPr>
            <w:webHidden/>
          </w:rPr>
          <w:instrText xml:space="preserve"> PAGEREF _Toc79588825 \h </w:instrText>
        </w:r>
        <w:r w:rsidR="001F5EAC">
          <w:rPr>
            <w:webHidden/>
          </w:rPr>
        </w:r>
        <w:r w:rsidR="001F5EAC">
          <w:rPr>
            <w:webHidden/>
          </w:rPr>
          <w:fldChar w:fldCharType="separate"/>
        </w:r>
        <w:r w:rsidR="00CA6F4A">
          <w:rPr>
            <w:webHidden/>
          </w:rPr>
          <w:t>6</w:t>
        </w:r>
        <w:r w:rsidR="001F5EAC">
          <w:rPr>
            <w:webHidden/>
          </w:rPr>
          <w:fldChar w:fldCharType="end"/>
        </w:r>
      </w:hyperlink>
    </w:p>
    <w:p w14:paraId="614D3BAF" w14:textId="77777777" w:rsidR="001F5EAC" w:rsidRDefault="00000000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79588826" w:history="1">
        <w:r w:rsidR="001F5EAC" w:rsidRPr="00D07137">
          <w:rPr>
            <w:rStyle w:val="a8"/>
          </w:rPr>
          <w:t>2</w:t>
        </w:r>
        <w:r w:rsidR="001F5EAC"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="001F5EAC" w:rsidRPr="00D07137">
          <w:rPr>
            <w:rStyle w:val="a8"/>
            <w:rFonts w:hint="eastAsia"/>
          </w:rPr>
          <w:t>计算依据</w:t>
        </w:r>
        <w:r w:rsidR="001F5EAC">
          <w:rPr>
            <w:webHidden/>
          </w:rPr>
          <w:tab/>
        </w:r>
        <w:r w:rsidR="001F5EAC">
          <w:rPr>
            <w:webHidden/>
          </w:rPr>
          <w:fldChar w:fldCharType="begin"/>
        </w:r>
        <w:r w:rsidR="001F5EAC">
          <w:rPr>
            <w:webHidden/>
          </w:rPr>
          <w:instrText xml:space="preserve"> PAGEREF _Toc79588826 \h </w:instrText>
        </w:r>
        <w:r w:rsidR="001F5EAC">
          <w:rPr>
            <w:webHidden/>
          </w:rPr>
        </w:r>
        <w:r w:rsidR="001F5EAC">
          <w:rPr>
            <w:webHidden/>
          </w:rPr>
          <w:fldChar w:fldCharType="separate"/>
        </w:r>
        <w:r w:rsidR="00CA6F4A">
          <w:rPr>
            <w:webHidden/>
          </w:rPr>
          <w:t>7</w:t>
        </w:r>
        <w:r w:rsidR="001F5EAC">
          <w:rPr>
            <w:webHidden/>
          </w:rPr>
          <w:fldChar w:fldCharType="end"/>
        </w:r>
      </w:hyperlink>
    </w:p>
    <w:p w14:paraId="6AF79FDC" w14:textId="77777777" w:rsidR="001F5EAC" w:rsidRDefault="00000000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79588827" w:history="1">
        <w:r w:rsidR="001F5EAC" w:rsidRPr="00D07137">
          <w:rPr>
            <w:rStyle w:val="a8"/>
          </w:rPr>
          <w:t>3</w:t>
        </w:r>
        <w:r w:rsidR="001F5EAC"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="001F5EAC" w:rsidRPr="00D07137">
          <w:rPr>
            <w:rStyle w:val="a8"/>
            <w:rFonts w:hint="eastAsia"/>
          </w:rPr>
          <w:t>参考标准</w:t>
        </w:r>
        <w:r w:rsidR="001F5EAC">
          <w:rPr>
            <w:webHidden/>
          </w:rPr>
          <w:tab/>
        </w:r>
        <w:r w:rsidR="001F5EAC">
          <w:rPr>
            <w:webHidden/>
          </w:rPr>
          <w:fldChar w:fldCharType="begin"/>
        </w:r>
        <w:r w:rsidR="001F5EAC">
          <w:rPr>
            <w:webHidden/>
          </w:rPr>
          <w:instrText xml:space="preserve"> PAGEREF _Toc79588827 \h </w:instrText>
        </w:r>
        <w:r w:rsidR="001F5EAC">
          <w:rPr>
            <w:webHidden/>
          </w:rPr>
        </w:r>
        <w:r w:rsidR="001F5EAC">
          <w:rPr>
            <w:webHidden/>
          </w:rPr>
          <w:fldChar w:fldCharType="separate"/>
        </w:r>
        <w:r w:rsidR="00CA6F4A">
          <w:rPr>
            <w:webHidden/>
          </w:rPr>
          <w:t>7</w:t>
        </w:r>
        <w:r w:rsidR="001F5EAC">
          <w:rPr>
            <w:webHidden/>
          </w:rPr>
          <w:fldChar w:fldCharType="end"/>
        </w:r>
      </w:hyperlink>
    </w:p>
    <w:p w14:paraId="38BC9B5B" w14:textId="77777777" w:rsidR="001F5EAC" w:rsidRDefault="00000000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79588828" w:history="1">
        <w:r w:rsidR="001F5EAC" w:rsidRPr="00D07137">
          <w:rPr>
            <w:rStyle w:val="a8"/>
          </w:rPr>
          <w:t>4</w:t>
        </w:r>
        <w:r w:rsidR="001F5EAC"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="001F5EAC" w:rsidRPr="00D07137">
          <w:rPr>
            <w:rStyle w:val="a8"/>
            <w:rFonts w:hint="eastAsia"/>
          </w:rPr>
          <w:t>计算方法</w:t>
        </w:r>
        <w:r w:rsidR="001F5EAC">
          <w:rPr>
            <w:webHidden/>
          </w:rPr>
          <w:tab/>
        </w:r>
        <w:r w:rsidR="001F5EAC">
          <w:rPr>
            <w:webHidden/>
          </w:rPr>
          <w:fldChar w:fldCharType="begin"/>
        </w:r>
        <w:r w:rsidR="001F5EAC">
          <w:rPr>
            <w:webHidden/>
          </w:rPr>
          <w:instrText xml:space="preserve"> PAGEREF _Toc79588828 \h </w:instrText>
        </w:r>
        <w:r w:rsidR="001F5EAC">
          <w:rPr>
            <w:webHidden/>
          </w:rPr>
        </w:r>
        <w:r w:rsidR="001F5EAC">
          <w:rPr>
            <w:webHidden/>
          </w:rPr>
          <w:fldChar w:fldCharType="separate"/>
        </w:r>
        <w:r w:rsidR="00CA6F4A">
          <w:rPr>
            <w:webHidden/>
          </w:rPr>
          <w:t>7</w:t>
        </w:r>
        <w:r w:rsidR="001F5EAC">
          <w:rPr>
            <w:webHidden/>
          </w:rPr>
          <w:fldChar w:fldCharType="end"/>
        </w:r>
      </w:hyperlink>
    </w:p>
    <w:p w14:paraId="36A0C335" w14:textId="77777777" w:rsidR="001F5EAC" w:rsidRDefault="00000000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79588829" w:history="1">
        <w:r w:rsidR="001F5EAC" w:rsidRPr="00D07137">
          <w:rPr>
            <w:rStyle w:val="a8"/>
            <w:lang w:val="en-GB"/>
          </w:rPr>
          <w:t>4.1</w:t>
        </w:r>
        <w:r w:rsidR="001F5EAC">
          <w:rPr>
            <w:rFonts w:asciiTheme="minorHAnsi" w:eastAsiaTheme="minorEastAsia" w:hAnsiTheme="minorHAnsi" w:cstheme="minorBidi"/>
            <w:szCs w:val="22"/>
          </w:rPr>
          <w:tab/>
        </w:r>
        <w:r w:rsidR="001F5EAC" w:rsidRPr="00D07137">
          <w:rPr>
            <w:rStyle w:val="a8"/>
            <w:rFonts w:hint="eastAsia"/>
          </w:rPr>
          <w:t>参数定义</w:t>
        </w:r>
        <w:r w:rsidR="001F5EAC">
          <w:rPr>
            <w:webHidden/>
          </w:rPr>
          <w:tab/>
        </w:r>
        <w:r w:rsidR="001F5EAC">
          <w:rPr>
            <w:webHidden/>
          </w:rPr>
          <w:fldChar w:fldCharType="begin"/>
        </w:r>
        <w:r w:rsidR="001F5EAC">
          <w:rPr>
            <w:webHidden/>
          </w:rPr>
          <w:instrText xml:space="preserve"> PAGEREF _Toc79588829 \h </w:instrText>
        </w:r>
        <w:r w:rsidR="001F5EAC">
          <w:rPr>
            <w:webHidden/>
          </w:rPr>
        </w:r>
        <w:r w:rsidR="001F5EAC">
          <w:rPr>
            <w:webHidden/>
          </w:rPr>
          <w:fldChar w:fldCharType="separate"/>
        </w:r>
        <w:r w:rsidR="00CA6F4A">
          <w:rPr>
            <w:webHidden/>
          </w:rPr>
          <w:t>7</w:t>
        </w:r>
        <w:r w:rsidR="001F5EAC">
          <w:rPr>
            <w:webHidden/>
          </w:rPr>
          <w:fldChar w:fldCharType="end"/>
        </w:r>
      </w:hyperlink>
    </w:p>
    <w:p w14:paraId="506D973A" w14:textId="77777777" w:rsidR="001F5EAC" w:rsidRDefault="00000000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79588830" w:history="1">
        <w:r w:rsidR="001F5EAC" w:rsidRPr="00D07137">
          <w:rPr>
            <w:rStyle w:val="a8"/>
            <w:lang w:val="en-GB"/>
          </w:rPr>
          <w:t>4.2</w:t>
        </w:r>
        <w:r w:rsidR="001F5EAC">
          <w:rPr>
            <w:rFonts w:asciiTheme="minorHAnsi" w:eastAsiaTheme="minorEastAsia" w:hAnsiTheme="minorHAnsi" w:cstheme="minorBidi"/>
            <w:szCs w:val="22"/>
          </w:rPr>
          <w:tab/>
        </w:r>
        <w:r w:rsidR="001F5EAC" w:rsidRPr="00D07137">
          <w:rPr>
            <w:rStyle w:val="a8"/>
            <w:rFonts w:hint="eastAsia"/>
          </w:rPr>
          <w:t>计算流程</w:t>
        </w:r>
        <w:r w:rsidR="001F5EAC">
          <w:rPr>
            <w:webHidden/>
          </w:rPr>
          <w:tab/>
        </w:r>
        <w:r w:rsidR="001F5EAC">
          <w:rPr>
            <w:webHidden/>
          </w:rPr>
          <w:fldChar w:fldCharType="begin"/>
        </w:r>
        <w:r w:rsidR="001F5EAC">
          <w:rPr>
            <w:webHidden/>
          </w:rPr>
          <w:instrText xml:space="preserve"> PAGEREF _Toc79588830 \h </w:instrText>
        </w:r>
        <w:r w:rsidR="001F5EAC">
          <w:rPr>
            <w:webHidden/>
          </w:rPr>
        </w:r>
        <w:r w:rsidR="001F5EAC">
          <w:rPr>
            <w:webHidden/>
          </w:rPr>
          <w:fldChar w:fldCharType="separate"/>
        </w:r>
        <w:r w:rsidR="00CA6F4A">
          <w:rPr>
            <w:webHidden/>
          </w:rPr>
          <w:t>7</w:t>
        </w:r>
        <w:r w:rsidR="001F5EAC">
          <w:rPr>
            <w:webHidden/>
          </w:rPr>
          <w:fldChar w:fldCharType="end"/>
        </w:r>
      </w:hyperlink>
    </w:p>
    <w:p w14:paraId="174F7725" w14:textId="77777777" w:rsidR="001F5EAC" w:rsidRDefault="00000000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79588831" w:history="1">
        <w:r w:rsidR="001F5EAC" w:rsidRPr="00D07137">
          <w:rPr>
            <w:rStyle w:val="a8"/>
            <w:lang w:val="en-GB"/>
          </w:rPr>
          <w:t>4.3</w:t>
        </w:r>
        <w:r w:rsidR="001F5EAC">
          <w:rPr>
            <w:rFonts w:asciiTheme="minorHAnsi" w:eastAsiaTheme="minorEastAsia" w:hAnsiTheme="minorHAnsi" w:cstheme="minorBidi"/>
            <w:szCs w:val="22"/>
          </w:rPr>
          <w:tab/>
        </w:r>
        <w:r w:rsidR="001F5EAC" w:rsidRPr="00D07137">
          <w:rPr>
            <w:rStyle w:val="a8"/>
            <w:rFonts w:hint="eastAsia"/>
          </w:rPr>
          <w:t>计算参数</w:t>
        </w:r>
        <w:r w:rsidR="001F5EAC">
          <w:rPr>
            <w:webHidden/>
          </w:rPr>
          <w:tab/>
        </w:r>
        <w:r w:rsidR="001F5EAC">
          <w:rPr>
            <w:webHidden/>
          </w:rPr>
          <w:fldChar w:fldCharType="begin"/>
        </w:r>
        <w:r w:rsidR="001F5EAC">
          <w:rPr>
            <w:webHidden/>
          </w:rPr>
          <w:instrText xml:space="preserve"> PAGEREF _Toc79588831 \h </w:instrText>
        </w:r>
        <w:r w:rsidR="001F5EAC">
          <w:rPr>
            <w:webHidden/>
          </w:rPr>
        </w:r>
        <w:r w:rsidR="001F5EAC">
          <w:rPr>
            <w:webHidden/>
          </w:rPr>
          <w:fldChar w:fldCharType="separate"/>
        </w:r>
        <w:r w:rsidR="00CA6F4A">
          <w:rPr>
            <w:webHidden/>
          </w:rPr>
          <w:t>8</w:t>
        </w:r>
        <w:r w:rsidR="001F5EAC">
          <w:rPr>
            <w:webHidden/>
          </w:rPr>
          <w:fldChar w:fldCharType="end"/>
        </w:r>
      </w:hyperlink>
    </w:p>
    <w:p w14:paraId="5E9A8F92" w14:textId="77777777" w:rsidR="001F5EAC" w:rsidRDefault="00000000">
      <w:pPr>
        <w:pStyle w:val="TOC3"/>
        <w:rPr>
          <w:rFonts w:asciiTheme="minorHAnsi" w:eastAsiaTheme="minorEastAsia" w:hAnsiTheme="minorHAnsi" w:cstheme="minorBidi"/>
          <w:szCs w:val="22"/>
        </w:rPr>
      </w:pPr>
      <w:hyperlink w:anchor="_Toc79588832" w:history="1">
        <w:r w:rsidR="001F5EAC" w:rsidRPr="00D07137">
          <w:rPr>
            <w:rStyle w:val="a8"/>
            <w:lang w:val="en-GB"/>
          </w:rPr>
          <w:t>4.3.1</w:t>
        </w:r>
        <w:r w:rsidR="001F5EAC">
          <w:rPr>
            <w:rFonts w:asciiTheme="minorHAnsi" w:eastAsiaTheme="minorEastAsia" w:hAnsiTheme="minorHAnsi" w:cstheme="minorBidi"/>
            <w:szCs w:val="22"/>
          </w:rPr>
          <w:tab/>
        </w:r>
        <w:r w:rsidR="001F5EAC" w:rsidRPr="00D07137">
          <w:rPr>
            <w:rStyle w:val="a8"/>
            <w:rFonts w:hint="eastAsia"/>
          </w:rPr>
          <w:t>室外月平均温度</w:t>
        </w:r>
        <w:r w:rsidR="001F5EAC">
          <w:rPr>
            <w:webHidden/>
          </w:rPr>
          <w:tab/>
        </w:r>
        <w:r w:rsidR="001F5EAC">
          <w:rPr>
            <w:webHidden/>
          </w:rPr>
          <w:fldChar w:fldCharType="begin"/>
        </w:r>
        <w:r w:rsidR="001F5EAC">
          <w:rPr>
            <w:webHidden/>
          </w:rPr>
          <w:instrText xml:space="preserve"> PAGEREF _Toc79588832 \h </w:instrText>
        </w:r>
        <w:r w:rsidR="001F5EAC">
          <w:rPr>
            <w:webHidden/>
          </w:rPr>
        </w:r>
        <w:r w:rsidR="001F5EAC">
          <w:rPr>
            <w:webHidden/>
          </w:rPr>
          <w:fldChar w:fldCharType="separate"/>
        </w:r>
        <w:r w:rsidR="00CA6F4A">
          <w:rPr>
            <w:webHidden/>
          </w:rPr>
          <w:t>8</w:t>
        </w:r>
        <w:r w:rsidR="001F5EAC">
          <w:rPr>
            <w:webHidden/>
          </w:rPr>
          <w:fldChar w:fldCharType="end"/>
        </w:r>
      </w:hyperlink>
    </w:p>
    <w:p w14:paraId="6A82B8AA" w14:textId="77777777" w:rsidR="001F5EAC" w:rsidRDefault="00000000">
      <w:pPr>
        <w:pStyle w:val="TOC3"/>
        <w:rPr>
          <w:rFonts w:asciiTheme="minorHAnsi" w:eastAsiaTheme="minorEastAsia" w:hAnsiTheme="minorHAnsi" w:cstheme="minorBidi"/>
          <w:szCs w:val="22"/>
        </w:rPr>
      </w:pPr>
      <w:hyperlink w:anchor="_Toc79588833" w:history="1">
        <w:r w:rsidR="001F5EAC" w:rsidRPr="00D07137">
          <w:rPr>
            <w:rStyle w:val="a8"/>
            <w:lang w:val="en-GB"/>
          </w:rPr>
          <w:t>4.3.2</w:t>
        </w:r>
        <w:r w:rsidR="001F5EAC">
          <w:rPr>
            <w:rFonts w:asciiTheme="minorHAnsi" w:eastAsiaTheme="minorEastAsia" w:hAnsiTheme="minorHAnsi" w:cstheme="minorBidi"/>
            <w:szCs w:val="22"/>
          </w:rPr>
          <w:tab/>
        </w:r>
        <w:r w:rsidR="001F5EAC" w:rsidRPr="00D07137">
          <w:rPr>
            <w:rStyle w:val="a8"/>
            <w:rFonts w:hint="eastAsia"/>
          </w:rPr>
          <w:t>室内热舒适温度</w:t>
        </w:r>
        <w:r w:rsidR="001F5EAC">
          <w:rPr>
            <w:webHidden/>
          </w:rPr>
          <w:tab/>
        </w:r>
        <w:r w:rsidR="001F5EAC">
          <w:rPr>
            <w:webHidden/>
          </w:rPr>
          <w:fldChar w:fldCharType="begin"/>
        </w:r>
        <w:r w:rsidR="001F5EAC">
          <w:rPr>
            <w:webHidden/>
          </w:rPr>
          <w:instrText xml:space="preserve"> PAGEREF _Toc79588833 \h </w:instrText>
        </w:r>
        <w:r w:rsidR="001F5EAC">
          <w:rPr>
            <w:webHidden/>
          </w:rPr>
        </w:r>
        <w:r w:rsidR="001F5EAC">
          <w:rPr>
            <w:webHidden/>
          </w:rPr>
          <w:fldChar w:fldCharType="separate"/>
        </w:r>
        <w:r w:rsidR="00CA6F4A">
          <w:rPr>
            <w:webHidden/>
          </w:rPr>
          <w:t>9</w:t>
        </w:r>
        <w:r w:rsidR="001F5EAC">
          <w:rPr>
            <w:webHidden/>
          </w:rPr>
          <w:fldChar w:fldCharType="end"/>
        </w:r>
      </w:hyperlink>
    </w:p>
    <w:p w14:paraId="33F34FCA" w14:textId="77777777" w:rsidR="001F5EAC" w:rsidRDefault="00000000">
      <w:pPr>
        <w:pStyle w:val="TOC3"/>
        <w:rPr>
          <w:rFonts w:asciiTheme="minorHAnsi" w:eastAsiaTheme="minorEastAsia" w:hAnsiTheme="minorHAnsi" w:cstheme="minorBidi"/>
          <w:szCs w:val="22"/>
        </w:rPr>
      </w:pPr>
      <w:hyperlink w:anchor="_Toc79588834" w:history="1">
        <w:r w:rsidR="001F5EAC" w:rsidRPr="00D07137">
          <w:rPr>
            <w:rStyle w:val="a8"/>
            <w:lang w:val="en-GB"/>
          </w:rPr>
          <w:t>4.3.3</w:t>
        </w:r>
        <w:r w:rsidR="001F5EAC">
          <w:rPr>
            <w:rFonts w:asciiTheme="minorHAnsi" w:eastAsiaTheme="minorEastAsia" w:hAnsiTheme="minorHAnsi" w:cstheme="minorBidi"/>
            <w:szCs w:val="22"/>
          </w:rPr>
          <w:tab/>
        </w:r>
        <w:r w:rsidR="001F5EAC" w:rsidRPr="00D07137">
          <w:rPr>
            <w:rStyle w:val="a8"/>
            <w:rFonts w:hint="eastAsia"/>
          </w:rPr>
          <w:t>参评时间段</w:t>
        </w:r>
        <w:r w:rsidR="001F5EAC">
          <w:rPr>
            <w:webHidden/>
          </w:rPr>
          <w:tab/>
        </w:r>
        <w:r w:rsidR="001F5EAC">
          <w:rPr>
            <w:webHidden/>
          </w:rPr>
          <w:fldChar w:fldCharType="begin"/>
        </w:r>
        <w:r w:rsidR="001F5EAC">
          <w:rPr>
            <w:webHidden/>
          </w:rPr>
          <w:instrText xml:space="preserve"> PAGEREF _Toc79588834 \h </w:instrText>
        </w:r>
        <w:r w:rsidR="001F5EAC">
          <w:rPr>
            <w:webHidden/>
          </w:rPr>
        </w:r>
        <w:r w:rsidR="001F5EAC">
          <w:rPr>
            <w:webHidden/>
          </w:rPr>
          <w:fldChar w:fldCharType="separate"/>
        </w:r>
        <w:r w:rsidR="00CA6F4A">
          <w:rPr>
            <w:webHidden/>
          </w:rPr>
          <w:t>9</w:t>
        </w:r>
        <w:r w:rsidR="001F5EAC">
          <w:rPr>
            <w:webHidden/>
          </w:rPr>
          <w:fldChar w:fldCharType="end"/>
        </w:r>
      </w:hyperlink>
    </w:p>
    <w:p w14:paraId="1848BFCB" w14:textId="77777777" w:rsidR="001F5EAC" w:rsidRDefault="00000000">
      <w:pPr>
        <w:pStyle w:val="TOC3"/>
        <w:rPr>
          <w:rFonts w:asciiTheme="minorHAnsi" w:eastAsiaTheme="minorEastAsia" w:hAnsiTheme="minorHAnsi" w:cstheme="minorBidi"/>
          <w:szCs w:val="22"/>
        </w:rPr>
      </w:pPr>
      <w:hyperlink w:anchor="_Toc79588835" w:history="1">
        <w:r w:rsidR="001F5EAC" w:rsidRPr="00D07137">
          <w:rPr>
            <w:rStyle w:val="a8"/>
            <w:lang w:val="en-GB"/>
          </w:rPr>
          <w:t>4.3.4</w:t>
        </w:r>
        <w:r w:rsidR="001F5EAC">
          <w:rPr>
            <w:rFonts w:asciiTheme="minorHAnsi" w:eastAsiaTheme="minorEastAsia" w:hAnsiTheme="minorHAnsi" w:cstheme="minorBidi"/>
            <w:szCs w:val="22"/>
          </w:rPr>
          <w:tab/>
        </w:r>
        <w:r w:rsidR="001F5EAC" w:rsidRPr="00D07137">
          <w:rPr>
            <w:rStyle w:val="a8"/>
            <w:rFonts w:hint="eastAsia"/>
          </w:rPr>
          <w:t>围护结构热工性能参数</w:t>
        </w:r>
        <w:r w:rsidR="001F5EAC">
          <w:rPr>
            <w:webHidden/>
          </w:rPr>
          <w:tab/>
        </w:r>
        <w:r w:rsidR="001F5EAC">
          <w:rPr>
            <w:webHidden/>
          </w:rPr>
          <w:fldChar w:fldCharType="begin"/>
        </w:r>
        <w:r w:rsidR="001F5EAC">
          <w:rPr>
            <w:webHidden/>
          </w:rPr>
          <w:instrText xml:space="preserve"> PAGEREF _Toc79588835 \h </w:instrText>
        </w:r>
        <w:r w:rsidR="001F5EAC">
          <w:rPr>
            <w:webHidden/>
          </w:rPr>
        </w:r>
        <w:r w:rsidR="001F5EAC">
          <w:rPr>
            <w:webHidden/>
          </w:rPr>
          <w:fldChar w:fldCharType="separate"/>
        </w:r>
        <w:r w:rsidR="00CA6F4A">
          <w:rPr>
            <w:webHidden/>
          </w:rPr>
          <w:t>9</w:t>
        </w:r>
        <w:r w:rsidR="001F5EAC">
          <w:rPr>
            <w:webHidden/>
          </w:rPr>
          <w:fldChar w:fldCharType="end"/>
        </w:r>
      </w:hyperlink>
    </w:p>
    <w:p w14:paraId="39F28632" w14:textId="77777777" w:rsidR="001F5EAC" w:rsidRDefault="00000000">
      <w:pPr>
        <w:pStyle w:val="TOC3"/>
        <w:rPr>
          <w:rFonts w:asciiTheme="minorHAnsi" w:eastAsiaTheme="minorEastAsia" w:hAnsiTheme="minorHAnsi" w:cstheme="minorBidi"/>
          <w:szCs w:val="22"/>
        </w:rPr>
      </w:pPr>
      <w:hyperlink w:anchor="_Toc79588836" w:history="1">
        <w:r w:rsidR="001F5EAC" w:rsidRPr="00D07137">
          <w:rPr>
            <w:rStyle w:val="a8"/>
            <w:lang w:val="en-GB"/>
          </w:rPr>
          <w:t>4.3.5</w:t>
        </w:r>
        <w:r w:rsidR="001F5EAC">
          <w:rPr>
            <w:rFonts w:asciiTheme="minorHAnsi" w:eastAsiaTheme="minorEastAsia" w:hAnsiTheme="minorHAnsi" w:cstheme="minorBidi"/>
            <w:szCs w:val="22"/>
          </w:rPr>
          <w:tab/>
        </w:r>
        <w:r w:rsidR="001F5EAC" w:rsidRPr="00D07137">
          <w:rPr>
            <w:rStyle w:val="a8"/>
            <w:rFonts w:hint="eastAsia"/>
          </w:rPr>
          <w:t>房间类型参数</w:t>
        </w:r>
        <w:r w:rsidR="001F5EAC">
          <w:rPr>
            <w:webHidden/>
          </w:rPr>
          <w:tab/>
        </w:r>
        <w:r w:rsidR="001F5EAC">
          <w:rPr>
            <w:webHidden/>
          </w:rPr>
          <w:fldChar w:fldCharType="begin"/>
        </w:r>
        <w:r w:rsidR="001F5EAC">
          <w:rPr>
            <w:webHidden/>
          </w:rPr>
          <w:instrText xml:space="preserve"> PAGEREF _Toc79588836 \h </w:instrText>
        </w:r>
        <w:r w:rsidR="001F5EAC">
          <w:rPr>
            <w:webHidden/>
          </w:rPr>
        </w:r>
        <w:r w:rsidR="001F5EAC">
          <w:rPr>
            <w:webHidden/>
          </w:rPr>
          <w:fldChar w:fldCharType="separate"/>
        </w:r>
        <w:r w:rsidR="00CA6F4A">
          <w:rPr>
            <w:webHidden/>
          </w:rPr>
          <w:t>15</w:t>
        </w:r>
        <w:r w:rsidR="001F5EAC">
          <w:rPr>
            <w:webHidden/>
          </w:rPr>
          <w:fldChar w:fldCharType="end"/>
        </w:r>
      </w:hyperlink>
    </w:p>
    <w:p w14:paraId="2812EF87" w14:textId="77777777" w:rsidR="001F5EAC" w:rsidRDefault="00000000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79588837" w:history="1">
        <w:r w:rsidR="001F5EAC" w:rsidRPr="00D07137">
          <w:rPr>
            <w:rStyle w:val="a8"/>
          </w:rPr>
          <w:t>5</w:t>
        </w:r>
        <w:r w:rsidR="001F5EAC"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="001F5EAC" w:rsidRPr="00D07137">
          <w:rPr>
            <w:rStyle w:val="a8"/>
            <w:rFonts w:hint="eastAsia"/>
          </w:rPr>
          <w:t>结果分析</w:t>
        </w:r>
        <w:r w:rsidR="001F5EAC">
          <w:rPr>
            <w:webHidden/>
          </w:rPr>
          <w:tab/>
        </w:r>
        <w:r w:rsidR="001F5EAC">
          <w:rPr>
            <w:webHidden/>
          </w:rPr>
          <w:fldChar w:fldCharType="begin"/>
        </w:r>
        <w:r w:rsidR="001F5EAC">
          <w:rPr>
            <w:webHidden/>
          </w:rPr>
          <w:instrText xml:space="preserve"> PAGEREF _Toc79588837 \h </w:instrText>
        </w:r>
        <w:r w:rsidR="001F5EAC">
          <w:rPr>
            <w:webHidden/>
          </w:rPr>
        </w:r>
        <w:r w:rsidR="001F5EAC">
          <w:rPr>
            <w:webHidden/>
          </w:rPr>
          <w:fldChar w:fldCharType="separate"/>
        </w:r>
        <w:r w:rsidR="00CA6F4A">
          <w:rPr>
            <w:webHidden/>
          </w:rPr>
          <w:t>17</w:t>
        </w:r>
        <w:r w:rsidR="001F5EAC">
          <w:rPr>
            <w:webHidden/>
          </w:rPr>
          <w:fldChar w:fldCharType="end"/>
        </w:r>
      </w:hyperlink>
    </w:p>
    <w:p w14:paraId="797BCCD4" w14:textId="77777777" w:rsidR="001F5EAC" w:rsidRDefault="00000000">
      <w:pPr>
        <w:pStyle w:val="TOC2"/>
        <w:rPr>
          <w:rFonts w:asciiTheme="minorHAnsi" w:eastAsiaTheme="minorEastAsia" w:hAnsiTheme="minorHAnsi" w:cstheme="minorBidi"/>
          <w:szCs w:val="22"/>
        </w:rPr>
      </w:pPr>
      <w:hyperlink w:anchor="_Toc79588838" w:history="1">
        <w:r w:rsidR="001F5EAC" w:rsidRPr="00D07137">
          <w:rPr>
            <w:rStyle w:val="a8"/>
            <w:lang w:val="en-GB"/>
          </w:rPr>
          <w:t>5.1</w:t>
        </w:r>
        <w:r w:rsidR="001F5EAC">
          <w:rPr>
            <w:rFonts w:asciiTheme="minorHAnsi" w:eastAsiaTheme="minorEastAsia" w:hAnsiTheme="minorHAnsi" w:cstheme="minorBidi"/>
            <w:szCs w:val="22"/>
          </w:rPr>
          <w:tab/>
        </w:r>
        <w:r w:rsidR="001F5EAC" w:rsidRPr="00D07137">
          <w:rPr>
            <w:rStyle w:val="a8"/>
            <w:rFonts w:hint="eastAsia"/>
          </w:rPr>
          <w:t>室内适应性热舒适温度达标比例统计</w:t>
        </w:r>
        <w:r w:rsidR="001F5EAC">
          <w:rPr>
            <w:webHidden/>
          </w:rPr>
          <w:tab/>
        </w:r>
        <w:r w:rsidR="001F5EAC">
          <w:rPr>
            <w:webHidden/>
          </w:rPr>
          <w:fldChar w:fldCharType="begin"/>
        </w:r>
        <w:r w:rsidR="001F5EAC">
          <w:rPr>
            <w:webHidden/>
          </w:rPr>
          <w:instrText xml:space="preserve"> PAGEREF _Toc79588838 \h </w:instrText>
        </w:r>
        <w:r w:rsidR="001F5EAC">
          <w:rPr>
            <w:webHidden/>
          </w:rPr>
        </w:r>
        <w:r w:rsidR="001F5EAC">
          <w:rPr>
            <w:webHidden/>
          </w:rPr>
          <w:fldChar w:fldCharType="separate"/>
        </w:r>
        <w:r w:rsidR="00CA6F4A">
          <w:rPr>
            <w:webHidden/>
          </w:rPr>
          <w:t>17</w:t>
        </w:r>
        <w:r w:rsidR="001F5EAC">
          <w:rPr>
            <w:webHidden/>
          </w:rPr>
          <w:fldChar w:fldCharType="end"/>
        </w:r>
      </w:hyperlink>
    </w:p>
    <w:p w14:paraId="1D6DE976" w14:textId="77777777" w:rsidR="001F5EAC" w:rsidRDefault="00000000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79588839" w:history="1">
        <w:r w:rsidR="001F5EAC" w:rsidRPr="00D07137">
          <w:rPr>
            <w:rStyle w:val="a8"/>
          </w:rPr>
          <w:t>6</w:t>
        </w:r>
        <w:r w:rsidR="001F5EAC"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="001F5EAC" w:rsidRPr="00D07137">
          <w:rPr>
            <w:rStyle w:val="a8"/>
            <w:rFonts w:hint="eastAsia"/>
          </w:rPr>
          <w:t>结论</w:t>
        </w:r>
        <w:r w:rsidR="001F5EAC">
          <w:rPr>
            <w:webHidden/>
          </w:rPr>
          <w:tab/>
        </w:r>
        <w:r w:rsidR="001F5EAC">
          <w:rPr>
            <w:webHidden/>
          </w:rPr>
          <w:fldChar w:fldCharType="begin"/>
        </w:r>
        <w:r w:rsidR="001F5EAC">
          <w:rPr>
            <w:webHidden/>
          </w:rPr>
          <w:instrText xml:space="preserve"> PAGEREF _Toc79588839 \h </w:instrText>
        </w:r>
        <w:r w:rsidR="001F5EAC">
          <w:rPr>
            <w:webHidden/>
          </w:rPr>
        </w:r>
        <w:r w:rsidR="001F5EAC">
          <w:rPr>
            <w:webHidden/>
          </w:rPr>
          <w:fldChar w:fldCharType="separate"/>
        </w:r>
        <w:r w:rsidR="00CA6F4A">
          <w:rPr>
            <w:webHidden/>
          </w:rPr>
          <w:t>17</w:t>
        </w:r>
        <w:r w:rsidR="001F5EAC">
          <w:rPr>
            <w:webHidden/>
          </w:rPr>
          <w:fldChar w:fldCharType="end"/>
        </w:r>
      </w:hyperlink>
    </w:p>
    <w:p w14:paraId="1CA224DE" w14:textId="77777777" w:rsidR="001F5EAC" w:rsidRDefault="00000000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</w:rPr>
      </w:pPr>
      <w:hyperlink w:anchor="_Toc79588840" w:history="1">
        <w:r w:rsidR="001F5EAC" w:rsidRPr="00D07137">
          <w:rPr>
            <w:rStyle w:val="a8"/>
          </w:rPr>
          <w:t>7</w:t>
        </w:r>
        <w:r w:rsidR="001F5EAC">
          <w:rPr>
            <w:rFonts w:asciiTheme="minorHAnsi" w:eastAsiaTheme="minorEastAsia" w:hAnsiTheme="minorHAnsi" w:cstheme="minorBidi"/>
            <w:b w:val="0"/>
            <w:bCs w:val="0"/>
            <w:szCs w:val="22"/>
          </w:rPr>
          <w:tab/>
        </w:r>
        <w:r w:rsidR="001F5EAC" w:rsidRPr="00D07137">
          <w:rPr>
            <w:rStyle w:val="a8"/>
            <w:rFonts w:hint="eastAsia"/>
          </w:rPr>
          <w:t>附录</w:t>
        </w:r>
        <w:r w:rsidR="001F5EAC">
          <w:rPr>
            <w:webHidden/>
          </w:rPr>
          <w:tab/>
        </w:r>
        <w:r w:rsidR="001F5EAC">
          <w:rPr>
            <w:webHidden/>
          </w:rPr>
          <w:fldChar w:fldCharType="begin"/>
        </w:r>
        <w:r w:rsidR="001F5EAC">
          <w:rPr>
            <w:webHidden/>
          </w:rPr>
          <w:instrText xml:space="preserve"> PAGEREF _Toc79588840 \h </w:instrText>
        </w:r>
        <w:r w:rsidR="001F5EAC">
          <w:rPr>
            <w:webHidden/>
          </w:rPr>
        </w:r>
        <w:r w:rsidR="001F5EAC">
          <w:rPr>
            <w:webHidden/>
          </w:rPr>
          <w:fldChar w:fldCharType="separate"/>
        </w:r>
        <w:r w:rsidR="00CA6F4A">
          <w:rPr>
            <w:webHidden/>
          </w:rPr>
          <w:t>18</w:t>
        </w:r>
        <w:r w:rsidR="001F5EAC">
          <w:rPr>
            <w:webHidden/>
          </w:rPr>
          <w:fldChar w:fldCharType="end"/>
        </w:r>
      </w:hyperlink>
    </w:p>
    <w:p w14:paraId="136D19B0" w14:textId="77777777" w:rsidR="00FF547F" w:rsidRDefault="00D40158" w:rsidP="004C7D33">
      <w:pPr>
        <w:pStyle w:val="TOC1"/>
        <w:spacing w:line="240" w:lineRule="auto"/>
      </w:pPr>
      <w:r>
        <w:fldChar w:fldCharType="end"/>
      </w:r>
      <w:bookmarkEnd w:id="10"/>
    </w:p>
    <w:p w14:paraId="5B7F41E3" w14:textId="77777777" w:rsidR="00FF547F" w:rsidRPr="00FF547F" w:rsidRDefault="00FF547F" w:rsidP="00FF547F">
      <w:pPr>
        <w:rPr>
          <w:lang w:val="en-US"/>
        </w:rPr>
      </w:pPr>
    </w:p>
    <w:p w14:paraId="3C0F9036" w14:textId="77777777" w:rsidR="00FF547F" w:rsidRPr="00FF547F" w:rsidRDefault="00FF547F" w:rsidP="00FF547F">
      <w:pPr>
        <w:rPr>
          <w:lang w:val="en-US"/>
        </w:rPr>
      </w:pPr>
    </w:p>
    <w:p w14:paraId="3C1C2CED" w14:textId="77777777" w:rsidR="00FF547F" w:rsidRPr="00FF547F" w:rsidRDefault="00FF547F" w:rsidP="00FF547F">
      <w:pPr>
        <w:rPr>
          <w:lang w:val="en-US"/>
        </w:rPr>
      </w:pPr>
    </w:p>
    <w:p w14:paraId="1FF45A9D" w14:textId="77777777" w:rsidR="00FF547F" w:rsidRPr="00FF547F" w:rsidRDefault="00FF547F" w:rsidP="00FF547F">
      <w:pPr>
        <w:rPr>
          <w:lang w:val="en-US"/>
        </w:rPr>
      </w:pPr>
    </w:p>
    <w:p w14:paraId="7C44FCB1" w14:textId="77777777" w:rsidR="00FF547F" w:rsidRPr="00FF547F" w:rsidRDefault="00FF547F" w:rsidP="00FF547F">
      <w:pPr>
        <w:rPr>
          <w:lang w:val="en-US"/>
        </w:rPr>
      </w:pPr>
    </w:p>
    <w:p w14:paraId="7D9F1353" w14:textId="77777777" w:rsidR="00FF547F" w:rsidRPr="00FF547F" w:rsidRDefault="00FF547F" w:rsidP="00FF547F">
      <w:pPr>
        <w:rPr>
          <w:lang w:val="en-US"/>
        </w:rPr>
      </w:pPr>
    </w:p>
    <w:p w14:paraId="5AB54F43" w14:textId="77777777" w:rsidR="00FF547F" w:rsidRPr="00FF547F" w:rsidRDefault="00FF547F" w:rsidP="00FF547F">
      <w:pPr>
        <w:rPr>
          <w:lang w:val="en-US"/>
        </w:rPr>
      </w:pPr>
    </w:p>
    <w:p w14:paraId="78AE9DC5" w14:textId="77777777" w:rsidR="00FF547F" w:rsidRPr="00FF547F" w:rsidRDefault="00FF547F" w:rsidP="00FF547F">
      <w:pPr>
        <w:rPr>
          <w:lang w:val="en-US"/>
        </w:rPr>
      </w:pPr>
    </w:p>
    <w:p w14:paraId="5DE78600" w14:textId="77777777" w:rsidR="00FF547F" w:rsidRPr="00FF547F" w:rsidRDefault="00FF547F" w:rsidP="00FF547F">
      <w:pPr>
        <w:rPr>
          <w:lang w:val="en-US"/>
        </w:rPr>
      </w:pPr>
    </w:p>
    <w:p w14:paraId="160C9C86" w14:textId="77777777" w:rsidR="00FF547F" w:rsidRPr="00FF547F" w:rsidRDefault="00FF547F" w:rsidP="00FF547F">
      <w:pPr>
        <w:rPr>
          <w:lang w:val="en-US"/>
        </w:rPr>
      </w:pPr>
    </w:p>
    <w:p w14:paraId="7CDD7114" w14:textId="77777777" w:rsidR="00FF547F" w:rsidRDefault="00FF547F" w:rsidP="00FF547F">
      <w:pPr>
        <w:rPr>
          <w:lang w:val="en-US"/>
        </w:rPr>
      </w:pPr>
    </w:p>
    <w:p w14:paraId="56481981" w14:textId="77777777" w:rsidR="00FF547F" w:rsidRDefault="00FF547F" w:rsidP="00FF547F">
      <w:pPr>
        <w:tabs>
          <w:tab w:val="left" w:pos="8137"/>
        </w:tabs>
        <w:rPr>
          <w:lang w:val="en-US"/>
        </w:rPr>
      </w:pPr>
      <w:r>
        <w:rPr>
          <w:lang w:val="en-US"/>
        </w:rPr>
        <w:tab/>
      </w:r>
    </w:p>
    <w:p w14:paraId="270752D7" w14:textId="77777777" w:rsidR="00AA47FE" w:rsidRPr="00FF547F" w:rsidRDefault="00FF547F" w:rsidP="00FF547F">
      <w:pPr>
        <w:tabs>
          <w:tab w:val="left" w:pos="8137"/>
        </w:tabs>
        <w:rPr>
          <w:lang w:val="en-US"/>
        </w:rPr>
        <w:sectPr w:rsidR="00AA47FE" w:rsidRPr="00FF547F" w:rsidSect="00C92A02">
          <w:headerReference w:type="default" r:id="rId9"/>
          <w:footerReference w:type="default" r:id="rId10"/>
          <w:footerReference w:type="first" r:id="rId11"/>
          <w:pgSz w:w="11906" w:h="16838"/>
          <w:pgMar w:top="1440" w:right="1558" w:bottom="1440" w:left="1418" w:header="850" w:footer="170" w:gutter="0"/>
          <w:cols w:space="425"/>
          <w:titlePg/>
          <w:docGrid w:type="lines" w:linePitch="312"/>
        </w:sectPr>
      </w:pPr>
      <w:r>
        <w:rPr>
          <w:lang w:val="en-US"/>
        </w:rPr>
        <w:tab/>
      </w:r>
    </w:p>
    <w:p w14:paraId="5F01C7F0" w14:textId="77777777" w:rsidR="0000578F" w:rsidRDefault="0000578F" w:rsidP="0000578F">
      <w:pPr>
        <w:pStyle w:val="1"/>
      </w:pPr>
      <w:bookmarkStart w:id="11" w:name="_Toc452108759"/>
      <w:bookmarkStart w:id="12" w:name="_Toc79588823"/>
      <w:r w:rsidRPr="0000578F">
        <w:rPr>
          <w:rFonts w:hint="eastAsia"/>
        </w:rPr>
        <w:lastRenderedPageBreak/>
        <w:t>项目概况</w:t>
      </w:r>
      <w:bookmarkEnd w:id="11"/>
      <w:bookmarkEnd w:id="12"/>
    </w:p>
    <w:p w14:paraId="6260271D" w14:textId="77777777" w:rsidR="0000578F" w:rsidRDefault="0000578F" w:rsidP="0000578F">
      <w:pPr>
        <w:pStyle w:val="a0"/>
        <w:ind w:firstLine="420"/>
        <w:rPr>
          <w:lang w:val="en-US"/>
        </w:rPr>
      </w:pPr>
      <w:bookmarkStart w:id="13" w:name="项目概况"/>
      <w:bookmarkEnd w:id="13"/>
    </w:p>
    <w:p w14:paraId="1DC97714" w14:textId="77777777" w:rsidR="007C15B9" w:rsidRDefault="007C15B9" w:rsidP="0000578F">
      <w:pPr>
        <w:pStyle w:val="a0"/>
        <w:ind w:firstLine="420"/>
        <w:rPr>
          <w:lang w:val="en-US"/>
        </w:rPr>
      </w:pPr>
    </w:p>
    <w:p w14:paraId="54E9F130" w14:textId="77777777" w:rsidR="0000578F" w:rsidRDefault="0000578F" w:rsidP="0000578F">
      <w:pPr>
        <w:pStyle w:val="a0"/>
        <w:ind w:firstLine="420"/>
        <w:rPr>
          <w:lang w:val="en-US"/>
        </w:rPr>
      </w:pPr>
    </w:p>
    <w:p w14:paraId="2DD69DBF" w14:textId="77777777" w:rsidR="0000578F" w:rsidRDefault="0000578F" w:rsidP="0000578F">
      <w:pPr>
        <w:pStyle w:val="a0"/>
        <w:ind w:firstLine="420"/>
        <w:rPr>
          <w:lang w:val="en-US"/>
        </w:rPr>
        <w:sectPr w:rsidR="0000578F" w:rsidSect="00C92A02">
          <w:pgSz w:w="11906" w:h="16838"/>
          <w:pgMar w:top="822" w:right="1134" w:bottom="992" w:left="709" w:header="283" w:footer="170" w:gutter="0"/>
          <w:cols w:space="720"/>
          <w:docGrid w:type="linesAndChars" w:linePitch="312"/>
        </w:sectPr>
      </w:pPr>
    </w:p>
    <w:p w14:paraId="1D6E8407" w14:textId="77777777" w:rsidR="0000578F" w:rsidRDefault="0000578F" w:rsidP="00DC62E7">
      <w:pPr>
        <w:pStyle w:val="2"/>
      </w:pPr>
      <w:bookmarkStart w:id="14" w:name="_Toc452108760"/>
      <w:bookmarkStart w:id="15" w:name="_Toc79588824"/>
      <w:r>
        <w:lastRenderedPageBreak/>
        <w:t>平面图</w:t>
      </w:r>
      <w:bookmarkEnd w:id="14"/>
      <w:bookmarkEnd w:id="15"/>
    </w:p>
    <w:p w14:paraId="33CBB9A4" w14:textId="77777777" w:rsidR="0000578F" w:rsidRDefault="0000578F" w:rsidP="006C2D59">
      <w:pPr>
        <w:pStyle w:val="a0"/>
        <w:ind w:firstLineChars="0" w:firstLine="0"/>
        <w:jc w:val="center"/>
        <w:rPr>
          <w:lang w:val="en-US"/>
        </w:rPr>
      </w:pPr>
      <w:bookmarkStart w:id="16" w:name="平面图"/>
      <w:bookmarkEnd w:id="16"/>
      <w:r>
        <w:rPr>
          <w:noProof/>
        </w:rPr>
        <w:drawing>
          <wp:inline distT="0" distB="0" distL="0" distR="0" wp14:anchorId="2A7B5BCD" wp14:editId="597D9D30">
            <wp:extent cx="5667375" cy="7134225"/>
            <wp:effectExtent l="0" t="0" r="0" b="0"/>
            <wp:docPr id="6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7134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9D8BCA" w14:textId="77777777" w:rsidR="00817A71" w:rsidRDefault="00000000">
      <w:pPr>
        <w:pStyle w:val="a0"/>
        <w:ind w:firstLineChars="0" w:firstLine="0"/>
        <w:jc w:val="center"/>
        <w:rPr>
          <w:lang w:val="en-US"/>
        </w:rPr>
      </w:pPr>
      <w:r>
        <w:rPr>
          <w:lang w:val="en-US"/>
        </w:rPr>
        <w:t>1</w:t>
      </w:r>
      <w:r>
        <w:rPr>
          <w:lang w:val="en-US"/>
        </w:rPr>
        <w:t>层平面</w:t>
      </w:r>
    </w:p>
    <w:p w14:paraId="1C089B9A" w14:textId="77777777" w:rsidR="00817A71" w:rsidRDefault="00000000">
      <w:pPr>
        <w:pStyle w:val="a0"/>
        <w:ind w:firstLineChars="0" w:firstLine="0"/>
        <w:jc w:val="center"/>
        <w:rPr>
          <w:lang w:val="en-US"/>
        </w:rPr>
      </w:pPr>
      <w:r>
        <w:rPr>
          <w:noProof/>
        </w:rPr>
        <w:lastRenderedPageBreak/>
        <w:drawing>
          <wp:inline distT="0" distB="0" distL="0" distR="0" wp14:anchorId="430432D9" wp14:editId="131F84B4">
            <wp:extent cx="5667375" cy="4343400"/>
            <wp:effectExtent l="0" t="0" r="0" b="0"/>
            <wp:docPr id="6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434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4626E9" w14:textId="77777777" w:rsidR="00817A71" w:rsidRDefault="00000000">
      <w:pPr>
        <w:pStyle w:val="a0"/>
        <w:ind w:firstLineChars="0" w:firstLine="0"/>
        <w:jc w:val="center"/>
        <w:rPr>
          <w:lang w:val="en-US"/>
        </w:rPr>
      </w:pPr>
      <w:r>
        <w:rPr>
          <w:lang w:val="en-US"/>
        </w:rPr>
        <w:t>2</w:t>
      </w:r>
      <w:r>
        <w:rPr>
          <w:lang w:val="en-US"/>
        </w:rPr>
        <w:t>层平面</w:t>
      </w:r>
    </w:p>
    <w:p w14:paraId="4B4F6274" w14:textId="77777777" w:rsidR="00817A71" w:rsidRDefault="00000000">
      <w:pPr>
        <w:pStyle w:val="a0"/>
        <w:ind w:firstLineChars="0" w:firstLine="0"/>
        <w:jc w:val="center"/>
        <w:rPr>
          <w:lang w:val="en-US"/>
        </w:rPr>
      </w:pPr>
      <w:r>
        <w:rPr>
          <w:noProof/>
        </w:rPr>
        <w:drawing>
          <wp:inline distT="0" distB="0" distL="0" distR="0" wp14:anchorId="3B32A703" wp14:editId="213DEBB8">
            <wp:extent cx="5667375" cy="4305300"/>
            <wp:effectExtent l="0" t="0" r="0" b="0"/>
            <wp:docPr id="6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430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80E39E" w14:textId="77777777" w:rsidR="00817A71" w:rsidRDefault="00000000">
      <w:pPr>
        <w:pStyle w:val="a0"/>
        <w:ind w:firstLineChars="0" w:firstLine="0"/>
        <w:jc w:val="center"/>
        <w:rPr>
          <w:lang w:val="en-US"/>
        </w:rPr>
      </w:pPr>
      <w:r>
        <w:rPr>
          <w:lang w:val="en-US"/>
        </w:rPr>
        <w:t>3</w:t>
      </w:r>
      <w:r>
        <w:rPr>
          <w:lang w:val="en-US"/>
        </w:rPr>
        <w:t>层平面</w:t>
      </w:r>
    </w:p>
    <w:p w14:paraId="4EA8F851" w14:textId="77777777" w:rsidR="00817A71" w:rsidRDefault="00817A71">
      <w:pPr>
        <w:pStyle w:val="a0"/>
        <w:ind w:firstLineChars="0" w:firstLine="0"/>
        <w:jc w:val="center"/>
        <w:rPr>
          <w:lang w:val="en-US"/>
        </w:rPr>
      </w:pPr>
    </w:p>
    <w:p w14:paraId="434B260D" w14:textId="77777777" w:rsidR="0000578F" w:rsidRDefault="0000578F" w:rsidP="0000578F">
      <w:pPr>
        <w:pStyle w:val="a0"/>
        <w:ind w:firstLine="420"/>
        <w:rPr>
          <w:lang w:val="en-US"/>
        </w:rPr>
        <w:sectPr w:rsidR="0000578F" w:rsidSect="00C92A02">
          <w:pgSz w:w="11906" w:h="16838"/>
          <w:pgMar w:top="992" w:right="709" w:bottom="822" w:left="1134" w:header="284" w:footer="170" w:gutter="0"/>
          <w:cols w:space="720"/>
          <w:docGrid w:type="linesAndChars" w:linePitch="312"/>
        </w:sectPr>
      </w:pPr>
    </w:p>
    <w:p w14:paraId="34FF8668" w14:textId="77777777" w:rsidR="0000578F" w:rsidRDefault="0000578F" w:rsidP="00DC62E7">
      <w:pPr>
        <w:pStyle w:val="2"/>
      </w:pPr>
      <w:bookmarkStart w:id="17" w:name="_Toc452108761"/>
      <w:bookmarkStart w:id="18" w:name="_Toc79588825"/>
      <w:r>
        <w:rPr>
          <w:rFonts w:hint="eastAsia"/>
        </w:rPr>
        <w:lastRenderedPageBreak/>
        <w:t>三</w:t>
      </w:r>
      <w:r>
        <w:t>维视图</w:t>
      </w:r>
      <w:bookmarkEnd w:id="17"/>
      <w:bookmarkEnd w:id="18"/>
    </w:p>
    <w:p w14:paraId="49D41AC6" w14:textId="77777777" w:rsidR="0000578F" w:rsidRDefault="0000578F" w:rsidP="006C2D59">
      <w:pPr>
        <w:pStyle w:val="a0"/>
        <w:ind w:firstLineChars="0" w:firstLine="0"/>
        <w:jc w:val="center"/>
        <w:rPr>
          <w:lang w:val="en-US"/>
        </w:rPr>
      </w:pPr>
      <w:bookmarkStart w:id="19" w:name="模型观察"/>
      <w:r>
        <w:t>请先在【模型观察】命令中保存图片</w:t>
      </w:r>
      <w:bookmarkEnd w:id="19"/>
    </w:p>
    <w:p w14:paraId="6913F359" w14:textId="77777777" w:rsidR="00E27B4C" w:rsidRPr="00180E79" w:rsidRDefault="00E27B4C" w:rsidP="00180E79">
      <w:pPr>
        <w:pStyle w:val="af3"/>
        <w:spacing w:line="360" w:lineRule="auto"/>
        <w:jc w:val="center"/>
        <w:rPr>
          <w:rFonts w:ascii="微软雅黑" w:eastAsia="微软雅黑" w:hAnsi="微软雅黑"/>
          <w:b/>
          <w:sz w:val="18"/>
          <w:szCs w:val="21"/>
        </w:rPr>
      </w:pPr>
      <w:r w:rsidRPr="00180E79">
        <w:rPr>
          <w:rFonts w:ascii="微软雅黑" w:eastAsia="微软雅黑" w:hAnsi="微软雅黑" w:hint="eastAsia"/>
          <w:b/>
          <w:sz w:val="18"/>
          <w:szCs w:val="21"/>
        </w:rPr>
        <w:t xml:space="preserve">图 </w:t>
      </w:r>
      <w:r w:rsidRPr="00180E79">
        <w:rPr>
          <w:rFonts w:ascii="微软雅黑" w:eastAsia="微软雅黑" w:hAnsi="微软雅黑"/>
          <w:b/>
          <w:sz w:val="18"/>
          <w:szCs w:val="21"/>
        </w:rPr>
        <w:fldChar w:fldCharType="begin"/>
      </w:r>
      <w:r w:rsidRPr="00180E79">
        <w:rPr>
          <w:rFonts w:ascii="微软雅黑" w:eastAsia="微软雅黑" w:hAnsi="微软雅黑"/>
          <w:b/>
          <w:sz w:val="18"/>
          <w:szCs w:val="21"/>
        </w:rPr>
        <w:instrText xml:space="preserve"> </w:instrText>
      </w:r>
      <w:r w:rsidRPr="00180E79">
        <w:rPr>
          <w:rFonts w:ascii="微软雅黑" w:eastAsia="微软雅黑" w:hAnsi="微软雅黑" w:hint="eastAsia"/>
          <w:b/>
          <w:sz w:val="18"/>
          <w:szCs w:val="21"/>
        </w:rPr>
        <w:instrText>STYLEREF 2 \s</w:instrText>
      </w:r>
      <w:r w:rsidRPr="00180E79">
        <w:rPr>
          <w:rFonts w:ascii="微软雅黑" w:eastAsia="微软雅黑" w:hAnsi="微软雅黑"/>
          <w:b/>
          <w:sz w:val="18"/>
          <w:szCs w:val="21"/>
        </w:rPr>
        <w:instrText xml:space="preserve"> </w:instrText>
      </w:r>
      <w:r w:rsidRPr="00180E79">
        <w:rPr>
          <w:rFonts w:ascii="微软雅黑" w:eastAsia="微软雅黑" w:hAnsi="微软雅黑"/>
          <w:b/>
          <w:sz w:val="18"/>
          <w:szCs w:val="21"/>
        </w:rPr>
        <w:fldChar w:fldCharType="separate"/>
      </w:r>
      <w:r w:rsidR="00CA6F4A">
        <w:rPr>
          <w:rFonts w:ascii="微软雅黑" w:eastAsia="微软雅黑" w:hAnsi="微软雅黑"/>
          <w:b/>
          <w:noProof/>
          <w:sz w:val="18"/>
          <w:szCs w:val="21"/>
        </w:rPr>
        <w:t>1.2</w:t>
      </w:r>
      <w:r w:rsidRPr="00180E79">
        <w:rPr>
          <w:rFonts w:ascii="微软雅黑" w:eastAsia="微软雅黑" w:hAnsi="微软雅黑"/>
          <w:b/>
          <w:sz w:val="18"/>
          <w:szCs w:val="21"/>
        </w:rPr>
        <w:fldChar w:fldCharType="end"/>
      </w:r>
      <w:r w:rsidRPr="00180E79">
        <w:rPr>
          <w:rFonts w:ascii="微软雅黑" w:eastAsia="微软雅黑" w:hAnsi="微软雅黑"/>
          <w:b/>
          <w:sz w:val="18"/>
          <w:szCs w:val="21"/>
        </w:rPr>
        <w:noBreakHyphen/>
      </w:r>
      <w:r w:rsidRPr="00180E79">
        <w:rPr>
          <w:rFonts w:ascii="微软雅黑" w:eastAsia="微软雅黑" w:hAnsi="微软雅黑"/>
          <w:b/>
          <w:sz w:val="18"/>
          <w:szCs w:val="21"/>
        </w:rPr>
        <w:fldChar w:fldCharType="begin"/>
      </w:r>
      <w:r w:rsidRPr="00180E79">
        <w:rPr>
          <w:rFonts w:ascii="微软雅黑" w:eastAsia="微软雅黑" w:hAnsi="微软雅黑"/>
          <w:b/>
          <w:sz w:val="18"/>
          <w:szCs w:val="21"/>
        </w:rPr>
        <w:instrText xml:space="preserve"> </w:instrText>
      </w:r>
      <w:r w:rsidRPr="00180E79">
        <w:rPr>
          <w:rFonts w:ascii="微软雅黑" w:eastAsia="微软雅黑" w:hAnsi="微软雅黑" w:hint="eastAsia"/>
          <w:b/>
          <w:sz w:val="18"/>
          <w:szCs w:val="21"/>
        </w:rPr>
        <w:instrText>SEQ 图 \* ARABIC \s 2</w:instrText>
      </w:r>
      <w:r w:rsidRPr="00180E79">
        <w:rPr>
          <w:rFonts w:ascii="微软雅黑" w:eastAsia="微软雅黑" w:hAnsi="微软雅黑"/>
          <w:b/>
          <w:sz w:val="18"/>
          <w:szCs w:val="21"/>
        </w:rPr>
        <w:instrText xml:space="preserve"> </w:instrText>
      </w:r>
      <w:r w:rsidRPr="00180E79">
        <w:rPr>
          <w:rFonts w:ascii="微软雅黑" w:eastAsia="微软雅黑" w:hAnsi="微软雅黑"/>
          <w:b/>
          <w:sz w:val="18"/>
          <w:szCs w:val="21"/>
        </w:rPr>
        <w:fldChar w:fldCharType="separate"/>
      </w:r>
      <w:r w:rsidR="00CA6F4A">
        <w:rPr>
          <w:rFonts w:ascii="微软雅黑" w:eastAsia="微软雅黑" w:hAnsi="微软雅黑"/>
          <w:b/>
          <w:noProof/>
          <w:sz w:val="18"/>
          <w:szCs w:val="21"/>
        </w:rPr>
        <w:t>1</w:t>
      </w:r>
      <w:r w:rsidRPr="00180E79">
        <w:rPr>
          <w:rFonts w:ascii="微软雅黑" w:eastAsia="微软雅黑" w:hAnsi="微软雅黑"/>
          <w:b/>
          <w:sz w:val="18"/>
          <w:szCs w:val="21"/>
        </w:rPr>
        <w:fldChar w:fldCharType="end"/>
      </w:r>
      <w:r w:rsidRPr="00180E79">
        <w:rPr>
          <w:rFonts w:ascii="微软雅黑" w:eastAsia="微软雅黑" w:hAnsi="微软雅黑" w:hint="eastAsia"/>
          <w:b/>
          <w:sz w:val="18"/>
          <w:szCs w:val="21"/>
        </w:rPr>
        <w:t xml:space="preserve">  </w:t>
      </w:r>
      <w:r w:rsidR="00BF173E" w:rsidRPr="00180E79">
        <w:rPr>
          <w:rFonts w:ascii="微软雅黑" w:eastAsia="微软雅黑" w:hAnsi="微软雅黑" w:hint="eastAsia"/>
          <w:b/>
          <w:sz w:val="18"/>
          <w:szCs w:val="21"/>
        </w:rPr>
        <w:t>三</w:t>
      </w:r>
      <w:r w:rsidR="00BF173E" w:rsidRPr="00180E79">
        <w:rPr>
          <w:rFonts w:ascii="微软雅黑" w:eastAsia="微软雅黑" w:hAnsi="微软雅黑"/>
          <w:b/>
          <w:sz w:val="18"/>
          <w:szCs w:val="21"/>
        </w:rPr>
        <w:t>维</w:t>
      </w:r>
      <w:r w:rsidRPr="00180E79">
        <w:rPr>
          <w:rFonts w:ascii="微软雅黑" w:eastAsia="微软雅黑" w:hAnsi="微软雅黑" w:hint="eastAsia"/>
          <w:b/>
          <w:sz w:val="18"/>
          <w:szCs w:val="21"/>
        </w:rPr>
        <w:t>视图</w:t>
      </w:r>
    </w:p>
    <w:p w14:paraId="3D6B79DE" w14:textId="77777777" w:rsidR="00E27B4C" w:rsidRDefault="00E27B4C" w:rsidP="0034506B">
      <w:pPr>
        <w:pStyle w:val="a0"/>
        <w:ind w:firstLineChars="0" w:firstLine="0"/>
        <w:rPr>
          <w:lang w:val="en-US"/>
        </w:rPr>
        <w:sectPr w:rsidR="00E27B4C" w:rsidSect="00C92A02">
          <w:pgSz w:w="11906" w:h="16838"/>
          <w:pgMar w:top="992" w:right="709" w:bottom="822" w:left="1134" w:header="284" w:footer="170" w:gutter="0"/>
          <w:cols w:space="720"/>
          <w:docGrid w:type="linesAndChars" w:linePitch="312"/>
        </w:sectPr>
      </w:pPr>
    </w:p>
    <w:p w14:paraId="5F2F2000" w14:textId="77777777" w:rsidR="0069542D" w:rsidRDefault="0069542D" w:rsidP="00D40158">
      <w:pPr>
        <w:pStyle w:val="1"/>
      </w:pPr>
      <w:bookmarkStart w:id="20" w:name="TitleFormat"/>
      <w:bookmarkStart w:id="21" w:name="_Toc452108762"/>
      <w:bookmarkStart w:id="22" w:name="_Toc79588826"/>
      <w:r>
        <w:rPr>
          <w:rFonts w:hint="eastAsia"/>
        </w:rPr>
        <w:lastRenderedPageBreak/>
        <w:t>计算</w:t>
      </w:r>
      <w:r>
        <w:t>依据</w:t>
      </w:r>
      <w:bookmarkEnd w:id="20"/>
      <w:bookmarkEnd w:id="21"/>
      <w:bookmarkEnd w:id="22"/>
    </w:p>
    <w:p w14:paraId="2DEB7E7C" w14:textId="77777777" w:rsidR="00DF67BB" w:rsidRDefault="00DF67BB" w:rsidP="00DF67BB">
      <w:pPr>
        <w:pStyle w:val="a0"/>
        <w:ind w:firstLineChars="95" w:firstLine="199"/>
        <w:rPr>
          <w:lang w:val="en-US"/>
        </w:rPr>
      </w:pPr>
      <w:bookmarkStart w:id="23" w:name="_Toc452108763"/>
      <w:r>
        <w:rPr>
          <w:rFonts w:hint="eastAsia"/>
          <w:lang w:val="en-US"/>
        </w:rPr>
        <w:t>本项目主要参照资料为：</w:t>
      </w:r>
    </w:p>
    <w:p w14:paraId="3E6036C2" w14:textId="77777777" w:rsidR="00DF67BB" w:rsidRDefault="00DF67BB" w:rsidP="00DF67BB">
      <w:pPr>
        <w:pStyle w:val="a0"/>
        <w:numPr>
          <w:ilvl w:val="0"/>
          <w:numId w:val="2"/>
        </w:numPr>
        <w:ind w:left="0" w:firstLineChars="0" w:firstLine="200"/>
        <w:rPr>
          <w:lang w:val="en-US"/>
        </w:rPr>
      </w:pPr>
      <w:bookmarkStart w:id="24" w:name="参考标准名称1"/>
      <w:r>
        <w:rPr>
          <w:rFonts w:hint="eastAsia"/>
          <w:lang w:val="en-US"/>
        </w:rPr>
        <w:t>《绿色建筑评价标准》</w:t>
      </w:r>
      <w:r>
        <w:rPr>
          <w:rFonts w:hint="eastAsia"/>
          <w:lang w:val="en-US"/>
        </w:rPr>
        <w:t>GB/T50378-2019</w:t>
      </w:r>
      <w:bookmarkEnd w:id="24"/>
    </w:p>
    <w:p w14:paraId="0C2196E8" w14:textId="77777777" w:rsidR="006F0AC9" w:rsidRDefault="006F0AC9" w:rsidP="00DF67BB">
      <w:pPr>
        <w:pStyle w:val="a0"/>
        <w:numPr>
          <w:ilvl w:val="0"/>
          <w:numId w:val="2"/>
        </w:numPr>
        <w:ind w:left="0" w:firstLineChars="0" w:firstLine="200"/>
        <w:rPr>
          <w:lang w:val="en-US"/>
        </w:rPr>
      </w:pPr>
      <w:r>
        <w:rPr>
          <w:rFonts w:hint="eastAsia"/>
          <w:lang w:val="en-US"/>
        </w:rPr>
        <w:t>《绿色建筑评价技术细则》</w:t>
      </w:r>
    </w:p>
    <w:p w14:paraId="7FA7015E" w14:textId="77777777" w:rsidR="00DF67BB" w:rsidRPr="004C2BE1" w:rsidRDefault="00DF67BB" w:rsidP="004C2BE1">
      <w:pPr>
        <w:pStyle w:val="a0"/>
        <w:numPr>
          <w:ilvl w:val="0"/>
          <w:numId w:val="2"/>
        </w:numPr>
        <w:ind w:left="0" w:firstLineChars="0" w:firstLine="200"/>
        <w:rPr>
          <w:lang w:val="en-US"/>
        </w:rPr>
      </w:pPr>
      <w:bookmarkStart w:id="25" w:name="_Hlk13496340"/>
      <w:r>
        <w:rPr>
          <w:rFonts w:hint="eastAsia"/>
          <w:lang w:val="en-US"/>
        </w:rPr>
        <w:t>《</w:t>
      </w:r>
      <w:r w:rsidRPr="003651CC">
        <w:rPr>
          <w:rFonts w:hint="eastAsia"/>
          <w:lang w:val="en-US"/>
        </w:rPr>
        <w:t>民用建筑室内热湿环境评价标准</w:t>
      </w:r>
      <w:r>
        <w:rPr>
          <w:rFonts w:hint="eastAsia"/>
          <w:lang w:val="en-US"/>
        </w:rPr>
        <w:t>》</w:t>
      </w:r>
      <w:r w:rsidRPr="003651CC">
        <w:rPr>
          <w:lang w:val="en-US"/>
        </w:rPr>
        <w:t>GB/T 50785-2012</w:t>
      </w:r>
      <w:bookmarkEnd w:id="25"/>
    </w:p>
    <w:p w14:paraId="44EC711A" w14:textId="77777777" w:rsidR="00276796" w:rsidRDefault="00DF67BB" w:rsidP="00276796">
      <w:pPr>
        <w:pStyle w:val="a0"/>
        <w:numPr>
          <w:ilvl w:val="0"/>
          <w:numId w:val="2"/>
        </w:numPr>
        <w:ind w:left="0" w:firstLineChars="0" w:firstLine="200"/>
        <w:rPr>
          <w:lang w:val="en-US"/>
        </w:rPr>
      </w:pPr>
      <w:r w:rsidRPr="00471B6D">
        <w:rPr>
          <w:rFonts w:hint="eastAsia"/>
          <w:lang w:val="en-US"/>
        </w:rPr>
        <w:t>《民用建筑热工设计规范》</w:t>
      </w:r>
      <w:r w:rsidRPr="00F9349E">
        <w:rPr>
          <w:lang w:val="en-US"/>
        </w:rPr>
        <w:t>GB 50176-2016</w:t>
      </w:r>
      <w:bookmarkStart w:id="26" w:name="_Hlk13516321"/>
    </w:p>
    <w:bookmarkEnd w:id="26"/>
    <w:p w14:paraId="3DBBD953" w14:textId="77777777" w:rsidR="004C2BE1" w:rsidRPr="004C2BE1" w:rsidRDefault="004C2BE1" w:rsidP="00276796">
      <w:pPr>
        <w:pStyle w:val="a0"/>
        <w:numPr>
          <w:ilvl w:val="0"/>
          <w:numId w:val="2"/>
        </w:numPr>
        <w:ind w:left="0" w:firstLineChars="0" w:firstLine="200"/>
        <w:rPr>
          <w:lang w:val="en-US"/>
        </w:rPr>
      </w:pPr>
      <w:r>
        <w:rPr>
          <w:rFonts w:hint="eastAsia"/>
          <w:lang w:val="en-US"/>
        </w:rPr>
        <w:t>《</w:t>
      </w:r>
      <w:r w:rsidRPr="003F76E8">
        <w:rPr>
          <w:rFonts w:hint="eastAsia"/>
          <w:lang w:val="en-US"/>
        </w:rPr>
        <w:t>中国建筑热环境分析专用气象数据集</w:t>
      </w:r>
      <w:r>
        <w:rPr>
          <w:rFonts w:hint="eastAsia"/>
        </w:rPr>
        <w:t>》</w:t>
      </w:r>
    </w:p>
    <w:p w14:paraId="6A8D07B0" w14:textId="77777777" w:rsidR="00276796" w:rsidRPr="00276796" w:rsidRDefault="00276796" w:rsidP="00276796">
      <w:pPr>
        <w:pStyle w:val="a0"/>
        <w:numPr>
          <w:ilvl w:val="0"/>
          <w:numId w:val="2"/>
        </w:numPr>
        <w:ind w:left="0" w:firstLineChars="0" w:firstLine="200"/>
        <w:rPr>
          <w:lang w:val="en-US"/>
        </w:rPr>
      </w:pPr>
      <w:r w:rsidRPr="00276796">
        <w:rPr>
          <w:rFonts w:hint="eastAsia"/>
          <w:lang w:val="en-US"/>
        </w:rPr>
        <w:t>委托方提供的总平面图、建筑专业设计图纸、设计效果图等图纸资料</w:t>
      </w:r>
    </w:p>
    <w:p w14:paraId="3F6CD02A" w14:textId="77777777" w:rsidR="0000578F" w:rsidRDefault="0000578F" w:rsidP="0000578F">
      <w:pPr>
        <w:pStyle w:val="1"/>
      </w:pPr>
      <w:bookmarkStart w:id="27" w:name="_Toc79588827"/>
      <w:r>
        <w:rPr>
          <w:rFonts w:hint="eastAsia"/>
        </w:rPr>
        <w:t>参考</w:t>
      </w:r>
      <w:r>
        <w:t>标准</w:t>
      </w:r>
      <w:bookmarkEnd w:id="23"/>
      <w:bookmarkEnd w:id="27"/>
    </w:p>
    <w:p w14:paraId="4C7AC44F" w14:textId="77777777" w:rsidR="008E2A42" w:rsidRPr="008E2A42" w:rsidRDefault="008E2A42" w:rsidP="00E2221D">
      <w:pPr>
        <w:pStyle w:val="a0"/>
        <w:ind w:firstLine="420"/>
        <w:rPr>
          <w:lang w:val="en-US"/>
        </w:rPr>
      </w:pPr>
      <w:bookmarkStart w:id="28" w:name="_Toc451698935"/>
      <w:bookmarkStart w:id="29" w:name="_Toc452108764"/>
      <w:r w:rsidRPr="008E2A42">
        <w:rPr>
          <w:rFonts w:hint="eastAsia"/>
          <w:lang w:val="en-US"/>
        </w:rPr>
        <w:t>室内热</w:t>
      </w:r>
      <w:r w:rsidR="00E4790A">
        <w:rPr>
          <w:rFonts w:hint="eastAsia"/>
          <w:lang w:val="en-US"/>
        </w:rPr>
        <w:t>舒适</w:t>
      </w:r>
      <w:r w:rsidRPr="008E2A42">
        <w:rPr>
          <w:rFonts w:hint="eastAsia"/>
          <w:lang w:val="en-US"/>
        </w:rPr>
        <w:t>评价的主要依据为</w:t>
      </w:r>
      <w:bookmarkStart w:id="30" w:name="参考标准名称2"/>
      <w:r w:rsidRPr="008E2A42">
        <w:rPr>
          <w:rFonts w:hint="eastAsia"/>
          <w:lang w:val="en-US"/>
        </w:rPr>
        <w:t>《绿色建筑评价标准》</w:t>
      </w:r>
      <w:r w:rsidRPr="008E2A42">
        <w:rPr>
          <w:rFonts w:hint="eastAsia"/>
          <w:lang w:val="en-US"/>
        </w:rPr>
        <w:t>GB/T50378-2019</w:t>
      </w:r>
      <w:bookmarkEnd w:id="30"/>
      <w:r w:rsidRPr="008E2A42">
        <w:rPr>
          <w:rFonts w:hint="eastAsia"/>
          <w:lang w:val="en-US"/>
        </w:rPr>
        <w:t>中有关室内热湿环境</w:t>
      </w:r>
      <w:r w:rsidRPr="008E2A42">
        <w:rPr>
          <w:rFonts w:hint="eastAsia"/>
          <w:lang w:val="en-US"/>
        </w:rPr>
        <w:t>5.2.9</w:t>
      </w:r>
      <w:r w:rsidRPr="008E2A42">
        <w:rPr>
          <w:rFonts w:hint="eastAsia"/>
          <w:lang w:val="en-US"/>
        </w:rPr>
        <w:t>条</w:t>
      </w:r>
      <w:r w:rsidR="00E4790A">
        <w:rPr>
          <w:rFonts w:hint="eastAsia"/>
          <w:lang w:val="en-US"/>
        </w:rPr>
        <w:t>第</w:t>
      </w:r>
      <w:r w:rsidR="00767E71" w:rsidRPr="00767E71">
        <w:rPr>
          <w:rFonts w:hint="eastAsia"/>
          <w:b/>
          <w:bCs/>
          <w:lang w:val="en-US"/>
        </w:rPr>
        <w:t>1</w:t>
      </w:r>
      <w:r w:rsidR="00E4790A">
        <w:rPr>
          <w:rFonts w:hint="eastAsia"/>
          <w:lang w:val="en-US"/>
        </w:rPr>
        <w:t>款</w:t>
      </w:r>
      <w:r w:rsidRPr="008E2A42">
        <w:rPr>
          <w:rFonts w:hint="eastAsia"/>
          <w:lang w:val="en-US"/>
        </w:rPr>
        <w:t>的要求，具体评分规则如下：</w:t>
      </w:r>
    </w:p>
    <w:p w14:paraId="1CC9D781" w14:textId="77777777" w:rsidR="008E2A42" w:rsidRPr="008E2A42" w:rsidRDefault="008E2A42" w:rsidP="008E2A42">
      <w:pPr>
        <w:pStyle w:val="a0"/>
        <w:ind w:firstLine="422"/>
        <w:rPr>
          <w:lang w:val="en-US"/>
        </w:rPr>
      </w:pPr>
      <w:r w:rsidRPr="00E4790A">
        <w:rPr>
          <w:rFonts w:hint="eastAsia"/>
          <w:b/>
          <w:bCs/>
          <w:lang w:val="en-US"/>
        </w:rPr>
        <w:t>1.</w:t>
      </w:r>
      <w:r w:rsidRPr="00E4790A">
        <w:rPr>
          <w:rFonts w:hint="eastAsia"/>
          <w:b/>
          <w:bCs/>
          <w:lang w:val="en-US"/>
        </w:rPr>
        <w:t>采用自然通风或复合通风的建筑，建筑主要功能房间室内热环境参数在适应性热舒适区域的时间比例，达到</w:t>
      </w:r>
      <w:r w:rsidRPr="00E4790A">
        <w:rPr>
          <w:rFonts w:hint="eastAsia"/>
          <w:b/>
          <w:bCs/>
          <w:lang w:val="en-US"/>
        </w:rPr>
        <w:t xml:space="preserve">30%, </w:t>
      </w:r>
      <w:r w:rsidRPr="00E4790A">
        <w:rPr>
          <w:rFonts w:hint="eastAsia"/>
          <w:b/>
          <w:bCs/>
          <w:lang w:val="en-US"/>
        </w:rPr>
        <w:t>得</w:t>
      </w:r>
      <w:r w:rsidRPr="00E4790A">
        <w:rPr>
          <w:rFonts w:hint="eastAsia"/>
          <w:b/>
          <w:bCs/>
          <w:lang w:val="en-US"/>
        </w:rPr>
        <w:t>2</w:t>
      </w:r>
      <w:r w:rsidRPr="00E4790A">
        <w:rPr>
          <w:rFonts w:hint="eastAsia"/>
          <w:b/>
          <w:bCs/>
          <w:lang w:val="en-US"/>
        </w:rPr>
        <w:t>分；</w:t>
      </w:r>
      <w:proofErr w:type="gramStart"/>
      <w:r w:rsidRPr="00E4790A">
        <w:rPr>
          <w:rFonts w:hint="eastAsia"/>
          <w:b/>
          <w:bCs/>
          <w:lang w:val="en-US"/>
        </w:rPr>
        <w:t>每再增加</w:t>
      </w:r>
      <w:proofErr w:type="gramEnd"/>
      <w:r w:rsidRPr="00E4790A">
        <w:rPr>
          <w:rFonts w:hint="eastAsia"/>
          <w:b/>
          <w:bCs/>
          <w:lang w:val="en-US"/>
        </w:rPr>
        <w:t xml:space="preserve">10%, </w:t>
      </w:r>
      <w:r w:rsidRPr="00E4790A">
        <w:rPr>
          <w:rFonts w:hint="eastAsia"/>
          <w:b/>
          <w:bCs/>
          <w:lang w:val="en-US"/>
        </w:rPr>
        <w:t>再得</w:t>
      </w:r>
      <w:r w:rsidRPr="00E4790A">
        <w:rPr>
          <w:rFonts w:hint="eastAsia"/>
          <w:b/>
          <w:bCs/>
          <w:lang w:val="en-US"/>
        </w:rPr>
        <w:t xml:space="preserve">1 </w:t>
      </w:r>
      <w:r w:rsidRPr="00E4790A">
        <w:rPr>
          <w:rFonts w:hint="eastAsia"/>
          <w:b/>
          <w:bCs/>
          <w:lang w:val="en-US"/>
        </w:rPr>
        <w:t>分，最高得</w:t>
      </w:r>
      <w:r w:rsidRPr="00E4790A">
        <w:rPr>
          <w:rFonts w:hint="eastAsia"/>
          <w:b/>
          <w:bCs/>
          <w:lang w:val="en-US"/>
        </w:rPr>
        <w:t>8</w:t>
      </w:r>
      <w:r w:rsidRPr="00E4790A">
        <w:rPr>
          <w:rFonts w:hint="eastAsia"/>
          <w:b/>
          <w:bCs/>
          <w:lang w:val="en-US"/>
        </w:rPr>
        <w:t>分</w:t>
      </w:r>
      <w:r w:rsidRPr="008E2A42">
        <w:rPr>
          <w:rFonts w:hint="eastAsia"/>
          <w:lang w:val="en-US"/>
        </w:rPr>
        <w:t>；</w:t>
      </w:r>
    </w:p>
    <w:p w14:paraId="065D2A50" w14:textId="77777777" w:rsidR="005A1031" w:rsidRPr="00931B71" w:rsidRDefault="008E2A42" w:rsidP="008E2A42">
      <w:pPr>
        <w:pStyle w:val="a0"/>
        <w:ind w:firstLine="420"/>
        <w:rPr>
          <w:lang w:val="en-US"/>
        </w:rPr>
      </w:pPr>
      <w:r w:rsidRPr="008E2A42">
        <w:rPr>
          <w:rFonts w:hint="eastAsia"/>
          <w:lang w:val="en-US"/>
        </w:rPr>
        <w:t>2.</w:t>
      </w:r>
      <w:r w:rsidRPr="008E2A42">
        <w:rPr>
          <w:rFonts w:hint="eastAsia"/>
          <w:lang w:val="en-US"/>
        </w:rPr>
        <w:t>采用人工冷热源的建筑，主要功能房间达到现行国家标准《民用建筑室内热湿环境评价标准》</w:t>
      </w:r>
      <w:r w:rsidRPr="008E2A42">
        <w:rPr>
          <w:rFonts w:hint="eastAsia"/>
          <w:lang w:val="en-US"/>
        </w:rPr>
        <w:t>GB/T50785</w:t>
      </w:r>
      <w:r w:rsidRPr="008E2A42">
        <w:rPr>
          <w:rFonts w:hint="eastAsia"/>
          <w:lang w:val="en-US"/>
        </w:rPr>
        <w:t>规定的室内人工冷热源热湿环境整体评价</w:t>
      </w:r>
      <w:r w:rsidR="00266FC5">
        <w:rPr>
          <w:lang w:val="en-US"/>
        </w:rPr>
        <w:fldChar w:fldCharType="begin"/>
      </w:r>
      <w:r w:rsidR="00266FC5">
        <w:rPr>
          <w:lang w:val="en-US"/>
        </w:rPr>
        <w:instrText xml:space="preserve"> </w:instrText>
      </w:r>
      <w:r w:rsidR="00266FC5">
        <w:rPr>
          <w:rFonts w:hint="eastAsia"/>
          <w:lang w:val="en-US"/>
        </w:rPr>
        <w:instrText>= 2 \* ROMAN</w:instrText>
      </w:r>
      <w:r w:rsidR="00266FC5">
        <w:rPr>
          <w:lang w:val="en-US"/>
        </w:rPr>
        <w:instrText xml:space="preserve"> </w:instrText>
      </w:r>
      <w:r w:rsidR="00266FC5">
        <w:rPr>
          <w:lang w:val="en-US"/>
        </w:rPr>
        <w:fldChar w:fldCharType="separate"/>
      </w:r>
      <w:r w:rsidR="00266FC5">
        <w:rPr>
          <w:noProof/>
          <w:lang w:val="en-US"/>
        </w:rPr>
        <w:t>II</w:t>
      </w:r>
      <w:r w:rsidR="00266FC5">
        <w:rPr>
          <w:lang w:val="en-US"/>
        </w:rPr>
        <w:fldChar w:fldCharType="end"/>
      </w:r>
      <w:r w:rsidRPr="008E2A42">
        <w:rPr>
          <w:rFonts w:hint="eastAsia"/>
          <w:lang w:val="en-US"/>
        </w:rPr>
        <w:t>级的面积比例，达到</w:t>
      </w:r>
      <w:r w:rsidRPr="008E2A42">
        <w:rPr>
          <w:rFonts w:hint="eastAsia"/>
          <w:lang w:val="en-US"/>
        </w:rPr>
        <w:t xml:space="preserve">60%, </w:t>
      </w:r>
      <w:r w:rsidRPr="008E2A42">
        <w:rPr>
          <w:rFonts w:hint="eastAsia"/>
          <w:lang w:val="en-US"/>
        </w:rPr>
        <w:t>得</w:t>
      </w:r>
      <w:r w:rsidRPr="008E2A42">
        <w:rPr>
          <w:rFonts w:hint="eastAsia"/>
          <w:lang w:val="en-US"/>
        </w:rPr>
        <w:t>5</w:t>
      </w:r>
      <w:r w:rsidRPr="008E2A42">
        <w:rPr>
          <w:rFonts w:hint="eastAsia"/>
          <w:lang w:val="en-US"/>
        </w:rPr>
        <w:t>分；</w:t>
      </w:r>
      <w:proofErr w:type="gramStart"/>
      <w:r w:rsidRPr="008E2A42">
        <w:rPr>
          <w:rFonts w:hint="eastAsia"/>
          <w:lang w:val="en-US"/>
        </w:rPr>
        <w:t>每再增加</w:t>
      </w:r>
      <w:proofErr w:type="gramEnd"/>
      <w:r w:rsidRPr="008E2A42">
        <w:rPr>
          <w:rFonts w:hint="eastAsia"/>
          <w:lang w:val="en-US"/>
        </w:rPr>
        <w:t xml:space="preserve">10%, </w:t>
      </w:r>
      <w:r w:rsidRPr="008E2A42">
        <w:rPr>
          <w:rFonts w:hint="eastAsia"/>
          <w:lang w:val="en-US"/>
        </w:rPr>
        <w:t>再得</w:t>
      </w:r>
      <w:r w:rsidRPr="008E2A42">
        <w:rPr>
          <w:rFonts w:hint="eastAsia"/>
          <w:lang w:val="en-US"/>
        </w:rPr>
        <w:t xml:space="preserve">1 </w:t>
      </w:r>
      <w:r w:rsidRPr="008E2A42">
        <w:rPr>
          <w:rFonts w:hint="eastAsia"/>
          <w:lang w:val="en-US"/>
        </w:rPr>
        <w:t>分，最高得</w:t>
      </w:r>
      <w:r w:rsidRPr="008E2A42">
        <w:rPr>
          <w:rFonts w:hint="eastAsia"/>
          <w:lang w:val="en-US"/>
        </w:rPr>
        <w:t>8</w:t>
      </w:r>
      <w:r w:rsidRPr="008E2A42">
        <w:rPr>
          <w:rFonts w:hint="eastAsia"/>
          <w:lang w:val="en-US"/>
        </w:rPr>
        <w:t>分。</w:t>
      </w:r>
    </w:p>
    <w:p w14:paraId="3F2CE640" w14:textId="77777777" w:rsidR="0000578F" w:rsidRDefault="0000578F" w:rsidP="0000578F">
      <w:pPr>
        <w:pStyle w:val="1"/>
      </w:pPr>
      <w:bookmarkStart w:id="31" w:name="_Toc79588828"/>
      <w:r>
        <w:rPr>
          <w:rFonts w:hint="eastAsia"/>
        </w:rPr>
        <w:t>计算</w:t>
      </w:r>
      <w:bookmarkEnd w:id="28"/>
      <w:bookmarkEnd w:id="29"/>
      <w:r w:rsidR="008E2A42">
        <w:rPr>
          <w:rFonts w:hint="eastAsia"/>
        </w:rPr>
        <w:t>方法</w:t>
      </w:r>
      <w:bookmarkEnd w:id="31"/>
    </w:p>
    <w:p w14:paraId="3889FF04" w14:textId="77777777" w:rsidR="00833AFE" w:rsidRDefault="002969CA" w:rsidP="00E2221D">
      <w:pPr>
        <w:pStyle w:val="a0"/>
        <w:ind w:firstLine="420"/>
        <w:rPr>
          <w:lang w:val="en-US"/>
        </w:rPr>
      </w:pPr>
      <w:r>
        <w:rPr>
          <w:rFonts w:hint="eastAsia"/>
          <w:lang w:val="en-US"/>
        </w:rPr>
        <w:t>本项目的计算针对室内</w:t>
      </w:r>
      <w:r w:rsidRPr="002969CA">
        <w:rPr>
          <w:rFonts w:hint="eastAsia"/>
          <w:b/>
          <w:lang w:val="en-US"/>
        </w:rPr>
        <w:t>自然通风和复合通风</w:t>
      </w:r>
      <w:r>
        <w:rPr>
          <w:rFonts w:hint="eastAsia"/>
          <w:lang w:val="en-US"/>
        </w:rPr>
        <w:t>工况，涉及的</w:t>
      </w:r>
      <w:r w:rsidR="00833AFE">
        <w:rPr>
          <w:rFonts w:hint="eastAsia"/>
          <w:lang w:val="en-US"/>
        </w:rPr>
        <w:t>热环境参数定义和计算方法均依据</w:t>
      </w:r>
      <w:r w:rsidR="00833AFE" w:rsidRPr="008E2A42">
        <w:rPr>
          <w:rFonts w:hint="eastAsia"/>
          <w:lang w:val="en-US"/>
        </w:rPr>
        <w:t>《绿色建筑评价标准》</w:t>
      </w:r>
      <w:r w:rsidR="00833AFE">
        <w:rPr>
          <w:rFonts w:hint="eastAsia"/>
          <w:lang w:val="en-US"/>
        </w:rPr>
        <w:t>及其对应的绿色建筑评价技术细则，详见下列小节：</w:t>
      </w:r>
    </w:p>
    <w:p w14:paraId="21090729" w14:textId="77777777" w:rsidR="00833AFE" w:rsidRDefault="00833AFE" w:rsidP="00833AFE">
      <w:pPr>
        <w:pStyle w:val="2"/>
      </w:pPr>
      <w:bookmarkStart w:id="32" w:name="_Toc79588829"/>
      <w:r>
        <w:rPr>
          <w:rFonts w:hint="eastAsia"/>
        </w:rPr>
        <w:t>参数定义</w:t>
      </w:r>
      <w:bookmarkEnd w:id="32"/>
    </w:p>
    <w:p w14:paraId="7264670A" w14:textId="77777777" w:rsidR="00376D98" w:rsidRDefault="00376D98" w:rsidP="007F2947">
      <w:pPr>
        <w:pStyle w:val="a0"/>
        <w:numPr>
          <w:ilvl w:val="0"/>
          <w:numId w:val="22"/>
        </w:numPr>
        <w:ind w:firstLineChars="0"/>
        <w:rPr>
          <w:lang w:val="en-US"/>
        </w:rPr>
      </w:pPr>
      <w:r w:rsidRPr="007F2947">
        <w:rPr>
          <w:rFonts w:hint="eastAsia"/>
          <w:b/>
          <w:bCs/>
          <w:lang w:val="en-US"/>
        </w:rPr>
        <w:t>复合通风</w:t>
      </w:r>
      <w:r>
        <w:rPr>
          <w:rFonts w:hint="eastAsia"/>
          <w:lang w:val="en-US"/>
        </w:rPr>
        <w:t>：自然通风和机械通风</w:t>
      </w:r>
      <w:r w:rsidR="007F2947">
        <w:rPr>
          <w:rFonts w:hint="eastAsia"/>
          <w:lang w:val="en-US"/>
        </w:rPr>
        <w:t>两种通风方式的</w:t>
      </w:r>
      <w:r w:rsidRPr="00DE03A7">
        <w:rPr>
          <w:rFonts w:hint="eastAsia"/>
          <w:b/>
          <w:bCs/>
          <w:lang w:val="en-US"/>
        </w:rPr>
        <w:t>叠加</w:t>
      </w:r>
      <w:r>
        <w:rPr>
          <w:rFonts w:hint="eastAsia"/>
          <w:lang w:val="en-US"/>
        </w:rPr>
        <w:t>或者</w:t>
      </w:r>
      <w:r w:rsidR="007F2947" w:rsidRPr="00DE03A7">
        <w:rPr>
          <w:rFonts w:hint="eastAsia"/>
          <w:b/>
          <w:bCs/>
          <w:lang w:val="en-US"/>
        </w:rPr>
        <w:t>切换</w:t>
      </w:r>
      <w:r w:rsidR="007F2947">
        <w:rPr>
          <w:rFonts w:hint="eastAsia"/>
          <w:lang w:val="en-US"/>
        </w:rPr>
        <w:t>；</w:t>
      </w:r>
    </w:p>
    <w:p w14:paraId="10D1DEDA" w14:textId="77777777" w:rsidR="007F2947" w:rsidRDefault="007F2947" w:rsidP="007F2947">
      <w:pPr>
        <w:pStyle w:val="a0"/>
        <w:numPr>
          <w:ilvl w:val="0"/>
          <w:numId w:val="22"/>
        </w:numPr>
        <w:ind w:firstLineChars="0"/>
        <w:rPr>
          <w:lang w:val="en-US"/>
        </w:rPr>
      </w:pPr>
      <w:r w:rsidRPr="007F2947">
        <w:rPr>
          <w:rFonts w:hint="eastAsia"/>
          <w:b/>
          <w:bCs/>
          <w:lang w:val="en-US"/>
        </w:rPr>
        <w:t>适应性热舒适温度</w:t>
      </w:r>
      <w:r>
        <w:rPr>
          <w:rFonts w:hint="eastAsia"/>
          <w:lang w:val="en-US"/>
        </w:rPr>
        <w:t>：采用</w:t>
      </w:r>
      <w:r w:rsidR="00833AFE">
        <w:rPr>
          <w:rFonts w:hint="eastAsia"/>
          <w:lang w:val="en-US"/>
        </w:rPr>
        <w:t>自然通风或者复合通风时</w:t>
      </w:r>
      <w:r w:rsidR="00DE03A7" w:rsidRPr="00202864">
        <w:rPr>
          <w:rFonts w:hint="eastAsia"/>
          <w:lang w:val="en-US"/>
        </w:rPr>
        <w:t>对应的</w:t>
      </w:r>
      <w:r w:rsidRPr="00202864">
        <w:rPr>
          <w:rFonts w:hint="eastAsia"/>
          <w:lang w:val="en-US"/>
        </w:rPr>
        <w:t>室内热环境参数</w:t>
      </w:r>
      <w:r w:rsidR="00202864" w:rsidRPr="00202864">
        <w:rPr>
          <w:rFonts w:hint="eastAsia"/>
          <w:lang w:val="en-US"/>
        </w:rPr>
        <w:t>。</w:t>
      </w:r>
    </w:p>
    <w:p w14:paraId="5E5EFA2E" w14:textId="77777777" w:rsidR="002D33C1" w:rsidRDefault="002D33C1" w:rsidP="002D33C1">
      <w:pPr>
        <w:pStyle w:val="2"/>
      </w:pPr>
      <w:bookmarkStart w:id="33" w:name="_Toc79588830"/>
      <w:r>
        <w:rPr>
          <w:rFonts w:hint="eastAsia"/>
        </w:rPr>
        <w:t>计算流程</w:t>
      </w:r>
      <w:bookmarkEnd w:id="33"/>
    </w:p>
    <w:p w14:paraId="7CB09E42" w14:textId="77777777" w:rsidR="00833AFE" w:rsidRPr="00B50E2E" w:rsidRDefault="003F4451" w:rsidP="00B50E2E">
      <w:pPr>
        <w:pStyle w:val="lj"/>
        <w:ind w:firstLine="420"/>
        <w:rPr>
          <w:rFonts w:ascii="Times New Roman" w:hAnsi="Times New Roman"/>
          <w:color w:val="auto"/>
          <w:sz w:val="21"/>
          <w:szCs w:val="21"/>
        </w:rPr>
      </w:pPr>
      <w:r w:rsidRPr="00FF3F07">
        <w:rPr>
          <w:rFonts w:ascii="Times New Roman" w:hAnsi="Times New Roman" w:hint="eastAsia"/>
          <w:color w:val="auto"/>
          <w:sz w:val="21"/>
          <w:szCs w:val="21"/>
          <w:u w:val="single"/>
        </w:rPr>
        <w:t>依据绿标细则</w:t>
      </w:r>
      <w:r w:rsidR="00FF3F07" w:rsidRPr="00FF3F07">
        <w:rPr>
          <w:rFonts w:ascii="Times New Roman" w:hAnsi="Times New Roman" w:hint="eastAsia"/>
          <w:color w:val="auto"/>
          <w:sz w:val="21"/>
          <w:szCs w:val="21"/>
          <w:u w:val="single"/>
        </w:rPr>
        <w:t>所述</w:t>
      </w:r>
      <w:r w:rsidRPr="00FF3F07">
        <w:rPr>
          <w:rFonts w:ascii="Times New Roman" w:hAnsi="Times New Roman" w:hint="eastAsia"/>
          <w:color w:val="auto"/>
          <w:sz w:val="21"/>
          <w:szCs w:val="21"/>
          <w:u w:val="single"/>
        </w:rPr>
        <w:t>，</w:t>
      </w:r>
      <w:r w:rsidR="002969CA" w:rsidRPr="00FF3F07">
        <w:rPr>
          <w:rFonts w:ascii="Times New Roman" w:hAnsi="Times New Roman" w:hint="eastAsia"/>
          <w:color w:val="auto"/>
          <w:sz w:val="21"/>
          <w:szCs w:val="21"/>
          <w:u w:val="single"/>
        </w:rPr>
        <w:t>对于自然通风和复合通风，</w:t>
      </w:r>
      <w:r w:rsidR="00833AFE" w:rsidRPr="00FF3F07">
        <w:rPr>
          <w:rFonts w:ascii="Times New Roman" w:hAnsi="Times New Roman"/>
          <w:color w:val="auto"/>
          <w:sz w:val="21"/>
          <w:szCs w:val="21"/>
          <w:u w:val="single"/>
        </w:rPr>
        <w:t>建筑</w:t>
      </w:r>
      <w:r w:rsidR="00833AFE" w:rsidRPr="00FF3F07">
        <w:rPr>
          <w:rFonts w:ascii="Times New Roman" w:hAnsi="Times New Roman"/>
          <w:b/>
          <w:color w:val="auto"/>
          <w:sz w:val="21"/>
          <w:szCs w:val="21"/>
          <w:u w:val="single"/>
        </w:rPr>
        <w:t>主要功能房间</w:t>
      </w:r>
      <w:r w:rsidR="00833AFE" w:rsidRPr="00FF3F07">
        <w:rPr>
          <w:rFonts w:ascii="Times New Roman" w:hAnsi="Times New Roman"/>
          <w:color w:val="auto"/>
          <w:sz w:val="21"/>
          <w:szCs w:val="21"/>
          <w:u w:val="single"/>
        </w:rPr>
        <w:t>室内热环境参数在</w:t>
      </w:r>
      <w:r w:rsidR="00833AFE" w:rsidRPr="00FF3F07">
        <w:rPr>
          <w:rFonts w:ascii="Times New Roman" w:hAnsi="Times New Roman"/>
          <w:b/>
          <w:color w:val="auto"/>
          <w:sz w:val="21"/>
          <w:szCs w:val="21"/>
          <w:u w:val="single"/>
        </w:rPr>
        <w:t>适应性热舒适区域</w:t>
      </w:r>
      <w:r w:rsidR="00833AFE" w:rsidRPr="00FF3F07">
        <w:rPr>
          <w:rFonts w:ascii="Times New Roman" w:hAnsi="Times New Roman"/>
          <w:color w:val="auto"/>
          <w:sz w:val="21"/>
          <w:szCs w:val="21"/>
          <w:u w:val="single"/>
        </w:rPr>
        <w:t>的</w:t>
      </w:r>
      <w:r w:rsidR="00833AFE" w:rsidRPr="00FF3F07">
        <w:rPr>
          <w:rFonts w:ascii="Times New Roman" w:hAnsi="Times New Roman"/>
          <w:b/>
          <w:color w:val="auto"/>
          <w:sz w:val="21"/>
          <w:szCs w:val="21"/>
          <w:u w:val="single"/>
        </w:rPr>
        <w:t>时间比例</w:t>
      </w:r>
      <w:r w:rsidR="00833AFE" w:rsidRPr="00FF3F07">
        <w:rPr>
          <w:rFonts w:ascii="Times New Roman" w:hAnsi="Times New Roman"/>
          <w:color w:val="auto"/>
          <w:sz w:val="21"/>
          <w:szCs w:val="21"/>
          <w:u w:val="single"/>
        </w:rPr>
        <w:t>指，主要功能房间</w:t>
      </w:r>
      <w:r w:rsidR="00833AFE" w:rsidRPr="00FF3F07">
        <w:rPr>
          <w:rFonts w:ascii="Times New Roman" w:hAnsi="Times New Roman"/>
          <w:b/>
          <w:color w:val="auto"/>
          <w:sz w:val="21"/>
          <w:szCs w:val="21"/>
          <w:u w:val="single"/>
        </w:rPr>
        <w:t>室内温度</w:t>
      </w:r>
      <w:r w:rsidR="00833AFE" w:rsidRPr="00FF3F07">
        <w:rPr>
          <w:rFonts w:ascii="Times New Roman" w:hAnsi="Times New Roman"/>
          <w:color w:val="auto"/>
          <w:sz w:val="21"/>
          <w:szCs w:val="21"/>
          <w:u w:val="single"/>
        </w:rPr>
        <w:t>达到</w:t>
      </w:r>
      <w:r w:rsidR="00833AFE" w:rsidRPr="00FF3F07">
        <w:rPr>
          <w:rFonts w:ascii="Times New Roman" w:hAnsi="Times New Roman"/>
          <w:b/>
          <w:color w:val="auto"/>
          <w:sz w:val="21"/>
          <w:szCs w:val="21"/>
          <w:u w:val="single"/>
        </w:rPr>
        <w:t>适应性舒适温度</w:t>
      </w:r>
      <w:r w:rsidR="00833AFE" w:rsidRPr="00FF3F07">
        <w:rPr>
          <w:rFonts w:ascii="Times New Roman" w:hAnsi="Times New Roman"/>
          <w:color w:val="auto"/>
          <w:sz w:val="21"/>
          <w:szCs w:val="21"/>
          <w:u w:val="single"/>
        </w:rPr>
        <w:t>区间的小时数占</w:t>
      </w:r>
      <w:r w:rsidR="00833AFE" w:rsidRPr="00FF3F07">
        <w:rPr>
          <w:rFonts w:ascii="Times New Roman" w:hAnsi="Times New Roman"/>
          <w:b/>
          <w:color w:val="auto"/>
          <w:sz w:val="21"/>
          <w:szCs w:val="21"/>
          <w:u w:val="single"/>
        </w:rPr>
        <w:t>建筑全年运行小时数</w:t>
      </w:r>
      <w:r w:rsidR="00833AFE" w:rsidRPr="00FF3F07">
        <w:rPr>
          <w:rFonts w:ascii="Times New Roman" w:hAnsi="Times New Roman"/>
          <w:color w:val="auto"/>
          <w:sz w:val="21"/>
          <w:szCs w:val="21"/>
          <w:u w:val="single"/>
        </w:rPr>
        <w:t>的比例</w:t>
      </w:r>
      <w:r w:rsidR="00FF3F07">
        <w:rPr>
          <w:rFonts w:ascii="Times New Roman" w:hAnsi="Times New Roman" w:hint="eastAsia"/>
          <w:color w:val="auto"/>
          <w:sz w:val="21"/>
          <w:szCs w:val="21"/>
        </w:rPr>
        <w:t>。</w:t>
      </w:r>
    </w:p>
    <w:p w14:paraId="1EB44B3B" w14:textId="77777777" w:rsidR="00035ECB" w:rsidRPr="00035ECB" w:rsidRDefault="00E2221D" w:rsidP="00446531">
      <w:pPr>
        <w:tabs>
          <w:tab w:val="left" w:pos="180"/>
        </w:tabs>
        <w:spacing w:line="400" w:lineRule="atLeast"/>
        <w:ind w:leftChars="-9" w:left="-19" w:firstLine="250"/>
        <w:rPr>
          <w:b/>
          <w:szCs w:val="21"/>
        </w:rPr>
      </w:pPr>
      <w:r>
        <w:rPr>
          <w:rFonts w:hint="eastAsia"/>
          <w:szCs w:val="21"/>
          <w:lang w:val="en-US"/>
        </w:rPr>
        <w:t xml:space="preserve">  </w:t>
      </w:r>
      <w:r w:rsidR="00035ECB" w:rsidRPr="00035ECB">
        <w:rPr>
          <w:rFonts w:hint="eastAsia"/>
          <w:szCs w:val="21"/>
          <w:lang w:val="en-US"/>
        </w:rPr>
        <w:t>根据上述计算方法，本项目采用一下计算步骤：</w:t>
      </w:r>
    </w:p>
    <w:p w14:paraId="05B6D6A7" w14:textId="77777777" w:rsidR="00035ECB" w:rsidRDefault="00035ECB" w:rsidP="00035ECB">
      <w:pPr>
        <w:pStyle w:val="af"/>
        <w:numPr>
          <w:ilvl w:val="0"/>
          <w:numId w:val="23"/>
        </w:numPr>
        <w:tabs>
          <w:tab w:val="left" w:pos="180"/>
        </w:tabs>
        <w:spacing w:before="156" w:line="400" w:lineRule="atLeast"/>
        <w:ind w:left="567" w:firstLineChars="0" w:hanging="425"/>
        <w:rPr>
          <w:b/>
          <w:szCs w:val="21"/>
        </w:rPr>
      </w:pPr>
      <w:r>
        <w:rPr>
          <w:rFonts w:hint="eastAsia"/>
          <w:b/>
          <w:szCs w:val="21"/>
        </w:rPr>
        <w:t>确定舒适温度区间</w:t>
      </w:r>
    </w:p>
    <w:p w14:paraId="52556B55" w14:textId="77777777" w:rsidR="00035ECB" w:rsidRPr="00E2221D" w:rsidRDefault="00035ECB" w:rsidP="00E2221D">
      <w:pPr>
        <w:adjustRightInd w:val="0"/>
        <w:spacing w:line="360" w:lineRule="auto"/>
        <w:ind w:firstLineChars="200" w:firstLine="420"/>
        <w:rPr>
          <w:szCs w:val="21"/>
        </w:rPr>
      </w:pPr>
      <w:r w:rsidRPr="00E2221D">
        <w:rPr>
          <w:rFonts w:hint="eastAsia"/>
          <w:szCs w:val="21"/>
        </w:rPr>
        <w:t>依据标准细则，按照下述规则确定室内舒适温度区间。</w:t>
      </w:r>
    </w:p>
    <w:p w14:paraId="32036B3B" w14:textId="77777777" w:rsidR="00035ECB" w:rsidRPr="00E2221D" w:rsidRDefault="00035ECB" w:rsidP="00E2221D">
      <w:pPr>
        <w:adjustRightInd w:val="0"/>
        <w:spacing w:line="360" w:lineRule="auto"/>
        <w:ind w:leftChars="61" w:left="128"/>
        <w:rPr>
          <w:rFonts w:eastAsia="楷体"/>
          <w:szCs w:val="21"/>
        </w:rPr>
      </w:pPr>
      <w:r w:rsidRPr="00E2221D">
        <w:rPr>
          <w:rFonts w:hint="eastAsia"/>
          <w:szCs w:val="21"/>
        </w:rPr>
        <w:t>1</w:t>
      </w:r>
      <w:r w:rsidRPr="00E2221D">
        <w:rPr>
          <w:rFonts w:hint="eastAsia"/>
          <w:szCs w:val="21"/>
        </w:rPr>
        <w:t>）</w:t>
      </w:r>
      <w:r w:rsidR="00BB72F1" w:rsidRPr="00E2221D">
        <w:rPr>
          <w:rFonts w:hint="eastAsia"/>
          <w:szCs w:val="21"/>
        </w:rPr>
        <w:t>当</w:t>
      </w:r>
      <w:r w:rsidRPr="00E2221D">
        <w:rPr>
          <w:szCs w:val="21"/>
        </w:rPr>
        <w:t>室内平均气流速度</w:t>
      </w:r>
      <w:r w:rsidRPr="00E2221D">
        <w:rPr>
          <w:szCs w:val="21"/>
        </w:rPr>
        <w:t>va≤0.3m/s</w:t>
      </w:r>
      <w:r w:rsidRPr="00E2221D">
        <w:rPr>
          <w:szCs w:val="21"/>
        </w:rPr>
        <w:t>时，</w:t>
      </w:r>
      <w:r w:rsidRPr="00E2221D">
        <w:rPr>
          <w:rFonts w:hint="eastAsia"/>
          <w:szCs w:val="21"/>
        </w:rPr>
        <w:t>室内没有个性化送风装置，</w:t>
      </w:r>
      <w:r w:rsidRPr="00E2221D">
        <w:rPr>
          <w:szCs w:val="21"/>
        </w:rPr>
        <w:t>舒适温度为</w:t>
      </w:r>
      <w:r w:rsidRPr="00E2221D">
        <w:rPr>
          <w:rFonts w:hint="eastAsia"/>
          <w:szCs w:val="21"/>
        </w:rPr>
        <w:t>下图</w:t>
      </w:r>
      <w:r w:rsidRPr="00E2221D">
        <w:rPr>
          <w:szCs w:val="21"/>
        </w:rPr>
        <w:t>中的阴影区间</w:t>
      </w:r>
      <w:r w:rsidRPr="00E2221D">
        <w:rPr>
          <w:rFonts w:hint="eastAsia"/>
          <w:szCs w:val="21"/>
        </w:rPr>
        <w:t>：</w:t>
      </w:r>
    </w:p>
    <w:p w14:paraId="4835779F" w14:textId="77777777" w:rsidR="00FC1BB9" w:rsidRDefault="00FC1BB9" w:rsidP="00304FC5">
      <w:pPr>
        <w:pStyle w:val="af3"/>
        <w:spacing w:line="360" w:lineRule="auto"/>
        <w:ind w:firstLineChars="1000" w:firstLine="2100"/>
        <w:rPr>
          <w:szCs w:val="21"/>
        </w:rPr>
      </w:pPr>
      <w:r w:rsidRPr="00BA2C60">
        <w:rPr>
          <w:rFonts w:eastAsia="楷体"/>
          <w:noProof/>
          <w:szCs w:val="21"/>
          <w:lang w:val="en-US"/>
        </w:rPr>
        <w:lastRenderedPageBreak/>
        <w:drawing>
          <wp:inline distT="0" distB="0" distL="0" distR="0" wp14:anchorId="5F88AC36" wp14:editId="19438091">
            <wp:extent cx="3866400" cy="2325600"/>
            <wp:effectExtent l="0" t="0" r="127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13" t="2370" r="2136" b="1936"/>
                    <a:stretch/>
                  </pic:blipFill>
                  <pic:spPr bwMode="auto">
                    <a:xfrm>
                      <a:off x="0" y="0"/>
                      <a:ext cx="3865110" cy="23248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63AE9A6" w14:textId="77777777" w:rsidR="00035ECB" w:rsidRPr="00180E79" w:rsidRDefault="00B13824" w:rsidP="00304FC5">
      <w:pPr>
        <w:pStyle w:val="af3"/>
        <w:spacing w:line="360" w:lineRule="auto"/>
        <w:ind w:firstLineChars="1800" w:firstLine="3240"/>
        <w:rPr>
          <w:rFonts w:ascii="微软雅黑" w:eastAsia="微软雅黑" w:hAnsi="微软雅黑"/>
          <w:b/>
          <w:sz w:val="18"/>
          <w:szCs w:val="21"/>
        </w:rPr>
      </w:pPr>
      <w:r w:rsidRPr="00180E79">
        <w:rPr>
          <w:rFonts w:ascii="微软雅黑" w:eastAsia="微软雅黑" w:hAnsi="微软雅黑" w:hint="eastAsia"/>
          <w:b/>
          <w:sz w:val="18"/>
          <w:szCs w:val="18"/>
        </w:rPr>
        <w:t xml:space="preserve">图 </w:t>
      </w:r>
      <w:r w:rsidRPr="00180E79">
        <w:rPr>
          <w:rFonts w:ascii="微软雅黑" w:eastAsia="微软雅黑" w:hAnsi="微软雅黑"/>
          <w:b/>
          <w:sz w:val="18"/>
          <w:szCs w:val="18"/>
        </w:rPr>
        <w:fldChar w:fldCharType="begin"/>
      </w:r>
      <w:r w:rsidRPr="00180E79">
        <w:rPr>
          <w:rFonts w:ascii="微软雅黑" w:eastAsia="微软雅黑" w:hAnsi="微软雅黑"/>
          <w:b/>
          <w:sz w:val="18"/>
          <w:szCs w:val="18"/>
        </w:rPr>
        <w:instrText xml:space="preserve"> </w:instrText>
      </w:r>
      <w:r w:rsidRPr="00180E79">
        <w:rPr>
          <w:rFonts w:ascii="微软雅黑" w:eastAsia="微软雅黑" w:hAnsi="微软雅黑" w:hint="eastAsia"/>
          <w:b/>
          <w:sz w:val="18"/>
          <w:szCs w:val="18"/>
        </w:rPr>
        <w:instrText>STYLEREF 2 \s</w:instrText>
      </w:r>
      <w:r w:rsidRPr="00180E79">
        <w:rPr>
          <w:rFonts w:ascii="微软雅黑" w:eastAsia="微软雅黑" w:hAnsi="微软雅黑"/>
          <w:b/>
          <w:sz w:val="18"/>
          <w:szCs w:val="18"/>
        </w:rPr>
        <w:instrText xml:space="preserve"> </w:instrText>
      </w:r>
      <w:r w:rsidRPr="00180E79">
        <w:rPr>
          <w:rFonts w:ascii="微软雅黑" w:eastAsia="微软雅黑" w:hAnsi="微软雅黑"/>
          <w:b/>
          <w:sz w:val="18"/>
          <w:szCs w:val="18"/>
        </w:rPr>
        <w:fldChar w:fldCharType="separate"/>
      </w:r>
      <w:r w:rsidR="00CA6F4A">
        <w:rPr>
          <w:rFonts w:ascii="微软雅黑" w:eastAsia="微软雅黑" w:hAnsi="微软雅黑"/>
          <w:b/>
          <w:noProof/>
          <w:sz w:val="18"/>
          <w:szCs w:val="18"/>
        </w:rPr>
        <w:t>4.2</w:t>
      </w:r>
      <w:r w:rsidRPr="00180E79">
        <w:rPr>
          <w:rFonts w:ascii="微软雅黑" w:eastAsia="微软雅黑" w:hAnsi="微软雅黑"/>
          <w:b/>
          <w:sz w:val="18"/>
          <w:szCs w:val="18"/>
        </w:rPr>
        <w:fldChar w:fldCharType="end"/>
      </w:r>
      <w:r w:rsidRPr="00180E79">
        <w:rPr>
          <w:rFonts w:ascii="微软雅黑" w:eastAsia="微软雅黑" w:hAnsi="微软雅黑"/>
          <w:b/>
          <w:sz w:val="18"/>
          <w:szCs w:val="18"/>
        </w:rPr>
        <w:noBreakHyphen/>
      </w:r>
      <w:r w:rsidRPr="00180E79">
        <w:rPr>
          <w:rFonts w:ascii="微软雅黑" w:eastAsia="微软雅黑" w:hAnsi="微软雅黑"/>
          <w:b/>
          <w:sz w:val="18"/>
          <w:szCs w:val="18"/>
        </w:rPr>
        <w:fldChar w:fldCharType="begin"/>
      </w:r>
      <w:r w:rsidRPr="00180E79">
        <w:rPr>
          <w:rFonts w:ascii="微软雅黑" w:eastAsia="微软雅黑" w:hAnsi="微软雅黑"/>
          <w:b/>
          <w:sz w:val="18"/>
          <w:szCs w:val="18"/>
        </w:rPr>
        <w:instrText xml:space="preserve"> </w:instrText>
      </w:r>
      <w:r w:rsidRPr="00180E79">
        <w:rPr>
          <w:rFonts w:ascii="微软雅黑" w:eastAsia="微软雅黑" w:hAnsi="微软雅黑" w:hint="eastAsia"/>
          <w:b/>
          <w:sz w:val="18"/>
          <w:szCs w:val="18"/>
        </w:rPr>
        <w:instrText>SEQ 图 \* ARABIC \s 2</w:instrText>
      </w:r>
      <w:r w:rsidRPr="00180E79">
        <w:rPr>
          <w:rFonts w:ascii="微软雅黑" w:eastAsia="微软雅黑" w:hAnsi="微软雅黑"/>
          <w:b/>
          <w:sz w:val="18"/>
          <w:szCs w:val="18"/>
        </w:rPr>
        <w:instrText xml:space="preserve"> </w:instrText>
      </w:r>
      <w:r w:rsidRPr="00180E79">
        <w:rPr>
          <w:rFonts w:ascii="微软雅黑" w:eastAsia="微软雅黑" w:hAnsi="微软雅黑"/>
          <w:b/>
          <w:sz w:val="18"/>
          <w:szCs w:val="18"/>
        </w:rPr>
        <w:fldChar w:fldCharType="separate"/>
      </w:r>
      <w:r w:rsidR="00CA6F4A">
        <w:rPr>
          <w:rFonts w:ascii="微软雅黑" w:eastAsia="微软雅黑" w:hAnsi="微软雅黑"/>
          <w:b/>
          <w:noProof/>
          <w:sz w:val="18"/>
          <w:szCs w:val="18"/>
        </w:rPr>
        <w:t>1</w:t>
      </w:r>
      <w:r w:rsidRPr="00180E79">
        <w:rPr>
          <w:rFonts w:ascii="微软雅黑" w:eastAsia="微软雅黑" w:hAnsi="微软雅黑"/>
          <w:b/>
          <w:sz w:val="18"/>
          <w:szCs w:val="18"/>
        </w:rPr>
        <w:fldChar w:fldCharType="end"/>
      </w:r>
      <w:r w:rsidRPr="00180E79">
        <w:rPr>
          <w:rFonts w:ascii="微软雅黑" w:eastAsia="微软雅黑" w:hAnsi="微软雅黑" w:hint="eastAsia"/>
          <w:b/>
        </w:rPr>
        <w:t xml:space="preserve">  </w:t>
      </w:r>
      <w:r w:rsidR="00035ECB" w:rsidRPr="00180E79">
        <w:rPr>
          <w:rFonts w:ascii="微软雅黑" w:eastAsia="微软雅黑" w:hAnsi="微软雅黑"/>
          <w:b/>
          <w:sz w:val="18"/>
          <w:szCs w:val="21"/>
        </w:rPr>
        <w:t>自然通风或复合通风建筑室内舒适温度范围</w:t>
      </w:r>
    </w:p>
    <w:p w14:paraId="5D226BCE" w14:textId="77777777" w:rsidR="00D406D2" w:rsidRDefault="002C23B5" w:rsidP="00E2221D">
      <w:pPr>
        <w:adjustRightInd w:val="0"/>
        <w:spacing w:line="360" w:lineRule="auto"/>
        <w:ind w:firstLineChars="200" w:firstLine="420"/>
        <w:rPr>
          <w:szCs w:val="21"/>
        </w:rPr>
      </w:pPr>
      <w:r w:rsidRPr="002C23B5">
        <w:rPr>
          <w:rFonts w:hint="eastAsia"/>
          <w:szCs w:val="21"/>
          <w:lang w:val="en-US"/>
        </w:rPr>
        <w:t>其中，室外月平均温度依据室外气象数据</w:t>
      </w:r>
      <w:r w:rsidR="003F76E8">
        <w:rPr>
          <w:rFonts w:hint="eastAsia"/>
          <w:szCs w:val="21"/>
          <w:lang w:val="en-US"/>
        </w:rPr>
        <w:t>，本项目采用《</w:t>
      </w:r>
      <w:r w:rsidR="003F76E8" w:rsidRPr="003F76E8">
        <w:rPr>
          <w:rFonts w:hint="eastAsia"/>
          <w:szCs w:val="21"/>
          <w:lang w:val="en-US"/>
        </w:rPr>
        <w:t>中国建筑热环境分析专用气象数据集</w:t>
      </w:r>
      <w:r w:rsidR="003F76E8">
        <w:rPr>
          <w:rFonts w:hint="eastAsia"/>
          <w:szCs w:val="21"/>
        </w:rPr>
        <w:t>》</w:t>
      </w:r>
      <w:r w:rsidR="0014310C">
        <w:rPr>
          <w:rFonts w:hint="eastAsia"/>
          <w:szCs w:val="21"/>
        </w:rPr>
        <w:t>。</w:t>
      </w:r>
      <w:r w:rsidR="00035ECB">
        <w:rPr>
          <w:rFonts w:hint="eastAsia"/>
          <w:szCs w:val="21"/>
        </w:rPr>
        <w:t xml:space="preserve">   </w:t>
      </w:r>
    </w:p>
    <w:p w14:paraId="0C8EAA43" w14:textId="77777777" w:rsidR="00035ECB" w:rsidRDefault="00035ECB" w:rsidP="00D406D2">
      <w:pPr>
        <w:pStyle w:val="af3"/>
        <w:tabs>
          <w:tab w:val="left" w:pos="426"/>
        </w:tabs>
        <w:spacing w:line="360" w:lineRule="auto"/>
        <w:ind w:left="420" w:hangingChars="200" w:hanging="420"/>
        <w:rPr>
          <w:szCs w:val="21"/>
        </w:rPr>
      </w:pPr>
      <w:r>
        <w:rPr>
          <w:rFonts w:hint="eastAsia"/>
          <w:szCs w:val="21"/>
        </w:rPr>
        <w:t xml:space="preserve">  2</w:t>
      </w:r>
      <w:r>
        <w:rPr>
          <w:rFonts w:hint="eastAsia"/>
          <w:szCs w:val="21"/>
        </w:rPr>
        <w:t>）</w:t>
      </w:r>
      <w:r w:rsidR="00BB72F1">
        <w:rPr>
          <w:rFonts w:hint="eastAsia"/>
          <w:szCs w:val="21"/>
        </w:rPr>
        <w:t>当</w:t>
      </w:r>
      <w:r w:rsidR="00BB72F1" w:rsidRPr="00035ECB">
        <w:rPr>
          <w:szCs w:val="21"/>
        </w:rPr>
        <w:t>室内气流平均速度</w:t>
      </w:r>
      <w:proofErr w:type="spellStart"/>
      <w:r w:rsidR="00BB72F1" w:rsidRPr="00035ECB">
        <w:rPr>
          <w:szCs w:val="21"/>
        </w:rPr>
        <w:t>va</w:t>
      </w:r>
      <w:proofErr w:type="spellEnd"/>
      <w:r w:rsidR="00BB72F1">
        <w:rPr>
          <w:rFonts w:hint="eastAsia"/>
          <w:szCs w:val="21"/>
        </w:rPr>
        <w:t>&gt;</w:t>
      </w:r>
      <w:r w:rsidR="00BB72F1" w:rsidRPr="00035ECB">
        <w:rPr>
          <w:szCs w:val="21"/>
        </w:rPr>
        <w:t>0.3m/s</w:t>
      </w:r>
      <w:r w:rsidR="00BB72F1">
        <w:rPr>
          <w:rFonts w:hint="eastAsia"/>
          <w:szCs w:val="21"/>
        </w:rPr>
        <w:t>时，室内有风扇等个性化送风装置，</w:t>
      </w:r>
      <w:r w:rsidR="00FC1BB9">
        <w:rPr>
          <w:rFonts w:hint="eastAsia"/>
          <w:szCs w:val="21"/>
        </w:rPr>
        <w:t>采用下</w:t>
      </w:r>
      <w:r w:rsidR="007C6B7C">
        <w:rPr>
          <w:rFonts w:hint="eastAsia"/>
          <w:szCs w:val="21"/>
        </w:rPr>
        <w:t>列方法</w:t>
      </w:r>
      <w:r w:rsidR="00314C40">
        <w:rPr>
          <w:rFonts w:hint="eastAsia"/>
          <w:szCs w:val="21"/>
        </w:rPr>
        <w:t>调整室内舒适温度区间：</w:t>
      </w:r>
    </w:p>
    <w:p w14:paraId="58267972" w14:textId="77777777" w:rsidR="006B0CC7" w:rsidRPr="00180E79" w:rsidRDefault="006B0CC7" w:rsidP="006B0CC7">
      <w:pPr>
        <w:pStyle w:val="af3"/>
        <w:ind w:leftChars="171" w:left="359" w:firstLineChars="1392" w:firstLine="2506"/>
        <w:rPr>
          <w:rFonts w:ascii="微软雅黑" w:eastAsia="微软雅黑" w:hAnsi="微软雅黑"/>
          <w:b/>
          <w:sz w:val="18"/>
          <w:szCs w:val="21"/>
        </w:rPr>
      </w:pPr>
      <w:r w:rsidRPr="00180E79">
        <w:rPr>
          <w:rFonts w:ascii="微软雅黑" w:eastAsia="微软雅黑" w:hAnsi="微软雅黑"/>
          <w:b/>
          <w:sz w:val="18"/>
          <w:szCs w:val="21"/>
        </w:rPr>
        <w:t>表</w:t>
      </w:r>
      <w:r w:rsidR="00180E79" w:rsidRPr="00180E79">
        <w:rPr>
          <w:rFonts w:ascii="微软雅黑" w:eastAsia="微软雅黑" w:hAnsi="微软雅黑"/>
          <w:b/>
          <w:sz w:val="18"/>
          <w:szCs w:val="21"/>
        </w:rPr>
        <w:t>4</w:t>
      </w:r>
      <w:r w:rsidRPr="00180E79">
        <w:rPr>
          <w:rFonts w:ascii="微软雅黑" w:eastAsia="微软雅黑" w:hAnsi="微软雅黑"/>
          <w:b/>
          <w:sz w:val="18"/>
          <w:szCs w:val="21"/>
        </w:rPr>
        <w:t>.</w:t>
      </w:r>
      <w:r w:rsidRPr="00180E79">
        <w:rPr>
          <w:rFonts w:ascii="微软雅黑" w:eastAsia="微软雅黑" w:hAnsi="微软雅黑" w:hint="eastAsia"/>
          <w:b/>
          <w:sz w:val="18"/>
          <w:szCs w:val="21"/>
        </w:rPr>
        <w:t>2</w:t>
      </w:r>
      <w:r w:rsidR="00180E79" w:rsidRPr="00180E79">
        <w:rPr>
          <w:rFonts w:ascii="微软雅黑" w:eastAsia="微软雅黑" w:hAnsi="微软雅黑" w:hint="eastAsia"/>
          <w:b/>
          <w:sz w:val="18"/>
          <w:szCs w:val="21"/>
        </w:rPr>
        <w:t>-1</w:t>
      </w:r>
      <w:r w:rsidRPr="00180E79">
        <w:rPr>
          <w:rFonts w:ascii="微软雅黑" w:eastAsia="微软雅黑" w:hAnsi="微软雅黑"/>
          <w:b/>
          <w:sz w:val="18"/>
          <w:szCs w:val="21"/>
        </w:rPr>
        <w:t xml:space="preserve"> 室内平均气流速度对应的室内舒适温度上限值提高幅度</w:t>
      </w:r>
    </w:p>
    <w:tbl>
      <w:tblPr>
        <w:tblW w:w="4597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71"/>
        <w:gridCol w:w="1889"/>
        <w:gridCol w:w="2034"/>
        <w:gridCol w:w="1928"/>
      </w:tblGrid>
      <w:tr w:rsidR="006B0CC7" w:rsidRPr="00BA2C60" w14:paraId="25F78E73" w14:textId="77777777" w:rsidTr="00180E79">
        <w:trPr>
          <w:jc w:val="center"/>
        </w:trPr>
        <w:tc>
          <w:tcPr>
            <w:tcW w:w="1862" w:type="pct"/>
            <w:shd w:val="clear" w:color="auto" w:fill="auto"/>
            <w:vAlign w:val="center"/>
          </w:tcPr>
          <w:p w14:paraId="570DF197" w14:textId="77777777" w:rsidR="006B0CC7" w:rsidRPr="00BA2C60" w:rsidRDefault="006B0CC7" w:rsidP="00B269E3">
            <w:pPr>
              <w:pStyle w:val="af3"/>
              <w:rPr>
                <w:szCs w:val="21"/>
              </w:rPr>
            </w:pPr>
            <w:r w:rsidRPr="00BA2C60">
              <w:rPr>
                <w:szCs w:val="21"/>
              </w:rPr>
              <w:t>室内气流平均速度</w:t>
            </w:r>
            <w:proofErr w:type="spellStart"/>
            <w:r w:rsidRPr="00BA2C60">
              <w:rPr>
                <w:szCs w:val="21"/>
              </w:rPr>
              <w:t>v</w:t>
            </w:r>
            <w:r w:rsidRPr="00BA2C60">
              <w:rPr>
                <w:szCs w:val="21"/>
                <w:vertAlign w:val="subscript"/>
              </w:rPr>
              <w:t>a</w:t>
            </w:r>
            <w:proofErr w:type="spellEnd"/>
            <w:r w:rsidRPr="00BA2C60">
              <w:rPr>
                <w:szCs w:val="21"/>
              </w:rPr>
              <w:t>（</w:t>
            </w:r>
            <w:r w:rsidRPr="00BA2C60">
              <w:rPr>
                <w:szCs w:val="21"/>
              </w:rPr>
              <w:t>m/s</w:t>
            </w:r>
            <w:r w:rsidRPr="00BA2C60">
              <w:rPr>
                <w:szCs w:val="21"/>
              </w:rPr>
              <w:t>）</w:t>
            </w:r>
          </w:p>
        </w:tc>
        <w:tc>
          <w:tcPr>
            <w:tcW w:w="1013" w:type="pct"/>
            <w:shd w:val="clear" w:color="auto" w:fill="auto"/>
            <w:vAlign w:val="center"/>
          </w:tcPr>
          <w:p w14:paraId="4CFA0C44" w14:textId="77777777" w:rsidR="006B0CC7" w:rsidRPr="00BA2C60" w:rsidRDefault="006B0CC7" w:rsidP="00180E79">
            <w:pPr>
              <w:pStyle w:val="af3"/>
              <w:jc w:val="center"/>
              <w:rPr>
                <w:szCs w:val="21"/>
              </w:rPr>
            </w:pPr>
            <w:r w:rsidRPr="00BA2C60">
              <w:rPr>
                <w:szCs w:val="21"/>
              </w:rPr>
              <w:t>0.3</w:t>
            </w:r>
            <w:r w:rsidRPr="00BA2C60">
              <w:rPr>
                <w:szCs w:val="21"/>
              </w:rPr>
              <w:t>＜</w:t>
            </w:r>
            <w:r w:rsidRPr="00BA2C60">
              <w:rPr>
                <w:szCs w:val="21"/>
              </w:rPr>
              <w:t>v</w:t>
            </w:r>
            <w:r w:rsidRPr="00BA2C60">
              <w:rPr>
                <w:szCs w:val="21"/>
                <w:vertAlign w:val="subscript"/>
              </w:rPr>
              <w:t>a</w:t>
            </w:r>
            <w:r w:rsidRPr="00BA2C60">
              <w:rPr>
                <w:szCs w:val="21"/>
              </w:rPr>
              <w:t>≤0.6</w:t>
            </w:r>
          </w:p>
        </w:tc>
        <w:tc>
          <w:tcPr>
            <w:tcW w:w="1091" w:type="pct"/>
            <w:shd w:val="clear" w:color="auto" w:fill="auto"/>
            <w:vAlign w:val="center"/>
          </w:tcPr>
          <w:p w14:paraId="2FB56173" w14:textId="77777777" w:rsidR="006B0CC7" w:rsidRPr="00BA2C60" w:rsidRDefault="006B0CC7" w:rsidP="00180E79">
            <w:pPr>
              <w:pStyle w:val="af3"/>
              <w:jc w:val="center"/>
              <w:rPr>
                <w:szCs w:val="21"/>
              </w:rPr>
            </w:pPr>
            <w:r w:rsidRPr="00BA2C60">
              <w:rPr>
                <w:szCs w:val="21"/>
              </w:rPr>
              <w:t>0.6</w:t>
            </w:r>
            <w:r w:rsidRPr="00BA2C60">
              <w:rPr>
                <w:szCs w:val="21"/>
              </w:rPr>
              <w:t>＜</w:t>
            </w:r>
            <w:r w:rsidRPr="00BA2C60">
              <w:rPr>
                <w:szCs w:val="21"/>
              </w:rPr>
              <w:t>v</w:t>
            </w:r>
            <w:r w:rsidRPr="00BA2C60">
              <w:rPr>
                <w:szCs w:val="21"/>
                <w:vertAlign w:val="subscript"/>
              </w:rPr>
              <w:t>a</w:t>
            </w:r>
            <w:r w:rsidRPr="00BA2C60">
              <w:rPr>
                <w:szCs w:val="21"/>
              </w:rPr>
              <w:t>≤0.9</w:t>
            </w:r>
          </w:p>
        </w:tc>
        <w:tc>
          <w:tcPr>
            <w:tcW w:w="1034" w:type="pct"/>
            <w:shd w:val="clear" w:color="auto" w:fill="auto"/>
            <w:vAlign w:val="center"/>
          </w:tcPr>
          <w:p w14:paraId="5C683CF6" w14:textId="77777777" w:rsidR="006B0CC7" w:rsidRPr="00BA2C60" w:rsidRDefault="006B0CC7" w:rsidP="00180E79">
            <w:pPr>
              <w:pStyle w:val="af3"/>
              <w:jc w:val="center"/>
              <w:rPr>
                <w:szCs w:val="21"/>
              </w:rPr>
            </w:pPr>
            <w:r w:rsidRPr="00BA2C60">
              <w:rPr>
                <w:szCs w:val="21"/>
              </w:rPr>
              <w:t>0.9</w:t>
            </w:r>
            <w:r w:rsidRPr="00BA2C60">
              <w:rPr>
                <w:szCs w:val="21"/>
              </w:rPr>
              <w:t>＜</w:t>
            </w:r>
            <w:r w:rsidRPr="00BA2C60">
              <w:rPr>
                <w:szCs w:val="21"/>
              </w:rPr>
              <w:t>v</w:t>
            </w:r>
            <w:r w:rsidRPr="00BA2C60">
              <w:rPr>
                <w:szCs w:val="21"/>
                <w:vertAlign w:val="subscript"/>
              </w:rPr>
              <w:t>a</w:t>
            </w:r>
            <w:r w:rsidRPr="00BA2C60">
              <w:rPr>
                <w:szCs w:val="21"/>
              </w:rPr>
              <w:t>≤1.2</w:t>
            </w:r>
          </w:p>
        </w:tc>
      </w:tr>
      <w:tr w:rsidR="006B0CC7" w:rsidRPr="00BA2C60" w14:paraId="56D24CC8" w14:textId="77777777" w:rsidTr="00180E79">
        <w:trPr>
          <w:jc w:val="center"/>
        </w:trPr>
        <w:tc>
          <w:tcPr>
            <w:tcW w:w="1862" w:type="pct"/>
            <w:shd w:val="clear" w:color="auto" w:fill="auto"/>
            <w:vAlign w:val="center"/>
          </w:tcPr>
          <w:p w14:paraId="25208687" w14:textId="77777777" w:rsidR="006B0CC7" w:rsidRPr="00BA2C60" w:rsidRDefault="006B0CC7" w:rsidP="00B269E3">
            <w:pPr>
              <w:pStyle w:val="af3"/>
              <w:rPr>
                <w:szCs w:val="21"/>
              </w:rPr>
            </w:pPr>
            <w:r w:rsidRPr="00BA2C60">
              <w:rPr>
                <w:szCs w:val="21"/>
              </w:rPr>
              <w:t>舒适温度上限提高幅度</w:t>
            </w:r>
            <w:proofErr w:type="spellStart"/>
            <w:r w:rsidRPr="00BA2C60">
              <w:rPr>
                <w:szCs w:val="21"/>
              </w:rPr>
              <w:t>Δt</w:t>
            </w:r>
            <w:proofErr w:type="spellEnd"/>
            <w:r w:rsidRPr="00BA2C60">
              <w:rPr>
                <w:szCs w:val="21"/>
              </w:rPr>
              <w:t>（</w:t>
            </w:r>
            <w:r w:rsidRPr="00BA2C60">
              <w:rPr>
                <w:szCs w:val="21"/>
              </w:rPr>
              <w:t>℃</w:t>
            </w:r>
            <w:r w:rsidRPr="00BA2C60">
              <w:rPr>
                <w:szCs w:val="21"/>
              </w:rPr>
              <w:t>）</w:t>
            </w:r>
          </w:p>
        </w:tc>
        <w:tc>
          <w:tcPr>
            <w:tcW w:w="1013" w:type="pct"/>
            <w:shd w:val="clear" w:color="auto" w:fill="auto"/>
            <w:vAlign w:val="center"/>
          </w:tcPr>
          <w:p w14:paraId="6BD5BE16" w14:textId="77777777" w:rsidR="006B0CC7" w:rsidRPr="00BA2C60" w:rsidRDefault="006B0CC7" w:rsidP="00180E79">
            <w:pPr>
              <w:pStyle w:val="af3"/>
              <w:jc w:val="center"/>
              <w:rPr>
                <w:szCs w:val="21"/>
              </w:rPr>
            </w:pPr>
            <w:r w:rsidRPr="00BA2C60">
              <w:rPr>
                <w:szCs w:val="21"/>
              </w:rPr>
              <w:t>1.2</w:t>
            </w:r>
          </w:p>
        </w:tc>
        <w:tc>
          <w:tcPr>
            <w:tcW w:w="1091" w:type="pct"/>
            <w:shd w:val="clear" w:color="auto" w:fill="auto"/>
            <w:vAlign w:val="center"/>
          </w:tcPr>
          <w:p w14:paraId="01EA320E" w14:textId="77777777" w:rsidR="006B0CC7" w:rsidRPr="00BA2C60" w:rsidRDefault="006B0CC7" w:rsidP="00180E79">
            <w:pPr>
              <w:pStyle w:val="af3"/>
              <w:jc w:val="center"/>
              <w:rPr>
                <w:szCs w:val="21"/>
              </w:rPr>
            </w:pPr>
            <w:r w:rsidRPr="00BA2C60">
              <w:rPr>
                <w:szCs w:val="21"/>
              </w:rPr>
              <w:t>1.8</w:t>
            </w:r>
          </w:p>
        </w:tc>
        <w:tc>
          <w:tcPr>
            <w:tcW w:w="1034" w:type="pct"/>
            <w:shd w:val="clear" w:color="auto" w:fill="auto"/>
            <w:vAlign w:val="center"/>
          </w:tcPr>
          <w:p w14:paraId="108EF178" w14:textId="77777777" w:rsidR="006B0CC7" w:rsidRPr="00BA2C60" w:rsidRDefault="006B0CC7" w:rsidP="00180E79">
            <w:pPr>
              <w:pStyle w:val="af3"/>
              <w:jc w:val="center"/>
              <w:rPr>
                <w:szCs w:val="21"/>
              </w:rPr>
            </w:pPr>
            <w:r w:rsidRPr="00BA2C60">
              <w:rPr>
                <w:szCs w:val="21"/>
              </w:rPr>
              <w:t>2.2</w:t>
            </w:r>
          </w:p>
        </w:tc>
      </w:tr>
    </w:tbl>
    <w:p w14:paraId="5CD86A5F" w14:textId="77777777" w:rsidR="00035ECB" w:rsidRDefault="007C6B7C" w:rsidP="00E2221D">
      <w:pPr>
        <w:adjustRightInd w:val="0"/>
        <w:spacing w:line="360" w:lineRule="auto"/>
        <w:ind w:firstLineChars="200" w:firstLine="420"/>
        <w:rPr>
          <w:szCs w:val="21"/>
        </w:rPr>
      </w:pPr>
      <w:r w:rsidRPr="007C6B7C">
        <w:rPr>
          <w:szCs w:val="21"/>
        </w:rPr>
        <w:t>当室内温度高于</w:t>
      </w:r>
      <w:r w:rsidRPr="007C6B7C">
        <w:rPr>
          <w:szCs w:val="21"/>
        </w:rPr>
        <w:t>25</w:t>
      </w:r>
      <w:r w:rsidRPr="007C6B7C">
        <w:rPr>
          <w:rFonts w:hint="eastAsia"/>
          <w:szCs w:val="21"/>
        </w:rPr>
        <w:t>℃</w:t>
      </w:r>
      <w:r w:rsidRPr="007C6B7C">
        <w:rPr>
          <w:szCs w:val="21"/>
        </w:rPr>
        <w:t>时，允许采用提高气流速度的方式来补偿室内温度的上升，即室内舒适温度上限可进一步提高，提高幅度如</w:t>
      </w:r>
      <w:r>
        <w:rPr>
          <w:rFonts w:hint="eastAsia"/>
          <w:szCs w:val="21"/>
        </w:rPr>
        <w:t>上</w:t>
      </w:r>
      <w:r w:rsidRPr="007C6B7C">
        <w:rPr>
          <w:szCs w:val="21"/>
        </w:rPr>
        <w:t>表所示。</w:t>
      </w:r>
    </w:p>
    <w:p w14:paraId="7575B6EB" w14:textId="77777777" w:rsidR="004B158B" w:rsidRPr="004B158B" w:rsidRDefault="00360EF7" w:rsidP="00E2221D">
      <w:pPr>
        <w:adjustRightInd w:val="0"/>
        <w:spacing w:line="360" w:lineRule="auto"/>
        <w:ind w:firstLineChars="200" w:firstLine="422"/>
        <w:rPr>
          <w:b/>
          <w:szCs w:val="21"/>
        </w:rPr>
      </w:pPr>
      <w:r>
        <w:rPr>
          <w:rFonts w:hint="eastAsia"/>
          <w:b/>
          <w:szCs w:val="21"/>
        </w:rPr>
        <w:t>在本项目中，</w:t>
      </w:r>
      <w:r w:rsidR="006F195A">
        <w:rPr>
          <w:rFonts w:hint="eastAsia"/>
          <w:b/>
          <w:szCs w:val="21"/>
        </w:rPr>
        <w:t>对于未使用个性化送风装置的房间采用方法</w:t>
      </w:r>
      <w:r w:rsidR="006F195A">
        <w:rPr>
          <w:b/>
          <w:szCs w:val="21"/>
        </w:rPr>
        <w:t>1</w:t>
      </w:r>
      <w:r w:rsidR="006F195A">
        <w:rPr>
          <w:rFonts w:hint="eastAsia"/>
          <w:b/>
          <w:szCs w:val="21"/>
        </w:rPr>
        <w:t>）确定室内舒适温度范围，使用该装置</w:t>
      </w:r>
      <w:r>
        <w:rPr>
          <w:rFonts w:hint="eastAsia"/>
          <w:b/>
          <w:szCs w:val="21"/>
        </w:rPr>
        <w:t>的房间采用方法</w:t>
      </w:r>
      <w:r>
        <w:rPr>
          <w:b/>
          <w:szCs w:val="21"/>
        </w:rPr>
        <w:t>2</w:t>
      </w:r>
      <w:r w:rsidR="006F195A">
        <w:rPr>
          <w:rFonts w:hint="eastAsia"/>
          <w:b/>
          <w:szCs w:val="21"/>
        </w:rPr>
        <w:t>）</w:t>
      </w:r>
      <w:r>
        <w:rPr>
          <w:rFonts w:hint="eastAsia"/>
          <w:b/>
          <w:szCs w:val="21"/>
        </w:rPr>
        <w:t>确定，各房间风速及室内舒适温度表详见第</w:t>
      </w:r>
      <w:r>
        <w:rPr>
          <w:b/>
          <w:szCs w:val="21"/>
        </w:rPr>
        <w:t>4</w:t>
      </w:r>
      <w:r>
        <w:rPr>
          <w:rFonts w:hint="eastAsia"/>
          <w:b/>
          <w:szCs w:val="21"/>
        </w:rPr>
        <w:t>章。</w:t>
      </w:r>
    </w:p>
    <w:p w14:paraId="3FF7519A" w14:textId="77777777" w:rsidR="000F57D4" w:rsidRPr="006043F1" w:rsidRDefault="000F57D4" w:rsidP="000F57D4">
      <w:pPr>
        <w:pStyle w:val="af"/>
        <w:numPr>
          <w:ilvl w:val="0"/>
          <w:numId w:val="23"/>
        </w:numPr>
        <w:spacing w:before="156"/>
        <w:ind w:firstLineChars="0"/>
        <w:rPr>
          <w:b/>
        </w:rPr>
      </w:pPr>
      <w:r w:rsidRPr="006043F1">
        <w:rPr>
          <w:rFonts w:hint="eastAsia"/>
          <w:b/>
          <w:szCs w:val="21"/>
        </w:rPr>
        <w:t>计算室内温度</w:t>
      </w:r>
    </w:p>
    <w:p w14:paraId="0E026115" w14:textId="77777777" w:rsidR="00500A38" w:rsidRPr="00500A38" w:rsidRDefault="00500A38" w:rsidP="00E2221D">
      <w:pPr>
        <w:adjustRightInd w:val="0"/>
        <w:spacing w:line="360" w:lineRule="auto"/>
        <w:ind w:firstLineChars="200" w:firstLine="420"/>
        <w:rPr>
          <w:szCs w:val="21"/>
        </w:rPr>
      </w:pPr>
      <w:r w:rsidRPr="00500A38">
        <w:rPr>
          <w:rFonts w:hint="eastAsia"/>
          <w:szCs w:val="21"/>
        </w:rPr>
        <w:t>本项目通过</w:t>
      </w:r>
      <w:r w:rsidR="008B3F3D">
        <w:rPr>
          <w:rFonts w:hint="eastAsia"/>
          <w:szCs w:val="21"/>
        </w:rPr>
        <w:t>D</w:t>
      </w:r>
      <w:r w:rsidR="008B3F3D">
        <w:rPr>
          <w:szCs w:val="21"/>
        </w:rPr>
        <w:t>eST3.0</w:t>
      </w:r>
      <w:r w:rsidR="00E44945">
        <w:rPr>
          <w:rFonts w:hint="eastAsia"/>
          <w:szCs w:val="21"/>
        </w:rPr>
        <w:t>，</w:t>
      </w:r>
      <w:r>
        <w:rPr>
          <w:rFonts w:hint="eastAsia"/>
          <w:szCs w:val="21"/>
        </w:rPr>
        <w:t>求解自然通风复合通风工况下的室内温度。</w:t>
      </w:r>
    </w:p>
    <w:p w14:paraId="0C5317D5" w14:textId="77777777" w:rsidR="00500A38" w:rsidRPr="00B50E2E" w:rsidRDefault="00500A38" w:rsidP="000F57D4">
      <w:pPr>
        <w:pStyle w:val="af"/>
        <w:numPr>
          <w:ilvl w:val="0"/>
          <w:numId w:val="23"/>
        </w:numPr>
        <w:spacing w:before="156"/>
        <w:ind w:firstLineChars="0"/>
      </w:pPr>
      <w:r>
        <w:rPr>
          <w:rFonts w:hint="eastAsia"/>
          <w:b/>
          <w:szCs w:val="21"/>
        </w:rPr>
        <w:t>计算</w:t>
      </w:r>
      <w:r w:rsidR="00B50E2E" w:rsidRPr="00B50E2E">
        <w:rPr>
          <w:rFonts w:hint="eastAsia"/>
          <w:b/>
          <w:szCs w:val="21"/>
        </w:rPr>
        <w:t>室内适应性舒适温度时间比例</w:t>
      </w:r>
    </w:p>
    <w:p w14:paraId="6AC5F881" w14:textId="77777777" w:rsidR="00B50E2E" w:rsidRDefault="00B50E2E" w:rsidP="00E2221D">
      <w:pPr>
        <w:adjustRightInd w:val="0"/>
        <w:spacing w:line="360" w:lineRule="auto"/>
        <w:ind w:firstLineChars="200" w:firstLine="420"/>
        <w:rPr>
          <w:sz w:val="28"/>
        </w:rPr>
      </w:pPr>
      <w:bookmarkStart w:id="34" w:name="_Hlk36153165"/>
      <w:r>
        <w:rPr>
          <w:rFonts w:hint="eastAsia"/>
          <w:szCs w:val="21"/>
        </w:rPr>
        <w:t>室内适应性舒适温度时间比例</w:t>
      </w:r>
      <w:bookmarkEnd w:id="34"/>
      <w:r>
        <w:rPr>
          <w:rFonts w:hint="eastAsia"/>
          <w:szCs w:val="21"/>
        </w:rPr>
        <w:t>=</w:t>
      </w:r>
      <m:oMath>
        <m:f>
          <m:fPr>
            <m:ctrlPr>
              <w:rPr>
                <w:rFonts w:ascii="Cambria Math" w:eastAsiaTheme="minorEastAsia" w:hAnsi="Cambria Math"/>
                <w:sz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hint="eastAsia"/>
                <w:sz w:val="28"/>
              </w:rPr>
              <m:t>室内温度</m:t>
            </m:r>
            <m:r>
              <m:rPr>
                <m:sty m:val="b"/>
              </m:rPr>
              <w:rPr>
                <w:rFonts w:ascii="Cambria Math" w:eastAsiaTheme="minorEastAsia" w:hAnsi="Cambria Math" w:hint="eastAsia"/>
                <w:sz w:val="28"/>
              </w:rPr>
              <m:t>在热舒适区间</m:t>
            </m:r>
            <m:r>
              <m:rPr>
                <m:sty m:val="b"/>
              </m:rPr>
              <w:rPr>
                <w:rFonts w:ascii="Cambria Math" w:eastAsiaTheme="minorEastAsia" w:hAnsi="Cambria Math"/>
                <w:sz w:val="28"/>
              </w:rPr>
              <m:t xml:space="preserve"> </m:t>
            </m:r>
            <m:r>
              <m:rPr>
                <m:sty m:val="p"/>
              </m:rPr>
              <w:rPr>
                <w:rFonts w:ascii="Cambria Math" w:eastAsiaTheme="minorEastAsia" w:hAnsi="Cambria Math" w:hint="eastAsia"/>
                <w:sz w:val="28"/>
              </w:rPr>
              <m:t>的时间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hint="eastAsia"/>
                <w:sz w:val="28"/>
              </w:rPr>
              <m:t>建筑全年运行小时数</m:t>
            </m:r>
          </m:den>
        </m:f>
      </m:oMath>
    </w:p>
    <w:p w14:paraId="47DB5A8F" w14:textId="77777777" w:rsidR="00377068" w:rsidRPr="00377068" w:rsidRDefault="00377068" w:rsidP="00E2221D">
      <w:pPr>
        <w:adjustRightInd w:val="0"/>
        <w:spacing w:line="360" w:lineRule="auto"/>
        <w:ind w:firstLineChars="200" w:firstLine="420"/>
      </w:pPr>
      <w:r>
        <w:rPr>
          <w:rFonts w:hint="eastAsia"/>
        </w:rPr>
        <w:t>具体计算结果详见本报告书第</w:t>
      </w:r>
      <w:r>
        <w:rPr>
          <w:rFonts w:hint="eastAsia"/>
        </w:rPr>
        <w:t>5</w:t>
      </w:r>
      <w:r>
        <w:rPr>
          <w:rFonts w:hint="eastAsia"/>
        </w:rPr>
        <w:t>章。</w:t>
      </w:r>
    </w:p>
    <w:p w14:paraId="452DF6CB" w14:textId="77777777" w:rsidR="001B0BA1" w:rsidRDefault="006D296D" w:rsidP="00B50E2E">
      <w:pPr>
        <w:pStyle w:val="2"/>
      </w:pPr>
      <w:bookmarkStart w:id="35" w:name="_Toc79588831"/>
      <w:r>
        <w:rPr>
          <w:rFonts w:hint="eastAsia"/>
        </w:rPr>
        <w:t>计算参数</w:t>
      </w:r>
      <w:bookmarkEnd w:id="35"/>
    </w:p>
    <w:p w14:paraId="0F61913B" w14:textId="77777777" w:rsidR="006D296D" w:rsidRDefault="006043F1" w:rsidP="00EA3BB3">
      <w:pPr>
        <w:pStyle w:val="3"/>
      </w:pPr>
      <w:bookmarkStart w:id="36" w:name="_Toc79588832"/>
      <w:r w:rsidRPr="006043F1">
        <w:rPr>
          <w:rFonts w:hint="eastAsia"/>
        </w:rPr>
        <w:t>室外</w:t>
      </w:r>
      <w:r w:rsidR="007928B6">
        <w:rPr>
          <w:rFonts w:hint="eastAsia"/>
        </w:rPr>
        <w:t>月平均温度</w:t>
      </w:r>
      <w:bookmarkEnd w:id="36"/>
    </w:p>
    <w:p w14:paraId="2D0D42DA" w14:textId="77777777" w:rsidR="000B1793" w:rsidRDefault="00EA3BB3" w:rsidP="00E2221D">
      <w:pPr>
        <w:adjustRightInd w:val="0"/>
        <w:spacing w:line="360" w:lineRule="auto"/>
        <w:ind w:firstLineChars="200" w:firstLine="420"/>
        <w:rPr>
          <w:rFonts w:ascii="Calibri" w:hAnsi="Calibri"/>
          <w:b/>
          <w:kern w:val="2"/>
          <w:lang w:val="en-US"/>
        </w:rPr>
      </w:pPr>
      <w:r w:rsidRPr="00D406D2">
        <w:rPr>
          <w:rFonts w:ascii="Calibri" w:hAnsi="Calibri" w:hint="eastAsia"/>
          <w:kern w:val="2"/>
          <w:lang w:val="en-US"/>
        </w:rPr>
        <w:t>本项目</w:t>
      </w:r>
      <w:r w:rsidR="006D3413">
        <w:rPr>
          <w:rFonts w:ascii="Calibri" w:hAnsi="Calibri" w:hint="eastAsia"/>
          <w:kern w:val="2"/>
          <w:lang w:val="en-US"/>
        </w:rPr>
        <w:t>取</w:t>
      </w:r>
      <w:r w:rsidR="00E450A4">
        <w:rPr>
          <w:rFonts w:ascii="Calibri" w:hAnsi="Calibri" w:hint="eastAsia"/>
          <w:b/>
          <w:kern w:val="2"/>
          <w:lang w:val="en-US"/>
        </w:rPr>
        <w:t>《</w:t>
      </w:r>
      <w:r w:rsidR="00544431" w:rsidRPr="00544431">
        <w:rPr>
          <w:rFonts w:ascii="Calibri" w:hAnsi="Calibri" w:hint="eastAsia"/>
          <w:b/>
          <w:kern w:val="2"/>
          <w:lang w:val="en-US"/>
        </w:rPr>
        <w:t>中国建筑热环境分析专用气象数据集</w:t>
      </w:r>
      <w:r w:rsidR="00E450A4">
        <w:rPr>
          <w:rFonts w:ascii="Calibri" w:hAnsi="Calibri" w:hint="eastAsia"/>
          <w:b/>
          <w:kern w:val="2"/>
          <w:lang w:val="en-US"/>
        </w:rPr>
        <w:t>》</w:t>
      </w:r>
      <w:r w:rsidR="006D3413" w:rsidRPr="00E87AC0">
        <w:rPr>
          <w:rFonts w:ascii="Calibri" w:hAnsi="Calibri" w:hint="eastAsia"/>
          <w:kern w:val="2"/>
          <w:lang w:val="en-US"/>
        </w:rPr>
        <w:t>中</w:t>
      </w:r>
      <w:bookmarkStart w:id="37" w:name="站台城市"/>
      <w:r w:rsidR="006D3413" w:rsidRPr="00E87AC0">
        <w:rPr>
          <w:rFonts w:ascii="Calibri" w:hAnsi="Calibri" w:hint="eastAsia"/>
          <w:kern w:val="2"/>
          <w:lang w:val="en-US"/>
        </w:rPr>
        <w:t>长沙（望城）</w:t>
      </w:r>
      <w:bookmarkEnd w:id="37"/>
      <w:r w:rsidR="00BE5627">
        <w:rPr>
          <w:rFonts w:ascii="Calibri" w:hAnsi="Calibri" w:hint="eastAsia"/>
          <w:kern w:val="2"/>
          <w:lang w:val="en-US"/>
        </w:rPr>
        <w:t>的</w:t>
      </w:r>
      <w:r w:rsidR="00BE5627" w:rsidRPr="00D406D2">
        <w:rPr>
          <w:rFonts w:ascii="Calibri" w:hAnsi="Calibri" w:hint="eastAsia"/>
          <w:kern w:val="2"/>
          <w:lang w:val="en-US"/>
        </w:rPr>
        <w:t>气象数据</w:t>
      </w:r>
      <w:r w:rsidR="00D406D2">
        <w:rPr>
          <w:rFonts w:ascii="Calibri" w:hAnsi="Calibri" w:hint="eastAsia"/>
          <w:b/>
          <w:kern w:val="2"/>
          <w:lang w:val="en-US"/>
        </w:rPr>
        <w:t>。</w:t>
      </w:r>
    </w:p>
    <w:p w14:paraId="70CA646F" w14:textId="77777777" w:rsidR="00B94023" w:rsidRDefault="00056D42" w:rsidP="00056D42">
      <w:pPr>
        <w:pStyle w:val="a0"/>
        <w:ind w:leftChars="371" w:left="779" w:firstLineChars="50" w:firstLine="105"/>
        <w:jc w:val="center"/>
        <w:rPr>
          <w:rFonts w:ascii="Calibri" w:hAnsi="Calibri"/>
          <w:b/>
          <w:kern w:val="2"/>
          <w:lang w:val="en-US"/>
        </w:rPr>
      </w:pPr>
      <w:bookmarkStart w:id="38" w:name="月平均温度图"/>
      <w:r>
        <w:rPr>
          <w:rFonts w:ascii="Calibri" w:hAnsi="Calibri" w:hint="eastAsia"/>
          <w:b/>
          <w:kern w:val="2"/>
          <w:lang w:val="en-US"/>
        </w:rPr>
        <w:lastRenderedPageBreak/>
        <w:t xml:space="preserve"> </w:t>
      </w:r>
      <w:bookmarkEnd w:id="38"/>
      <w:r>
        <w:rPr>
          <w:noProof/>
        </w:rPr>
        <w:drawing>
          <wp:inline distT="0" distB="0" distL="0" distR="0" wp14:anchorId="4DA7F232" wp14:editId="3F0358DB">
            <wp:extent cx="5667375" cy="2905125"/>
            <wp:effectExtent l="0" t="0" r="0" b="0"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90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7BDBDB" w14:textId="77777777" w:rsidR="005D0A02" w:rsidRPr="00180E79" w:rsidRDefault="00B13824" w:rsidP="00180E79">
      <w:pPr>
        <w:pStyle w:val="af3"/>
        <w:spacing w:line="360" w:lineRule="auto"/>
        <w:jc w:val="center"/>
        <w:rPr>
          <w:rFonts w:ascii="微软雅黑" w:eastAsia="微软雅黑" w:hAnsi="微软雅黑"/>
          <w:b/>
          <w:sz w:val="18"/>
          <w:szCs w:val="21"/>
        </w:rPr>
      </w:pPr>
      <w:r w:rsidRPr="00180E79">
        <w:rPr>
          <w:rFonts w:ascii="微软雅黑" w:eastAsia="微软雅黑" w:hAnsi="微软雅黑" w:hint="eastAsia"/>
          <w:b/>
          <w:sz w:val="18"/>
          <w:szCs w:val="21"/>
        </w:rPr>
        <w:t xml:space="preserve">图 </w:t>
      </w:r>
      <w:r w:rsidRPr="00180E79">
        <w:rPr>
          <w:rFonts w:ascii="微软雅黑" w:eastAsia="微软雅黑" w:hAnsi="微软雅黑"/>
          <w:b/>
          <w:sz w:val="18"/>
          <w:szCs w:val="21"/>
        </w:rPr>
        <w:fldChar w:fldCharType="begin"/>
      </w:r>
      <w:r w:rsidRPr="00180E79">
        <w:rPr>
          <w:rFonts w:ascii="微软雅黑" w:eastAsia="微软雅黑" w:hAnsi="微软雅黑"/>
          <w:b/>
          <w:sz w:val="18"/>
          <w:szCs w:val="21"/>
        </w:rPr>
        <w:instrText xml:space="preserve"> </w:instrText>
      </w:r>
      <w:r w:rsidRPr="00180E79">
        <w:rPr>
          <w:rFonts w:ascii="微软雅黑" w:eastAsia="微软雅黑" w:hAnsi="微软雅黑" w:hint="eastAsia"/>
          <w:b/>
          <w:sz w:val="18"/>
          <w:szCs w:val="21"/>
        </w:rPr>
        <w:instrText>STYLEREF 2 \s</w:instrText>
      </w:r>
      <w:r w:rsidRPr="00180E79">
        <w:rPr>
          <w:rFonts w:ascii="微软雅黑" w:eastAsia="微软雅黑" w:hAnsi="微软雅黑"/>
          <w:b/>
          <w:sz w:val="18"/>
          <w:szCs w:val="21"/>
        </w:rPr>
        <w:instrText xml:space="preserve"> </w:instrText>
      </w:r>
      <w:r w:rsidRPr="00180E79">
        <w:rPr>
          <w:rFonts w:ascii="微软雅黑" w:eastAsia="微软雅黑" w:hAnsi="微软雅黑"/>
          <w:b/>
          <w:sz w:val="18"/>
          <w:szCs w:val="21"/>
        </w:rPr>
        <w:fldChar w:fldCharType="separate"/>
      </w:r>
      <w:r w:rsidR="00CA6F4A">
        <w:rPr>
          <w:rFonts w:ascii="微软雅黑" w:eastAsia="微软雅黑" w:hAnsi="微软雅黑"/>
          <w:b/>
          <w:noProof/>
          <w:sz w:val="18"/>
          <w:szCs w:val="21"/>
        </w:rPr>
        <w:t>4.3</w:t>
      </w:r>
      <w:r w:rsidRPr="00180E79">
        <w:rPr>
          <w:rFonts w:ascii="微软雅黑" w:eastAsia="微软雅黑" w:hAnsi="微软雅黑"/>
          <w:b/>
          <w:sz w:val="18"/>
          <w:szCs w:val="21"/>
        </w:rPr>
        <w:fldChar w:fldCharType="end"/>
      </w:r>
      <w:r w:rsidRPr="00180E79">
        <w:rPr>
          <w:rFonts w:ascii="微软雅黑" w:eastAsia="微软雅黑" w:hAnsi="微软雅黑"/>
          <w:b/>
          <w:sz w:val="18"/>
          <w:szCs w:val="21"/>
        </w:rPr>
        <w:noBreakHyphen/>
      </w:r>
      <w:r w:rsidRPr="00180E79">
        <w:rPr>
          <w:rFonts w:ascii="微软雅黑" w:eastAsia="微软雅黑" w:hAnsi="微软雅黑"/>
          <w:b/>
          <w:sz w:val="18"/>
          <w:szCs w:val="21"/>
        </w:rPr>
        <w:fldChar w:fldCharType="begin"/>
      </w:r>
      <w:r w:rsidRPr="00180E79">
        <w:rPr>
          <w:rFonts w:ascii="微软雅黑" w:eastAsia="微软雅黑" w:hAnsi="微软雅黑"/>
          <w:b/>
          <w:sz w:val="18"/>
          <w:szCs w:val="21"/>
        </w:rPr>
        <w:instrText xml:space="preserve"> </w:instrText>
      </w:r>
      <w:r w:rsidRPr="00180E79">
        <w:rPr>
          <w:rFonts w:ascii="微软雅黑" w:eastAsia="微软雅黑" w:hAnsi="微软雅黑" w:hint="eastAsia"/>
          <w:b/>
          <w:sz w:val="18"/>
          <w:szCs w:val="21"/>
        </w:rPr>
        <w:instrText>SEQ 图 \* ARABIC \s 2</w:instrText>
      </w:r>
      <w:r w:rsidRPr="00180E79">
        <w:rPr>
          <w:rFonts w:ascii="微软雅黑" w:eastAsia="微软雅黑" w:hAnsi="微软雅黑"/>
          <w:b/>
          <w:sz w:val="18"/>
          <w:szCs w:val="21"/>
        </w:rPr>
        <w:instrText xml:space="preserve"> </w:instrText>
      </w:r>
      <w:r w:rsidRPr="00180E79">
        <w:rPr>
          <w:rFonts w:ascii="微软雅黑" w:eastAsia="微软雅黑" w:hAnsi="微软雅黑"/>
          <w:b/>
          <w:sz w:val="18"/>
          <w:szCs w:val="21"/>
        </w:rPr>
        <w:fldChar w:fldCharType="separate"/>
      </w:r>
      <w:r w:rsidR="00CA6F4A">
        <w:rPr>
          <w:rFonts w:ascii="微软雅黑" w:eastAsia="微软雅黑" w:hAnsi="微软雅黑"/>
          <w:b/>
          <w:noProof/>
          <w:sz w:val="18"/>
          <w:szCs w:val="21"/>
        </w:rPr>
        <w:t>1</w:t>
      </w:r>
      <w:r w:rsidRPr="00180E79">
        <w:rPr>
          <w:rFonts w:ascii="微软雅黑" w:eastAsia="微软雅黑" w:hAnsi="微软雅黑"/>
          <w:b/>
          <w:sz w:val="18"/>
          <w:szCs w:val="21"/>
        </w:rPr>
        <w:fldChar w:fldCharType="end"/>
      </w:r>
      <w:r w:rsidR="005D0A02" w:rsidRPr="00180E79">
        <w:rPr>
          <w:rFonts w:ascii="微软雅黑" w:eastAsia="微软雅黑" w:hAnsi="微软雅黑" w:hint="eastAsia"/>
          <w:b/>
          <w:sz w:val="18"/>
          <w:szCs w:val="21"/>
        </w:rPr>
        <w:t xml:space="preserve">    </w:t>
      </w:r>
      <w:r w:rsidR="00056D42" w:rsidRPr="00180E79">
        <w:rPr>
          <w:rFonts w:ascii="微软雅黑" w:eastAsia="微软雅黑" w:hAnsi="微软雅黑" w:hint="eastAsia"/>
          <w:b/>
          <w:sz w:val="18"/>
          <w:szCs w:val="21"/>
        </w:rPr>
        <w:t>室外</w:t>
      </w:r>
      <w:r w:rsidR="005D0A02" w:rsidRPr="00180E79">
        <w:rPr>
          <w:rFonts w:ascii="微软雅黑" w:eastAsia="微软雅黑" w:hAnsi="微软雅黑" w:hint="eastAsia"/>
          <w:b/>
          <w:sz w:val="18"/>
          <w:szCs w:val="21"/>
        </w:rPr>
        <w:t>月平均温度</w:t>
      </w:r>
    </w:p>
    <w:p w14:paraId="6DAE18D4" w14:textId="77777777" w:rsidR="00B665C1" w:rsidRDefault="00B665C1" w:rsidP="00EA3BB3">
      <w:pPr>
        <w:pStyle w:val="3"/>
      </w:pPr>
      <w:bookmarkStart w:id="39" w:name="_Toc79588833"/>
      <w:r w:rsidRPr="00B665C1">
        <w:rPr>
          <w:rFonts w:hint="eastAsia"/>
        </w:rPr>
        <w:t>室内</w:t>
      </w:r>
      <w:r w:rsidR="00E44945">
        <w:rPr>
          <w:rFonts w:hint="eastAsia"/>
        </w:rPr>
        <w:t>热</w:t>
      </w:r>
      <w:r w:rsidRPr="00B665C1">
        <w:rPr>
          <w:rFonts w:hint="eastAsia"/>
        </w:rPr>
        <w:t>舒适温度</w:t>
      </w:r>
      <w:bookmarkEnd w:id="39"/>
    </w:p>
    <w:p w14:paraId="4AFB66AA" w14:textId="77777777" w:rsidR="00A412D8" w:rsidRPr="00B665C1" w:rsidRDefault="00B665C1" w:rsidP="00B665C1">
      <w:pPr>
        <w:pStyle w:val="a0"/>
        <w:ind w:firstLine="420"/>
        <w:rPr>
          <w:lang w:val="en-US"/>
        </w:rPr>
      </w:pPr>
      <w:r>
        <w:rPr>
          <w:rFonts w:hint="eastAsia"/>
          <w:lang w:val="en-US"/>
        </w:rPr>
        <w:t xml:space="preserve"> </w:t>
      </w:r>
    </w:p>
    <w:tbl>
      <w:tblPr>
        <w:tblW w:w="9501" w:type="dxa"/>
        <w:tblInd w:w="39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861"/>
        <w:gridCol w:w="3402"/>
        <w:gridCol w:w="4238"/>
      </w:tblGrid>
      <w:tr w:rsidR="0099773C" w:rsidRPr="00A412D8" w14:paraId="458277C1" w14:textId="77777777" w:rsidTr="0099773C">
        <w:trPr>
          <w:trHeight w:val="493"/>
        </w:trPr>
        <w:tc>
          <w:tcPr>
            <w:tcW w:w="1861" w:type="dxa"/>
            <w:tcBorders>
              <w:top w:val="single" w:sz="12" w:space="0" w:color="auto"/>
              <w:bottom w:val="single" w:sz="2" w:space="0" w:color="auto"/>
            </w:tcBorders>
            <w:shd w:val="clear" w:color="auto" w:fill="E7E6E6" w:themeFill="background2"/>
          </w:tcPr>
          <w:p w14:paraId="299E6618" w14:textId="77777777" w:rsidR="0099773C" w:rsidRPr="00A412D8" w:rsidRDefault="0099773C" w:rsidP="00A412D8">
            <w:pPr>
              <w:jc w:val="center"/>
            </w:pPr>
            <w:r>
              <w:rPr>
                <w:rFonts w:hint="eastAsia"/>
              </w:rPr>
              <w:t>月份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2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3CBF747F" w14:textId="77777777" w:rsidR="0099773C" w:rsidRPr="00A412D8" w:rsidRDefault="0099773C" w:rsidP="00A412D8">
            <w:pPr>
              <w:jc w:val="center"/>
            </w:pPr>
            <w:bookmarkStart w:id="40" w:name="室内热舒适温度表"/>
            <w:r w:rsidRPr="00A412D8">
              <w:rPr>
                <w:rFonts w:hint="eastAsia"/>
              </w:rPr>
              <w:t>室外月平均温度</w:t>
            </w:r>
            <w:bookmarkEnd w:id="40"/>
            <w:r w:rsidRPr="00A412D8">
              <w:rPr>
                <w:rFonts w:hint="eastAsia"/>
              </w:rPr>
              <w:t>（℃）</w:t>
            </w:r>
          </w:p>
        </w:tc>
        <w:tc>
          <w:tcPr>
            <w:tcW w:w="4238" w:type="dxa"/>
            <w:tcBorders>
              <w:top w:val="single" w:sz="12" w:space="0" w:color="auto"/>
              <w:bottom w:val="single" w:sz="2" w:space="0" w:color="auto"/>
            </w:tcBorders>
            <w:shd w:val="clear" w:color="auto" w:fill="E7E6E6" w:themeFill="background2"/>
            <w:noWrap/>
            <w:vAlign w:val="center"/>
            <w:hideMark/>
          </w:tcPr>
          <w:p w14:paraId="17E4F472" w14:textId="77777777" w:rsidR="0099773C" w:rsidRPr="00A412D8" w:rsidRDefault="0099773C" w:rsidP="00A412D8">
            <w:pPr>
              <w:jc w:val="center"/>
            </w:pPr>
            <w:r w:rsidRPr="00A412D8">
              <w:rPr>
                <w:rFonts w:hint="eastAsia"/>
              </w:rPr>
              <w:t>室内热舒适温度范围（℃）</w:t>
            </w:r>
          </w:p>
        </w:tc>
      </w:tr>
      <w:tr w:rsidR="0099773C" w:rsidRPr="00A412D8" w14:paraId="0938ED59" w14:textId="77777777" w:rsidTr="0099773C">
        <w:trPr>
          <w:trHeight w:val="269"/>
        </w:trPr>
        <w:tc>
          <w:tcPr>
            <w:tcW w:w="1861" w:type="dxa"/>
            <w:tcBorders>
              <w:top w:val="single" w:sz="2" w:space="0" w:color="auto"/>
            </w:tcBorders>
          </w:tcPr>
          <w:p w14:paraId="393905C0" w14:textId="77777777" w:rsidR="0099773C" w:rsidRPr="00A412D8" w:rsidRDefault="0099773C" w:rsidP="007B7597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3402" w:type="dxa"/>
            <w:tcBorders>
              <w:top w:val="single" w:sz="2" w:space="0" w:color="auto"/>
            </w:tcBorders>
            <w:shd w:val="clear" w:color="auto" w:fill="auto"/>
            <w:noWrap/>
            <w:vAlign w:val="center"/>
          </w:tcPr>
          <w:p w14:paraId="5B9E5A09" w14:textId="77777777" w:rsidR="0099773C" w:rsidRPr="00A412D8" w:rsidRDefault="0099773C" w:rsidP="007B7597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5.5</w:t>
            </w:r>
          </w:p>
        </w:tc>
        <w:tc>
          <w:tcPr>
            <w:tcW w:w="4238" w:type="dxa"/>
            <w:tcBorders>
              <w:top w:val="single" w:sz="2" w:space="0" w:color="auto"/>
            </w:tcBorders>
            <w:shd w:val="clear" w:color="auto" w:fill="auto"/>
            <w:noWrap/>
            <w:vAlign w:val="center"/>
          </w:tcPr>
          <w:p w14:paraId="64F0E974" w14:textId="77777777" w:rsidR="0099773C" w:rsidRPr="00A412D8" w:rsidRDefault="0099773C" w:rsidP="00AF37CE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17.4~24.4</w:t>
            </w:r>
          </w:p>
        </w:tc>
      </w:tr>
      <w:tr w:rsidR="0099773C" w:rsidRPr="00A412D8" w14:paraId="74D3C87F" w14:textId="77777777" w:rsidTr="0099773C">
        <w:trPr>
          <w:trHeight w:val="270"/>
        </w:trPr>
        <w:tc>
          <w:tcPr>
            <w:tcW w:w="1861" w:type="dxa"/>
          </w:tcPr>
          <w:p w14:paraId="67F61984" w14:textId="77777777"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673DC0E8" w14:textId="77777777"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6.9</w:t>
            </w:r>
          </w:p>
        </w:tc>
        <w:tc>
          <w:tcPr>
            <w:tcW w:w="4238" w:type="dxa"/>
            <w:shd w:val="clear" w:color="auto" w:fill="auto"/>
            <w:noWrap/>
            <w:vAlign w:val="center"/>
            <w:hideMark/>
          </w:tcPr>
          <w:p w14:paraId="471E69F5" w14:textId="77777777"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17.4~24.4</w:t>
            </w:r>
          </w:p>
        </w:tc>
      </w:tr>
      <w:tr w:rsidR="0099773C" w:rsidRPr="00A412D8" w14:paraId="771070AE" w14:textId="77777777" w:rsidTr="0099773C">
        <w:trPr>
          <w:trHeight w:val="270"/>
        </w:trPr>
        <w:tc>
          <w:tcPr>
            <w:tcW w:w="1861" w:type="dxa"/>
          </w:tcPr>
          <w:p w14:paraId="7BBFB0EF" w14:textId="77777777"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03F3CA52" w14:textId="77777777"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10.1</w:t>
            </w:r>
          </w:p>
        </w:tc>
        <w:tc>
          <w:tcPr>
            <w:tcW w:w="4238" w:type="dxa"/>
            <w:shd w:val="clear" w:color="auto" w:fill="auto"/>
            <w:noWrap/>
            <w:vAlign w:val="center"/>
            <w:hideMark/>
          </w:tcPr>
          <w:p w14:paraId="3AA56B41" w14:textId="77777777"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17.4~24.4</w:t>
            </w:r>
          </w:p>
        </w:tc>
      </w:tr>
      <w:tr w:rsidR="0099773C" w:rsidRPr="00A412D8" w14:paraId="4CD351E1" w14:textId="77777777" w:rsidTr="0099773C">
        <w:trPr>
          <w:trHeight w:val="270"/>
        </w:trPr>
        <w:tc>
          <w:tcPr>
            <w:tcW w:w="1861" w:type="dxa"/>
          </w:tcPr>
          <w:p w14:paraId="4CBFBBC5" w14:textId="77777777"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  <w:lang w:val="en-US"/>
              </w:rPr>
              <w:t>4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72935871" w14:textId="77777777"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16.4</w:t>
            </w:r>
          </w:p>
        </w:tc>
        <w:tc>
          <w:tcPr>
            <w:tcW w:w="4238" w:type="dxa"/>
            <w:shd w:val="clear" w:color="auto" w:fill="auto"/>
            <w:noWrap/>
            <w:vAlign w:val="center"/>
            <w:hideMark/>
          </w:tcPr>
          <w:p w14:paraId="19B4EC20" w14:textId="77777777"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19.4~26.4</w:t>
            </w:r>
          </w:p>
        </w:tc>
      </w:tr>
      <w:tr w:rsidR="0099773C" w:rsidRPr="00A412D8" w14:paraId="14CEC51A" w14:textId="77777777" w:rsidTr="0099773C">
        <w:trPr>
          <w:trHeight w:val="270"/>
        </w:trPr>
        <w:tc>
          <w:tcPr>
            <w:tcW w:w="1861" w:type="dxa"/>
          </w:tcPr>
          <w:p w14:paraId="61F8FECD" w14:textId="77777777"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  <w:lang w:val="en-US"/>
              </w:rPr>
              <w:t>5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853E50D" w14:textId="77777777"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21.5</w:t>
            </w:r>
          </w:p>
        </w:tc>
        <w:tc>
          <w:tcPr>
            <w:tcW w:w="4238" w:type="dxa"/>
            <w:shd w:val="clear" w:color="auto" w:fill="auto"/>
            <w:noWrap/>
            <w:vAlign w:val="center"/>
            <w:hideMark/>
          </w:tcPr>
          <w:p w14:paraId="3586F0C0" w14:textId="77777777"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21.0~28.0</w:t>
            </w:r>
          </w:p>
        </w:tc>
      </w:tr>
      <w:tr w:rsidR="0099773C" w:rsidRPr="00A412D8" w14:paraId="191BC252" w14:textId="77777777" w:rsidTr="0099773C">
        <w:trPr>
          <w:trHeight w:val="270"/>
        </w:trPr>
        <w:tc>
          <w:tcPr>
            <w:tcW w:w="1861" w:type="dxa"/>
          </w:tcPr>
          <w:p w14:paraId="5B6C37A2" w14:textId="77777777"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  <w:lang w:val="en-US"/>
              </w:rPr>
              <w:t>6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619F1CBD" w14:textId="77777777"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25.6</w:t>
            </w:r>
          </w:p>
        </w:tc>
        <w:tc>
          <w:tcPr>
            <w:tcW w:w="4238" w:type="dxa"/>
            <w:shd w:val="clear" w:color="auto" w:fill="auto"/>
            <w:noWrap/>
            <w:vAlign w:val="center"/>
            <w:hideMark/>
          </w:tcPr>
          <w:p w14:paraId="301E652A" w14:textId="77777777"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22.2~29.2</w:t>
            </w:r>
          </w:p>
        </w:tc>
      </w:tr>
      <w:tr w:rsidR="0099773C" w:rsidRPr="00A412D8" w14:paraId="24F40EB2" w14:textId="77777777" w:rsidTr="0099773C">
        <w:trPr>
          <w:trHeight w:val="270"/>
        </w:trPr>
        <w:tc>
          <w:tcPr>
            <w:tcW w:w="1861" w:type="dxa"/>
          </w:tcPr>
          <w:p w14:paraId="58FA70E5" w14:textId="77777777"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  <w:lang w:val="en-US"/>
              </w:rPr>
              <w:t>7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1AC9E85F" w14:textId="77777777"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28.5</w:t>
            </w:r>
          </w:p>
        </w:tc>
        <w:tc>
          <w:tcPr>
            <w:tcW w:w="4238" w:type="dxa"/>
            <w:shd w:val="clear" w:color="auto" w:fill="auto"/>
            <w:noWrap/>
            <w:vAlign w:val="center"/>
            <w:hideMark/>
          </w:tcPr>
          <w:p w14:paraId="4EE43C8F" w14:textId="77777777"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23.1~30.1</w:t>
            </w:r>
          </w:p>
        </w:tc>
      </w:tr>
      <w:tr w:rsidR="0099773C" w:rsidRPr="00A412D8" w14:paraId="0B158786" w14:textId="77777777" w:rsidTr="0099773C">
        <w:trPr>
          <w:trHeight w:val="270"/>
        </w:trPr>
        <w:tc>
          <w:tcPr>
            <w:tcW w:w="1861" w:type="dxa"/>
          </w:tcPr>
          <w:p w14:paraId="41E486D9" w14:textId="77777777"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  <w:lang w:val="en-US"/>
              </w:rPr>
              <w:t>8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771617E8" w14:textId="77777777"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27.3</w:t>
            </w:r>
          </w:p>
        </w:tc>
        <w:tc>
          <w:tcPr>
            <w:tcW w:w="4238" w:type="dxa"/>
            <w:shd w:val="clear" w:color="auto" w:fill="auto"/>
            <w:noWrap/>
            <w:vAlign w:val="center"/>
            <w:hideMark/>
          </w:tcPr>
          <w:p w14:paraId="25A020C2" w14:textId="77777777"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22.8~29.8</w:t>
            </w:r>
          </w:p>
        </w:tc>
      </w:tr>
      <w:tr w:rsidR="0099773C" w:rsidRPr="00A412D8" w14:paraId="7ACA9C35" w14:textId="77777777" w:rsidTr="0099773C">
        <w:trPr>
          <w:trHeight w:val="270"/>
        </w:trPr>
        <w:tc>
          <w:tcPr>
            <w:tcW w:w="1861" w:type="dxa"/>
          </w:tcPr>
          <w:p w14:paraId="53FCD960" w14:textId="77777777"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  <w:lang w:val="en-US"/>
              </w:rPr>
              <w:t>9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262C0C79" w14:textId="77777777"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23.3</w:t>
            </w:r>
          </w:p>
        </w:tc>
        <w:tc>
          <w:tcPr>
            <w:tcW w:w="4238" w:type="dxa"/>
            <w:shd w:val="clear" w:color="auto" w:fill="auto"/>
            <w:noWrap/>
            <w:vAlign w:val="center"/>
            <w:hideMark/>
          </w:tcPr>
          <w:p w14:paraId="02E73436" w14:textId="77777777"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21.5~28.5</w:t>
            </w:r>
          </w:p>
        </w:tc>
      </w:tr>
      <w:tr w:rsidR="0099773C" w:rsidRPr="00A412D8" w14:paraId="41A34EA1" w14:textId="77777777" w:rsidTr="0099773C">
        <w:trPr>
          <w:trHeight w:val="270"/>
        </w:trPr>
        <w:tc>
          <w:tcPr>
            <w:tcW w:w="1861" w:type="dxa"/>
          </w:tcPr>
          <w:p w14:paraId="49D79DFC" w14:textId="77777777"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  <w:lang w:val="en-US"/>
              </w:rPr>
              <w:t>10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6FD49959" w14:textId="77777777"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18.5</w:t>
            </w:r>
          </w:p>
        </w:tc>
        <w:tc>
          <w:tcPr>
            <w:tcW w:w="4238" w:type="dxa"/>
            <w:shd w:val="clear" w:color="auto" w:fill="auto"/>
            <w:noWrap/>
            <w:vAlign w:val="center"/>
            <w:hideMark/>
          </w:tcPr>
          <w:p w14:paraId="4A0BCC24" w14:textId="77777777"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20.0~27.0</w:t>
            </w:r>
          </w:p>
        </w:tc>
      </w:tr>
      <w:tr w:rsidR="0099773C" w:rsidRPr="00A412D8" w14:paraId="0C1C1D0B" w14:textId="77777777" w:rsidTr="0099773C">
        <w:trPr>
          <w:trHeight w:val="270"/>
        </w:trPr>
        <w:tc>
          <w:tcPr>
            <w:tcW w:w="1861" w:type="dxa"/>
          </w:tcPr>
          <w:p w14:paraId="310C5041" w14:textId="77777777"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  <w:lang w:val="en-US"/>
              </w:rPr>
              <w:t>11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406F9851" w14:textId="77777777"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13.4</w:t>
            </w:r>
          </w:p>
        </w:tc>
        <w:tc>
          <w:tcPr>
            <w:tcW w:w="4238" w:type="dxa"/>
            <w:shd w:val="clear" w:color="auto" w:fill="auto"/>
            <w:noWrap/>
            <w:vAlign w:val="center"/>
            <w:hideMark/>
          </w:tcPr>
          <w:p w14:paraId="143338F0" w14:textId="77777777"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18.4~25.4</w:t>
            </w:r>
          </w:p>
        </w:tc>
      </w:tr>
      <w:tr w:rsidR="0099773C" w:rsidRPr="00A412D8" w14:paraId="7FAD035F" w14:textId="77777777" w:rsidTr="0099773C">
        <w:trPr>
          <w:trHeight w:val="270"/>
        </w:trPr>
        <w:tc>
          <w:tcPr>
            <w:tcW w:w="1861" w:type="dxa"/>
          </w:tcPr>
          <w:p w14:paraId="2D92D7E9" w14:textId="77777777"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 w:hint="eastAsia"/>
                <w:color w:val="000000"/>
                <w:sz w:val="22"/>
                <w:szCs w:val="22"/>
                <w:lang w:val="en-US"/>
              </w:rPr>
              <w:t>12</w:t>
            </w:r>
          </w:p>
        </w:tc>
        <w:tc>
          <w:tcPr>
            <w:tcW w:w="3402" w:type="dxa"/>
            <w:shd w:val="clear" w:color="auto" w:fill="auto"/>
            <w:noWrap/>
            <w:vAlign w:val="center"/>
            <w:hideMark/>
          </w:tcPr>
          <w:p w14:paraId="7571BFDC" w14:textId="77777777"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7.0</w:t>
            </w:r>
          </w:p>
        </w:tc>
        <w:tc>
          <w:tcPr>
            <w:tcW w:w="4238" w:type="dxa"/>
            <w:shd w:val="clear" w:color="auto" w:fill="auto"/>
            <w:noWrap/>
            <w:vAlign w:val="center"/>
            <w:hideMark/>
          </w:tcPr>
          <w:p w14:paraId="27DA604C" w14:textId="77777777" w:rsidR="0099773C" w:rsidRPr="00A412D8" w:rsidRDefault="0099773C" w:rsidP="007E551D">
            <w:pPr>
              <w:spacing w:line="240" w:lineRule="auto"/>
              <w:jc w:val="center"/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</w:pPr>
            <w:r>
              <w:rPr>
                <w:rFonts w:ascii="宋体" w:hAnsi="宋体" w:cs="宋体"/>
                <w:color w:val="000000"/>
                <w:sz w:val="22"/>
                <w:szCs w:val="22"/>
                <w:lang w:val="en-US"/>
              </w:rPr>
              <w:t>17.4~24.4</w:t>
            </w:r>
          </w:p>
        </w:tc>
      </w:tr>
    </w:tbl>
    <w:p w14:paraId="2B674375" w14:textId="77777777" w:rsidR="009C72E6" w:rsidRDefault="009C72E6" w:rsidP="009C72E6">
      <w:pPr>
        <w:pStyle w:val="3"/>
      </w:pPr>
      <w:bookmarkStart w:id="41" w:name="_Toc79588834"/>
      <w:r>
        <w:rPr>
          <w:rFonts w:hint="eastAsia"/>
        </w:rPr>
        <w:t>参评时间</w:t>
      </w:r>
      <w:r>
        <w:t>段</w:t>
      </w:r>
      <w:bookmarkEnd w:id="41"/>
    </w:p>
    <w:p w14:paraId="3393A15E" w14:textId="77777777" w:rsidR="00B665C1" w:rsidRPr="00A412D8" w:rsidRDefault="009C72E6" w:rsidP="00B665C1">
      <w:pPr>
        <w:pStyle w:val="a0"/>
        <w:ind w:firstLine="420"/>
        <w:rPr>
          <w:lang w:val="en-US"/>
        </w:rPr>
      </w:pPr>
      <w:bookmarkStart w:id="42" w:name="参评时间段"/>
      <w:r>
        <w:rPr>
          <w:rFonts w:hint="eastAsia"/>
          <w:lang w:val="en-US"/>
        </w:rPr>
        <w:t>1</w:t>
      </w:r>
      <w:r>
        <w:rPr>
          <w:rFonts w:hint="eastAsia"/>
          <w:lang w:val="en-US"/>
        </w:rPr>
        <w:t>月</w:t>
      </w:r>
      <w:r>
        <w:rPr>
          <w:rFonts w:hint="eastAsia"/>
          <w:lang w:val="en-US"/>
        </w:rPr>
        <w:t>1</w:t>
      </w:r>
      <w:r>
        <w:rPr>
          <w:rFonts w:hint="eastAsia"/>
          <w:lang w:val="en-US"/>
        </w:rPr>
        <w:t>日至</w:t>
      </w:r>
      <w:r>
        <w:rPr>
          <w:rFonts w:hint="eastAsia"/>
          <w:lang w:val="en-US"/>
        </w:rPr>
        <w:t>12</w:t>
      </w:r>
      <w:r>
        <w:rPr>
          <w:rFonts w:hint="eastAsia"/>
          <w:lang w:val="en-US"/>
        </w:rPr>
        <w:t>月</w:t>
      </w:r>
      <w:r>
        <w:rPr>
          <w:rFonts w:hint="eastAsia"/>
          <w:lang w:val="en-US"/>
        </w:rPr>
        <w:t>31</w:t>
      </w:r>
      <w:r>
        <w:rPr>
          <w:rFonts w:hint="eastAsia"/>
          <w:lang w:val="en-US"/>
        </w:rPr>
        <w:t>日。</w:t>
      </w:r>
      <w:bookmarkEnd w:id="42"/>
    </w:p>
    <w:p w14:paraId="41A26006" w14:textId="77777777" w:rsidR="006043F1" w:rsidRPr="000B1793" w:rsidRDefault="006043F1" w:rsidP="00EA3BB3">
      <w:pPr>
        <w:pStyle w:val="3"/>
      </w:pPr>
      <w:bookmarkStart w:id="43" w:name="_Toc79588835"/>
      <w:r w:rsidRPr="006043F1">
        <w:rPr>
          <w:rFonts w:hint="eastAsia"/>
        </w:rPr>
        <w:t>围护结构热</w:t>
      </w:r>
      <w:r>
        <w:rPr>
          <w:rFonts w:hint="eastAsia"/>
        </w:rPr>
        <w:t>工性能参数</w:t>
      </w:r>
      <w:bookmarkEnd w:id="43"/>
    </w:p>
    <w:p w14:paraId="0D4AADF5" w14:textId="77777777" w:rsidR="00BE0E75" w:rsidRDefault="00000000" w:rsidP="0058474F">
      <w:pPr>
        <w:jc w:val="center"/>
      </w:pPr>
      <w:r w:rsidRPr="00E145DC">
        <w:rPr>
          <w:rFonts w:hint="eastAsia"/>
        </w:rPr>
        <w:t>表</w:t>
      </w:r>
      <w:r w:rsidRPr="00E145DC">
        <w:rPr>
          <w:rFonts w:hint="eastAsia"/>
        </w:rPr>
        <w:t xml:space="preserve"> </w:t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>STYLEREF 2 \s</w:instrText>
      </w:r>
      <w:r w:rsidRPr="00E145DC">
        <w:instrText xml:space="preserve"> </w:instrText>
      </w:r>
      <w:r w:rsidRPr="00E145DC">
        <w:fldChar w:fldCharType="separate"/>
      </w:r>
      <w:r w:rsidR="00CA6F4A">
        <w:rPr>
          <w:noProof/>
        </w:rPr>
        <w:t>4.3</w:t>
      </w:r>
      <w:r w:rsidRPr="00E145DC">
        <w:fldChar w:fldCharType="end"/>
      </w:r>
      <w:r w:rsidRPr="00E145DC">
        <w:noBreakHyphen/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 xml:space="preserve">SEQ </w:instrText>
      </w:r>
      <w:r w:rsidRPr="00E145DC">
        <w:rPr>
          <w:rFonts w:hint="eastAsia"/>
        </w:rPr>
        <w:instrText>表</w:instrText>
      </w:r>
      <w:r w:rsidRPr="00E145DC">
        <w:rPr>
          <w:rFonts w:hint="eastAsia"/>
        </w:rPr>
        <w:instrText xml:space="preserve"> \* ARABIC \s 2</w:instrText>
      </w:r>
      <w:r w:rsidRPr="00E145DC">
        <w:instrText xml:space="preserve"> </w:instrText>
      </w:r>
      <w:r w:rsidRPr="00E145DC">
        <w:fldChar w:fldCharType="separate"/>
      </w:r>
      <w:r w:rsidR="00CA6F4A">
        <w:rPr>
          <w:noProof/>
        </w:rPr>
        <w:t>1</w:t>
      </w:r>
      <w:r w:rsidRPr="00E145DC">
        <w:fldChar w:fldCharType="end"/>
      </w:r>
      <w:r w:rsidRPr="00E145DC">
        <w:rPr>
          <w:rFonts w:hint="eastAsia"/>
        </w:rPr>
        <w:t xml:space="preserve"> </w:t>
      </w:r>
      <w:r w:rsidRPr="00E145DC">
        <w:rPr>
          <w:rFonts w:hint="eastAsia"/>
        </w:rPr>
        <w:t>屋顶构造一</w:t>
      </w:r>
    </w:p>
    <w:tbl>
      <w:tblPr>
        <w:tblW w:w="933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58474F" w14:paraId="41C794E9" w14:textId="77777777" w:rsidTr="00762E43">
        <w:trPr>
          <w:jc w:val="center"/>
        </w:trPr>
        <w:tc>
          <w:tcPr>
            <w:tcW w:w="3347" w:type="dxa"/>
            <w:vMerge w:val="restart"/>
            <w:shd w:val="clear" w:color="auto" w:fill="E6E6E6"/>
            <w:vAlign w:val="center"/>
          </w:tcPr>
          <w:p w14:paraId="05005970" w14:textId="77777777" w:rsidR="00000000" w:rsidRDefault="00000000" w:rsidP="002F44D5">
            <w:pPr>
              <w:jc w:val="center"/>
            </w:pPr>
            <w:r>
              <w:t>材料名称</w:t>
            </w:r>
            <w:r>
              <w:br/>
            </w:r>
            <w:r>
              <w:t>（由上到下）</w:t>
            </w:r>
          </w:p>
        </w:tc>
        <w:tc>
          <w:tcPr>
            <w:tcW w:w="849" w:type="dxa"/>
            <w:shd w:val="clear" w:color="auto" w:fill="E6E6E6"/>
            <w:vAlign w:val="center"/>
          </w:tcPr>
          <w:p w14:paraId="7973D176" w14:textId="77777777" w:rsidR="00000000" w:rsidRDefault="00000000" w:rsidP="002F44D5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B378969" w14:textId="77777777" w:rsidR="00000000" w:rsidRDefault="00000000" w:rsidP="002F44D5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C9F7090" w14:textId="77777777" w:rsidR="00000000" w:rsidRDefault="00000000" w:rsidP="002F44D5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1BAE220D" w14:textId="77777777" w:rsidR="00000000" w:rsidRDefault="00000000" w:rsidP="002F44D5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25D091E" w14:textId="77777777" w:rsidR="00000000" w:rsidRDefault="00000000" w:rsidP="002F44D5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463386CF" w14:textId="77777777" w:rsidR="00000000" w:rsidRDefault="00000000" w:rsidP="002F44D5">
            <w:pPr>
              <w:jc w:val="center"/>
            </w:pPr>
            <w:r>
              <w:t>热惰性指标</w:t>
            </w:r>
          </w:p>
        </w:tc>
      </w:tr>
      <w:tr w:rsidR="0058474F" w14:paraId="6BEB87E0" w14:textId="77777777" w:rsidTr="00762E43">
        <w:trPr>
          <w:jc w:val="center"/>
        </w:trPr>
        <w:tc>
          <w:tcPr>
            <w:tcW w:w="3347" w:type="dxa"/>
            <w:vMerge/>
            <w:shd w:val="clear" w:color="auto" w:fill="E6E6E6"/>
            <w:vAlign w:val="center"/>
          </w:tcPr>
          <w:p w14:paraId="20A873BB" w14:textId="77777777" w:rsidR="00000000" w:rsidRDefault="00000000" w:rsidP="002F44D5">
            <w:pPr>
              <w:jc w:val="center"/>
            </w:pPr>
          </w:p>
        </w:tc>
        <w:tc>
          <w:tcPr>
            <w:tcW w:w="849" w:type="dxa"/>
            <w:shd w:val="clear" w:color="auto" w:fill="E6E6E6"/>
            <w:vAlign w:val="center"/>
          </w:tcPr>
          <w:p w14:paraId="796C928A" w14:textId="77777777" w:rsidR="00000000" w:rsidRDefault="00000000" w:rsidP="002F44D5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53EAE85" w14:textId="77777777" w:rsidR="00000000" w:rsidRDefault="00000000" w:rsidP="002F44D5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0B9FDDB" w14:textId="77777777" w:rsidR="00000000" w:rsidRDefault="00000000" w:rsidP="002F44D5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5A4C96B8" w14:textId="77777777" w:rsidR="00000000" w:rsidRDefault="00000000" w:rsidP="002F44D5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73EFAB8" w14:textId="77777777" w:rsidR="00000000" w:rsidRDefault="00000000" w:rsidP="002F44D5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56253192" w14:textId="77777777" w:rsidR="00000000" w:rsidRDefault="00000000" w:rsidP="002F44D5">
            <w:pPr>
              <w:jc w:val="center"/>
            </w:pPr>
            <w:r>
              <w:t>D=R*S</w:t>
            </w:r>
          </w:p>
        </w:tc>
      </w:tr>
      <w:tr w:rsidR="00817A71" w14:paraId="7D7FE170" w14:textId="77777777">
        <w:trPr>
          <w:jc w:val="center"/>
        </w:trPr>
        <w:tc>
          <w:tcPr>
            <w:tcW w:w="3347" w:type="dxa"/>
            <w:vAlign w:val="center"/>
          </w:tcPr>
          <w:p w14:paraId="45C89469" w14:textId="77777777" w:rsidR="00000000" w:rsidRDefault="00000000" w:rsidP="002F44D5">
            <w:r>
              <w:t>1:3</w:t>
            </w:r>
            <w:r>
              <w:t>水泥砂浆找平层</w:t>
            </w:r>
          </w:p>
        </w:tc>
        <w:tc>
          <w:tcPr>
            <w:tcW w:w="849" w:type="dxa"/>
            <w:vAlign w:val="center"/>
          </w:tcPr>
          <w:p w14:paraId="3AF259AF" w14:textId="77777777" w:rsidR="00000000" w:rsidRDefault="00000000" w:rsidP="002F44D5">
            <w:r>
              <w:t>20</w:t>
            </w:r>
          </w:p>
        </w:tc>
        <w:tc>
          <w:tcPr>
            <w:tcW w:w="1075" w:type="dxa"/>
            <w:vAlign w:val="center"/>
          </w:tcPr>
          <w:p w14:paraId="7E676ABC" w14:textId="77777777" w:rsidR="00000000" w:rsidRDefault="00000000" w:rsidP="002F44D5">
            <w:r>
              <w:t>0.930</w:t>
            </w:r>
          </w:p>
        </w:tc>
        <w:tc>
          <w:tcPr>
            <w:tcW w:w="1075" w:type="dxa"/>
            <w:vAlign w:val="center"/>
          </w:tcPr>
          <w:p w14:paraId="6076982B" w14:textId="77777777" w:rsidR="00000000" w:rsidRDefault="00000000" w:rsidP="002F44D5">
            <w:r>
              <w:t>11.370</w:t>
            </w:r>
          </w:p>
        </w:tc>
        <w:tc>
          <w:tcPr>
            <w:tcW w:w="848" w:type="dxa"/>
            <w:vAlign w:val="center"/>
          </w:tcPr>
          <w:p w14:paraId="40B89CC9" w14:textId="77777777" w:rsidR="00000000" w:rsidRDefault="00000000" w:rsidP="002F44D5">
            <w:r>
              <w:t>1.00</w:t>
            </w:r>
          </w:p>
        </w:tc>
        <w:tc>
          <w:tcPr>
            <w:tcW w:w="1075" w:type="dxa"/>
            <w:vAlign w:val="center"/>
          </w:tcPr>
          <w:p w14:paraId="0563ABD5" w14:textId="77777777" w:rsidR="00000000" w:rsidRDefault="00000000" w:rsidP="002F44D5">
            <w:r>
              <w:t>0.022</w:t>
            </w:r>
          </w:p>
        </w:tc>
        <w:tc>
          <w:tcPr>
            <w:tcW w:w="1064" w:type="dxa"/>
            <w:vAlign w:val="center"/>
          </w:tcPr>
          <w:p w14:paraId="5BC3B191" w14:textId="77777777" w:rsidR="00000000" w:rsidRDefault="00000000" w:rsidP="002F44D5">
            <w:r>
              <w:t>0.245</w:t>
            </w:r>
          </w:p>
        </w:tc>
      </w:tr>
      <w:tr w:rsidR="00817A71" w14:paraId="075DB2AC" w14:textId="77777777">
        <w:trPr>
          <w:jc w:val="center"/>
        </w:trPr>
        <w:tc>
          <w:tcPr>
            <w:tcW w:w="3347" w:type="dxa"/>
            <w:vAlign w:val="center"/>
          </w:tcPr>
          <w:p w14:paraId="2DF876C1" w14:textId="77777777" w:rsidR="00000000" w:rsidRDefault="00000000" w:rsidP="002F44D5">
            <w:r>
              <w:lastRenderedPageBreak/>
              <w:t>聚苯颗粒保温砂浆（</w:t>
            </w:r>
            <w:r>
              <w:t>1</w:t>
            </w:r>
            <w:r>
              <w:t>）</w:t>
            </w:r>
          </w:p>
        </w:tc>
        <w:tc>
          <w:tcPr>
            <w:tcW w:w="849" w:type="dxa"/>
            <w:vAlign w:val="center"/>
          </w:tcPr>
          <w:p w14:paraId="2FF0A7B3" w14:textId="77777777" w:rsidR="00000000" w:rsidRDefault="00000000" w:rsidP="002F44D5">
            <w:r>
              <w:t>100</w:t>
            </w:r>
          </w:p>
        </w:tc>
        <w:tc>
          <w:tcPr>
            <w:tcW w:w="1075" w:type="dxa"/>
            <w:vAlign w:val="center"/>
          </w:tcPr>
          <w:p w14:paraId="3E5E52D9" w14:textId="77777777" w:rsidR="00000000" w:rsidRDefault="00000000" w:rsidP="002F44D5">
            <w:r>
              <w:t>0.059</w:t>
            </w:r>
          </w:p>
        </w:tc>
        <w:tc>
          <w:tcPr>
            <w:tcW w:w="1075" w:type="dxa"/>
            <w:vAlign w:val="center"/>
          </w:tcPr>
          <w:p w14:paraId="439D19FC" w14:textId="77777777" w:rsidR="00000000" w:rsidRDefault="00000000" w:rsidP="002F44D5">
            <w:r>
              <w:t>1.047</w:t>
            </w:r>
          </w:p>
        </w:tc>
        <w:tc>
          <w:tcPr>
            <w:tcW w:w="848" w:type="dxa"/>
            <w:vAlign w:val="center"/>
          </w:tcPr>
          <w:p w14:paraId="7CFAB980" w14:textId="77777777" w:rsidR="00000000" w:rsidRDefault="00000000" w:rsidP="002F44D5">
            <w:r>
              <w:t>1.20</w:t>
            </w:r>
          </w:p>
        </w:tc>
        <w:tc>
          <w:tcPr>
            <w:tcW w:w="1075" w:type="dxa"/>
            <w:vAlign w:val="center"/>
          </w:tcPr>
          <w:p w14:paraId="39AB655A" w14:textId="77777777" w:rsidR="00000000" w:rsidRDefault="00000000" w:rsidP="002F44D5">
            <w:r>
              <w:t>1.412</w:t>
            </w:r>
          </w:p>
        </w:tc>
        <w:tc>
          <w:tcPr>
            <w:tcW w:w="1064" w:type="dxa"/>
            <w:vAlign w:val="center"/>
          </w:tcPr>
          <w:p w14:paraId="7F5BFF4A" w14:textId="77777777" w:rsidR="00000000" w:rsidRDefault="00000000" w:rsidP="002F44D5">
            <w:r>
              <w:t>1.775</w:t>
            </w:r>
          </w:p>
        </w:tc>
      </w:tr>
      <w:tr w:rsidR="00817A71" w14:paraId="1B5955A6" w14:textId="77777777">
        <w:trPr>
          <w:jc w:val="center"/>
        </w:trPr>
        <w:tc>
          <w:tcPr>
            <w:tcW w:w="3347" w:type="dxa"/>
            <w:vAlign w:val="center"/>
          </w:tcPr>
          <w:p w14:paraId="309C1C78" w14:textId="77777777" w:rsidR="00000000" w:rsidRDefault="00000000" w:rsidP="002F44D5">
            <w:r>
              <w:t>1:3</w:t>
            </w:r>
            <w:r>
              <w:t>水泥砂浆找平层</w:t>
            </w:r>
          </w:p>
        </w:tc>
        <w:tc>
          <w:tcPr>
            <w:tcW w:w="849" w:type="dxa"/>
            <w:vAlign w:val="center"/>
          </w:tcPr>
          <w:p w14:paraId="6FFCF2F8" w14:textId="77777777" w:rsidR="00000000" w:rsidRDefault="00000000" w:rsidP="002F44D5">
            <w:r>
              <w:t>20</w:t>
            </w:r>
          </w:p>
        </w:tc>
        <w:tc>
          <w:tcPr>
            <w:tcW w:w="1075" w:type="dxa"/>
            <w:vAlign w:val="center"/>
          </w:tcPr>
          <w:p w14:paraId="560209F4" w14:textId="77777777" w:rsidR="00000000" w:rsidRDefault="00000000" w:rsidP="002F44D5">
            <w:r>
              <w:t>0.930</w:t>
            </w:r>
          </w:p>
        </w:tc>
        <w:tc>
          <w:tcPr>
            <w:tcW w:w="1075" w:type="dxa"/>
            <w:vAlign w:val="center"/>
          </w:tcPr>
          <w:p w14:paraId="2744CB34" w14:textId="77777777" w:rsidR="00000000" w:rsidRDefault="00000000" w:rsidP="002F44D5">
            <w:r>
              <w:t>11.370</w:t>
            </w:r>
          </w:p>
        </w:tc>
        <w:tc>
          <w:tcPr>
            <w:tcW w:w="848" w:type="dxa"/>
            <w:vAlign w:val="center"/>
          </w:tcPr>
          <w:p w14:paraId="15346382" w14:textId="77777777" w:rsidR="00000000" w:rsidRDefault="00000000" w:rsidP="002F44D5">
            <w:r>
              <w:t>1.00</w:t>
            </w:r>
          </w:p>
        </w:tc>
        <w:tc>
          <w:tcPr>
            <w:tcW w:w="1075" w:type="dxa"/>
            <w:vAlign w:val="center"/>
          </w:tcPr>
          <w:p w14:paraId="15DA2EFF" w14:textId="77777777" w:rsidR="00000000" w:rsidRDefault="00000000" w:rsidP="002F44D5">
            <w:r>
              <w:t>0.022</w:t>
            </w:r>
          </w:p>
        </w:tc>
        <w:tc>
          <w:tcPr>
            <w:tcW w:w="1064" w:type="dxa"/>
            <w:vAlign w:val="center"/>
          </w:tcPr>
          <w:p w14:paraId="6E49AC06" w14:textId="77777777" w:rsidR="00000000" w:rsidRDefault="00000000" w:rsidP="002F44D5">
            <w:r>
              <w:t>0.245</w:t>
            </w:r>
          </w:p>
        </w:tc>
      </w:tr>
      <w:tr w:rsidR="00817A71" w14:paraId="3BB5675A" w14:textId="77777777">
        <w:trPr>
          <w:jc w:val="center"/>
        </w:trPr>
        <w:tc>
          <w:tcPr>
            <w:tcW w:w="3347" w:type="dxa"/>
            <w:vAlign w:val="center"/>
          </w:tcPr>
          <w:p w14:paraId="4D377155" w14:textId="77777777" w:rsidR="00000000" w:rsidRDefault="00000000" w:rsidP="002F44D5">
            <w:r>
              <w:t>钢筋混凝土屋面板</w:t>
            </w:r>
          </w:p>
        </w:tc>
        <w:tc>
          <w:tcPr>
            <w:tcW w:w="849" w:type="dxa"/>
            <w:vAlign w:val="center"/>
          </w:tcPr>
          <w:p w14:paraId="6303B446" w14:textId="77777777" w:rsidR="00000000" w:rsidRDefault="00000000" w:rsidP="002F44D5">
            <w:r>
              <w:t>120</w:t>
            </w:r>
          </w:p>
        </w:tc>
        <w:tc>
          <w:tcPr>
            <w:tcW w:w="1075" w:type="dxa"/>
            <w:vAlign w:val="center"/>
          </w:tcPr>
          <w:p w14:paraId="2027DEF0" w14:textId="77777777" w:rsidR="00000000" w:rsidRDefault="00000000" w:rsidP="002F44D5">
            <w:r>
              <w:t>1.740</w:t>
            </w:r>
          </w:p>
        </w:tc>
        <w:tc>
          <w:tcPr>
            <w:tcW w:w="1075" w:type="dxa"/>
            <w:vAlign w:val="center"/>
          </w:tcPr>
          <w:p w14:paraId="34A05A2E" w14:textId="77777777" w:rsidR="00000000" w:rsidRDefault="00000000" w:rsidP="002F44D5">
            <w:r>
              <w:t>17.060</w:t>
            </w:r>
          </w:p>
        </w:tc>
        <w:tc>
          <w:tcPr>
            <w:tcW w:w="848" w:type="dxa"/>
            <w:vAlign w:val="center"/>
          </w:tcPr>
          <w:p w14:paraId="06B06B02" w14:textId="77777777" w:rsidR="00000000" w:rsidRDefault="00000000" w:rsidP="002F44D5">
            <w:r>
              <w:t>1.00</w:t>
            </w:r>
          </w:p>
        </w:tc>
        <w:tc>
          <w:tcPr>
            <w:tcW w:w="1075" w:type="dxa"/>
            <w:vAlign w:val="center"/>
          </w:tcPr>
          <w:p w14:paraId="3905EC77" w14:textId="77777777" w:rsidR="00000000" w:rsidRDefault="00000000" w:rsidP="002F44D5">
            <w:r>
              <w:t>0.069</w:t>
            </w:r>
          </w:p>
        </w:tc>
        <w:tc>
          <w:tcPr>
            <w:tcW w:w="1064" w:type="dxa"/>
            <w:vAlign w:val="center"/>
          </w:tcPr>
          <w:p w14:paraId="334D68AC" w14:textId="77777777" w:rsidR="00000000" w:rsidRDefault="00000000" w:rsidP="002F44D5">
            <w:r>
              <w:t>1.177</w:t>
            </w:r>
          </w:p>
        </w:tc>
      </w:tr>
      <w:tr w:rsidR="00817A71" w14:paraId="1FA574C7" w14:textId="77777777">
        <w:trPr>
          <w:jc w:val="center"/>
        </w:trPr>
        <w:tc>
          <w:tcPr>
            <w:tcW w:w="3347" w:type="dxa"/>
            <w:vAlign w:val="center"/>
          </w:tcPr>
          <w:p w14:paraId="394AAB82" w14:textId="77777777" w:rsidR="00000000" w:rsidRDefault="00000000" w:rsidP="002F44D5">
            <w:r>
              <w:t>石灰水泥砂浆</w:t>
            </w:r>
          </w:p>
        </w:tc>
        <w:tc>
          <w:tcPr>
            <w:tcW w:w="849" w:type="dxa"/>
            <w:vAlign w:val="center"/>
          </w:tcPr>
          <w:p w14:paraId="00A25C78" w14:textId="77777777" w:rsidR="00000000" w:rsidRDefault="00000000" w:rsidP="002F44D5">
            <w:r>
              <w:t>20</w:t>
            </w:r>
          </w:p>
        </w:tc>
        <w:tc>
          <w:tcPr>
            <w:tcW w:w="1075" w:type="dxa"/>
            <w:vAlign w:val="center"/>
          </w:tcPr>
          <w:p w14:paraId="6FC20A95" w14:textId="77777777" w:rsidR="00000000" w:rsidRDefault="00000000" w:rsidP="002F44D5">
            <w:r>
              <w:t>0.870</w:t>
            </w:r>
          </w:p>
        </w:tc>
        <w:tc>
          <w:tcPr>
            <w:tcW w:w="1075" w:type="dxa"/>
            <w:vAlign w:val="center"/>
          </w:tcPr>
          <w:p w14:paraId="021CEFAB" w14:textId="77777777" w:rsidR="00000000" w:rsidRDefault="00000000" w:rsidP="002F44D5">
            <w:r>
              <w:t>10.627</w:t>
            </w:r>
          </w:p>
        </w:tc>
        <w:tc>
          <w:tcPr>
            <w:tcW w:w="848" w:type="dxa"/>
            <w:vAlign w:val="center"/>
          </w:tcPr>
          <w:p w14:paraId="2B23239A" w14:textId="77777777" w:rsidR="00000000" w:rsidRDefault="00000000" w:rsidP="002F44D5">
            <w:r>
              <w:t>1.00</w:t>
            </w:r>
          </w:p>
        </w:tc>
        <w:tc>
          <w:tcPr>
            <w:tcW w:w="1075" w:type="dxa"/>
            <w:vAlign w:val="center"/>
          </w:tcPr>
          <w:p w14:paraId="7E19926D" w14:textId="77777777" w:rsidR="00000000" w:rsidRDefault="00000000" w:rsidP="002F44D5">
            <w:r>
              <w:t>0.023</w:t>
            </w:r>
          </w:p>
        </w:tc>
        <w:tc>
          <w:tcPr>
            <w:tcW w:w="1064" w:type="dxa"/>
            <w:vAlign w:val="center"/>
          </w:tcPr>
          <w:p w14:paraId="36135B61" w14:textId="77777777" w:rsidR="00000000" w:rsidRDefault="00000000" w:rsidP="002F44D5">
            <w:r>
              <w:t>0.244</w:t>
            </w:r>
          </w:p>
        </w:tc>
      </w:tr>
      <w:tr w:rsidR="0058474F" w14:paraId="6F5F9398" w14:textId="77777777" w:rsidTr="00762E43">
        <w:trPr>
          <w:jc w:val="center"/>
        </w:trPr>
        <w:tc>
          <w:tcPr>
            <w:tcW w:w="3347" w:type="dxa"/>
            <w:vAlign w:val="center"/>
          </w:tcPr>
          <w:p w14:paraId="297DB649" w14:textId="77777777" w:rsidR="00000000" w:rsidRDefault="00000000" w:rsidP="002F44D5">
            <w:r>
              <w:t>各层之和</w:t>
            </w:r>
            <w:r>
              <w:t>∑</w:t>
            </w:r>
          </w:p>
        </w:tc>
        <w:tc>
          <w:tcPr>
            <w:tcW w:w="849" w:type="dxa"/>
            <w:vAlign w:val="center"/>
          </w:tcPr>
          <w:p w14:paraId="56C6C6A4" w14:textId="77777777" w:rsidR="00000000" w:rsidRDefault="00000000" w:rsidP="002F44D5">
            <w:r>
              <w:t>280</w:t>
            </w:r>
          </w:p>
        </w:tc>
        <w:tc>
          <w:tcPr>
            <w:tcW w:w="1075" w:type="dxa"/>
            <w:vAlign w:val="center"/>
          </w:tcPr>
          <w:p w14:paraId="22BF5D4B" w14:textId="77777777" w:rsidR="00000000" w:rsidRDefault="00000000" w:rsidP="002F44D5">
            <w:r>
              <w:t>－</w:t>
            </w:r>
          </w:p>
        </w:tc>
        <w:tc>
          <w:tcPr>
            <w:tcW w:w="1075" w:type="dxa"/>
            <w:vAlign w:val="center"/>
          </w:tcPr>
          <w:p w14:paraId="226AC650" w14:textId="77777777" w:rsidR="00000000" w:rsidRDefault="00000000" w:rsidP="002F44D5">
            <w:r>
              <w:t>－</w:t>
            </w:r>
          </w:p>
        </w:tc>
        <w:tc>
          <w:tcPr>
            <w:tcW w:w="848" w:type="dxa"/>
            <w:vAlign w:val="center"/>
          </w:tcPr>
          <w:p w14:paraId="7546AA26" w14:textId="77777777" w:rsidR="00000000" w:rsidRDefault="00000000" w:rsidP="002F44D5">
            <w:r>
              <w:t>－</w:t>
            </w:r>
          </w:p>
        </w:tc>
        <w:tc>
          <w:tcPr>
            <w:tcW w:w="1075" w:type="dxa"/>
            <w:vAlign w:val="center"/>
          </w:tcPr>
          <w:p w14:paraId="32FA71C3" w14:textId="77777777" w:rsidR="00000000" w:rsidRDefault="00000000" w:rsidP="002F44D5">
            <w:r>
              <w:t>1.547</w:t>
            </w:r>
          </w:p>
        </w:tc>
        <w:tc>
          <w:tcPr>
            <w:tcW w:w="1064" w:type="dxa"/>
            <w:vAlign w:val="center"/>
          </w:tcPr>
          <w:p w14:paraId="4CEB065A" w14:textId="77777777" w:rsidR="00000000" w:rsidRDefault="00000000" w:rsidP="002F44D5">
            <w:r>
              <w:t>3.684</w:t>
            </w:r>
          </w:p>
        </w:tc>
      </w:tr>
      <w:tr w:rsidR="0058474F" w14:paraId="626EB2E7" w14:textId="77777777" w:rsidTr="00762E43"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 w14:paraId="40AE1372" w14:textId="77777777" w:rsidR="00000000" w:rsidRDefault="00000000" w:rsidP="002F44D5">
            <w:r>
              <w:t>外表面太阳辐射吸收系数</w:t>
            </w:r>
          </w:p>
        </w:tc>
        <w:tc>
          <w:tcPr>
            <w:tcW w:w="5986" w:type="dxa"/>
            <w:gridSpan w:val="6"/>
          </w:tcPr>
          <w:p w14:paraId="712CE589" w14:textId="77777777" w:rsidR="00000000" w:rsidRDefault="00000000" w:rsidP="002F44D5">
            <w:pPr>
              <w:jc w:val="center"/>
            </w:pPr>
            <w:r>
              <w:t>0.75</w:t>
            </w:r>
          </w:p>
        </w:tc>
      </w:tr>
      <w:tr w:rsidR="0058474F" w14:paraId="357BD3D2" w14:textId="77777777" w:rsidTr="00762E43"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 w14:paraId="4BD224C1" w14:textId="77777777" w:rsidR="00000000" w:rsidRPr="00D95163" w:rsidRDefault="00000000" w:rsidP="002F44D5">
            <w:r>
              <w:t>传热系数</w:t>
            </w:r>
            <w:r>
              <w:t>K</w:t>
            </w:r>
          </w:p>
        </w:tc>
        <w:tc>
          <w:tcPr>
            <w:tcW w:w="5986" w:type="dxa"/>
            <w:gridSpan w:val="6"/>
          </w:tcPr>
          <w:p w14:paraId="57D8DBF9" w14:textId="77777777" w:rsidR="00000000" w:rsidRDefault="00000000" w:rsidP="002F44D5">
            <w:pPr>
              <w:jc w:val="center"/>
            </w:pPr>
            <w:r>
              <w:t>0.58</w:t>
            </w:r>
          </w:p>
        </w:tc>
      </w:tr>
    </w:tbl>
    <w:p w14:paraId="6A79FC7F" w14:textId="77777777" w:rsidR="00000000" w:rsidRPr="00612E00" w:rsidRDefault="00000000" w:rsidP="0042722A">
      <w:pPr>
        <w:pStyle w:val="lj"/>
        <w:spacing w:line="360" w:lineRule="exact"/>
        <w:ind w:firstLineChars="1600" w:firstLine="3840"/>
      </w:pPr>
    </w:p>
    <w:p w14:paraId="64D892D7" w14:textId="77777777" w:rsidR="00BE0E75" w:rsidRDefault="00000000" w:rsidP="0058474F">
      <w:pPr>
        <w:jc w:val="center"/>
      </w:pPr>
      <w:r w:rsidRPr="00E145DC">
        <w:rPr>
          <w:rFonts w:hint="eastAsia"/>
        </w:rPr>
        <w:t>表</w:t>
      </w:r>
      <w:r w:rsidRPr="00E145DC">
        <w:rPr>
          <w:rFonts w:hint="eastAsia"/>
        </w:rPr>
        <w:t xml:space="preserve"> </w:t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>STYLEREF 2 \s</w:instrText>
      </w:r>
      <w:r w:rsidRPr="00E145DC">
        <w:instrText xml:space="preserve"> </w:instrText>
      </w:r>
      <w:r w:rsidRPr="00E145DC">
        <w:fldChar w:fldCharType="separate"/>
      </w:r>
      <w:r w:rsidR="00CA6F4A">
        <w:rPr>
          <w:noProof/>
        </w:rPr>
        <w:t>4.3</w:t>
      </w:r>
      <w:r w:rsidRPr="00E145DC">
        <w:fldChar w:fldCharType="end"/>
      </w:r>
      <w:r w:rsidRPr="00E145DC">
        <w:noBreakHyphen/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 xml:space="preserve">SEQ </w:instrText>
      </w:r>
      <w:r w:rsidRPr="00E145DC">
        <w:rPr>
          <w:rFonts w:hint="eastAsia"/>
        </w:rPr>
        <w:instrText>表</w:instrText>
      </w:r>
      <w:r w:rsidRPr="00E145DC">
        <w:rPr>
          <w:rFonts w:hint="eastAsia"/>
        </w:rPr>
        <w:instrText xml:space="preserve"> \* ARABIC \s 2</w:instrText>
      </w:r>
      <w:r w:rsidRPr="00E145DC">
        <w:instrText xml:space="preserve"> </w:instrText>
      </w:r>
      <w:r w:rsidRPr="00E145DC">
        <w:fldChar w:fldCharType="separate"/>
      </w:r>
      <w:r w:rsidR="00CA6F4A">
        <w:rPr>
          <w:noProof/>
        </w:rPr>
        <w:t>2</w:t>
      </w:r>
      <w:r w:rsidRPr="00E145DC">
        <w:fldChar w:fldCharType="end"/>
      </w:r>
      <w:r w:rsidRPr="00E145DC">
        <w:rPr>
          <w:rFonts w:hint="eastAsia"/>
        </w:rPr>
        <w:t xml:space="preserve"> </w:t>
      </w:r>
      <w:r w:rsidRPr="00E145DC">
        <w:rPr>
          <w:rFonts w:hint="eastAsia"/>
        </w:rPr>
        <w:t>外墙构造一</w:t>
      </w:r>
    </w:p>
    <w:tbl>
      <w:tblPr>
        <w:tblW w:w="933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58474F" w14:paraId="27F356F7" w14:textId="77777777" w:rsidTr="00762E43">
        <w:trPr>
          <w:jc w:val="center"/>
        </w:trPr>
        <w:tc>
          <w:tcPr>
            <w:tcW w:w="3347" w:type="dxa"/>
            <w:vMerge w:val="restart"/>
            <w:shd w:val="clear" w:color="auto" w:fill="E6E6E6"/>
            <w:vAlign w:val="center"/>
          </w:tcPr>
          <w:p w14:paraId="638621DD" w14:textId="77777777" w:rsidR="00000000" w:rsidRDefault="00000000" w:rsidP="002F44D5">
            <w:pPr>
              <w:jc w:val="center"/>
            </w:pPr>
            <w:r>
              <w:t>材料名称</w:t>
            </w:r>
            <w:r>
              <w:br/>
            </w:r>
            <w:r>
              <w:t>（由外到内）</w:t>
            </w:r>
          </w:p>
        </w:tc>
        <w:tc>
          <w:tcPr>
            <w:tcW w:w="849" w:type="dxa"/>
            <w:shd w:val="clear" w:color="auto" w:fill="E6E6E6"/>
            <w:vAlign w:val="center"/>
          </w:tcPr>
          <w:p w14:paraId="2BCDFA5F" w14:textId="77777777" w:rsidR="00000000" w:rsidRDefault="00000000" w:rsidP="002F44D5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80AD53F" w14:textId="77777777" w:rsidR="00000000" w:rsidRDefault="00000000" w:rsidP="002F44D5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2A39758" w14:textId="77777777" w:rsidR="00000000" w:rsidRDefault="00000000" w:rsidP="002F44D5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08F1F36C" w14:textId="77777777" w:rsidR="00000000" w:rsidRDefault="00000000" w:rsidP="002F44D5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51431CD" w14:textId="77777777" w:rsidR="00000000" w:rsidRDefault="00000000" w:rsidP="002F44D5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32C76ED3" w14:textId="77777777" w:rsidR="00000000" w:rsidRDefault="00000000" w:rsidP="002F44D5">
            <w:pPr>
              <w:jc w:val="center"/>
            </w:pPr>
            <w:r>
              <w:t>热惰性指标</w:t>
            </w:r>
          </w:p>
        </w:tc>
      </w:tr>
      <w:tr w:rsidR="0058474F" w14:paraId="3D39B526" w14:textId="77777777" w:rsidTr="00762E43">
        <w:trPr>
          <w:jc w:val="center"/>
        </w:trPr>
        <w:tc>
          <w:tcPr>
            <w:tcW w:w="3347" w:type="dxa"/>
            <w:vMerge/>
            <w:shd w:val="clear" w:color="auto" w:fill="E6E6E6"/>
            <w:vAlign w:val="center"/>
          </w:tcPr>
          <w:p w14:paraId="3D5C120E" w14:textId="77777777" w:rsidR="00000000" w:rsidRDefault="00000000" w:rsidP="002F44D5">
            <w:pPr>
              <w:jc w:val="center"/>
            </w:pPr>
          </w:p>
        </w:tc>
        <w:tc>
          <w:tcPr>
            <w:tcW w:w="849" w:type="dxa"/>
            <w:shd w:val="clear" w:color="auto" w:fill="E6E6E6"/>
            <w:vAlign w:val="center"/>
          </w:tcPr>
          <w:p w14:paraId="102D7223" w14:textId="77777777" w:rsidR="00000000" w:rsidRDefault="00000000" w:rsidP="002F44D5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A807465" w14:textId="77777777" w:rsidR="00000000" w:rsidRDefault="00000000" w:rsidP="002F44D5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CFE0BB3" w14:textId="77777777" w:rsidR="00000000" w:rsidRDefault="00000000" w:rsidP="002F44D5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913B707" w14:textId="77777777" w:rsidR="00000000" w:rsidRDefault="00000000" w:rsidP="002F44D5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461820D" w14:textId="77777777" w:rsidR="00000000" w:rsidRDefault="00000000" w:rsidP="002F44D5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1BC705E4" w14:textId="77777777" w:rsidR="00000000" w:rsidRDefault="00000000" w:rsidP="002F44D5">
            <w:pPr>
              <w:jc w:val="center"/>
            </w:pPr>
            <w:r>
              <w:t>D=R*S</w:t>
            </w:r>
          </w:p>
        </w:tc>
      </w:tr>
      <w:tr w:rsidR="00817A71" w14:paraId="6BAAB894" w14:textId="77777777">
        <w:trPr>
          <w:jc w:val="center"/>
        </w:trPr>
        <w:tc>
          <w:tcPr>
            <w:tcW w:w="3347" w:type="dxa"/>
            <w:vAlign w:val="center"/>
          </w:tcPr>
          <w:p w14:paraId="69E74AEB" w14:textId="77777777" w:rsidR="00000000" w:rsidRDefault="00000000" w:rsidP="002F44D5">
            <w:r>
              <w:t>耐碱玻纤网布抗裂砂浆</w:t>
            </w:r>
          </w:p>
        </w:tc>
        <w:tc>
          <w:tcPr>
            <w:tcW w:w="849" w:type="dxa"/>
            <w:vAlign w:val="center"/>
          </w:tcPr>
          <w:p w14:paraId="69320A96" w14:textId="77777777" w:rsidR="00000000" w:rsidRDefault="00000000" w:rsidP="002F44D5">
            <w:r>
              <w:t>5</w:t>
            </w:r>
          </w:p>
        </w:tc>
        <w:tc>
          <w:tcPr>
            <w:tcW w:w="1075" w:type="dxa"/>
            <w:vAlign w:val="center"/>
          </w:tcPr>
          <w:p w14:paraId="3FCD07F1" w14:textId="77777777" w:rsidR="00000000" w:rsidRDefault="00000000" w:rsidP="002F44D5">
            <w:r>
              <w:t>0.930</w:t>
            </w:r>
          </w:p>
        </w:tc>
        <w:tc>
          <w:tcPr>
            <w:tcW w:w="1075" w:type="dxa"/>
            <w:vAlign w:val="center"/>
          </w:tcPr>
          <w:p w14:paraId="37B66E29" w14:textId="77777777" w:rsidR="00000000" w:rsidRDefault="00000000" w:rsidP="002F44D5">
            <w:r>
              <w:t>11.306</w:t>
            </w:r>
          </w:p>
        </w:tc>
        <w:tc>
          <w:tcPr>
            <w:tcW w:w="848" w:type="dxa"/>
            <w:vAlign w:val="center"/>
          </w:tcPr>
          <w:p w14:paraId="6CACEAEA" w14:textId="77777777" w:rsidR="00000000" w:rsidRDefault="00000000" w:rsidP="002F44D5">
            <w:r>
              <w:t>1.00</w:t>
            </w:r>
          </w:p>
        </w:tc>
        <w:tc>
          <w:tcPr>
            <w:tcW w:w="1075" w:type="dxa"/>
            <w:vAlign w:val="center"/>
          </w:tcPr>
          <w:p w14:paraId="40BD12E9" w14:textId="77777777" w:rsidR="00000000" w:rsidRDefault="00000000" w:rsidP="002F44D5">
            <w:r>
              <w:t>0.005</w:t>
            </w:r>
          </w:p>
        </w:tc>
        <w:tc>
          <w:tcPr>
            <w:tcW w:w="1064" w:type="dxa"/>
            <w:vAlign w:val="center"/>
          </w:tcPr>
          <w:p w14:paraId="308B50E2" w14:textId="77777777" w:rsidR="00000000" w:rsidRDefault="00000000" w:rsidP="002F44D5">
            <w:r>
              <w:t>0.061</w:t>
            </w:r>
          </w:p>
        </w:tc>
      </w:tr>
      <w:tr w:rsidR="00817A71" w14:paraId="442C6A5F" w14:textId="77777777">
        <w:trPr>
          <w:jc w:val="center"/>
        </w:trPr>
        <w:tc>
          <w:tcPr>
            <w:tcW w:w="3347" w:type="dxa"/>
            <w:vAlign w:val="center"/>
          </w:tcPr>
          <w:p w14:paraId="0F77F4BD" w14:textId="77777777" w:rsidR="00000000" w:rsidRDefault="00000000" w:rsidP="002F44D5">
            <w:r>
              <w:t>膨胀聚苯板</w:t>
            </w:r>
            <w:r>
              <w:t>(ρ=20~30)</w:t>
            </w:r>
          </w:p>
        </w:tc>
        <w:tc>
          <w:tcPr>
            <w:tcW w:w="849" w:type="dxa"/>
            <w:vAlign w:val="center"/>
          </w:tcPr>
          <w:p w14:paraId="07F4AA97" w14:textId="77777777" w:rsidR="00000000" w:rsidRDefault="00000000" w:rsidP="002F44D5">
            <w:r>
              <w:t>85</w:t>
            </w:r>
          </w:p>
        </w:tc>
        <w:tc>
          <w:tcPr>
            <w:tcW w:w="1075" w:type="dxa"/>
            <w:vAlign w:val="center"/>
          </w:tcPr>
          <w:p w14:paraId="5041119C" w14:textId="77777777" w:rsidR="00000000" w:rsidRDefault="00000000" w:rsidP="002F44D5">
            <w:r>
              <w:t>0.042</w:t>
            </w:r>
          </w:p>
        </w:tc>
        <w:tc>
          <w:tcPr>
            <w:tcW w:w="1075" w:type="dxa"/>
            <w:vAlign w:val="center"/>
          </w:tcPr>
          <w:p w14:paraId="6B4D74B2" w14:textId="77777777" w:rsidR="00000000" w:rsidRDefault="00000000" w:rsidP="002F44D5">
            <w:r>
              <w:t>0.360</w:t>
            </w:r>
          </w:p>
        </w:tc>
        <w:tc>
          <w:tcPr>
            <w:tcW w:w="848" w:type="dxa"/>
            <w:vAlign w:val="center"/>
          </w:tcPr>
          <w:p w14:paraId="1582C781" w14:textId="77777777" w:rsidR="00000000" w:rsidRDefault="00000000" w:rsidP="002F44D5">
            <w:r>
              <w:t>1.20</w:t>
            </w:r>
          </w:p>
        </w:tc>
        <w:tc>
          <w:tcPr>
            <w:tcW w:w="1075" w:type="dxa"/>
            <w:vAlign w:val="center"/>
          </w:tcPr>
          <w:p w14:paraId="552C56A3" w14:textId="77777777" w:rsidR="00000000" w:rsidRDefault="00000000" w:rsidP="002F44D5">
            <w:r>
              <w:t>1.687</w:t>
            </w:r>
          </w:p>
        </w:tc>
        <w:tc>
          <w:tcPr>
            <w:tcW w:w="1064" w:type="dxa"/>
            <w:vAlign w:val="center"/>
          </w:tcPr>
          <w:p w14:paraId="21047C97" w14:textId="77777777" w:rsidR="00000000" w:rsidRDefault="00000000" w:rsidP="002F44D5">
            <w:r>
              <w:t>0.729</w:t>
            </w:r>
          </w:p>
        </w:tc>
      </w:tr>
      <w:tr w:rsidR="00817A71" w14:paraId="176CFDD9" w14:textId="77777777">
        <w:trPr>
          <w:jc w:val="center"/>
        </w:trPr>
        <w:tc>
          <w:tcPr>
            <w:tcW w:w="3347" w:type="dxa"/>
            <w:vAlign w:val="center"/>
          </w:tcPr>
          <w:p w14:paraId="76F99D38" w14:textId="77777777" w:rsidR="00000000" w:rsidRDefault="00000000" w:rsidP="002F44D5">
            <w:r>
              <w:t>陶粒混凝土多孔砖</w:t>
            </w:r>
            <w:r>
              <w:t>(240</w:t>
            </w:r>
            <w:r>
              <w:t>）</w:t>
            </w:r>
          </w:p>
        </w:tc>
        <w:tc>
          <w:tcPr>
            <w:tcW w:w="849" w:type="dxa"/>
            <w:vAlign w:val="center"/>
          </w:tcPr>
          <w:p w14:paraId="61115DF6" w14:textId="77777777" w:rsidR="00000000" w:rsidRDefault="00000000" w:rsidP="002F44D5">
            <w:r>
              <w:t>100</w:t>
            </w:r>
          </w:p>
        </w:tc>
        <w:tc>
          <w:tcPr>
            <w:tcW w:w="1075" w:type="dxa"/>
            <w:vAlign w:val="center"/>
          </w:tcPr>
          <w:p w14:paraId="724E8081" w14:textId="77777777" w:rsidR="00000000" w:rsidRDefault="00000000" w:rsidP="002F44D5">
            <w:r>
              <w:t>0.600</w:t>
            </w:r>
          </w:p>
        </w:tc>
        <w:tc>
          <w:tcPr>
            <w:tcW w:w="1075" w:type="dxa"/>
            <w:vAlign w:val="center"/>
          </w:tcPr>
          <w:p w14:paraId="48A4C269" w14:textId="77777777" w:rsidR="00000000" w:rsidRDefault="00000000" w:rsidP="002F44D5">
            <w:r>
              <w:t>6.010</w:t>
            </w:r>
          </w:p>
        </w:tc>
        <w:tc>
          <w:tcPr>
            <w:tcW w:w="848" w:type="dxa"/>
            <w:vAlign w:val="center"/>
          </w:tcPr>
          <w:p w14:paraId="73C2FF32" w14:textId="77777777" w:rsidR="00000000" w:rsidRDefault="00000000" w:rsidP="002F44D5">
            <w:r>
              <w:t>1.00</w:t>
            </w:r>
          </w:p>
        </w:tc>
        <w:tc>
          <w:tcPr>
            <w:tcW w:w="1075" w:type="dxa"/>
            <w:vAlign w:val="center"/>
          </w:tcPr>
          <w:p w14:paraId="1AC52531" w14:textId="77777777" w:rsidR="00000000" w:rsidRDefault="00000000" w:rsidP="002F44D5">
            <w:r>
              <w:t>0.167</w:t>
            </w:r>
          </w:p>
        </w:tc>
        <w:tc>
          <w:tcPr>
            <w:tcW w:w="1064" w:type="dxa"/>
            <w:vAlign w:val="center"/>
          </w:tcPr>
          <w:p w14:paraId="18307E61" w14:textId="77777777" w:rsidR="00000000" w:rsidRDefault="00000000" w:rsidP="002F44D5">
            <w:r>
              <w:t>1.002</w:t>
            </w:r>
          </w:p>
        </w:tc>
      </w:tr>
      <w:tr w:rsidR="00817A71" w14:paraId="15852910" w14:textId="77777777">
        <w:trPr>
          <w:jc w:val="center"/>
        </w:trPr>
        <w:tc>
          <w:tcPr>
            <w:tcW w:w="3347" w:type="dxa"/>
            <w:vAlign w:val="center"/>
          </w:tcPr>
          <w:p w14:paraId="4B53208F" w14:textId="77777777" w:rsidR="00000000" w:rsidRDefault="00000000" w:rsidP="002F44D5">
            <w:r>
              <w:t>石灰水泥砂浆</w:t>
            </w:r>
          </w:p>
        </w:tc>
        <w:tc>
          <w:tcPr>
            <w:tcW w:w="849" w:type="dxa"/>
            <w:vAlign w:val="center"/>
          </w:tcPr>
          <w:p w14:paraId="4F14E6AA" w14:textId="77777777" w:rsidR="00000000" w:rsidRDefault="00000000" w:rsidP="002F44D5">
            <w:r>
              <w:t>10</w:t>
            </w:r>
          </w:p>
        </w:tc>
        <w:tc>
          <w:tcPr>
            <w:tcW w:w="1075" w:type="dxa"/>
            <w:vAlign w:val="center"/>
          </w:tcPr>
          <w:p w14:paraId="6FE1E3FE" w14:textId="77777777" w:rsidR="00000000" w:rsidRDefault="00000000" w:rsidP="002F44D5">
            <w:r>
              <w:t>0.870</w:t>
            </w:r>
          </w:p>
        </w:tc>
        <w:tc>
          <w:tcPr>
            <w:tcW w:w="1075" w:type="dxa"/>
            <w:vAlign w:val="center"/>
          </w:tcPr>
          <w:p w14:paraId="47F4781E" w14:textId="77777777" w:rsidR="00000000" w:rsidRDefault="00000000" w:rsidP="002F44D5">
            <w:r>
              <w:t>10.627</w:t>
            </w:r>
          </w:p>
        </w:tc>
        <w:tc>
          <w:tcPr>
            <w:tcW w:w="848" w:type="dxa"/>
            <w:vAlign w:val="center"/>
          </w:tcPr>
          <w:p w14:paraId="08B0DFA8" w14:textId="77777777" w:rsidR="00000000" w:rsidRDefault="00000000" w:rsidP="002F44D5">
            <w:r>
              <w:t>1.00</w:t>
            </w:r>
          </w:p>
        </w:tc>
        <w:tc>
          <w:tcPr>
            <w:tcW w:w="1075" w:type="dxa"/>
            <w:vAlign w:val="center"/>
          </w:tcPr>
          <w:p w14:paraId="0480F1D2" w14:textId="77777777" w:rsidR="00000000" w:rsidRDefault="00000000" w:rsidP="002F44D5">
            <w:r>
              <w:t>0.011</w:t>
            </w:r>
          </w:p>
        </w:tc>
        <w:tc>
          <w:tcPr>
            <w:tcW w:w="1064" w:type="dxa"/>
            <w:vAlign w:val="center"/>
          </w:tcPr>
          <w:p w14:paraId="61C9CB32" w14:textId="77777777" w:rsidR="00000000" w:rsidRDefault="00000000" w:rsidP="002F44D5">
            <w:r>
              <w:t>0.122</w:t>
            </w:r>
          </w:p>
        </w:tc>
      </w:tr>
      <w:tr w:rsidR="0058474F" w14:paraId="569540D9" w14:textId="77777777" w:rsidTr="00762E43">
        <w:trPr>
          <w:jc w:val="center"/>
        </w:trPr>
        <w:tc>
          <w:tcPr>
            <w:tcW w:w="3347" w:type="dxa"/>
            <w:vAlign w:val="center"/>
          </w:tcPr>
          <w:p w14:paraId="308513DE" w14:textId="77777777" w:rsidR="00000000" w:rsidRDefault="00000000" w:rsidP="002F44D5">
            <w:r>
              <w:t>各层之和</w:t>
            </w:r>
            <w:r>
              <w:t>∑</w:t>
            </w:r>
          </w:p>
        </w:tc>
        <w:tc>
          <w:tcPr>
            <w:tcW w:w="849" w:type="dxa"/>
            <w:vAlign w:val="center"/>
          </w:tcPr>
          <w:p w14:paraId="7C58094E" w14:textId="77777777" w:rsidR="00000000" w:rsidRDefault="00000000" w:rsidP="002F44D5">
            <w:r>
              <w:t>200</w:t>
            </w:r>
          </w:p>
        </w:tc>
        <w:tc>
          <w:tcPr>
            <w:tcW w:w="1075" w:type="dxa"/>
            <w:vAlign w:val="center"/>
          </w:tcPr>
          <w:p w14:paraId="5869F77C" w14:textId="77777777" w:rsidR="00000000" w:rsidRDefault="00000000" w:rsidP="002F44D5">
            <w:r>
              <w:t>－</w:t>
            </w:r>
          </w:p>
        </w:tc>
        <w:tc>
          <w:tcPr>
            <w:tcW w:w="1075" w:type="dxa"/>
            <w:vAlign w:val="center"/>
          </w:tcPr>
          <w:p w14:paraId="74483D84" w14:textId="77777777" w:rsidR="00000000" w:rsidRDefault="00000000" w:rsidP="002F44D5">
            <w:r>
              <w:t>－</w:t>
            </w:r>
          </w:p>
        </w:tc>
        <w:tc>
          <w:tcPr>
            <w:tcW w:w="848" w:type="dxa"/>
            <w:vAlign w:val="center"/>
          </w:tcPr>
          <w:p w14:paraId="126CD942" w14:textId="77777777" w:rsidR="00000000" w:rsidRDefault="00000000" w:rsidP="002F44D5">
            <w:r>
              <w:t>－</w:t>
            </w:r>
          </w:p>
        </w:tc>
        <w:tc>
          <w:tcPr>
            <w:tcW w:w="1075" w:type="dxa"/>
            <w:vAlign w:val="center"/>
          </w:tcPr>
          <w:p w14:paraId="74D76675" w14:textId="77777777" w:rsidR="00000000" w:rsidRDefault="00000000" w:rsidP="002F44D5">
            <w:r>
              <w:t>1.870</w:t>
            </w:r>
          </w:p>
        </w:tc>
        <w:tc>
          <w:tcPr>
            <w:tcW w:w="1064" w:type="dxa"/>
            <w:vAlign w:val="center"/>
          </w:tcPr>
          <w:p w14:paraId="06827A2A" w14:textId="77777777" w:rsidR="00000000" w:rsidRDefault="00000000" w:rsidP="002F44D5">
            <w:r>
              <w:t>1.913</w:t>
            </w:r>
          </w:p>
        </w:tc>
      </w:tr>
      <w:tr w:rsidR="0058474F" w14:paraId="4DEC4449" w14:textId="77777777" w:rsidTr="00762E43"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 w14:paraId="36E5A963" w14:textId="77777777" w:rsidR="00000000" w:rsidRDefault="00000000" w:rsidP="002F44D5">
            <w:r>
              <w:t>外表面太阳辐射吸收系数</w:t>
            </w:r>
          </w:p>
        </w:tc>
        <w:tc>
          <w:tcPr>
            <w:tcW w:w="5986" w:type="dxa"/>
            <w:gridSpan w:val="6"/>
          </w:tcPr>
          <w:p w14:paraId="23A00BAA" w14:textId="77777777" w:rsidR="00000000" w:rsidRDefault="00000000" w:rsidP="002F44D5">
            <w:pPr>
              <w:jc w:val="center"/>
            </w:pPr>
            <w:r>
              <w:t>0.75</w:t>
            </w:r>
          </w:p>
        </w:tc>
      </w:tr>
      <w:tr w:rsidR="0058474F" w14:paraId="467D8A03" w14:textId="77777777" w:rsidTr="00762E43"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 w14:paraId="7C0481F4" w14:textId="77777777" w:rsidR="00000000" w:rsidRPr="00D95163" w:rsidRDefault="00000000" w:rsidP="002F44D5">
            <w:r>
              <w:t>传热系数</w:t>
            </w:r>
            <w:r>
              <w:t>K=1/(0.15+∑R)</w:t>
            </w:r>
          </w:p>
        </w:tc>
        <w:tc>
          <w:tcPr>
            <w:tcW w:w="5986" w:type="dxa"/>
            <w:gridSpan w:val="6"/>
          </w:tcPr>
          <w:p w14:paraId="53FA5AE3" w14:textId="77777777" w:rsidR="00000000" w:rsidRDefault="00000000" w:rsidP="002F44D5">
            <w:pPr>
              <w:jc w:val="center"/>
            </w:pPr>
            <w:r>
              <w:t>0.50</w:t>
            </w:r>
          </w:p>
        </w:tc>
      </w:tr>
    </w:tbl>
    <w:p w14:paraId="59245CDF" w14:textId="77777777" w:rsidR="00000000" w:rsidRPr="00612E00" w:rsidRDefault="00000000" w:rsidP="0042722A">
      <w:pPr>
        <w:pStyle w:val="lj"/>
        <w:spacing w:line="360" w:lineRule="exact"/>
        <w:ind w:firstLineChars="1600" w:firstLine="3840"/>
      </w:pPr>
    </w:p>
    <w:p w14:paraId="630BB14C" w14:textId="77777777" w:rsidR="00BE0E75" w:rsidRDefault="00000000" w:rsidP="0058474F">
      <w:pPr>
        <w:jc w:val="center"/>
      </w:pPr>
      <w:r w:rsidRPr="00E145DC">
        <w:rPr>
          <w:rFonts w:hint="eastAsia"/>
        </w:rPr>
        <w:t>表</w:t>
      </w:r>
      <w:r w:rsidRPr="00E145DC">
        <w:rPr>
          <w:rFonts w:hint="eastAsia"/>
        </w:rPr>
        <w:t xml:space="preserve"> </w:t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>STYLEREF 2 \s</w:instrText>
      </w:r>
      <w:r w:rsidRPr="00E145DC">
        <w:instrText xml:space="preserve"> </w:instrText>
      </w:r>
      <w:r w:rsidRPr="00E145DC">
        <w:fldChar w:fldCharType="separate"/>
      </w:r>
      <w:r w:rsidR="00CA6F4A">
        <w:rPr>
          <w:noProof/>
        </w:rPr>
        <w:t>4.3</w:t>
      </w:r>
      <w:r w:rsidRPr="00E145DC">
        <w:fldChar w:fldCharType="end"/>
      </w:r>
      <w:r w:rsidRPr="00E145DC">
        <w:noBreakHyphen/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 xml:space="preserve">SEQ </w:instrText>
      </w:r>
      <w:r w:rsidRPr="00E145DC">
        <w:rPr>
          <w:rFonts w:hint="eastAsia"/>
        </w:rPr>
        <w:instrText>表</w:instrText>
      </w:r>
      <w:r w:rsidRPr="00E145DC">
        <w:rPr>
          <w:rFonts w:hint="eastAsia"/>
        </w:rPr>
        <w:instrText xml:space="preserve"> \* ARABIC \s 2</w:instrText>
      </w:r>
      <w:r w:rsidRPr="00E145DC">
        <w:instrText xml:space="preserve"> </w:instrText>
      </w:r>
      <w:r w:rsidRPr="00E145DC">
        <w:fldChar w:fldCharType="separate"/>
      </w:r>
      <w:r w:rsidR="00CA6F4A">
        <w:rPr>
          <w:noProof/>
        </w:rPr>
        <w:t>3</w:t>
      </w:r>
      <w:r w:rsidRPr="00E145DC">
        <w:fldChar w:fldCharType="end"/>
      </w:r>
      <w:r w:rsidRPr="00E145DC">
        <w:rPr>
          <w:rFonts w:hint="eastAsia"/>
        </w:rPr>
        <w:t xml:space="preserve"> </w:t>
      </w:r>
      <w:r w:rsidRPr="00E145DC">
        <w:rPr>
          <w:rFonts w:hint="eastAsia"/>
        </w:rPr>
        <w:t>阳台隔墙构造二</w:t>
      </w:r>
    </w:p>
    <w:tbl>
      <w:tblPr>
        <w:tblW w:w="933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58474F" w14:paraId="0CE0A085" w14:textId="77777777" w:rsidTr="00762E43">
        <w:trPr>
          <w:jc w:val="center"/>
        </w:trPr>
        <w:tc>
          <w:tcPr>
            <w:tcW w:w="3347" w:type="dxa"/>
            <w:vMerge w:val="restart"/>
            <w:shd w:val="clear" w:color="auto" w:fill="E6E6E6"/>
            <w:vAlign w:val="center"/>
          </w:tcPr>
          <w:p w14:paraId="529DAC17" w14:textId="77777777" w:rsidR="00000000" w:rsidRDefault="00000000" w:rsidP="002F44D5">
            <w:pPr>
              <w:jc w:val="center"/>
            </w:pPr>
            <w:r>
              <w:t>材料名称</w:t>
            </w:r>
            <w:r>
              <w:br/>
            </w:r>
            <w:r>
              <w:t>（由外到内）</w:t>
            </w:r>
          </w:p>
        </w:tc>
        <w:tc>
          <w:tcPr>
            <w:tcW w:w="849" w:type="dxa"/>
            <w:shd w:val="clear" w:color="auto" w:fill="E6E6E6"/>
            <w:vAlign w:val="center"/>
          </w:tcPr>
          <w:p w14:paraId="05DFD563" w14:textId="77777777" w:rsidR="00000000" w:rsidRDefault="00000000" w:rsidP="002F44D5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709E112" w14:textId="77777777" w:rsidR="00000000" w:rsidRDefault="00000000" w:rsidP="002F44D5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10C72E3" w14:textId="77777777" w:rsidR="00000000" w:rsidRDefault="00000000" w:rsidP="002F44D5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5A05856" w14:textId="77777777" w:rsidR="00000000" w:rsidRDefault="00000000" w:rsidP="002F44D5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369CE55" w14:textId="77777777" w:rsidR="00000000" w:rsidRDefault="00000000" w:rsidP="002F44D5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1D1D6CB8" w14:textId="77777777" w:rsidR="00000000" w:rsidRDefault="00000000" w:rsidP="002F44D5">
            <w:pPr>
              <w:jc w:val="center"/>
            </w:pPr>
            <w:r>
              <w:t>热惰性指标</w:t>
            </w:r>
          </w:p>
        </w:tc>
      </w:tr>
      <w:tr w:rsidR="0058474F" w14:paraId="128A4AEE" w14:textId="77777777" w:rsidTr="00762E43">
        <w:trPr>
          <w:jc w:val="center"/>
        </w:trPr>
        <w:tc>
          <w:tcPr>
            <w:tcW w:w="3347" w:type="dxa"/>
            <w:vMerge/>
            <w:shd w:val="clear" w:color="auto" w:fill="E6E6E6"/>
            <w:vAlign w:val="center"/>
          </w:tcPr>
          <w:p w14:paraId="207AC158" w14:textId="77777777" w:rsidR="00000000" w:rsidRDefault="00000000" w:rsidP="002F44D5">
            <w:pPr>
              <w:jc w:val="center"/>
            </w:pPr>
          </w:p>
        </w:tc>
        <w:tc>
          <w:tcPr>
            <w:tcW w:w="849" w:type="dxa"/>
            <w:shd w:val="clear" w:color="auto" w:fill="E6E6E6"/>
            <w:vAlign w:val="center"/>
          </w:tcPr>
          <w:p w14:paraId="20581B32" w14:textId="77777777" w:rsidR="00000000" w:rsidRDefault="00000000" w:rsidP="002F44D5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F1818EA" w14:textId="77777777" w:rsidR="00000000" w:rsidRDefault="00000000" w:rsidP="002F44D5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A80BB5A" w14:textId="77777777" w:rsidR="00000000" w:rsidRDefault="00000000" w:rsidP="002F44D5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07A0265E" w14:textId="77777777" w:rsidR="00000000" w:rsidRDefault="00000000" w:rsidP="002F44D5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5ECA03E" w14:textId="77777777" w:rsidR="00000000" w:rsidRDefault="00000000" w:rsidP="002F44D5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01CC37EE" w14:textId="77777777" w:rsidR="00000000" w:rsidRDefault="00000000" w:rsidP="002F44D5">
            <w:pPr>
              <w:jc w:val="center"/>
            </w:pPr>
            <w:r>
              <w:t>D=R*S</w:t>
            </w:r>
          </w:p>
        </w:tc>
      </w:tr>
      <w:tr w:rsidR="00817A71" w14:paraId="1EDA16CB" w14:textId="77777777">
        <w:trPr>
          <w:jc w:val="center"/>
        </w:trPr>
        <w:tc>
          <w:tcPr>
            <w:tcW w:w="3347" w:type="dxa"/>
            <w:vAlign w:val="center"/>
          </w:tcPr>
          <w:p w14:paraId="5E69390B" w14:textId="77777777" w:rsidR="00000000" w:rsidRDefault="00000000" w:rsidP="002F44D5">
            <w:r>
              <w:t>耐碱玻纤网布抗裂砂浆</w:t>
            </w:r>
          </w:p>
        </w:tc>
        <w:tc>
          <w:tcPr>
            <w:tcW w:w="849" w:type="dxa"/>
            <w:vAlign w:val="center"/>
          </w:tcPr>
          <w:p w14:paraId="05BE4EC4" w14:textId="77777777" w:rsidR="00000000" w:rsidRDefault="00000000" w:rsidP="002F44D5">
            <w:r>
              <w:t>5</w:t>
            </w:r>
          </w:p>
        </w:tc>
        <w:tc>
          <w:tcPr>
            <w:tcW w:w="1075" w:type="dxa"/>
            <w:vAlign w:val="center"/>
          </w:tcPr>
          <w:p w14:paraId="70E05AAA" w14:textId="77777777" w:rsidR="00000000" w:rsidRDefault="00000000" w:rsidP="002F44D5">
            <w:r>
              <w:t>0.930</w:t>
            </w:r>
          </w:p>
        </w:tc>
        <w:tc>
          <w:tcPr>
            <w:tcW w:w="1075" w:type="dxa"/>
            <w:vAlign w:val="center"/>
          </w:tcPr>
          <w:p w14:paraId="6A032511" w14:textId="77777777" w:rsidR="00000000" w:rsidRDefault="00000000" w:rsidP="002F44D5">
            <w:r>
              <w:t>11.306</w:t>
            </w:r>
          </w:p>
        </w:tc>
        <w:tc>
          <w:tcPr>
            <w:tcW w:w="848" w:type="dxa"/>
            <w:vAlign w:val="center"/>
          </w:tcPr>
          <w:p w14:paraId="15B1DA04" w14:textId="77777777" w:rsidR="00000000" w:rsidRDefault="00000000" w:rsidP="002F44D5">
            <w:r>
              <w:t>1.00</w:t>
            </w:r>
          </w:p>
        </w:tc>
        <w:tc>
          <w:tcPr>
            <w:tcW w:w="1075" w:type="dxa"/>
            <w:vAlign w:val="center"/>
          </w:tcPr>
          <w:p w14:paraId="630580F3" w14:textId="77777777" w:rsidR="00000000" w:rsidRDefault="00000000" w:rsidP="002F44D5">
            <w:r>
              <w:t>0.005</w:t>
            </w:r>
          </w:p>
        </w:tc>
        <w:tc>
          <w:tcPr>
            <w:tcW w:w="1064" w:type="dxa"/>
            <w:vAlign w:val="center"/>
          </w:tcPr>
          <w:p w14:paraId="6530DEA4" w14:textId="77777777" w:rsidR="00000000" w:rsidRDefault="00000000" w:rsidP="002F44D5">
            <w:r>
              <w:t>0.061</w:t>
            </w:r>
          </w:p>
        </w:tc>
      </w:tr>
      <w:tr w:rsidR="00817A71" w14:paraId="531AA79E" w14:textId="77777777">
        <w:trPr>
          <w:jc w:val="center"/>
        </w:trPr>
        <w:tc>
          <w:tcPr>
            <w:tcW w:w="3347" w:type="dxa"/>
            <w:vAlign w:val="center"/>
          </w:tcPr>
          <w:p w14:paraId="2FA91BB9" w14:textId="77777777" w:rsidR="00000000" w:rsidRDefault="00000000" w:rsidP="002F44D5">
            <w:r>
              <w:t>膨胀聚苯板</w:t>
            </w:r>
            <w:r>
              <w:t>(ρ=20~30)</w:t>
            </w:r>
          </w:p>
        </w:tc>
        <w:tc>
          <w:tcPr>
            <w:tcW w:w="849" w:type="dxa"/>
            <w:vAlign w:val="center"/>
          </w:tcPr>
          <w:p w14:paraId="059967F8" w14:textId="77777777" w:rsidR="00000000" w:rsidRDefault="00000000" w:rsidP="002F44D5">
            <w:r>
              <w:t>60</w:t>
            </w:r>
          </w:p>
        </w:tc>
        <w:tc>
          <w:tcPr>
            <w:tcW w:w="1075" w:type="dxa"/>
            <w:vAlign w:val="center"/>
          </w:tcPr>
          <w:p w14:paraId="69364DD0" w14:textId="77777777" w:rsidR="00000000" w:rsidRDefault="00000000" w:rsidP="002F44D5">
            <w:r>
              <w:t>0.042</w:t>
            </w:r>
          </w:p>
        </w:tc>
        <w:tc>
          <w:tcPr>
            <w:tcW w:w="1075" w:type="dxa"/>
            <w:vAlign w:val="center"/>
          </w:tcPr>
          <w:p w14:paraId="635411A8" w14:textId="77777777" w:rsidR="00000000" w:rsidRDefault="00000000" w:rsidP="002F44D5">
            <w:r>
              <w:t>0.360</w:t>
            </w:r>
          </w:p>
        </w:tc>
        <w:tc>
          <w:tcPr>
            <w:tcW w:w="848" w:type="dxa"/>
            <w:vAlign w:val="center"/>
          </w:tcPr>
          <w:p w14:paraId="2B3645DB" w14:textId="77777777" w:rsidR="00000000" w:rsidRDefault="00000000" w:rsidP="002F44D5">
            <w:r>
              <w:t>1.20</w:t>
            </w:r>
          </w:p>
        </w:tc>
        <w:tc>
          <w:tcPr>
            <w:tcW w:w="1075" w:type="dxa"/>
            <w:vAlign w:val="center"/>
          </w:tcPr>
          <w:p w14:paraId="5C22A4A5" w14:textId="77777777" w:rsidR="00000000" w:rsidRDefault="00000000" w:rsidP="002F44D5">
            <w:r>
              <w:t>1.190</w:t>
            </w:r>
          </w:p>
        </w:tc>
        <w:tc>
          <w:tcPr>
            <w:tcW w:w="1064" w:type="dxa"/>
            <w:vAlign w:val="center"/>
          </w:tcPr>
          <w:p w14:paraId="38132FB9" w14:textId="77777777" w:rsidR="00000000" w:rsidRDefault="00000000" w:rsidP="002F44D5">
            <w:r>
              <w:t>0.514</w:t>
            </w:r>
          </w:p>
        </w:tc>
      </w:tr>
      <w:tr w:rsidR="00817A71" w14:paraId="659F534C" w14:textId="77777777">
        <w:trPr>
          <w:jc w:val="center"/>
        </w:trPr>
        <w:tc>
          <w:tcPr>
            <w:tcW w:w="3347" w:type="dxa"/>
            <w:vAlign w:val="center"/>
          </w:tcPr>
          <w:p w14:paraId="409D4951" w14:textId="77777777" w:rsidR="00000000" w:rsidRDefault="00000000" w:rsidP="002F44D5">
            <w:r>
              <w:t>陶粒混凝土多孔砖</w:t>
            </w:r>
            <w:r>
              <w:t>(240</w:t>
            </w:r>
            <w:r>
              <w:t>）</w:t>
            </w:r>
          </w:p>
        </w:tc>
        <w:tc>
          <w:tcPr>
            <w:tcW w:w="849" w:type="dxa"/>
            <w:vAlign w:val="center"/>
          </w:tcPr>
          <w:p w14:paraId="6D1277FF" w14:textId="77777777" w:rsidR="00000000" w:rsidRDefault="00000000" w:rsidP="002F44D5">
            <w:r>
              <w:t>240</w:t>
            </w:r>
          </w:p>
        </w:tc>
        <w:tc>
          <w:tcPr>
            <w:tcW w:w="1075" w:type="dxa"/>
            <w:vAlign w:val="center"/>
          </w:tcPr>
          <w:p w14:paraId="78926E17" w14:textId="77777777" w:rsidR="00000000" w:rsidRDefault="00000000" w:rsidP="002F44D5">
            <w:r>
              <w:t>0.600</w:t>
            </w:r>
          </w:p>
        </w:tc>
        <w:tc>
          <w:tcPr>
            <w:tcW w:w="1075" w:type="dxa"/>
            <w:vAlign w:val="center"/>
          </w:tcPr>
          <w:p w14:paraId="24965D52" w14:textId="77777777" w:rsidR="00000000" w:rsidRDefault="00000000" w:rsidP="002F44D5">
            <w:r>
              <w:t>6.010</w:t>
            </w:r>
          </w:p>
        </w:tc>
        <w:tc>
          <w:tcPr>
            <w:tcW w:w="848" w:type="dxa"/>
            <w:vAlign w:val="center"/>
          </w:tcPr>
          <w:p w14:paraId="3786DB19" w14:textId="77777777" w:rsidR="00000000" w:rsidRDefault="00000000" w:rsidP="002F44D5">
            <w:r>
              <w:t>1.00</w:t>
            </w:r>
          </w:p>
        </w:tc>
        <w:tc>
          <w:tcPr>
            <w:tcW w:w="1075" w:type="dxa"/>
            <w:vAlign w:val="center"/>
          </w:tcPr>
          <w:p w14:paraId="4B900C6C" w14:textId="77777777" w:rsidR="00000000" w:rsidRDefault="00000000" w:rsidP="002F44D5">
            <w:r>
              <w:t>0.400</w:t>
            </w:r>
          </w:p>
        </w:tc>
        <w:tc>
          <w:tcPr>
            <w:tcW w:w="1064" w:type="dxa"/>
            <w:vAlign w:val="center"/>
          </w:tcPr>
          <w:p w14:paraId="703969DE" w14:textId="77777777" w:rsidR="00000000" w:rsidRDefault="00000000" w:rsidP="002F44D5">
            <w:r>
              <w:t>2.404</w:t>
            </w:r>
          </w:p>
        </w:tc>
      </w:tr>
      <w:tr w:rsidR="00817A71" w14:paraId="7C4B6F39" w14:textId="77777777">
        <w:trPr>
          <w:jc w:val="center"/>
        </w:trPr>
        <w:tc>
          <w:tcPr>
            <w:tcW w:w="3347" w:type="dxa"/>
            <w:vAlign w:val="center"/>
          </w:tcPr>
          <w:p w14:paraId="2C4B68F2" w14:textId="77777777" w:rsidR="00000000" w:rsidRDefault="00000000" w:rsidP="002F44D5">
            <w:r>
              <w:t>石灰水泥砂浆</w:t>
            </w:r>
          </w:p>
        </w:tc>
        <w:tc>
          <w:tcPr>
            <w:tcW w:w="849" w:type="dxa"/>
            <w:vAlign w:val="center"/>
          </w:tcPr>
          <w:p w14:paraId="6405D9B0" w14:textId="77777777" w:rsidR="00000000" w:rsidRDefault="00000000" w:rsidP="002F44D5">
            <w:r>
              <w:t>20</w:t>
            </w:r>
          </w:p>
        </w:tc>
        <w:tc>
          <w:tcPr>
            <w:tcW w:w="1075" w:type="dxa"/>
            <w:vAlign w:val="center"/>
          </w:tcPr>
          <w:p w14:paraId="4F7D239B" w14:textId="77777777" w:rsidR="00000000" w:rsidRDefault="00000000" w:rsidP="002F44D5">
            <w:r>
              <w:t>0.870</w:t>
            </w:r>
          </w:p>
        </w:tc>
        <w:tc>
          <w:tcPr>
            <w:tcW w:w="1075" w:type="dxa"/>
            <w:vAlign w:val="center"/>
          </w:tcPr>
          <w:p w14:paraId="0ECBD604" w14:textId="77777777" w:rsidR="00000000" w:rsidRDefault="00000000" w:rsidP="002F44D5">
            <w:r>
              <w:t>10.627</w:t>
            </w:r>
          </w:p>
        </w:tc>
        <w:tc>
          <w:tcPr>
            <w:tcW w:w="848" w:type="dxa"/>
            <w:vAlign w:val="center"/>
          </w:tcPr>
          <w:p w14:paraId="3CDE0FBA" w14:textId="77777777" w:rsidR="00000000" w:rsidRDefault="00000000" w:rsidP="002F44D5">
            <w:r>
              <w:t>1.00</w:t>
            </w:r>
          </w:p>
        </w:tc>
        <w:tc>
          <w:tcPr>
            <w:tcW w:w="1075" w:type="dxa"/>
            <w:vAlign w:val="center"/>
          </w:tcPr>
          <w:p w14:paraId="2E0E15DB" w14:textId="77777777" w:rsidR="00000000" w:rsidRDefault="00000000" w:rsidP="002F44D5">
            <w:r>
              <w:t>0.023</w:t>
            </w:r>
          </w:p>
        </w:tc>
        <w:tc>
          <w:tcPr>
            <w:tcW w:w="1064" w:type="dxa"/>
            <w:vAlign w:val="center"/>
          </w:tcPr>
          <w:p w14:paraId="6D6950BE" w14:textId="77777777" w:rsidR="00000000" w:rsidRDefault="00000000" w:rsidP="002F44D5">
            <w:r>
              <w:t>0.244</w:t>
            </w:r>
          </w:p>
        </w:tc>
      </w:tr>
      <w:tr w:rsidR="0058474F" w14:paraId="4E0E891D" w14:textId="77777777" w:rsidTr="00762E43">
        <w:trPr>
          <w:jc w:val="center"/>
        </w:trPr>
        <w:tc>
          <w:tcPr>
            <w:tcW w:w="3347" w:type="dxa"/>
            <w:vAlign w:val="center"/>
          </w:tcPr>
          <w:p w14:paraId="74F6D49E" w14:textId="77777777" w:rsidR="00000000" w:rsidRDefault="00000000" w:rsidP="002F44D5">
            <w:r>
              <w:t>各层之和</w:t>
            </w:r>
            <w:r>
              <w:t>∑</w:t>
            </w:r>
          </w:p>
        </w:tc>
        <w:tc>
          <w:tcPr>
            <w:tcW w:w="849" w:type="dxa"/>
            <w:vAlign w:val="center"/>
          </w:tcPr>
          <w:p w14:paraId="3C47956E" w14:textId="77777777" w:rsidR="00000000" w:rsidRDefault="00000000" w:rsidP="002F44D5">
            <w:r>
              <w:t>325</w:t>
            </w:r>
          </w:p>
        </w:tc>
        <w:tc>
          <w:tcPr>
            <w:tcW w:w="1075" w:type="dxa"/>
            <w:vAlign w:val="center"/>
          </w:tcPr>
          <w:p w14:paraId="213C6352" w14:textId="77777777" w:rsidR="00000000" w:rsidRDefault="00000000" w:rsidP="002F44D5">
            <w:r>
              <w:t>－</w:t>
            </w:r>
          </w:p>
        </w:tc>
        <w:tc>
          <w:tcPr>
            <w:tcW w:w="1075" w:type="dxa"/>
            <w:vAlign w:val="center"/>
          </w:tcPr>
          <w:p w14:paraId="24BB09C5" w14:textId="77777777" w:rsidR="00000000" w:rsidRDefault="00000000" w:rsidP="002F44D5">
            <w:r>
              <w:t>－</w:t>
            </w:r>
          </w:p>
        </w:tc>
        <w:tc>
          <w:tcPr>
            <w:tcW w:w="848" w:type="dxa"/>
            <w:vAlign w:val="center"/>
          </w:tcPr>
          <w:p w14:paraId="3672A142" w14:textId="77777777" w:rsidR="00000000" w:rsidRDefault="00000000" w:rsidP="002F44D5">
            <w:r>
              <w:t>－</w:t>
            </w:r>
          </w:p>
        </w:tc>
        <w:tc>
          <w:tcPr>
            <w:tcW w:w="1075" w:type="dxa"/>
            <w:vAlign w:val="center"/>
          </w:tcPr>
          <w:p w14:paraId="66A140E2" w14:textId="77777777" w:rsidR="00000000" w:rsidRDefault="00000000" w:rsidP="002F44D5">
            <w:r>
              <w:t>1.619</w:t>
            </w:r>
          </w:p>
        </w:tc>
        <w:tc>
          <w:tcPr>
            <w:tcW w:w="1064" w:type="dxa"/>
            <w:vAlign w:val="center"/>
          </w:tcPr>
          <w:p w14:paraId="53430B1F" w14:textId="77777777" w:rsidR="00000000" w:rsidRDefault="00000000" w:rsidP="002F44D5">
            <w:r>
              <w:t>3.223</w:t>
            </w:r>
          </w:p>
        </w:tc>
      </w:tr>
      <w:tr w:rsidR="0058474F" w14:paraId="3B3A0FEA" w14:textId="77777777" w:rsidTr="00762E43"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 w14:paraId="1EAF0A1C" w14:textId="77777777" w:rsidR="00000000" w:rsidRDefault="00000000" w:rsidP="002F44D5">
            <w:r>
              <w:t>外表面太阳辐射吸收系数</w:t>
            </w:r>
          </w:p>
        </w:tc>
        <w:tc>
          <w:tcPr>
            <w:tcW w:w="5986" w:type="dxa"/>
            <w:gridSpan w:val="6"/>
          </w:tcPr>
          <w:p w14:paraId="3C238F37" w14:textId="77777777" w:rsidR="00000000" w:rsidRDefault="00000000" w:rsidP="002F44D5">
            <w:pPr>
              <w:jc w:val="center"/>
            </w:pPr>
            <w:r>
              <w:t>0.75</w:t>
            </w:r>
          </w:p>
        </w:tc>
      </w:tr>
      <w:tr w:rsidR="0058474F" w14:paraId="7A1ECF7D" w14:textId="77777777" w:rsidTr="00762E43"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 w14:paraId="3D81632B" w14:textId="77777777" w:rsidR="00000000" w:rsidRPr="00D95163" w:rsidRDefault="00000000" w:rsidP="002F44D5">
            <w:r>
              <w:t>传热系数</w:t>
            </w:r>
            <w:r>
              <w:t>K=1/(0.15+∑R)</w:t>
            </w:r>
          </w:p>
        </w:tc>
        <w:tc>
          <w:tcPr>
            <w:tcW w:w="5986" w:type="dxa"/>
            <w:gridSpan w:val="6"/>
          </w:tcPr>
          <w:p w14:paraId="27C63653" w14:textId="77777777" w:rsidR="00000000" w:rsidRDefault="00000000" w:rsidP="002F44D5">
            <w:pPr>
              <w:jc w:val="center"/>
            </w:pPr>
            <w:r>
              <w:t>0.57</w:t>
            </w:r>
          </w:p>
        </w:tc>
      </w:tr>
    </w:tbl>
    <w:p w14:paraId="0B0AD73D" w14:textId="77777777" w:rsidR="00000000" w:rsidRPr="00612E00" w:rsidRDefault="00000000" w:rsidP="0042722A">
      <w:pPr>
        <w:pStyle w:val="lj"/>
        <w:spacing w:line="360" w:lineRule="exact"/>
        <w:ind w:firstLineChars="1600" w:firstLine="3840"/>
      </w:pPr>
    </w:p>
    <w:p w14:paraId="39EFF722" w14:textId="77777777" w:rsidR="00BE0E75" w:rsidRDefault="00000000" w:rsidP="0058474F">
      <w:pPr>
        <w:jc w:val="center"/>
      </w:pPr>
      <w:r w:rsidRPr="00E145DC">
        <w:rPr>
          <w:rFonts w:hint="eastAsia"/>
        </w:rPr>
        <w:t>表</w:t>
      </w:r>
      <w:r w:rsidRPr="00E145DC">
        <w:rPr>
          <w:rFonts w:hint="eastAsia"/>
        </w:rPr>
        <w:t xml:space="preserve"> </w:t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>STYLEREF 2 \s</w:instrText>
      </w:r>
      <w:r w:rsidRPr="00E145DC">
        <w:instrText xml:space="preserve"> </w:instrText>
      </w:r>
      <w:r w:rsidRPr="00E145DC">
        <w:fldChar w:fldCharType="separate"/>
      </w:r>
      <w:r w:rsidR="00CA6F4A">
        <w:rPr>
          <w:noProof/>
        </w:rPr>
        <w:t>4.3</w:t>
      </w:r>
      <w:r w:rsidRPr="00E145DC">
        <w:fldChar w:fldCharType="end"/>
      </w:r>
      <w:r w:rsidRPr="00E145DC">
        <w:noBreakHyphen/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 xml:space="preserve">SEQ </w:instrText>
      </w:r>
      <w:r w:rsidRPr="00E145DC">
        <w:rPr>
          <w:rFonts w:hint="eastAsia"/>
        </w:rPr>
        <w:instrText>表</w:instrText>
      </w:r>
      <w:r w:rsidRPr="00E145DC">
        <w:rPr>
          <w:rFonts w:hint="eastAsia"/>
        </w:rPr>
        <w:instrText xml:space="preserve"> \* ARABIC \s 2</w:instrText>
      </w:r>
      <w:r w:rsidRPr="00E145DC">
        <w:instrText xml:space="preserve"> </w:instrText>
      </w:r>
      <w:r w:rsidRPr="00E145DC">
        <w:fldChar w:fldCharType="separate"/>
      </w:r>
      <w:r w:rsidR="00CA6F4A">
        <w:rPr>
          <w:noProof/>
        </w:rPr>
        <w:t>4</w:t>
      </w:r>
      <w:r w:rsidRPr="00E145DC">
        <w:fldChar w:fldCharType="end"/>
      </w:r>
      <w:r w:rsidRPr="00E145DC">
        <w:rPr>
          <w:rFonts w:hint="eastAsia"/>
        </w:rPr>
        <w:t xml:space="preserve"> </w:t>
      </w:r>
      <w:r w:rsidRPr="00E145DC">
        <w:rPr>
          <w:rFonts w:hint="eastAsia"/>
        </w:rPr>
        <w:t>挑空楼板构造二</w:t>
      </w:r>
    </w:p>
    <w:tbl>
      <w:tblPr>
        <w:tblW w:w="933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58474F" w14:paraId="7CAC7474" w14:textId="77777777" w:rsidTr="00762E43">
        <w:trPr>
          <w:jc w:val="center"/>
        </w:trPr>
        <w:tc>
          <w:tcPr>
            <w:tcW w:w="3347" w:type="dxa"/>
            <w:vMerge w:val="restart"/>
            <w:shd w:val="clear" w:color="auto" w:fill="E6E6E6"/>
            <w:vAlign w:val="center"/>
          </w:tcPr>
          <w:p w14:paraId="45E8A121" w14:textId="77777777" w:rsidR="00000000" w:rsidRDefault="00000000" w:rsidP="002F44D5">
            <w:pPr>
              <w:jc w:val="center"/>
            </w:pPr>
            <w:r>
              <w:t>材料名称</w:t>
            </w:r>
            <w:r>
              <w:br/>
            </w:r>
            <w:r>
              <w:t>（由上到下）</w:t>
            </w:r>
          </w:p>
        </w:tc>
        <w:tc>
          <w:tcPr>
            <w:tcW w:w="849" w:type="dxa"/>
            <w:shd w:val="clear" w:color="auto" w:fill="E6E6E6"/>
            <w:vAlign w:val="center"/>
          </w:tcPr>
          <w:p w14:paraId="087A374C" w14:textId="77777777" w:rsidR="00000000" w:rsidRDefault="00000000" w:rsidP="002F44D5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3A81CF3" w14:textId="77777777" w:rsidR="00000000" w:rsidRDefault="00000000" w:rsidP="002F44D5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36B74E9" w14:textId="77777777" w:rsidR="00000000" w:rsidRDefault="00000000" w:rsidP="002F44D5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7C70F84A" w14:textId="77777777" w:rsidR="00000000" w:rsidRDefault="00000000" w:rsidP="002F44D5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4F23395" w14:textId="77777777" w:rsidR="00000000" w:rsidRDefault="00000000" w:rsidP="002F44D5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2AB1A8FB" w14:textId="77777777" w:rsidR="00000000" w:rsidRDefault="00000000" w:rsidP="002F44D5">
            <w:pPr>
              <w:jc w:val="center"/>
            </w:pPr>
            <w:r>
              <w:t>热惰性指标</w:t>
            </w:r>
          </w:p>
        </w:tc>
      </w:tr>
      <w:tr w:rsidR="0058474F" w14:paraId="1D1A28C4" w14:textId="77777777" w:rsidTr="00762E43">
        <w:trPr>
          <w:jc w:val="center"/>
        </w:trPr>
        <w:tc>
          <w:tcPr>
            <w:tcW w:w="3347" w:type="dxa"/>
            <w:vMerge/>
            <w:shd w:val="clear" w:color="auto" w:fill="E6E6E6"/>
            <w:vAlign w:val="center"/>
          </w:tcPr>
          <w:p w14:paraId="7EFC8D15" w14:textId="77777777" w:rsidR="00000000" w:rsidRDefault="00000000" w:rsidP="002F44D5">
            <w:pPr>
              <w:jc w:val="center"/>
            </w:pPr>
          </w:p>
        </w:tc>
        <w:tc>
          <w:tcPr>
            <w:tcW w:w="849" w:type="dxa"/>
            <w:shd w:val="clear" w:color="auto" w:fill="E6E6E6"/>
            <w:vAlign w:val="center"/>
          </w:tcPr>
          <w:p w14:paraId="39BD6414" w14:textId="77777777" w:rsidR="00000000" w:rsidRDefault="00000000" w:rsidP="002F44D5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1B51A13" w14:textId="77777777" w:rsidR="00000000" w:rsidRDefault="00000000" w:rsidP="002F44D5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BB61755" w14:textId="77777777" w:rsidR="00000000" w:rsidRDefault="00000000" w:rsidP="002F44D5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3A9D5D8" w14:textId="77777777" w:rsidR="00000000" w:rsidRDefault="00000000" w:rsidP="002F44D5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57DA1A1" w14:textId="77777777" w:rsidR="00000000" w:rsidRDefault="00000000" w:rsidP="002F44D5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3FAE4F04" w14:textId="77777777" w:rsidR="00000000" w:rsidRDefault="00000000" w:rsidP="002F44D5">
            <w:pPr>
              <w:jc w:val="center"/>
            </w:pPr>
            <w:r>
              <w:t>D=R*S</w:t>
            </w:r>
          </w:p>
        </w:tc>
      </w:tr>
      <w:tr w:rsidR="00817A71" w14:paraId="54D8C0EB" w14:textId="77777777">
        <w:trPr>
          <w:jc w:val="center"/>
        </w:trPr>
        <w:tc>
          <w:tcPr>
            <w:tcW w:w="3347" w:type="dxa"/>
            <w:vAlign w:val="center"/>
          </w:tcPr>
          <w:p w14:paraId="0F9AB8A7" w14:textId="77777777" w:rsidR="00000000" w:rsidRDefault="00000000" w:rsidP="002F44D5">
            <w:r>
              <w:t>耐碱玻纤网布抗裂砂浆</w:t>
            </w:r>
          </w:p>
        </w:tc>
        <w:tc>
          <w:tcPr>
            <w:tcW w:w="849" w:type="dxa"/>
            <w:vAlign w:val="center"/>
          </w:tcPr>
          <w:p w14:paraId="3DAAA327" w14:textId="77777777" w:rsidR="00000000" w:rsidRDefault="00000000" w:rsidP="002F44D5">
            <w:r>
              <w:t>5</w:t>
            </w:r>
          </w:p>
        </w:tc>
        <w:tc>
          <w:tcPr>
            <w:tcW w:w="1075" w:type="dxa"/>
            <w:vAlign w:val="center"/>
          </w:tcPr>
          <w:p w14:paraId="5641E9C1" w14:textId="77777777" w:rsidR="00000000" w:rsidRDefault="00000000" w:rsidP="002F44D5">
            <w:r>
              <w:t>0.930</w:t>
            </w:r>
          </w:p>
        </w:tc>
        <w:tc>
          <w:tcPr>
            <w:tcW w:w="1075" w:type="dxa"/>
            <w:vAlign w:val="center"/>
          </w:tcPr>
          <w:p w14:paraId="39B1821B" w14:textId="77777777" w:rsidR="00000000" w:rsidRDefault="00000000" w:rsidP="002F44D5">
            <w:r>
              <w:t>11.306</w:t>
            </w:r>
          </w:p>
        </w:tc>
        <w:tc>
          <w:tcPr>
            <w:tcW w:w="848" w:type="dxa"/>
            <w:vAlign w:val="center"/>
          </w:tcPr>
          <w:p w14:paraId="69D91C59" w14:textId="77777777" w:rsidR="00000000" w:rsidRDefault="00000000" w:rsidP="002F44D5">
            <w:r>
              <w:t>1.00</w:t>
            </w:r>
          </w:p>
        </w:tc>
        <w:tc>
          <w:tcPr>
            <w:tcW w:w="1075" w:type="dxa"/>
            <w:vAlign w:val="center"/>
          </w:tcPr>
          <w:p w14:paraId="49217AAB" w14:textId="77777777" w:rsidR="00000000" w:rsidRDefault="00000000" w:rsidP="002F44D5">
            <w:r>
              <w:t>0.005</w:t>
            </w:r>
          </w:p>
        </w:tc>
        <w:tc>
          <w:tcPr>
            <w:tcW w:w="1064" w:type="dxa"/>
            <w:vAlign w:val="center"/>
          </w:tcPr>
          <w:p w14:paraId="246BC106" w14:textId="77777777" w:rsidR="00000000" w:rsidRDefault="00000000" w:rsidP="002F44D5">
            <w:r>
              <w:t>0.061</w:t>
            </w:r>
          </w:p>
        </w:tc>
      </w:tr>
      <w:tr w:rsidR="00817A71" w14:paraId="06925E63" w14:textId="77777777">
        <w:trPr>
          <w:jc w:val="center"/>
        </w:trPr>
        <w:tc>
          <w:tcPr>
            <w:tcW w:w="3347" w:type="dxa"/>
            <w:vAlign w:val="center"/>
          </w:tcPr>
          <w:p w14:paraId="1A6DEAFD" w14:textId="77777777" w:rsidR="00000000" w:rsidRDefault="00000000" w:rsidP="002F44D5">
            <w:r>
              <w:lastRenderedPageBreak/>
              <w:t>膨胀聚苯板</w:t>
            </w:r>
            <w:r>
              <w:t>(ρ=20~30)</w:t>
            </w:r>
          </w:p>
        </w:tc>
        <w:tc>
          <w:tcPr>
            <w:tcW w:w="849" w:type="dxa"/>
            <w:vAlign w:val="center"/>
          </w:tcPr>
          <w:p w14:paraId="05DCA9CE" w14:textId="77777777" w:rsidR="00000000" w:rsidRDefault="00000000" w:rsidP="002F44D5">
            <w:r>
              <w:t>60</w:t>
            </w:r>
          </w:p>
        </w:tc>
        <w:tc>
          <w:tcPr>
            <w:tcW w:w="1075" w:type="dxa"/>
            <w:vAlign w:val="center"/>
          </w:tcPr>
          <w:p w14:paraId="7D6AF8A8" w14:textId="77777777" w:rsidR="00000000" w:rsidRDefault="00000000" w:rsidP="002F44D5">
            <w:r>
              <w:t>0.042</w:t>
            </w:r>
          </w:p>
        </w:tc>
        <w:tc>
          <w:tcPr>
            <w:tcW w:w="1075" w:type="dxa"/>
            <w:vAlign w:val="center"/>
          </w:tcPr>
          <w:p w14:paraId="0BD24769" w14:textId="77777777" w:rsidR="00000000" w:rsidRDefault="00000000" w:rsidP="002F44D5">
            <w:r>
              <w:t>0.360</w:t>
            </w:r>
          </w:p>
        </w:tc>
        <w:tc>
          <w:tcPr>
            <w:tcW w:w="848" w:type="dxa"/>
            <w:vAlign w:val="center"/>
          </w:tcPr>
          <w:p w14:paraId="1D0A3CB9" w14:textId="77777777" w:rsidR="00000000" w:rsidRDefault="00000000" w:rsidP="002F44D5">
            <w:r>
              <w:t>1.20</w:t>
            </w:r>
          </w:p>
        </w:tc>
        <w:tc>
          <w:tcPr>
            <w:tcW w:w="1075" w:type="dxa"/>
            <w:vAlign w:val="center"/>
          </w:tcPr>
          <w:p w14:paraId="2CC833D0" w14:textId="77777777" w:rsidR="00000000" w:rsidRDefault="00000000" w:rsidP="002F44D5">
            <w:r>
              <w:t>1.190</w:t>
            </w:r>
          </w:p>
        </w:tc>
        <w:tc>
          <w:tcPr>
            <w:tcW w:w="1064" w:type="dxa"/>
            <w:vAlign w:val="center"/>
          </w:tcPr>
          <w:p w14:paraId="17788BA8" w14:textId="77777777" w:rsidR="00000000" w:rsidRDefault="00000000" w:rsidP="002F44D5">
            <w:r>
              <w:t>0.514</w:t>
            </w:r>
          </w:p>
        </w:tc>
      </w:tr>
      <w:tr w:rsidR="00817A71" w14:paraId="156F0E38" w14:textId="77777777">
        <w:trPr>
          <w:jc w:val="center"/>
        </w:trPr>
        <w:tc>
          <w:tcPr>
            <w:tcW w:w="3347" w:type="dxa"/>
            <w:vAlign w:val="center"/>
          </w:tcPr>
          <w:p w14:paraId="383BB1D7" w14:textId="77777777" w:rsidR="00000000" w:rsidRDefault="00000000" w:rsidP="002F44D5">
            <w:r>
              <w:t>陶粒混凝土多孔砖</w:t>
            </w:r>
            <w:r>
              <w:t>(240</w:t>
            </w:r>
            <w:r>
              <w:t>）</w:t>
            </w:r>
          </w:p>
        </w:tc>
        <w:tc>
          <w:tcPr>
            <w:tcW w:w="849" w:type="dxa"/>
            <w:vAlign w:val="center"/>
          </w:tcPr>
          <w:p w14:paraId="65224F95" w14:textId="77777777" w:rsidR="00000000" w:rsidRDefault="00000000" w:rsidP="002F44D5">
            <w:r>
              <w:t>240</w:t>
            </w:r>
          </w:p>
        </w:tc>
        <w:tc>
          <w:tcPr>
            <w:tcW w:w="1075" w:type="dxa"/>
            <w:vAlign w:val="center"/>
          </w:tcPr>
          <w:p w14:paraId="7053F618" w14:textId="77777777" w:rsidR="00000000" w:rsidRDefault="00000000" w:rsidP="002F44D5">
            <w:r>
              <w:t>0.600</w:t>
            </w:r>
          </w:p>
        </w:tc>
        <w:tc>
          <w:tcPr>
            <w:tcW w:w="1075" w:type="dxa"/>
            <w:vAlign w:val="center"/>
          </w:tcPr>
          <w:p w14:paraId="6014F74B" w14:textId="77777777" w:rsidR="00000000" w:rsidRDefault="00000000" w:rsidP="002F44D5">
            <w:r>
              <w:t>6.010</w:t>
            </w:r>
          </w:p>
        </w:tc>
        <w:tc>
          <w:tcPr>
            <w:tcW w:w="848" w:type="dxa"/>
            <w:vAlign w:val="center"/>
          </w:tcPr>
          <w:p w14:paraId="1F5FECC3" w14:textId="77777777" w:rsidR="00000000" w:rsidRDefault="00000000" w:rsidP="002F44D5">
            <w:r>
              <w:t>1.00</w:t>
            </w:r>
          </w:p>
        </w:tc>
        <w:tc>
          <w:tcPr>
            <w:tcW w:w="1075" w:type="dxa"/>
            <w:vAlign w:val="center"/>
          </w:tcPr>
          <w:p w14:paraId="3E0AB9A0" w14:textId="77777777" w:rsidR="00000000" w:rsidRDefault="00000000" w:rsidP="002F44D5">
            <w:r>
              <w:t>0.400</w:t>
            </w:r>
          </w:p>
        </w:tc>
        <w:tc>
          <w:tcPr>
            <w:tcW w:w="1064" w:type="dxa"/>
            <w:vAlign w:val="center"/>
          </w:tcPr>
          <w:p w14:paraId="3C7FFF39" w14:textId="77777777" w:rsidR="00000000" w:rsidRDefault="00000000" w:rsidP="002F44D5">
            <w:r>
              <w:t>2.404</w:t>
            </w:r>
          </w:p>
        </w:tc>
      </w:tr>
      <w:tr w:rsidR="00817A71" w14:paraId="117AF15F" w14:textId="77777777">
        <w:trPr>
          <w:jc w:val="center"/>
        </w:trPr>
        <w:tc>
          <w:tcPr>
            <w:tcW w:w="3347" w:type="dxa"/>
            <w:vAlign w:val="center"/>
          </w:tcPr>
          <w:p w14:paraId="60812C05" w14:textId="77777777" w:rsidR="00000000" w:rsidRDefault="00000000" w:rsidP="002F44D5">
            <w:r>
              <w:t>石灰水泥砂浆</w:t>
            </w:r>
          </w:p>
        </w:tc>
        <w:tc>
          <w:tcPr>
            <w:tcW w:w="849" w:type="dxa"/>
            <w:vAlign w:val="center"/>
          </w:tcPr>
          <w:p w14:paraId="5682A610" w14:textId="77777777" w:rsidR="00000000" w:rsidRDefault="00000000" w:rsidP="002F44D5">
            <w:r>
              <w:t>20</w:t>
            </w:r>
          </w:p>
        </w:tc>
        <w:tc>
          <w:tcPr>
            <w:tcW w:w="1075" w:type="dxa"/>
            <w:vAlign w:val="center"/>
          </w:tcPr>
          <w:p w14:paraId="6D29A361" w14:textId="77777777" w:rsidR="00000000" w:rsidRDefault="00000000" w:rsidP="002F44D5">
            <w:r>
              <w:t>0.870</w:t>
            </w:r>
          </w:p>
        </w:tc>
        <w:tc>
          <w:tcPr>
            <w:tcW w:w="1075" w:type="dxa"/>
            <w:vAlign w:val="center"/>
          </w:tcPr>
          <w:p w14:paraId="716DABD5" w14:textId="77777777" w:rsidR="00000000" w:rsidRDefault="00000000" w:rsidP="002F44D5">
            <w:r>
              <w:t>10.627</w:t>
            </w:r>
          </w:p>
        </w:tc>
        <w:tc>
          <w:tcPr>
            <w:tcW w:w="848" w:type="dxa"/>
            <w:vAlign w:val="center"/>
          </w:tcPr>
          <w:p w14:paraId="1766044A" w14:textId="77777777" w:rsidR="00000000" w:rsidRDefault="00000000" w:rsidP="002F44D5">
            <w:r>
              <w:t>1.00</w:t>
            </w:r>
          </w:p>
        </w:tc>
        <w:tc>
          <w:tcPr>
            <w:tcW w:w="1075" w:type="dxa"/>
            <w:vAlign w:val="center"/>
          </w:tcPr>
          <w:p w14:paraId="3FBF52BD" w14:textId="77777777" w:rsidR="00000000" w:rsidRDefault="00000000" w:rsidP="002F44D5">
            <w:r>
              <w:t>0.023</w:t>
            </w:r>
          </w:p>
        </w:tc>
        <w:tc>
          <w:tcPr>
            <w:tcW w:w="1064" w:type="dxa"/>
            <w:vAlign w:val="center"/>
          </w:tcPr>
          <w:p w14:paraId="29D5FDEB" w14:textId="77777777" w:rsidR="00000000" w:rsidRDefault="00000000" w:rsidP="002F44D5">
            <w:r>
              <w:t>0.244</w:t>
            </w:r>
          </w:p>
        </w:tc>
      </w:tr>
      <w:tr w:rsidR="0058474F" w14:paraId="7EC01471" w14:textId="77777777" w:rsidTr="00762E43">
        <w:trPr>
          <w:jc w:val="center"/>
        </w:trPr>
        <w:tc>
          <w:tcPr>
            <w:tcW w:w="3347" w:type="dxa"/>
            <w:vAlign w:val="center"/>
          </w:tcPr>
          <w:p w14:paraId="348A8A8D" w14:textId="77777777" w:rsidR="00000000" w:rsidRDefault="00000000" w:rsidP="002F44D5">
            <w:r>
              <w:t>各层之和</w:t>
            </w:r>
            <w:r>
              <w:t>∑</w:t>
            </w:r>
          </w:p>
        </w:tc>
        <w:tc>
          <w:tcPr>
            <w:tcW w:w="849" w:type="dxa"/>
            <w:vAlign w:val="center"/>
          </w:tcPr>
          <w:p w14:paraId="41F2102D" w14:textId="77777777" w:rsidR="00000000" w:rsidRDefault="00000000" w:rsidP="002F44D5">
            <w:r>
              <w:t>325</w:t>
            </w:r>
          </w:p>
        </w:tc>
        <w:tc>
          <w:tcPr>
            <w:tcW w:w="1075" w:type="dxa"/>
            <w:vAlign w:val="center"/>
          </w:tcPr>
          <w:p w14:paraId="7E6356BA" w14:textId="77777777" w:rsidR="00000000" w:rsidRDefault="00000000" w:rsidP="002F44D5">
            <w:r>
              <w:t>－</w:t>
            </w:r>
          </w:p>
        </w:tc>
        <w:tc>
          <w:tcPr>
            <w:tcW w:w="1075" w:type="dxa"/>
            <w:vAlign w:val="center"/>
          </w:tcPr>
          <w:p w14:paraId="4403093E" w14:textId="77777777" w:rsidR="00000000" w:rsidRDefault="00000000" w:rsidP="002F44D5">
            <w:r>
              <w:t>－</w:t>
            </w:r>
          </w:p>
        </w:tc>
        <w:tc>
          <w:tcPr>
            <w:tcW w:w="848" w:type="dxa"/>
            <w:vAlign w:val="center"/>
          </w:tcPr>
          <w:p w14:paraId="43866A1D" w14:textId="77777777" w:rsidR="00000000" w:rsidRDefault="00000000" w:rsidP="002F44D5">
            <w:r>
              <w:t>－</w:t>
            </w:r>
          </w:p>
        </w:tc>
        <w:tc>
          <w:tcPr>
            <w:tcW w:w="1075" w:type="dxa"/>
            <w:vAlign w:val="center"/>
          </w:tcPr>
          <w:p w14:paraId="16A1A52B" w14:textId="77777777" w:rsidR="00000000" w:rsidRDefault="00000000" w:rsidP="002F44D5">
            <w:r>
              <w:t>1.619</w:t>
            </w:r>
          </w:p>
        </w:tc>
        <w:tc>
          <w:tcPr>
            <w:tcW w:w="1064" w:type="dxa"/>
            <w:vAlign w:val="center"/>
          </w:tcPr>
          <w:p w14:paraId="524A12CD" w14:textId="77777777" w:rsidR="00000000" w:rsidRDefault="00000000" w:rsidP="002F44D5">
            <w:r>
              <w:t>3.223</w:t>
            </w:r>
          </w:p>
        </w:tc>
      </w:tr>
      <w:tr w:rsidR="0058474F" w14:paraId="21B243BF" w14:textId="77777777" w:rsidTr="00762E43"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 w14:paraId="29DD2851" w14:textId="77777777" w:rsidR="00000000" w:rsidRPr="00D95163" w:rsidRDefault="00000000" w:rsidP="002F44D5">
            <w:r>
              <w:t>传热系数</w:t>
            </w:r>
            <w:r>
              <w:t>K=1/(0.15+∑R)</w:t>
            </w:r>
          </w:p>
        </w:tc>
        <w:tc>
          <w:tcPr>
            <w:tcW w:w="5986" w:type="dxa"/>
            <w:gridSpan w:val="6"/>
          </w:tcPr>
          <w:p w14:paraId="2460693E" w14:textId="77777777" w:rsidR="00000000" w:rsidRDefault="00000000" w:rsidP="002F44D5">
            <w:pPr>
              <w:jc w:val="center"/>
            </w:pPr>
            <w:r>
              <w:t>0.57</w:t>
            </w:r>
          </w:p>
        </w:tc>
      </w:tr>
    </w:tbl>
    <w:p w14:paraId="4EDDB028" w14:textId="77777777" w:rsidR="00000000" w:rsidRPr="00612E00" w:rsidRDefault="00000000" w:rsidP="0042722A">
      <w:pPr>
        <w:pStyle w:val="lj"/>
        <w:spacing w:line="360" w:lineRule="exact"/>
        <w:ind w:firstLineChars="1600" w:firstLine="3840"/>
      </w:pPr>
    </w:p>
    <w:p w14:paraId="29BBCA18" w14:textId="77777777" w:rsidR="00BE0E75" w:rsidRDefault="00000000" w:rsidP="0058474F">
      <w:pPr>
        <w:jc w:val="center"/>
      </w:pPr>
      <w:r w:rsidRPr="00E145DC">
        <w:rPr>
          <w:rFonts w:hint="eastAsia"/>
        </w:rPr>
        <w:t>表</w:t>
      </w:r>
      <w:r w:rsidRPr="00E145DC">
        <w:rPr>
          <w:rFonts w:hint="eastAsia"/>
        </w:rPr>
        <w:t xml:space="preserve"> </w:t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>STYLEREF 2 \s</w:instrText>
      </w:r>
      <w:r w:rsidRPr="00E145DC">
        <w:instrText xml:space="preserve"> </w:instrText>
      </w:r>
      <w:r w:rsidRPr="00E145DC">
        <w:fldChar w:fldCharType="separate"/>
      </w:r>
      <w:r w:rsidR="00CA6F4A">
        <w:rPr>
          <w:noProof/>
        </w:rPr>
        <w:t>4.3</w:t>
      </w:r>
      <w:r w:rsidRPr="00E145DC">
        <w:fldChar w:fldCharType="end"/>
      </w:r>
      <w:r w:rsidRPr="00E145DC">
        <w:noBreakHyphen/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 xml:space="preserve">SEQ </w:instrText>
      </w:r>
      <w:r w:rsidRPr="00E145DC">
        <w:rPr>
          <w:rFonts w:hint="eastAsia"/>
        </w:rPr>
        <w:instrText>表</w:instrText>
      </w:r>
      <w:r w:rsidRPr="00E145DC">
        <w:rPr>
          <w:rFonts w:hint="eastAsia"/>
        </w:rPr>
        <w:instrText xml:space="preserve"> \* ARABIC \s 2</w:instrText>
      </w:r>
      <w:r w:rsidRPr="00E145DC">
        <w:instrText xml:space="preserve"> </w:instrText>
      </w:r>
      <w:r w:rsidRPr="00E145DC">
        <w:fldChar w:fldCharType="separate"/>
      </w:r>
      <w:r w:rsidR="00CA6F4A">
        <w:rPr>
          <w:noProof/>
        </w:rPr>
        <w:t>5</w:t>
      </w:r>
      <w:r w:rsidRPr="00E145DC">
        <w:fldChar w:fldCharType="end"/>
      </w:r>
      <w:r w:rsidRPr="00E145DC">
        <w:rPr>
          <w:rFonts w:hint="eastAsia"/>
        </w:rPr>
        <w:t xml:space="preserve"> </w:t>
      </w:r>
      <w:r w:rsidRPr="00E145DC">
        <w:rPr>
          <w:rFonts w:hint="eastAsia"/>
        </w:rPr>
        <w:t>周边地面构造一</w:t>
      </w:r>
    </w:p>
    <w:tbl>
      <w:tblPr>
        <w:tblW w:w="933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58474F" w14:paraId="5BC140AB" w14:textId="77777777" w:rsidTr="00762E43">
        <w:trPr>
          <w:jc w:val="center"/>
        </w:trPr>
        <w:tc>
          <w:tcPr>
            <w:tcW w:w="3347" w:type="dxa"/>
            <w:vMerge w:val="restart"/>
            <w:shd w:val="clear" w:color="auto" w:fill="E6E6E6"/>
            <w:vAlign w:val="center"/>
          </w:tcPr>
          <w:p w14:paraId="2444D336" w14:textId="77777777" w:rsidR="00000000" w:rsidRDefault="00000000" w:rsidP="002F44D5">
            <w:pPr>
              <w:jc w:val="center"/>
            </w:pPr>
            <w:r>
              <w:t>材料名称</w:t>
            </w:r>
            <w:r>
              <w:br/>
            </w:r>
            <w:r>
              <w:t>（由上到下）</w:t>
            </w:r>
          </w:p>
        </w:tc>
        <w:tc>
          <w:tcPr>
            <w:tcW w:w="849" w:type="dxa"/>
            <w:shd w:val="clear" w:color="auto" w:fill="E6E6E6"/>
            <w:vAlign w:val="center"/>
          </w:tcPr>
          <w:p w14:paraId="7F6785F2" w14:textId="77777777" w:rsidR="00000000" w:rsidRDefault="00000000" w:rsidP="002F44D5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18A921F" w14:textId="77777777" w:rsidR="00000000" w:rsidRDefault="00000000" w:rsidP="002F44D5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C1476D1" w14:textId="77777777" w:rsidR="00000000" w:rsidRDefault="00000000" w:rsidP="002F44D5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381F1BAC" w14:textId="77777777" w:rsidR="00000000" w:rsidRDefault="00000000" w:rsidP="002F44D5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C75771E" w14:textId="77777777" w:rsidR="00000000" w:rsidRDefault="00000000" w:rsidP="002F44D5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6167875F" w14:textId="77777777" w:rsidR="00000000" w:rsidRDefault="00000000" w:rsidP="002F44D5">
            <w:pPr>
              <w:jc w:val="center"/>
            </w:pPr>
            <w:r>
              <w:t>热惰性指标</w:t>
            </w:r>
          </w:p>
        </w:tc>
      </w:tr>
      <w:tr w:rsidR="0058474F" w14:paraId="5C9DE584" w14:textId="77777777" w:rsidTr="00762E43">
        <w:trPr>
          <w:jc w:val="center"/>
        </w:trPr>
        <w:tc>
          <w:tcPr>
            <w:tcW w:w="3347" w:type="dxa"/>
            <w:vMerge/>
            <w:shd w:val="clear" w:color="auto" w:fill="E6E6E6"/>
            <w:vAlign w:val="center"/>
          </w:tcPr>
          <w:p w14:paraId="1FDAD550" w14:textId="77777777" w:rsidR="00000000" w:rsidRDefault="00000000" w:rsidP="002F44D5">
            <w:pPr>
              <w:jc w:val="center"/>
            </w:pPr>
          </w:p>
        </w:tc>
        <w:tc>
          <w:tcPr>
            <w:tcW w:w="849" w:type="dxa"/>
            <w:shd w:val="clear" w:color="auto" w:fill="E6E6E6"/>
            <w:vAlign w:val="center"/>
          </w:tcPr>
          <w:p w14:paraId="293614D6" w14:textId="77777777" w:rsidR="00000000" w:rsidRDefault="00000000" w:rsidP="002F44D5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ACA271E" w14:textId="77777777" w:rsidR="00000000" w:rsidRDefault="00000000" w:rsidP="002F44D5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84B676A" w14:textId="77777777" w:rsidR="00000000" w:rsidRDefault="00000000" w:rsidP="002F44D5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5FCB2C37" w14:textId="77777777" w:rsidR="00000000" w:rsidRDefault="00000000" w:rsidP="002F44D5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06C2A9A" w14:textId="77777777" w:rsidR="00000000" w:rsidRDefault="00000000" w:rsidP="002F44D5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20AB09A6" w14:textId="77777777" w:rsidR="00000000" w:rsidRDefault="00000000" w:rsidP="002F44D5">
            <w:pPr>
              <w:jc w:val="center"/>
            </w:pPr>
            <w:r>
              <w:t>D=R*S</w:t>
            </w:r>
          </w:p>
        </w:tc>
      </w:tr>
      <w:tr w:rsidR="00817A71" w14:paraId="2CB32293" w14:textId="77777777">
        <w:trPr>
          <w:jc w:val="center"/>
        </w:trPr>
        <w:tc>
          <w:tcPr>
            <w:tcW w:w="3347" w:type="dxa"/>
            <w:vAlign w:val="center"/>
          </w:tcPr>
          <w:p w14:paraId="307AEC58" w14:textId="77777777" w:rsidR="00000000" w:rsidRDefault="00000000" w:rsidP="002F44D5">
            <w:r>
              <w:t>水泥砂浆</w:t>
            </w:r>
          </w:p>
        </w:tc>
        <w:tc>
          <w:tcPr>
            <w:tcW w:w="849" w:type="dxa"/>
            <w:vAlign w:val="center"/>
          </w:tcPr>
          <w:p w14:paraId="76C9BB51" w14:textId="77777777" w:rsidR="00000000" w:rsidRDefault="00000000" w:rsidP="002F44D5">
            <w:r>
              <w:t>20</w:t>
            </w:r>
          </w:p>
        </w:tc>
        <w:tc>
          <w:tcPr>
            <w:tcW w:w="1075" w:type="dxa"/>
            <w:vAlign w:val="center"/>
          </w:tcPr>
          <w:p w14:paraId="3423F9FA" w14:textId="77777777" w:rsidR="00000000" w:rsidRDefault="00000000" w:rsidP="002F44D5">
            <w:r>
              <w:t>0.930</w:t>
            </w:r>
          </w:p>
        </w:tc>
        <w:tc>
          <w:tcPr>
            <w:tcW w:w="1075" w:type="dxa"/>
            <w:vAlign w:val="center"/>
          </w:tcPr>
          <w:p w14:paraId="6339C6DB" w14:textId="77777777" w:rsidR="00000000" w:rsidRDefault="00000000" w:rsidP="002F44D5">
            <w:r>
              <w:t>11.370</w:t>
            </w:r>
          </w:p>
        </w:tc>
        <w:tc>
          <w:tcPr>
            <w:tcW w:w="848" w:type="dxa"/>
            <w:vAlign w:val="center"/>
          </w:tcPr>
          <w:p w14:paraId="3A8EB3FF" w14:textId="77777777" w:rsidR="00000000" w:rsidRDefault="00000000" w:rsidP="002F44D5">
            <w:r>
              <w:t>1.00</w:t>
            </w:r>
          </w:p>
        </w:tc>
        <w:tc>
          <w:tcPr>
            <w:tcW w:w="1075" w:type="dxa"/>
            <w:vAlign w:val="center"/>
          </w:tcPr>
          <w:p w14:paraId="0F9C21D2" w14:textId="77777777" w:rsidR="00000000" w:rsidRDefault="00000000" w:rsidP="002F44D5">
            <w:r>
              <w:t>0.022</w:t>
            </w:r>
          </w:p>
        </w:tc>
        <w:tc>
          <w:tcPr>
            <w:tcW w:w="1064" w:type="dxa"/>
            <w:vAlign w:val="center"/>
          </w:tcPr>
          <w:p w14:paraId="73CA2324" w14:textId="77777777" w:rsidR="00000000" w:rsidRDefault="00000000" w:rsidP="002F44D5">
            <w:r>
              <w:t>0.245</w:t>
            </w:r>
          </w:p>
        </w:tc>
      </w:tr>
      <w:tr w:rsidR="00817A71" w14:paraId="11EBE776" w14:textId="77777777">
        <w:trPr>
          <w:jc w:val="center"/>
        </w:trPr>
        <w:tc>
          <w:tcPr>
            <w:tcW w:w="3347" w:type="dxa"/>
            <w:vAlign w:val="center"/>
          </w:tcPr>
          <w:p w14:paraId="6F423D09" w14:textId="77777777" w:rsidR="00000000" w:rsidRDefault="00000000" w:rsidP="002F44D5">
            <w:r>
              <w:t>钢筋混凝土</w:t>
            </w:r>
          </w:p>
        </w:tc>
        <w:tc>
          <w:tcPr>
            <w:tcW w:w="849" w:type="dxa"/>
            <w:vAlign w:val="center"/>
          </w:tcPr>
          <w:p w14:paraId="5B2C8817" w14:textId="77777777" w:rsidR="00000000" w:rsidRDefault="00000000" w:rsidP="002F44D5">
            <w:r>
              <w:t>120</w:t>
            </w:r>
          </w:p>
        </w:tc>
        <w:tc>
          <w:tcPr>
            <w:tcW w:w="1075" w:type="dxa"/>
            <w:vAlign w:val="center"/>
          </w:tcPr>
          <w:p w14:paraId="566DC414" w14:textId="77777777" w:rsidR="00000000" w:rsidRDefault="00000000" w:rsidP="002F44D5">
            <w:r>
              <w:t>1.740</w:t>
            </w:r>
          </w:p>
        </w:tc>
        <w:tc>
          <w:tcPr>
            <w:tcW w:w="1075" w:type="dxa"/>
            <w:vAlign w:val="center"/>
          </w:tcPr>
          <w:p w14:paraId="4C08186B" w14:textId="77777777" w:rsidR="00000000" w:rsidRDefault="00000000" w:rsidP="002F44D5">
            <w:r>
              <w:t>17.200</w:t>
            </w:r>
          </w:p>
        </w:tc>
        <w:tc>
          <w:tcPr>
            <w:tcW w:w="848" w:type="dxa"/>
            <w:vAlign w:val="center"/>
          </w:tcPr>
          <w:p w14:paraId="6D9DA2F3" w14:textId="77777777" w:rsidR="00000000" w:rsidRDefault="00000000" w:rsidP="002F44D5">
            <w:r>
              <w:t>1.00</w:t>
            </w:r>
          </w:p>
        </w:tc>
        <w:tc>
          <w:tcPr>
            <w:tcW w:w="1075" w:type="dxa"/>
            <w:vAlign w:val="center"/>
          </w:tcPr>
          <w:p w14:paraId="53813B90" w14:textId="77777777" w:rsidR="00000000" w:rsidRDefault="00000000" w:rsidP="002F44D5">
            <w:r>
              <w:t>0.069</w:t>
            </w:r>
          </w:p>
        </w:tc>
        <w:tc>
          <w:tcPr>
            <w:tcW w:w="1064" w:type="dxa"/>
            <w:vAlign w:val="center"/>
          </w:tcPr>
          <w:p w14:paraId="1FD6E3BF" w14:textId="77777777" w:rsidR="00000000" w:rsidRDefault="00000000" w:rsidP="002F44D5">
            <w:r>
              <w:t>1.186</w:t>
            </w:r>
          </w:p>
        </w:tc>
      </w:tr>
      <w:tr w:rsidR="0058474F" w14:paraId="2DD2C28E" w14:textId="77777777" w:rsidTr="00762E43">
        <w:trPr>
          <w:jc w:val="center"/>
        </w:trPr>
        <w:tc>
          <w:tcPr>
            <w:tcW w:w="3347" w:type="dxa"/>
            <w:vAlign w:val="center"/>
          </w:tcPr>
          <w:p w14:paraId="221B61E0" w14:textId="77777777" w:rsidR="00000000" w:rsidRDefault="00000000" w:rsidP="002F44D5">
            <w:r>
              <w:t>各层之和</w:t>
            </w:r>
            <w:r>
              <w:t>∑</w:t>
            </w:r>
          </w:p>
        </w:tc>
        <w:tc>
          <w:tcPr>
            <w:tcW w:w="849" w:type="dxa"/>
            <w:vAlign w:val="center"/>
          </w:tcPr>
          <w:p w14:paraId="0F869735" w14:textId="77777777" w:rsidR="00000000" w:rsidRDefault="00000000" w:rsidP="002F44D5">
            <w:r>
              <w:t>140</w:t>
            </w:r>
          </w:p>
        </w:tc>
        <w:tc>
          <w:tcPr>
            <w:tcW w:w="1075" w:type="dxa"/>
            <w:vAlign w:val="center"/>
          </w:tcPr>
          <w:p w14:paraId="39639503" w14:textId="77777777" w:rsidR="00000000" w:rsidRDefault="00000000" w:rsidP="002F44D5">
            <w:r>
              <w:t>－</w:t>
            </w:r>
          </w:p>
        </w:tc>
        <w:tc>
          <w:tcPr>
            <w:tcW w:w="1075" w:type="dxa"/>
            <w:vAlign w:val="center"/>
          </w:tcPr>
          <w:p w14:paraId="3C5855E1" w14:textId="77777777" w:rsidR="00000000" w:rsidRDefault="00000000" w:rsidP="002F44D5">
            <w:r>
              <w:t>－</w:t>
            </w:r>
          </w:p>
        </w:tc>
        <w:tc>
          <w:tcPr>
            <w:tcW w:w="848" w:type="dxa"/>
            <w:vAlign w:val="center"/>
          </w:tcPr>
          <w:p w14:paraId="23E35EA6" w14:textId="77777777" w:rsidR="00000000" w:rsidRDefault="00000000" w:rsidP="002F44D5">
            <w:r>
              <w:t>－</w:t>
            </w:r>
          </w:p>
        </w:tc>
        <w:tc>
          <w:tcPr>
            <w:tcW w:w="1075" w:type="dxa"/>
            <w:vAlign w:val="center"/>
          </w:tcPr>
          <w:p w14:paraId="64B2CBD6" w14:textId="77777777" w:rsidR="00000000" w:rsidRDefault="00000000" w:rsidP="002F44D5">
            <w:r>
              <w:t>0.090</w:t>
            </w:r>
          </w:p>
        </w:tc>
        <w:tc>
          <w:tcPr>
            <w:tcW w:w="1064" w:type="dxa"/>
            <w:vAlign w:val="center"/>
          </w:tcPr>
          <w:p w14:paraId="3A42C029" w14:textId="77777777" w:rsidR="00000000" w:rsidRDefault="00000000" w:rsidP="002F44D5">
            <w:r>
              <w:t>1.431</w:t>
            </w:r>
          </w:p>
        </w:tc>
      </w:tr>
      <w:tr w:rsidR="0058474F" w14:paraId="0D75CF9E" w14:textId="77777777" w:rsidTr="00762E43"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 w14:paraId="097E9D60" w14:textId="77777777" w:rsidR="00000000" w:rsidRPr="00D95163" w:rsidRDefault="00000000" w:rsidP="002F44D5">
            <w:r>
              <w:t>传热系数</w:t>
            </w:r>
            <w:r>
              <w:t>K=1/(0.11+∑R)</w:t>
            </w:r>
          </w:p>
        </w:tc>
        <w:tc>
          <w:tcPr>
            <w:tcW w:w="5986" w:type="dxa"/>
            <w:gridSpan w:val="6"/>
          </w:tcPr>
          <w:p w14:paraId="596832E8" w14:textId="77777777" w:rsidR="00000000" w:rsidRDefault="00000000" w:rsidP="002F44D5">
            <w:pPr>
              <w:jc w:val="center"/>
            </w:pPr>
            <w:r>
              <w:t>0.52</w:t>
            </w:r>
          </w:p>
        </w:tc>
      </w:tr>
    </w:tbl>
    <w:p w14:paraId="7BAA91FF" w14:textId="77777777" w:rsidR="00000000" w:rsidRPr="00612E00" w:rsidRDefault="00000000" w:rsidP="0042722A">
      <w:pPr>
        <w:pStyle w:val="lj"/>
        <w:spacing w:line="360" w:lineRule="exact"/>
        <w:ind w:firstLineChars="1600" w:firstLine="3840"/>
      </w:pPr>
    </w:p>
    <w:p w14:paraId="59AFED47" w14:textId="77777777" w:rsidR="00BE0E75" w:rsidRDefault="00000000" w:rsidP="0058474F">
      <w:pPr>
        <w:jc w:val="center"/>
      </w:pPr>
      <w:r w:rsidRPr="00E145DC">
        <w:rPr>
          <w:rFonts w:hint="eastAsia"/>
        </w:rPr>
        <w:t>表</w:t>
      </w:r>
      <w:r w:rsidRPr="00E145DC">
        <w:rPr>
          <w:rFonts w:hint="eastAsia"/>
        </w:rPr>
        <w:t xml:space="preserve"> </w:t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>STYLEREF 2 \s</w:instrText>
      </w:r>
      <w:r w:rsidRPr="00E145DC">
        <w:instrText xml:space="preserve"> </w:instrText>
      </w:r>
      <w:r w:rsidRPr="00E145DC">
        <w:fldChar w:fldCharType="separate"/>
      </w:r>
      <w:r w:rsidR="00CA6F4A">
        <w:rPr>
          <w:noProof/>
        </w:rPr>
        <w:t>4.3</w:t>
      </w:r>
      <w:r w:rsidRPr="00E145DC">
        <w:fldChar w:fldCharType="end"/>
      </w:r>
      <w:r w:rsidRPr="00E145DC">
        <w:noBreakHyphen/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 xml:space="preserve">SEQ </w:instrText>
      </w:r>
      <w:r w:rsidRPr="00E145DC">
        <w:rPr>
          <w:rFonts w:hint="eastAsia"/>
        </w:rPr>
        <w:instrText>表</w:instrText>
      </w:r>
      <w:r w:rsidRPr="00E145DC">
        <w:rPr>
          <w:rFonts w:hint="eastAsia"/>
        </w:rPr>
        <w:instrText xml:space="preserve"> \* ARABIC \s 2</w:instrText>
      </w:r>
      <w:r w:rsidRPr="00E145DC">
        <w:instrText xml:space="preserve"> </w:instrText>
      </w:r>
      <w:r w:rsidRPr="00E145DC">
        <w:fldChar w:fldCharType="separate"/>
      </w:r>
      <w:r w:rsidR="00CA6F4A">
        <w:rPr>
          <w:noProof/>
        </w:rPr>
        <w:t>6</w:t>
      </w:r>
      <w:r w:rsidRPr="00E145DC">
        <w:fldChar w:fldCharType="end"/>
      </w:r>
      <w:r w:rsidRPr="00E145DC">
        <w:rPr>
          <w:rFonts w:hint="eastAsia"/>
        </w:rPr>
        <w:t xml:space="preserve"> </w:t>
      </w:r>
      <w:r w:rsidRPr="00E145DC">
        <w:rPr>
          <w:rFonts w:hint="eastAsia"/>
        </w:rPr>
        <w:t>非周边地面构造一</w:t>
      </w:r>
    </w:p>
    <w:tbl>
      <w:tblPr>
        <w:tblW w:w="933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58474F" w14:paraId="3A4D4863" w14:textId="77777777" w:rsidTr="00762E43">
        <w:trPr>
          <w:jc w:val="center"/>
        </w:trPr>
        <w:tc>
          <w:tcPr>
            <w:tcW w:w="3347" w:type="dxa"/>
            <w:vMerge w:val="restart"/>
            <w:shd w:val="clear" w:color="auto" w:fill="E6E6E6"/>
            <w:vAlign w:val="center"/>
          </w:tcPr>
          <w:p w14:paraId="4D2EB08F" w14:textId="77777777" w:rsidR="00000000" w:rsidRDefault="00000000" w:rsidP="002F44D5">
            <w:pPr>
              <w:jc w:val="center"/>
            </w:pPr>
            <w:r>
              <w:t>材料名称</w:t>
            </w:r>
            <w:r>
              <w:br/>
            </w:r>
            <w:r>
              <w:t>（由上到下）</w:t>
            </w:r>
          </w:p>
        </w:tc>
        <w:tc>
          <w:tcPr>
            <w:tcW w:w="849" w:type="dxa"/>
            <w:shd w:val="clear" w:color="auto" w:fill="E6E6E6"/>
            <w:vAlign w:val="center"/>
          </w:tcPr>
          <w:p w14:paraId="133829C8" w14:textId="77777777" w:rsidR="00000000" w:rsidRDefault="00000000" w:rsidP="002F44D5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CA78A3C" w14:textId="77777777" w:rsidR="00000000" w:rsidRDefault="00000000" w:rsidP="002F44D5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26F22EB" w14:textId="77777777" w:rsidR="00000000" w:rsidRDefault="00000000" w:rsidP="002F44D5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2C9B8CC8" w14:textId="77777777" w:rsidR="00000000" w:rsidRDefault="00000000" w:rsidP="002F44D5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6748E6D" w14:textId="77777777" w:rsidR="00000000" w:rsidRDefault="00000000" w:rsidP="002F44D5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2088C72A" w14:textId="77777777" w:rsidR="00000000" w:rsidRDefault="00000000" w:rsidP="002F44D5">
            <w:pPr>
              <w:jc w:val="center"/>
            </w:pPr>
            <w:r>
              <w:t>热惰性指标</w:t>
            </w:r>
          </w:p>
        </w:tc>
      </w:tr>
      <w:tr w:rsidR="0058474F" w14:paraId="7EB09B4B" w14:textId="77777777" w:rsidTr="00762E43">
        <w:trPr>
          <w:jc w:val="center"/>
        </w:trPr>
        <w:tc>
          <w:tcPr>
            <w:tcW w:w="3347" w:type="dxa"/>
            <w:vMerge/>
            <w:shd w:val="clear" w:color="auto" w:fill="E6E6E6"/>
            <w:vAlign w:val="center"/>
          </w:tcPr>
          <w:p w14:paraId="41DEC54C" w14:textId="77777777" w:rsidR="00000000" w:rsidRDefault="00000000" w:rsidP="002F44D5">
            <w:pPr>
              <w:jc w:val="center"/>
            </w:pPr>
          </w:p>
        </w:tc>
        <w:tc>
          <w:tcPr>
            <w:tcW w:w="849" w:type="dxa"/>
            <w:shd w:val="clear" w:color="auto" w:fill="E6E6E6"/>
            <w:vAlign w:val="center"/>
          </w:tcPr>
          <w:p w14:paraId="1A43CB74" w14:textId="77777777" w:rsidR="00000000" w:rsidRDefault="00000000" w:rsidP="002F44D5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5E0E8A0" w14:textId="77777777" w:rsidR="00000000" w:rsidRDefault="00000000" w:rsidP="002F44D5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049008B" w14:textId="77777777" w:rsidR="00000000" w:rsidRDefault="00000000" w:rsidP="002F44D5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5BA693BC" w14:textId="77777777" w:rsidR="00000000" w:rsidRDefault="00000000" w:rsidP="002F44D5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07E78D4" w14:textId="77777777" w:rsidR="00000000" w:rsidRDefault="00000000" w:rsidP="002F44D5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2EEE1537" w14:textId="77777777" w:rsidR="00000000" w:rsidRDefault="00000000" w:rsidP="002F44D5">
            <w:pPr>
              <w:jc w:val="center"/>
            </w:pPr>
            <w:r>
              <w:t>D=R*S</w:t>
            </w:r>
          </w:p>
        </w:tc>
      </w:tr>
      <w:tr w:rsidR="00817A71" w14:paraId="6A74D45A" w14:textId="77777777">
        <w:trPr>
          <w:jc w:val="center"/>
        </w:trPr>
        <w:tc>
          <w:tcPr>
            <w:tcW w:w="3347" w:type="dxa"/>
            <w:vAlign w:val="center"/>
          </w:tcPr>
          <w:p w14:paraId="584294EA" w14:textId="77777777" w:rsidR="00000000" w:rsidRDefault="00000000" w:rsidP="002F44D5">
            <w:r>
              <w:t>水泥砂浆</w:t>
            </w:r>
          </w:p>
        </w:tc>
        <w:tc>
          <w:tcPr>
            <w:tcW w:w="849" w:type="dxa"/>
            <w:vAlign w:val="center"/>
          </w:tcPr>
          <w:p w14:paraId="0D57BAD7" w14:textId="77777777" w:rsidR="00000000" w:rsidRDefault="00000000" w:rsidP="002F44D5">
            <w:r>
              <w:t>20</w:t>
            </w:r>
          </w:p>
        </w:tc>
        <w:tc>
          <w:tcPr>
            <w:tcW w:w="1075" w:type="dxa"/>
            <w:vAlign w:val="center"/>
          </w:tcPr>
          <w:p w14:paraId="79A777CF" w14:textId="77777777" w:rsidR="00000000" w:rsidRDefault="00000000" w:rsidP="002F44D5">
            <w:r>
              <w:t>0.930</w:t>
            </w:r>
          </w:p>
        </w:tc>
        <w:tc>
          <w:tcPr>
            <w:tcW w:w="1075" w:type="dxa"/>
            <w:vAlign w:val="center"/>
          </w:tcPr>
          <w:p w14:paraId="28AC38C3" w14:textId="77777777" w:rsidR="00000000" w:rsidRDefault="00000000" w:rsidP="002F44D5">
            <w:r>
              <w:t>11.370</w:t>
            </w:r>
          </w:p>
        </w:tc>
        <w:tc>
          <w:tcPr>
            <w:tcW w:w="848" w:type="dxa"/>
            <w:vAlign w:val="center"/>
          </w:tcPr>
          <w:p w14:paraId="720A4E5A" w14:textId="77777777" w:rsidR="00000000" w:rsidRDefault="00000000" w:rsidP="002F44D5">
            <w:r>
              <w:t>1.00</w:t>
            </w:r>
          </w:p>
        </w:tc>
        <w:tc>
          <w:tcPr>
            <w:tcW w:w="1075" w:type="dxa"/>
            <w:vAlign w:val="center"/>
          </w:tcPr>
          <w:p w14:paraId="106CD7C5" w14:textId="77777777" w:rsidR="00000000" w:rsidRDefault="00000000" w:rsidP="002F44D5">
            <w:r>
              <w:t>0.022</w:t>
            </w:r>
          </w:p>
        </w:tc>
        <w:tc>
          <w:tcPr>
            <w:tcW w:w="1064" w:type="dxa"/>
            <w:vAlign w:val="center"/>
          </w:tcPr>
          <w:p w14:paraId="3A9E6AD2" w14:textId="77777777" w:rsidR="00000000" w:rsidRDefault="00000000" w:rsidP="002F44D5">
            <w:r>
              <w:t>0.245</w:t>
            </w:r>
          </w:p>
        </w:tc>
      </w:tr>
      <w:tr w:rsidR="00817A71" w14:paraId="7C0FB6A5" w14:textId="77777777">
        <w:trPr>
          <w:jc w:val="center"/>
        </w:trPr>
        <w:tc>
          <w:tcPr>
            <w:tcW w:w="3347" w:type="dxa"/>
            <w:vAlign w:val="center"/>
          </w:tcPr>
          <w:p w14:paraId="1F036746" w14:textId="77777777" w:rsidR="00000000" w:rsidRDefault="00000000" w:rsidP="002F44D5">
            <w:r>
              <w:t>钢筋混凝土</w:t>
            </w:r>
          </w:p>
        </w:tc>
        <w:tc>
          <w:tcPr>
            <w:tcW w:w="849" w:type="dxa"/>
            <w:vAlign w:val="center"/>
          </w:tcPr>
          <w:p w14:paraId="609DB574" w14:textId="77777777" w:rsidR="00000000" w:rsidRDefault="00000000" w:rsidP="002F44D5">
            <w:r>
              <w:t>120</w:t>
            </w:r>
          </w:p>
        </w:tc>
        <w:tc>
          <w:tcPr>
            <w:tcW w:w="1075" w:type="dxa"/>
            <w:vAlign w:val="center"/>
          </w:tcPr>
          <w:p w14:paraId="1D4718DB" w14:textId="77777777" w:rsidR="00000000" w:rsidRDefault="00000000" w:rsidP="002F44D5">
            <w:r>
              <w:t>1.740</w:t>
            </w:r>
          </w:p>
        </w:tc>
        <w:tc>
          <w:tcPr>
            <w:tcW w:w="1075" w:type="dxa"/>
            <w:vAlign w:val="center"/>
          </w:tcPr>
          <w:p w14:paraId="4B914ABF" w14:textId="77777777" w:rsidR="00000000" w:rsidRDefault="00000000" w:rsidP="002F44D5">
            <w:r>
              <w:t>17.200</w:t>
            </w:r>
          </w:p>
        </w:tc>
        <w:tc>
          <w:tcPr>
            <w:tcW w:w="848" w:type="dxa"/>
            <w:vAlign w:val="center"/>
          </w:tcPr>
          <w:p w14:paraId="1FED5C47" w14:textId="77777777" w:rsidR="00000000" w:rsidRDefault="00000000" w:rsidP="002F44D5">
            <w:r>
              <w:t>1.00</w:t>
            </w:r>
          </w:p>
        </w:tc>
        <w:tc>
          <w:tcPr>
            <w:tcW w:w="1075" w:type="dxa"/>
            <w:vAlign w:val="center"/>
          </w:tcPr>
          <w:p w14:paraId="6FF9CFEE" w14:textId="77777777" w:rsidR="00000000" w:rsidRDefault="00000000" w:rsidP="002F44D5">
            <w:r>
              <w:t>0.069</w:t>
            </w:r>
          </w:p>
        </w:tc>
        <w:tc>
          <w:tcPr>
            <w:tcW w:w="1064" w:type="dxa"/>
            <w:vAlign w:val="center"/>
          </w:tcPr>
          <w:p w14:paraId="5DAAC9E1" w14:textId="77777777" w:rsidR="00000000" w:rsidRDefault="00000000" w:rsidP="002F44D5">
            <w:r>
              <w:t>1.186</w:t>
            </w:r>
          </w:p>
        </w:tc>
      </w:tr>
      <w:tr w:rsidR="0058474F" w14:paraId="04B54F91" w14:textId="77777777" w:rsidTr="00762E43">
        <w:trPr>
          <w:jc w:val="center"/>
        </w:trPr>
        <w:tc>
          <w:tcPr>
            <w:tcW w:w="3347" w:type="dxa"/>
            <w:vAlign w:val="center"/>
          </w:tcPr>
          <w:p w14:paraId="01DEC617" w14:textId="77777777" w:rsidR="00000000" w:rsidRDefault="00000000" w:rsidP="002F44D5">
            <w:r>
              <w:t>各层之和</w:t>
            </w:r>
            <w:r>
              <w:t>∑</w:t>
            </w:r>
          </w:p>
        </w:tc>
        <w:tc>
          <w:tcPr>
            <w:tcW w:w="849" w:type="dxa"/>
            <w:vAlign w:val="center"/>
          </w:tcPr>
          <w:p w14:paraId="5A62146E" w14:textId="77777777" w:rsidR="00000000" w:rsidRDefault="00000000" w:rsidP="002F44D5">
            <w:r>
              <w:t>140</w:t>
            </w:r>
          </w:p>
        </w:tc>
        <w:tc>
          <w:tcPr>
            <w:tcW w:w="1075" w:type="dxa"/>
            <w:vAlign w:val="center"/>
          </w:tcPr>
          <w:p w14:paraId="7FB6A304" w14:textId="77777777" w:rsidR="00000000" w:rsidRDefault="00000000" w:rsidP="002F44D5">
            <w:r>
              <w:t>－</w:t>
            </w:r>
          </w:p>
        </w:tc>
        <w:tc>
          <w:tcPr>
            <w:tcW w:w="1075" w:type="dxa"/>
            <w:vAlign w:val="center"/>
          </w:tcPr>
          <w:p w14:paraId="1C98C63E" w14:textId="77777777" w:rsidR="00000000" w:rsidRDefault="00000000" w:rsidP="002F44D5">
            <w:r>
              <w:t>－</w:t>
            </w:r>
          </w:p>
        </w:tc>
        <w:tc>
          <w:tcPr>
            <w:tcW w:w="848" w:type="dxa"/>
            <w:vAlign w:val="center"/>
          </w:tcPr>
          <w:p w14:paraId="2BFA00AE" w14:textId="77777777" w:rsidR="00000000" w:rsidRDefault="00000000" w:rsidP="002F44D5">
            <w:r>
              <w:t>－</w:t>
            </w:r>
          </w:p>
        </w:tc>
        <w:tc>
          <w:tcPr>
            <w:tcW w:w="1075" w:type="dxa"/>
            <w:vAlign w:val="center"/>
          </w:tcPr>
          <w:p w14:paraId="30F8E9FB" w14:textId="77777777" w:rsidR="00000000" w:rsidRDefault="00000000" w:rsidP="002F44D5">
            <w:r>
              <w:t>0.090</w:t>
            </w:r>
          </w:p>
        </w:tc>
        <w:tc>
          <w:tcPr>
            <w:tcW w:w="1064" w:type="dxa"/>
            <w:vAlign w:val="center"/>
          </w:tcPr>
          <w:p w14:paraId="583502B2" w14:textId="77777777" w:rsidR="00000000" w:rsidRDefault="00000000" w:rsidP="002F44D5">
            <w:r>
              <w:t>1.431</w:t>
            </w:r>
          </w:p>
        </w:tc>
      </w:tr>
      <w:tr w:rsidR="0058474F" w14:paraId="555A3EE0" w14:textId="77777777" w:rsidTr="00762E43"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 w14:paraId="3ABA2C8B" w14:textId="77777777" w:rsidR="00000000" w:rsidRPr="00D95163" w:rsidRDefault="00000000" w:rsidP="002F44D5">
            <w:r>
              <w:t>传热系数</w:t>
            </w:r>
            <w:r>
              <w:t>K=1/(0.11+∑R)</w:t>
            </w:r>
          </w:p>
        </w:tc>
        <w:tc>
          <w:tcPr>
            <w:tcW w:w="5986" w:type="dxa"/>
            <w:gridSpan w:val="6"/>
          </w:tcPr>
          <w:p w14:paraId="134B932F" w14:textId="77777777" w:rsidR="00000000" w:rsidRDefault="00000000" w:rsidP="002F44D5">
            <w:pPr>
              <w:jc w:val="center"/>
            </w:pPr>
            <w:r>
              <w:t>0.30</w:t>
            </w:r>
          </w:p>
        </w:tc>
      </w:tr>
    </w:tbl>
    <w:p w14:paraId="022AF830" w14:textId="77777777" w:rsidR="00000000" w:rsidRPr="00612E00" w:rsidRDefault="00000000" w:rsidP="0042722A">
      <w:pPr>
        <w:pStyle w:val="lj"/>
        <w:spacing w:line="360" w:lineRule="exact"/>
        <w:ind w:firstLineChars="1600" w:firstLine="3840"/>
      </w:pPr>
    </w:p>
    <w:p w14:paraId="457FF0A0" w14:textId="77777777" w:rsidR="00BE0E75" w:rsidRDefault="00000000" w:rsidP="0058474F">
      <w:pPr>
        <w:jc w:val="center"/>
      </w:pPr>
      <w:r w:rsidRPr="00E145DC">
        <w:rPr>
          <w:rFonts w:hint="eastAsia"/>
        </w:rPr>
        <w:t>表</w:t>
      </w:r>
      <w:r w:rsidRPr="00E145DC">
        <w:rPr>
          <w:rFonts w:hint="eastAsia"/>
        </w:rPr>
        <w:t xml:space="preserve"> </w:t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>STYLEREF 2 \s</w:instrText>
      </w:r>
      <w:r w:rsidRPr="00E145DC">
        <w:instrText xml:space="preserve"> </w:instrText>
      </w:r>
      <w:r w:rsidRPr="00E145DC">
        <w:fldChar w:fldCharType="separate"/>
      </w:r>
      <w:r w:rsidR="00CA6F4A">
        <w:rPr>
          <w:noProof/>
        </w:rPr>
        <w:t>4.3</w:t>
      </w:r>
      <w:r w:rsidRPr="00E145DC">
        <w:fldChar w:fldCharType="end"/>
      </w:r>
      <w:r w:rsidRPr="00E145DC">
        <w:noBreakHyphen/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 xml:space="preserve">SEQ </w:instrText>
      </w:r>
      <w:r w:rsidRPr="00E145DC">
        <w:rPr>
          <w:rFonts w:hint="eastAsia"/>
        </w:rPr>
        <w:instrText>表</w:instrText>
      </w:r>
      <w:r w:rsidRPr="00E145DC">
        <w:rPr>
          <w:rFonts w:hint="eastAsia"/>
        </w:rPr>
        <w:instrText xml:space="preserve"> \* ARABIC \s 2</w:instrText>
      </w:r>
      <w:r w:rsidRPr="00E145DC">
        <w:instrText xml:space="preserve"> </w:instrText>
      </w:r>
      <w:r w:rsidRPr="00E145DC">
        <w:fldChar w:fldCharType="separate"/>
      </w:r>
      <w:r w:rsidR="00CA6F4A">
        <w:rPr>
          <w:noProof/>
        </w:rPr>
        <w:t>7</w:t>
      </w:r>
      <w:r w:rsidRPr="00E145DC">
        <w:fldChar w:fldCharType="end"/>
      </w:r>
      <w:r w:rsidRPr="00E145DC">
        <w:rPr>
          <w:rFonts w:hint="eastAsia"/>
        </w:rPr>
        <w:t xml:space="preserve"> </w:t>
      </w:r>
      <w:r w:rsidRPr="00E145DC">
        <w:rPr>
          <w:rFonts w:hint="eastAsia"/>
        </w:rPr>
        <w:t>楼梯间隔墙构造一</w:t>
      </w:r>
    </w:p>
    <w:tbl>
      <w:tblPr>
        <w:tblW w:w="933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58474F" w14:paraId="21187899" w14:textId="77777777" w:rsidTr="00762E43">
        <w:trPr>
          <w:jc w:val="center"/>
        </w:trPr>
        <w:tc>
          <w:tcPr>
            <w:tcW w:w="3347" w:type="dxa"/>
            <w:vMerge w:val="restart"/>
            <w:shd w:val="clear" w:color="auto" w:fill="E6E6E6"/>
            <w:vAlign w:val="center"/>
          </w:tcPr>
          <w:p w14:paraId="583F03E4" w14:textId="77777777" w:rsidR="00000000" w:rsidRDefault="00000000" w:rsidP="002F44D5">
            <w:pPr>
              <w:jc w:val="center"/>
            </w:pPr>
            <w:r>
              <w:t>材料名称</w:t>
            </w:r>
          </w:p>
        </w:tc>
        <w:tc>
          <w:tcPr>
            <w:tcW w:w="849" w:type="dxa"/>
            <w:shd w:val="clear" w:color="auto" w:fill="E6E6E6"/>
            <w:vAlign w:val="center"/>
          </w:tcPr>
          <w:p w14:paraId="0485238A" w14:textId="77777777" w:rsidR="00000000" w:rsidRDefault="00000000" w:rsidP="002F44D5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2B11338" w14:textId="77777777" w:rsidR="00000000" w:rsidRDefault="00000000" w:rsidP="002F44D5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E3AF3A7" w14:textId="77777777" w:rsidR="00000000" w:rsidRDefault="00000000" w:rsidP="002F44D5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16A2433C" w14:textId="77777777" w:rsidR="00000000" w:rsidRDefault="00000000" w:rsidP="002F44D5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9FA1F0C" w14:textId="77777777" w:rsidR="00000000" w:rsidRDefault="00000000" w:rsidP="002F44D5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3B860FC9" w14:textId="77777777" w:rsidR="00000000" w:rsidRDefault="00000000" w:rsidP="002F44D5">
            <w:pPr>
              <w:jc w:val="center"/>
            </w:pPr>
            <w:r>
              <w:t>热惰性指标</w:t>
            </w:r>
          </w:p>
        </w:tc>
      </w:tr>
      <w:tr w:rsidR="0058474F" w14:paraId="2DE1239E" w14:textId="77777777" w:rsidTr="00762E43">
        <w:trPr>
          <w:jc w:val="center"/>
        </w:trPr>
        <w:tc>
          <w:tcPr>
            <w:tcW w:w="3347" w:type="dxa"/>
            <w:vMerge/>
            <w:shd w:val="clear" w:color="auto" w:fill="E6E6E6"/>
            <w:vAlign w:val="center"/>
          </w:tcPr>
          <w:p w14:paraId="42D7529C" w14:textId="77777777" w:rsidR="00000000" w:rsidRDefault="00000000" w:rsidP="002F44D5">
            <w:pPr>
              <w:jc w:val="center"/>
            </w:pPr>
          </w:p>
        </w:tc>
        <w:tc>
          <w:tcPr>
            <w:tcW w:w="849" w:type="dxa"/>
            <w:shd w:val="clear" w:color="auto" w:fill="E6E6E6"/>
            <w:vAlign w:val="center"/>
          </w:tcPr>
          <w:p w14:paraId="5988FA05" w14:textId="77777777" w:rsidR="00000000" w:rsidRDefault="00000000" w:rsidP="002F44D5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6EC795D" w14:textId="77777777" w:rsidR="00000000" w:rsidRDefault="00000000" w:rsidP="002F44D5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8F8E609" w14:textId="77777777" w:rsidR="00000000" w:rsidRDefault="00000000" w:rsidP="002F44D5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2F9DCDD9" w14:textId="77777777" w:rsidR="00000000" w:rsidRDefault="00000000" w:rsidP="002F44D5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3EECADC" w14:textId="77777777" w:rsidR="00000000" w:rsidRDefault="00000000" w:rsidP="002F44D5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0AE92946" w14:textId="77777777" w:rsidR="00000000" w:rsidRDefault="00000000" w:rsidP="002F44D5">
            <w:pPr>
              <w:jc w:val="center"/>
            </w:pPr>
            <w:r>
              <w:t>D=R*S</w:t>
            </w:r>
          </w:p>
        </w:tc>
      </w:tr>
      <w:tr w:rsidR="00817A71" w14:paraId="53259055" w14:textId="77777777">
        <w:trPr>
          <w:jc w:val="center"/>
        </w:trPr>
        <w:tc>
          <w:tcPr>
            <w:tcW w:w="3347" w:type="dxa"/>
            <w:vAlign w:val="center"/>
          </w:tcPr>
          <w:p w14:paraId="31203F4A" w14:textId="77777777" w:rsidR="00000000" w:rsidRDefault="00000000" w:rsidP="002F44D5">
            <w:r>
              <w:t>石灰水泥砂浆</w:t>
            </w:r>
          </w:p>
        </w:tc>
        <w:tc>
          <w:tcPr>
            <w:tcW w:w="849" w:type="dxa"/>
            <w:vAlign w:val="center"/>
          </w:tcPr>
          <w:p w14:paraId="3D28BA06" w14:textId="77777777" w:rsidR="00000000" w:rsidRDefault="00000000" w:rsidP="002F44D5">
            <w:r>
              <w:t>20</w:t>
            </w:r>
          </w:p>
        </w:tc>
        <w:tc>
          <w:tcPr>
            <w:tcW w:w="1075" w:type="dxa"/>
            <w:vAlign w:val="center"/>
          </w:tcPr>
          <w:p w14:paraId="5E753E3C" w14:textId="77777777" w:rsidR="00000000" w:rsidRDefault="00000000" w:rsidP="002F44D5">
            <w:r>
              <w:t>0.870</w:t>
            </w:r>
          </w:p>
        </w:tc>
        <w:tc>
          <w:tcPr>
            <w:tcW w:w="1075" w:type="dxa"/>
            <w:vAlign w:val="center"/>
          </w:tcPr>
          <w:p w14:paraId="52E17DA1" w14:textId="77777777" w:rsidR="00000000" w:rsidRDefault="00000000" w:rsidP="002F44D5">
            <w:r>
              <w:t>10.627</w:t>
            </w:r>
          </w:p>
        </w:tc>
        <w:tc>
          <w:tcPr>
            <w:tcW w:w="848" w:type="dxa"/>
            <w:vAlign w:val="center"/>
          </w:tcPr>
          <w:p w14:paraId="2F9D70AA" w14:textId="77777777" w:rsidR="00000000" w:rsidRDefault="00000000" w:rsidP="002F44D5">
            <w:r>
              <w:t>1.00</w:t>
            </w:r>
          </w:p>
        </w:tc>
        <w:tc>
          <w:tcPr>
            <w:tcW w:w="1075" w:type="dxa"/>
            <w:vAlign w:val="center"/>
          </w:tcPr>
          <w:p w14:paraId="45F8082B" w14:textId="77777777" w:rsidR="00000000" w:rsidRDefault="00000000" w:rsidP="002F44D5">
            <w:r>
              <w:t>0.023</w:t>
            </w:r>
          </w:p>
        </w:tc>
        <w:tc>
          <w:tcPr>
            <w:tcW w:w="1064" w:type="dxa"/>
            <w:vAlign w:val="center"/>
          </w:tcPr>
          <w:p w14:paraId="575E2E5D" w14:textId="77777777" w:rsidR="00000000" w:rsidRDefault="00000000" w:rsidP="002F44D5">
            <w:r>
              <w:t>0.244</w:t>
            </w:r>
          </w:p>
        </w:tc>
      </w:tr>
      <w:tr w:rsidR="00817A71" w14:paraId="53DB34F7" w14:textId="77777777">
        <w:trPr>
          <w:jc w:val="center"/>
        </w:trPr>
        <w:tc>
          <w:tcPr>
            <w:tcW w:w="3347" w:type="dxa"/>
            <w:vAlign w:val="center"/>
          </w:tcPr>
          <w:p w14:paraId="631EF1F5" w14:textId="77777777" w:rsidR="00000000" w:rsidRDefault="00000000" w:rsidP="002F44D5">
            <w:r>
              <w:t>加气混凝土</w:t>
            </w:r>
            <w:r>
              <w:t>(ρ=500)</w:t>
            </w:r>
          </w:p>
        </w:tc>
        <w:tc>
          <w:tcPr>
            <w:tcW w:w="849" w:type="dxa"/>
            <w:vAlign w:val="center"/>
          </w:tcPr>
          <w:p w14:paraId="35351F1E" w14:textId="77777777" w:rsidR="00000000" w:rsidRDefault="00000000" w:rsidP="002F44D5">
            <w:r>
              <w:t>150</w:t>
            </w:r>
          </w:p>
        </w:tc>
        <w:tc>
          <w:tcPr>
            <w:tcW w:w="1075" w:type="dxa"/>
            <w:vAlign w:val="center"/>
          </w:tcPr>
          <w:p w14:paraId="51F796F1" w14:textId="77777777" w:rsidR="00000000" w:rsidRDefault="00000000" w:rsidP="002F44D5">
            <w:r>
              <w:t>0.190</w:t>
            </w:r>
          </w:p>
        </w:tc>
        <w:tc>
          <w:tcPr>
            <w:tcW w:w="1075" w:type="dxa"/>
            <w:vAlign w:val="center"/>
          </w:tcPr>
          <w:p w14:paraId="22667B9C" w14:textId="77777777" w:rsidR="00000000" w:rsidRDefault="00000000" w:rsidP="002F44D5">
            <w:r>
              <w:t>3.123</w:t>
            </w:r>
          </w:p>
        </w:tc>
        <w:tc>
          <w:tcPr>
            <w:tcW w:w="848" w:type="dxa"/>
            <w:vAlign w:val="center"/>
          </w:tcPr>
          <w:p w14:paraId="50A0E444" w14:textId="77777777" w:rsidR="00000000" w:rsidRDefault="00000000" w:rsidP="002F44D5">
            <w:r>
              <w:t>1.25</w:t>
            </w:r>
          </w:p>
        </w:tc>
        <w:tc>
          <w:tcPr>
            <w:tcW w:w="1075" w:type="dxa"/>
            <w:vAlign w:val="center"/>
          </w:tcPr>
          <w:p w14:paraId="4761E150" w14:textId="77777777" w:rsidR="00000000" w:rsidRDefault="00000000" w:rsidP="002F44D5">
            <w:r>
              <w:t>0.632</w:t>
            </w:r>
          </w:p>
        </w:tc>
        <w:tc>
          <w:tcPr>
            <w:tcW w:w="1064" w:type="dxa"/>
            <w:vAlign w:val="center"/>
          </w:tcPr>
          <w:p w14:paraId="110DA763" w14:textId="77777777" w:rsidR="00000000" w:rsidRDefault="00000000" w:rsidP="002F44D5">
            <w:r>
              <w:t>2.466</w:t>
            </w:r>
          </w:p>
        </w:tc>
      </w:tr>
      <w:tr w:rsidR="00817A71" w14:paraId="33F96014" w14:textId="77777777">
        <w:trPr>
          <w:jc w:val="center"/>
        </w:trPr>
        <w:tc>
          <w:tcPr>
            <w:tcW w:w="3347" w:type="dxa"/>
            <w:vAlign w:val="center"/>
          </w:tcPr>
          <w:p w14:paraId="1B8BC3D2" w14:textId="77777777" w:rsidR="00000000" w:rsidRDefault="00000000" w:rsidP="002F44D5">
            <w:r>
              <w:t>石灰水泥砂浆</w:t>
            </w:r>
          </w:p>
        </w:tc>
        <w:tc>
          <w:tcPr>
            <w:tcW w:w="849" w:type="dxa"/>
            <w:vAlign w:val="center"/>
          </w:tcPr>
          <w:p w14:paraId="5BE40BD4" w14:textId="77777777" w:rsidR="00000000" w:rsidRDefault="00000000" w:rsidP="002F44D5">
            <w:r>
              <w:t>20</w:t>
            </w:r>
          </w:p>
        </w:tc>
        <w:tc>
          <w:tcPr>
            <w:tcW w:w="1075" w:type="dxa"/>
            <w:vAlign w:val="center"/>
          </w:tcPr>
          <w:p w14:paraId="56A6BB3A" w14:textId="77777777" w:rsidR="00000000" w:rsidRDefault="00000000" w:rsidP="002F44D5">
            <w:r>
              <w:t>0.870</w:t>
            </w:r>
          </w:p>
        </w:tc>
        <w:tc>
          <w:tcPr>
            <w:tcW w:w="1075" w:type="dxa"/>
            <w:vAlign w:val="center"/>
          </w:tcPr>
          <w:p w14:paraId="55697989" w14:textId="77777777" w:rsidR="00000000" w:rsidRDefault="00000000" w:rsidP="002F44D5">
            <w:r>
              <w:t>10.627</w:t>
            </w:r>
          </w:p>
        </w:tc>
        <w:tc>
          <w:tcPr>
            <w:tcW w:w="848" w:type="dxa"/>
            <w:vAlign w:val="center"/>
          </w:tcPr>
          <w:p w14:paraId="4A6851F6" w14:textId="77777777" w:rsidR="00000000" w:rsidRDefault="00000000" w:rsidP="002F44D5">
            <w:r>
              <w:t>1.00</w:t>
            </w:r>
          </w:p>
        </w:tc>
        <w:tc>
          <w:tcPr>
            <w:tcW w:w="1075" w:type="dxa"/>
            <w:vAlign w:val="center"/>
          </w:tcPr>
          <w:p w14:paraId="1F1D385D" w14:textId="77777777" w:rsidR="00000000" w:rsidRDefault="00000000" w:rsidP="002F44D5">
            <w:r>
              <w:t>0.023</w:t>
            </w:r>
          </w:p>
        </w:tc>
        <w:tc>
          <w:tcPr>
            <w:tcW w:w="1064" w:type="dxa"/>
            <w:vAlign w:val="center"/>
          </w:tcPr>
          <w:p w14:paraId="3F081423" w14:textId="77777777" w:rsidR="00000000" w:rsidRDefault="00000000" w:rsidP="002F44D5">
            <w:r>
              <w:t>0.244</w:t>
            </w:r>
          </w:p>
        </w:tc>
      </w:tr>
      <w:tr w:rsidR="0058474F" w14:paraId="5282B1AF" w14:textId="77777777" w:rsidTr="00762E43">
        <w:trPr>
          <w:jc w:val="center"/>
        </w:trPr>
        <w:tc>
          <w:tcPr>
            <w:tcW w:w="3347" w:type="dxa"/>
            <w:vAlign w:val="center"/>
          </w:tcPr>
          <w:p w14:paraId="00E79F2F" w14:textId="77777777" w:rsidR="00000000" w:rsidRDefault="00000000" w:rsidP="002F44D5">
            <w:r>
              <w:t>各层之和</w:t>
            </w:r>
            <w:r>
              <w:t>∑</w:t>
            </w:r>
          </w:p>
        </w:tc>
        <w:tc>
          <w:tcPr>
            <w:tcW w:w="849" w:type="dxa"/>
            <w:vAlign w:val="center"/>
          </w:tcPr>
          <w:p w14:paraId="50D27F3A" w14:textId="77777777" w:rsidR="00000000" w:rsidRDefault="00000000" w:rsidP="002F44D5">
            <w:r>
              <w:t>190</w:t>
            </w:r>
          </w:p>
        </w:tc>
        <w:tc>
          <w:tcPr>
            <w:tcW w:w="1075" w:type="dxa"/>
            <w:vAlign w:val="center"/>
          </w:tcPr>
          <w:p w14:paraId="3667B3E8" w14:textId="77777777" w:rsidR="00000000" w:rsidRDefault="00000000" w:rsidP="002F44D5">
            <w:r>
              <w:t>－</w:t>
            </w:r>
          </w:p>
        </w:tc>
        <w:tc>
          <w:tcPr>
            <w:tcW w:w="1075" w:type="dxa"/>
            <w:vAlign w:val="center"/>
          </w:tcPr>
          <w:p w14:paraId="436D966F" w14:textId="77777777" w:rsidR="00000000" w:rsidRDefault="00000000" w:rsidP="002F44D5">
            <w:r>
              <w:t>－</w:t>
            </w:r>
          </w:p>
        </w:tc>
        <w:tc>
          <w:tcPr>
            <w:tcW w:w="848" w:type="dxa"/>
            <w:vAlign w:val="center"/>
          </w:tcPr>
          <w:p w14:paraId="5E310148" w14:textId="77777777" w:rsidR="00000000" w:rsidRDefault="00000000" w:rsidP="002F44D5">
            <w:r>
              <w:t>－</w:t>
            </w:r>
          </w:p>
        </w:tc>
        <w:tc>
          <w:tcPr>
            <w:tcW w:w="1075" w:type="dxa"/>
            <w:vAlign w:val="center"/>
          </w:tcPr>
          <w:p w14:paraId="190B02A5" w14:textId="77777777" w:rsidR="00000000" w:rsidRDefault="00000000" w:rsidP="002F44D5">
            <w:r>
              <w:t>0.678</w:t>
            </w:r>
          </w:p>
        </w:tc>
        <w:tc>
          <w:tcPr>
            <w:tcW w:w="1064" w:type="dxa"/>
            <w:vAlign w:val="center"/>
          </w:tcPr>
          <w:p w14:paraId="56714576" w14:textId="77777777" w:rsidR="00000000" w:rsidRDefault="00000000" w:rsidP="002F44D5">
            <w:r>
              <w:t>2.954</w:t>
            </w:r>
          </w:p>
        </w:tc>
      </w:tr>
      <w:tr w:rsidR="0058474F" w14:paraId="4662E518" w14:textId="77777777" w:rsidTr="00762E43"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 w14:paraId="7AE75D0A" w14:textId="77777777" w:rsidR="00000000" w:rsidRPr="00D95163" w:rsidRDefault="00000000" w:rsidP="002F44D5">
            <w:r>
              <w:t>传热系数</w:t>
            </w:r>
            <w:r>
              <w:t>K</w:t>
            </w:r>
          </w:p>
        </w:tc>
        <w:tc>
          <w:tcPr>
            <w:tcW w:w="5986" w:type="dxa"/>
            <w:gridSpan w:val="6"/>
          </w:tcPr>
          <w:p w14:paraId="18E93A01" w14:textId="77777777" w:rsidR="00000000" w:rsidRDefault="00000000" w:rsidP="002F44D5">
            <w:pPr>
              <w:jc w:val="center"/>
            </w:pPr>
            <w:r>
              <w:t>1.12</w:t>
            </w:r>
          </w:p>
        </w:tc>
      </w:tr>
    </w:tbl>
    <w:p w14:paraId="5AFBB46A" w14:textId="77777777" w:rsidR="00000000" w:rsidRPr="00612E00" w:rsidRDefault="00000000" w:rsidP="0042722A">
      <w:pPr>
        <w:pStyle w:val="lj"/>
        <w:spacing w:line="360" w:lineRule="exact"/>
        <w:ind w:firstLineChars="1600" w:firstLine="3840"/>
      </w:pPr>
    </w:p>
    <w:p w14:paraId="05453987" w14:textId="77777777" w:rsidR="00BE0E75" w:rsidRDefault="00000000" w:rsidP="0058474F">
      <w:pPr>
        <w:jc w:val="center"/>
      </w:pPr>
      <w:r w:rsidRPr="00E145DC">
        <w:rPr>
          <w:rFonts w:hint="eastAsia"/>
        </w:rPr>
        <w:t>表</w:t>
      </w:r>
      <w:r w:rsidRPr="00E145DC">
        <w:rPr>
          <w:rFonts w:hint="eastAsia"/>
        </w:rPr>
        <w:t xml:space="preserve"> </w:t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>STYLEREF 2 \s</w:instrText>
      </w:r>
      <w:r w:rsidRPr="00E145DC">
        <w:instrText xml:space="preserve"> </w:instrText>
      </w:r>
      <w:r w:rsidRPr="00E145DC">
        <w:fldChar w:fldCharType="separate"/>
      </w:r>
      <w:r w:rsidR="00CA6F4A">
        <w:rPr>
          <w:noProof/>
        </w:rPr>
        <w:t>4.3</w:t>
      </w:r>
      <w:r w:rsidRPr="00E145DC">
        <w:fldChar w:fldCharType="end"/>
      </w:r>
      <w:r w:rsidRPr="00E145DC">
        <w:noBreakHyphen/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 xml:space="preserve">SEQ </w:instrText>
      </w:r>
      <w:r w:rsidRPr="00E145DC">
        <w:rPr>
          <w:rFonts w:hint="eastAsia"/>
        </w:rPr>
        <w:instrText>表</w:instrText>
      </w:r>
      <w:r w:rsidRPr="00E145DC">
        <w:rPr>
          <w:rFonts w:hint="eastAsia"/>
        </w:rPr>
        <w:instrText xml:space="preserve"> \* ARABIC \s 2</w:instrText>
      </w:r>
      <w:r w:rsidRPr="00E145DC">
        <w:instrText xml:space="preserve"> </w:instrText>
      </w:r>
      <w:r w:rsidRPr="00E145DC">
        <w:fldChar w:fldCharType="separate"/>
      </w:r>
      <w:r w:rsidR="00CA6F4A">
        <w:rPr>
          <w:noProof/>
        </w:rPr>
        <w:t>8</w:t>
      </w:r>
      <w:r w:rsidRPr="00E145DC">
        <w:fldChar w:fldCharType="end"/>
      </w:r>
      <w:r w:rsidRPr="00E145DC">
        <w:rPr>
          <w:rFonts w:hint="eastAsia"/>
        </w:rPr>
        <w:t xml:space="preserve"> </w:t>
      </w:r>
      <w:r w:rsidRPr="00E145DC">
        <w:rPr>
          <w:rFonts w:hint="eastAsia"/>
        </w:rPr>
        <w:t>控温房间隔墙构造一</w:t>
      </w:r>
    </w:p>
    <w:tbl>
      <w:tblPr>
        <w:tblW w:w="933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58474F" w14:paraId="13670C9E" w14:textId="77777777" w:rsidTr="00762E43">
        <w:trPr>
          <w:jc w:val="center"/>
        </w:trPr>
        <w:tc>
          <w:tcPr>
            <w:tcW w:w="3347" w:type="dxa"/>
            <w:vMerge w:val="restart"/>
            <w:shd w:val="clear" w:color="auto" w:fill="E6E6E6"/>
            <w:vAlign w:val="center"/>
          </w:tcPr>
          <w:p w14:paraId="4BBC9C8D" w14:textId="77777777" w:rsidR="00000000" w:rsidRDefault="00000000" w:rsidP="002F44D5">
            <w:pPr>
              <w:jc w:val="center"/>
            </w:pPr>
            <w:r>
              <w:t>材料名称</w:t>
            </w:r>
          </w:p>
        </w:tc>
        <w:tc>
          <w:tcPr>
            <w:tcW w:w="849" w:type="dxa"/>
            <w:shd w:val="clear" w:color="auto" w:fill="E6E6E6"/>
            <w:vAlign w:val="center"/>
          </w:tcPr>
          <w:p w14:paraId="1DCEA305" w14:textId="77777777" w:rsidR="00000000" w:rsidRDefault="00000000" w:rsidP="002F44D5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B50A978" w14:textId="77777777" w:rsidR="00000000" w:rsidRDefault="00000000" w:rsidP="002F44D5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0823258" w14:textId="77777777" w:rsidR="00000000" w:rsidRDefault="00000000" w:rsidP="002F44D5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1DD213F7" w14:textId="77777777" w:rsidR="00000000" w:rsidRDefault="00000000" w:rsidP="002F44D5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F54B4D7" w14:textId="77777777" w:rsidR="00000000" w:rsidRDefault="00000000" w:rsidP="002F44D5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0FAA4D60" w14:textId="77777777" w:rsidR="00000000" w:rsidRDefault="00000000" w:rsidP="002F44D5">
            <w:pPr>
              <w:jc w:val="center"/>
            </w:pPr>
            <w:r>
              <w:t>热惰性指标</w:t>
            </w:r>
          </w:p>
        </w:tc>
      </w:tr>
      <w:tr w:rsidR="0058474F" w14:paraId="4673FCC4" w14:textId="77777777" w:rsidTr="00762E43">
        <w:trPr>
          <w:jc w:val="center"/>
        </w:trPr>
        <w:tc>
          <w:tcPr>
            <w:tcW w:w="3347" w:type="dxa"/>
            <w:vMerge/>
            <w:shd w:val="clear" w:color="auto" w:fill="E6E6E6"/>
            <w:vAlign w:val="center"/>
          </w:tcPr>
          <w:p w14:paraId="735BD616" w14:textId="77777777" w:rsidR="00000000" w:rsidRDefault="00000000" w:rsidP="002F44D5">
            <w:pPr>
              <w:jc w:val="center"/>
            </w:pPr>
          </w:p>
        </w:tc>
        <w:tc>
          <w:tcPr>
            <w:tcW w:w="849" w:type="dxa"/>
            <w:shd w:val="clear" w:color="auto" w:fill="E6E6E6"/>
            <w:vAlign w:val="center"/>
          </w:tcPr>
          <w:p w14:paraId="2530F388" w14:textId="77777777" w:rsidR="00000000" w:rsidRDefault="00000000" w:rsidP="002F44D5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1FB6911" w14:textId="77777777" w:rsidR="00000000" w:rsidRDefault="00000000" w:rsidP="002F44D5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4FAA804" w14:textId="77777777" w:rsidR="00000000" w:rsidRDefault="00000000" w:rsidP="002F44D5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1F0C5814" w14:textId="77777777" w:rsidR="00000000" w:rsidRDefault="00000000" w:rsidP="002F44D5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79BBAB4" w14:textId="77777777" w:rsidR="00000000" w:rsidRDefault="00000000" w:rsidP="002F44D5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6C565126" w14:textId="77777777" w:rsidR="00000000" w:rsidRDefault="00000000" w:rsidP="002F44D5">
            <w:pPr>
              <w:jc w:val="center"/>
            </w:pPr>
            <w:r>
              <w:t>D=R*S</w:t>
            </w:r>
          </w:p>
        </w:tc>
      </w:tr>
      <w:tr w:rsidR="00817A71" w14:paraId="553714FF" w14:textId="77777777">
        <w:trPr>
          <w:jc w:val="center"/>
        </w:trPr>
        <w:tc>
          <w:tcPr>
            <w:tcW w:w="3347" w:type="dxa"/>
            <w:vAlign w:val="center"/>
          </w:tcPr>
          <w:p w14:paraId="6AB4BCA6" w14:textId="77777777" w:rsidR="00000000" w:rsidRDefault="00000000" w:rsidP="002F44D5">
            <w:r>
              <w:lastRenderedPageBreak/>
              <w:t>石灰水泥砂浆</w:t>
            </w:r>
          </w:p>
        </w:tc>
        <w:tc>
          <w:tcPr>
            <w:tcW w:w="849" w:type="dxa"/>
            <w:vAlign w:val="center"/>
          </w:tcPr>
          <w:p w14:paraId="32B61727" w14:textId="77777777" w:rsidR="00000000" w:rsidRDefault="00000000" w:rsidP="002F44D5">
            <w:r>
              <w:t>20</w:t>
            </w:r>
          </w:p>
        </w:tc>
        <w:tc>
          <w:tcPr>
            <w:tcW w:w="1075" w:type="dxa"/>
            <w:vAlign w:val="center"/>
          </w:tcPr>
          <w:p w14:paraId="0EA30DC2" w14:textId="77777777" w:rsidR="00000000" w:rsidRDefault="00000000" w:rsidP="002F44D5">
            <w:r>
              <w:t>0.870</w:t>
            </w:r>
          </w:p>
        </w:tc>
        <w:tc>
          <w:tcPr>
            <w:tcW w:w="1075" w:type="dxa"/>
            <w:vAlign w:val="center"/>
          </w:tcPr>
          <w:p w14:paraId="2053961B" w14:textId="77777777" w:rsidR="00000000" w:rsidRDefault="00000000" w:rsidP="002F44D5">
            <w:r>
              <w:t>10.627</w:t>
            </w:r>
          </w:p>
        </w:tc>
        <w:tc>
          <w:tcPr>
            <w:tcW w:w="848" w:type="dxa"/>
            <w:vAlign w:val="center"/>
          </w:tcPr>
          <w:p w14:paraId="41B2605A" w14:textId="77777777" w:rsidR="00000000" w:rsidRDefault="00000000" w:rsidP="002F44D5">
            <w:r>
              <w:t>1.00</w:t>
            </w:r>
          </w:p>
        </w:tc>
        <w:tc>
          <w:tcPr>
            <w:tcW w:w="1075" w:type="dxa"/>
            <w:vAlign w:val="center"/>
          </w:tcPr>
          <w:p w14:paraId="73272EAA" w14:textId="77777777" w:rsidR="00000000" w:rsidRDefault="00000000" w:rsidP="002F44D5">
            <w:r>
              <w:t>0.023</w:t>
            </w:r>
          </w:p>
        </w:tc>
        <w:tc>
          <w:tcPr>
            <w:tcW w:w="1064" w:type="dxa"/>
            <w:vAlign w:val="center"/>
          </w:tcPr>
          <w:p w14:paraId="41362505" w14:textId="77777777" w:rsidR="00000000" w:rsidRDefault="00000000" w:rsidP="002F44D5">
            <w:r>
              <w:t>0.244</w:t>
            </w:r>
          </w:p>
        </w:tc>
      </w:tr>
      <w:tr w:rsidR="00817A71" w14:paraId="286E6876" w14:textId="77777777">
        <w:trPr>
          <w:jc w:val="center"/>
        </w:trPr>
        <w:tc>
          <w:tcPr>
            <w:tcW w:w="3347" w:type="dxa"/>
            <w:vAlign w:val="center"/>
          </w:tcPr>
          <w:p w14:paraId="3D2D4EDB" w14:textId="77777777" w:rsidR="00000000" w:rsidRDefault="00000000" w:rsidP="002F44D5">
            <w:r>
              <w:t>加气混凝土</w:t>
            </w:r>
            <w:r>
              <w:t>(ρ=500)</w:t>
            </w:r>
          </w:p>
        </w:tc>
        <w:tc>
          <w:tcPr>
            <w:tcW w:w="849" w:type="dxa"/>
            <w:vAlign w:val="center"/>
          </w:tcPr>
          <w:p w14:paraId="0E3707B2" w14:textId="77777777" w:rsidR="00000000" w:rsidRDefault="00000000" w:rsidP="002F44D5">
            <w:r>
              <w:t>150</w:t>
            </w:r>
          </w:p>
        </w:tc>
        <w:tc>
          <w:tcPr>
            <w:tcW w:w="1075" w:type="dxa"/>
            <w:vAlign w:val="center"/>
          </w:tcPr>
          <w:p w14:paraId="702EECDC" w14:textId="77777777" w:rsidR="00000000" w:rsidRDefault="00000000" w:rsidP="002F44D5">
            <w:r>
              <w:t>0.190</w:t>
            </w:r>
          </w:p>
        </w:tc>
        <w:tc>
          <w:tcPr>
            <w:tcW w:w="1075" w:type="dxa"/>
            <w:vAlign w:val="center"/>
          </w:tcPr>
          <w:p w14:paraId="5341B2C6" w14:textId="77777777" w:rsidR="00000000" w:rsidRDefault="00000000" w:rsidP="002F44D5">
            <w:r>
              <w:t>3.123</w:t>
            </w:r>
          </w:p>
        </w:tc>
        <w:tc>
          <w:tcPr>
            <w:tcW w:w="848" w:type="dxa"/>
            <w:vAlign w:val="center"/>
          </w:tcPr>
          <w:p w14:paraId="1A7443B4" w14:textId="77777777" w:rsidR="00000000" w:rsidRDefault="00000000" w:rsidP="002F44D5">
            <w:r>
              <w:t>1.25</w:t>
            </w:r>
          </w:p>
        </w:tc>
        <w:tc>
          <w:tcPr>
            <w:tcW w:w="1075" w:type="dxa"/>
            <w:vAlign w:val="center"/>
          </w:tcPr>
          <w:p w14:paraId="795607D6" w14:textId="77777777" w:rsidR="00000000" w:rsidRDefault="00000000" w:rsidP="002F44D5">
            <w:r>
              <w:t>0.632</w:t>
            </w:r>
          </w:p>
        </w:tc>
        <w:tc>
          <w:tcPr>
            <w:tcW w:w="1064" w:type="dxa"/>
            <w:vAlign w:val="center"/>
          </w:tcPr>
          <w:p w14:paraId="74778677" w14:textId="77777777" w:rsidR="00000000" w:rsidRDefault="00000000" w:rsidP="002F44D5">
            <w:r>
              <w:t>2.466</w:t>
            </w:r>
          </w:p>
        </w:tc>
      </w:tr>
      <w:tr w:rsidR="00817A71" w14:paraId="45749AF0" w14:textId="77777777">
        <w:trPr>
          <w:jc w:val="center"/>
        </w:trPr>
        <w:tc>
          <w:tcPr>
            <w:tcW w:w="3347" w:type="dxa"/>
            <w:vAlign w:val="center"/>
          </w:tcPr>
          <w:p w14:paraId="2EAA39A1" w14:textId="77777777" w:rsidR="00000000" w:rsidRDefault="00000000" w:rsidP="002F44D5">
            <w:r>
              <w:t>石灰水泥砂浆</w:t>
            </w:r>
          </w:p>
        </w:tc>
        <w:tc>
          <w:tcPr>
            <w:tcW w:w="849" w:type="dxa"/>
            <w:vAlign w:val="center"/>
          </w:tcPr>
          <w:p w14:paraId="5371A942" w14:textId="77777777" w:rsidR="00000000" w:rsidRDefault="00000000" w:rsidP="002F44D5">
            <w:r>
              <w:t>20</w:t>
            </w:r>
          </w:p>
        </w:tc>
        <w:tc>
          <w:tcPr>
            <w:tcW w:w="1075" w:type="dxa"/>
            <w:vAlign w:val="center"/>
          </w:tcPr>
          <w:p w14:paraId="4A7725AA" w14:textId="77777777" w:rsidR="00000000" w:rsidRDefault="00000000" w:rsidP="002F44D5">
            <w:r>
              <w:t>0.870</w:t>
            </w:r>
          </w:p>
        </w:tc>
        <w:tc>
          <w:tcPr>
            <w:tcW w:w="1075" w:type="dxa"/>
            <w:vAlign w:val="center"/>
          </w:tcPr>
          <w:p w14:paraId="57ECB8AF" w14:textId="77777777" w:rsidR="00000000" w:rsidRDefault="00000000" w:rsidP="002F44D5">
            <w:r>
              <w:t>10.627</w:t>
            </w:r>
          </w:p>
        </w:tc>
        <w:tc>
          <w:tcPr>
            <w:tcW w:w="848" w:type="dxa"/>
            <w:vAlign w:val="center"/>
          </w:tcPr>
          <w:p w14:paraId="2F75E7D1" w14:textId="77777777" w:rsidR="00000000" w:rsidRDefault="00000000" w:rsidP="002F44D5">
            <w:r>
              <w:t>1.00</w:t>
            </w:r>
          </w:p>
        </w:tc>
        <w:tc>
          <w:tcPr>
            <w:tcW w:w="1075" w:type="dxa"/>
            <w:vAlign w:val="center"/>
          </w:tcPr>
          <w:p w14:paraId="594B1963" w14:textId="77777777" w:rsidR="00000000" w:rsidRDefault="00000000" w:rsidP="002F44D5">
            <w:r>
              <w:t>0.023</w:t>
            </w:r>
          </w:p>
        </w:tc>
        <w:tc>
          <w:tcPr>
            <w:tcW w:w="1064" w:type="dxa"/>
            <w:vAlign w:val="center"/>
          </w:tcPr>
          <w:p w14:paraId="3119CA5A" w14:textId="77777777" w:rsidR="00000000" w:rsidRDefault="00000000" w:rsidP="002F44D5">
            <w:r>
              <w:t>0.244</w:t>
            </w:r>
          </w:p>
        </w:tc>
      </w:tr>
      <w:tr w:rsidR="0058474F" w14:paraId="3F70D884" w14:textId="77777777" w:rsidTr="00762E43">
        <w:trPr>
          <w:jc w:val="center"/>
        </w:trPr>
        <w:tc>
          <w:tcPr>
            <w:tcW w:w="3347" w:type="dxa"/>
            <w:vAlign w:val="center"/>
          </w:tcPr>
          <w:p w14:paraId="2568C487" w14:textId="77777777" w:rsidR="00000000" w:rsidRDefault="00000000" w:rsidP="002F44D5">
            <w:r>
              <w:t>各层之和</w:t>
            </w:r>
            <w:r>
              <w:t>∑</w:t>
            </w:r>
          </w:p>
        </w:tc>
        <w:tc>
          <w:tcPr>
            <w:tcW w:w="849" w:type="dxa"/>
            <w:vAlign w:val="center"/>
          </w:tcPr>
          <w:p w14:paraId="3F4832A1" w14:textId="77777777" w:rsidR="00000000" w:rsidRDefault="00000000" w:rsidP="002F44D5">
            <w:r>
              <w:t>190</w:t>
            </w:r>
          </w:p>
        </w:tc>
        <w:tc>
          <w:tcPr>
            <w:tcW w:w="1075" w:type="dxa"/>
            <w:vAlign w:val="center"/>
          </w:tcPr>
          <w:p w14:paraId="4FCB1E2F" w14:textId="77777777" w:rsidR="00000000" w:rsidRDefault="00000000" w:rsidP="002F44D5">
            <w:r>
              <w:t>－</w:t>
            </w:r>
          </w:p>
        </w:tc>
        <w:tc>
          <w:tcPr>
            <w:tcW w:w="1075" w:type="dxa"/>
            <w:vAlign w:val="center"/>
          </w:tcPr>
          <w:p w14:paraId="3E51C6CB" w14:textId="77777777" w:rsidR="00000000" w:rsidRDefault="00000000" w:rsidP="002F44D5">
            <w:r>
              <w:t>－</w:t>
            </w:r>
          </w:p>
        </w:tc>
        <w:tc>
          <w:tcPr>
            <w:tcW w:w="848" w:type="dxa"/>
            <w:vAlign w:val="center"/>
          </w:tcPr>
          <w:p w14:paraId="62442BCA" w14:textId="77777777" w:rsidR="00000000" w:rsidRDefault="00000000" w:rsidP="002F44D5">
            <w:r>
              <w:t>－</w:t>
            </w:r>
          </w:p>
        </w:tc>
        <w:tc>
          <w:tcPr>
            <w:tcW w:w="1075" w:type="dxa"/>
            <w:vAlign w:val="center"/>
          </w:tcPr>
          <w:p w14:paraId="6C50E09D" w14:textId="77777777" w:rsidR="00000000" w:rsidRDefault="00000000" w:rsidP="002F44D5">
            <w:r>
              <w:t>0.678</w:t>
            </w:r>
          </w:p>
        </w:tc>
        <w:tc>
          <w:tcPr>
            <w:tcW w:w="1064" w:type="dxa"/>
            <w:vAlign w:val="center"/>
          </w:tcPr>
          <w:p w14:paraId="75C5C704" w14:textId="77777777" w:rsidR="00000000" w:rsidRDefault="00000000" w:rsidP="002F44D5">
            <w:r>
              <w:t>2.954</w:t>
            </w:r>
          </w:p>
        </w:tc>
      </w:tr>
      <w:tr w:rsidR="0058474F" w14:paraId="74789BEC" w14:textId="77777777" w:rsidTr="00762E43"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 w14:paraId="672F27BA" w14:textId="77777777" w:rsidR="00000000" w:rsidRPr="00D95163" w:rsidRDefault="00000000" w:rsidP="002F44D5">
            <w:r>
              <w:t>传热系数</w:t>
            </w:r>
            <w:r>
              <w:t>K</w:t>
            </w:r>
          </w:p>
        </w:tc>
        <w:tc>
          <w:tcPr>
            <w:tcW w:w="5986" w:type="dxa"/>
            <w:gridSpan w:val="6"/>
          </w:tcPr>
          <w:p w14:paraId="1713FA5E" w14:textId="77777777" w:rsidR="00000000" w:rsidRDefault="00000000" w:rsidP="002F44D5">
            <w:pPr>
              <w:jc w:val="center"/>
            </w:pPr>
            <w:r>
              <w:t>1.12</w:t>
            </w:r>
          </w:p>
        </w:tc>
      </w:tr>
    </w:tbl>
    <w:p w14:paraId="52029A47" w14:textId="77777777" w:rsidR="00000000" w:rsidRPr="00612E00" w:rsidRDefault="00000000" w:rsidP="0042722A">
      <w:pPr>
        <w:pStyle w:val="lj"/>
        <w:spacing w:line="360" w:lineRule="exact"/>
        <w:ind w:firstLineChars="1600" w:firstLine="3840"/>
      </w:pPr>
    </w:p>
    <w:p w14:paraId="48E58536" w14:textId="77777777" w:rsidR="00BE0E75" w:rsidRDefault="00000000" w:rsidP="0058474F">
      <w:pPr>
        <w:jc w:val="center"/>
      </w:pPr>
      <w:r w:rsidRPr="00E145DC">
        <w:rPr>
          <w:rFonts w:hint="eastAsia"/>
        </w:rPr>
        <w:t>表</w:t>
      </w:r>
      <w:r w:rsidRPr="00E145DC">
        <w:rPr>
          <w:rFonts w:hint="eastAsia"/>
        </w:rPr>
        <w:t xml:space="preserve"> </w:t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>STYLEREF 2 \s</w:instrText>
      </w:r>
      <w:r w:rsidRPr="00E145DC">
        <w:instrText xml:space="preserve"> </w:instrText>
      </w:r>
      <w:r w:rsidRPr="00E145DC">
        <w:fldChar w:fldCharType="separate"/>
      </w:r>
      <w:r w:rsidR="00CA6F4A">
        <w:rPr>
          <w:noProof/>
        </w:rPr>
        <w:t>4.3</w:t>
      </w:r>
      <w:r w:rsidRPr="00E145DC">
        <w:fldChar w:fldCharType="end"/>
      </w:r>
      <w:r w:rsidRPr="00E145DC">
        <w:noBreakHyphen/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 xml:space="preserve">SEQ </w:instrText>
      </w:r>
      <w:r w:rsidRPr="00E145DC">
        <w:rPr>
          <w:rFonts w:hint="eastAsia"/>
        </w:rPr>
        <w:instrText>表</w:instrText>
      </w:r>
      <w:r w:rsidRPr="00E145DC">
        <w:rPr>
          <w:rFonts w:hint="eastAsia"/>
        </w:rPr>
        <w:instrText xml:space="preserve"> \* ARABIC \s 2</w:instrText>
      </w:r>
      <w:r w:rsidRPr="00E145DC">
        <w:instrText xml:space="preserve"> </w:instrText>
      </w:r>
      <w:r w:rsidRPr="00E145DC">
        <w:fldChar w:fldCharType="separate"/>
      </w:r>
      <w:r w:rsidR="00CA6F4A">
        <w:rPr>
          <w:noProof/>
        </w:rPr>
        <w:t>9</w:t>
      </w:r>
      <w:r w:rsidRPr="00E145DC">
        <w:fldChar w:fldCharType="end"/>
      </w:r>
      <w:r w:rsidRPr="00E145DC">
        <w:rPr>
          <w:rFonts w:hint="eastAsia"/>
        </w:rPr>
        <w:t xml:space="preserve"> </w:t>
      </w:r>
      <w:r w:rsidRPr="00E145DC">
        <w:rPr>
          <w:rFonts w:hint="eastAsia"/>
        </w:rPr>
        <w:t>非控温隔墙构造一</w:t>
      </w:r>
    </w:p>
    <w:tbl>
      <w:tblPr>
        <w:tblW w:w="933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58474F" w14:paraId="325B2F15" w14:textId="77777777" w:rsidTr="00762E43">
        <w:trPr>
          <w:jc w:val="center"/>
        </w:trPr>
        <w:tc>
          <w:tcPr>
            <w:tcW w:w="3347" w:type="dxa"/>
            <w:vMerge w:val="restart"/>
            <w:shd w:val="clear" w:color="auto" w:fill="E6E6E6"/>
            <w:vAlign w:val="center"/>
          </w:tcPr>
          <w:p w14:paraId="28344648" w14:textId="77777777" w:rsidR="00000000" w:rsidRDefault="00000000" w:rsidP="002F44D5">
            <w:pPr>
              <w:jc w:val="center"/>
            </w:pPr>
            <w:r>
              <w:t>材料名称</w:t>
            </w:r>
          </w:p>
        </w:tc>
        <w:tc>
          <w:tcPr>
            <w:tcW w:w="849" w:type="dxa"/>
            <w:shd w:val="clear" w:color="auto" w:fill="E6E6E6"/>
            <w:vAlign w:val="center"/>
          </w:tcPr>
          <w:p w14:paraId="7878ED94" w14:textId="77777777" w:rsidR="00000000" w:rsidRDefault="00000000" w:rsidP="002F44D5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23F3429" w14:textId="77777777" w:rsidR="00000000" w:rsidRDefault="00000000" w:rsidP="002F44D5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DC0EA3A" w14:textId="77777777" w:rsidR="00000000" w:rsidRDefault="00000000" w:rsidP="002F44D5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4CE68B09" w14:textId="77777777" w:rsidR="00000000" w:rsidRDefault="00000000" w:rsidP="002F44D5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370BB8D" w14:textId="77777777" w:rsidR="00000000" w:rsidRDefault="00000000" w:rsidP="002F44D5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56D7DD8C" w14:textId="77777777" w:rsidR="00000000" w:rsidRDefault="00000000" w:rsidP="002F44D5">
            <w:pPr>
              <w:jc w:val="center"/>
            </w:pPr>
            <w:r>
              <w:t>热惰性指标</w:t>
            </w:r>
          </w:p>
        </w:tc>
      </w:tr>
      <w:tr w:rsidR="0058474F" w14:paraId="5738FE00" w14:textId="77777777" w:rsidTr="00762E43">
        <w:trPr>
          <w:jc w:val="center"/>
        </w:trPr>
        <w:tc>
          <w:tcPr>
            <w:tcW w:w="3347" w:type="dxa"/>
            <w:vMerge/>
            <w:shd w:val="clear" w:color="auto" w:fill="E6E6E6"/>
            <w:vAlign w:val="center"/>
          </w:tcPr>
          <w:p w14:paraId="6F2A0FB1" w14:textId="77777777" w:rsidR="00000000" w:rsidRDefault="00000000" w:rsidP="002F44D5">
            <w:pPr>
              <w:jc w:val="center"/>
            </w:pPr>
          </w:p>
        </w:tc>
        <w:tc>
          <w:tcPr>
            <w:tcW w:w="849" w:type="dxa"/>
            <w:shd w:val="clear" w:color="auto" w:fill="E6E6E6"/>
            <w:vAlign w:val="center"/>
          </w:tcPr>
          <w:p w14:paraId="3BA8FC0D" w14:textId="77777777" w:rsidR="00000000" w:rsidRDefault="00000000" w:rsidP="002F44D5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CDA5736" w14:textId="77777777" w:rsidR="00000000" w:rsidRDefault="00000000" w:rsidP="002F44D5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F50A050" w14:textId="77777777" w:rsidR="00000000" w:rsidRDefault="00000000" w:rsidP="002F44D5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1322F3E8" w14:textId="77777777" w:rsidR="00000000" w:rsidRDefault="00000000" w:rsidP="002F44D5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EF3D2C3" w14:textId="77777777" w:rsidR="00000000" w:rsidRDefault="00000000" w:rsidP="002F44D5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2AE9679F" w14:textId="77777777" w:rsidR="00000000" w:rsidRDefault="00000000" w:rsidP="002F44D5">
            <w:pPr>
              <w:jc w:val="center"/>
            </w:pPr>
            <w:r>
              <w:t>D=R*S</w:t>
            </w:r>
          </w:p>
        </w:tc>
      </w:tr>
      <w:tr w:rsidR="00817A71" w14:paraId="4EB5CCCF" w14:textId="77777777">
        <w:trPr>
          <w:jc w:val="center"/>
        </w:trPr>
        <w:tc>
          <w:tcPr>
            <w:tcW w:w="3347" w:type="dxa"/>
            <w:vAlign w:val="center"/>
          </w:tcPr>
          <w:p w14:paraId="40752B87" w14:textId="77777777" w:rsidR="00000000" w:rsidRDefault="00000000" w:rsidP="002F44D5">
            <w:r>
              <w:t>1:3</w:t>
            </w:r>
            <w:r>
              <w:t>水泥砂浆找平层</w:t>
            </w:r>
          </w:p>
        </w:tc>
        <w:tc>
          <w:tcPr>
            <w:tcW w:w="849" w:type="dxa"/>
            <w:vAlign w:val="center"/>
          </w:tcPr>
          <w:p w14:paraId="6A13B89A" w14:textId="77777777" w:rsidR="00000000" w:rsidRDefault="00000000" w:rsidP="002F44D5">
            <w:r>
              <w:t>20</w:t>
            </w:r>
          </w:p>
        </w:tc>
        <w:tc>
          <w:tcPr>
            <w:tcW w:w="1075" w:type="dxa"/>
            <w:vAlign w:val="center"/>
          </w:tcPr>
          <w:p w14:paraId="119DCEA1" w14:textId="77777777" w:rsidR="00000000" w:rsidRDefault="00000000" w:rsidP="002F44D5">
            <w:r>
              <w:t>0.930</w:t>
            </w:r>
          </w:p>
        </w:tc>
        <w:tc>
          <w:tcPr>
            <w:tcW w:w="1075" w:type="dxa"/>
            <w:vAlign w:val="center"/>
          </w:tcPr>
          <w:p w14:paraId="6E0CB26E" w14:textId="77777777" w:rsidR="00000000" w:rsidRDefault="00000000" w:rsidP="002F44D5">
            <w:r>
              <w:t>11.370</w:t>
            </w:r>
          </w:p>
        </w:tc>
        <w:tc>
          <w:tcPr>
            <w:tcW w:w="848" w:type="dxa"/>
            <w:vAlign w:val="center"/>
          </w:tcPr>
          <w:p w14:paraId="78260BC9" w14:textId="77777777" w:rsidR="00000000" w:rsidRDefault="00000000" w:rsidP="002F44D5">
            <w:r>
              <w:t>1.00</w:t>
            </w:r>
          </w:p>
        </w:tc>
        <w:tc>
          <w:tcPr>
            <w:tcW w:w="1075" w:type="dxa"/>
            <w:vAlign w:val="center"/>
          </w:tcPr>
          <w:p w14:paraId="669F1886" w14:textId="77777777" w:rsidR="00000000" w:rsidRDefault="00000000" w:rsidP="002F44D5">
            <w:r>
              <w:t>0.022</w:t>
            </w:r>
          </w:p>
        </w:tc>
        <w:tc>
          <w:tcPr>
            <w:tcW w:w="1064" w:type="dxa"/>
            <w:vAlign w:val="center"/>
          </w:tcPr>
          <w:p w14:paraId="007CCC49" w14:textId="77777777" w:rsidR="00000000" w:rsidRDefault="00000000" w:rsidP="002F44D5">
            <w:r>
              <w:t>0.245</w:t>
            </w:r>
          </w:p>
        </w:tc>
      </w:tr>
      <w:tr w:rsidR="00817A71" w14:paraId="3E7302DB" w14:textId="77777777">
        <w:trPr>
          <w:jc w:val="center"/>
        </w:trPr>
        <w:tc>
          <w:tcPr>
            <w:tcW w:w="3347" w:type="dxa"/>
            <w:vAlign w:val="center"/>
          </w:tcPr>
          <w:p w14:paraId="2F7EF532" w14:textId="77777777" w:rsidR="00000000" w:rsidRDefault="00000000" w:rsidP="002F44D5">
            <w:r>
              <w:t>挤塑聚苯板</w:t>
            </w:r>
          </w:p>
        </w:tc>
        <w:tc>
          <w:tcPr>
            <w:tcW w:w="849" w:type="dxa"/>
            <w:vAlign w:val="center"/>
          </w:tcPr>
          <w:p w14:paraId="349155DB" w14:textId="77777777" w:rsidR="00000000" w:rsidRDefault="00000000" w:rsidP="002F44D5">
            <w:r>
              <w:t>30</w:t>
            </w:r>
          </w:p>
        </w:tc>
        <w:tc>
          <w:tcPr>
            <w:tcW w:w="1075" w:type="dxa"/>
            <w:vAlign w:val="center"/>
          </w:tcPr>
          <w:p w14:paraId="46979277" w14:textId="77777777" w:rsidR="00000000" w:rsidRDefault="00000000" w:rsidP="002F44D5">
            <w:r>
              <w:t>0.030</w:t>
            </w:r>
          </w:p>
        </w:tc>
        <w:tc>
          <w:tcPr>
            <w:tcW w:w="1075" w:type="dxa"/>
            <w:vAlign w:val="center"/>
          </w:tcPr>
          <w:p w14:paraId="3FDACC40" w14:textId="77777777" w:rsidR="00000000" w:rsidRDefault="00000000" w:rsidP="002F44D5">
            <w:r>
              <w:t>0.381</w:t>
            </w:r>
          </w:p>
        </w:tc>
        <w:tc>
          <w:tcPr>
            <w:tcW w:w="848" w:type="dxa"/>
            <w:vAlign w:val="center"/>
          </w:tcPr>
          <w:p w14:paraId="47DA981A" w14:textId="77777777" w:rsidR="00000000" w:rsidRDefault="00000000" w:rsidP="002F44D5">
            <w:r>
              <w:t>1.10</w:t>
            </w:r>
          </w:p>
        </w:tc>
        <w:tc>
          <w:tcPr>
            <w:tcW w:w="1075" w:type="dxa"/>
            <w:vAlign w:val="center"/>
          </w:tcPr>
          <w:p w14:paraId="280A0A05" w14:textId="77777777" w:rsidR="00000000" w:rsidRDefault="00000000" w:rsidP="002F44D5">
            <w:r>
              <w:t>0.909</w:t>
            </w:r>
          </w:p>
        </w:tc>
        <w:tc>
          <w:tcPr>
            <w:tcW w:w="1064" w:type="dxa"/>
            <w:vAlign w:val="center"/>
          </w:tcPr>
          <w:p w14:paraId="242F1CDD" w14:textId="77777777" w:rsidR="00000000" w:rsidRDefault="00000000" w:rsidP="002F44D5">
            <w:r>
              <w:t>0.381</w:t>
            </w:r>
          </w:p>
        </w:tc>
      </w:tr>
      <w:tr w:rsidR="00817A71" w14:paraId="08F0EE51" w14:textId="77777777">
        <w:trPr>
          <w:jc w:val="center"/>
        </w:trPr>
        <w:tc>
          <w:tcPr>
            <w:tcW w:w="3347" w:type="dxa"/>
            <w:vAlign w:val="center"/>
          </w:tcPr>
          <w:p w14:paraId="5D416AB7" w14:textId="77777777" w:rsidR="00000000" w:rsidRDefault="00000000" w:rsidP="002F44D5">
            <w:r>
              <w:t>钢筋混凝土屋面板</w:t>
            </w:r>
          </w:p>
        </w:tc>
        <w:tc>
          <w:tcPr>
            <w:tcW w:w="849" w:type="dxa"/>
            <w:vAlign w:val="center"/>
          </w:tcPr>
          <w:p w14:paraId="31A7E28C" w14:textId="77777777" w:rsidR="00000000" w:rsidRDefault="00000000" w:rsidP="002F44D5">
            <w:r>
              <w:t>120</w:t>
            </w:r>
          </w:p>
        </w:tc>
        <w:tc>
          <w:tcPr>
            <w:tcW w:w="1075" w:type="dxa"/>
            <w:vAlign w:val="center"/>
          </w:tcPr>
          <w:p w14:paraId="10AAD633" w14:textId="77777777" w:rsidR="00000000" w:rsidRDefault="00000000" w:rsidP="002F44D5">
            <w:r>
              <w:t>1.740</w:t>
            </w:r>
          </w:p>
        </w:tc>
        <w:tc>
          <w:tcPr>
            <w:tcW w:w="1075" w:type="dxa"/>
            <w:vAlign w:val="center"/>
          </w:tcPr>
          <w:p w14:paraId="04E824FE" w14:textId="77777777" w:rsidR="00000000" w:rsidRDefault="00000000" w:rsidP="002F44D5">
            <w:r>
              <w:t>17.060</w:t>
            </w:r>
          </w:p>
        </w:tc>
        <w:tc>
          <w:tcPr>
            <w:tcW w:w="848" w:type="dxa"/>
            <w:vAlign w:val="center"/>
          </w:tcPr>
          <w:p w14:paraId="58DFDC2B" w14:textId="77777777" w:rsidR="00000000" w:rsidRDefault="00000000" w:rsidP="002F44D5">
            <w:r>
              <w:t>1.00</w:t>
            </w:r>
          </w:p>
        </w:tc>
        <w:tc>
          <w:tcPr>
            <w:tcW w:w="1075" w:type="dxa"/>
            <w:vAlign w:val="center"/>
          </w:tcPr>
          <w:p w14:paraId="1F0E4ACB" w14:textId="77777777" w:rsidR="00000000" w:rsidRDefault="00000000" w:rsidP="002F44D5">
            <w:r>
              <w:t>0.069</w:t>
            </w:r>
          </w:p>
        </w:tc>
        <w:tc>
          <w:tcPr>
            <w:tcW w:w="1064" w:type="dxa"/>
            <w:vAlign w:val="center"/>
          </w:tcPr>
          <w:p w14:paraId="02581A2D" w14:textId="77777777" w:rsidR="00000000" w:rsidRDefault="00000000" w:rsidP="002F44D5">
            <w:r>
              <w:t>1.177</w:t>
            </w:r>
          </w:p>
        </w:tc>
      </w:tr>
      <w:tr w:rsidR="00817A71" w14:paraId="1E562AB7" w14:textId="77777777">
        <w:trPr>
          <w:jc w:val="center"/>
        </w:trPr>
        <w:tc>
          <w:tcPr>
            <w:tcW w:w="3347" w:type="dxa"/>
            <w:vAlign w:val="center"/>
          </w:tcPr>
          <w:p w14:paraId="1DF35539" w14:textId="77777777" w:rsidR="00000000" w:rsidRDefault="00000000" w:rsidP="002F44D5">
            <w:r>
              <w:t>石灰水泥砂浆</w:t>
            </w:r>
          </w:p>
        </w:tc>
        <w:tc>
          <w:tcPr>
            <w:tcW w:w="849" w:type="dxa"/>
            <w:vAlign w:val="center"/>
          </w:tcPr>
          <w:p w14:paraId="1B19343B" w14:textId="77777777" w:rsidR="00000000" w:rsidRDefault="00000000" w:rsidP="002F44D5">
            <w:r>
              <w:t>20</w:t>
            </w:r>
          </w:p>
        </w:tc>
        <w:tc>
          <w:tcPr>
            <w:tcW w:w="1075" w:type="dxa"/>
            <w:vAlign w:val="center"/>
          </w:tcPr>
          <w:p w14:paraId="30F57F6F" w14:textId="77777777" w:rsidR="00000000" w:rsidRDefault="00000000" w:rsidP="002F44D5">
            <w:r>
              <w:t>0.870</w:t>
            </w:r>
          </w:p>
        </w:tc>
        <w:tc>
          <w:tcPr>
            <w:tcW w:w="1075" w:type="dxa"/>
            <w:vAlign w:val="center"/>
          </w:tcPr>
          <w:p w14:paraId="552685CD" w14:textId="77777777" w:rsidR="00000000" w:rsidRDefault="00000000" w:rsidP="002F44D5">
            <w:r>
              <w:t>10.627</w:t>
            </w:r>
          </w:p>
        </w:tc>
        <w:tc>
          <w:tcPr>
            <w:tcW w:w="848" w:type="dxa"/>
            <w:vAlign w:val="center"/>
          </w:tcPr>
          <w:p w14:paraId="41E7DBB5" w14:textId="77777777" w:rsidR="00000000" w:rsidRDefault="00000000" w:rsidP="002F44D5">
            <w:r>
              <w:t>1.00</w:t>
            </w:r>
          </w:p>
        </w:tc>
        <w:tc>
          <w:tcPr>
            <w:tcW w:w="1075" w:type="dxa"/>
            <w:vAlign w:val="center"/>
          </w:tcPr>
          <w:p w14:paraId="76E482D2" w14:textId="77777777" w:rsidR="00000000" w:rsidRDefault="00000000" w:rsidP="002F44D5">
            <w:r>
              <w:t>0.023</w:t>
            </w:r>
          </w:p>
        </w:tc>
        <w:tc>
          <w:tcPr>
            <w:tcW w:w="1064" w:type="dxa"/>
            <w:vAlign w:val="center"/>
          </w:tcPr>
          <w:p w14:paraId="377BAAD9" w14:textId="77777777" w:rsidR="00000000" w:rsidRDefault="00000000" w:rsidP="002F44D5">
            <w:r>
              <w:t>0.244</w:t>
            </w:r>
          </w:p>
        </w:tc>
      </w:tr>
      <w:tr w:rsidR="0058474F" w14:paraId="217F09B6" w14:textId="77777777" w:rsidTr="00762E43">
        <w:trPr>
          <w:jc w:val="center"/>
        </w:trPr>
        <w:tc>
          <w:tcPr>
            <w:tcW w:w="3347" w:type="dxa"/>
            <w:vAlign w:val="center"/>
          </w:tcPr>
          <w:p w14:paraId="6AB166D3" w14:textId="77777777" w:rsidR="00000000" w:rsidRDefault="00000000" w:rsidP="002F44D5">
            <w:r>
              <w:t>各层之和</w:t>
            </w:r>
            <w:r>
              <w:t>∑</w:t>
            </w:r>
          </w:p>
        </w:tc>
        <w:tc>
          <w:tcPr>
            <w:tcW w:w="849" w:type="dxa"/>
            <w:vAlign w:val="center"/>
          </w:tcPr>
          <w:p w14:paraId="32C29D45" w14:textId="77777777" w:rsidR="00000000" w:rsidRDefault="00000000" w:rsidP="002F44D5">
            <w:r>
              <w:t>190</w:t>
            </w:r>
          </w:p>
        </w:tc>
        <w:tc>
          <w:tcPr>
            <w:tcW w:w="1075" w:type="dxa"/>
            <w:vAlign w:val="center"/>
          </w:tcPr>
          <w:p w14:paraId="6F183A21" w14:textId="77777777" w:rsidR="00000000" w:rsidRDefault="00000000" w:rsidP="002F44D5">
            <w:r>
              <w:t>－</w:t>
            </w:r>
          </w:p>
        </w:tc>
        <w:tc>
          <w:tcPr>
            <w:tcW w:w="1075" w:type="dxa"/>
            <w:vAlign w:val="center"/>
          </w:tcPr>
          <w:p w14:paraId="0F7AEA92" w14:textId="77777777" w:rsidR="00000000" w:rsidRDefault="00000000" w:rsidP="002F44D5">
            <w:r>
              <w:t>－</w:t>
            </w:r>
          </w:p>
        </w:tc>
        <w:tc>
          <w:tcPr>
            <w:tcW w:w="848" w:type="dxa"/>
            <w:vAlign w:val="center"/>
          </w:tcPr>
          <w:p w14:paraId="798589C6" w14:textId="77777777" w:rsidR="00000000" w:rsidRDefault="00000000" w:rsidP="002F44D5">
            <w:r>
              <w:t>－</w:t>
            </w:r>
          </w:p>
        </w:tc>
        <w:tc>
          <w:tcPr>
            <w:tcW w:w="1075" w:type="dxa"/>
            <w:vAlign w:val="center"/>
          </w:tcPr>
          <w:p w14:paraId="13036D9D" w14:textId="77777777" w:rsidR="00000000" w:rsidRDefault="00000000" w:rsidP="002F44D5">
            <w:r>
              <w:t>1.023</w:t>
            </w:r>
          </w:p>
        </w:tc>
        <w:tc>
          <w:tcPr>
            <w:tcW w:w="1064" w:type="dxa"/>
            <w:vAlign w:val="center"/>
          </w:tcPr>
          <w:p w14:paraId="0590DD1B" w14:textId="77777777" w:rsidR="00000000" w:rsidRDefault="00000000" w:rsidP="002F44D5">
            <w:r>
              <w:t>2.046</w:t>
            </w:r>
          </w:p>
        </w:tc>
      </w:tr>
      <w:tr w:rsidR="0058474F" w14:paraId="3AF660E1" w14:textId="77777777" w:rsidTr="00762E43"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 w14:paraId="21A447BD" w14:textId="77777777" w:rsidR="00000000" w:rsidRPr="00D95163" w:rsidRDefault="00000000" w:rsidP="002F44D5">
            <w:r>
              <w:t>传热系数</w:t>
            </w:r>
            <w:r>
              <w:t>K</w:t>
            </w:r>
          </w:p>
        </w:tc>
        <w:tc>
          <w:tcPr>
            <w:tcW w:w="5986" w:type="dxa"/>
            <w:gridSpan w:val="6"/>
          </w:tcPr>
          <w:p w14:paraId="3660CF1D" w14:textId="77777777" w:rsidR="00000000" w:rsidRDefault="00000000" w:rsidP="002F44D5">
            <w:pPr>
              <w:jc w:val="center"/>
            </w:pPr>
            <w:r>
              <w:t>0.81</w:t>
            </w:r>
          </w:p>
        </w:tc>
      </w:tr>
    </w:tbl>
    <w:p w14:paraId="18EF6D4F" w14:textId="77777777" w:rsidR="00000000" w:rsidRPr="00612E00" w:rsidRDefault="00000000" w:rsidP="0042722A">
      <w:pPr>
        <w:pStyle w:val="lj"/>
        <w:spacing w:line="360" w:lineRule="exact"/>
        <w:ind w:firstLineChars="1600" w:firstLine="3840"/>
      </w:pPr>
    </w:p>
    <w:p w14:paraId="344133CF" w14:textId="77777777" w:rsidR="00BE0E75" w:rsidRDefault="00000000" w:rsidP="0058474F">
      <w:pPr>
        <w:jc w:val="center"/>
      </w:pPr>
      <w:r w:rsidRPr="00E145DC">
        <w:rPr>
          <w:rFonts w:hint="eastAsia"/>
        </w:rPr>
        <w:t>表</w:t>
      </w:r>
      <w:r w:rsidRPr="00E145DC">
        <w:rPr>
          <w:rFonts w:hint="eastAsia"/>
        </w:rPr>
        <w:t xml:space="preserve"> </w:t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>STYLEREF 2 \s</w:instrText>
      </w:r>
      <w:r w:rsidRPr="00E145DC">
        <w:instrText xml:space="preserve"> </w:instrText>
      </w:r>
      <w:r w:rsidRPr="00E145DC">
        <w:fldChar w:fldCharType="separate"/>
      </w:r>
      <w:r w:rsidR="00CA6F4A">
        <w:rPr>
          <w:noProof/>
        </w:rPr>
        <w:t>4.3</w:t>
      </w:r>
      <w:r w:rsidRPr="00E145DC">
        <w:fldChar w:fldCharType="end"/>
      </w:r>
      <w:r w:rsidRPr="00E145DC">
        <w:noBreakHyphen/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 xml:space="preserve">SEQ </w:instrText>
      </w:r>
      <w:r w:rsidRPr="00E145DC">
        <w:rPr>
          <w:rFonts w:hint="eastAsia"/>
        </w:rPr>
        <w:instrText>表</w:instrText>
      </w:r>
      <w:r w:rsidRPr="00E145DC">
        <w:rPr>
          <w:rFonts w:hint="eastAsia"/>
        </w:rPr>
        <w:instrText xml:space="preserve"> \* ARABIC \s 2</w:instrText>
      </w:r>
      <w:r w:rsidRPr="00E145DC">
        <w:instrText xml:space="preserve"> </w:instrText>
      </w:r>
      <w:r w:rsidRPr="00E145DC">
        <w:fldChar w:fldCharType="separate"/>
      </w:r>
      <w:r w:rsidR="00CA6F4A">
        <w:rPr>
          <w:noProof/>
        </w:rPr>
        <w:t>10</w:t>
      </w:r>
      <w:r w:rsidRPr="00E145DC">
        <w:fldChar w:fldCharType="end"/>
      </w:r>
      <w:r w:rsidRPr="00E145DC">
        <w:rPr>
          <w:rFonts w:hint="eastAsia"/>
        </w:rPr>
        <w:t xml:space="preserve"> </w:t>
      </w:r>
      <w:r w:rsidRPr="00E145DC">
        <w:rPr>
          <w:rFonts w:hint="eastAsia"/>
        </w:rPr>
        <w:t>控温与非控温隔墙构造二</w:t>
      </w:r>
    </w:p>
    <w:tbl>
      <w:tblPr>
        <w:tblW w:w="933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58474F" w14:paraId="0EE422D9" w14:textId="77777777" w:rsidTr="00762E43">
        <w:trPr>
          <w:jc w:val="center"/>
        </w:trPr>
        <w:tc>
          <w:tcPr>
            <w:tcW w:w="3347" w:type="dxa"/>
            <w:vMerge w:val="restart"/>
            <w:shd w:val="clear" w:color="auto" w:fill="E6E6E6"/>
            <w:vAlign w:val="center"/>
          </w:tcPr>
          <w:p w14:paraId="446D6A4F" w14:textId="77777777" w:rsidR="00000000" w:rsidRDefault="00000000" w:rsidP="002F44D5">
            <w:pPr>
              <w:jc w:val="center"/>
            </w:pPr>
            <w:r>
              <w:t>材料名称</w:t>
            </w:r>
          </w:p>
        </w:tc>
        <w:tc>
          <w:tcPr>
            <w:tcW w:w="849" w:type="dxa"/>
            <w:shd w:val="clear" w:color="auto" w:fill="E6E6E6"/>
            <w:vAlign w:val="center"/>
          </w:tcPr>
          <w:p w14:paraId="349437EF" w14:textId="77777777" w:rsidR="00000000" w:rsidRDefault="00000000" w:rsidP="002F44D5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532A07F" w14:textId="77777777" w:rsidR="00000000" w:rsidRDefault="00000000" w:rsidP="002F44D5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243E55A" w14:textId="77777777" w:rsidR="00000000" w:rsidRDefault="00000000" w:rsidP="002F44D5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31C296E5" w14:textId="77777777" w:rsidR="00000000" w:rsidRDefault="00000000" w:rsidP="002F44D5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123A9EF" w14:textId="77777777" w:rsidR="00000000" w:rsidRDefault="00000000" w:rsidP="002F44D5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203AE807" w14:textId="77777777" w:rsidR="00000000" w:rsidRDefault="00000000" w:rsidP="002F44D5">
            <w:pPr>
              <w:jc w:val="center"/>
            </w:pPr>
            <w:r>
              <w:t>热惰性指标</w:t>
            </w:r>
          </w:p>
        </w:tc>
      </w:tr>
      <w:tr w:rsidR="0058474F" w14:paraId="28DE6331" w14:textId="77777777" w:rsidTr="00762E43">
        <w:trPr>
          <w:jc w:val="center"/>
        </w:trPr>
        <w:tc>
          <w:tcPr>
            <w:tcW w:w="3347" w:type="dxa"/>
            <w:vMerge/>
            <w:shd w:val="clear" w:color="auto" w:fill="E6E6E6"/>
            <w:vAlign w:val="center"/>
          </w:tcPr>
          <w:p w14:paraId="61198B30" w14:textId="77777777" w:rsidR="00000000" w:rsidRDefault="00000000" w:rsidP="002F44D5">
            <w:pPr>
              <w:jc w:val="center"/>
            </w:pPr>
          </w:p>
        </w:tc>
        <w:tc>
          <w:tcPr>
            <w:tcW w:w="849" w:type="dxa"/>
            <w:shd w:val="clear" w:color="auto" w:fill="E6E6E6"/>
            <w:vAlign w:val="center"/>
          </w:tcPr>
          <w:p w14:paraId="2BFD9EA9" w14:textId="77777777" w:rsidR="00000000" w:rsidRDefault="00000000" w:rsidP="002F44D5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BBC744A" w14:textId="77777777" w:rsidR="00000000" w:rsidRDefault="00000000" w:rsidP="002F44D5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7C60BE1" w14:textId="77777777" w:rsidR="00000000" w:rsidRDefault="00000000" w:rsidP="002F44D5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13C29E24" w14:textId="77777777" w:rsidR="00000000" w:rsidRDefault="00000000" w:rsidP="002F44D5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C399808" w14:textId="77777777" w:rsidR="00000000" w:rsidRDefault="00000000" w:rsidP="002F44D5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388A334A" w14:textId="77777777" w:rsidR="00000000" w:rsidRDefault="00000000" w:rsidP="002F44D5">
            <w:pPr>
              <w:jc w:val="center"/>
            </w:pPr>
            <w:r>
              <w:t>D=R*S</w:t>
            </w:r>
          </w:p>
        </w:tc>
      </w:tr>
      <w:tr w:rsidR="00817A71" w14:paraId="12417614" w14:textId="77777777">
        <w:trPr>
          <w:jc w:val="center"/>
        </w:trPr>
        <w:tc>
          <w:tcPr>
            <w:tcW w:w="3347" w:type="dxa"/>
            <w:vAlign w:val="center"/>
          </w:tcPr>
          <w:p w14:paraId="76902950" w14:textId="77777777" w:rsidR="00000000" w:rsidRDefault="00000000" w:rsidP="002F44D5">
            <w:r>
              <w:t>1:3</w:t>
            </w:r>
            <w:r>
              <w:t>水泥砂浆找平层</w:t>
            </w:r>
          </w:p>
        </w:tc>
        <w:tc>
          <w:tcPr>
            <w:tcW w:w="849" w:type="dxa"/>
            <w:vAlign w:val="center"/>
          </w:tcPr>
          <w:p w14:paraId="138DCC17" w14:textId="77777777" w:rsidR="00000000" w:rsidRDefault="00000000" w:rsidP="002F44D5">
            <w:r>
              <w:t>20</w:t>
            </w:r>
          </w:p>
        </w:tc>
        <w:tc>
          <w:tcPr>
            <w:tcW w:w="1075" w:type="dxa"/>
            <w:vAlign w:val="center"/>
          </w:tcPr>
          <w:p w14:paraId="41DB42BB" w14:textId="77777777" w:rsidR="00000000" w:rsidRDefault="00000000" w:rsidP="002F44D5">
            <w:r>
              <w:t>0.930</w:t>
            </w:r>
          </w:p>
        </w:tc>
        <w:tc>
          <w:tcPr>
            <w:tcW w:w="1075" w:type="dxa"/>
            <w:vAlign w:val="center"/>
          </w:tcPr>
          <w:p w14:paraId="139BD880" w14:textId="77777777" w:rsidR="00000000" w:rsidRDefault="00000000" w:rsidP="002F44D5">
            <w:r>
              <w:t>11.370</w:t>
            </w:r>
          </w:p>
        </w:tc>
        <w:tc>
          <w:tcPr>
            <w:tcW w:w="848" w:type="dxa"/>
            <w:vAlign w:val="center"/>
          </w:tcPr>
          <w:p w14:paraId="5CCD74CC" w14:textId="77777777" w:rsidR="00000000" w:rsidRDefault="00000000" w:rsidP="002F44D5">
            <w:r>
              <w:t>1.00</w:t>
            </w:r>
          </w:p>
        </w:tc>
        <w:tc>
          <w:tcPr>
            <w:tcW w:w="1075" w:type="dxa"/>
            <w:vAlign w:val="center"/>
          </w:tcPr>
          <w:p w14:paraId="5106AF31" w14:textId="77777777" w:rsidR="00000000" w:rsidRDefault="00000000" w:rsidP="002F44D5">
            <w:r>
              <w:t>0.022</w:t>
            </w:r>
          </w:p>
        </w:tc>
        <w:tc>
          <w:tcPr>
            <w:tcW w:w="1064" w:type="dxa"/>
            <w:vAlign w:val="center"/>
          </w:tcPr>
          <w:p w14:paraId="087BD906" w14:textId="77777777" w:rsidR="00000000" w:rsidRDefault="00000000" w:rsidP="002F44D5">
            <w:r>
              <w:t>0.245</w:t>
            </w:r>
          </w:p>
        </w:tc>
      </w:tr>
      <w:tr w:rsidR="00817A71" w14:paraId="6184D16F" w14:textId="77777777">
        <w:trPr>
          <w:jc w:val="center"/>
        </w:trPr>
        <w:tc>
          <w:tcPr>
            <w:tcW w:w="3347" w:type="dxa"/>
            <w:vAlign w:val="center"/>
          </w:tcPr>
          <w:p w14:paraId="745B87E6" w14:textId="77777777" w:rsidR="00000000" w:rsidRDefault="00000000" w:rsidP="002F44D5">
            <w:r>
              <w:t>挤塑聚苯板</w:t>
            </w:r>
          </w:p>
        </w:tc>
        <w:tc>
          <w:tcPr>
            <w:tcW w:w="849" w:type="dxa"/>
            <w:vAlign w:val="center"/>
          </w:tcPr>
          <w:p w14:paraId="767969F4" w14:textId="77777777" w:rsidR="00000000" w:rsidRDefault="00000000" w:rsidP="002F44D5">
            <w:r>
              <w:t>30</w:t>
            </w:r>
          </w:p>
        </w:tc>
        <w:tc>
          <w:tcPr>
            <w:tcW w:w="1075" w:type="dxa"/>
            <w:vAlign w:val="center"/>
          </w:tcPr>
          <w:p w14:paraId="2AE2A8F5" w14:textId="77777777" w:rsidR="00000000" w:rsidRDefault="00000000" w:rsidP="002F44D5">
            <w:r>
              <w:t>0.030</w:t>
            </w:r>
          </w:p>
        </w:tc>
        <w:tc>
          <w:tcPr>
            <w:tcW w:w="1075" w:type="dxa"/>
            <w:vAlign w:val="center"/>
          </w:tcPr>
          <w:p w14:paraId="54788775" w14:textId="77777777" w:rsidR="00000000" w:rsidRDefault="00000000" w:rsidP="002F44D5">
            <w:r>
              <w:t>0.381</w:t>
            </w:r>
          </w:p>
        </w:tc>
        <w:tc>
          <w:tcPr>
            <w:tcW w:w="848" w:type="dxa"/>
            <w:vAlign w:val="center"/>
          </w:tcPr>
          <w:p w14:paraId="2EF18625" w14:textId="77777777" w:rsidR="00000000" w:rsidRDefault="00000000" w:rsidP="002F44D5">
            <w:r>
              <w:t>1.10</w:t>
            </w:r>
          </w:p>
        </w:tc>
        <w:tc>
          <w:tcPr>
            <w:tcW w:w="1075" w:type="dxa"/>
            <w:vAlign w:val="center"/>
          </w:tcPr>
          <w:p w14:paraId="02B40FD6" w14:textId="77777777" w:rsidR="00000000" w:rsidRDefault="00000000" w:rsidP="002F44D5">
            <w:r>
              <w:t>0.909</w:t>
            </w:r>
          </w:p>
        </w:tc>
        <w:tc>
          <w:tcPr>
            <w:tcW w:w="1064" w:type="dxa"/>
            <w:vAlign w:val="center"/>
          </w:tcPr>
          <w:p w14:paraId="50D048C7" w14:textId="77777777" w:rsidR="00000000" w:rsidRDefault="00000000" w:rsidP="002F44D5">
            <w:r>
              <w:t>0.381</w:t>
            </w:r>
          </w:p>
        </w:tc>
      </w:tr>
      <w:tr w:rsidR="00817A71" w14:paraId="3865565F" w14:textId="77777777">
        <w:trPr>
          <w:jc w:val="center"/>
        </w:trPr>
        <w:tc>
          <w:tcPr>
            <w:tcW w:w="3347" w:type="dxa"/>
            <w:vAlign w:val="center"/>
          </w:tcPr>
          <w:p w14:paraId="3F6389AF" w14:textId="77777777" w:rsidR="00000000" w:rsidRDefault="00000000" w:rsidP="002F44D5">
            <w:r>
              <w:t>钢筋混凝土屋面板</w:t>
            </w:r>
          </w:p>
        </w:tc>
        <w:tc>
          <w:tcPr>
            <w:tcW w:w="849" w:type="dxa"/>
            <w:vAlign w:val="center"/>
          </w:tcPr>
          <w:p w14:paraId="68A5C9CD" w14:textId="77777777" w:rsidR="00000000" w:rsidRDefault="00000000" w:rsidP="002F44D5">
            <w:r>
              <w:t>120</w:t>
            </w:r>
          </w:p>
        </w:tc>
        <w:tc>
          <w:tcPr>
            <w:tcW w:w="1075" w:type="dxa"/>
            <w:vAlign w:val="center"/>
          </w:tcPr>
          <w:p w14:paraId="3B3BA566" w14:textId="77777777" w:rsidR="00000000" w:rsidRDefault="00000000" w:rsidP="002F44D5">
            <w:r>
              <w:t>1.740</w:t>
            </w:r>
          </w:p>
        </w:tc>
        <w:tc>
          <w:tcPr>
            <w:tcW w:w="1075" w:type="dxa"/>
            <w:vAlign w:val="center"/>
          </w:tcPr>
          <w:p w14:paraId="7A45116B" w14:textId="77777777" w:rsidR="00000000" w:rsidRDefault="00000000" w:rsidP="002F44D5">
            <w:r>
              <w:t>17.060</w:t>
            </w:r>
          </w:p>
        </w:tc>
        <w:tc>
          <w:tcPr>
            <w:tcW w:w="848" w:type="dxa"/>
            <w:vAlign w:val="center"/>
          </w:tcPr>
          <w:p w14:paraId="46BA2E22" w14:textId="77777777" w:rsidR="00000000" w:rsidRDefault="00000000" w:rsidP="002F44D5">
            <w:r>
              <w:t>1.00</w:t>
            </w:r>
          </w:p>
        </w:tc>
        <w:tc>
          <w:tcPr>
            <w:tcW w:w="1075" w:type="dxa"/>
            <w:vAlign w:val="center"/>
          </w:tcPr>
          <w:p w14:paraId="6F88965B" w14:textId="77777777" w:rsidR="00000000" w:rsidRDefault="00000000" w:rsidP="002F44D5">
            <w:r>
              <w:t>0.069</w:t>
            </w:r>
          </w:p>
        </w:tc>
        <w:tc>
          <w:tcPr>
            <w:tcW w:w="1064" w:type="dxa"/>
            <w:vAlign w:val="center"/>
          </w:tcPr>
          <w:p w14:paraId="65FD1040" w14:textId="77777777" w:rsidR="00000000" w:rsidRDefault="00000000" w:rsidP="002F44D5">
            <w:r>
              <w:t>1.177</w:t>
            </w:r>
          </w:p>
        </w:tc>
      </w:tr>
      <w:tr w:rsidR="00817A71" w14:paraId="48FE5AAD" w14:textId="77777777">
        <w:trPr>
          <w:jc w:val="center"/>
        </w:trPr>
        <w:tc>
          <w:tcPr>
            <w:tcW w:w="3347" w:type="dxa"/>
            <w:vAlign w:val="center"/>
          </w:tcPr>
          <w:p w14:paraId="22AF3C4D" w14:textId="77777777" w:rsidR="00000000" w:rsidRDefault="00000000" w:rsidP="002F44D5">
            <w:r>
              <w:t>石灰水泥砂浆</w:t>
            </w:r>
          </w:p>
        </w:tc>
        <w:tc>
          <w:tcPr>
            <w:tcW w:w="849" w:type="dxa"/>
            <w:vAlign w:val="center"/>
          </w:tcPr>
          <w:p w14:paraId="37A91BE2" w14:textId="77777777" w:rsidR="00000000" w:rsidRDefault="00000000" w:rsidP="002F44D5">
            <w:r>
              <w:t>20</w:t>
            </w:r>
          </w:p>
        </w:tc>
        <w:tc>
          <w:tcPr>
            <w:tcW w:w="1075" w:type="dxa"/>
            <w:vAlign w:val="center"/>
          </w:tcPr>
          <w:p w14:paraId="6D9F72A2" w14:textId="77777777" w:rsidR="00000000" w:rsidRDefault="00000000" w:rsidP="002F44D5">
            <w:r>
              <w:t>0.870</w:t>
            </w:r>
          </w:p>
        </w:tc>
        <w:tc>
          <w:tcPr>
            <w:tcW w:w="1075" w:type="dxa"/>
            <w:vAlign w:val="center"/>
          </w:tcPr>
          <w:p w14:paraId="18FDA046" w14:textId="77777777" w:rsidR="00000000" w:rsidRDefault="00000000" w:rsidP="002F44D5">
            <w:r>
              <w:t>10.627</w:t>
            </w:r>
          </w:p>
        </w:tc>
        <w:tc>
          <w:tcPr>
            <w:tcW w:w="848" w:type="dxa"/>
            <w:vAlign w:val="center"/>
          </w:tcPr>
          <w:p w14:paraId="54FA54CD" w14:textId="77777777" w:rsidR="00000000" w:rsidRDefault="00000000" w:rsidP="002F44D5">
            <w:r>
              <w:t>1.00</w:t>
            </w:r>
          </w:p>
        </w:tc>
        <w:tc>
          <w:tcPr>
            <w:tcW w:w="1075" w:type="dxa"/>
            <w:vAlign w:val="center"/>
          </w:tcPr>
          <w:p w14:paraId="22941F3B" w14:textId="77777777" w:rsidR="00000000" w:rsidRDefault="00000000" w:rsidP="002F44D5">
            <w:r>
              <w:t>0.023</w:t>
            </w:r>
          </w:p>
        </w:tc>
        <w:tc>
          <w:tcPr>
            <w:tcW w:w="1064" w:type="dxa"/>
            <w:vAlign w:val="center"/>
          </w:tcPr>
          <w:p w14:paraId="277EDD59" w14:textId="77777777" w:rsidR="00000000" w:rsidRDefault="00000000" w:rsidP="002F44D5">
            <w:r>
              <w:t>0.244</w:t>
            </w:r>
          </w:p>
        </w:tc>
      </w:tr>
      <w:tr w:rsidR="0058474F" w14:paraId="4B8D98C0" w14:textId="77777777" w:rsidTr="00762E43">
        <w:trPr>
          <w:jc w:val="center"/>
        </w:trPr>
        <w:tc>
          <w:tcPr>
            <w:tcW w:w="3347" w:type="dxa"/>
            <w:vAlign w:val="center"/>
          </w:tcPr>
          <w:p w14:paraId="60E9734A" w14:textId="77777777" w:rsidR="00000000" w:rsidRDefault="00000000" w:rsidP="002F44D5">
            <w:r>
              <w:t>各层之和</w:t>
            </w:r>
            <w:r>
              <w:t>∑</w:t>
            </w:r>
          </w:p>
        </w:tc>
        <w:tc>
          <w:tcPr>
            <w:tcW w:w="849" w:type="dxa"/>
            <w:vAlign w:val="center"/>
          </w:tcPr>
          <w:p w14:paraId="76F8D2EB" w14:textId="77777777" w:rsidR="00000000" w:rsidRDefault="00000000" w:rsidP="002F44D5">
            <w:r>
              <w:t>190</w:t>
            </w:r>
          </w:p>
        </w:tc>
        <w:tc>
          <w:tcPr>
            <w:tcW w:w="1075" w:type="dxa"/>
            <w:vAlign w:val="center"/>
          </w:tcPr>
          <w:p w14:paraId="42C076EF" w14:textId="77777777" w:rsidR="00000000" w:rsidRDefault="00000000" w:rsidP="002F44D5">
            <w:r>
              <w:t>－</w:t>
            </w:r>
          </w:p>
        </w:tc>
        <w:tc>
          <w:tcPr>
            <w:tcW w:w="1075" w:type="dxa"/>
            <w:vAlign w:val="center"/>
          </w:tcPr>
          <w:p w14:paraId="6C9F8883" w14:textId="77777777" w:rsidR="00000000" w:rsidRDefault="00000000" w:rsidP="002F44D5">
            <w:r>
              <w:t>－</w:t>
            </w:r>
          </w:p>
        </w:tc>
        <w:tc>
          <w:tcPr>
            <w:tcW w:w="848" w:type="dxa"/>
            <w:vAlign w:val="center"/>
          </w:tcPr>
          <w:p w14:paraId="3F44F3B0" w14:textId="77777777" w:rsidR="00000000" w:rsidRDefault="00000000" w:rsidP="002F44D5">
            <w:r>
              <w:t>－</w:t>
            </w:r>
          </w:p>
        </w:tc>
        <w:tc>
          <w:tcPr>
            <w:tcW w:w="1075" w:type="dxa"/>
            <w:vAlign w:val="center"/>
          </w:tcPr>
          <w:p w14:paraId="53458891" w14:textId="77777777" w:rsidR="00000000" w:rsidRDefault="00000000" w:rsidP="002F44D5">
            <w:r>
              <w:t>1.023</w:t>
            </w:r>
          </w:p>
        </w:tc>
        <w:tc>
          <w:tcPr>
            <w:tcW w:w="1064" w:type="dxa"/>
            <w:vAlign w:val="center"/>
          </w:tcPr>
          <w:p w14:paraId="2D951684" w14:textId="77777777" w:rsidR="00000000" w:rsidRDefault="00000000" w:rsidP="002F44D5">
            <w:r>
              <w:t>2.046</w:t>
            </w:r>
          </w:p>
        </w:tc>
      </w:tr>
      <w:tr w:rsidR="0058474F" w14:paraId="77137F80" w14:textId="77777777" w:rsidTr="00762E43"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 w14:paraId="1229CC94" w14:textId="77777777" w:rsidR="00000000" w:rsidRPr="00D95163" w:rsidRDefault="00000000" w:rsidP="002F44D5">
            <w:r>
              <w:t>传热系数</w:t>
            </w:r>
            <w:r>
              <w:t>K</w:t>
            </w:r>
          </w:p>
        </w:tc>
        <w:tc>
          <w:tcPr>
            <w:tcW w:w="5986" w:type="dxa"/>
            <w:gridSpan w:val="6"/>
          </w:tcPr>
          <w:p w14:paraId="689A0089" w14:textId="77777777" w:rsidR="00000000" w:rsidRDefault="00000000" w:rsidP="002F44D5">
            <w:pPr>
              <w:jc w:val="center"/>
            </w:pPr>
            <w:r>
              <w:t>0.81</w:t>
            </w:r>
          </w:p>
        </w:tc>
      </w:tr>
    </w:tbl>
    <w:p w14:paraId="420F5BBE" w14:textId="77777777" w:rsidR="00000000" w:rsidRPr="00612E00" w:rsidRDefault="00000000" w:rsidP="0042722A">
      <w:pPr>
        <w:pStyle w:val="lj"/>
        <w:spacing w:line="360" w:lineRule="exact"/>
        <w:ind w:firstLineChars="1600" w:firstLine="3840"/>
      </w:pPr>
    </w:p>
    <w:p w14:paraId="623F66CE" w14:textId="77777777" w:rsidR="00BE0E75" w:rsidRDefault="00000000" w:rsidP="0058474F">
      <w:pPr>
        <w:jc w:val="center"/>
      </w:pPr>
      <w:r w:rsidRPr="00E145DC">
        <w:rPr>
          <w:rFonts w:hint="eastAsia"/>
        </w:rPr>
        <w:t>表</w:t>
      </w:r>
      <w:r w:rsidRPr="00E145DC">
        <w:rPr>
          <w:rFonts w:hint="eastAsia"/>
        </w:rPr>
        <w:t xml:space="preserve"> </w:t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>STYLEREF 2 \s</w:instrText>
      </w:r>
      <w:r w:rsidRPr="00E145DC">
        <w:instrText xml:space="preserve"> </w:instrText>
      </w:r>
      <w:r w:rsidRPr="00E145DC">
        <w:fldChar w:fldCharType="separate"/>
      </w:r>
      <w:r w:rsidR="00CA6F4A">
        <w:rPr>
          <w:noProof/>
        </w:rPr>
        <w:t>4.3</w:t>
      </w:r>
      <w:r w:rsidRPr="00E145DC">
        <w:fldChar w:fldCharType="end"/>
      </w:r>
      <w:r w:rsidRPr="00E145DC">
        <w:noBreakHyphen/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 xml:space="preserve">SEQ </w:instrText>
      </w:r>
      <w:r w:rsidRPr="00E145DC">
        <w:rPr>
          <w:rFonts w:hint="eastAsia"/>
        </w:rPr>
        <w:instrText>表</w:instrText>
      </w:r>
      <w:r w:rsidRPr="00E145DC">
        <w:rPr>
          <w:rFonts w:hint="eastAsia"/>
        </w:rPr>
        <w:instrText xml:space="preserve"> \* ARABIC \s 2</w:instrText>
      </w:r>
      <w:r w:rsidRPr="00E145DC">
        <w:instrText xml:space="preserve"> </w:instrText>
      </w:r>
      <w:r w:rsidRPr="00E145DC">
        <w:fldChar w:fldCharType="separate"/>
      </w:r>
      <w:r w:rsidR="00CA6F4A">
        <w:rPr>
          <w:noProof/>
        </w:rPr>
        <w:t>11</w:t>
      </w:r>
      <w:r w:rsidRPr="00E145DC">
        <w:fldChar w:fldCharType="end"/>
      </w:r>
      <w:r w:rsidRPr="00E145DC">
        <w:rPr>
          <w:rFonts w:hint="eastAsia"/>
        </w:rPr>
        <w:t xml:space="preserve"> </w:t>
      </w:r>
      <w:r w:rsidRPr="00E145DC">
        <w:rPr>
          <w:rFonts w:hint="eastAsia"/>
        </w:rPr>
        <w:t>控温房间楼板构造二</w:t>
      </w:r>
    </w:p>
    <w:tbl>
      <w:tblPr>
        <w:tblW w:w="933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58474F" w14:paraId="43420738" w14:textId="77777777" w:rsidTr="00762E43">
        <w:trPr>
          <w:jc w:val="center"/>
        </w:trPr>
        <w:tc>
          <w:tcPr>
            <w:tcW w:w="3347" w:type="dxa"/>
            <w:vMerge w:val="restart"/>
            <w:shd w:val="clear" w:color="auto" w:fill="E6E6E6"/>
            <w:vAlign w:val="center"/>
          </w:tcPr>
          <w:p w14:paraId="3557E46C" w14:textId="77777777" w:rsidR="00000000" w:rsidRDefault="00000000" w:rsidP="002F44D5">
            <w:pPr>
              <w:jc w:val="center"/>
            </w:pPr>
            <w:r>
              <w:t>材料名称</w:t>
            </w:r>
          </w:p>
        </w:tc>
        <w:tc>
          <w:tcPr>
            <w:tcW w:w="849" w:type="dxa"/>
            <w:shd w:val="clear" w:color="auto" w:fill="E6E6E6"/>
            <w:vAlign w:val="center"/>
          </w:tcPr>
          <w:p w14:paraId="07E2D92E" w14:textId="77777777" w:rsidR="00000000" w:rsidRDefault="00000000" w:rsidP="002F44D5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4B27A4D" w14:textId="77777777" w:rsidR="00000000" w:rsidRDefault="00000000" w:rsidP="002F44D5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E0AA57A" w14:textId="77777777" w:rsidR="00000000" w:rsidRDefault="00000000" w:rsidP="002F44D5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297B1A6E" w14:textId="77777777" w:rsidR="00000000" w:rsidRDefault="00000000" w:rsidP="002F44D5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2B1B105" w14:textId="77777777" w:rsidR="00000000" w:rsidRDefault="00000000" w:rsidP="002F44D5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25E0FC76" w14:textId="77777777" w:rsidR="00000000" w:rsidRDefault="00000000" w:rsidP="002F44D5">
            <w:pPr>
              <w:jc w:val="center"/>
            </w:pPr>
            <w:r>
              <w:t>热惰性指标</w:t>
            </w:r>
          </w:p>
        </w:tc>
      </w:tr>
      <w:tr w:rsidR="0058474F" w14:paraId="371EEB15" w14:textId="77777777" w:rsidTr="00762E43">
        <w:trPr>
          <w:jc w:val="center"/>
        </w:trPr>
        <w:tc>
          <w:tcPr>
            <w:tcW w:w="3347" w:type="dxa"/>
            <w:vMerge/>
            <w:shd w:val="clear" w:color="auto" w:fill="E6E6E6"/>
            <w:vAlign w:val="center"/>
          </w:tcPr>
          <w:p w14:paraId="571BCCB4" w14:textId="77777777" w:rsidR="00000000" w:rsidRDefault="00000000" w:rsidP="002F44D5">
            <w:pPr>
              <w:jc w:val="center"/>
            </w:pPr>
          </w:p>
        </w:tc>
        <w:tc>
          <w:tcPr>
            <w:tcW w:w="849" w:type="dxa"/>
            <w:shd w:val="clear" w:color="auto" w:fill="E6E6E6"/>
            <w:vAlign w:val="center"/>
          </w:tcPr>
          <w:p w14:paraId="6088FBAB" w14:textId="77777777" w:rsidR="00000000" w:rsidRDefault="00000000" w:rsidP="002F44D5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22BA6A4" w14:textId="77777777" w:rsidR="00000000" w:rsidRDefault="00000000" w:rsidP="002F44D5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FA49B0C" w14:textId="77777777" w:rsidR="00000000" w:rsidRDefault="00000000" w:rsidP="002F44D5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48DD016A" w14:textId="77777777" w:rsidR="00000000" w:rsidRDefault="00000000" w:rsidP="002F44D5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18C191F" w14:textId="77777777" w:rsidR="00000000" w:rsidRDefault="00000000" w:rsidP="002F44D5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56AC9D64" w14:textId="77777777" w:rsidR="00000000" w:rsidRDefault="00000000" w:rsidP="002F44D5">
            <w:pPr>
              <w:jc w:val="center"/>
            </w:pPr>
            <w:r>
              <w:t>D=R*S</w:t>
            </w:r>
          </w:p>
        </w:tc>
      </w:tr>
      <w:tr w:rsidR="00817A71" w14:paraId="11672053" w14:textId="77777777">
        <w:trPr>
          <w:jc w:val="center"/>
        </w:trPr>
        <w:tc>
          <w:tcPr>
            <w:tcW w:w="3347" w:type="dxa"/>
            <w:vAlign w:val="center"/>
          </w:tcPr>
          <w:p w14:paraId="382D51BB" w14:textId="77777777" w:rsidR="00000000" w:rsidRDefault="00000000" w:rsidP="002F44D5">
            <w:r>
              <w:t>1:3</w:t>
            </w:r>
            <w:r>
              <w:t>水泥砂浆找平层</w:t>
            </w:r>
          </w:p>
        </w:tc>
        <w:tc>
          <w:tcPr>
            <w:tcW w:w="849" w:type="dxa"/>
            <w:vAlign w:val="center"/>
          </w:tcPr>
          <w:p w14:paraId="3DA54940" w14:textId="77777777" w:rsidR="00000000" w:rsidRDefault="00000000" w:rsidP="002F44D5">
            <w:r>
              <w:t>20</w:t>
            </w:r>
          </w:p>
        </w:tc>
        <w:tc>
          <w:tcPr>
            <w:tcW w:w="1075" w:type="dxa"/>
            <w:vAlign w:val="center"/>
          </w:tcPr>
          <w:p w14:paraId="08F7FFAF" w14:textId="77777777" w:rsidR="00000000" w:rsidRDefault="00000000" w:rsidP="002F44D5">
            <w:r>
              <w:t>0.930</w:t>
            </w:r>
          </w:p>
        </w:tc>
        <w:tc>
          <w:tcPr>
            <w:tcW w:w="1075" w:type="dxa"/>
            <w:vAlign w:val="center"/>
          </w:tcPr>
          <w:p w14:paraId="2D18917A" w14:textId="77777777" w:rsidR="00000000" w:rsidRDefault="00000000" w:rsidP="002F44D5">
            <w:r>
              <w:t>11.370</w:t>
            </w:r>
          </w:p>
        </w:tc>
        <w:tc>
          <w:tcPr>
            <w:tcW w:w="848" w:type="dxa"/>
            <w:vAlign w:val="center"/>
          </w:tcPr>
          <w:p w14:paraId="2291B1F0" w14:textId="77777777" w:rsidR="00000000" w:rsidRDefault="00000000" w:rsidP="002F44D5">
            <w:r>
              <w:t>1.00</w:t>
            </w:r>
          </w:p>
        </w:tc>
        <w:tc>
          <w:tcPr>
            <w:tcW w:w="1075" w:type="dxa"/>
            <w:vAlign w:val="center"/>
          </w:tcPr>
          <w:p w14:paraId="4A641C01" w14:textId="77777777" w:rsidR="00000000" w:rsidRDefault="00000000" w:rsidP="002F44D5">
            <w:r>
              <w:t>0.022</w:t>
            </w:r>
          </w:p>
        </w:tc>
        <w:tc>
          <w:tcPr>
            <w:tcW w:w="1064" w:type="dxa"/>
            <w:vAlign w:val="center"/>
          </w:tcPr>
          <w:p w14:paraId="7D9327B4" w14:textId="77777777" w:rsidR="00000000" w:rsidRDefault="00000000" w:rsidP="002F44D5">
            <w:r>
              <w:t>0.245</w:t>
            </w:r>
          </w:p>
        </w:tc>
      </w:tr>
      <w:tr w:rsidR="00817A71" w14:paraId="32CA73A6" w14:textId="77777777">
        <w:trPr>
          <w:jc w:val="center"/>
        </w:trPr>
        <w:tc>
          <w:tcPr>
            <w:tcW w:w="3347" w:type="dxa"/>
            <w:vAlign w:val="center"/>
          </w:tcPr>
          <w:p w14:paraId="3C4FD46A" w14:textId="77777777" w:rsidR="00000000" w:rsidRDefault="00000000" w:rsidP="002F44D5">
            <w:r>
              <w:t>挤塑聚苯板</w:t>
            </w:r>
          </w:p>
        </w:tc>
        <w:tc>
          <w:tcPr>
            <w:tcW w:w="849" w:type="dxa"/>
            <w:vAlign w:val="center"/>
          </w:tcPr>
          <w:p w14:paraId="5D94AC31" w14:textId="77777777" w:rsidR="00000000" w:rsidRDefault="00000000" w:rsidP="002F44D5">
            <w:r>
              <w:t>30</w:t>
            </w:r>
          </w:p>
        </w:tc>
        <w:tc>
          <w:tcPr>
            <w:tcW w:w="1075" w:type="dxa"/>
            <w:vAlign w:val="center"/>
          </w:tcPr>
          <w:p w14:paraId="2B9EAACB" w14:textId="77777777" w:rsidR="00000000" w:rsidRDefault="00000000" w:rsidP="002F44D5">
            <w:r>
              <w:t>0.030</w:t>
            </w:r>
          </w:p>
        </w:tc>
        <w:tc>
          <w:tcPr>
            <w:tcW w:w="1075" w:type="dxa"/>
            <w:vAlign w:val="center"/>
          </w:tcPr>
          <w:p w14:paraId="010B032B" w14:textId="77777777" w:rsidR="00000000" w:rsidRDefault="00000000" w:rsidP="002F44D5">
            <w:r>
              <w:t>0.381</w:t>
            </w:r>
          </w:p>
        </w:tc>
        <w:tc>
          <w:tcPr>
            <w:tcW w:w="848" w:type="dxa"/>
            <w:vAlign w:val="center"/>
          </w:tcPr>
          <w:p w14:paraId="1E853ECC" w14:textId="77777777" w:rsidR="00000000" w:rsidRDefault="00000000" w:rsidP="002F44D5">
            <w:r>
              <w:t>1.10</w:t>
            </w:r>
          </w:p>
        </w:tc>
        <w:tc>
          <w:tcPr>
            <w:tcW w:w="1075" w:type="dxa"/>
            <w:vAlign w:val="center"/>
          </w:tcPr>
          <w:p w14:paraId="78C6D819" w14:textId="77777777" w:rsidR="00000000" w:rsidRDefault="00000000" w:rsidP="002F44D5">
            <w:r>
              <w:t>0.909</w:t>
            </w:r>
          </w:p>
        </w:tc>
        <w:tc>
          <w:tcPr>
            <w:tcW w:w="1064" w:type="dxa"/>
            <w:vAlign w:val="center"/>
          </w:tcPr>
          <w:p w14:paraId="7F5D2111" w14:textId="77777777" w:rsidR="00000000" w:rsidRDefault="00000000" w:rsidP="002F44D5">
            <w:r>
              <w:t>0.381</w:t>
            </w:r>
          </w:p>
        </w:tc>
      </w:tr>
      <w:tr w:rsidR="00817A71" w14:paraId="76E15DFA" w14:textId="77777777">
        <w:trPr>
          <w:jc w:val="center"/>
        </w:trPr>
        <w:tc>
          <w:tcPr>
            <w:tcW w:w="3347" w:type="dxa"/>
            <w:vAlign w:val="center"/>
          </w:tcPr>
          <w:p w14:paraId="1BC3857E" w14:textId="77777777" w:rsidR="00000000" w:rsidRDefault="00000000" w:rsidP="002F44D5">
            <w:r>
              <w:t>钢筋混凝土屋面板</w:t>
            </w:r>
          </w:p>
        </w:tc>
        <w:tc>
          <w:tcPr>
            <w:tcW w:w="849" w:type="dxa"/>
            <w:vAlign w:val="center"/>
          </w:tcPr>
          <w:p w14:paraId="36E4F29D" w14:textId="77777777" w:rsidR="00000000" w:rsidRDefault="00000000" w:rsidP="002F44D5">
            <w:r>
              <w:t>120</w:t>
            </w:r>
          </w:p>
        </w:tc>
        <w:tc>
          <w:tcPr>
            <w:tcW w:w="1075" w:type="dxa"/>
            <w:vAlign w:val="center"/>
          </w:tcPr>
          <w:p w14:paraId="083C4196" w14:textId="77777777" w:rsidR="00000000" w:rsidRDefault="00000000" w:rsidP="002F44D5">
            <w:r>
              <w:t>1.740</w:t>
            </w:r>
          </w:p>
        </w:tc>
        <w:tc>
          <w:tcPr>
            <w:tcW w:w="1075" w:type="dxa"/>
            <w:vAlign w:val="center"/>
          </w:tcPr>
          <w:p w14:paraId="0AACD516" w14:textId="77777777" w:rsidR="00000000" w:rsidRDefault="00000000" w:rsidP="002F44D5">
            <w:r>
              <w:t>17.060</w:t>
            </w:r>
          </w:p>
        </w:tc>
        <w:tc>
          <w:tcPr>
            <w:tcW w:w="848" w:type="dxa"/>
            <w:vAlign w:val="center"/>
          </w:tcPr>
          <w:p w14:paraId="23776C4F" w14:textId="77777777" w:rsidR="00000000" w:rsidRDefault="00000000" w:rsidP="002F44D5">
            <w:r>
              <w:t>1.00</w:t>
            </w:r>
          </w:p>
        </w:tc>
        <w:tc>
          <w:tcPr>
            <w:tcW w:w="1075" w:type="dxa"/>
            <w:vAlign w:val="center"/>
          </w:tcPr>
          <w:p w14:paraId="3782D8D5" w14:textId="77777777" w:rsidR="00000000" w:rsidRDefault="00000000" w:rsidP="002F44D5">
            <w:r>
              <w:t>0.069</w:t>
            </w:r>
          </w:p>
        </w:tc>
        <w:tc>
          <w:tcPr>
            <w:tcW w:w="1064" w:type="dxa"/>
            <w:vAlign w:val="center"/>
          </w:tcPr>
          <w:p w14:paraId="31C53DD2" w14:textId="77777777" w:rsidR="00000000" w:rsidRDefault="00000000" w:rsidP="002F44D5">
            <w:r>
              <w:t>1.177</w:t>
            </w:r>
          </w:p>
        </w:tc>
      </w:tr>
      <w:tr w:rsidR="00817A71" w14:paraId="35219CFA" w14:textId="77777777">
        <w:trPr>
          <w:jc w:val="center"/>
        </w:trPr>
        <w:tc>
          <w:tcPr>
            <w:tcW w:w="3347" w:type="dxa"/>
            <w:vAlign w:val="center"/>
          </w:tcPr>
          <w:p w14:paraId="3EDF44F8" w14:textId="77777777" w:rsidR="00000000" w:rsidRDefault="00000000" w:rsidP="002F44D5">
            <w:r>
              <w:t>石灰水泥砂浆</w:t>
            </w:r>
          </w:p>
        </w:tc>
        <w:tc>
          <w:tcPr>
            <w:tcW w:w="849" w:type="dxa"/>
            <w:vAlign w:val="center"/>
          </w:tcPr>
          <w:p w14:paraId="1665AF65" w14:textId="77777777" w:rsidR="00000000" w:rsidRDefault="00000000" w:rsidP="002F44D5">
            <w:r>
              <w:t>20</w:t>
            </w:r>
          </w:p>
        </w:tc>
        <w:tc>
          <w:tcPr>
            <w:tcW w:w="1075" w:type="dxa"/>
            <w:vAlign w:val="center"/>
          </w:tcPr>
          <w:p w14:paraId="56066C3D" w14:textId="77777777" w:rsidR="00000000" w:rsidRDefault="00000000" w:rsidP="002F44D5">
            <w:r>
              <w:t>0.870</w:t>
            </w:r>
          </w:p>
        </w:tc>
        <w:tc>
          <w:tcPr>
            <w:tcW w:w="1075" w:type="dxa"/>
            <w:vAlign w:val="center"/>
          </w:tcPr>
          <w:p w14:paraId="4F7342FD" w14:textId="77777777" w:rsidR="00000000" w:rsidRDefault="00000000" w:rsidP="002F44D5">
            <w:r>
              <w:t>10.627</w:t>
            </w:r>
          </w:p>
        </w:tc>
        <w:tc>
          <w:tcPr>
            <w:tcW w:w="848" w:type="dxa"/>
            <w:vAlign w:val="center"/>
          </w:tcPr>
          <w:p w14:paraId="13DDD428" w14:textId="77777777" w:rsidR="00000000" w:rsidRDefault="00000000" w:rsidP="002F44D5">
            <w:r>
              <w:t>1.00</w:t>
            </w:r>
          </w:p>
        </w:tc>
        <w:tc>
          <w:tcPr>
            <w:tcW w:w="1075" w:type="dxa"/>
            <w:vAlign w:val="center"/>
          </w:tcPr>
          <w:p w14:paraId="4020B9C1" w14:textId="77777777" w:rsidR="00000000" w:rsidRDefault="00000000" w:rsidP="002F44D5">
            <w:r>
              <w:t>0.023</w:t>
            </w:r>
          </w:p>
        </w:tc>
        <w:tc>
          <w:tcPr>
            <w:tcW w:w="1064" w:type="dxa"/>
            <w:vAlign w:val="center"/>
          </w:tcPr>
          <w:p w14:paraId="4282F5EF" w14:textId="77777777" w:rsidR="00000000" w:rsidRDefault="00000000" w:rsidP="002F44D5">
            <w:r>
              <w:t>0.244</w:t>
            </w:r>
          </w:p>
        </w:tc>
      </w:tr>
      <w:tr w:rsidR="0058474F" w14:paraId="5E0939F6" w14:textId="77777777" w:rsidTr="00762E43">
        <w:trPr>
          <w:jc w:val="center"/>
        </w:trPr>
        <w:tc>
          <w:tcPr>
            <w:tcW w:w="3347" w:type="dxa"/>
            <w:vAlign w:val="center"/>
          </w:tcPr>
          <w:p w14:paraId="659003C7" w14:textId="77777777" w:rsidR="00000000" w:rsidRDefault="00000000" w:rsidP="002F44D5">
            <w:r>
              <w:t>各层之和</w:t>
            </w:r>
            <w:r>
              <w:t>∑</w:t>
            </w:r>
          </w:p>
        </w:tc>
        <w:tc>
          <w:tcPr>
            <w:tcW w:w="849" w:type="dxa"/>
            <w:vAlign w:val="center"/>
          </w:tcPr>
          <w:p w14:paraId="60EDC4C7" w14:textId="77777777" w:rsidR="00000000" w:rsidRDefault="00000000" w:rsidP="002F44D5">
            <w:r>
              <w:t>190</w:t>
            </w:r>
          </w:p>
        </w:tc>
        <w:tc>
          <w:tcPr>
            <w:tcW w:w="1075" w:type="dxa"/>
            <w:vAlign w:val="center"/>
          </w:tcPr>
          <w:p w14:paraId="1CA2FE2E" w14:textId="77777777" w:rsidR="00000000" w:rsidRDefault="00000000" w:rsidP="002F44D5">
            <w:r>
              <w:t>－</w:t>
            </w:r>
          </w:p>
        </w:tc>
        <w:tc>
          <w:tcPr>
            <w:tcW w:w="1075" w:type="dxa"/>
            <w:vAlign w:val="center"/>
          </w:tcPr>
          <w:p w14:paraId="33FDF62A" w14:textId="77777777" w:rsidR="00000000" w:rsidRDefault="00000000" w:rsidP="002F44D5">
            <w:r>
              <w:t>－</w:t>
            </w:r>
          </w:p>
        </w:tc>
        <w:tc>
          <w:tcPr>
            <w:tcW w:w="848" w:type="dxa"/>
            <w:vAlign w:val="center"/>
          </w:tcPr>
          <w:p w14:paraId="30D97FBA" w14:textId="77777777" w:rsidR="00000000" w:rsidRDefault="00000000" w:rsidP="002F44D5">
            <w:r>
              <w:t>－</w:t>
            </w:r>
          </w:p>
        </w:tc>
        <w:tc>
          <w:tcPr>
            <w:tcW w:w="1075" w:type="dxa"/>
            <w:vAlign w:val="center"/>
          </w:tcPr>
          <w:p w14:paraId="2305CD93" w14:textId="77777777" w:rsidR="00000000" w:rsidRDefault="00000000" w:rsidP="002F44D5">
            <w:r>
              <w:t>1.023</w:t>
            </w:r>
          </w:p>
        </w:tc>
        <w:tc>
          <w:tcPr>
            <w:tcW w:w="1064" w:type="dxa"/>
            <w:vAlign w:val="center"/>
          </w:tcPr>
          <w:p w14:paraId="30AC536D" w14:textId="77777777" w:rsidR="00000000" w:rsidRDefault="00000000" w:rsidP="002F44D5">
            <w:r>
              <w:t>2.046</w:t>
            </w:r>
          </w:p>
        </w:tc>
      </w:tr>
      <w:tr w:rsidR="0058474F" w14:paraId="10EC5EBD" w14:textId="77777777" w:rsidTr="00762E43"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 w14:paraId="23018981" w14:textId="77777777" w:rsidR="00000000" w:rsidRPr="00D95163" w:rsidRDefault="00000000" w:rsidP="002F44D5">
            <w:r>
              <w:lastRenderedPageBreak/>
              <w:t>传热系数</w:t>
            </w:r>
            <w:r>
              <w:t>K</w:t>
            </w:r>
          </w:p>
        </w:tc>
        <w:tc>
          <w:tcPr>
            <w:tcW w:w="5986" w:type="dxa"/>
            <w:gridSpan w:val="6"/>
          </w:tcPr>
          <w:p w14:paraId="0D04EC5D" w14:textId="77777777" w:rsidR="00000000" w:rsidRDefault="00000000" w:rsidP="002F44D5">
            <w:pPr>
              <w:jc w:val="center"/>
            </w:pPr>
            <w:r>
              <w:t>0.81</w:t>
            </w:r>
          </w:p>
        </w:tc>
      </w:tr>
    </w:tbl>
    <w:p w14:paraId="56FB3FEA" w14:textId="77777777" w:rsidR="00000000" w:rsidRPr="00612E00" w:rsidRDefault="00000000" w:rsidP="0042722A">
      <w:pPr>
        <w:pStyle w:val="lj"/>
        <w:spacing w:line="360" w:lineRule="exact"/>
        <w:ind w:firstLineChars="1600" w:firstLine="3840"/>
      </w:pPr>
    </w:p>
    <w:p w14:paraId="7FCFEA3E" w14:textId="77777777" w:rsidR="00BE0E75" w:rsidRDefault="00000000" w:rsidP="0058474F">
      <w:pPr>
        <w:jc w:val="center"/>
      </w:pPr>
      <w:r w:rsidRPr="00E145DC">
        <w:rPr>
          <w:rFonts w:hint="eastAsia"/>
        </w:rPr>
        <w:t>表</w:t>
      </w:r>
      <w:r w:rsidRPr="00E145DC">
        <w:rPr>
          <w:rFonts w:hint="eastAsia"/>
        </w:rPr>
        <w:t xml:space="preserve"> </w:t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>STYLEREF 2 \s</w:instrText>
      </w:r>
      <w:r w:rsidRPr="00E145DC">
        <w:instrText xml:space="preserve"> </w:instrText>
      </w:r>
      <w:r w:rsidRPr="00E145DC">
        <w:fldChar w:fldCharType="separate"/>
      </w:r>
      <w:r w:rsidR="00CA6F4A">
        <w:rPr>
          <w:noProof/>
        </w:rPr>
        <w:t>4.3</w:t>
      </w:r>
      <w:r w:rsidRPr="00E145DC">
        <w:fldChar w:fldCharType="end"/>
      </w:r>
      <w:r w:rsidRPr="00E145DC">
        <w:noBreakHyphen/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 xml:space="preserve">SEQ </w:instrText>
      </w:r>
      <w:r w:rsidRPr="00E145DC">
        <w:rPr>
          <w:rFonts w:hint="eastAsia"/>
        </w:rPr>
        <w:instrText>表</w:instrText>
      </w:r>
      <w:r w:rsidRPr="00E145DC">
        <w:rPr>
          <w:rFonts w:hint="eastAsia"/>
        </w:rPr>
        <w:instrText xml:space="preserve"> \* ARABIC \s 2</w:instrText>
      </w:r>
      <w:r w:rsidRPr="00E145DC">
        <w:instrText xml:space="preserve"> </w:instrText>
      </w:r>
      <w:r w:rsidRPr="00E145DC">
        <w:fldChar w:fldCharType="separate"/>
      </w:r>
      <w:r w:rsidR="00CA6F4A">
        <w:rPr>
          <w:noProof/>
        </w:rPr>
        <w:t>12</w:t>
      </w:r>
      <w:r w:rsidRPr="00E145DC">
        <w:fldChar w:fldCharType="end"/>
      </w:r>
      <w:r w:rsidRPr="00E145DC">
        <w:rPr>
          <w:rFonts w:hint="eastAsia"/>
        </w:rPr>
        <w:t xml:space="preserve"> </w:t>
      </w:r>
      <w:r w:rsidRPr="00E145DC">
        <w:rPr>
          <w:rFonts w:hint="eastAsia"/>
        </w:rPr>
        <w:t>控温与非控温楼板构造二</w:t>
      </w:r>
    </w:p>
    <w:tbl>
      <w:tblPr>
        <w:tblW w:w="933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58474F" w14:paraId="097852EF" w14:textId="77777777" w:rsidTr="00762E43">
        <w:trPr>
          <w:jc w:val="center"/>
        </w:trPr>
        <w:tc>
          <w:tcPr>
            <w:tcW w:w="3347" w:type="dxa"/>
            <w:vMerge w:val="restart"/>
            <w:shd w:val="clear" w:color="auto" w:fill="E6E6E6"/>
            <w:vAlign w:val="center"/>
          </w:tcPr>
          <w:p w14:paraId="665A3E7D" w14:textId="77777777" w:rsidR="00000000" w:rsidRDefault="00000000" w:rsidP="002F44D5">
            <w:pPr>
              <w:jc w:val="center"/>
            </w:pPr>
            <w:r>
              <w:t>材料名称</w:t>
            </w:r>
          </w:p>
        </w:tc>
        <w:tc>
          <w:tcPr>
            <w:tcW w:w="849" w:type="dxa"/>
            <w:shd w:val="clear" w:color="auto" w:fill="E6E6E6"/>
            <w:vAlign w:val="center"/>
          </w:tcPr>
          <w:p w14:paraId="2F1C25E4" w14:textId="77777777" w:rsidR="00000000" w:rsidRDefault="00000000" w:rsidP="002F44D5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5E6658E" w14:textId="77777777" w:rsidR="00000000" w:rsidRDefault="00000000" w:rsidP="002F44D5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2D2EE99" w14:textId="77777777" w:rsidR="00000000" w:rsidRDefault="00000000" w:rsidP="002F44D5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011840A6" w14:textId="77777777" w:rsidR="00000000" w:rsidRDefault="00000000" w:rsidP="002F44D5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A74C459" w14:textId="77777777" w:rsidR="00000000" w:rsidRDefault="00000000" w:rsidP="002F44D5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0C9D4BF9" w14:textId="77777777" w:rsidR="00000000" w:rsidRDefault="00000000" w:rsidP="002F44D5">
            <w:pPr>
              <w:jc w:val="center"/>
            </w:pPr>
            <w:r>
              <w:t>热惰性指标</w:t>
            </w:r>
          </w:p>
        </w:tc>
      </w:tr>
      <w:tr w:rsidR="0058474F" w14:paraId="0A5CC466" w14:textId="77777777" w:rsidTr="00762E43">
        <w:trPr>
          <w:jc w:val="center"/>
        </w:trPr>
        <w:tc>
          <w:tcPr>
            <w:tcW w:w="3347" w:type="dxa"/>
            <w:vMerge/>
            <w:shd w:val="clear" w:color="auto" w:fill="E6E6E6"/>
            <w:vAlign w:val="center"/>
          </w:tcPr>
          <w:p w14:paraId="681250E2" w14:textId="77777777" w:rsidR="00000000" w:rsidRDefault="00000000" w:rsidP="002F44D5">
            <w:pPr>
              <w:jc w:val="center"/>
            </w:pPr>
          </w:p>
        </w:tc>
        <w:tc>
          <w:tcPr>
            <w:tcW w:w="849" w:type="dxa"/>
            <w:shd w:val="clear" w:color="auto" w:fill="E6E6E6"/>
            <w:vAlign w:val="center"/>
          </w:tcPr>
          <w:p w14:paraId="21B5DD2F" w14:textId="77777777" w:rsidR="00000000" w:rsidRDefault="00000000" w:rsidP="002F44D5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8F32598" w14:textId="77777777" w:rsidR="00000000" w:rsidRDefault="00000000" w:rsidP="002F44D5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2F62A0A" w14:textId="77777777" w:rsidR="00000000" w:rsidRDefault="00000000" w:rsidP="002F44D5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38B771BD" w14:textId="77777777" w:rsidR="00000000" w:rsidRDefault="00000000" w:rsidP="002F44D5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0932AAA" w14:textId="77777777" w:rsidR="00000000" w:rsidRDefault="00000000" w:rsidP="002F44D5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58D8A5C8" w14:textId="77777777" w:rsidR="00000000" w:rsidRDefault="00000000" w:rsidP="002F44D5">
            <w:pPr>
              <w:jc w:val="center"/>
            </w:pPr>
            <w:r>
              <w:t>D=R*S</w:t>
            </w:r>
          </w:p>
        </w:tc>
      </w:tr>
      <w:tr w:rsidR="00817A71" w14:paraId="33D6A4DF" w14:textId="77777777">
        <w:trPr>
          <w:jc w:val="center"/>
        </w:trPr>
        <w:tc>
          <w:tcPr>
            <w:tcW w:w="3347" w:type="dxa"/>
            <w:vAlign w:val="center"/>
          </w:tcPr>
          <w:p w14:paraId="23E72F42" w14:textId="77777777" w:rsidR="00000000" w:rsidRDefault="00000000" w:rsidP="002F44D5">
            <w:r>
              <w:t>1:3</w:t>
            </w:r>
            <w:r>
              <w:t>水泥砂浆找平层</w:t>
            </w:r>
          </w:p>
        </w:tc>
        <w:tc>
          <w:tcPr>
            <w:tcW w:w="849" w:type="dxa"/>
            <w:vAlign w:val="center"/>
          </w:tcPr>
          <w:p w14:paraId="770CC546" w14:textId="77777777" w:rsidR="00000000" w:rsidRDefault="00000000" w:rsidP="002F44D5">
            <w:r>
              <w:t>20</w:t>
            </w:r>
          </w:p>
        </w:tc>
        <w:tc>
          <w:tcPr>
            <w:tcW w:w="1075" w:type="dxa"/>
            <w:vAlign w:val="center"/>
          </w:tcPr>
          <w:p w14:paraId="3FF90784" w14:textId="77777777" w:rsidR="00000000" w:rsidRDefault="00000000" w:rsidP="002F44D5">
            <w:r>
              <w:t>0.930</w:t>
            </w:r>
          </w:p>
        </w:tc>
        <w:tc>
          <w:tcPr>
            <w:tcW w:w="1075" w:type="dxa"/>
            <w:vAlign w:val="center"/>
          </w:tcPr>
          <w:p w14:paraId="4FA21ACF" w14:textId="77777777" w:rsidR="00000000" w:rsidRDefault="00000000" w:rsidP="002F44D5">
            <w:r>
              <w:t>11.370</w:t>
            </w:r>
          </w:p>
        </w:tc>
        <w:tc>
          <w:tcPr>
            <w:tcW w:w="848" w:type="dxa"/>
            <w:vAlign w:val="center"/>
          </w:tcPr>
          <w:p w14:paraId="18EB5875" w14:textId="77777777" w:rsidR="00000000" w:rsidRDefault="00000000" w:rsidP="002F44D5">
            <w:r>
              <w:t>1.00</w:t>
            </w:r>
          </w:p>
        </w:tc>
        <w:tc>
          <w:tcPr>
            <w:tcW w:w="1075" w:type="dxa"/>
            <w:vAlign w:val="center"/>
          </w:tcPr>
          <w:p w14:paraId="17AD5181" w14:textId="77777777" w:rsidR="00000000" w:rsidRDefault="00000000" w:rsidP="002F44D5">
            <w:r>
              <w:t>0.022</w:t>
            </w:r>
          </w:p>
        </w:tc>
        <w:tc>
          <w:tcPr>
            <w:tcW w:w="1064" w:type="dxa"/>
            <w:vAlign w:val="center"/>
          </w:tcPr>
          <w:p w14:paraId="6F1C82E6" w14:textId="77777777" w:rsidR="00000000" w:rsidRDefault="00000000" w:rsidP="002F44D5">
            <w:r>
              <w:t>0.245</w:t>
            </w:r>
          </w:p>
        </w:tc>
      </w:tr>
      <w:tr w:rsidR="00817A71" w14:paraId="652946DE" w14:textId="77777777">
        <w:trPr>
          <w:jc w:val="center"/>
        </w:trPr>
        <w:tc>
          <w:tcPr>
            <w:tcW w:w="3347" w:type="dxa"/>
            <w:vAlign w:val="center"/>
          </w:tcPr>
          <w:p w14:paraId="4C7FC778" w14:textId="77777777" w:rsidR="00000000" w:rsidRDefault="00000000" w:rsidP="002F44D5">
            <w:r>
              <w:t>挤塑聚苯板</w:t>
            </w:r>
          </w:p>
        </w:tc>
        <w:tc>
          <w:tcPr>
            <w:tcW w:w="849" w:type="dxa"/>
            <w:vAlign w:val="center"/>
          </w:tcPr>
          <w:p w14:paraId="5D1412DF" w14:textId="77777777" w:rsidR="00000000" w:rsidRDefault="00000000" w:rsidP="002F44D5">
            <w:r>
              <w:t>30</w:t>
            </w:r>
          </w:p>
        </w:tc>
        <w:tc>
          <w:tcPr>
            <w:tcW w:w="1075" w:type="dxa"/>
            <w:vAlign w:val="center"/>
          </w:tcPr>
          <w:p w14:paraId="6624CB67" w14:textId="77777777" w:rsidR="00000000" w:rsidRDefault="00000000" w:rsidP="002F44D5">
            <w:r>
              <w:t>0.030</w:t>
            </w:r>
          </w:p>
        </w:tc>
        <w:tc>
          <w:tcPr>
            <w:tcW w:w="1075" w:type="dxa"/>
            <w:vAlign w:val="center"/>
          </w:tcPr>
          <w:p w14:paraId="2C9C18D1" w14:textId="77777777" w:rsidR="00000000" w:rsidRDefault="00000000" w:rsidP="002F44D5">
            <w:r>
              <w:t>0.381</w:t>
            </w:r>
          </w:p>
        </w:tc>
        <w:tc>
          <w:tcPr>
            <w:tcW w:w="848" w:type="dxa"/>
            <w:vAlign w:val="center"/>
          </w:tcPr>
          <w:p w14:paraId="7B70E110" w14:textId="77777777" w:rsidR="00000000" w:rsidRDefault="00000000" w:rsidP="002F44D5">
            <w:r>
              <w:t>1.10</w:t>
            </w:r>
          </w:p>
        </w:tc>
        <w:tc>
          <w:tcPr>
            <w:tcW w:w="1075" w:type="dxa"/>
            <w:vAlign w:val="center"/>
          </w:tcPr>
          <w:p w14:paraId="34772C88" w14:textId="77777777" w:rsidR="00000000" w:rsidRDefault="00000000" w:rsidP="002F44D5">
            <w:r>
              <w:t>0.909</w:t>
            </w:r>
          </w:p>
        </w:tc>
        <w:tc>
          <w:tcPr>
            <w:tcW w:w="1064" w:type="dxa"/>
            <w:vAlign w:val="center"/>
          </w:tcPr>
          <w:p w14:paraId="5AF431D9" w14:textId="77777777" w:rsidR="00000000" w:rsidRDefault="00000000" w:rsidP="002F44D5">
            <w:r>
              <w:t>0.381</w:t>
            </w:r>
          </w:p>
        </w:tc>
      </w:tr>
      <w:tr w:rsidR="00817A71" w14:paraId="5EEF0B93" w14:textId="77777777">
        <w:trPr>
          <w:jc w:val="center"/>
        </w:trPr>
        <w:tc>
          <w:tcPr>
            <w:tcW w:w="3347" w:type="dxa"/>
            <w:vAlign w:val="center"/>
          </w:tcPr>
          <w:p w14:paraId="7B90A835" w14:textId="77777777" w:rsidR="00000000" w:rsidRDefault="00000000" w:rsidP="002F44D5">
            <w:r>
              <w:t>钢筋混凝土屋面板</w:t>
            </w:r>
          </w:p>
        </w:tc>
        <w:tc>
          <w:tcPr>
            <w:tcW w:w="849" w:type="dxa"/>
            <w:vAlign w:val="center"/>
          </w:tcPr>
          <w:p w14:paraId="7791F93A" w14:textId="77777777" w:rsidR="00000000" w:rsidRDefault="00000000" w:rsidP="002F44D5">
            <w:r>
              <w:t>120</w:t>
            </w:r>
          </w:p>
        </w:tc>
        <w:tc>
          <w:tcPr>
            <w:tcW w:w="1075" w:type="dxa"/>
            <w:vAlign w:val="center"/>
          </w:tcPr>
          <w:p w14:paraId="36132F91" w14:textId="77777777" w:rsidR="00000000" w:rsidRDefault="00000000" w:rsidP="002F44D5">
            <w:r>
              <w:t>1.740</w:t>
            </w:r>
          </w:p>
        </w:tc>
        <w:tc>
          <w:tcPr>
            <w:tcW w:w="1075" w:type="dxa"/>
            <w:vAlign w:val="center"/>
          </w:tcPr>
          <w:p w14:paraId="19148D25" w14:textId="77777777" w:rsidR="00000000" w:rsidRDefault="00000000" w:rsidP="002F44D5">
            <w:r>
              <w:t>17.060</w:t>
            </w:r>
          </w:p>
        </w:tc>
        <w:tc>
          <w:tcPr>
            <w:tcW w:w="848" w:type="dxa"/>
            <w:vAlign w:val="center"/>
          </w:tcPr>
          <w:p w14:paraId="44777226" w14:textId="77777777" w:rsidR="00000000" w:rsidRDefault="00000000" w:rsidP="002F44D5">
            <w:r>
              <w:t>1.00</w:t>
            </w:r>
          </w:p>
        </w:tc>
        <w:tc>
          <w:tcPr>
            <w:tcW w:w="1075" w:type="dxa"/>
            <w:vAlign w:val="center"/>
          </w:tcPr>
          <w:p w14:paraId="3562EE01" w14:textId="77777777" w:rsidR="00000000" w:rsidRDefault="00000000" w:rsidP="002F44D5">
            <w:r>
              <w:t>0.069</w:t>
            </w:r>
          </w:p>
        </w:tc>
        <w:tc>
          <w:tcPr>
            <w:tcW w:w="1064" w:type="dxa"/>
            <w:vAlign w:val="center"/>
          </w:tcPr>
          <w:p w14:paraId="2F5159CE" w14:textId="77777777" w:rsidR="00000000" w:rsidRDefault="00000000" w:rsidP="002F44D5">
            <w:r>
              <w:t>1.177</w:t>
            </w:r>
          </w:p>
        </w:tc>
      </w:tr>
      <w:tr w:rsidR="00817A71" w14:paraId="63348416" w14:textId="77777777">
        <w:trPr>
          <w:jc w:val="center"/>
        </w:trPr>
        <w:tc>
          <w:tcPr>
            <w:tcW w:w="3347" w:type="dxa"/>
            <w:vAlign w:val="center"/>
          </w:tcPr>
          <w:p w14:paraId="139BFB25" w14:textId="77777777" w:rsidR="00000000" w:rsidRDefault="00000000" w:rsidP="002F44D5">
            <w:r>
              <w:t>石灰水泥砂浆</w:t>
            </w:r>
          </w:p>
        </w:tc>
        <w:tc>
          <w:tcPr>
            <w:tcW w:w="849" w:type="dxa"/>
            <w:vAlign w:val="center"/>
          </w:tcPr>
          <w:p w14:paraId="61FE6DC4" w14:textId="77777777" w:rsidR="00000000" w:rsidRDefault="00000000" w:rsidP="002F44D5">
            <w:r>
              <w:t>20</w:t>
            </w:r>
          </w:p>
        </w:tc>
        <w:tc>
          <w:tcPr>
            <w:tcW w:w="1075" w:type="dxa"/>
            <w:vAlign w:val="center"/>
          </w:tcPr>
          <w:p w14:paraId="78C5E24C" w14:textId="77777777" w:rsidR="00000000" w:rsidRDefault="00000000" w:rsidP="002F44D5">
            <w:r>
              <w:t>0.870</w:t>
            </w:r>
          </w:p>
        </w:tc>
        <w:tc>
          <w:tcPr>
            <w:tcW w:w="1075" w:type="dxa"/>
            <w:vAlign w:val="center"/>
          </w:tcPr>
          <w:p w14:paraId="5A87859A" w14:textId="77777777" w:rsidR="00000000" w:rsidRDefault="00000000" w:rsidP="002F44D5">
            <w:r>
              <w:t>10.627</w:t>
            </w:r>
          </w:p>
        </w:tc>
        <w:tc>
          <w:tcPr>
            <w:tcW w:w="848" w:type="dxa"/>
            <w:vAlign w:val="center"/>
          </w:tcPr>
          <w:p w14:paraId="1C1D58DD" w14:textId="77777777" w:rsidR="00000000" w:rsidRDefault="00000000" w:rsidP="002F44D5">
            <w:r>
              <w:t>1.00</w:t>
            </w:r>
          </w:p>
        </w:tc>
        <w:tc>
          <w:tcPr>
            <w:tcW w:w="1075" w:type="dxa"/>
            <w:vAlign w:val="center"/>
          </w:tcPr>
          <w:p w14:paraId="2CE6C9B0" w14:textId="77777777" w:rsidR="00000000" w:rsidRDefault="00000000" w:rsidP="002F44D5">
            <w:r>
              <w:t>0.023</w:t>
            </w:r>
          </w:p>
        </w:tc>
        <w:tc>
          <w:tcPr>
            <w:tcW w:w="1064" w:type="dxa"/>
            <w:vAlign w:val="center"/>
          </w:tcPr>
          <w:p w14:paraId="2CD42FA4" w14:textId="77777777" w:rsidR="00000000" w:rsidRDefault="00000000" w:rsidP="002F44D5">
            <w:r>
              <w:t>0.244</w:t>
            </w:r>
          </w:p>
        </w:tc>
      </w:tr>
      <w:tr w:rsidR="0058474F" w14:paraId="79D508DC" w14:textId="77777777" w:rsidTr="00762E43">
        <w:trPr>
          <w:jc w:val="center"/>
        </w:trPr>
        <w:tc>
          <w:tcPr>
            <w:tcW w:w="3347" w:type="dxa"/>
            <w:vAlign w:val="center"/>
          </w:tcPr>
          <w:p w14:paraId="70BC3434" w14:textId="77777777" w:rsidR="00000000" w:rsidRDefault="00000000" w:rsidP="002F44D5">
            <w:r>
              <w:t>各层之和</w:t>
            </w:r>
            <w:r>
              <w:t>∑</w:t>
            </w:r>
          </w:p>
        </w:tc>
        <w:tc>
          <w:tcPr>
            <w:tcW w:w="849" w:type="dxa"/>
            <w:vAlign w:val="center"/>
          </w:tcPr>
          <w:p w14:paraId="7F2BA486" w14:textId="77777777" w:rsidR="00000000" w:rsidRDefault="00000000" w:rsidP="002F44D5">
            <w:r>
              <w:t>190</w:t>
            </w:r>
          </w:p>
        </w:tc>
        <w:tc>
          <w:tcPr>
            <w:tcW w:w="1075" w:type="dxa"/>
            <w:vAlign w:val="center"/>
          </w:tcPr>
          <w:p w14:paraId="4853AFC6" w14:textId="77777777" w:rsidR="00000000" w:rsidRDefault="00000000" w:rsidP="002F44D5">
            <w:r>
              <w:t>－</w:t>
            </w:r>
          </w:p>
        </w:tc>
        <w:tc>
          <w:tcPr>
            <w:tcW w:w="1075" w:type="dxa"/>
            <w:vAlign w:val="center"/>
          </w:tcPr>
          <w:p w14:paraId="4D8B2BF3" w14:textId="77777777" w:rsidR="00000000" w:rsidRDefault="00000000" w:rsidP="002F44D5">
            <w:r>
              <w:t>－</w:t>
            </w:r>
          </w:p>
        </w:tc>
        <w:tc>
          <w:tcPr>
            <w:tcW w:w="848" w:type="dxa"/>
            <w:vAlign w:val="center"/>
          </w:tcPr>
          <w:p w14:paraId="6F21EE21" w14:textId="77777777" w:rsidR="00000000" w:rsidRDefault="00000000" w:rsidP="002F44D5">
            <w:r>
              <w:t>－</w:t>
            </w:r>
          </w:p>
        </w:tc>
        <w:tc>
          <w:tcPr>
            <w:tcW w:w="1075" w:type="dxa"/>
            <w:vAlign w:val="center"/>
          </w:tcPr>
          <w:p w14:paraId="03B95490" w14:textId="77777777" w:rsidR="00000000" w:rsidRDefault="00000000" w:rsidP="002F44D5">
            <w:r>
              <w:t>1.023</w:t>
            </w:r>
          </w:p>
        </w:tc>
        <w:tc>
          <w:tcPr>
            <w:tcW w:w="1064" w:type="dxa"/>
            <w:vAlign w:val="center"/>
          </w:tcPr>
          <w:p w14:paraId="77EDD36E" w14:textId="77777777" w:rsidR="00000000" w:rsidRDefault="00000000" w:rsidP="002F44D5">
            <w:r>
              <w:t>2.046</w:t>
            </w:r>
          </w:p>
        </w:tc>
      </w:tr>
      <w:tr w:rsidR="0058474F" w14:paraId="28CEA432" w14:textId="77777777" w:rsidTr="00762E43"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 w14:paraId="7CC1E152" w14:textId="77777777" w:rsidR="00000000" w:rsidRPr="00D95163" w:rsidRDefault="00000000" w:rsidP="002F44D5">
            <w:r>
              <w:t>传热系数</w:t>
            </w:r>
            <w:r>
              <w:t>K</w:t>
            </w:r>
          </w:p>
        </w:tc>
        <w:tc>
          <w:tcPr>
            <w:tcW w:w="5986" w:type="dxa"/>
            <w:gridSpan w:val="6"/>
          </w:tcPr>
          <w:p w14:paraId="34EDFB4E" w14:textId="77777777" w:rsidR="00000000" w:rsidRDefault="00000000" w:rsidP="002F44D5">
            <w:pPr>
              <w:jc w:val="center"/>
            </w:pPr>
            <w:r>
              <w:t>0.81</w:t>
            </w:r>
          </w:p>
        </w:tc>
      </w:tr>
    </w:tbl>
    <w:p w14:paraId="1A7DE93C" w14:textId="77777777" w:rsidR="00000000" w:rsidRPr="00612E00" w:rsidRDefault="00000000" w:rsidP="0042722A">
      <w:pPr>
        <w:pStyle w:val="lj"/>
        <w:spacing w:line="360" w:lineRule="exact"/>
        <w:ind w:firstLineChars="1600" w:firstLine="3840"/>
      </w:pPr>
    </w:p>
    <w:p w14:paraId="6B6958D1" w14:textId="77777777" w:rsidR="00BE0E75" w:rsidRDefault="00000000" w:rsidP="0058474F">
      <w:pPr>
        <w:jc w:val="center"/>
      </w:pPr>
      <w:r w:rsidRPr="00E145DC">
        <w:rPr>
          <w:rFonts w:hint="eastAsia"/>
        </w:rPr>
        <w:t>表</w:t>
      </w:r>
      <w:r w:rsidRPr="00E145DC">
        <w:rPr>
          <w:rFonts w:hint="eastAsia"/>
        </w:rPr>
        <w:t xml:space="preserve"> </w:t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>STYLEREF 2 \s</w:instrText>
      </w:r>
      <w:r w:rsidRPr="00E145DC">
        <w:instrText xml:space="preserve"> </w:instrText>
      </w:r>
      <w:r w:rsidRPr="00E145DC">
        <w:fldChar w:fldCharType="separate"/>
      </w:r>
      <w:r w:rsidR="00CA6F4A">
        <w:rPr>
          <w:noProof/>
        </w:rPr>
        <w:t>4.3</w:t>
      </w:r>
      <w:r w:rsidRPr="00E145DC">
        <w:fldChar w:fldCharType="end"/>
      </w:r>
      <w:r w:rsidRPr="00E145DC">
        <w:noBreakHyphen/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 xml:space="preserve">SEQ </w:instrText>
      </w:r>
      <w:r w:rsidRPr="00E145DC">
        <w:rPr>
          <w:rFonts w:hint="eastAsia"/>
        </w:rPr>
        <w:instrText>表</w:instrText>
      </w:r>
      <w:r w:rsidRPr="00E145DC">
        <w:rPr>
          <w:rFonts w:hint="eastAsia"/>
        </w:rPr>
        <w:instrText xml:space="preserve"> \* ARABIC \s 2</w:instrText>
      </w:r>
      <w:r w:rsidRPr="00E145DC">
        <w:instrText xml:space="preserve"> </w:instrText>
      </w:r>
      <w:r w:rsidRPr="00E145DC">
        <w:fldChar w:fldCharType="separate"/>
      </w:r>
      <w:r w:rsidR="00CA6F4A">
        <w:rPr>
          <w:noProof/>
        </w:rPr>
        <w:t>13</w:t>
      </w:r>
      <w:r w:rsidRPr="00E145DC">
        <w:fldChar w:fldCharType="end"/>
      </w:r>
      <w:r w:rsidRPr="00E145DC">
        <w:rPr>
          <w:rFonts w:hint="eastAsia"/>
        </w:rPr>
        <w:t xml:space="preserve"> 12A</w:t>
      </w:r>
      <w:r w:rsidRPr="00E145DC">
        <w:rPr>
          <w:rFonts w:hint="eastAsia"/>
        </w:rPr>
        <w:t>钢铝单框双玻窗（平均）</w:t>
      </w:r>
    </w:p>
    <w:tbl>
      <w:tblPr>
        <w:tblW w:w="933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58474F" w14:paraId="10C19B94" w14:textId="77777777" w:rsidTr="00762E43">
        <w:trPr>
          <w:jc w:val="center"/>
        </w:trPr>
        <w:tc>
          <w:tcPr>
            <w:tcW w:w="3347" w:type="dxa"/>
            <w:vMerge w:val="restart"/>
            <w:shd w:val="clear" w:color="auto" w:fill="E6E6E6"/>
            <w:vAlign w:val="center"/>
          </w:tcPr>
          <w:p w14:paraId="438148B4" w14:textId="77777777" w:rsidR="00000000" w:rsidRDefault="00000000" w:rsidP="002F44D5">
            <w:pPr>
              <w:jc w:val="center"/>
            </w:pPr>
            <w:r>
              <w:t>材料名称</w:t>
            </w:r>
          </w:p>
        </w:tc>
        <w:tc>
          <w:tcPr>
            <w:tcW w:w="849" w:type="dxa"/>
            <w:shd w:val="clear" w:color="auto" w:fill="E6E6E6"/>
            <w:vAlign w:val="center"/>
          </w:tcPr>
          <w:p w14:paraId="51CF081E" w14:textId="77777777" w:rsidR="00000000" w:rsidRDefault="00000000" w:rsidP="002F44D5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E7741DD" w14:textId="77777777" w:rsidR="00000000" w:rsidRDefault="00000000" w:rsidP="002F44D5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0268265" w14:textId="77777777" w:rsidR="00000000" w:rsidRDefault="00000000" w:rsidP="002F44D5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30651EA1" w14:textId="77777777" w:rsidR="00000000" w:rsidRDefault="00000000" w:rsidP="002F44D5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254DA56" w14:textId="77777777" w:rsidR="00000000" w:rsidRDefault="00000000" w:rsidP="002F44D5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7C48D288" w14:textId="77777777" w:rsidR="00000000" w:rsidRDefault="00000000" w:rsidP="002F44D5">
            <w:pPr>
              <w:jc w:val="center"/>
            </w:pPr>
            <w:r>
              <w:t>热惰性指标</w:t>
            </w:r>
          </w:p>
        </w:tc>
      </w:tr>
      <w:tr w:rsidR="0058474F" w14:paraId="5B46E5B8" w14:textId="77777777" w:rsidTr="00762E43">
        <w:trPr>
          <w:jc w:val="center"/>
        </w:trPr>
        <w:tc>
          <w:tcPr>
            <w:tcW w:w="3347" w:type="dxa"/>
            <w:vMerge/>
            <w:shd w:val="clear" w:color="auto" w:fill="E6E6E6"/>
            <w:vAlign w:val="center"/>
          </w:tcPr>
          <w:p w14:paraId="6E7A2D18" w14:textId="77777777" w:rsidR="00000000" w:rsidRDefault="00000000" w:rsidP="002F44D5">
            <w:pPr>
              <w:jc w:val="center"/>
            </w:pPr>
          </w:p>
        </w:tc>
        <w:tc>
          <w:tcPr>
            <w:tcW w:w="849" w:type="dxa"/>
            <w:shd w:val="clear" w:color="auto" w:fill="E6E6E6"/>
            <w:vAlign w:val="center"/>
          </w:tcPr>
          <w:p w14:paraId="6020D1A0" w14:textId="77777777" w:rsidR="00000000" w:rsidRDefault="00000000" w:rsidP="002F44D5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616D425" w14:textId="77777777" w:rsidR="00000000" w:rsidRDefault="00000000" w:rsidP="002F44D5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4D5744C" w14:textId="77777777" w:rsidR="00000000" w:rsidRDefault="00000000" w:rsidP="002F44D5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5BDB4DD1" w14:textId="77777777" w:rsidR="00000000" w:rsidRDefault="00000000" w:rsidP="002F44D5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7452C56" w14:textId="77777777" w:rsidR="00000000" w:rsidRDefault="00000000" w:rsidP="002F44D5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03C297D1" w14:textId="77777777" w:rsidR="00000000" w:rsidRDefault="00000000" w:rsidP="002F44D5">
            <w:pPr>
              <w:jc w:val="center"/>
            </w:pPr>
            <w:r>
              <w:t>D=R*S</w:t>
            </w:r>
          </w:p>
        </w:tc>
      </w:tr>
      <w:tr w:rsidR="00817A71" w14:paraId="618788EC" w14:textId="77777777">
        <w:trPr>
          <w:jc w:val="center"/>
        </w:trPr>
        <w:tc>
          <w:tcPr>
            <w:tcW w:w="3347" w:type="dxa"/>
            <w:vAlign w:val="center"/>
          </w:tcPr>
          <w:p w14:paraId="49E7B7E8" w14:textId="77777777" w:rsidR="00000000" w:rsidRDefault="00000000" w:rsidP="002F44D5">
            <w:r>
              <w:t>各层之和</w:t>
            </w:r>
            <w:r>
              <w:t>∑</w:t>
            </w:r>
          </w:p>
        </w:tc>
        <w:tc>
          <w:tcPr>
            <w:tcW w:w="849" w:type="dxa"/>
            <w:vAlign w:val="center"/>
          </w:tcPr>
          <w:p w14:paraId="598726FB" w14:textId="77777777" w:rsidR="00000000" w:rsidRDefault="00000000" w:rsidP="002F44D5">
            <w:r>
              <w:t>0</w:t>
            </w:r>
          </w:p>
        </w:tc>
        <w:tc>
          <w:tcPr>
            <w:tcW w:w="1075" w:type="dxa"/>
            <w:vAlign w:val="center"/>
          </w:tcPr>
          <w:p w14:paraId="30EF5402" w14:textId="77777777" w:rsidR="00000000" w:rsidRDefault="00000000" w:rsidP="002F44D5">
            <w:r>
              <w:t>－</w:t>
            </w:r>
          </w:p>
        </w:tc>
        <w:tc>
          <w:tcPr>
            <w:tcW w:w="1075" w:type="dxa"/>
            <w:vAlign w:val="center"/>
          </w:tcPr>
          <w:p w14:paraId="6876AEFC" w14:textId="77777777" w:rsidR="00000000" w:rsidRDefault="00000000" w:rsidP="002F44D5">
            <w:r>
              <w:t>－</w:t>
            </w:r>
          </w:p>
        </w:tc>
        <w:tc>
          <w:tcPr>
            <w:tcW w:w="848" w:type="dxa"/>
            <w:vAlign w:val="center"/>
          </w:tcPr>
          <w:p w14:paraId="2C23E6B8" w14:textId="77777777" w:rsidR="00000000" w:rsidRDefault="00000000" w:rsidP="002F44D5">
            <w:r>
              <w:t>－</w:t>
            </w:r>
          </w:p>
        </w:tc>
        <w:tc>
          <w:tcPr>
            <w:tcW w:w="1075" w:type="dxa"/>
            <w:vAlign w:val="center"/>
          </w:tcPr>
          <w:p w14:paraId="7856ED44" w14:textId="77777777" w:rsidR="00000000" w:rsidRDefault="00000000" w:rsidP="002F44D5">
            <w:r>
              <w:t>0.000</w:t>
            </w:r>
          </w:p>
        </w:tc>
        <w:tc>
          <w:tcPr>
            <w:tcW w:w="1064" w:type="dxa"/>
            <w:vAlign w:val="center"/>
          </w:tcPr>
          <w:p w14:paraId="39D95465" w14:textId="77777777" w:rsidR="00000000" w:rsidRDefault="00000000" w:rsidP="002F44D5">
            <w:r>
              <w:t>0.000</w:t>
            </w:r>
          </w:p>
        </w:tc>
      </w:tr>
      <w:tr w:rsidR="0058474F" w14:paraId="5BB814F7" w14:textId="77777777" w:rsidTr="00762E43"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 w14:paraId="279CA498" w14:textId="77777777" w:rsidR="00000000" w:rsidRDefault="00000000" w:rsidP="002F44D5">
            <w:r>
              <w:t>传热系数</w:t>
            </w:r>
            <w:r>
              <w:t>K</w:t>
            </w:r>
          </w:p>
        </w:tc>
        <w:tc>
          <w:tcPr>
            <w:tcW w:w="5986" w:type="dxa"/>
            <w:gridSpan w:val="6"/>
          </w:tcPr>
          <w:p w14:paraId="3F633369" w14:textId="77777777" w:rsidR="00000000" w:rsidRDefault="00000000" w:rsidP="002F44D5">
            <w:pPr>
              <w:jc w:val="center"/>
            </w:pPr>
            <w:r>
              <w:t>2.00</w:t>
            </w:r>
          </w:p>
        </w:tc>
      </w:tr>
      <w:tr w:rsidR="0058474F" w14:paraId="4A3926D3" w14:textId="77777777" w:rsidTr="00762E43"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 w14:paraId="40092F0F" w14:textId="77777777" w:rsidR="00000000" w:rsidRPr="00D95163" w:rsidRDefault="00000000" w:rsidP="002F44D5"/>
        </w:tc>
        <w:tc>
          <w:tcPr>
            <w:tcW w:w="5986" w:type="dxa"/>
            <w:gridSpan w:val="6"/>
          </w:tcPr>
          <w:p w14:paraId="3B5F186F" w14:textId="77777777" w:rsidR="00000000" w:rsidRDefault="00000000" w:rsidP="002F44D5">
            <w:pPr>
              <w:jc w:val="center"/>
            </w:pPr>
          </w:p>
        </w:tc>
      </w:tr>
    </w:tbl>
    <w:p w14:paraId="0D9357F4" w14:textId="77777777" w:rsidR="00000000" w:rsidRPr="00612E00" w:rsidRDefault="00000000" w:rsidP="0042722A">
      <w:pPr>
        <w:pStyle w:val="lj"/>
        <w:spacing w:line="360" w:lineRule="exact"/>
        <w:ind w:firstLineChars="1600" w:firstLine="3840"/>
      </w:pPr>
    </w:p>
    <w:p w14:paraId="68A1E34F" w14:textId="77777777" w:rsidR="00BE0E75" w:rsidRDefault="00000000" w:rsidP="0058474F">
      <w:pPr>
        <w:jc w:val="center"/>
      </w:pPr>
      <w:r w:rsidRPr="00E145DC">
        <w:rPr>
          <w:rFonts w:hint="eastAsia"/>
        </w:rPr>
        <w:t>表</w:t>
      </w:r>
      <w:r w:rsidRPr="00E145DC">
        <w:rPr>
          <w:rFonts w:hint="eastAsia"/>
        </w:rPr>
        <w:t xml:space="preserve"> </w:t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>STYLEREF 2 \s</w:instrText>
      </w:r>
      <w:r w:rsidRPr="00E145DC">
        <w:instrText xml:space="preserve"> </w:instrText>
      </w:r>
      <w:r w:rsidRPr="00E145DC">
        <w:fldChar w:fldCharType="separate"/>
      </w:r>
      <w:r w:rsidR="00CA6F4A">
        <w:rPr>
          <w:noProof/>
        </w:rPr>
        <w:t>4.3</w:t>
      </w:r>
      <w:r w:rsidRPr="00E145DC">
        <w:fldChar w:fldCharType="end"/>
      </w:r>
      <w:r w:rsidRPr="00E145DC">
        <w:noBreakHyphen/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 xml:space="preserve">SEQ </w:instrText>
      </w:r>
      <w:r w:rsidRPr="00E145DC">
        <w:rPr>
          <w:rFonts w:hint="eastAsia"/>
        </w:rPr>
        <w:instrText>表</w:instrText>
      </w:r>
      <w:r w:rsidRPr="00E145DC">
        <w:rPr>
          <w:rFonts w:hint="eastAsia"/>
        </w:rPr>
        <w:instrText xml:space="preserve"> \* ARABIC \s 2</w:instrText>
      </w:r>
      <w:r w:rsidRPr="00E145DC">
        <w:instrText xml:space="preserve"> </w:instrText>
      </w:r>
      <w:r w:rsidRPr="00E145DC">
        <w:fldChar w:fldCharType="separate"/>
      </w:r>
      <w:r w:rsidR="00CA6F4A">
        <w:rPr>
          <w:noProof/>
        </w:rPr>
        <w:t>14</w:t>
      </w:r>
      <w:r w:rsidRPr="00E145DC">
        <w:fldChar w:fldCharType="end"/>
      </w:r>
      <w:r w:rsidRPr="00E145DC">
        <w:rPr>
          <w:rFonts w:hint="eastAsia"/>
        </w:rPr>
        <w:t xml:space="preserve"> </w:t>
      </w:r>
      <w:r w:rsidRPr="00E145DC">
        <w:rPr>
          <w:rFonts w:hint="eastAsia"/>
        </w:rPr>
        <w:t>阳台顶板构造一</w:t>
      </w:r>
    </w:p>
    <w:tbl>
      <w:tblPr>
        <w:tblW w:w="933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58474F" w14:paraId="57D9AAF8" w14:textId="77777777" w:rsidTr="00762E43">
        <w:trPr>
          <w:jc w:val="center"/>
        </w:trPr>
        <w:tc>
          <w:tcPr>
            <w:tcW w:w="3347" w:type="dxa"/>
            <w:vMerge w:val="restart"/>
            <w:shd w:val="clear" w:color="auto" w:fill="E6E6E6"/>
            <w:vAlign w:val="center"/>
          </w:tcPr>
          <w:p w14:paraId="259A4C54" w14:textId="77777777" w:rsidR="00000000" w:rsidRDefault="00000000" w:rsidP="002F44D5">
            <w:pPr>
              <w:jc w:val="center"/>
            </w:pPr>
            <w:r>
              <w:t>材料名称</w:t>
            </w:r>
            <w:r>
              <w:br/>
            </w:r>
            <w:r>
              <w:t>（由上到下）</w:t>
            </w:r>
          </w:p>
        </w:tc>
        <w:tc>
          <w:tcPr>
            <w:tcW w:w="849" w:type="dxa"/>
            <w:shd w:val="clear" w:color="auto" w:fill="E6E6E6"/>
            <w:vAlign w:val="center"/>
          </w:tcPr>
          <w:p w14:paraId="2B6F0B4F" w14:textId="77777777" w:rsidR="00000000" w:rsidRDefault="00000000" w:rsidP="002F44D5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E11928A" w14:textId="77777777" w:rsidR="00000000" w:rsidRDefault="00000000" w:rsidP="002F44D5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32FA4DA" w14:textId="77777777" w:rsidR="00000000" w:rsidRDefault="00000000" w:rsidP="002F44D5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35D42E8A" w14:textId="77777777" w:rsidR="00000000" w:rsidRDefault="00000000" w:rsidP="002F44D5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80A3AD4" w14:textId="77777777" w:rsidR="00000000" w:rsidRDefault="00000000" w:rsidP="002F44D5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2B7F9090" w14:textId="77777777" w:rsidR="00000000" w:rsidRDefault="00000000" w:rsidP="002F44D5">
            <w:pPr>
              <w:jc w:val="center"/>
            </w:pPr>
            <w:r>
              <w:t>热惰性指标</w:t>
            </w:r>
          </w:p>
        </w:tc>
      </w:tr>
      <w:tr w:rsidR="0058474F" w14:paraId="6161C6FC" w14:textId="77777777" w:rsidTr="00762E43">
        <w:trPr>
          <w:jc w:val="center"/>
        </w:trPr>
        <w:tc>
          <w:tcPr>
            <w:tcW w:w="3347" w:type="dxa"/>
            <w:vMerge/>
            <w:shd w:val="clear" w:color="auto" w:fill="E6E6E6"/>
            <w:vAlign w:val="center"/>
          </w:tcPr>
          <w:p w14:paraId="5480D0F2" w14:textId="77777777" w:rsidR="00000000" w:rsidRDefault="00000000" w:rsidP="002F44D5">
            <w:pPr>
              <w:jc w:val="center"/>
            </w:pPr>
          </w:p>
        </w:tc>
        <w:tc>
          <w:tcPr>
            <w:tcW w:w="849" w:type="dxa"/>
            <w:shd w:val="clear" w:color="auto" w:fill="E6E6E6"/>
            <w:vAlign w:val="center"/>
          </w:tcPr>
          <w:p w14:paraId="6CDCC07C" w14:textId="77777777" w:rsidR="00000000" w:rsidRDefault="00000000" w:rsidP="002F44D5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BD13674" w14:textId="77777777" w:rsidR="00000000" w:rsidRDefault="00000000" w:rsidP="002F44D5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422DF13" w14:textId="77777777" w:rsidR="00000000" w:rsidRDefault="00000000" w:rsidP="002F44D5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58D4BB23" w14:textId="77777777" w:rsidR="00000000" w:rsidRDefault="00000000" w:rsidP="002F44D5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41C0262" w14:textId="77777777" w:rsidR="00000000" w:rsidRDefault="00000000" w:rsidP="002F44D5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71944D2E" w14:textId="77777777" w:rsidR="00000000" w:rsidRDefault="00000000" w:rsidP="002F44D5">
            <w:pPr>
              <w:jc w:val="center"/>
            </w:pPr>
            <w:r>
              <w:t>D=R*S</w:t>
            </w:r>
          </w:p>
        </w:tc>
      </w:tr>
      <w:tr w:rsidR="00817A71" w14:paraId="6833C360" w14:textId="77777777">
        <w:trPr>
          <w:jc w:val="center"/>
        </w:trPr>
        <w:tc>
          <w:tcPr>
            <w:tcW w:w="3347" w:type="dxa"/>
            <w:vAlign w:val="center"/>
          </w:tcPr>
          <w:p w14:paraId="7F1B9353" w14:textId="77777777" w:rsidR="00000000" w:rsidRDefault="00000000" w:rsidP="002F44D5">
            <w:r>
              <w:t>钢筋混凝土</w:t>
            </w:r>
          </w:p>
        </w:tc>
        <w:tc>
          <w:tcPr>
            <w:tcW w:w="849" w:type="dxa"/>
            <w:vAlign w:val="center"/>
          </w:tcPr>
          <w:p w14:paraId="5FEFD8ED" w14:textId="77777777" w:rsidR="00000000" w:rsidRDefault="00000000" w:rsidP="002F44D5">
            <w:r>
              <w:t>50</w:t>
            </w:r>
          </w:p>
        </w:tc>
        <w:tc>
          <w:tcPr>
            <w:tcW w:w="1075" w:type="dxa"/>
            <w:vAlign w:val="center"/>
          </w:tcPr>
          <w:p w14:paraId="0F61ED05" w14:textId="77777777" w:rsidR="00000000" w:rsidRDefault="00000000" w:rsidP="002F44D5">
            <w:r>
              <w:t>1.740</w:t>
            </w:r>
          </w:p>
        </w:tc>
        <w:tc>
          <w:tcPr>
            <w:tcW w:w="1075" w:type="dxa"/>
            <w:vAlign w:val="center"/>
          </w:tcPr>
          <w:p w14:paraId="3ACE8207" w14:textId="77777777" w:rsidR="00000000" w:rsidRDefault="00000000" w:rsidP="002F44D5">
            <w:r>
              <w:t>17.200</w:t>
            </w:r>
          </w:p>
        </w:tc>
        <w:tc>
          <w:tcPr>
            <w:tcW w:w="848" w:type="dxa"/>
            <w:vAlign w:val="center"/>
          </w:tcPr>
          <w:p w14:paraId="1F5F1CA3" w14:textId="77777777" w:rsidR="00000000" w:rsidRDefault="00000000" w:rsidP="002F44D5">
            <w:r>
              <w:t>1.00</w:t>
            </w:r>
          </w:p>
        </w:tc>
        <w:tc>
          <w:tcPr>
            <w:tcW w:w="1075" w:type="dxa"/>
            <w:vAlign w:val="center"/>
          </w:tcPr>
          <w:p w14:paraId="1EDA67BE" w14:textId="77777777" w:rsidR="00000000" w:rsidRDefault="00000000" w:rsidP="002F44D5">
            <w:r>
              <w:t>0.029</w:t>
            </w:r>
          </w:p>
        </w:tc>
        <w:tc>
          <w:tcPr>
            <w:tcW w:w="1064" w:type="dxa"/>
            <w:vAlign w:val="center"/>
          </w:tcPr>
          <w:p w14:paraId="3BCAA549" w14:textId="77777777" w:rsidR="00000000" w:rsidRDefault="00000000" w:rsidP="002F44D5">
            <w:r>
              <w:t>0.494</w:t>
            </w:r>
          </w:p>
        </w:tc>
      </w:tr>
      <w:tr w:rsidR="0058474F" w14:paraId="15EBBE1A" w14:textId="77777777" w:rsidTr="00762E43">
        <w:trPr>
          <w:jc w:val="center"/>
        </w:trPr>
        <w:tc>
          <w:tcPr>
            <w:tcW w:w="3347" w:type="dxa"/>
            <w:vAlign w:val="center"/>
          </w:tcPr>
          <w:p w14:paraId="24DB1C42" w14:textId="77777777" w:rsidR="00000000" w:rsidRDefault="00000000" w:rsidP="002F44D5">
            <w:r>
              <w:t>各层之和</w:t>
            </w:r>
            <w:r>
              <w:t>∑</w:t>
            </w:r>
          </w:p>
        </w:tc>
        <w:tc>
          <w:tcPr>
            <w:tcW w:w="849" w:type="dxa"/>
            <w:vAlign w:val="center"/>
          </w:tcPr>
          <w:p w14:paraId="04D7D66A" w14:textId="77777777" w:rsidR="00000000" w:rsidRDefault="00000000" w:rsidP="002F44D5">
            <w:r>
              <w:t>50</w:t>
            </w:r>
          </w:p>
        </w:tc>
        <w:tc>
          <w:tcPr>
            <w:tcW w:w="1075" w:type="dxa"/>
            <w:vAlign w:val="center"/>
          </w:tcPr>
          <w:p w14:paraId="67494A17" w14:textId="77777777" w:rsidR="00000000" w:rsidRDefault="00000000" w:rsidP="002F44D5">
            <w:r>
              <w:t>－</w:t>
            </w:r>
          </w:p>
        </w:tc>
        <w:tc>
          <w:tcPr>
            <w:tcW w:w="1075" w:type="dxa"/>
            <w:vAlign w:val="center"/>
          </w:tcPr>
          <w:p w14:paraId="01AC4D4B" w14:textId="77777777" w:rsidR="00000000" w:rsidRDefault="00000000" w:rsidP="002F44D5">
            <w:r>
              <w:t>－</w:t>
            </w:r>
          </w:p>
        </w:tc>
        <w:tc>
          <w:tcPr>
            <w:tcW w:w="848" w:type="dxa"/>
            <w:vAlign w:val="center"/>
          </w:tcPr>
          <w:p w14:paraId="4A1DF02A" w14:textId="77777777" w:rsidR="00000000" w:rsidRDefault="00000000" w:rsidP="002F44D5">
            <w:r>
              <w:t>－</w:t>
            </w:r>
          </w:p>
        </w:tc>
        <w:tc>
          <w:tcPr>
            <w:tcW w:w="1075" w:type="dxa"/>
            <w:vAlign w:val="center"/>
          </w:tcPr>
          <w:p w14:paraId="799364C2" w14:textId="77777777" w:rsidR="00000000" w:rsidRDefault="00000000" w:rsidP="002F44D5">
            <w:r>
              <w:t>0.029</w:t>
            </w:r>
          </w:p>
        </w:tc>
        <w:tc>
          <w:tcPr>
            <w:tcW w:w="1064" w:type="dxa"/>
            <w:vAlign w:val="center"/>
          </w:tcPr>
          <w:p w14:paraId="268D4DBB" w14:textId="77777777" w:rsidR="00000000" w:rsidRDefault="00000000" w:rsidP="002F44D5">
            <w:r>
              <w:t>0.494</w:t>
            </w:r>
          </w:p>
        </w:tc>
      </w:tr>
      <w:tr w:rsidR="0058474F" w14:paraId="62359F48" w14:textId="77777777" w:rsidTr="00762E43"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 w14:paraId="0FE8A3A5" w14:textId="77777777" w:rsidR="00000000" w:rsidRPr="00D95163" w:rsidRDefault="00000000" w:rsidP="002F44D5">
            <w:r>
              <w:t>传热系数</w:t>
            </w:r>
            <w:r>
              <w:t>K=1/(0.15+∑R)</w:t>
            </w:r>
          </w:p>
        </w:tc>
        <w:tc>
          <w:tcPr>
            <w:tcW w:w="5986" w:type="dxa"/>
            <w:gridSpan w:val="6"/>
          </w:tcPr>
          <w:p w14:paraId="6ADAAD42" w14:textId="77777777" w:rsidR="00000000" w:rsidRDefault="00000000" w:rsidP="002F44D5">
            <w:pPr>
              <w:jc w:val="center"/>
            </w:pPr>
            <w:r>
              <w:t>5.60</w:t>
            </w:r>
          </w:p>
        </w:tc>
      </w:tr>
    </w:tbl>
    <w:p w14:paraId="3E2C72FC" w14:textId="77777777" w:rsidR="00000000" w:rsidRPr="00612E00" w:rsidRDefault="00000000" w:rsidP="0042722A">
      <w:pPr>
        <w:pStyle w:val="lj"/>
        <w:spacing w:line="360" w:lineRule="exact"/>
        <w:ind w:firstLineChars="1600" w:firstLine="3840"/>
      </w:pPr>
    </w:p>
    <w:p w14:paraId="4A44019E" w14:textId="77777777" w:rsidR="00BE0E75" w:rsidRDefault="00000000" w:rsidP="0058474F">
      <w:pPr>
        <w:jc w:val="center"/>
      </w:pPr>
      <w:r w:rsidRPr="00E145DC">
        <w:rPr>
          <w:rFonts w:hint="eastAsia"/>
        </w:rPr>
        <w:t>表</w:t>
      </w:r>
      <w:r w:rsidRPr="00E145DC">
        <w:rPr>
          <w:rFonts w:hint="eastAsia"/>
        </w:rPr>
        <w:t xml:space="preserve"> </w:t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>STYLEREF 2 \s</w:instrText>
      </w:r>
      <w:r w:rsidRPr="00E145DC">
        <w:instrText xml:space="preserve"> </w:instrText>
      </w:r>
      <w:r w:rsidRPr="00E145DC">
        <w:fldChar w:fldCharType="separate"/>
      </w:r>
      <w:r w:rsidR="00CA6F4A">
        <w:rPr>
          <w:noProof/>
        </w:rPr>
        <w:t>4.3</w:t>
      </w:r>
      <w:r w:rsidRPr="00E145DC">
        <w:fldChar w:fldCharType="end"/>
      </w:r>
      <w:r w:rsidRPr="00E145DC">
        <w:noBreakHyphen/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 xml:space="preserve">SEQ </w:instrText>
      </w:r>
      <w:r w:rsidRPr="00E145DC">
        <w:rPr>
          <w:rFonts w:hint="eastAsia"/>
        </w:rPr>
        <w:instrText>表</w:instrText>
      </w:r>
      <w:r w:rsidRPr="00E145DC">
        <w:rPr>
          <w:rFonts w:hint="eastAsia"/>
        </w:rPr>
        <w:instrText xml:space="preserve"> \* ARABIC \s 2</w:instrText>
      </w:r>
      <w:r w:rsidRPr="00E145DC">
        <w:instrText xml:space="preserve"> </w:instrText>
      </w:r>
      <w:r w:rsidRPr="00E145DC">
        <w:fldChar w:fldCharType="separate"/>
      </w:r>
      <w:r w:rsidR="00CA6F4A">
        <w:rPr>
          <w:noProof/>
        </w:rPr>
        <w:t>15</w:t>
      </w:r>
      <w:r w:rsidRPr="00E145DC">
        <w:fldChar w:fldCharType="end"/>
      </w:r>
      <w:r w:rsidRPr="00E145DC">
        <w:rPr>
          <w:rFonts w:hint="eastAsia"/>
        </w:rPr>
        <w:t xml:space="preserve"> </w:t>
      </w:r>
      <w:r w:rsidRPr="00E145DC">
        <w:rPr>
          <w:rFonts w:hint="eastAsia"/>
        </w:rPr>
        <w:t>阳台栏板构造一</w:t>
      </w:r>
    </w:p>
    <w:tbl>
      <w:tblPr>
        <w:tblW w:w="933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58474F" w14:paraId="4388D341" w14:textId="77777777" w:rsidTr="00762E43">
        <w:trPr>
          <w:jc w:val="center"/>
        </w:trPr>
        <w:tc>
          <w:tcPr>
            <w:tcW w:w="3347" w:type="dxa"/>
            <w:vMerge w:val="restart"/>
            <w:shd w:val="clear" w:color="auto" w:fill="E6E6E6"/>
            <w:vAlign w:val="center"/>
          </w:tcPr>
          <w:p w14:paraId="2DFEDC99" w14:textId="77777777" w:rsidR="00000000" w:rsidRDefault="00000000" w:rsidP="002F44D5">
            <w:pPr>
              <w:jc w:val="center"/>
            </w:pPr>
            <w:r>
              <w:t>材料名称</w:t>
            </w:r>
            <w:r>
              <w:br/>
            </w:r>
            <w:r>
              <w:t>（由外到内）</w:t>
            </w:r>
          </w:p>
        </w:tc>
        <w:tc>
          <w:tcPr>
            <w:tcW w:w="849" w:type="dxa"/>
            <w:shd w:val="clear" w:color="auto" w:fill="E6E6E6"/>
            <w:vAlign w:val="center"/>
          </w:tcPr>
          <w:p w14:paraId="25619706" w14:textId="77777777" w:rsidR="00000000" w:rsidRDefault="00000000" w:rsidP="002F44D5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BEB98EC" w14:textId="77777777" w:rsidR="00000000" w:rsidRDefault="00000000" w:rsidP="002F44D5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856641D" w14:textId="77777777" w:rsidR="00000000" w:rsidRDefault="00000000" w:rsidP="002F44D5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754B5FDC" w14:textId="77777777" w:rsidR="00000000" w:rsidRDefault="00000000" w:rsidP="002F44D5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7A96505" w14:textId="77777777" w:rsidR="00000000" w:rsidRDefault="00000000" w:rsidP="002F44D5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68955272" w14:textId="77777777" w:rsidR="00000000" w:rsidRDefault="00000000" w:rsidP="002F44D5">
            <w:pPr>
              <w:jc w:val="center"/>
            </w:pPr>
            <w:r>
              <w:t>热惰性指标</w:t>
            </w:r>
          </w:p>
        </w:tc>
      </w:tr>
      <w:tr w:rsidR="0058474F" w14:paraId="0FDA9A27" w14:textId="77777777" w:rsidTr="00762E43">
        <w:trPr>
          <w:jc w:val="center"/>
        </w:trPr>
        <w:tc>
          <w:tcPr>
            <w:tcW w:w="3347" w:type="dxa"/>
            <w:vMerge/>
            <w:shd w:val="clear" w:color="auto" w:fill="E6E6E6"/>
            <w:vAlign w:val="center"/>
          </w:tcPr>
          <w:p w14:paraId="731D3768" w14:textId="77777777" w:rsidR="00000000" w:rsidRDefault="00000000" w:rsidP="002F44D5">
            <w:pPr>
              <w:jc w:val="center"/>
            </w:pPr>
          </w:p>
        </w:tc>
        <w:tc>
          <w:tcPr>
            <w:tcW w:w="849" w:type="dxa"/>
            <w:shd w:val="clear" w:color="auto" w:fill="E6E6E6"/>
            <w:vAlign w:val="center"/>
          </w:tcPr>
          <w:p w14:paraId="42E385F8" w14:textId="77777777" w:rsidR="00000000" w:rsidRDefault="00000000" w:rsidP="002F44D5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D97583B" w14:textId="77777777" w:rsidR="00000000" w:rsidRDefault="00000000" w:rsidP="002F44D5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220A0CF" w14:textId="77777777" w:rsidR="00000000" w:rsidRDefault="00000000" w:rsidP="002F44D5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58C5E2B7" w14:textId="77777777" w:rsidR="00000000" w:rsidRDefault="00000000" w:rsidP="002F44D5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A976531" w14:textId="77777777" w:rsidR="00000000" w:rsidRDefault="00000000" w:rsidP="002F44D5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5D11D30E" w14:textId="77777777" w:rsidR="00000000" w:rsidRDefault="00000000" w:rsidP="002F44D5">
            <w:pPr>
              <w:jc w:val="center"/>
            </w:pPr>
            <w:r>
              <w:t>D=R*S</w:t>
            </w:r>
          </w:p>
        </w:tc>
      </w:tr>
      <w:tr w:rsidR="00817A71" w14:paraId="61CE6370" w14:textId="77777777">
        <w:trPr>
          <w:jc w:val="center"/>
        </w:trPr>
        <w:tc>
          <w:tcPr>
            <w:tcW w:w="3347" w:type="dxa"/>
            <w:vAlign w:val="center"/>
          </w:tcPr>
          <w:p w14:paraId="50588A61" w14:textId="77777777" w:rsidR="00000000" w:rsidRDefault="00000000" w:rsidP="002F44D5">
            <w:r>
              <w:t>钢筋混凝土</w:t>
            </w:r>
          </w:p>
        </w:tc>
        <w:tc>
          <w:tcPr>
            <w:tcW w:w="849" w:type="dxa"/>
            <w:vAlign w:val="center"/>
          </w:tcPr>
          <w:p w14:paraId="6FC19EA0" w14:textId="77777777" w:rsidR="00000000" w:rsidRDefault="00000000" w:rsidP="002F44D5">
            <w:r>
              <w:t>50</w:t>
            </w:r>
          </w:p>
        </w:tc>
        <w:tc>
          <w:tcPr>
            <w:tcW w:w="1075" w:type="dxa"/>
            <w:vAlign w:val="center"/>
          </w:tcPr>
          <w:p w14:paraId="71EF55D6" w14:textId="77777777" w:rsidR="00000000" w:rsidRDefault="00000000" w:rsidP="002F44D5">
            <w:r>
              <w:t>1.740</w:t>
            </w:r>
          </w:p>
        </w:tc>
        <w:tc>
          <w:tcPr>
            <w:tcW w:w="1075" w:type="dxa"/>
            <w:vAlign w:val="center"/>
          </w:tcPr>
          <w:p w14:paraId="05BCDA5F" w14:textId="77777777" w:rsidR="00000000" w:rsidRDefault="00000000" w:rsidP="002F44D5">
            <w:r>
              <w:t>17.200</w:t>
            </w:r>
          </w:p>
        </w:tc>
        <w:tc>
          <w:tcPr>
            <w:tcW w:w="848" w:type="dxa"/>
            <w:vAlign w:val="center"/>
          </w:tcPr>
          <w:p w14:paraId="39122A15" w14:textId="77777777" w:rsidR="00000000" w:rsidRDefault="00000000" w:rsidP="002F44D5">
            <w:r>
              <w:t>1.00</w:t>
            </w:r>
          </w:p>
        </w:tc>
        <w:tc>
          <w:tcPr>
            <w:tcW w:w="1075" w:type="dxa"/>
            <w:vAlign w:val="center"/>
          </w:tcPr>
          <w:p w14:paraId="08E52A9E" w14:textId="77777777" w:rsidR="00000000" w:rsidRDefault="00000000" w:rsidP="002F44D5">
            <w:r>
              <w:t>0.029</w:t>
            </w:r>
          </w:p>
        </w:tc>
        <w:tc>
          <w:tcPr>
            <w:tcW w:w="1064" w:type="dxa"/>
            <w:vAlign w:val="center"/>
          </w:tcPr>
          <w:p w14:paraId="5AA0B1B5" w14:textId="77777777" w:rsidR="00000000" w:rsidRDefault="00000000" w:rsidP="002F44D5">
            <w:r>
              <w:t>0.494</w:t>
            </w:r>
          </w:p>
        </w:tc>
      </w:tr>
      <w:tr w:rsidR="0058474F" w14:paraId="12E3022F" w14:textId="77777777" w:rsidTr="00762E43">
        <w:trPr>
          <w:jc w:val="center"/>
        </w:trPr>
        <w:tc>
          <w:tcPr>
            <w:tcW w:w="3347" w:type="dxa"/>
            <w:vAlign w:val="center"/>
          </w:tcPr>
          <w:p w14:paraId="45C9B51A" w14:textId="77777777" w:rsidR="00000000" w:rsidRDefault="00000000" w:rsidP="002F44D5">
            <w:r>
              <w:t>各层之和</w:t>
            </w:r>
            <w:r>
              <w:t>∑</w:t>
            </w:r>
          </w:p>
        </w:tc>
        <w:tc>
          <w:tcPr>
            <w:tcW w:w="849" w:type="dxa"/>
            <w:vAlign w:val="center"/>
          </w:tcPr>
          <w:p w14:paraId="6635721F" w14:textId="77777777" w:rsidR="00000000" w:rsidRDefault="00000000" w:rsidP="002F44D5">
            <w:r>
              <w:t>50</w:t>
            </w:r>
          </w:p>
        </w:tc>
        <w:tc>
          <w:tcPr>
            <w:tcW w:w="1075" w:type="dxa"/>
            <w:vAlign w:val="center"/>
          </w:tcPr>
          <w:p w14:paraId="2B67FAA3" w14:textId="77777777" w:rsidR="00000000" w:rsidRDefault="00000000" w:rsidP="002F44D5">
            <w:r>
              <w:t>－</w:t>
            </w:r>
          </w:p>
        </w:tc>
        <w:tc>
          <w:tcPr>
            <w:tcW w:w="1075" w:type="dxa"/>
            <w:vAlign w:val="center"/>
          </w:tcPr>
          <w:p w14:paraId="4F06FDDB" w14:textId="77777777" w:rsidR="00000000" w:rsidRDefault="00000000" w:rsidP="002F44D5">
            <w:r>
              <w:t>－</w:t>
            </w:r>
          </w:p>
        </w:tc>
        <w:tc>
          <w:tcPr>
            <w:tcW w:w="848" w:type="dxa"/>
            <w:vAlign w:val="center"/>
          </w:tcPr>
          <w:p w14:paraId="5A458EB4" w14:textId="77777777" w:rsidR="00000000" w:rsidRDefault="00000000" w:rsidP="002F44D5">
            <w:r>
              <w:t>－</w:t>
            </w:r>
          </w:p>
        </w:tc>
        <w:tc>
          <w:tcPr>
            <w:tcW w:w="1075" w:type="dxa"/>
            <w:vAlign w:val="center"/>
          </w:tcPr>
          <w:p w14:paraId="3980688E" w14:textId="77777777" w:rsidR="00000000" w:rsidRDefault="00000000" w:rsidP="002F44D5">
            <w:r>
              <w:t>0.029</w:t>
            </w:r>
          </w:p>
        </w:tc>
        <w:tc>
          <w:tcPr>
            <w:tcW w:w="1064" w:type="dxa"/>
            <w:vAlign w:val="center"/>
          </w:tcPr>
          <w:p w14:paraId="0E37EF46" w14:textId="77777777" w:rsidR="00000000" w:rsidRDefault="00000000" w:rsidP="002F44D5">
            <w:r>
              <w:t>0.494</w:t>
            </w:r>
          </w:p>
        </w:tc>
      </w:tr>
      <w:tr w:rsidR="0058474F" w14:paraId="5C065A77" w14:textId="77777777" w:rsidTr="00762E43"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 w14:paraId="29D78FEE" w14:textId="77777777" w:rsidR="00000000" w:rsidRPr="00D95163" w:rsidRDefault="00000000" w:rsidP="002F44D5">
            <w:r>
              <w:t>传热系数</w:t>
            </w:r>
            <w:r>
              <w:t>K=1/(0.15+∑R)</w:t>
            </w:r>
          </w:p>
        </w:tc>
        <w:tc>
          <w:tcPr>
            <w:tcW w:w="5986" w:type="dxa"/>
            <w:gridSpan w:val="6"/>
          </w:tcPr>
          <w:p w14:paraId="4DB9628B" w14:textId="77777777" w:rsidR="00000000" w:rsidRDefault="00000000" w:rsidP="002F44D5">
            <w:pPr>
              <w:jc w:val="center"/>
            </w:pPr>
            <w:r>
              <w:t>5.60</w:t>
            </w:r>
          </w:p>
        </w:tc>
      </w:tr>
    </w:tbl>
    <w:p w14:paraId="7AC97D9D" w14:textId="77777777" w:rsidR="00000000" w:rsidRPr="00612E00" w:rsidRDefault="00000000" w:rsidP="0042722A">
      <w:pPr>
        <w:pStyle w:val="lj"/>
        <w:spacing w:line="360" w:lineRule="exact"/>
        <w:ind w:firstLineChars="1600" w:firstLine="3840"/>
      </w:pPr>
    </w:p>
    <w:p w14:paraId="1EE4EFF1" w14:textId="77777777" w:rsidR="00BE0E75" w:rsidRDefault="00000000" w:rsidP="0058474F">
      <w:pPr>
        <w:jc w:val="center"/>
      </w:pPr>
      <w:r w:rsidRPr="00E145DC">
        <w:rPr>
          <w:rFonts w:hint="eastAsia"/>
        </w:rPr>
        <w:t>表</w:t>
      </w:r>
      <w:r w:rsidRPr="00E145DC">
        <w:rPr>
          <w:rFonts w:hint="eastAsia"/>
        </w:rPr>
        <w:t xml:space="preserve"> </w:t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>STYLEREF 2 \s</w:instrText>
      </w:r>
      <w:r w:rsidRPr="00E145DC">
        <w:instrText xml:space="preserve"> </w:instrText>
      </w:r>
      <w:r w:rsidRPr="00E145DC">
        <w:fldChar w:fldCharType="separate"/>
      </w:r>
      <w:r w:rsidR="00CA6F4A">
        <w:rPr>
          <w:noProof/>
        </w:rPr>
        <w:t>4.3</w:t>
      </w:r>
      <w:r w:rsidRPr="00E145DC">
        <w:fldChar w:fldCharType="end"/>
      </w:r>
      <w:r w:rsidRPr="00E145DC">
        <w:noBreakHyphen/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 xml:space="preserve">SEQ </w:instrText>
      </w:r>
      <w:r w:rsidRPr="00E145DC">
        <w:rPr>
          <w:rFonts w:hint="eastAsia"/>
        </w:rPr>
        <w:instrText>表</w:instrText>
      </w:r>
      <w:r w:rsidRPr="00E145DC">
        <w:rPr>
          <w:rFonts w:hint="eastAsia"/>
        </w:rPr>
        <w:instrText xml:space="preserve"> \* ARABIC \s 2</w:instrText>
      </w:r>
      <w:r w:rsidRPr="00E145DC">
        <w:instrText xml:space="preserve"> </w:instrText>
      </w:r>
      <w:r w:rsidRPr="00E145DC">
        <w:fldChar w:fldCharType="separate"/>
      </w:r>
      <w:r w:rsidR="00CA6F4A">
        <w:rPr>
          <w:noProof/>
        </w:rPr>
        <w:t>16</w:t>
      </w:r>
      <w:r w:rsidRPr="00E145DC">
        <w:fldChar w:fldCharType="end"/>
      </w:r>
      <w:r w:rsidRPr="00E145DC">
        <w:rPr>
          <w:rFonts w:hint="eastAsia"/>
        </w:rPr>
        <w:t xml:space="preserve"> </w:t>
      </w:r>
      <w:r w:rsidRPr="00E145DC">
        <w:rPr>
          <w:rFonts w:hint="eastAsia"/>
        </w:rPr>
        <w:t>中间层阳台底板构造一</w:t>
      </w:r>
    </w:p>
    <w:tbl>
      <w:tblPr>
        <w:tblW w:w="9333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58474F" w14:paraId="588A6898" w14:textId="77777777" w:rsidTr="00762E43">
        <w:trPr>
          <w:jc w:val="center"/>
        </w:trPr>
        <w:tc>
          <w:tcPr>
            <w:tcW w:w="3347" w:type="dxa"/>
            <w:vMerge w:val="restart"/>
            <w:shd w:val="clear" w:color="auto" w:fill="E6E6E6"/>
            <w:vAlign w:val="center"/>
          </w:tcPr>
          <w:p w14:paraId="4FD5A66C" w14:textId="77777777" w:rsidR="00000000" w:rsidRDefault="00000000" w:rsidP="002F44D5">
            <w:pPr>
              <w:jc w:val="center"/>
            </w:pPr>
            <w:r>
              <w:lastRenderedPageBreak/>
              <w:t>材料名称</w:t>
            </w:r>
          </w:p>
        </w:tc>
        <w:tc>
          <w:tcPr>
            <w:tcW w:w="849" w:type="dxa"/>
            <w:shd w:val="clear" w:color="auto" w:fill="E6E6E6"/>
            <w:vAlign w:val="center"/>
          </w:tcPr>
          <w:p w14:paraId="525E6E13" w14:textId="77777777" w:rsidR="00000000" w:rsidRDefault="00000000" w:rsidP="002F44D5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BB1BDE0" w14:textId="77777777" w:rsidR="00000000" w:rsidRDefault="00000000" w:rsidP="002F44D5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CCDEE3A" w14:textId="77777777" w:rsidR="00000000" w:rsidRDefault="00000000" w:rsidP="002F44D5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4338F538" w14:textId="77777777" w:rsidR="00000000" w:rsidRDefault="00000000" w:rsidP="002F44D5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B24507D" w14:textId="77777777" w:rsidR="00000000" w:rsidRDefault="00000000" w:rsidP="002F44D5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3B30C1DF" w14:textId="77777777" w:rsidR="00000000" w:rsidRDefault="00000000" w:rsidP="002F44D5">
            <w:pPr>
              <w:jc w:val="center"/>
            </w:pPr>
            <w:r>
              <w:t>热惰性指标</w:t>
            </w:r>
          </w:p>
        </w:tc>
      </w:tr>
      <w:tr w:rsidR="0058474F" w14:paraId="5B150854" w14:textId="77777777" w:rsidTr="00762E43">
        <w:trPr>
          <w:jc w:val="center"/>
        </w:trPr>
        <w:tc>
          <w:tcPr>
            <w:tcW w:w="3347" w:type="dxa"/>
            <w:vMerge/>
            <w:shd w:val="clear" w:color="auto" w:fill="E6E6E6"/>
            <w:vAlign w:val="center"/>
          </w:tcPr>
          <w:p w14:paraId="50DB6E3A" w14:textId="77777777" w:rsidR="00000000" w:rsidRDefault="00000000" w:rsidP="002F44D5">
            <w:pPr>
              <w:jc w:val="center"/>
            </w:pPr>
          </w:p>
        </w:tc>
        <w:tc>
          <w:tcPr>
            <w:tcW w:w="849" w:type="dxa"/>
            <w:shd w:val="clear" w:color="auto" w:fill="E6E6E6"/>
            <w:vAlign w:val="center"/>
          </w:tcPr>
          <w:p w14:paraId="0D208D33" w14:textId="77777777" w:rsidR="00000000" w:rsidRDefault="00000000" w:rsidP="002F44D5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4D5A71C" w14:textId="77777777" w:rsidR="00000000" w:rsidRDefault="00000000" w:rsidP="002F44D5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3789EE3" w14:textId="77777777" w:rsidR="00000000" w:rsidRDefault="00000000" w:rsidP="002F44D5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45742968" w14:textId="77777777" w:rsidR="00000000" w:rsidRDefault="00000000" w:rsidP="002F44D5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4654470" w14:textId="77777777" w:rsidR="00000000" w:rsidRDefault="00000000" w:rsidP="002F44D5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0BFF455F" w14:textId="77777777" w:rsidR="00000000" w:rsidRDefault="00000000" w:rsidP="002F44D5">
            <w:pPr>
              <w:jc w:val="center"/>
            </w:pPr>
            <w:r>
              <w:t>D=R*S</w:t>
            </w:r>
          </w:p>
        </w:tc>
      </w:tr>
      <w:tr w:rsidR="00817A71" w14:paraId="40E723EE" w14:textId="77777777">
        <w:trPr>
          <w:jc w:val="center"/>
        </w:trPr>
        <w:tc>
          <w:tcPr>
            <w:tcW w:w="3347" w:type="dxa"/>
            <w:vAlign w:val="center"/>
          </w:tcPr>
          <w:p w14:paraId="50ED6EE8" w14:textId="77777777" w:rsidR="00000000" w:rsidRDefault="00000000" w:rsidP="002F44D5">
            <w:r>
              <w:t>1:3</w:t>
            </w:r>
            <w:r>
              <w:t>水泥砂浆找平层</w:t>
            </w:r>
          </w:p>
        </w:tc>
        <w:tc>
          <w:tcPr>
            <w:tcW w:w="849" w:type="dxa"/>
            <w:vAlign w:val="center"/>
          </w:tcPr>
          <w:p w14:paraId="3FC4A5CE" w14:textId="77777777" w:rsidR="00000000" w:rsidRDefault="00000000" w:rsidP="002F44D5">
            <w:r>
              <w:t>20</w:t>
            </w:r>
          </w:p>
        </w:tc>
        <w:tc>
          <w:tcPr>
            <w:tcW w:w="1075" w:type="dxa"/>
            <w:vAlign w:val="center"/>
          </w:tcPr>
          <w:p w14:paraId="76199C69" w14:textId="77777777" w:rsidR="00000000" w:rsidRDefault="00000000" w:rsidP="002F44D5">
            <w:r>
              <w:t>0.930</w:t>
            </w:r>
          </w:p>
        </w:tc>
        <w:tc>
          <w:tcPr>
            <w:tcW w:w="1075" w:type="dxa"/>
            <w:vAlign w:val="center"/>
          </w:tcPr>
          <w:p w14:paraId="4F925A69" w14:textId="77777777" w:rsidR="00000000" w:rsidRDefault="00000000" w:rsidP="002F44D5">
            <w:r>
              <w:t>11.370</w:t>
            </w:r>
          </w:p>
        </w:tc>
        <w:tc>
          <w:tcPr>
            <w:tcW w:w="848" w:type="dxa"/>
            <w:vAlign w:val="center"/>
          </w:tcPr>
          <w:p w14:paraId="3CA34822" w14:textId="77777777" w:rsidR="00000000" w:rsidRDefault="00000000" w:rsidP="002F44D5">
            <w:r>
              <w:t>1.00</w:t>
            </w:r>
          </w:p>
        </w:tc>
        <w:tc>
          <w:tcPr>
            <w:tcW w:w="1075" w:type="dxa"/>
            <w:vAlign w:val="center"/>
          </w:tcPr>
          <w:p w14:paraId="5F131FF5" w14:textId="77777777" w:rsidR="00000000" w:rsidRDefault="00000000" w:rsidP="002F44D5">
            <w:r>
              <w:t>0.022</w:t>
            </w:r>
          </w:p>
        </w:tc>
        <w:tc>
          <w:tcPr>
            <w:tcW w:w="1064" w:type="dxa"/>
            <w:vAlign w:val="center"/>
          </w:tcPr>
          <w:p w14:paraId="7BBDF183" w14:textId="77777777" w:rsidR="00000000" w:rsidRDefault="00000000" w:rsidP="002F44D5">
            <w:r>
              <w:t>0.245</w:t>
            </w:r>
          </w:p>
        </w:tc>
      </w:tr>
      <w:tr w:rsidR="00817A71" w14:paraId="02CB3112" w14:textId="77777777">
        <w:trPr>
          <w:jc w:val="center"/>
        </w:trPr>
        <w:tc>
          <w:tcPr>
            <w:tcW w:w="3347" w:type="dxa"/>
            <w:vAlign w:val="center"/>
          </w:tcPr>
          <w:p w14:paraId="7E5A2651" w14:textId="77777777" w:rsidR="00000000" w:rsidRDefault="00000000" w:rsidP="002F44D5">
            <w:r>
              <w:t>挤塑聚苯板</w:t>
            </w:r>
          </w:p>
        </w:tc>
        <w:tc>
          <w:tcPr>
            <w:tcW w:w="849" w:type="dxa"/>
            <w:vAlign w:val="center"/>
          </w:tcPr>
          <w:p w14:paraId="637CEEDB" w14:textId="77777777" w:rsidR="00000000" w:rsidRDefault="00000000" w:rsidP="002F44D5">
            <w:r>
              <w:t>30</w:t>
            </w:r>
          </w:p>
        </w:tc>
        <w:tc>
          <w:tcPr>
            <w:tcW w:w="1075" w:type="dxa"/>
            <w:vAlign w:val="center"/>
          </w:tcPr>
          <w:p w14:paraId="4AE42418" w14:textId="77777777" w:rsidR="00000000" w:rsidRDefault="00000000" w:rsidP="002F44D5">
            <w:r>
              <w:t>0.030</w:t>
            </w:r>
          </w:p>
        </w:tc>
        <w:tc>
          <w:tcPr>
            <w:tcW w:w="1075" w:type="dxa"/>
            <w:vAlign w:val="center"/>
          </w:tcPr>
          <w:p w14:paraId="2D499312" w14:textId="77777777" w:rsidR="00000000" w:rsidRDefault="00000000" w:rsidP="002F44D5">
            <w:r>
              <w:t>0.381</w:t>
            </w:r>
          </w:p>
        </w:tc>
        <w:tc>
          <w:tcPr>
            <w:tcW w:w="848" w:type="dxa"/>
            <w:vAlign w:val="center"/>
          </w:tcPr>
          <w:p w14:paraId="7A9BF805" w14:textId="77777777" w:rsidR="00000000" w:rsidRDefault="00000000" w:rsidP="002F44D5">
            <w:r>
              <w:t>1.10</w:t>
            </w:r>
          </w:p>
        </w:tc>
        <w:tc>
          <w:tcPr>
            <w:tcW w:w="1075" w:type="dxa"/>
            <w:vAlign w:val="center"/>
          </w:tcPr>
          <w:p w14:paraId="4C86D9E4" w14:textId="77777777" w:rsidR="00000000" w:rsidRDefault="00000000" w:rsidP="002F44D5">
            <w:r>
              <w:t>0.909</w:t>
            </w:r>
          </w:p>
        </w:tc>
        <w:tc>
          <w:tcPr>
            <w:tcW w:w="1064" w:type="dxa"/>
            <w:vAlign w:val="center"/>
          </w:tcPr>
          <w:p w14:paraId="6C61E641" w14:textId="77777777" w:rsidR="00000000" w:rsidRDefault="00000000" w:rsidP="002F44D5">
            <w:r>
              <w:t>0.381</w:t>
            </w:r>
          </w:p>
        </w:tc>
      </w:tr>
      <w:tr w:rsidR="00817A71" w14:paraId="2E48BF19" w14:textId="77777777">
        <w:trPr>
          <w:jc w:val="center"/>
        </w:trPr>
        <w:tc>
          <w:tcPr>
            <w:tcW w:w="3347" w:type="dxa"/>
            <w:vAlign w:val="center"/>
          </w:tcPr>
          <w:p w14:paraId="482630EB" w14:textId="77777777" w:rsidR="00000000" w:rsidRDefault="00000000" w:rsidP="002F44D5">
            <w:r>
              <w:t>钢筋混凝土屋面板</w:t>
            </w:r>
          </w:p>
        </w:tc>
        <w:tc>
          <w:tcPr>
            <w:tcW w:w="849" w:type="dxa"/>
            <w:vAlign w:val="center"/>
          </w:tcPr>
          <w:p w14:paraId="7C2F75BF" w14:textId="77777777" w:rsidR="00000000" w:rsidRDefault="00000000" w:rsidP="002F44D5">
            <w:r>
              <w:t>120</w:t>
            </w:r>
          </w:p>
        </w:tc>
        <w:tc>
          <w:tcPr>
            <w:tcW w:w="1075" w:type="dxa"/>
            <w:vAlign w:val="center"/>
          </w:tcPr>
          <w:p w14:paraId="43C51114" w14:textId="77777777" w:rsidR="00000000" w:rsidRDefault="00000000" w:rsidP="002F44D5">
            <w:r>
              <w:t>1.740</w:t>
            </w:r>
          </w:p>
        </w:tc>
        <w:tc>
          <w:tcPr>
            <w:tcW w:w="1075" w:type="dxa"/>
            <w:vAlign w:val="center"/>
          </w:tcPr>
          <w:p w14:paraId="7A2D0D4B" w14:textId="77777777" w:rsidR="00000000" w:rsidRDefault="00000000" w:rsidP="002F44D5">
            <w:r>
              <w:t>17.060</w:t>
            </w:r>
          </w:p>
        </w:tc>
        <w:tc>
          <w:tcPr>
            <w:tcW w:w="848" w:type="dxa"/>
            <w:vAlign w:val="center"/>
          </w:tcPr>
          <w:p w14:paraId="2D63FF11" w14:textId="77777777" w:rsidR="00000000" w:rsidRDefault="00000000" w:rsidP="002F44D5">
            <w:r>
              <w:t>1.00</w:t>
            </w:r>
          </w:p>
        </w:tc>
        <w:tc>
          <w:tcPr>
            <w:tcW w:w="1075" w:type="dxa"/>
            <w:vAlign w:val="center"/>
          </w:tcPr>
          <w:p w14:paraId="703CFCB9" w14:textId="77777777" w:rsidR="00000000" w:rsidRDefault="00000000" w:rsidP="002F44D5">
            <w:r>
              <w:t>0.069</w:t>
            </w:r>
          </w:p>
        </w:tc>
        <w:tc>
          <w:tcPr>
            <w:tcW w:w="1064" w:type="dxa"/>
            <w:vAlign w:val="center"/>
          </w:tcPr>
          <w:p w14:paraId="6EB84555" w14:textId="77777777" w:rsidR="00000000" w:rsidRDefault="00000000" w:rsidP="002F44D5">
            <w:r>
              <w:t>1.177</w:t>
            </w:r>
          </w:p>
        </w:tc>
      </w:tr>
      <w:tr w:rsidR="00817A71" w14:paraId="7120145B" w14:textId="77777777">
        <w:trPr>
          <w:jc w:val="center"/>
        </w:trPr>
        <w:tc>
          <w:tcPr>
            <w:tcW w:w="3347" w:type="dxa"/>
            <w:vAlign w:val="center"/>
          </w:tcPr>
          <w:p w14:paraId="37D7E73E" w14:textId="77777777" w:rsidR="00000000" w:rsidRDefault="00000000" w:rsidP="002F44D5">
            <w:r>
              <w:t>石灰水泥砂浆</w:t>
            </w:r>
          </w:p>
        </w:tc>
        <w:tc>
          <w:tcPr>
            <w:tcW w:w="849" w:type="dxa"/>
            <w:vAlign w:val="center"/>
          </w:tcPr>
          <w:p w14:paraId="70CF0219" w14:textId="77777777" w:rsidR="00000000" w:rsidRDefault="00000000" w:rsidP="002F44D5">
            <w:r>
              <w:t>20</w:t>
            </w:r>
          </w:p>
        </w:tc>
        <w:tc>
          <w:tcPr>
            <w:tcW w:w="1075" w:type="dxa"/>
            <w:vAlign w:val="center"/>
          </w:tcPr>
          <w:p w14:paraId="50906B59" w14:textId="77777777" w:rsidR="00000000" w:rsidRDefault="00000000" w:rsidP="002F44D5">
            <w:r>
              <w:t>0.870</w:t>
            </w:r>
          </w:p>
        </w:tc>
        <w:tc>
          <w:tcPr>
            <w:tcW w:w="1075" w:type="dxa"/>
            <w:vAlign w:val="center"/>
          </w:tcPr>
          <w:p w14:paraId="4F730F52" w14:textId="77777777" w:rsidR="00000000" w:rsidRDefault="00000000" w:rsidP="002F44D5">
            <w:r>
              <w:t>10.627</w:t>
            </w:r>
          </w:p>
        </w:tc>
        <w:tc>
          <w:tcPr>
            <w:tcW w:w="848" w:type="dxa"/>
            <w:vAlign w:val="center"/>
          </w:tcPr>
          <w:p w14:paraId="0C1F9C67" w14:textId="77777777" w:rsidR="00000000" w:rsidRDefault="00000000" w:rsidP="002F44D5">
            <w:r>
              <w:t>1.00</w:t>
            </w:r>
          </w:p>
        </w:tc>
        <w:tc>
          <w:tcPr>
            <w:tcW w:w="1075" w:type="dxa"/>
            <w:vAlign w:val="center"/>
          </w:tcPr>
          <w:p w14:paraId="33BFC634" w14:textId="77777777" w:rsidR="00000000" w:rsidRDefault="00000000" w:rsidP="002F44D5">
            <w:r>
              <w:t>0.023</w:t>
            </w:r>
          </w:p>
        </w:tc>
        <w:tc>
          <w:tcPr>
            <w:tcW w:w="1064" w:type="dxa"/>
            <w:vAlign w:val="center"/>
          </w:tcPr>
          <w:p w14:paraId="5F2387DD" w14:textId="77777777" w:rsidR="00000000" w:rsidRDefault="00000000" w:rsidP="002F44D5">
            <w:r>
              <w:t>0.244</w:t>
            </w:r>
          </w:p>
        </w:tc>
      </w:tr>
      <w:tr w:rsidR="0058474F" w14:paraId="37CC7408" w14:textId="77777777" w:rsidTr="00762E43">
        <w:trPr>
          <w:jc w:val="center"/>
        </w:trPr>
        <w:tc>
          <w:tcPr>
            <w:tcW w:w="3347" w:type="dxa"/>
            <w:vAlign w:val="center"/>
          </w:tcPr>
          <w:p w14:paraId="76B9D68D" w14:textId="77777777" w:rsidR="00000000" w:rsidRDefault="00000000" w:rsidP="002F44D5">
            <w:r>
              <w:t>各层之和</w:t>
            </w:r>
            <w:r>
              <w:t>∑</w:t>
            </w:r>
          </w:p>
        </w:tc>
        <w:tc>
          <w:tcPr>
            <w:tcW w:w="849" w:type="dxa"/>
            <w:vAlign w:val="center"/>
          </w:tcPr>
          <w:p w14:paraId="5268C3DA" w14:textId="77777777" w:rsidR="00000000" w:rsidRDefault="00000000" w:rsidP="002F44D5">
            <w:r>
              <w:t>190</w:t>
            </w:r>
          </w:p>
        </w:tc>
        <w:tc>
          <w:tcPr>
            <w:tcW w:w="1075" w:type="dxa"/>
            <w:vAlign w:val="center"/>
          </w:tcPr>
          <w:p w14:paraId="182E59F0" w14:textId="77777777" w:rsidR="00000000" w:rsidRDefault="00000000" w:rsidP="002F44D5">
            <w:r>
              <w:t>－</w:t>
            </w:r>
          </w:p>
        </w:tc>
        <w:tc>
          <w:tcPr>
            <w:tcW w:w="1075" w:type="dxa"/>
            <w:vAlign w:val="center"/>
          </w:tcPr>
          <w:p w14:paraId="453D1A90" w14:textId="77777777" w:rsidR="00000000" w:rsidRDefault="00000000" w:rsidP="002F44D5">
            <w:r>
              <w:t>－</w:t>
            </w:r>
          </w:p>
        </w:tc>
        <w:tc>
          <w:tcPr>
            <w:tcW w:w="848" w:type="dxa"/>
            <w:vAlign w:val="center"/>
          </w:tcPr>
          <w:p w14:paraId="5430E000" w14:textId="77777777" w:rsidR="00000000" w:rsidRDefault="00000000" w:rsidP="002F44D5">
            <w:r>
              <w:t>－</w:t>
            </w:r>
          </w:p>
        </w:tc>
        <w:tc>
          <w:tcPr>
            <w:tcW w:w="1075" w:type="dxa"/>
            <w:vAlign w:val="center"/>
          </w:tcPr>
          <w:p w14:paraId="720E4A19" w14:textId="77777777" w:rsidR="00000000" w:rsidRDefault="00000000" w:rsidP="002F44D5">
            <w:r>
              <w:t>1.023</w:t>
            </w:r>
          </w:p>
        </w:tc>
        <w:tc>
          <w:tcPr>
            <w:tcW w:w="1064" w:type="dxa"/>
            <w:vAlign w:val="center"/>
          </w:tcPr>
          <w:p w14:paraId="293D82B7" w14:textId="77777777" w:rsidR="00000000" w:rsidRDefault="00000000" w:rsidP="002F44D5">
            <w:r>
              <w:t>2.046</w:t>
            </w:r>
          </w:p>
        </w:tc>
      </w:tr>
      <w:tr w:rsidR="0058474F" w14:paraId="301E6BF3" w14:textId="77777777" w:rsidTr="00762E43">
        <w:trPr>
          <w:jc w:val="center"/>
        </w:trPr>
        <w:tc>
          <w:tcPr>
            <w:tcW w:w="3347" w:type="dxa"/>
            <w:shd w:val="clear" w:color="auto" w:fill="E6E6E6"/>
            <w:vAlign w:val="center"/>
          </w:tcPr>
          <w:p w14:paraId="398C30AC" w14:textId="77777777" w:rsidR="00000000" w:rsidRPr="00D95163" w:rsidRDefault="00000000" w:rsidP="002F44D5">
            <w:r>
              <w:t>传热系数</w:t>
            </w:r>
            <w:r>
              <w:t>K</w:t>
            </w:r>
          </w:p>
        </w:tc>
        <w:tc>
          <w:tcPr>
            <w:tcW w:w="5986" w:type="dxa"/>
            <w:gridSpan w:val="6"/>
          </w:tcPr>
          <w:p w14:paraId="52340130" w14:textId="77777777" w:rsidR="00000000" w:rsidRDefault="00000000" w:rsidP="002F44D5">
            <w:pPr>
              <w:jc w:val="center"/>
            </w:pPr>
            <w:r>
              <w:t>0.81</w:t>
            </w:r>
          </w:p>
        </w:tc>
      </w:tr>
    </w:tbl>
    <w:p w14:paraId="1A201721" w14:textId="77777777" w:rsidR="00000000" w:rsidRPr="00612E00" w:rsidRDefault="00000000" w:rsidP="0042722A">
      <w:pPr>
        <w:pStyle w:val="lj"/>
        <w:spacing w:line="360" w:lineRule="exact"/>
        <w:ind w:firstLineChars="1600" w:firstLine="3840"/>
      </w:pPr>
    </w:p>
    <w:p w14:paraId="5C241C43" w14:textId="77777777" w:rsidR="00F133C8" w:rsidRPr="00F133C8" w:rsidRDefault="00E145DC" w:rsidP="00B13824">
      <w:pPr>
        <w:jc w:val="center"/>
      </w:pPr>
      <w:r w:rsidRPr="00E145DC">
        <w:rPr>
          <w:rFonts w:hint="eastAsia"/>
        </w:rPr>
        <w:t>表</w:t>
      </w:r>
      <w:r w:rsidRPr="00E145DC">
        <w:rPr>
          <w:rFonts w:hint="eastAsia"/>
        </w:rPr>
        <w:t xml:space="preserve"> </w:t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>STYLEREF 2 \s</w:instrText>
      </w:r>
      <w:r w:rsidRPr="00E145DC">
        <w:instrText xml:space="preserve"> </w:instrText>
      </w:r>
      <w:r w:rsidRPr="00E145DC">
        <w:fldChar w:fldCharType="separate"/>
      </w:r>
      <w:r w:rsidR="00CA6F4A">
        <w:rPr>
          <w:noProof/>
        </w:rPr>
        <w:t>4.3</w:t>
      </w:r>
      <w:r w:rsidRPr="00E145DC">
        <w:fldChar w:fldCharType="end"/>
      </w:r>
      <w:r w:rsidRPr="00E145DC">
        <w:noBreakHyphen/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 xml:space="preserve">SEQ </w:instrText>
      </w:r>
      <w:r w:rsidRPr="00E145DC">
        <w:rPr>
          <w:rFonts w:hint="eastAsia"/>
        </w:rPr>
        <w:instrText>表</w:instrText>
      </w:r>
      <w:r w:rsidRPr="00E145DC">
        <w:rPr>
          <w:rFonts w:hint="eastAsia"/>
        </w:rPr>
        <w:instrText xml:space="preserve"> \* ARABIC \s 2</w:instrText>
      </w:r>
      <w:r w:rsidRPr="00E145DC">
        <w:instrText xml:space="preserve"> </w:instrText>
      </w:r>
      <w:r w:rsidRPr="00E145DC">
        <w:fldChar w:fldCharType="separate"/>
      </w:r>
      <w:r w:rsidR="00CA6F4A">
        <w:rPr>
          <w:noProof/>
        </w:rPr>
        <w:t>17</w:t>
      </w:r>
      <w:r w:rsidRPr="00E145DC">
        <w:fldChar w:fldCharType="end"/>
      </w:r>
      <w:r w:rsidR="00B34EC6" w:rsidRPr="00E145DC">
        <w:rPr>
          <w:rFonts w:hint="eastAsia"/>
        </w:rPr>
        <w:t xml:space="preserve"> </w:t>
      </w:r>
      <w:r w:rsidR="006100FB" w:rsidRPr="00E145DC">
        <w:rPr>
          <w:rFonts w:hint="eastAsia"/>
        </w:rPr>
        <w:t>开敞阳台外门</w:t>
      </w:r>
    </w:p>
    <w:tbl>
      <w:tblPr>
        <w:tblW w:w="9330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30"/>
        <w:gridCol w:w="4100"/>
      </w:tblGrid>
      <w:tr w:rsidR="00EA3BB3" w14:paraId="00EB7128" w14:textId="77777777" w:rsidTr="00E145DC">
        <w:trPr>
          <w:jc w:val="center"/>
        </w:trPr>
        <w:tc>
          <w:tcPr>
            <w:tcW w:w="5230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  <w:hideMark/>
          </w:tcPr>
          <w:p w14:paraId="705D16EB" w14:textId="77777777" w:rsidR="00EA3BB3" w:rsidRDefault="00EA3BB3">
            <w:pPr>
              <w:jc w:val="center"/>
            </w:pPr>
            <w:r>
              <w:rPr>
                <w:rFonts w:hint="eastAsia"/>
              </w:rPr>
              <w:t>构造名称</w:t>
            </w:r>
          </w:p>
        </w:tc>
        <w:tc>
          <w:tcPr>
            <w:tcW w:w="4100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E6E6E6"/>
            <w:vAlign w:val="center"/>
            <w:hideMark/>
          </w:tcPr>
          <w:p w14:paraId="3E453ABE" w14:textId="77777777" w:rsidR="00EA3BB3" w:rsidRDefault="00EA3BB3" w:rsidP="0042722A">
            <w:pPr>
              <w:jc w:val="center"/>
            </w:pPr>
            <w:r>
              <w:rPr>
                <w:rFonts w:hint="eastAsia"/>
              </w:rPr>
              <w:t>传热系数</w:t>
            </w:r>
            <w:r>
              <w:t>K</w:t>
            </w:r>
            <w:r w:rsidR="00000000">
              <w:t xml:space="preserve">   </w:t>
            </w:r>
            <w:r>
              <w:t>(W/</w:t>
            </w:r>
            <w:r>
              <w:rPr>
                <w:rFonts w:hint="eastAsia"/>
              </w:rPr>
              <w:t>㎡</w:t>
            </w:r>
            <w:r>
              <w:t>.K)</w:t>
            </w:r>
          </w:p>
        </w:tc>
      </w:tr>
      <w:tr w:rsidR="00EA3BB3" w14:paraId="5C9D48A2" w14:textId="77777777" w:rsidTr="0062573A">
        <w:trPr>
          <w:jc w:val="center"/>
        </w:trPr>
        <w:tc>
          <w:tcPr>
            <w:tcW w:w="5230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6360AEBF" w14:textId="77777777" w:rsidR="00EA3BB3" w:rsidRDefault="00EA3BB3">
            <w:r>
              <w:t>保温门（多功能门）</w:t>
            </w:r>
          </w:p>
        </w:tc>
        <w:tc>
          <w:tcPr>
            <w:tcW w:w="410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F1CBD77" w14:textId="77777777" w:rsidR="00EA3BB3" w:rsidRDefault="00EA3BB3" w:rsidP="00E45DB8">
            <w:pPr>
              <w:jc w:val="center"/>
            </w:pPr>
            <w:r>
              <w:t>1.50</w:t>
            </w:r>
          </w:p>
        </w:tc>
      </w:tr>
    </w:tbl>
    <w:p w14:paraId="18F856DB" w14:textId="77777777" w:rsidR="00BE0E75" w:rsidRPr="00612E00" w:rsidRDefault="00BE0E75" w:rsidP="0042722A">
      <w:pPr>
        <w:pStyle w:val="lj"/>
        <w:spacing w:line="360" w:lineRule="exact"/>
        <w:ind w:firstLineChars="1600" w:firstLine="3840"/>
      </w:pPr>
    </w:p>
    <w:p w14:paraId="0A28C789" w14:textId="77777777" w:rsidR="00F133C8" w:rsidRPr="00F133C8" w:rsidRDefault="00E145DC" w:rsidP="00B13824">
      <w:pPr>
        <w:jc w:val="center"/>
      </w:pPr>
      <w:r w:rsidRPr="00E145DC">
        <w:rPr>
          <w:rFonts w:hint="eastAsia"/>
        </w:rPr>
        <w:t>表</w:t>
      </w:r>
      <w:r w:rsidRPr="00E145DC">
        <w:rPr>
          <w:rFonts w:hint="eastAsia"/>
        </w:rPr>
        <w:t xml:space="preserve"> </w:t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>STYLEREF 2 \s</w:instrText>
      </w:r>
      <w:r w:rsidRPr="00E145DC">
        <w:instrText xml:space="preserve"> </w:instrText>
      </w:r>
      <w:r w:rsidRPr="00E145DC">
        <w:fldChar w:fldCharType="separate"/>
      </w:r>
      <w:r w:rsidR="00CA6F4A">
        <w:rPr>
          <w:noProof/>
        </w:rPr>
        <w:t>4.3</w:t>
      </w:r>
      <w:r w:rsidRPr="00E145DC">
        <w:fldChar w:fldCharType="end"/>
      </w:r>
      <w:r w:rsidRPr="00E145DC">
        <w:noBreakHyphen/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 xml:space="preserve">SEQ </w:instrText>
      </w:r>
      <w:r w:rsidRPr="00E145DC">
        <w:rPr>
          <w:rFonts w:hint="eastAsia"/>
        </w:rPr>
        <w:instrText>表</w:instrText>
      </w:r>
      <w:r w:rsidRPr="00E145DC">
        <w:rPr>
          <w:rFonts w:hint="eastAsia"/>
        </w:rPr>
        <w:instrText xml:space="preserve"> \* ARABIC \s 2</w:instrText>
      </w:r>
      <w:r w:rsidRPr="00E145DC">
        <w:instrText xml:space="preserve"> </w:instrText>
      </w:r>
      <w:r w:rsidRPr="00E145DC">
        <w:fldChar w:fldCharType="separate"/>
      </w:r>
      <w:r w:rsidR="00CA6F4A">
        <w:rPr>
          <w:noProof/>
        </w:rPr>
        <w:t>18</w:t>
      </w:r>
      <w:r w:rsidRPr="00E145DC">
        <w:fldChar w:fldCharType="end"/>
      </w:r>
      <w:r w:rsidR="00B34EC6" w:rsidRPr="00E145DC">
        <w:rPr>
          <w:rFonts w:hint="eastAsia"/>
        </w:rPr>
        <w:t xml:space="preserve"> </w:t>
      </w:r>
      <w:r w:rsidR="006100FB" w:rsidRPr="00E145DC">
        <w:rPr>
          <w:rFonts w:hint="eastAsia"/>
        </w:rPr>
        <w:t>户门</w:t>
      </w:r>
    </w:p>
    <w:tbl>
      <w:tblPr>
        <w:tblW w:w="9330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30"/>
        <w:gridCol w:w="4100"/>
      </w:tblGrid>
      <w:tr w:rsidR="00EA3BB3" w14:paraId="53A5DEF1" w14:textId="77777777" w:rsidTr="00E145DC">
        <w:trPr>
          <w:jc w:val="center"/>
        </w:trPr>
        <w:tc>
          <w:tcPr>
            <w:tcW w:w="5230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  <w:hideMark/>
          </w:tcPr>
          <w:p w14:paraId="597B7A2E" w14:textId="77777777" w:rsidR="00EA3BB3" w:rsidRDefault="00EA3BB3">
            <w:pPr>
              <w:jc w:val="center"/>
            </w:pPr>
            <w:r>
              <w:rPr>
                <w:rFonts w:hint="eastAsia"/>
              </w:rPr>
              <w:t>构造名称</w:t>
            </w:r>
          </w:p>
        </w:tc>
        <w:tc>
          <w:tcPr>
            <w:tcW w:w="4100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E6E6E6"/>
            <w:vAlign w:val="center"/>
            <w:hideMark/>
          </w:tcPr>
          <w:p w14:paraId="710B2561" w14:textId="77777777" w:rsidR="00EA3BB3" w:rsidRDefault="00EA3BB3" w:rsidP="0042722A">
            <w:pPr>
              <w:jc w:val="center"/>
            </w:pPr>
            <w:r>
              <w:rPr>
                <w:rFonts w:hint="eastAsia"/>
              </w:rPr>
              <w:t>传热系数</w:t>
            </w:r>
            <w:r>
              <w:t>K</w:t>
            </w:r>
            <w:r w:rsidR="00000000">
              <w:t xml:space="preserve">   </w:t>
            </w:r>
            <w:r>
              <w:t>(W/</w:t>
            </w:r>
            <w:r>
              <w:rPr>
                <w:rFonts w:hint="eastAsia"/>
              </w:rPr>
              <w:t>㎡</w:t>
            </w:r>
            <w:r>
              <w:t>.K)</w:t>
            </w:r>
          </w:p>
        </w:tc>
      </w:tr>
      <w:tr w:rsidR="00EA3BB3" w14:paraId="20CF6D65" w14:textId="77777777" w:rsidTr="0062573A">
        <w:trPr>
          <w:jc w:val="center"/>
        </w:trPr>
        <w:tc>
          <w:tcPr>
            <w:tcW w:w="5230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1D66A230" w14:textId="77777777" w:rsidR="00EA3BB3" w:rsidRDefault="00EA3BB3">
            <w:r>
              <w:t>单层实体门</w:t>
            </w:r>
          </w:p>
        </w:tc>
        <w:tc>
          <w:tcPr>
            <w:tcW w:w="410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568CEBA" w14:textId="77777777" w:rsidR="00EA3BB3" w:rsidRDefault="00EA3BB3" w:rsidP="00E45DB8">
            <w:pPr>
              <w:jc w:val="center"/>
            </w:pPr>
            <w:r>
              <w:t>1.50</w:t>
            </w:r>
          </w:p>
        </w:tc>
      </w:tr>
    </w:tbl>
    <w:p w14:paraId="50A47B88" w14:textId="77777777" w:rsidR="00BE0E75" w:rsidRPr="00612E00" w:rsidRDefault="00BE0E75" w:rsidP="0042722A">
      <w:pPr>
        <w:pStyle w:val="lj"/>
        <w:spacing w:line="360" w:lineRule="exact"/>
        <w:ind w:firstLineChars="1600" w:firstLine="3840"/>
      </w:pPr>
    </w:p>
    <w:p w14:paraId="5123E0F4" w14:textId="77777777" w:rsidR="00F133C8" w:rsidRPr="00F133C8" w:rsidRDefault="00E145DC" w:rsidP="00B13824">
      <w:pPr>
        <w:jc w:val="center"/>
      </w:pPr>
      <w:r w:rsidRPr="00E145DC">
        <w:rPr>
          <w:rFonts w:hint="eastAsia"/>
        </w:rPr>
        <w:t>表</w:t>
      </w:r>
      <w:r w:rsidRPr="00E145DC">
        <w:rPr>
          <w:rFonts w:hint="eastAsia"/>
        </w:rPr>
        <w:t xml:space="preserve"> </w:t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>STYLEREF 2 \s</w:instrText>
      </w:r>
      <w:r w:rsidRPr="00E145DC">
        <w:instrText xml:space="preserve"> </w:instrText>
      </w:r>
      <w:r w:rsidRPr="00E145DC">
        <w:fldChar w:fldCharType="separate"/>
      </w:r>
      <w:r w:rsidR="00CA6F4A">
        <w:rPr>
          <w:noProof/>
        </w:rPr>
        <w:t>4.3</w:t>
      </w:r>
      <w:r w:rsidRPr="00E145DC">
        <w:fldChar w:fldCharType="end"/>
      </w:r>
      <w:r w:rsidRPr="00E145DC">
        <w:noBreakHyphen/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 xml:space="preserve">SEQ </w:instrText>
      </w:r>
      <w:r w:rsidRPr="00E145DC">
        <w:rPr>
          <w:rFonts w:hint="eastAsia"/>
        </w:rPr>
        <w:instrText>表</w:instrText>
      </w:r>
      <w:r w:rsidRPr="00E145DC">
        <w:rPr>
          <w:rFonts w:hint="eastAsia"/>
        </w:rPr>
        <w:instrText xml:space="preserve"> \* ARABIC \s 2</w:instrText>
      </w:r>
      <w:r w:rsidRPr="00E145DC">
        <w:instrText xml:space="preserve"> </w:instrText>
      </w:r>
      <w:r w:rsidRPr="00E145DC">
        <w:fldChar w:fldCharType="separate"/>
      </w:r>
      <w:r w:rsidR="00CA6F4A">
        <w:rPr>
          <w:noProof/>
        </w:rPr>
        <w:t>19</w:t>
      </w:r>
      <w:r w:rsidRPr="00E145DC">
        <w:fldChar w:fldCharType="end"/>
      </w:r>
      <w:r w:rsidR="00B34EC6" w:rsidRPr="00E145DC">
        <w:rPr>
          <w:rFonts w:hint="eastAsia"/>
        </w:rPr>
        <w:t xml:space="preserve"> </w:t>
      </w:r>
      <w:r w:rsidR="006100FB" w:rsidRPr="00E145DC">
        <w:rPr>
          <w:rFonts w:hint="eastAsia"/>
        </w:rPr>
        <w:t>内门</w:t>
      </w:r>
    </w:p>
    <w:tbl>
      <w:tblPr>
        <w:tblW w:w="9330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30"/>
        <w:gridCol w:w="4100"/>
      </w:tblGrid>
      <w:tr w:rsidR="00EA3BB3" w14:paraId="67D82DAF" w14:textId="77777777" w:rsidTr="00E145DC">
        <w:trPr>
          <w:jc w:val="center"/>
        </w:trPr>
        <w:tc>
          <w:tcPr>
            <w:tcW w:w="5230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  <w:hideMark/>
          </w:tcPr>
          <w:p w14:paraId="6879D498" w14:textId="77777777" w:rsidR="00EA3BB3" w:rsidRDefault="00EA3BB3">
            <w:pPr>
              <w:jc w:val="center"/>
            </w:pPr>
            <w:r>
              <w:rPr>
                <w:rFonts w:hint="eastAsia"/>
              </w:rPr>
              <w:t>构造名称</w:t>
            </w:r>
          </w:p>
        </w:tc>
        <w:tc>
          <w:tcPr>
            <w:tcW w:w="4100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E6E6E6"/>
            <w:vAlign w:val="center"/>
            <w:hideMark/>
          </w:tcPr>
          <w:p w14:paraId="24DDB0E6" w14:textId="77777777" w:rsidR="00EA3BB3" w:rsidRDefault="00EA3BB3" w:rsidP="0042722A">
            <w:pPr>
              <w:jc w:val="center"/>
            </w:pPr>
            <w:r>
              <w:rPr>
                <w:rFonts w:hint="eastAsia"/>
              </w:rPr>
              <w:t>传热系数</w:t>
            </w:r>
            <w:r>
              <w:t>K</w:t>
            </w:r>
            <w:r w:rsidR="00000000">
              <w:t xml:space="preserve">   </w:t>
            </w:r>
            <w:r>
              <w:t>(W/</w:t>
            </w:r>
            <w:r>
              <w:rPr>
                <w:rFonts w:hint="eastAsia"/>
              </w:rPr>
              <w:t>㎡</w:t>
            </w:r>
            <w:r>
              <w:t>.K)</w:t>
            </w:r>
          </w:p>
        </w:tc>
      </w:tr>
      <w:tr w:rsidR="00EA3BB3" w14:paraId="0F560566" w14:textId="77777777" w:rsidTr="0062573A">
        <w:trPr>
          <w:jc w:val="center"/>
        </w:trPr>
        <w:tc>
          <w:tcPr>
            <w:tcW w:w="5230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6B5D9360" w14:textId="77777777" w:rsidR="00EA3BB3" w:rsidRDefault="00EA3BB3">
            <w:r>
              <w:t>内门</w:t>
            </w:r>
          </w:p>
        </w:tc>
        <w:tc>
          <w:tcPr>
            <w:tcW w:w="4100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FEBACED" w14:textId="77777777" w:rsidR="00EA3BB3" w:rsidRDefault="00EA3BB3" w:rsidP="00E45DB8">
            <w:pPr>
              <w:jc w:val="center"/>
            </w:pPr>
            <w:r>
              <w:t>3.00</w:t>
            </w:r>
          </w:p>
        </w:tc>
      </w:tr>
    </w:tbl>
    <w:p w14:paraId="7219D2EC" w14:textId="77777777" w:rsidR="00BE0E75" w:rsidRPr="00612E00" w:rsidRDefault="00BE0E75" w:rsidP="0042722A">
      <w:pPr>
        <w:pStyle w:val="lj"/>
        <w:spacing w:line="360" w:lineRule="exact"/>
        <w:ind w:firstLineChars="1600" w:firstLine="3840"/>
      </w:pPr>
    </w:p>
    <w:p w14:paraId="63BDA2C4" w14:textId="77777777" w:rsidR="00EA3BB3" w:rsidRPr="00E145DC" w:rsidRDefault="00E145DC" w:rsidP="00E145DC">
      <w:pPr>
        <w:jc w:val="center"/>
      </w:pPr>
      <w:r w:rsidRPr="00E145DC">
        <w:rPr>
          <w:rFonts w:hint="eastAsia"/>
        </w:rPr>
        <w:t>表</w:t>
      </w:r>
      <w:r w:rsidRPr="00E145DC">
        <w:rPr>
          <w:rFonts w:hint="eastAsia"/>
        </w:rPr>
        <w:t xml:space="preserve"> </w:t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>STYLEREF 2 \s</w:instrText>
      </w:r>
      <w:r w:rsidRPr="00E145DC">
        <w:instrText xml:space="preserve"> </w:instrText>
      </w:r>
      <w:r w:rsidRPr="00E145DC">
        <w:fldChar w:fldCharType="separate"/>
      </w:r>
      <w:r w:rsidR="00CA6F4A">
        <w:rPr>
          <w:noProof/>
        </w:rPr>
        <w:t>4.3</w:t>
      </w:r>
      <w:r w:rsidRPr="00E145DC">
        <w:fldChar w:fldCharType="end"/>
      </w:r>
      <w:r w:rsidRPr="00E145DC">
        <w:noBreakHyphen/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 xml:space="preserve">SEQ </w:instrText>
      </w:r>
      <w:r w:rsidRPr="00E145DC">
        <w:rPr>
          <w:rFonts w:hint="eastAsia"/>
        </w:rPr>
        <w:instrText>表</w:instrText>
      </w:r>
      <w:r w:rsidRPr="00E145DC">
        <w:rPr>
          <w:rFonts w:hint="eastAsia"/>
        </w:rPr>
        <w:instrText xml:space="preserve"> \* ARABIC \s 2</w:instrText>
      </w:r>
      <w:r w:rsidRPr="00E145DC">
        <w:instrText xml:space="preserve"> </w:instrText>
      </w:r>
      <w:r w:rsidRPr="00E145DC">
        <w:fldChar w:fldCharType="separate"/>
      </w:r>
      <w:r w:rsidR="00CA6F4A">
        <w:rPr>
          <w:noProof/>
        </w:rPr>
        <w:t>20</w:t>
      </w:r>
      <w:r w:rsidRPr="00E145DC">
        <w:fldChar w:fldCharType="end"/>
      </w:r>
      <w:r w:rsidR="00EA3BB3" w:rsidRPr="00E145DC">
        <w:rPr>
          <w:rFonts w:hint="eastAsia"/>
        </w:rPr>
        <w:t>外窗</w:t>
      </w:r>
    </w:p>
    <w:tbl>
      <w:tblPr>
        <w:tblW w:w="9497" w:type="dxa"/>
        <w:tblInd w:w="2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51"/>
        <w:gridCol w:w="3113"/>
        <w:gridCol w:w="1833"/>
      </w:tblGrid>
      <w:tr w:rsidR="00EA3BB3" w14:paraId="10004D66" w14:textId="77777777" w:rsidTr="00EA3BB3">
        <w:tc>
          <w:tcPr>
            <w:tcW w:w="4551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  <w:hideMark/>
          </w:tcPr>
          <w:p w14:paraId="7D1A1CEE" w14:textId="77777777" w:rsidR="00EA3BB3" w:rsidRDefault="00EA3BB3" w:rsidP="00EA3BB3">
            <w:pPr>
              <w:jc w:val="center"/>
            </w:pPr>
            <w:r>
              <w:rPr>
                <w:rFonts w:hint="eastAsia"/>
              </w:rPr>
              <w:t>做法名称</w:t>
            </w:r>
          </w:p>
        </w:tc>
        <w:tc>
          <w:tcPr>
            <w:tcW w:w="3113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  <w:hideMark/>
          </w:tcPr>
          <w:p w14:paraId="6DD4CD98" w14:textId="77777777" w:rsidR="00EA3BB3" w:rsidRDefault="00EA3BB3" w:rsidP="00EA3BB3">
            <w:pPr>
              <w:jc w:val="center"/>
            </w:pPr>
            <w:r>
              <w:rPr>
                <w:rFonts w:hint="eastAsia"/>
              </w:rPr>
              <w:t>传热系数</w:t>
            </w:r>
            <w:r>
              <w:t>W/</w:t>
            </w:r>
            <w:r>
              <w:rPr>
                <w:rFonts w:hint="eastAsia"/>
              </w:rPr>
              <w:t>㎡</w:t>
            </w:r>
            <w:r>
              <w:t>.K</w:t>
            </w:r>
          </w:p>
        </w:tc>
        <w:tc>
          <w:tcPr>
            <w:tcW w:w="1833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E6E6E6"/>
            <w:vAlign w:val="center"/>
            <w:hideMark/>
          </w:tcPr>
          <w:p w14:paraId="17E0393B" w14:textId="77777777" w:rsidR="00EA3BB3" w:rsidRDefault="00EA3BB3" w:rsidP="00EA3BB3">
            <w:pPr>
              <w:jc w:val="center"/>
            </w:pPr>
            <w:r>
              <w:rPr>
                <w:rFonts w:hint="eastAsia"/>
              </w:rPr>
              <w:t>遮阳系数</w:t>
            </w:r>
          </w:p>
        </w:tc>
      </w:tr>
      <w:tr w:rsidR="00590C9D" w14:paraId="3CF98936" w14:textId="77777777" w:rsidTr="00772586">
        <w:tc>
          <w:tcPr>
            <w:tcW w:w="4551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76A60809" w14:textId="77777777" w:rsidR="00000000" w:rsidRDefault="00000000" w:rsidP="00EA3BB3">
            <w:pPr>
              <w:jc w:val="center"/>
            </w:pPr>
            <w:r>
              <w:t>单框低辐射中空玻璃窗</w:t>
            </w:r>
            <w:r>
              <w:t>(</w:t>
            </w:r>
            <w:r>
              <w:t>钢、铝合金窗框</w:t>
            </w:r>
            <w:r>
              <w:t>)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5A8F3422" w14:textId="77777777" w:rsidR="00000000" w:rsidRDefault="00000000" w:rsidP="00EA3BB3">
            <w:pPr>
              <w:jc w:val="center"/>
            </w:pPr>
            <w:r>
              <w:t>2.00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2CFE7B9" w14:textId="77777777" w:rsidR="00000000" w:rsidRDefault="00000000" w:rsidP="00EA3BB3">
            <w:pPr>
              <w:jc w:val="center"/>
            </w:pPr>
            <w:r>
              <w:t>0.35</w:t>
            </w:r>
          </w:p>
        </w:tc>
      </w:tr>
    </w:tbl>
    <w:p w14:paraId="4C11B0C3" w14:textId="77777777" w:rsidR="00BE0E75" w:rsidRPr="00612E00" w:rsidRDefault="00BE0E75" w:rsidP="00772586">
      <w:pPr>
        <w:pStyle w:val="a0"/>
        <w:ind w:firstLineChars="241" w:firstLine="578"/>
        <w:rPr>
          <w:sz w:val="24"/>
          <w:szCs w:val="24"/>
          <w:lang w:val="en-US"/>
        </w:rPr>
      </w:pPr>
    </w:p>
    <w:p w14:paraId="5DB70201" w14:textId="77777777" w:rsidR="00EA3BB3" w:rsidRPr="00E145DC" w:rsidRDefault="00E145DC" w:rsidP="00E145DC">
      <w:pPr>
        <w:jc w:val="center"/>
      </w:pPr>
      <w:r w:rsidRPr="00E145DC">
        <w:rPr>
          <w:rFonts w:hint="eastAsia"/>
        </w:rPr>
        <w:t>表</w:t>
      </w:r>
      <w:r w:rsidRPr="00E145DC">
        <w:rPr>
          <w:rFonts w:hint="eastAsia"/>
        </w:rPr>
        <w:t xml:space="preserve"> </w:t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>STYLEREF 2 \s</w:instrText>
      </w:r>
      <w:r w:rsidRPr="00E145DC">
        <w:instrText xml:space="preserve"> </w:instrText>
      </w:r>
      <w:r w:rsidRPr="00E145DC">
        <w:fldChar w:fldCharType="separate"/>
      </w:r>
      <w:r w:rsidR="00CA6F4A">
        <w:rPr>
          <w:noProof/>
        </w:rPr>
        <w:t>4.3</w:t>
      </w:r>
      <w:r w:rsidRPr="00E145DC">
        <w:fldChar w:fldCharType="end"/>
      </w:r>
      <w:r w:rsidRPr="00E145DC">
        <w:noBreakHyphen/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 xml:space="preserve">SEQ </w:instrText>
      </w:r>
      <w:r w:rsidRPr="00E145DC">
        <w:rPr>
          <w:rFonts w:hint="eastAsia"/>
        </w:rPr>
        <w:instrText>表</w:instrText>
      </w:r>
      <w:r w:rsidRPr="00E145DC">
        <w:rPr>
          <w:rFonts w:hint="eastAsia"/>
        </w:rPr>
        <w:instrText xml:space="preserve"> \* ARABIC \s 2</w:instrText>
      </w:r>
      <w:r w:rsidRPr="00E145DC">
        <w:instrText xml:space="preserve"> </w:instrText>
      </w:r>
      <w:r w:rsidRPr="00E145DC">
        <w:fldChar w:fldCharType="separate"/>
      </w:r>
      <w:r w:rsidR="00CA6F4A">
        <w:rPr>
          <w:noProof/>
        </w:rPr>
        <w:t>21</w:t>
      </w:r>
      <w:r w:rsidRPr="00E145DC">
        <w:fldChar w:fldCharType="end"/>
      </w:r>
      <w:r w:rsidR="00EA3BB3" w:rsidRPr="00E145DC">
        <w:rPr>
          <w:rFonts w:hint="eastAsia"/>
        </w:rPr>
        <w:t>阳台外窗</w:t>
      </w:r>
    </w:p>
    <w:tbl>
      <w:tblPr>
        <w:tblW w:w="9497" w:type="dxa"/>
        <w:tblInd w:w="2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51"/>
        <w:gridCol w:w="3113"/>
        <w:gridCol w:w="1833"/>
      </w:tblGrid>
      <w:tr w:rsidR="00EA3BB3" w14:paraId="05E9EE6F" w14:textId="77777777" w:rsidTr="00EA3BB3">
        <w:tc>
          <w:tcPr>
            <w:tcW w:w="4551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  <w:hideMark/>
          </w:tcPr>
          <w:p w14:paraId="50D4C00C" w14:textId="77777777" w:rsidR="00EA3BB3" w:rsidRDefault="00EA3BB3" w:rsidP="00EA3BB3">
            <w:pPr>
              <w:jc w:val="center"/>
            </w:pPr>
            <w:r>
              <w:rPr>
                <w:rFonts w:hint="eastAsia"/>
              </w:rPr>
              <w:t>做法名称</w:t>
            </w:r>
          </w:p>
        </w:tc>
        <w:tc>
          <w:tcPr>
            <w:tcW w:w="3113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  <w:hideMark/>
          </w:tcPr>
          <w:p w14:paraId="0CD8647A" w14:textId="77777777" w:rsidR="00EA3BB3" w:rsidRDefault="00EA3BB3" w:rsidP="00EA3BB3">
            <w:pPr>
              <w:jc w:val="center"/>
            </w:pPr>
            <w:r>
              <w:rPr>
                <w:rFonts w:hint="eastAsia"/>
              </w:rPr>
              <w:t>传热系数</w:t>
            </w:r>
            <w:r>
              <w:t>W/</w:t>
            </w:r>
            <w:r>
              <w:rPr>
                <w:rFonts w:hint="eastAsia"/>
              </w:rPr>
              <w:t>㎡</w:t>
            </w:r>
            <w:r>
              <w:t>.K</w:t>
            </w:r>
          </w:p>
        </w:tc>
        <w:tc>
          <w:tcPr>
            <w:tcW w:w="1833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E6E6E6"/>
            <w:vAlign w:val="center"/>
            <w:hideMark/>
          </w:tcPr>
          <w:p w14:paraId="6493672C" w14:textId="77777777" w:rsidR="00EA3BB3" w:rsidRDefault="00EA3BB3" w:rsidP="00EA3BB3">
            <w:pPr>
              <w:jc w:val="center"/>
            </w:pPr>
            <w:r>
              <w:rPr>
                <w:rFonts w:hint="eastAsia"/>
              </w:rPr>
              <w:t>遮阳系数</w:t>
            </w:r>
          </w:p>
        </w:tc>
      </w:tr>
      <w:tr w:rsidR="00590C9D" w14:paraId="6DA02FAC" w14:textId="77777777" w:rsidTr="00772586">
        <w:tc>
          <w:tcPr>
            <w:tcW w:w="4551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7A6CDDEE" w14:textId="77777777" w:rsidR="00000000" w:rsidRDefault="00000000" w:rsidP="00EA3BB3">
            <w:pPr>
              <w:jc w:val="center"/>
            </w:pPr>
            <w:r>
              <w:t>12A</w:t>
            </w:r>
            <w:r>
              <w:t>钢铝单框双玻窗（平均）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3D8AE9D9" w14:textId="77777777" w:rsidR="00000000" w:rsidRDefault="00000000" w:rsidP="00EA3BB3">
            <w:pPr>
              <w:jc w:val="center"/>
            </w:pPr>
            <w:r>
              <w:t>2.00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53A0360" w14:textId="77777777" w:rsidR="00000000" w:rsidRDefault="00000000" w:rsidP="00EA3BB3">
            <w:pPr>
              <w:jc w:val="center"/>
            </w:pPr>
            <w:r>
              <w:t>0.35</w:t>
            </w:r>
          </w:p>
        </w:tc>
      </w:tr>
    </w:tbl>
    <w:p w14:paraId="3551C35C" w14:textId="77777777" w:rsidR="00BE0E75" w:rsidRPr="00612E00" w:rsidRDefault="00BE0E75" w:rsidP="00772586">
      <w:pPr>
        <w:pStyle w:val="a0"/>
        <w:ind w:firstLineChars="241" w:firstLine="578"/>
        <w:rPr>
          <w:sz w:val="24"/>
          <w:szCs w:val="24"/>
          <w:lang w:val="en-US"/>
        </w:rPr>
      </w:pPr>
    </w:p>
    <w:p w14:paraId="1CC06D3A" w14:textId="77777777" w:rsidR="00EA3BB3" w:rsidRPr="00E145DC" w:rsidRDefault="00E145DC" w:rsidP="00E145DC">
      <w:pPr>
        <w:jc w:val="center"/>
      </w:pPr>
      <w:r w:rsidRPr="00E145DC">
        <w:rPr>
          <w:rFonts w:hint="eastAsia"/>
        </w:rPr>
        <w:t>表</w:t>
      </w:r>
      <w:r w:rsidRPr="00E145DC">
        <w:rPr>
          <w:rFonts w:hint="eastAsia"/>
        </w:rPr>
        <w:t xml:space="preserve"> </w:t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>STYLEREF 2 \s</w:instrText>
      </w:r>
      <w:r w:rsidRPr="00E145DC">
        <w:instrText xml:space="preserve"> </w:instrText>
      </w:r>
      <w:r w:rsidRPr="00E145DC">
        <w:fldChar w:fldCharType="separate"/>
      </w:r>
      <w:r w:rsidR="00CA6F4A">
        <w:rPr>
          <w:noProof/>
        </w:rPr>
        <w:t>4.3</w:t>
      </w:r>
      <w:r w:rsidRPr="00E145DC">
        <w:fldChar w:fldCharType="end"/>
      </w:r>
      <w:r w:rsidRPr="00E145DC">
        <w:noBreakHyphen/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 xml:space="preserve">SEQ </w:instrText>
      </w:r>
      <w:r w:rsidRPr="00E145DC">
        <w:rPr>
          <w:rFonts w:hint="eastAsia"/>
        </w:rPr>
        <w:instrText>表</w:instrText>
      </w:r>
      <w:r w:rsidRPr="00E145DC">
        <w:rPr>
          <w:rFonts w:hint="eastAsia"/>
        </w:rPr>
        <w:instrText xml:space="preserve"> \* ARABIC \s 2</w:instrText>
      </w:r>
      <w:r w:rsidRPr="00E145DC">
        <w:instrText xml:space="preserve"> </w:instrText>
      </w:r>
      <w:r w:rsidRPr="00E145DC">
        <w:fldChar w:fldCharType="separate"/>
      </w:r>
      <w:r w:rsidR="00CA6F4A">
        <w:rPr>
          <w:noProof/>
        </w:rPr>
        <w:t>22</w:t>
      </w:r>
      <w:r w:rsidRPr="00E145DC">
        <w:fldChar w:fldCharType="end"/>
      </w:r>
      <w:r w:rsidR="00EA3BB3" w:rsidRPr="00E145DC">
        <w:rPr>
          <w:rFonts w:hint="eastAsia"/>
        </w:rPr>
        <w:t>阳台隔窗</w:t>
      </w:r>
    </w:p>
    <w:tbl>
      <w:tblPr>
        <w:tblW w:w="9497" w:type="dxa"/>
        <w:tblInd w:w="2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51"/>
        <w:gridCol w:w="3113"/>
        <w:gridCol w:w="1833"/>
      </w:tblGrid>
      <w:tr w:rsidR="00EA3BB3" w14:paraId="3B36B231" w14:textId="77777777" w:rsidTr="00EA3BB3">
        <w:tc>
          <w:tcPr>
            <w:tcW w:w="4551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  <w:hideMark/>
          </w:tcPr>
          <w:p w14:paraId="1D2B0484" w14:textId="77777777" w:rsidR="00EA3BB3" w:rsidRDefault="00EA3BB3" w:rsidP="00EA3BB3">
            <w:pPr>
              <w:jc w:val="center"/>
            </w:pPr>
            <w:r>
              <w:rPr>
                <w:rFonts w:hint="eastAsia"/>
              </w:rPr>
              <w:t>做法名称</w:t>
            </w:r>
          </w:p>
        </w:tc>
        <w:tc>
          <w:tcPr>
            <w:tcW w:w="3113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  <w:hideMark/>
          </w:tcPr>
          <w:p w14:paraId="16590982" w14:textId="77777777" w:rsidR="00EA3BB3" w:rsidRDefault="00EA3BB3" w:rsidP="00EA3BB3">
            <w:pPr>
              <w:jc w:val="center"/>
            </w:pPr>
            <w:r>
              <w:rPr>
                <w:rFonts w:hint="eastAsia"/>
              </w:rPr>
              <w:t>传热系数</w:t>
            </w:r>
            <w:r>
              <w:t>W/</w:t>
            </w:r>
            <w:r>
              <w:rPr>
                <w:rFonts w:hint="eastAsia"/>
              </w:rPr>
              <w:t>㎡</w:t>
            </w:r>
            <w:r>
              <w:t>.K</w:t>
            </w:r>
          </w:p>
        </w:tc>
        <w:tc>
          <w:tcPr>
            <w:tcW w:w="1833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E6E6E6"/>
            <w:vAlign w:val="center"/>
            <w:hideMark/>
          </w:tcPr>
          <w:p w14:paraId="70CE73A0" w14:textId="77777777" w:rsidR="00EA3BB3" w:rsidRDefault="00EA3BB3" w:rsidP="00EA3BB3">
            <w:pPr>
              <w:jc w:val="center"/>
            </w:pPr>
            <w:r>
              <w:rPr>
                <w:rFonts w:hint="eastAsia"/>
              </w:rPr>
              <w:t>遮阳系数</w:t>
            </w:r>
          </w:p>
        </w:tc>
      </w:tr>
      <w:tr w:rsidR="00590C9D" w14:paraId="7CB34FF0" w14:textId="77777777" w:rsidTr="00772586">
        <w:tc>
          <w:tcPr>
            <w:tcW w:w="4551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3C5EDF63" w14:textId="77777777" w:rsidR="00000000" w:rsidRDefault="00000000" w:rsidP="00EA3BB3">
            <w:pPr>
              <w:jc w:val="center"/>
            </w:pPr>
            <w:r>
              <w:t>12A</w:t>
            </w:r>
            <w:r>
              <w:t>钢铝单框双玻窗（平均）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1EACADC9" w14:textId="77777777" w:rsidR="00000000" w:rsidRDefault="00000000" w:rsidP="00EA3BB3">
            <w:pPr>
              <w:jc w:val="center"/>
            </w:pPr>
            <w:r>
              <w:t>2.00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193C32C" w14:textId="77777777" w:rsidR="00000000" w:rsidRDefault="00000000" w:rsidP="00EA3BB3">
            <w:pPr>
              <w:jc w:val="center"/>
            </w:pPr>
            <w:r>
              <w:t>0.35</w:t>
            </w:r>
          </w:p>
        </w:tc>
      </w:tr>
    </w:tbl>
    <w:p w14:paraId="060EAC0B" w14:textId="77777777" w:rsidR="00BE0E75" w:rsidRPr="00612E00" w:rsidRDefault="00BE0E75" w:rsidP="00772586">
      <w:pPr>
        <w:pStyle w:val="a0"/>
        <w:ind w:firstLineChars="241" w:firstLine="578"/>
        <w:rPr>
          <w:sz w:val="24"/>
          <w:szCs w:val="24"/>
          <w:lang w:val="en-US"/>
        </w:rPr>
      </w:pPr>
    </w:p>
    <w:p w14:paraId="7BEACD3A" w14:textId="77777777" w:rsidR="00EA3BB3" w:rsidRPr="00E145DC" w:rsidRDefault="00E145DC" w:rsidP="00E145DC">
      <w:pPr>
        <w:jc w:val="center"/>
      </w:pPr>
      <w:r w:rsidRPr="00E145DC">
        <w:rPr>
          <w:rFonts w:hint="eastAsia"/>
        </w:rPr>
        <w:t>表</w:t>
      </w:r>
      <w:r w:rsidRPr="00E145DC">
        <w:rPr>
          <w:rFonts w:hint="eastAsia"/>
        </w:rPr>
        <w:t xml:space="preserve"> </w:t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>STYLEREF 2 \s</w:instrText>
      </w:r>
      <w:r w:rsidRPr="00E145DC">
        <w:instrText xml:space="preserve"> </w:instrText>
      </w:r>
      <w:r w:rsidRPr="00E145DC">
        <w:fldChar w:fldCharType="separate"/>
      </w:r>
      <w:r w:rsidR="00CA6F4A">
        <w:rPr>
          <w:noProof/>
        </w:rPr>
        <w:t>4.3</w:t>
      </w:r>
      <w:r w:rsidRPr="00E145DC">
        <w:fldChar w:fldCharType="end"/>
      </w:r>
      <w:r w:rsidRPr="00E145DC">
        <w:noBreakHyphen/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 xml:space="preserve">SEQ </w:instrText>
      </w:r>
      <w:r w:rsidRPr="00E145DC">
        <w:rPr>
          <w:rFonts w:hint="eastAsia"/>
        </w:rPr>
        <w:instrText>表</w:instrText>
      </w:r>
      <w:r w:rsidRPr="00E145DC">
        <w:rPr>
          <w:rFonts w:hint="eastAsia"/>
        </w:rPr>
        <w:instrText xml:space="preserve"> \* ARABIC \s 2</w:instrText>
      </w:r>
      <w:r w:rsidRPr="00E145DC">
        <w:instrText xml:space="preserve"> </w:instrText>
      </w:r>
      <w:r w:rsidRPr="00E145DC">
        <w:fldChar w:fldCharType="separate"/>
      </w:r>
      <w:r w:rsidR="00CA6F4A">
        <w:rPr>
          <w:noProof/>
        </w:rPr>
        <w:t>23</w:t>
      </w:r>
      <w:r w:rsidRPr="00E145DC">
        <w:fldChar w:fldCharType="end"/>
      </w:r>
      <w:r w:rsidR="00EA3BB3" w:rsidRPr="00E145DC">
        <w:rPr>
          <w:rFonts w:hint="eastAsia"/>
        </w:rPr>
        <w:t>天窗</w:t>
      </w:r>
    </w:p>
    <w:tbl>
      <w:tblPr>
        <w:tblW w:w="9497" w:type="dxa"/>
        <w:tblInd w:w="2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51"/>
        <w:gridCol w:w="3113"/>
        <w:gridCol w:w="1833"/>
      </w:tblGrid>
      <w:tr w:rsidR="00EA3BB3" w14:paraId="31769AC4" w14:textId="77777777" w:rsidTr="00EA3BB3">
        <w:tc>
          <w:tcPr>
            <w:tcW w:w="4551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  <w:hideMark/>
          </w:tcPr>
          <w:p w14:paraId="79D022DA" w14:textId="77777777" w:rsidR="00EA3BB3" w:rsidRDefault="00EA3BB3" w:rsidP="00EA3BB3">
            <w:pPr>
              <w:jc w:val="center"/>
            </w:pPr>
            <w:r>
              <w:rPr>
                <w:rFonts w:hint="eastAsia"/>
              </w:rPr>
              <w:t>做法名称</w:t>
            </w:r>
          </w:p>
        </w:tc>
        <w:tc>
          <w:tcPr>
            <w:tcW w:w="3113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  <w:hideMark/>
          </w:tcPr>
          <w:p w14:paraId="40D5FDE8" w14:textId="77777777" w:rsidR="00EA3BB3" w:rsidRDefault="00EA3BB3" w:rsidP="00EA3BB3">
            <w:pPr>
              <w:jc w:val="center"/>
            </w:pPr>
            <w:r>
              <w:rPr>
                <w:rFonts w:hint="eastAsia"/>
              </w:rPr>
              <w:t>传热系数</w:t>
            </w:r>
            <w:r>
              <w:t>W/</w:t>
            </w:r>
            <w:r>
              <w:rPr>
                <w:rFonts w:hint="eastAsia"/>
              </w:rPr>
              <w:t>㎡</w:t>
            </w:r>
            <w:r>
              <w:t>.K</w:t>
            </w:r>
          </w:p>
        </w:tc>
        <w:tc>
          <w:tcPr>
            <w:tcW w:w="1833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E6E6E6"/>
            <w:vAlign w:val="center"/>
            <w:hideMark/>
          </w:tcPr>
          <w:p w14:paraId="6C7A78BB" w14:textId="77777777" w:rsidR="00EA3BB3" w:rsidRDefault="00EA3BB3" w:rsidP="00EA3BB3">
            <w:pPr>
              <w:jc w:val="center"/>
            </w:pPr>
            <w:r>
              <w:rPr>
                <w:rFonts w:hint="eastAsia"/>
              </w:rPr>
              <w:t>遮阳系数</w:t>
            </w:r>
          </w:p>
        </w:tc>
      </w:tr>
      <w:tr w:rsidR="00590C9D" w14:paraId="35FE4313" w14:textId="77777777" w:rsidTr="00772586">
        <w:tc>
          <w:tcPr>
            <w:tcW w:w="4551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2E1C1C5C" w14:textId="77777777" w:rsidR="00000000" w:rsidRDefault="00000000" w:rsidP="00EA3BB3">
            <w:pPr>
              <w:jc w:val="center"/>
            </w:pPr>
            <w:r>
              <w:t>12A</w:t>
            </w:r>
            <w:r>
              <w:t>钢铝单框双玻窗（平均）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0778B005" w14:textId="77777777" w:rsidR="00000000" w:rsidRDefault="00000000" w:rsidP="00EA3BB3">
            <w:pPr>
              <w:jc w:val="center"/>
            </w:pPr>
            <w:r>
              <w:t>2.00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C0564F1" w14:textId="77777777" w:rsidR="00000000" w:rsidRDefault="00000000" w:rsidP="00EA3BB3">
            <w:pPr>
              <w:jc w:val="center"/>
            </w:pPr>
            <w:r>
              <w:t>0.35</w:t>
            </w:r>
          </w:p>
        </w:tc>
      </w:tr>
    </w:tbl>
    <w:p w14:paraId="765FFB5A" w14:textId="77777777" w:rsidR="00BE0E75" w:rsidRPr="00612E00" w:rsidRDefault="00BE0E75" w:rsidP="00772586">
      <w:pPr>
        <w:pStyle w:val="a0"/>
        <w:ind w:firstLineChars="241" w:firstLine="578"/>
        <w:rPr>
          <w:sz w:val="24"/>
          <w:szCs w:val="24"/>
          <w:lang w:val="en-US"/>
        </w:rPr>
      </w:pPr>
    </w:p>
    <w:p w14:paraId="5B3AA886" w14:textId="77777777" w:rsidR="00EA3BB3" w:rsidRPr="00E145DC" w:rsidRDefault="00E145DC" w:rsidP="00E145DC">
      <w:pPr>
        <w:jc w:val="center"/>
      </w:pPr>
      <w:r w:rsidRPr="00E145DC">
        <w:rPr>
          <w:rFonts w:hint="eastAsia"/>
        </w:rPr>
        <w:t>表</w:t>
      </w:r>
      <w:r w:rsidRPr="00E145DC">
        <w:rPr>
          <w:rFonts w:hint="eastAsia"/>
        </w:rPr>
        <w:t xml:space="preserve"> </w:t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>STYLEREF 2 \s</w:instrText>
      </w:r>
      <w:r w:rsidRPr="00E145DC">
        <w:instrText xml:space="preserve"> </w:instrText>
      </w:r>
      <w:r w:rsidRPr="00E145DC">
        <w:fldChar w:fldCharType="separate"/>
      </w:r>
      <w:r w:rsidR="00CA6F4A">
        <w:rPr>
          <w:noProof/>
        </w:rPr>
        <w:t>4.3</w:t>
      </w:r>
      <w:r w:rsidRPr="00E145DC">
        <w:fldChar w:fldCharType="end"/>
      </w:r>
      <w:r w:rsidRPr="00E145DC">
        <w:noBreakHyphen/>
      </w:r>
      <w:r w:rsidRPr="00E145DC">
        <w:fldChar w:fldCharType="begin"/>
      </w:r>
      <w:r w:rsidRPr="00E145DC">
        <w:instrText xml:space="preserve"> </w:instrText>
      </w:r>
      <w:r w:rsidRPr="00E145DC">
        <w:rPr>
          <w:rFonts w:hint="eastAsia"/>
        </w:rPr>
        <w:instrText xml:space="preserve">SEQ </w:instrText>
      </w:r>
      <w:r w:rsidRPr="00E145DC">
        <w:rPr>
          <w:rFonts w:hint="eastAsia"/>
        </w:rPr>
        <w:instrText>表</w:instrText>
      </w:r>
      <w:r w:rsidRPr="00E145DC">
        <w:rPr>
          <w:rFonts w:hint="eastAsia"/>
        </w:rPr>
        <w:instrText xml:space="preserve"> \* ARABIC \s 2</w:instrText>
      </w:r>
      <w:r w:rsidRPr="00E145DC">
        <w:instrText xml:space="preserve"> </w:instrText>
      </w:r>
      <w:r w:rsidRPr="00E145DC">
        <w:fldChar w:fldCharType="separate"/>
      </w:r>
      <w:r w:rsidR="00CA6F4A">
        <w:rPr>
          <w:noProof/>
        </w:rPr>
        <w:t>24</w:t>
      </w:r>
      <w:r w:rsidRPr="00E145DC">
        <w:fldChar w:fldCharType="end"/>
      </w:r>
      <w:bookmarkStart w:id="44" w:name="表名"/>
      <w:r w:rsidR="00EA3BB3" w:rsidRPr="00E145DC">
        <w:rPr>
          <w:rFonts w:hint="eastAsia"/>
        </w:rPr>
        <w:t>内窗</w:t>
      </w:r>
      <w:bookmarkEnd w:id="44"/>
    </w:p>
    <w:tbl>
      <w:tblPr>
        <w:tblW w:w="9497" w:type="dxa"/>
        <w:tblInd w:w="2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51"/>
        <w:gridCol w:w="3113"/>
        <w:gridCol w:w="1833"/>
      </w:tblGrid>
      <w:tr w:rsidR="00EA3BB3" w14:paraId="127CB404" w14:textId="77777777" w:rsidTr="00EA3BB3">
        <w:tc>
          <w:tcPr>
            <w:tcW w:w="4551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  <w:hideMark/>
          </w:tcPr>
          <w:p w14:paraId="74600E31" w14:textId="77777777" w:rsidR="00EA3BB3" w:rsidRDefault="00EA3BB3" w:rsidP="00EA3BB3">
            <w:pPr>
              <w:jc w:val="center"/>
            </w:pPr>
            <w:bookmarkStart w:id="45" w:name="表"/>
            <w:r>
              <w:rPr>
                <w:rFonts w:hint="eastAsia"/>
              </w:rPr>
              <w:t>做法名称</w:t>
            </w:r>
          </w:p>
        </w:tc>
        <w:tc>
          <w:tcPr>
            <w:tcW w:w="3113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6E6E6"/>
            <w:vAlign w:val="center"/>
            <w:hideMark/>
          </w:tcPr>
          <w:p w14:paraId="240D7520" w14:textId="77777777" w:rsidR="00EA3BB3" w:rsidRDefault="00EA3BB3" w:rsidP="00EA3BB3">
            <w:pPr>
              <w:jc w:val="center"/>
            </w:pPr>
            <w:r>
              <w:rPr>
                <w:rFonts w:hint="eastAsia"/>
              </w:rPr>
              <w:t>传热系数</w:t>
            </w:r>
            <w:r>
              <w:t>W/</w:t>
            </w:r>
            <w:r>
              <w:rPr>
                <w:rFonts w:hint="eastAsia"/>
              </w:rPr>
              <w:t>㎡</w:t>
            </w:r>
            <w:r>
              <w:t>.K</w:t>
            </w:r>
          </w:p>
        </w:tc>
        <w:tc>
          <w:tcPr>
            <w:tcW w:w="1833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E6E6E6"/>
            <w:vAlign w:val="center"/>
            <w:hideMark/>
          </w:tcPr>
          <w:p w14:paraId="335301E6" w14:textId="77777777" w:rsidR="00EA3BB3" w:rsidRDefault="00EA3BB3" w:rsidP="00EA3BB3">
            <w:pPr>
              <w:jc w:val="center"/>
            </w:pPr>
            <w:r>
              <w:rPr>
                <w:rFonts w:hint="eastAsia"/>
              </w:rPr>
              <w:t>遮阳系数</w:t>
            </w:r>
          </w:p>
        </w:tc>
      </w:tr>
      <w:tr w:rsidR="00590C9D" w14:paraId="4A886AD4" w14:textId="77777777" w:rsidTr="00772586">
        <w:tc>
          <w:tcPr>
            <w:tcW w:w="4551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5512C0AA" w14:textId="77777777" w:rsidR="00000000" w:rsidRDefault="00000000" w:rsidP="00EA3BB3">
            <w:pPr>
              <w:jc w:val="center"/>
            </w:pPr>
            <w:r>
              <w:t>单框低辐射中空玻璃窗</w:t>
            </w:r>
            <w:r>
              <w:t>(</w:t>
            </w:r>
            <w:r>
              <w:t>钢、铝合金窗框</w:t>
            </w:r>
            <w:r>
              <w:t>)</w:t>
            </w:r>
          </w:p>
        </w:tc>
        <w:tc>
          <w:tcPr>
            <w:tcW w:w="3113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4B7610F9" w14:textId="77777777" w:rsidR="00000000" w:rsidRDefault="00000000" w:rsidP="00EA3BB3">
            <w:pPr>
              <w:jc w:val="center"/>
            </w:pPr>
            <w:r>
              <w:t>2.00</w:t>
            </w:r>
          </w:p>
        </w:tc>
        <w:tc>
          <w:tcPr>
            <w:tcW w:w="1833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B760AC9" w14:textId="77777777" w:rsidR="00000000" w:rsidRDefault="00000000" w:rsidP="00EA3BB3">
            <w:pPr>
              <w:jc w:val="center"/>
            </w:pPr>
            <w:r>
              <w:t>0.35</w:t>
            </w:r>
          </w:p>
        </w:tc>
      </w:tr>
      <w:bookmarkEnd w:id="45"/>
    </w:tbl>
    <w:p w14:paraId="6E772E7D" w14:textId="77777777" w:rsidR="00BE0E75" w:rsidRPr="00612E00" w:rsidRDefault="00BE0E75" w:rsidP="00772586">
      <w:pPr>
        <w:pStyle w:val="a0"/>
        <w:ind w:firstLineChars="241" w:firstLine="578"/>
        <w:rPr>
          <w:sz w:val="24"/>
          <w:szCs w:val="24"/>
          <w:lang w:val="en-US"/>
        </w:rPr>
      </w:pPr>
    </w:p>
    <w:p w14:paraId="6D3F6BB1" w14:textId="77777777" w:rsidR="006100FB" w:rsidRDefault="000B41B5" w:rsidP="00D406D2">
      <w:pPr>
        <w:ind w:firstLineChars="200" w:firstLine="420"/>
      </w:pPr>
      <w:bookmarkStart w:id="46" w:name="围护结构"/>
      <w:r>
        <w:rPr>
          <w:rFonts w:hint="eastAsia"/>
        </w:rPr>
        <w:t xml:space="preserve"> </w:t>
      </w:r>
      <w:bookmarkEnd w:id="46"/>
    </w:p>
    <w:p w14:paraId="35134FED" w14:textId="77777777" w:rsidR="00FB767C" w:rsidRPr="000B1793" w:rsidRDefault="00FB767C" w:rsidP="00FB767C">
      <w:pPr>
        <w:pStyle w:val="3"/>
      </w:pPr>
      <w:bookmarkStart w:id="47" w:name="_Toc79588836"/>
      <w:r>
        <w:rPr>
          <w:rFonts w:hint="eastAsia"/>
        </w:rPr>
        <w:t>房间类型参数</w:t>
      </w:r>
      <w:bookmarkEnd w:id="47"/>
    </w:p>
    <w:tbl>
      <w:tblPr>
        <w:tblW w:w="1043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49"/>
        <w:gridCol w:w="1138"/>
        <w:gridCol w:w="1137"/>
        <w:gridCol w:w="1137"/>
        <w:gridCol w:w="1262"/>
        <w:gridCol w:w="1262"/>
        <w:gridCol w:w="1262"/>
        <w:gridCol w:w="1290"/>
      </w:tblGrid>
      <w:tr w:rsidR="00817A71" w14:paraId="1440396B" w14:textId="77777777">
        <w:tc>
          <w:tcPr>
            <w:tcW w:w="1947" w:type="dxa"/>
            <w:shd w:val="clear" w:color="auto" w:fill="E6E6E6"/>
            <w:vAlign w:val="center"/>
          </w:tcPr>
          <w:p w14:paraId="40EDFCDB" w14:textId="77777777" w:rsidR="00817A71" w:rsidRDefault="00000000">
            <w:pPr>
              <w:jc w:val="center"/>
            </w:pPr>
            <w:r>
              <w:t>房间类型</w:t>
            </w:r>
          </w:p>
        </w:tc>
        <w:tc>
          <w:tcPr>
            <w:tcW w:w="1137" w:type="dxa"/>
            <w:shd w:val="clear" w:color="auto" w:fill="E6E6E6"/>
            <w:vAlign w:val="center"/>
          </w:tcPr>
          <w:p w14:paraId="050A3B86" w14:textId="77777777" w:rsidR="00817A71" w:rsidRDefault="00000000">
            <w:pPr>
              <w:jc w:val="center"/>
            </w:pPr>
            <w:r>
              <w:t>过渡季新风量</w:t>
            </w:r>
          </w:p>
        </w:tc>
        <w:tc>
          <w:tcPr>
            <w:tcW w:w="1137" w:type="dxa"/>
            <w:shd w:val="clear" w:color="auto" w:fill="E6E6E6"/>
            <w:vAlign w:val="center"/>
          </w:tcPr>
          <w:p w14:paraId="749A2E9C" w14:textId="77777777" w:rsidR="00817A71" w:rsidRDefault="00000000">
            <w:pPr>
              <w:jc w:val="center"/>
            </w:pPr>
            <w:r>
              <w:t>冬季新风量</w:t>
            </w:r>
          </w:p>
        </w:tc>
        <w:tc>
          <w:tcPr>
            <w:tcW w:w="1137" w:type="dxa"/>
            <w:shd w:val="clear" w:color="auto" w:fill="E6E6E6"/>
            <w:vAlign w:val="center"/>
          </w:tcPr>
          <w:p w14:paraId="59FB19F2" w14:textId="77777777" w:rsidR="00817A71" w:rsidRDefault="00000000">
            <w:pPr>
              <w:jc w:val="center"/>
            </w:pPr>
            <w:r>
              <w:t>夏季新风量</w:t>
            </w:r>
          </w:p>
        </w:tc>
        <w:tc>
          <w:tcPr>
            <w:tcW w:w="1262" w:type="dxa"/>
            <w:shd w:val="clear" w:color="auto" w:fill="E6E6E6"/>
            <w:vAlign w:val="center"/>
          </w:tcPr>
          <w:p w14:paraId="111F3BBF" w14:textId="77777777" w:rsidR="00817A71" w:rsidRDefault="00000000">
            <w:pPr>
              <w:jc w:val="center"/>
            </w:pPr>
            <w:r>
              <w:t>平均风速</w:t>
            </w:r>
            <w:r>
              <w:t>(m/s)</w:t>
            </w:r>
          </w:p>
        </w:tc>
        <w:tc>
          <w:tcPr>
            <w:tcW w:w="1262" w:type="dxa"/>
            <w:shd w:val="clear" w:color="auto" w:fill="E6E6E6"/>
            <w:vAlign w:val="center"/>
          </w:tcPr>
          <w:p w14:paraId="7643D843" w14:textId="77777777" w:rsidR="00817A71" w:rsidRDefault="00000000">
            <w:pPr>
              <w:jc w:val="center"/>
            </w:pPr>
            <w:r>
              <w:t>人员密度</w:t>
            </w:r>
          </w:p>
        </w:tc>
        <w:tc>
          <w:tcPr>
            <w:tcW w:w="1262" w:type="dxa"/>
            <w:shd w:val="clear" w:color="auto" w:fill="E6E6E6"/>
            <w:vAlign w:val="center"/>
          </w:tcPr>
          <w:p w14:paraId="23CC864A" w14:textId="77777777" w:rsidR="00817A71" w:rsidRDefault="00000000">
            <w:pPr>
              <w:jc w:val="center"/>
            </w:pPr>
            <w:r>
              <w:t>照明功率</w:t>
            </w:r>
            <w:r>
              <w:br/>
            </w:r>
            <w:r>
              <w:t>密度</w:t>
            </w:r>
          </w:p>
        </w:tc>
        <w:tc>
          <w:tcPr>
            <w:tcW w:w="1290" w:type="dxa"/>
            <w:shd w:val="clear" w:color="auto" w:fill="E6E6E6"/>
            <w:vAlign w:val="center"/>
          </w:tcPr>
          <w:p w14:paraId="784899C6" w14:textId="77777777" w:rsidR="00817A71" w:rsidRDefault="00000000">
            <w:pPr>
              <w:jc w:val="center"/>
            </w:pPr>
            <w:r>
              <w:t>电器设备</w:t>
            </w:r>
            <w:r>
              <w:br/>
            </w:r>
            <w:r>
              <w:t>功率</w:t>
            </w:r>
          </w:p>
        </w:tc>
      </w:tr>
      <w:tr w:rsidR="00817A71" w14:paraId="78DA8D9E" w14:textId="77777777">
        <w:tc>
          <w:tcPr>
            <w:tcW w:w="1947" w:type="dxa"/>
            <w:shd w:val="clear" w:color="auto" w:fill="E6E6E6"/>
            <w:vAlign w:val="center"/>
          </w:tcPr>
          <w:p w14:paraId="7EE77457" w14:textId="77777777" w:rsidR="00817A71" w:rsidRDefault="00000000">
            <w:r>
              <w:t>卫生间</w:t>
            </w:r>
          </w:p>
        </w:tc>
        <w:tc>
          <w:tcPr>
            <w:tcW w:w="1137" w:type="dxa"/>
            <w:vAlign w:val="center"/>
          </w:tcPr>
          <w:p w14:paraId="10672FD6" w14:textId="77777777" w:rsidR="00817A71" w:rsidRDefault="00000000">
            <w:pPr>
              <w:jc w:val="center"/>
            </w:pPr>
            <w:r>
              <w:t>10(</w:t>
            </w:r>
            <w:r>
              <w:t>次</w:t>
            </w:r>
            <w:r>
              <w:t>/h)</w:t>
            </w:r>
          </w:p>
        </w:tc>
        <w:tc>
          <w:tcPr>
            <w:tcW w:w="1137" w:type="dxa"/>
            <w:vAlign w:val="center"/>
          </w:tcPr>
          <w:p w14:paraId="61A2CC87" w14:textId="77777777" w:rsidR="00817A71" w:rsidRDefault="00000000">
            <w:pPr>
              <w:jc w:val="center"/>
            </w:pPr>
            <w:r>
              <w:t>0.5(</w:t>
            </w:r>
            <w:r>
              <w:t>次</w:t>
            </w:r>
            <w:r>
              <w:t>/h)</w:t>
            </w:r>
          </w:p>
        </w:tc>
        <w:tc>
          <w:tcPr>
            <w:tcW w:w="1137" w:type="dxa"/>
            <w:vAlign w:val="center"/>
          </w:tcPr>
          <w:p w14:paraId="3D8D4231" w14:textId="77777777" w:rsidR="00817A71" w:rsidRDefault="00000000">
            <w:pPr>
              <w:jc w:val="center"/>
            </w:pPr>
            <w:r>
              <w:t>10(</w:t>
            </w:r>
            <w:r>
              <w:t>次</w:t>
            </w:r>
            <w:r>
              <w:t>/h)</w:t>
            </w:r>
          </w:p>
        </w:tc>
        <w:tc>
          <w:tcPr>
            <w:tcW w:w="1262" w:type="dxa"/>
            <w:vAlign w:val="center"/>
          </w:tcPr>
          <w:p w14:paraId="6F3121E6" w14:textId="77777777" w:rsidR="00817A71" w:rsidRDefault="00000000">
            <w:pPr>
              <w:jc w:val="center"/>
            </w:pPr>
            <w:r>
              <w:t>≤0.3</w:t>
            </w:r>
          </w:p>
        </w:tc>
        <w:tc>
          <w:tcPr>
            <w:tcW w:w="1262" w:type="dxa"/>
            <w:vAlign w:val="center"/>
          </w:tcPr>
          <w:p w14:paraId="4AEE5510" w14:textId="77777777" w:rsidR="00817A71" w:rsidRDefault="00000000">
            <w:pPr>
              <w:jc w:val="center"/>
            </w:pPr>
            <w:r>
              <w:t>0(</w:t>
            </w:r>
            <w:r>
              <w:t>人</w:t>
            </w:r>
            <w:r>
              <w:t>)</w:t>
            </w:r>
          </w:p>
        </w:tc>
        <w:tc>
          <w:tcPr>
            <w:tcW w:w="1262" w:type="dxa"/>
            <w:vAlign w:val="center"/>
          </w:tcPr>
          <w:p w14:paraId="34421EDB" w14:textId="77777777" w:rsidR="00817A71" w:rsidRDefault="00000000">
            <w:pPr>
              <w:jc w:val="center"/>
            </w:pPr>
            <w:r>
              <w:t>6(W/</w:t>
            </w:r>
            <w:r>
              <w:t>㎡</w:t>
            </w:r>
            <w:r>
              <w:t>)</w:t>
            </w:r>
          </w:p>
        </w:tc>
        <w:tc>
          <w:tcPr>
            <w:tcW w:w="1290" w:type="dxa"/>
            <w:vAlign w:val="center"/>
          </w:tcPr>
          <w:p w14:paraId="67A67B71" w14:textId="77777777" w:rsidR="00817A71" w:rsidRDefault="00000000">
            <w:pPr>
              <w:jc w:val="center"/>
            </w:pPr>
            <w:r>
              <w:t>0(W/</w:t>
            </w:r>
            <w:r>
              <w:t>㎡</w:t>
            </w:r>
            <w:r>
              <w:t>)</w:t>
            </w:r>
          </w:p>
        </w:tc>
      </w:tr>
      <w:tr w:rsidR="00817A71" w14:paraId="73A016E1" w14:textId="77777777">
        <w:tc>
          <w:tcPr>
            <w:tcW w:w="1947" w:type="dxa"/>
            <w:shd w:val="clear" w:color="auto" w:fill="E6E6E6"/>
            <w:vAlign w:val="center"/>
          </w:tcPr>
          <w:p w14:paraId="7377D1FE" w14:textId="77777777" w:rsidR="00817A71" w:rsidRDefault="00000000">
            <w:r>
              <w:t>厨房</w:t>
            </w:r>
          </w:p>
        </w:tc>
        <w:tc>
          <w:tcPr>
            <w:tcW w:w="1137" w:type="dxa"/>
            <w:vAlign w:val="center"/>
          </w:tcPr>
          <w:p w14:paraId="56BFF72E" w14:textId="77777777" w:rsidR="00817A71" w:rsidRDefault="00000000">
            <w:pPr>
              <w:jc w:val="center"/>
            </w:pPr>
            <w:r>
              <w:t>10(</w:t>
            </w:r>
            <w:r>
              <w:t>次</w:t>
            </w:r>
            <w:r>
              <w:t>/h)</w:t>
            </w:r>
          </w:p>
        </w:tc>
        <w:tc>
          <w:tcPr>
            <w:tcW w:w="1137" w:type="dxa"/>
            <w:vAlign w:val="center"/>
          </w:tcPr>
          <w:p w14:paraId="1D7A8DEF" w14:textId="77777777" w:rsidR="00817A71" w:rsidRDefault="00000000">
            <w:pPr>
              <w:jc w:val="center"/>
            </w:pPr>
            <w:r>
              <w:t>0.5(</w:t>
            </w:r>
            <w:r>
              <w:t>次</w:t>
            </w:r>
            <w:r>
              <w:t>/h)</w:t>
            </w:r>
          </w:p>
        </w:tc>
        <w:tc>
          <w:tcPr>
            <w:tcW w:w="1137" w:type="dxa"/>
            <w:vAlign w:val="center"/>
          </w:tcPr>
          <w:p w14:paraId="01A3C4B9" w14:textId="77777777" w:rsidR="00817A71" w:rsidRDefault="00000000">
            <w:pPr>
              <w:jc w:val="center"/>
            </w:pPr>
            <w:r>
              <w:t>10(</w:t>
            </w:r>
            <w:r>
              <w:t>次</w:t>
            </w:r>
            <w:r>
              <w:t>/h)</w:t>
            </w:r>
          </w:p>
        </w:tc>
        <w:tc>
          <w:tcPr>
            <w:tcW w:w="1262" w:type="dxa"/>
            <w:vAlign w:val="center"/>
          </w:tcPr>
          <w:p w14:paraId="02BE97D8" w14:textId="77777777" w:rsidR="00817A71" w:rsidRDefault="00000000">
            <w:pPr>
              <w:jc w:val="center"/>
            </w:pPr>
            <w:r>
              <w:t>≤0.3</w:t>
            </w:r>
          </w:p>
        </w:tc>
        <w:tc>
          <w:tcPr>
            <w:tcW w:w="1262" w:type="dxa"/>
            <w:vAlign w:val="center"/>
          </w:tcPr>
          <w:p w14:paraId="64D3FA81" w14:textId="77777777" w:rsidR="00817A71" w:rsidRDefault="00000000">
            <w:pPr>
              <w:jc w:val="center"/>
            </w:pPr>
            <w:r>
              <w:t>0(</w:t>
            </w:r>
            <w:r>
              <w:t>人</w:t>
            </w:r>
            <w:r>
              <w:t>)</w:t>
            </w:r>
          </w:p>
        </w:tc>
        <w:tc>
          <w:tcPr>
            <w:tcW w:w="1262" w:type="dxa"/>
            <w:vAlign w:val="center"/>
          </w:tcPr>
          <w:p w14:paraId="333E25AE" w14:textId="77777777" w:rsidR="00817A71" w:rsidRDefault="00000000">
            <w:pPr>
              <w:jc w:val="center"/>
            </w:pPr>
            <w:r>
              <w:t>6(W/</w:t>
            </w:r>
            <w:r>
              <w:t>㎡</w:t>
            </w:r>
            <w:r>
              <w:t>)</w:t>
            </w:r>
          </w:p>
        </w:tc>
        <w:tc>
          <w:tcPr>
            <w:tcW w:w="1290" w:type="dxa"/>
            <w:vAlign w:val="center"/>
          </w:tcPr>
          <w:p w14:paraId="72384446" w14:textId="77777777" w:rsidR="00817A71" w:rsidRDefault="00000000">
            <w:pPr>
              <w:jc w:val="center"/>
            </w:pPr>
            <w:r>
              <w:t>24(W/</w:t>
            </w:r>
            <w:r>
              <w:t>㎡</w:t>
            </w:r>
            <w:r>
              <w:t>)</w:t>
            </w:r>
          </w:p>
        </w:tc>
      </w:tr>
      <w:tr w:rsidR="00817A71" w14:paraId="1D1121B2" w14:textId="77777777">
        <w:tc>
          <w:tcPr>
            <w:tcW w:w="1947" w:type="dxa"/>
            <w:shd w:val="clear" w:color="auto" w:fill="E6E6E6"/>
            <w:vAlign w:val="center"/>
          </w:tcPr>
          <w:p w14:paraId="5F9AB3D7" w14:textId="77777777" w:rsidR="00817A71" w:rsidRDefault="00000000">
            <w:r>
              <w:t>封闭阳台</w:t>
            </w:r>
          </w:p>
        </w:tc>
        <w:tc>
          <w:tcPr>
            <w:tcW w:w="1137" w:type="dxa"/>
            <w:vAlign w:val="center"/>
          </w:tcPr>
          <w:p w14:paraId="4CF233EB" w14:textId="77777777" w:rsidR="00817A71" w:rsidRDefault="00000000">
            <w:pPr>
              <w:jc w:val="center"/>
            </w:pPr>
            <w:r>
              <w:t>10(</w:t>
            </w:r>
            <w:r>
              <w:t>次</w:t>
            </w:r>
            <w:r>
              <w:t>/h)</w:t>
            </w:r>
          </w:p>
        </w:tc>
        <w:tc>
          <w:tcPr>
            <w:tcW w:w="1137" w:type="dxa"/>
            <w:vAlign w:val="center"/>
          </w:tcPr>
          <w:p w14:paraId="02BE9F08" w14:textId="77777777" w:rsidR="00817A71" w:rsidRDefault="00000000">
            <w:pPr>
              <w:jc w:val="center"/>
            </w:pPr>
            <w:r>
              <w:t>0.5(</w:t>
            </w:r>
            <w:r>
              <w:t>次</w:t>
            </w:r>
            <w:r>
              <w:t>/h)</w:t>
            </w:r>
          </w:p>
        </w:tc>
        <w:tc>
          <w:tcPr>
            <w:tcW w:w="1137" w:type="dxa"/>
            <w:vAlign w:val="center"/>
          </w:tcPr>
          <w:p w14:paraId="65E7B585" w14:textId="77777777" w:rsidR="00817A71" w:rsidRDefault="00000000">
            <w:pPr>
              <w:jc w:val="center"/>
            </w:pPr>
            <w:r>
              <w:t>10(</w:t>
            </w:r>
            <w:r>
              <w:t>次</w:t>
            </w:r>
            <w:r>
              <w:t>/h)</w:t>
            </w:r>
          </w:p>
        </w:tc>
        <w:tc>
          <w:tcPr>
            <w:tcW w:w="1262" w:type="dxa"/>
            <w:vAlign w:val="center"/>
          </w:tcPr>
          <w:p w14:paraId="052B9154" w14:textId="77777777" w:rsidR="00817A71" w:rsidRDefault="00000000">
            <w:pPr>
              <w:jc w:val="center"/>
            </w:pPr>
            <w:r>
              <w:t>≤0.3</w:t>
            </w:r>
          </w:p>
        </w:tc>
        <w:tc>
          <w:tcPr>
            <w:tcW w:w="1262" w:type="dxa"/>
            <w:vAlign w:val="center"/>
          </w:tcPr>
          <w:p w14:paraId="7372FE1B" w14:textId="77777777" w:rsidR="00817A71" w:rsidRDefault="00000000">
            <w:pPr>
              <w:jc w:val="center"/>
            </w:pPr>
            <w:r>
              <w:t>0(</w:t>
            </w:r>
            <w:r>
              <w:t>㎡</w:t>
            </w:r>
            <w:r>
              <w:t>/</w:t>
            </w:r>
            <w:r>
              <w:t>人</w:t>
            </w:r>
            <w:r>
              <w:t>)</w:t>
            </w:r>
          </w:p>
        </w:tc>
        <w:tc>
          <w:tcPr>
            <w:tcW w:w="1262" w:type="dxa"/>
            <w:vAlign w:val="center"/>
          </w:tcPr>
          <w:p w14:paraId="1D8B53A9" w14:textId="77777777" w:rsidR="00817A71" w:rsidRDefault="00000000">
            <w:pPr>
              <w:jc w:val="center"/>
            </w:pPr>
            <w:r>
              <w:t>6(W/</w:t>
            </w:r>
            <w:r>
              <w:t>㎡</w:t>
            </w:r>
            <w:r>
              <w:t>)</w:t>
            </w:r>
          </w:p>
        </w:tc>
        <w:tc>
          <w:tcPr>
            <w:tcW w:w="1290" w:type="dxa"/>
            <w:vAlign w:val="center"/>
          </w:tcPr>
          <w:p w14:paraId="05154BFF" w14:textId="77777777" w:rsidR="00817A71" w:rsidRDefault="00000000">
            <w:pPr>
              <w:jc w:val="center"/>
            </w:pPr>
            <w:r>
              <w:t>5(W/</w:t>
            </w:r>
            <w:r>
              <w:t>㎡</w:t>
            </w:r>
            <w:r>
              <w:t>)</w:t>
            </w:r>
          </w:p>
        </w:tc>
      </w:tr>
      <w:tr w:rsidR="00817A71" w14:paraId="094DCFAE" w14:textId="77777777">
        <w:tc>
          <w:tcPr>
            <w:tcW w:w="1947" w:type="dxa"/>
            <w:shd w:val="clear" w:color="auto" w:fill="E6E6E6"/>
            <w:vAlign w:val="center"/>
          </w:tcPr>
          <w:p w14:paraId="35467C03" w14:textId="77777777" w:rsidR="00817A71" w:rsidRDefault="00000000">
            <w:r>
              <w:t>楼梯间</w:t>
            </w:r>
          </w:p>
        </w:tc>
        <w:tc>
          <w:tcPr>
            <w:tcW w:w="1137" w:type="dxa"/>
            <w:vAlign w:val="center"/>
          </w:tcPr>
          <w:p w14:paraId="6C104A77" w14:textId="77777777" w:rsidR="00817A71" w:rsidRDefault="00000000">
            <w:pPr>
              <w:jc w:val="center"/>
            </w:pPr>
            <w:r>
              <w:t>10(</w:t>
            </w:r>
            <w:r>
              <w:t>次</w:t>
            </w:r>
            <w:r>
              <w:t>/h)</w:t>
            </w:r>
          </w:p>
        </w:tc>
        <w:tc>
          <w:tcPr>
            <w:tcW w:w="1137" w:type="dxa"/>
            <w:vAlign w:val="center"/>
          </w:tcPr>
          <w:p w14:paraId="4805AD18" w14:textId="77777777" w:rsidR="00817A71" w:rsidRDefault="00000000">
            <w:pPr>
              <w:jc w:val="center"/>
            </w:pPr>
            <w:r>
              <w:t>0.5(</w:t>
            </w:r>
            <w:r>
              <w:t>次</w:t>
            </w:r>
            <w:r>
              <w:t>/h)</w:t>
            </w:r>
          </w:p>
        </w:tc>
        <w:tc>
          <w:tcPr>
            <w:tcW w:w="1137" w:type="dxa"/>
            <w:vAlign w:val="center"/>
          </w:tcPr>
          <w:p w14:paraId="1CCE40EC" w14:textId="77777777" w:rsidR="00817A71" w:rsidRDefault="00000000">
            <w:pPr>
              <w:jc w:val="center"/>
            </w:pPr>
            <w:r>
              <w:t>10(</w:t>
            </w:r>
            <w:r>
              <w:t>次</w:t>
            </w:r>
            <w:r>
              <w:t>/h)</w:t>
            </w:r>
          </w:p>
        </w:tc>
        <w:tc>
          <w:tcPr>
            <w:tcW w:w="1262" w:type="dxa"/>
            <w:vAlign w:val="center"/>
          </w:tcPr>
          <w:p w14:paraId="2F9D50FD" w14:textId="77777777" w:rsidR="00817A71" w:rsidRDefault="00000000">
            <w:pPr>
              <w:jc w:val="center"/>
            </w:pPr>
            <w:r>
              <w:t>≤0.3</w:t>
            </w:r>
          </w:p>
        </w:tc>
        <w:tc>
          <w:tcPr>
            <w:tcW w:w="1262" w:type="dxa"/>
            <w:vAlign w:val="center"/>
          </w:tcPr>
          <w:p w14:paraId="4138B6AD" w14:textId="77777777" w:rsidR="00817A71" w:rsidRDefault="00000000">
            <w:pPr>
              <w:jc w:val="center"/>
            </w:pPr>
            <w:r>
              <w:t>0(</w:t>
            </w:r>
            <w:r>
              <w:t>人</w:t>
            </w:r>
            <w:r>
              <w:t>)</w:t>
            </w:r>
          </w:p>
        </w:tc>
        <w:tc>
          <w:tcPr>
            <w:tcW w:w="1262" w:type="dxa"/>
            <w:vAlign w:val="center"/>
          </w:tcPr>
          <w:p w14:paraId="37C4F09A" w14:textId="77777777" w:rsidR="00817A71" w:rsidRDefault="00000000">
            <w:pPr>
              <w:jc w:val="center"/>
            </w:pPr>
            <w:r>
              <w:t>0(W/</w:t>
            </w:r>
            <w:r>
              <w:t>㎡</w:t>
            </w:r>
            <w:r>
              <w:t>)</w:t>
            </w:r>
          </w:p>
        </w:tc>
        <w:tc>
          <w:tcPr>
            <w:tcW w:w="1290" w:type="dxa"/>
            <w:vAlign w:val="center"/>
          </w:tcPr>
          <w:p w14:paraId="194F110D" w14:textId="77777777" w:rsidR="00817A71" w:rsidRDefault="00000000">
            <w:pPr>
              <w:jc w:val="center"/>
            </w:pPr>
            <w:r>
              <w:t>0(W/</w:t>
            </w:r>
            <w:r>
              <w:t>㎡</w:t>
            </w:r>
            <w:r>
              <w:t>)</w:t>
            </w:r>
          </w:p>
        </w:tc>
      </w:tr>
      <w:tr w:rsidR="00817A71" w14:paraId="76018C24" w14:textId="77777777">
        <w:tc>
          <w:tcPr>
            <w:tcW w:w="1947" w:type="dxa"/>
            <w:shd w:val="clear" w:color="auto" w:fill="E6E6E6"/>
            <w:vAlign w:val="center"/>
          </w:tcPr>
          <w:p w14:paraId="09250348" w14:textId="77777777" w:rsidR="00817A71" w:rsidRDefault="00000000">
            <w:r>
              <w:t>起居室</w:t>
            </w:r>
          </w:p>
        </w:tc>
        <w:tc>
          <w:tcPr>
            <w:tcW w:w="1137" w:type="dxa"/>
            <w:vAlign w:val="center"/>
          </w:tcPr>
          <w:p w14:paraId="6BFB960E" w14:textId="77777777" w:rsidR="00817A71" w:rsidRDefault="00000000">
            <w:pPr>
              <w:jc w:val="center"/>
            </w:pPr>
            <w:r>
              <w:t>10(</w:t>
            </w:r>
            <w:r>
              <w:t>次</w:t>
            </w:r>
            <w:r>
              <w:t>/h)</w:t>
            </w:r>
          </w:p>
        </w:tc>
        <w:tc>
          <w:tcPr>
            <w:tcW w:w="1137" w:type="dxa"/>
            <w:vAlign w:val="center"/>
          </w:tcPr>
          <w:p w14:paraId="2DB87A11" w14:textId="77777777" w:rsidR="00817A71" w:rsidRDefault="00000000">
            <w:pPr>
              <w:jc w:val="center"/>
            </w:pPr>
            <w:r>
              <w:t>0.5(</w:t>
            </w:r>
            <w:r>
              <w:t>次</w:t>
            </w:r>
            <w:r>
              <w:t>/h)</w:t>
            </w:r>
          </w:p>
        </w:tc>
        <w:tc>
          <w:tcPr>
            <w:tcW w:w="1137" w:type="dxa"/>
            <w:vAlign w:val="center"/>
          </w:tcPr>
          <w:p w14:paraId="192FB612" w14:textId="77777777" w:rsidR="00817A71" w:rsidRDefault="00000000">
            <w:pPr>
              <w:jc w:val="center"/>
            </w:pPr>
            <w:r>
              <w:t>10(</w:t>
            </w:r>
            <w:r>
              <w:t>次</w:t>
            </w:r>
            <w:r>
              <w:t>/h)</w:t>
            </w:r>
          </w:p>
        </w:tc>
        <w:tc>
          <w:tcPr>
            <w:tcW w:w="1262" w:type="dxa"/>
            <w:vAlign w:val="center"/>
          </w:tcPr>
          <w:p w14:paraId="5668867D" w14:textId="77777777" w:rsidR="00817A71" w:rsidRDefault="00000000">
            <w:pPr>
              <w:jc w:val="center"/>
            </w:pPr>
            <w:r>
              <w:t>≤0.3</w:t>
            </w:r>
          </w:p>
        </w:tc>
        <w:tc>
          <w:tcPr>
            <w:tcW w:w="1262" w:type="dxa"/>
            <w:vAlign w:val="center"/>
          </w:tcPr>
          <w:p w14:paraId="02FC3ADC" w14:textId="77777777" w:rsidR="00817A71" w:rsidRDefault="00000000">
            <w:pPr>
              <w:jc w:val="center"/>
            </w:pPr>
            <w:r>
              <w:t>32(</w:t>
            </w:r>
            <w:r>
              <w:t>㎡</w:t>
            </w:r>
            <w:r>
              <w:t>/</w:t>
            </w:r>
            <w:r>
              <w:t>人</w:t>
            </w:r>
            <w:r>
              <w:t>)</w:t>
            </w:r>
          </w:p>
        </w:tc>
        <w:tc>
          <w:tcPr>
            <w:tcW w:w="1262" w:type="dxa"/>
            <w:vAlign w:val="center"/>
          </w:tcPr>
          <w:p w14:paraId="216ACE69" w14:textId="77777777" w:rsidR="00817A71" w:rsidRDefault="00000000">
            <w:pPr>
              <w:jc w:val="center"/>
            </w:pPr>
            <w:r>
              <w:t>6(W/</w:t>
            </w:r>
            <w:r>
              <w:t>㎡</w:t>
            </w:r>
            <w:r>
              <w:t>)</w:t>
            </w:r>
          </w:p>
        </w:tc>
        <w:tc>
          <w:tcPr>
            <w:tcW w:w="1290" w:type="dxa"/>
            <w:vAlign w:val="center"/>
          </w:tcPr>
          <w:p w14:paraId="197D4660" w14:textId="77777777" w:rsidR="00817A71" w:rsidRDefault="00000000">
            <w:pPr>
              <w:jc w:val="center"/>
            </w:pPr>
            <w:r>
              <w:t>5(W/</w:t>
            </w:r>
            <w:r>
              <w:t>㎡</w:t>
            </w:r>
            <w:r>
              <w:t>)</w:t>
            </w:r>
          </w:p>
        </w:tc>
      </w:tr>
      <w:tr w:rsidR="00817A71" w14:paraId="5EDD8726" w14:textId="77777777">
        <w:tc>
          <w:tcPr>
            <w:tcW w:w="1947" w:type="dxa"/>
            <w:shd w:val="clear" w:color="auto" w:fill="E6E6E6"/>
            <w:vAlign w:val="center"/>
          </w:tcPr>
          <w:p w14:paraId="346A34EB" w14:textId="77777777" w:rsidR="00817A71" w:rsidRDefault="00000000">
            <w:r>
              <w:t>过厅</w:t>
            </w:r>
          </w:p>
        </w:tc>
        <w:tc>
          <w:tcPr>
            <w:tcW w:w="1137" w:type="dxa"/>
            <w:vAlign w:val="center"/>
          </w:tcPr>
          <w:p w14:paraId="697CEE51" w14:textId="77777777" w:rsidR="00817A71" w:rsidRDefault="00000000">
            <w:pPr>
              <w:jc w:val="center"/>
            </w:pPr>
            <w:r>
              <w:t>10(</w:t>
            </w:r>
            <w:r>
              <w:t>次</w:t>
            </w:r>
            <w:r>
              <w:t>/h)</w:t>
            </w:r>
          </w:p>
        </w:tc>
        <w:tc>
          <w:tcPr>
            <w:tcW w:w="1137" w:type="dxa"/>
            <w:vAlign w:val="center"/>
          </w:tcPr>
          <w:p w14:paraId="78CF762F" w14:textId="77777777" w:rsidR="00817A71" w:rsidRDefault="00000000">
            <w:pPr>
              <w:jc w:val="center"/>
            </w:pPr>
            <w:r>
              <w:t>0.5(</w:t>
            </w:r>
            <w:r>
              <w:t>次</w:t>
            </w:r>
            <w:r>
              <w:t>/h)</w:t>
            </w:r>
          </w:p>
        </w:tc>
        <w:tc>
          <w:tcPr>
            <w:tcW w:w="1137" w:type="dxa"/>
            <w:vAlign w:val="center"/>
          </w:tcPr>
          <w:p w14:paraId="49F5E455" w14:textId="77777777" w:rsidR="00817A71" w:rsidRDefault="00000000">
            <w:pPr>
              <w:jc w:val="center"/>
            </w:pPr>
            <w:r>
              <w:t>10(</w:t>
            </w:r>
            <w:r>
              <w:t>次</w:t>
            </w:r>
            <w:r>
              <w:t>/h)</w:t>
            </w:r>
          </w:p>
        </w:tc>
        <w:tc>
          <w:tcPr>
            <w:tcW w:w="1262" w:type="dxa"/>
            <w:vAlign w:val="center"/>
          </w:tcPr>
          <w:p w14:paraId="79456312" w14:textId="77777777" w:rsidR="00817A71" w:rsidRDefault="00000000">
            <w:pPr>
              <w:jc w:val="center"/>
            </w:pPr>
            <w:r>
              <w:t>≤0.3</w:t>
            </w:r>
          </w:p>
        </w:tc>
        <w:tc>
          <w:tcPr>
            <w:tcW w:w="1262" w:type="dxa"/>
            <w:vAlign w:val="center"/>
          </w:tcPr>
          <w:p w14:paraId="75F6B3B4" w14:textId="77777777" w:rsidR="00817A71" w:rsidRDefault="00000000">
            <w:pPr>
              <w:jc w:val="center"/>
            </w:pPr>
            <w:r>
              <w:t>32(</w:t>
            </w:r>
            <w:r>
              <w:t>㎡</w:t>
            </w:r>
            <w:r>
              <w:t>/</w:t>
            </w:r>
            <w:r>
              <w:t>人</w:t>
            </w:r>
            <w:r>
              <w:t>)</w:t>
            </w:r>
          </w:p>
        </w:tc>
        <w:tc>
          <w:tcPr>
            <w:tcW w:w="1262" w:type="dxa"/>
            <w:vAlign w:val="center"/>
          </w:tcPr>
          <w:p w14:paraId="1458FE7F" w14:textId="77777777" w:rsidR="00817A71" w:rsidRDefault="00000000">
            <w:pPr>
              <w:jc w:val="center"/>
            </w:pPr>
            <w:r>
              <w:t>6(W/</w:t>
            </w:r>
            <w:r>
              <w:t>㎡</w:t>
            </w:r>
            <w:r>
              <w:t>)</w:t>
            </w:r>
          </w:p>
        </w:tc>
        <w:tc>
          <w:tcPr>
            <w:tcW w:w="1290" w:type="dxa"/>
            <w:vAlign w:val="center"/>
          </w:tcPr>
          <w:p w14:paraId="35281C96" w14:textId="77777777" w:rsidR="00817A71" w:rsidRDefault="00000000">
            <w:pPr>
              <w:jc w:val="center"/>
            </w:pPr>
            <w:r>
              <w:t>5(W/</w:t>
            </w:r>
            <w:r>
              <w:t>㎡</w:t>
            </w:r>
            <w:r>
              <w:t>)</w:t>
            </w:r>
          </w:p>
        </w:tc>
      </w:tr>
      <w:tr w:rsidR="00817A71" w14:paraId="3C67686D" w14:textId="77777777">
        <w:tc>
          <w:tcPr>
            <w:tcW w:w="1947" w:type="dxa"/>
            <w:shd w:val="clear" w:color="auto" w:fill="E6E6E6"/>
            <w:vAlign w:val="center"/>
          </w:tcPr>
          <w:p w14:paraId="7396A2C7" w14:textId="77777777" w:rsidR="00817A71" w:rsidRDefault="00000000">
            <w:r>
              <w:t>餐厅</w:t>
            </w:r>
          </w:p>
        </w:tc>
        <w:tc>
          <w:tcPr>
            <w:tcW w:w="1137" w:type="dxa"/>
            <w:vAlign w:val="center"/>
          </w:tcPr>
          <w:p w14:paraId="74EFB4A9" w14:textId="77777777" w:rsidR="00817A71" w:rsidRDefault="00000000">
            <w:pPr>
              <w:jc w:val="center"/>
            </w:pPr>
            <w:r>
              <w:t>10(</w:t>
            </w:r>
            <w:r>
              <w:t>次</w:t>
            </w:r>
            <w:r>
              <w:t>/h)</w:t>
            </w:r>
          </w:p>
        </w:tc>
        <w:tc>
          <w:tcPr>
            <w:tcW w:w="1137" w:type="dxa"/>
            <w:vAlign w:val="center"/>
          </w:tcPr>
          <w:p w14:paraId="2AF2A7B7" w14:textId="77777777" w:rsidR="00817A71" w:rsidRDefault="00000000">
            <w:pPr>
              <w:jc w:val="center"/>
            </w:pPr>
            <w:r>
              <w:t>0.5(</w:t>
            </w:r>
            <w:r>
              <w:t>次</w:t>
            </w:r>
            <w:r>
              <w:t>/h)</w:t>
            </w:r>
          </w:p>
        </w:tc>
        <w:tc>
          <w:tcPr>
            <w:tcW w:w="1137" w:type="dxa"/>
            <w:vAlign w:val="center"/>
          </w:tcPr>
          <w:p w14:paraId="3A18D5BF" w14:textId="77777777" w:rsidR="00817A71" w:rsidRDefault="00000000">
            <w:pPr>
              <w:jc w:val="center"/>
            </w:pPr>
            <w:r>
              <w:t>10(</w:t>
            </w:r>
            <w:r>
              <w:t>次</w:t>
            </w:r>
            <w:r>
              <w:t>/h)</w:t>
            </w:r>
          </w:p>
        </w:tc>
        <w:tc>
          <w:tcPr>
            <w:tcW w:w="1262" w:type="dxa"/>
            <w:vAlign w:val="center"/>
          </w:tcPr>
          <w:p w14:paraId="65CCD80D" w14:textId="77777777" w:rsidR="00817A71" w:rsidRDefault="00000000">
            <w:pPr>
              <w:jc w:val="center"/>
            </w:pPr>
            <w:r>
              <w:t>≤0.3</w:t>
            </w:r>
          </w:p>
        </w:tc>
        <w:tc>
          <w:tcPr>
            <w:tcW w:w="1262" w:type="dxa"/>
            <w:vAlign w:val="center"/>
          </w:tcPr>
          <w:p w14:paraId="7E89587D" w14:textId="77777777" w:rsidR="00817A71" w:rsidRDefault="00000000">
            <w:pPr>
              <w:jc w:val="center"/>
            </w:pPr>
            <w:r>
              <w:t>32(</w:t>
            </w:r>
            <w:r>
              <w:t>㎡</w:t>
            </w:r>
            <w:r>
              <w:t>/</w:t>
            </w:r>
            <w:r>
              <w:t>人</w:t>
            </w:r>
            <w:r>
              <w:t>)</w:t>
            </w:r>
          </w:p>
        </w:tc>
        <w:tc>
          <w:tcPr>
            <w:tcW w:w="1262" w:type="dxa"/>
            <w:vAlign w:val="center"/>
          </w:tcPr>
          <w:p w14:paraId="7614B795" w14:textId="77777777" w:rsidR="00817A71" w:rsidRDefault="00000000">
            <w:pPr>
              <w:jc w:val="center"/>
            </w:pPr>
            <w:r>
              <w:t>6(W/</w:t>
            </w:r>
            <w:r>
              <w:t>㎡</w:t>
            </w:r>
            <w:r>
              <w:t>)</w:t>
            </w:r>
          </w:p>
        </w:tc>
        <w:tc>
          <w:tcPr>
            <w:tcW w:w="1290" w:type="dxa"/>
            <w:vAlign w:val="center"/>
          </w:tcPr>
          <w:p w14:paraId="13D3B8DB" w14:textId="77777777" w:rsidR="00817A71" w:rsidRDefault="00000000">
            <w:pPr>
              <w:jc w:val="center"/>
            </w:pPr>
            <w:r>
              <w:t>5(W/</w:t>
            </w:r>
            <w:r>
              <w:t>㎡</w:t>
            </w:r>
            <w:r>
              <w:t>)</w:t>
            </w:r>
          </w:p>
        </w:tc>
      </w:tr>
    </w:tbl>
    <w:p w14:paraId="661DE048" w14:textId="77777777" w:rsidR="00000000" w:rsidRPr="004C1EAC" w:rsidRDefault="00000000" w:rsidP="004C1EAC">
      <w:pPr>
        <w:pStyle w:val="4"/>
        <w:tabs>
          <w:tab w:val="clear" w:pos="864"/>
        </w:tabs>
        <w:ind w:leftChars="71" w:left="162" w:hangingChars="6" w:hanging="13"/>
        <w:rPr>
          <w:lang w:val="en-US"/>
        </w:rPr>
      </w:pPr>
      <w:r>
        <w:rPr>
          <w:lang w:val="en-US"/>
        </w:rPr>
        <w:t>工作日</w:t>
      </w:r>
      <w:r>
        <w:rPr>
          <w:lang w:val="en-US"/>
        </w:rPr>
        <w:t>/</w:t>
      </w:r>
      <w:r>
        <w:rPr>
          <w:lang w:val="en-US"/>
        </w:rPr>
        <w:t>节假日人员逐时在室率</w:t>
      </w:r>
      <w:r>
        <w:rPr>
          <w:lang w:val="en-US"/>
        </w:rPr>
        <w:t>(%)</w:t>
      </w:r>
    </w:p>
    <w:tbl>
      <w:tblPr>
        <w:tblW w:w="106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4C1EAC" w:rsidRPr="007428D7" w14:paraId="62292B10" w14:textId="77777777" w:rsidTr="001D4847">
        <w:trPr>
          <w:jc w:val="center"/>
        </w:trPr>
        <w:tc>
          <w:tcPr>
            <w:tcW w:w="1045" w:type="dxa"/>
            <w:shd w:val="clear" w:color="auto" w:fill="E0E0E0"/>
          </w:tcPr>
          <w:p w14:paraId="23321D53" w14:textId="77777777" w:rsidR="00000000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shd w:val="clear" w:color="auto" w:fill="E0E0E0"/>
          </w:tcPr>
          <w:p w14:paraId="549BB398" w14:textId="77777777" w:rsidR="00000000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shd w:val="clear" w:color="auto" w:fill="E0E0E0"/>
          </w:tcPr>
          <w:p w14:paraId="7445C221" w14:textId="77777777" w:rsidR="00000000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shd w:val="clear" w:color="auto" w:fill="E0E0E0"/>
          </w:tcPr>
          <w:p w14:paraId="33356C1E" w14:textId="77777777" w:rsidR="00000000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shd w:val="clear" w:color="auto" w:fill="E0E0E0"/>
          </w:tcPr>
          <w:p w14:paraId="238185C1" w14:textId="77777777" w:rsidR="00000000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shd w:val="clear" w:color="auto" w:fill="E0E0E0"/>
          </w:tcPr>
          <w:p w14:paraId="3AF50233" w14:textId="77777777" w:rsidR="00000000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shd w:val="clear" w:color="auto" w:fill="E0E0E0"/>
          </w:tcPr>
          <w:p w14:paraId="64622422" w14:textId="77777777" w:rsidR="00000000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shd w:val="clear" w:color="auto" w:fill="E0E0E0"/>
          </w:tcPr>
          <w:p w14:paraId="241122BE" w14:textId="77777777" w:rsidR="00000000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shd w:val="clear" w:color="auto" w:fill="E0E0E0"/>
          </w:tcPr>
          <w:p w14:paraId="406E8633" w14:textId="77777777" w:rsidR="00000000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shd w:val="clear" w:color="auto" w:fill="E0E0E0"/>
          </w:tcPr>
          <w:p w14:paraId="6B1F2EB0" w14:textId="77777777" w:rsidR="00000000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shd w:val="clear" w:color="auto" w:fill="E0E0E0"/>
          </w:tcPr>
          <w:p w14:paraId="264EFFD0" w14:textId="77777777" w:rsidR="00000000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shd w:val="clear" w:color="auto" w:fill="E0E0E0"/>
          </w:tcPr>
          <w:p w14:paraId="3FB89B5D" w14:textId="77777777" w:rsidR="00000000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shd w:val="clear" w:color="auto" w:fill="E0E0E0"/>
          </w:tcPr>
          <w:p w14:paraId="282D1F98" w14:textId="77777777" w:rsidR="00000000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shd w:val="clear" w:color="auto" w:fill="E0E0E0"/>
          </w:tcPr>
          <w:p w14:paraId="6621D7C4" w14:textId="77777777" w:rsidR="00000000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shd w:val="clear" w:color="auto" w:fill="E0E0E0"/>
          </w:tcPr>
          <w:p w14:paraId="3B5F7A55" w14:textId="77777777" w:rsidR="00000000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shd w:val="clear" w:color="auto" w:fill="E0E0E0"/>
          </w:tcPr>
          <w:p w14:paraId="58E4D995" w14:textId="77777777" w:rsidR="00000000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shd w:val="clear" w:color="auto" w:fill="E0E0E0"/>
          </w:tcPr>
          <w:p w14:paraId="5E7C06A3" w14:textId="77777777" w:rsidR="00000000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shd w:val="clear" w:color="auto" w:fill="E0E0E0"/>
          </w:tcPr>
          <w:p w14:paraId="57178F6D" w14:textId="77777777" w:rsidR="00000000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shd w:val="clear" w:color="auto" w:fill="E0E0E0"/>
          </w:tcPr>
          <w:p w14:paraId="3DE63E3C" w14:textId="77777777" w:rsidR="00000000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shd w:val="clear" w:color="auto" w:fill="E0E0E0"/>
          </w:tcPr>
          <w:p w14:paraId="44EE6461" w14:textId="77777777" w:rsidR="00000000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shd w:val="clear" w:color="auto" w:fill="E0E0E0"/>
          </w:tcPr>
          <w:p w14:paraId="088DBC40" w14:textId="77777777" w:rsidR="00000000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shd w:val="clear" w:color="auto" w:fill="E0E0E0"/>
          </w:tcPr>
          <w:p w14:paraId="407BA304" w14:textId="77777777" w:rsidR="00000000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shd w:val="clear" w:color="auto" w:fill="E0E0E0"/>
          </w:tcPr>
          <w:p w14:paraId="62299A08" w14:textId="77777777" w:rsidR="00000000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shd w:val="clear" w:color="auto" w:fill="E0E0E0"/>
          </w:tcPr>
          <w:p w14:paraId="71070CFB" w14:textId="77777777" w:rsidR="00000000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E0E0E0"/>
          </w:tcPr>
          <w:p w14:paraId="3689DE7D" w14:textId="77777777" w:rsidR="00000000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24</w:t>
            </w:r>
          </w:p>
        </w:tc>
      </w:tr>
      <w:tr w:rsidR="00817A71" w14:paraId="67D2F4D6" w14:textId="77777777">
        <w:trPr>
          <w:jc w:val="center"/>
        </w:trPr>
        <w:tc>
          <w:tcPr>
            <w:tcW w:w="1045" w:type="dxa"/>
            <w:vMerge w:val="restart"/>
            <w:shd w:val="clear" w:color="auto" w:fill="auto"/>
            <w:vAlign w:val="center"/>
          </w:tcPr>
          <w:p w14:paraId="6065F3DB" w14:textId="77777777" w:rsidR="00000000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卫生间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4248F9BE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4A1B80E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B1EB63F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74425B76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0BBB022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B60E258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3ED80337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0002622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0C38EF7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9505E72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6B43EBF7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7C0578C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8EB503B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1671AE05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22DAD57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D5FACEF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A7A2DDB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6C3E0D03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3861FDB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B80E075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4A2FE8C8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B02194C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A914DE2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3657F58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</w:tr>
      <w:tr w:rsidR="00817A71" w14:paraId="0DDC60F8" w14:textId="77777777">
        <w:trPr>
          <w:jc w:val="center"/>
        </w:trPr>
        <w:tc>
          <w:tcPr>
            <w:tcW w:w="1045" w:type="dxa"/>
            <w:vMerge/>
            <w:shd w:val="clear" w:color="auto" w:fill="auto"/>
            <w:vAlign w:val="center"/>
          </w:tcPr>
          <w:p w14:paraId="2307937B" w14:textId="77777777" w:rsidR="00000000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shd w:val="clear" w:color="auto" w:fill="auto"/>
            <w:vAlign w:val="center"/>
          </w:tcPr>
          <w:p w14:paraId="74B19213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B3DCC2D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CCEBC20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52141966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81F4EF8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4257609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7C2DE6FF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803B987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1F1314F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CFD5F31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4F39BD2E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51B7A94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A3A7D0C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70DC03CF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38AFCDB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61343B0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C188084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03073008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5CA61EC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01B6B5D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36F283FC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0BE330B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BB8DC59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DEA3ABE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</w:tr>
      <w:tr w:rsidR="00817A71" w14:paraId="1C38359E" w14:textId="77777777">
        <w:trPr>
          <w:jc w:val="center"/>
        </w:trPr>
        <w:tc>
          <w:tcPr>
            <w:tcW w:w="1045" w:type="dxa"/>
            <w:vMerge w:val="restart"/>
            <w:shd w:val="clear" w:color="auto" w:fill="auto"/>
            <w:vAlign w:val="center"/>
          </w:tcPr>
          <w:p w14:paraId="5A80CAAE" w14:textId="77777777" w:rsidR="00000000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厨房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19EC6515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CEE9160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74BD2F1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02E80A79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AE669CC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475868A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7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7BB714ED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41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9AABC2A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42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60158AB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CB387EA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6E71F625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4FCD6FD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41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2D070F8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19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618A9164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BF8851E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81796EF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C0609CB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21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7EB288B5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71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2339166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74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F5DC375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19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3B202B55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C2B2ED3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FB03169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5648467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</w:tr>
      <w:tr w:rsidR="00817A71" w14:paraId="255AF611" w14:textId="77777777">
        <w:trPr>
          <w:jc w:val="center"/>
        </w:trPr>
        <w:tc>
          <w:tcPr>
            <w:tcW w:w="1045" w:type="dxa"/>
            <w:vMerge/>
            <w:shd w:val="clear" w:color="auto" w:fill="auto"/>
            <w:vAlign w:val="center"/>
          </w:tcPr>
          <w:p w14:paraId="336DABD7" w14:textId="77777777" w:rsidR="00000000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shd w:val="clear" w:color="auto" w:fill="auto"/>
            <w:vAlign w:val="center"/>
          </w:tcPr>
          <w:p w14:paraId="11662EDA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8200936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00E0FF2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56867AA6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01C13F1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035ABAA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7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36076B8E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41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5B603CC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42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2BC8173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4BEF889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3D517EDB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A7C5E4A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41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03A28B5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19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223869EB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9441EC1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55CCFC4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49B8380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21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5D106B30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71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9ECF849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74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2FDFF47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19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1537432D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418DCE8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8DF75AA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FB1DC3D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</w:tr>
      <w:tr w:rsidR="00817A71" w14:paraId="02D83094" w14:textId="77777777">
        <w:trPr>
          <w:jc w:val="center"/>
        </w:trPr>
        <w:tc>
          <w:tcPr>
            <w:tcW w:w="1045" w:type="dxa"/>
            <w:vMerge w:val="restart"/>
            <w:shd w:val="clear" w:color="auto" w:fill="auto"/>
            <w:vAlign w:val="center"/>
          </w:tcPr>
          <w:p w14:paraId="2D9E9EDA" w14:textId="77777777" w:rsidR="00000000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封闭阳台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3940DF45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8C23E40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EDACB1C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16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4AAEAAF1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9E0BB1D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D772007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24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4E1473E0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31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1AE2F39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2563ED4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1B50970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14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6937BD91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A704024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F595E19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22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027BC7B1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1A88646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9341562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E2514EF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6FA107D6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FB6960E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49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AA74D8E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54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2F5742D0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1AAF390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64EB886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509C506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15</w:t>
            </w:r>
          </w:p>
        </w:tc>
      </w:tr>
      <w:tr w:rsidR="00817A71" w14:paraId="4249D7A8" w14:textId="77777777">
        <w:trPr>
          <w:jc w:val="center"/>
        </w:trPr>
        <w:tc>
          <w:tcPr>
            <w:tcW w:w="1045" w:type="dxa"/>
            <w:vMerge/>
            <w:shd w:val="clear" w:color="auto" w:fill="auto"/>
            <w:vAlign w:val="center"/>
          </w:tcPr>
          <w:p w14:paraId="3ACC567D" w14:textId="77777777" w:rsidR="00000000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shd w:val="clear" w:color="auto" w:fill="auto"/>
            <w:vAlign w:val="center"/>
          </w:tcPr>
          <w:p w14:paraId="4C1EC025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2BE27E7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40DA84D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7AFE7493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ECB2D1B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38E2879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1FB35E42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F33DB93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24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37B68D3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29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07138FF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32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42A48061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BDDD8E3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8D65987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62355A72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32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3DBAF6A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DE553D9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1CE533F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535C6031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39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9E31C82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44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8C95F80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47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206174CA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5CA2134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668AE18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8EB9F44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16</w:t>
            </w:r>
          </w:p>
        </w:tc>
      </w:tr>
      <w:tr w:rsidR="00817A71" w14:paraId="3BAF1E28" w14:textId="77777777">
        <w:trPr>
          <w:jc w:val="center"/>
        </w:trPr>
        <w:tc>
          <w:tcPr>
            <w:tcW w:w="1045" w:type="dxa"/>
            <w:vMerge w:val="restart"/>
            <w:shd w:val="clear" w:color="auto" w:fill="auto"/>
            <w:vAlign w:val="center"/>
          </w:tcPr>
          <w:p w14:paraId="25E32DB6" w14:textId="77777777" w:rsidR="00000000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楼梯间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175D6541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50222AF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DF99CFE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1C089B36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1371F7E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ABFD315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7C1189D8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7E20CAB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60CD6DC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59B8E7C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6BB61FB5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4EB5BEA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431EEE9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5AA71E62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8458937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EADE73B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08CC3FB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634776A2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79F07D5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AFC4E32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7C50A981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D83B5CC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0E21760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CA75D31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</w:tr>
      <w:tr w:rsidR="00817A71" w14:paraId="7D7DF30B" w14:textId="77777777">
        <w:trPr>
          <w:jc w:val="center"/>
        </w:trPr>
        <w:tc>
          <w:tcPr>
            <w:tcW w:w="1045" w:type="dxa"/>
            <w:vMerge/>
            <w:shd w:val="clear" w:color="auto" w:fill="auto"/>
            <w:vAlign w:val="center"/>
          </w:tcPr>
          <w:p w14:paraId="4824C590" w14:textId="77777777" w:rsidR="00000000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shd w:val="clear" w:color="auto" w:fill="auto"/>
            <w:vAlign w:val="center"/>
          </w:tcPr>
          <w:p w14:paraId="45BC07C5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982DDF7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C8A3EED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2E9CB6AE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D190DF9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539DE5A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2813F4D2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0A3D2C4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7D95EB4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912ED63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6629F289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24A7078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CC9B1B8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50B398B7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4F67927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E928A62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6D3BACD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63B22535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44A612F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47F165F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4A8A3398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2EA3C70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F1D75F1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84295EA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</w:tr>
      <w:tr w:rsidR="00817A71" w14:paraId="720D7B68" w14:textId="77777777">
        <w:trPr>
          <w:jc w:val="center"/>
        </w:trPr>
        <w:tc>
          <w:tcPr>
            <w:tcW w:w="1045" w:type="dxa"/>
            <w:vMerge w:val="restart"/>
            <w:shd w:val="clear" w:color="auto" w:fill="auto"/>
            <w:vAlign w:val="center"/>
          </w:tcPr>
          <w:p w14:paraId="63E1E04F" w14:textId="77777777" w:rsidR="00000000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起居室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6B672584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F172B97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6F03CC2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16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2957D6E3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9DB9856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86FD4DC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24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2545EFEA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31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7119E61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9F5B5D2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24D172C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14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127EE3AE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8F144E2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AEC4E32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22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6680A190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FC30380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76A3ED0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1F86809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21BBFD22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3EACF5A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49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2218CE9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54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7C27789E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14B4B86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09D0C8E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3F751E4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15</w:t>
            </w:r>
          </w:p>
        </w:tc>
      </w:tr>
      <w:tr w:rsidR="00817A71" w14:paraId="22812A33" w14:textId="77777777">
        <w:trPr>
          <w:jc w:val="center"/>
        </w:trPr>
        <w:tc>
          <w:tcPr>
            <w:tcW w:w="1045" w:type="dxa"/>
            <w:vMerge/>
            <w:shd w:val="clear" w:color="auto" w:fill="auto"/>
            <w:vAlign w:val="center"/>
          </w:tcPr>
          <w:p w14:paraId="0A442E0F" w14:textId="77777777" w:rsidR="00000000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shd w:val="clear" w:color="auto" w:fill="auto"/>
            <w:vAlign w:val="center"/>
          </w:tcPr>
          <w:p w14:paraId="74A7B0DD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039100F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82A005F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4E5CE5B9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CE5C04C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50F187F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5F2BA7C3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8CFC5C6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24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5E2FFEA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29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0809CAF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32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5107B5E6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FDA079B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A6290FC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1260FEEC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32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E206260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B6AD105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BE185FB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55DDCDDE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39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92F95C4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44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1914B0E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47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6DF94388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EA0A488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3D4AD14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100B088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16</w:t>
            </w:r>
          </w:p>
        </w:tc>
      </w:tr>
      <w:tr w:rsidR="00817A71" w14:paraId="3C94B01F" w14:textId="77777777">
        <w:trPr>
          <w:jc w:val="center"/>
        </w:trPr>
        <w:tc>
          <w:tcPr>
            <w:tcW w:w="1045" w:type="dxa"/>
            <w:vMerge w:val="restart"/>
            <w:shd w:val="clear" w:color="auto" w:fill="auto"/>
            <w:vAlign w:val="center"/>
          </w:tcPr>
          <w:p w14:paraId="503CA35E" w14:textId="77777777" w:rsidR="00000000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过厅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415439DF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73CE8FE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6C32EF7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16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18ED99A4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E2BEF3C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685B5A7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24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72968E06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31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4D36B87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DD0CA86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DF63E2A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14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0ABB8FAD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8839F16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C7AF485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22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240370E1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30E240F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08A0F64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B7D5529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6238B399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44EED25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49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2EC61E2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54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5173F2D8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83816D7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AD13628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71786A1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15</w:t>
            </w:r>
          </w:p>
        </w:tc>
      </w:tr>
      <w:tr w:rsidR="00817A71" w14:paraId="4726B1D3" w14:textId="77777777">
        <w:trPr>
          <w:jc w:val="center"/>
        </w:trPr>
        <w:tc>
          <w:tcPr>
            <w:tcW w:w="1045" w:type="dxa"/>
            <w:vMerge/>
            <w:shd w:val="clear" w:color="auto" w:fill="auto"/>
            <w:vAlign w:val="center"/>
          </w:tcPr>
          <w:p w14:paraId="2F3562BD" w14:textId="77777777" w:rsidR="00000000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shd w:val="clear" w:color="auto" w:fill="auto"/>
            <w:vAlign w:val="center"/>
          </w:tcPr>
          <w:p w14:paraId="2E19BF75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CD2BA54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B4305A7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453CA90A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32DC883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E72284C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0C80DC3B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68D7722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24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C2039EE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29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B5B2C7D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32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33C686C3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22CA807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636EF6E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648C3576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32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1EBDC49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06ED65B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7222206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3380062A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39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1795139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44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62DDAFD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47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1836E93D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D9E8E06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6BB2CE3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5B5B67D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16</w:t>
            </w:r>
          </w:p>
        </w:tc>
      </w:tr>
      <w:tr w:rsidR="00817A71" w14:paraId="1CAB9D24" w14:textId="77777777">
        <w:trPr>
          <w:jc w:val="center"/>
        </w:trPr>
        <w:tc>
          <w:tcPr>
            <w:tcW w:w="1045" w:type="dxa"/>
            <w:vMerge w:val="restart"/>
            <w:shd w:val="clear" w:color="auto" w:fill="auto"/>
            <w:vAlign w:val="center"/>
          </w:tcPr>
          <w:p w14:paraId="3280D261" w14:textId="77777777" w:rsidR="00000000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餐厅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1313AE34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50EC7FF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31B69F0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16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5DBBF008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DF44690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F43CC1D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24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16FA7185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31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0E1ADE5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CD8F4F9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A3AB292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14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38E17B22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D3D9700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ED6B80F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22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0E600838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5280E0F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CB01464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A0B09FB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248AD13B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C897F40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49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1E3AAA5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54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56164119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ECC4F06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F006514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D32B08A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15</w:t>
            </w:r>
          </w:p>
        </w:tc>
      </w:tr>
      <w:tr w:rsidR="004C1EAC" w:rsidRPr="007428D7" w14:paraId="27A1B76A" w14:textId="77777777" w:rsidTr="001D4847">
        <w:trPr>
          <w:jc w:val="center"/>
        </w:trPr>
        <w:tc>
          <w:tcPr>
            <w:tcW w:w="1045" w:type="dxa"/>
            <w:vMerge/>
            <w:shd w:val="clear" w:color="auto" w:fill="auto"/>
            <w:vAlign w:val="center"/>
          </w:tcPr>
          <w:p w14:paraId="7EB81D0E" w14:textId="77777777" w:rsidR="00000000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shd w:val="clear" w:color="auto" w:fill="auto"/>
            <w:vAlign w:val="center"/>
          </w:tcPr>
          <w:p w14:paraId="783F9E04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B9DEA14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429C706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41C50F24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FE2A960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588A4C8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162695DA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14F9626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24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540145C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29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659DE1F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32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00AB16CB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E9620D2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075DF2D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64FF79D7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32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7F22BA9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081C437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D51594E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64DBF1AE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39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4D39339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44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3C3EAF1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47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2E18F558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E8909FD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A50DA4B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AD34F9B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16</w:t>
            </w:r>
          </w:p>
        </w:tc>
      </w:tr>
    </w:tbl>
    <w:p w14:paraId="020629A4" w14:textId="77777777" w:rsidR="00000000" w:rsidRDefault="00000000">
      <w:r w:rsidRPr="00080B35">
        <w:rPr>
          <w:rFonts w:hint="eastAsia"/>
        </w:rPr>
        <w:t>注：上行：工作日；下行：节假日</w:t>
      </w:r>
    </w:p>
    <w:p w14:paraId="41781AAC" w14:textId="77777777" w:rsidR="00000000" w:rsidRPr="004C1EAC" w:rsidRDefault="00000000" w:rsidP="004C1EAC">
      <w:pPr>
        <w:pStyle w:val="4"/>
        <w:tabs>
          <w:tab w:val="clear" w:pos="864"/>
        </w:tabs>
        <w:ind w:leftChars="71" w:left="162" w:hangingChars="6" w:hanging="13"/>
        <w:rPr>
          <w:lang w:val="en-US"/>
        </w:rPr>
      </w:pPr>
      <w:r>
        <w:rPr>
          <w:lang w:val="en-US"/>
        </w:rPr>
        <w:lastRenderedPageBreak/>
        <w:t>工作日</w:t>
      </w:r>
      <w:r>
        <w:rPr>
          <w:lang w:val="en-US"/>
        </w:rPr>
        <w:t>/</w:t>
      </w:r>
      <w:r>
        <w:rPr>
          <w:lang w:val="en-US"/>
        </w:rPr>
        <w:t>节假日照明开关时间表</w:t>
      </w:r>
      <w:r>
        <w:rPr>
          <w:lang w:val="en-US"/>
        </w:rPr>
        <w:t>(%)</w:t>
      </w:r>
    </w:p>
    <w:tbl>
      <w:tblPr>
        <w:tblW w:w="106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4C1EAC" w:rsidRPr="007428D7" w14:paraId="2038E703" w14:textId="77777777" w:rsidTr="001D4847">
        <w:trPr>
          <w:jc w:val="center"/>
        </w:trPr>
        <w:tc>
          <w:tcPr>
            <w:tcW w:w="1045" w:type="dxa"/>
            <w:shd w:val="clear" w:color="auto" w:fill="E0E0E0"/>
          </w:tcPr>
          <w:p w14:paraId="37A404C4" w14:textId="77777777" w:rsidR="00000000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shd w:val="clear" w:color="auto" w:fill="E0E0E0"/>
          </w:tcPr>
          <w:p w14:paraId="2A579A3D" w14:textId="77777777" w:rsidR="00000000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shd w:val="clear" w:color="auto" w:fill="E0E0E0"/>
          </w:tcPr>
          <w:p w14:paraId="7DC4D120" w14:textId="77777777" w:rsidR="00000000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shd w:val="clear" w:color="auto" w:fill="E0E0E0"/>
          </w:tcPr>
          <w:p w14:paraId="0297B6F5" w14:textId="77777777" w:rsidR="00000000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shd w:val="clear" w:color="auto" w:fill="E0E0E0"/>
          </w:tcPr>
          <w:p w14:paraId="11529213" w14:textId="77777777" w:rsidR="00000000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shd w:val="clear" w:color="auto" w:fill="E0E0E0"/>
          </w:tcPr>
          <w:p w14:paraId="27BA97CE" w14:textId="77777777" w:rsidR="00000000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shd w:val="clear" w:color="auto" w:fill="E0E0E0"/>
          </w:tcPr>
          <w:p w14:paraId="3C5E8D75" w14:textId="77777777" w:rsidR="00000000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shd w:val="clear" w:color="auto" w:fill="E0E0E0"/>
          </w:tcPr>
          <w:p w14:paraId="12659042" w14:textId="77777777" w:rsidR="00000000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shd w:val="clear" w:color="auto" w:fill="E0E0E0"/>
          </w:tcPr>
          <w:p w14:paraId="5D5BE3C8" w14:textId="77777777" w:rsidR="00000000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shd w:val="clear" w:color="auto" w:fill="E0E0E0"/>
          </w:tcPr>
          <w:p w14:paraId="293E4527" w14:textId="77777777" w:rsidR="00000000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shd w:val="clear" w:color="auto" w:fill="E0E0E0"/>
          </w:tcPr>
          <w:p w14:paraId="54EFA64F" w14:textId="77777777" w:rsidR="00000000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shd w:val="clear" w:color="auto" w:fill="E0E0E0"/>
          </w:tcPr>
          <w:p w14:paraId="08CC06EF" w14:textId="77777777" w:rsidR="00000000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shd w:val="clear" w:color="auto" w:fill="E0E0E0"/>
          </w:tcPr>
          <w:p w14:paraId="1632B753" w14:textId="77777777" w:rsidR="00000000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shd w:val="clear" w:color="auto" w:fill="E0E0E0"/>
          </w:tcPr>
          <w:p w14:paraId="32AF9CFB" w14:textId="77777777" w:rsidR="00000000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shd w:val="clear" w:color="auto" w:fill="E0E0E0"/>
          </w:tcPr>
          <w:p w14:paraId="16261B02" w14:textId="77777777" w:rsidR="00000000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shd w:val="clear" w:color="auto" w:fill="E0E0E0"/>
          </w:tcPr>
          <w:p w14:paraId="4EE6DCB0" w14:textId="77777777" w:rsidR="00000000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shd w:val="clear" w:color="auto" w:fill="E0E0E0"/>
          </w:tcPr>
          <w:p w14:paraId="09AD384A" w14:textId="77777777" w:rsidR="00000000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shd w:val="clear" w:color="auto" w:fill="E0E0E0"/>
          </w:tcPr>
          <w:p w14:paraId="55551505" w14:textId="77777777" w:rsidR="00000000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shd w:val="clear" w:color="auto" w:fill="E0E0E0"/>
          </w:tcPr>
          <w:p w14:paraId="3C144C1D" w14:textId="77777777" w:rsidR="00000000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shd w:val="clear" w:color="auto" w:fill="E0E0E0"/>
          </w:tcPr>
          <w:p w14:paraId="71B8D291" w14:textId="77777777" w:rsidR="00000000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shd w:val="clear" w:color="auto" w:fill="E0E0E0"/>
          </w:tcPr>
          <w:p w14:paraId="5A73034E" w14:textId="77777777" w:rsidR="00000000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shd w:val="clear" w:color="auto" w:fill="E0E0E0"/>
          </w:tcPr>
          <w:p w14:paraId="0952A048" w14:textId="77777777" w:rsidR="00000000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shd w:val="clear" w:color="auto" w:fill="E0E0E0"/>
          </w:tcPr>
          <w:p w14:paraId="41DB8E92" w14:textId="77777777" w:rsidR="00000000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shd w:val="clear" w:color="auto" w:fill="E0E0E0"/>
          </w:tcPr>
          <w:p w14:paraId="1EF95B85" w14:textId="77777777" w:rsidR="00000000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E0E0E0"/>
          </w:tcPr>
          <w:p w14:paraId="5F38C70B" w14:textId="77777777" w:rsidR="00000000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24</w:t>
            </w:r>
          </w:p>
        </w:tc>
      </w:tr>
      <w:tr w:rsidR="00817A71" w14:paraId="1FA057A8" w14:textId="77777777">
        <w:trPr>
          <w:jc w:val="center"/>
        </w:trPr>
        <w:tc>
          <w:tcPr>
            <w:tcW w:w="1045" w:type="dxa"/>
            <w:vMerge w:val="restart"/>
            <w:shd w:val="clear" w:color="auto" w:fill="auto"/>
            <w:vAlign w:val="center"/>
          </w:tcPr>
          <w:p w14:paraId="420314CA" w14:textId="77777777" w:rsidR="00000000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卫生间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0B4153CA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4382E05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A4A5426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708B29F1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5D4F139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536D61F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53C148DD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9152BD0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C3EA91E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AEAECF2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7190BBEE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8868641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BD961ED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1D8E93AC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1C3E768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39143EB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6E75EA0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7525D8D8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7FCC390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6E75722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34069BCD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C93E940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1683E06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7205D19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</w:tr>
      <w:tr w:rsidR="00817A71" w14:paraId="61E0B932" w14:textId="77777777">
        <w:trPr>
          <w:jc w:val="center"/>
        </w:trPr>
        <w:tc>
          <w:tcPr>
            <w:tcW w:w="1045" w:type="dxa"/>
            <w:vMerge/>
            <w:shd w:val="clear" w:color="auto" w:fill="auto"/>
            <w:vAlign w:val="center"/>
          </w:tcPr>
          <w:p w14:paraId="654F9E1F" w14:textId="77777777" w:rsidR="00000000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shd w:val="clear" w:color="auto" w:fill="auto"/>
            <w:vAlign w:val="center"/>
          </w:tcPr>
          <w:p w14:paraId="3A720027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27C996E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116F2D1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286E1E4F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38D8322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6EC7F4E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39DC7F8B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B15D7C7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003D6CA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E53F9FE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56AA73CB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4290983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55ECD78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70FD3721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D38D238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7E5711B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830EC94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17F0C674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AFA1E12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860486B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60C70D55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F575543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46ECDF2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9DF9841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</w:tr>
      <w:tr w:rsidR="00817A71" w14:paraId="36EEF45F" w14:textId="77777777">
        <w:trPr>
          <w:jc w:val="center"/>
        </w:trPr>
        <w:tc>
          <w:tcPr>
            <w:tcW w:w="1045" w:type="dxa"/>
            <w:vMerge w:val="restart"/>
            <w:shd w:val="clear" w:color="auto" w:fill="auto"/>
            <w:vAlign w:val="center"/>
          </w:tcPr>
          <w:p w14:paraId="052DAD3A" w14:textId="77777777" w:rsidR="00000000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厨房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445B396D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AB6DCA4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43B7BCF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09099456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F8C5C71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6C3338A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199D22D5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C4DF5DC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5DDC068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72B1432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4AB2A7C4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2DAEFBB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42BB77E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7C2B3F73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22E2773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FAC263D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A43EC97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4AD8556A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851A74F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F8C7FCE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6C0FD035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B3814F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2747782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9199ED5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</w:tr>
      <w:tr w:rsidR="00817A71" w14:paraId="69036C03" w14:textId="77777777">
        <w:trPr>
          <w:jc w:val="center"/>
        </w:trPr>
        <w:tc>
          <w:tcPr>
            <w:tcW w:w="1045" w:type="dxa"/>
            <w:vMerge/>
            <w:shd w:val="clear" w:color="auto" w:fill="auto"/>
            <w:vAlign w:val="center"/>
          </w:tcPr>
          <w:p w14:paraId="0821B3B0" w14:textId="77777777" w:rsidR="00000000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shd w:val="clear" w:color="auto" w:fill="auto"/>
            <w:vAlign w:val="center"/>
          </w:tcPr>
          <w:p w14:paraId="0FF70BE1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38F7F46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3124D51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702CC855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10E4FA9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D12A44B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6F3596EE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5EC0AF4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B6D16D1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3114A96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69671D4E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3DC17BF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D87CF22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7E220F88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BBADFD8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B2A6305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42592E8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20818AD3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4B79181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155B4F7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400C3CED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08A17BB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CBD2D49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07F26E1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</w:tr>
      <w:tr w:rsidR="00817A71" w14:paraId="77276E5D" w14:textId="77777777">
        <w:trPr>
          <w:jc w:val="center"/>
        </w:trPr>
        <w:tc>
          <w:tcPr>
            <w:tcW w:w="1045" w:type="dxa"/>
            <w:vMerge w:val="restart"/>
            <w:shd w:val="clear" w:color="auto" w:fill="auto"/>
            <w:vAlign w:val="center"/>
          </w:tcPr>
          <w:p w14:paraId="4353ACF8" w14:textId="77777777" w:rsidR="00000000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封闭阳台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7C1F85EC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061BB26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05589EE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0C99433C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EB50B1E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2787230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51C171AE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532FCAD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01431DF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1C9F440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6BAC3CF3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9AB204D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50304B6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1FD892AF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28011E0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63A9119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FDD33F0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441E5F72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C406969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E18C88C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07D26FD1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F1846F2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1667739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2F8A038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</w:tr>
      <w:tr w:rsidR="00817A71" w14:paraId="6886B3B5" w14:textId="77777777">
        <w:trPr>
          <w:jc w:val="center"/>
        </w:trPr>
        <w:tc>
          <w:tcPr>
            <w:tcW w:w="1045" w:type="dxa"/>
            <w:vMerge/>
            <w:shd w:val="clear" w:color="auto" w:fill="auto"/>
            <w:vAlign w:val="center"/>
          </w:tcPr>
          <w:p w14:paraId="3EC1E6D0" w14:textId="77777777" w:rsidR="00000000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shd w:val="clear" w:color="auto" w:fill="auto"/>
            <w:vAlign w:val="center"/>
          </w:tcPr>
          <w:p w14:paraId="2FC08B50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8AD3610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7FFA78D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25CBBEB7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4603AF0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AC1D577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09270CA0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A1C1A29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3246E09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79E32A1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5B08F86B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22F07FA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151B2E6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1648FA6D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8BBDC0D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9F597E5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DD0F65F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64886D9B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0E1BE01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F431F61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5D179F1C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E3FCAF6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05A3EBF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125F722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</w:tr>
      <w:tr w:rsidR="00817A71" w14:paraId="275552BC" w14:textId="77777777">
        <w:trPr>
          <w:jc w:val="center"/>
        </w:trPr>
        <w:tc>
          <w:tcPr>
            <w:tcW w:w="1045" w:type="dxa"/>
            <w:vMerge w:val="restart"/>
            <w:shd w:val="clear" w:color="auto" w:fill="auto"/>
            <w:vAlign w:val="center"/>
          </w:tcPr>
          <w:p w14:paraId="12A91739" w14:textId="77777777" w:rsidR="00000000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楼梯间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7BECB1D5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26F2733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D3F9BE1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4C4BE419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67A795D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38E95EF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401AF805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5A9BDF1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BE8B67F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9ADE7D9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4FA45522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E62E95E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39FAA31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7F50FB21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0BF1F51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F2149DC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B1B31D2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3D532845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A3CB6E2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640D172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3FAFD7FC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7FDA2A8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855E524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2447550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</w:tr>
      <w:tr w:rsidR="00817A71" w14:paraId="28A7388B" w14:textId="77777777">
        <w:trPr>
          <w:jc w:val="center"/>
        </w:trPr>
        <w:tc>
          <w:tcPr>
            <w:tcW w:w="1045" w:type="dxa"/>
            <w:vMerge/>
            <w:shd w:val="clear" w:color="auto" w:fill="auto"/>
            <w:vAlign w:val="center"/>
          </w:tcPr>
          <w:p w14:paraId="0F53B384" w14:textId="77777777" w:rsidR="00000000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shd w:val="clear" w:color="auto" w:fill="auto"/>
            <w:vAlign w:val="center"/>
          </w:tcPr>
          <w:p w14:paraId="191A91CB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B57CD1F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264F6D3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565DF151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CFF8325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15710AA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242704BA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7ED2B8A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0AC0A0D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30A620C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50605195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A269833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5A9928D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656803A3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2606AF1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7F37A84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2AFE10F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7059E4BF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3A96D98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5DE43F3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4AE1920D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AACCF38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29670A8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06CCAA7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</w:tr>
      <w:tr w:rsidR="00817A71" w14:paraId="127C050C" w14:textId="77777777">
        <w:trPr>
          <w:jc w:val="center"/>
        </w:trPr>
        <w:tc>
          <w:tcPr>
            <w:tcW w:w="1045" w:type="dxa"/>
            <w:vMerge w:val="restart"/>
            <w:shd w:val="clear" w:color="auto" w:fill="auto"/>
            <w:vAlign w:val="center"/>
          </w:tcPr>
          <w:p w14:paraId="3230F81A" w14:textId="77777777" w:rsidR="00000000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起居室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1BAABB7D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FE76D2B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C5404C0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6E473CF2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DFA1237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D999D06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4929CF3D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4002BC1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59B67B9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5E71187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6C98427B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83B4BBE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5D57099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684D5660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9F794F0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A19A2E4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48AC74A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4B0C4024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0059240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0C86DAD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04246A2E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40A2282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3DA86C2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170766D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</w:tr>
      <w:tr w:rsidR="00817A71" w14:paraId="5BACA532" w14:textId="77777777">
        <w:trPr>
          <w:jc w:val="center"/>
        </w:trPr>
        <w:tc>
          <w:tcPr>
            <w:tcW w:w="1045" w:type="dxa"/>
            <w:vMerge/>
            <w:shd w:val="clear" w:color="auto" w:fill="auto"/>
            <w:vAlign w:val="center"/>
          </w:tcPr>
          <w:p w14:paraId="3ADA61D8" w14:textId="77777777" w:rsidR="00000000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shd w:val="clear" w:color="auto" w:fill="auto"/>
            <w:vAlign w:val="center"/>
          </w:tcPr>
          <w:p w14:paraId="66E8760E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F05E813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0A51DCF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7975603E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6FA26C2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5AD9A3F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50033E73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77F9A45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54E1065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ED7EFE5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3D1B1209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28FC832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10019B3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2BE6EBAE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4EC2B3B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343590B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9BBAFF8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405AA70C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0C73BB1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649E851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7C623E5E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FFF9F45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C8E1579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1DAA304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</w:tr>
      <w:tr w:rsidR="00817A71" w14:paraId="58BC98E7" w14:textId="77777777">
        <w:trPr>
          <w:jc w:val="center"/>
        </w:trPr>
        <w:tc>
          <w:tcPr>
            <w:tcW w:w="1045" w:type="dxa"/>
            <w:vMerge w:val="restart"/>
            <w:shd w:val="clear" w:color="auto" w:fill="auto"/>
            <w:vAlign w:val="center"/>
          </w:tcPr>
          <w:p w14:paraId="094A59B7" w14:textId="77777777" w:rsidR="00000000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过厅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04608033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522D948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4F64DD7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1814EACE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5808F10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FFD5BC9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15B71B58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CA0B2F8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BFEB02F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4B9B79D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43C5F93F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CF7BF5B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774B4E3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034C5677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29DB939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7D776B6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FF1D4AC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3B7898EF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C8FE97C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7FCF9A9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1F02AA67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44FFB5F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B6B5011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EEB6CDF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</w:tr>
      <w:tr w:rsidR="00817A71" w14:paraId="07D62FBE" w14:textId="77777777">
        <w:trPr>
          <w:jc w:val="center"/>
        </w:trPr>
        <w:tc>
          <w:tcPr>
            <w:tcW w:w="1045" w:type="dxa"/>
            <w:vMerge/>
            <w:shd w:val="clear" w:color="auto" w:fill="auto"/>
            <w:vAlign w:val="center"/>
          </w:tcPr>
          <w:p w14:paraId="5642B35A" w14:textId="77777777" w:rsidR="00000000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shd w:val="clear" w:color="auto" w:fill="auto"/>
            <w:vAlign w:val="center"/>
          </w:tcPr>
          <w:p w14:paraId="57E770F1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4E4A0F2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1FF4420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28E53BCB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D33AF1D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2D1D99B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0795E2B5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C26F39A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D5C171D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0EF87E7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303D96FD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5D63B4E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6ADFF8B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1C315A08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C5792EA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6ABE2B7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B2559CC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62F2E6B6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B89BAD9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DD1CB6F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4476286E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3F9EC44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5E99A30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DCCE0BB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</w:tr>
      <w:tr w:rsidR="00817A71" w14:paraId="62090E91" w14:textId="77777777">
        <w:trPr>
          <w:jc w:val="center"/>
        </w:trPr>
        <w:tc>
          <w:tcPr>
            <w:tcW w:w="1045" w:type="dxa"/>
            <w:vMerge w:val="restart"/>
            <w:shd w:val="clear" w:color="auto" w:fill="auto"/>
            <w:vAlign w:val="center"/>
          </w:tcPr>
          <w:p w14:paraId="3EF23C47" w14:textId="77777777" w:rsidR="00000000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餐厅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6DFF48BB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5961F13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B330089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0EA83927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6A5352D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AF5FF66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7A53D626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D4B77CC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33FC106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FDCDD05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6717DA7C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925C6CD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94874B2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4BB1C2C8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D8A3EA1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B91ADBC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EC2D9E4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742DDC70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E6EA203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54A012B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531B8B50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2BC5AD8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EF6080D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F9FD707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</w:tr>
      <w:tr w:rsidR="004C1EAC" w:rsidRPr="007428D7" w14:paraId="0D68D474" w14:textId="77777777" w:rsidTr="001D4847">
        <w:trPr>
          <w:jc w:val="center"/>
        </w:trPr>
        <w:tc>
          <w:tcPr>
            <w:tcW w:w="1045" w:type="dxa"/>
            <w:vMerge/>
            <w:shd w:val="clear" w:color="auto" w:fill="auto"/>
            <w:vAlign w:val="center"/>
          </w:tcPr>
          <w:p w14:paraId="1080C797" w14:textId="77777777" w:rsidR="00000000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shd w:val="clear" w:color="auto" w:fill="auto"/>
            <w:vAlign w:val="center"/>
          </w:tcPr>
          <w:p w14:paraId="3775A973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7F26018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85D3ED9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5C410BA2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66828E8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4F62B11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12DEFC67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F85AB00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5FDDF97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7776D5C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4BAB4387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44A7B79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86F73E0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26BD2494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1311131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26D4CF6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62E29C6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34055172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B1244F3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6EC0382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774F54E9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97961CF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0AA2316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A10B127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50</w:t>
            </w:r>
          </w:p>
        </w:tc>
      </w:tr>
    </w:tbl>
    <w:p w14:paraId="09AB165C" w14:textId="77777777" w:rsidR="00000000" w:rsidRDefault="00000000">
      <w:r w:rsidRPr="00080B35">
        <w:rPr>
          <w:rFonts w:hint="eastAsia"/>
        </w:rPr>
        <w:t>注：上行：工作日；下行：节假日</w:t>
      </w:r>
    </w:p>
    <w:p w14:paraId="038589B3" w14:textId="77777777" w:rsidR="00000000" w:rsidRPr="004C1EAC" w:rsidRDefault="00000000" w:rsidP="004C1EAC">
      <w:pPr>
        <w:pStyle w:val="4"/>
        <w:tabs>
          <w:tab w:val="clear" w:pos="864"/>
        </w:tabs>
        <w:ind w:leftChars="71" w:left="162" w:hangingChars="6" w:hanging="13"/>
        <w:rPr>
          <w:lang w:val="en-US"/>
        </w:rPr>
      </w:pPr>
      <w:bookmarkStart w:id="48" w:name="标题"/>
      <w:r>
        <w:rPr>
          <w:lang w:val="en-US"/>
        </w:rPr>
        <w:t>工作日</w:t>
      </w:r>
      <w:r>
        <w:rPr>
          <w:lang w:val="en-US"/>
        </w:rPr>
        <w:t>/</w:t>
      </w:r>
      <w:r>
        <w:rPr>
          <w:lang w:val="en-US"/>
        </w:rPr>
        <w:t>节假日设备逐时使用率</w:t>
      </w:r>
      <w:r>
        <w:rPr>
          <w:lang w:val="en-US"/>
        </w:rPr>
        <w:t>(%)</w:t>
      </w:r>
      <w:bookmarkEnd w:id="48"/>
    </w:p>
    <w:tbl>
      <w:tblPr>
        <w:tblW w:w="1068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4C1EAC" w:rsidRPr="007428D7" w14:paraId="0D0F3DCD" w14:textId="77777777" w:rsidTr="001D4847">
        <w:trPr>
          <w:jc w:val="center"/>
        </w:trPr>
        <w:tc>
          <w:tcPr>
            <w:tcW w:w="1045" w:type="dxa"/>
            <w:shd w:val="clear" w:color="auto" w:fill="E0E0E0"/>
          </w:tcPr>
          <w:p w14:paraId="350051B0" w14:textId="77777777" w:rsidR="00000000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shd w:val="clear" w:color="auto" w:fill="E0E0E0"/>
          </w:tcPr>
          <w:p w14:paraId="684A8ADD" w14:textId="77777777" w:rsidR="00000000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shd w:val="clear" w:color="auto" w:fill="E0E0E0"/>
          </w:tcPr>
          <w:p w14:paraId="0EBE3224" w14:textId="77777777" w:rsidR="00000000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shd w:val="clear" w:color="auto" w:fill="E0E0E0"/>
          </w:tcPr>
          <w:p w14:paraId="319655D0" w14:textId="77777777" w:rsidR="00000000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shd w:val="clear" w:color="auto" w:fill="E0E0E0"/>
          </w:tcPr>
          <w:p w14:paraId="6F66D205" w14:textId="77777777" w:rsidR="00000000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shd w:val="clear" w:color="auto" w:fill="E0E0E0"/>
          </w:tcPr>
          <w:p w14:paraId="5693F244" w14:textId="77777777" w:rsidR="00000000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shd w:val="clear" w:color="auto" w:fill="E0E0E0"/>
          </w:tcPr>
          <w:p w14:paraId="04C1FCA3" w14:textId="77777777" w:rsidR="00000000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shd w:val="clear" w:color="auto" w:fill="E0E0E0"/>
          </w:tcPr>
          <w:p w14:paraId="2105BC34" w14:textId="77777777" w:rsidR="00000000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shd w:val="clear" w:color="auto" w:fill="E0E0E0"/>
          </w:tcPr>
          <w:p w14:paraId="7411D933" w14:textId="77777777" w:rsidR="00000000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shd w:val="clear" w:color="auto" w:fill="E0E0E0"/>
          </w:tcPr>
          <w:p w14:paraId="6BC67036" w14:textId="77777777" w:rsidR="00000000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shd w:val="clear" w:color="auto" w:fill="E0E0E0"/>
          </w:tcPr>
          <w:p w14:paraId="36CBBD08" w14:textId="77777777" w:rsidR="00000000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shd w:val="clear" w:color="auto" w:fill="E0E0E0"/>
          </w:tcPr>
          <w:p w14:paraId="411FA7A9" w14:textId="77777777" w:rsidR="00000000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shd w:val="clear" w:color="auto" w:fill="E0E0E0"/>
          </w:tcPr>
          <w:p w14:paraId="766FCA5E" w14:textId="77777777" w:rsidR="00000000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shd w:val="clear" w:color="auto" w:fill="E0E0E0"/>
          </w:tcPr>
          <w:p w14:paraId="39B37F65" w14:textId="77777777" w:rsidR="00000000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shd w:val="clear" w:color="auto" w:fill="E0E0E0"/>
          </w:tcPr>
          <w:p w14:paraId="362B1A49" w14:textId="77777777" w:rsidR="00000000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shd w:val="clear" w:color="auto" w:fill="E0E0E0"/>
          </w:tcPr>
          <w:p w14:paraId="2E9C3F22" w14:textId="77777777" w:rsidR="00000000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shd w:val="clear" w:color="auto" w:fill="E0E0E0"/>
          </w:tcPr>
          <w:p w14:paraId="3B2EC24F" w14:textId="77777777" w:rsidR="00000000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shd w:val="clear" w:color="auto" w:fill="E0E0E0"/>
          </w:tcPr>
          <w:p w14:paraId="0BE12B11" w14:textId="77777777" w:rsidR="00000000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shd w:val="clear" w:color="auto" w:fill="E0E0E0"/>
          </w:tcPr>
          <w:p w14:paraId="583DE0E6" w14:textId="77777777" w:rsidR="00000000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shd w:val="clear" w:color="auto" w:fill="E0E0E0"/>
          </w:tcPr>
          <w:p w14:paraId="58E9BA75" w14:textId="77777777" w:rsidR="00000000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shd w:val="clear" w:color="auto" w:fill="E0E0E0"/>
          </w:tcPr>
          <w:p w14:paraId="19A311B8" w14:textId="77777777" w:rsidR="00000000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shd w:val="clear" w:color="auto" w:fill="E0E0E0"/>
          </w:tcPr>
          <w:p w14:paraId="1FEB72F2" w14:textId="77777777" w:rsidR="00000000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shd w:val="clear" w:color="auto" w:fill="E0E0E0"/>
          </w:tcPr>
          <w:p w14:paraId="26A5831C" w14:textId="77777777" w:rsidR="00000000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shd w:val="clear" w:color="auto" w:fill="E0E0E0"/>
          </w:tcPr>
          <w:p w14:paraId="36A390CE" w14:textId="77777777" w:rsidR="00000000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E0E0E0"/>
          </w:tcPr>
          <w:p w14:paraId="3BF6FB30" w14:textId="77777777" w:rsidR="00000000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 w:rsidRPr="007428D7">
              <w:rPr>
                <w:sz w:val="18"/>
                <w:szCs w:val="18"/>
                <w:lang w:val="en-US"/>
              </w:rPr>
              <w:t>24</w:t>
            </w:r>
          </w:p>
        </w:tc>
      </w:tr>
      <w:tr w:rsidR="00817A71" w14:paraId="7655A929" w14:textId="77777777">
        <w:trPr>
          <w:jc w:val="center"/>
        </w:trPr>
        <w:tc>
          <w:tcPr>
            <w:tcW w:w="1045" w:type="dxa"/>
            <w:vMerge w:val="restart"/>
            <w:shd w:val="clear" w:color="auto" w:fill="auto"/>
            <w:vAlign w:val="center"/>
          </w:tcPr>
          <w:p w14:paraId="1CC2A164" w14:textId="77777777" w:rsidR="00000000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卫生间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71B62A7A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4889084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61CFE15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114C3549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3A4FA33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B1F57B5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5C74AB25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2D695F8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D43F14E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28D2F9B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6D6817DC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D6848DC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4BFF62A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435385B8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63DC339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A776AAD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2444A30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60DED705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FEBD4DF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5526B17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75E349C3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B91BA26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09F0479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F7B4011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</w:tr>
      <w:tr w:rsidR="00817A71" w14:paraId="7146CBF1" w14:textId="77777777">
        <w:trPr>
          <w:jc w:val="center"/>
        </w:trPr>
        <w:tc>
          <w:tcPr>
            <w:tcW w:w="1045" w:type="dxa"/>
            <w:vMerge/>
            <w:shd w:val="clear" w:color="auto" w:fill="auto"/>
            <w:vAlign w:val="center"/>
          </w:tcPr>
          <w:p w14:paraId="4F4773B1" w14:textId="77777777" w:rsidR="00000000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shd w:val="clear" w:color="auto" w:fill="auto"/>
            <w:vAlign w:val="center"/>
          </w:tcPr>
          <w:p w14:paraId="032E396D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F5DC232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AEFC976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0C10A7C9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6017D7E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23842CF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3367D8BD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1F2A6D3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4F6B02A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6D107FC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5C2C2862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5162FA3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F2E599A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10305D89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A811C86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6300CA8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C6269E9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16860A88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F4EB2B0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929D503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54DDD471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D2BD2BC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5404E69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F0D035D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</w:tr>
      <w:tr w:rsidR="00817A71" w14:paraId="44BF9256" w14:textId="77777777">
        <w:trPr>
          <w:jc w:val="center"/>
        </w:trPr>
        <w:tc>
          <w:tcPr>
            <w:tcW w:w="1045" w:type="dxa"/>
            <w:vMerge w:val="restart"/>
            <w:shd w:val="clear" w:color="auto" w:fill="auto"/>
            <w:vAlign w:val="center"/>
          </w:tcPr>
          <w:p w14:paraId="440ACF7E" w14:textId="77777777" w:rsidR="00000000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厨房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6DC6E0D3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1ABE682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AB6B369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0E0DA71B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CD066C3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2032A46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6E797454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4709D7F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F56E907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4368DDB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2BECDC02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8C0FD36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EBEDB34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5AEC4AE2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60196A5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5FD09E9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77224E9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40FEBC76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790CF17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9655F20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20FF2A31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8024BED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B27B0CC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CB63297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</w:tr>
      <w:tr w:rsidR="00817A71" w14:paraId="6E34D8AD" w14:textId="77777777">
        <w:trPr>
          <w:jc w:val="center"/>
        </w:trPr>
        <w:tc>
          <w:tcPr>
            <w:tcW w:w="1045" w:type="dxa"/>
            <w:vMerge/>
            <w:shd w:val="clear" w:color="auto" w:fill="auto"/>
            <w:vAlign w:val="center"/>
          </w:tcPr>
          <w:p w14:paraId="045DD206" w14:textId="77777777" w:rsidR="00000000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shd w:val="clear" w:color="auto" w:fill="auto"/>
            <w:vAlign w:val="center"/>
          </w:tcPr>
          <w:p w14:paraId="1E4EEF6C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543C166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35F449E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18D81DB8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5F8D7CA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67B1FD9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5C819BE6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346BF1D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C1E9F56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DD3A459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7B54B8C7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C41B14F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F3C3030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43119175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405FE43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4F81220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BDC41E5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4BD8DA16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9336D69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4F932CF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071EE4A0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7359528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DA800DC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135F640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</w:tr>
      <w:tr w:rsidR="00817A71" w14:paraId="16B39C90" w14:textId="77777777">
        <w:trPr>
          <w:jc w:val="center"/>
        </w:trPr>
        <w:tc>
          <w:tcPr>
            <w:tcW w:w="1045" w:type="dxa"/>
            <w:vMerge w:val="restart"/>
            <w:shd w:val="clear" w:color="auto" w:fill="auto"/>
            <w:vAlign w:val="center"/>
          </w:tcPr>
          <w:p w14:paraId="7C696678" w14:textId="77777777" w:rsidR="00000000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封闭阳台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728D1316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92218D2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C1F0470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6CF9EF7D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B656E18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D3D66EA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07A1CA78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4E11E8E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B5E19EF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415B253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5F670573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E48EAD1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E6505D5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249D6ECF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6B0B80A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491445C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3F8200A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70F1F652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D83AE10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FB96279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56037A72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E7D53FC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90BCBF5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49C2E94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69</w:t>
            </w:r>
          </w:p>
        </w:tc>
      </w:tr>
      <w:tr w:rsidR="00817A71" w14:paraId="0C8D4E19" w14:textId="77777777">
        <w:trPr>
          <w:jc w:val="center"/>
        </w:trPr>
        <w:tc>
          <w:tcPr>
            <w:tcW w:w="1045" w:type="dxa"/>
            <w:vMerge/>
            <w:shd w:val="clear" w:color="auto" w:fill="auto"/>
            <w:vAlign w:val="center"/>
          </w:tcPr>
          <w:p w14:paraId="038A0E04" w14:textId="77777777" w:rsidR="00000000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shd w:val="clear" w:color="auto" w:fill="auto"/>
            <w:vAlign w:val="center"/>
          </w:tcPr>
          <w:p w14:paraId="624870CA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01BDE36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8287584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63310FC2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C367844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0B0AD09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14EAEE24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3BE9394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1305219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5CA4331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3B80702D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95C477A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42EDC4C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44C64CAA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677F5BF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31B47A6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8988C0A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5F412237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0CA75DD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2188FFA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13584ADB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D3C6FA7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2942711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8ABA95F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69</w:t>
            </w:r>
          </w:p>
        </w:tc>
      </w:tr>
      <w:tr w:rsidR="00817A71" w14:paraId="269759E7" w14:textId="77777777">
        <w:trPr>
          <w:jc w:val="center"/>
        </w:trPr>
        <w:tc>
          <w:tcPr>
            <w:tcW w:w="1045" w:type="dxa"/>
            <w:vMerge w:val="restart"/>
            <w:shd w:val="clear" w:color="auto" w:fill="auto"/>
            <w:vAlign w:val="center"/>
          </w:tcPr>
          <w:p w14:paraId="23F9CB7B" w14:textId="77777777" w:rsidR="00000000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楼梯间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41000294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86FB9E3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13B164D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42D363D6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2A9D6BE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8A0143D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00351A24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038907A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50B510A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E30E818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3544CF9D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BDD8D48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D81D56D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28E5A15F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C6C8D36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B71FFF9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F75C581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0426BBBC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CFCD4EA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A8108FF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7342FF5E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C4BA618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D2FC4C1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C9BF875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</w:tr>
      <w:tr w:rsidR="00817A71" w14:paraId="0D00839E" w14:textId="77777777">
        <w:trPr>
          <w:jc w:val="center"/>
        </w:trPr>
        <w:tc>
          <w:tcPr>
            <w:tcW w:w="1045" w:type="dxa"/>
            <w:vMerge/>
            <w:shd w:val="clear" w:color="auto" w:fill="auto"/>
            <w:vAlign w:val="center"/>
          </w:tcPr>
          <w:p w14:paraId="1760ABA4" w14:textId="77777777" w:rsidR="00000000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shd w:val="clear" w:color="auto" w:fill="auto"/>
            <w:vAlign w:val="center"/>
          </w:tcPr>
          <w:p w14:paraId="72A5794F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12BB785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52C51D8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604C8DDB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3EAE1D9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4E73320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04A11EAE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422BAB3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361356D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34B6C9E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6F92B0F4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99B6C63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A99F39A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4F23020F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D12CC40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5325BB7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7F53241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3495B8FD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EE67F6C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BB3574F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4A293BF4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AEDD9B5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1C5B4F9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8BC5B1F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</w:tr>
      <w:tr w:rsidR="00817A71" w14:paraId="7DC6D4F8" w14:textId="77777777">
        <w:trPr>
          <w:jc w:val="center"/>
        </w:trPr>
        <w:tc>
          <w:tcPr>
            <w:tcW w:w="1045" w:type="dxa"/>
            <w:vMerge w:val="restart"/>
            <w:shd w:val="clear" w:color="auto" w:fill="auto"/>
            <w:vAlign w:val="center"/>
          </w:tcPr>
          <w:p w14:paraId="67C5F639" w14:textId="77777777" w:rsidR="00000000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起居室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3083E0E5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E577227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BC32E85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59DC4A74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3212F6F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B25B9B9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5152C68C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F97C89D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CF8347C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9023FDB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765880FC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C5927E0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35B9E9B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2CE07F2B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B7B6CD0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90A3963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8484BED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3895AF72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17874EA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52A204E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1C262E60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FCDCAC6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4E90D16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BA7C1E9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69</w:t>
            </w:r>
          </w:p>
        </w:tc>
      </w:tr>
      <w:tr w:rsidR="00817A71" w14:paraId="1416CB1A" w14:textId="77777777">
        <w:trPr>
          <w:jc w:val="center"/>
        </w:trPr>
        <w:tc>
          <w:tcPr>
            <w:tcW w:w="1045" w:type="dxa"/>
            <w:vMerge/>
            <w:shd w:val="clear" w:color="auto" w:fill="auto"/>
            <w:vAlign w:val="center"/>
          </w:tcPr>
          <w:p w14:paraId="4FE51951" w14:textId="77777777" w:rsidR="00000000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shd w:val="clear" w:color="auto" w:fill="auto"/>
            <w:vAlign w:val="center"/>
          </w:tcPr>
          <w:p w14:paraId="23090F92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DA71108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D453432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62F06FA0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CF74AEE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6026553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54F60B53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E1D57D3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6BF3057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FAE48A8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4C2620B5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DC1AB20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9CECFA1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4E0027A2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6FD4B03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E33B822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12BEEE8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1D790C2E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7D508A4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2B963CD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2D36A2B7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40D07E5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2F4A5A0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E829EE7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69</w:t>
            </w:r>
          </w:p>
        </w:tc>
      </w:tr>
      <w:tr w:rsidR="00817A71" w14:paraId="7CB2A108" w14:textId="77777777">
        <w:trPr>
          <w:jc w:val="center"/>
        </w:trPr>
        <w:tc>
          <w:tcPr>
            <w:tcW w:w="1045" w:type="dxa"/>
            <w:vMerge w:val="restart"/>
            <w:shd w:val="clear" w:color="auto" w:fill="auto"/>
            <w:vAlign w:val="center"/>
          </w:tcPr>
          <w:p w14:paraId="497A6D5A" w14:textId="77777777" w:rsidR="00000000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过厅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78C1E56A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18B1DE7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106ED47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51C985C6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B1DD39F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24C5AAD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463F3F24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3662CF0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1D6AA0A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345F39D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4D9F876F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C1B7D0B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5991963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1D6FD7B0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6B243EA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FE46510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805F6B8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77D6DDDD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90A4C24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B17C76F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0A4ADCAC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50062F6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AE16537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3F4AD8C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69</w:t>
            </w:r>
          </w:p>
        </w:tc>
      </w:tr>
      <w:tr w:rsidR="00817A71" w14:paraId="2511708D" w14:textId="77777777">
        <w:trPr>
          <w:jc w:val="center"/>
        </w:trPr>
        <w:tc>
          <w:tcPr>
            <w:tcW w:w="1045" w:type="dxa"/>
            <w:vMerge/>
            <w:shd w:val="clear" w:color="auto" w:fill="auto"/>
            <w:vAlign w:val="center"/>
          </w:tcPr>
          <w:p w14:paraId="6BD8B38E" w14:textId="77777777" w:rsidR="00000000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shd w:val="clear" w:color="auto" w:fill="auto"/>
            <w:vAlign w:val="center"/>
          </w:tcPr>
          <w:p w14:paraId="736D2DF8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E8965C6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8123F50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2F13A67F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FE72616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1ACEC91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61FC3098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2E120B9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1B11A19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242F018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0D01BFB5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7244751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5D0A99E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1107FF46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AD8D0FB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AD621FF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3E3145F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2991472C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5642179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D650B88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18781B74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2C1E9B6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42FCA46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86FD37E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69</w:t>
            </w:r>
          </w:p>
        </w:tc>
      </w:tr>
      <w:tr w:rsidR="00817A71" w14:paraId="12774046" w14:textId="77777777">
        <w:trPr>
          <w:jc w:val="center"/>
        </w:trPr>
        <w:tc>
          <w:tcPr>
            <w:tcW w:w="1045" w:type="dxa"/>
            <w:vMerge w:val="restart"/>
            <w:shd w:val="clear" w:color="auto" w:fill="auto"/>
            <w:vAlign w:val="center"/>
          </w:tcPr>
          <w:p w14:paraId="29179AA7" w14:textId="77777777" w:rsidR="00000000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餐厅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0994D2CF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D681662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D2F7683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70E228F3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F49D64F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EAF5B0F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6845176D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DA0ADA7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832BF93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DEC576D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5EE2AF16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963CB90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48534B8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454455C7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699B9273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04E39D8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40DD4CF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41A9CBA9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9F6F0A8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17B23D8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6C1ABB88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89934BC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888FE12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A87AFFD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69</w:t>
            </w:r>
          </w:p>
        </w:tc>
      </w:tr>
      <w:tr w:rsidR="004C1EAC" w:rsidRPr="007428D7" w14:paraId="5EC47A00" w14:textId="77777777" w:rsidTr="001D4847">
        <w:trPr>
          <w:jc w:val="center"/>
        </w:trPr>
        <w:tc>
          <w:tcPr>
            <w:tcW w:w="1045" w:type="dxa"/>
            <w:vMerge/>
            <w:shd w:val="clear" w:color="auto" w:fill="auto"/>
            <w:vAlign w:val="center"/>
          </w:tcPr>
          <w:p w14:paraId="03E97C39" w14:textId="77777777" w:rsidR="00000000" w:rsidRPr="007428D7" w:rsidRDefault="00000000" w:rsidP="009C4AF1">
            <w:pPr>
              <w:pStyle w:val="a0"/>
              <w:spacing w:line="400" w:lineRule="exact"/>
              <w:ind w:firstLineChars="0" w:firstLine="0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shd w:val="clear" w:color="auto" w:fill="auto"/>
            <w:vAlign w:val="center"/>
          </w:tcPr>
          <w:p w14:paraId="2F4F526D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119F086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B2CFEC0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7835DCD2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56552A9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5B20E64C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182FE7B3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0D87BB3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C0E21F3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539294B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4CF1E232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767F8658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551CEF7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7E7D89E8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120819E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47195973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2895C75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5AACB983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F55BB98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070A8A5E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shd w:val="clear" w:color="auto" w:fill="auto"/>
            <w:vAlign w:val="center"/>
          </w:tcPr>
          <w:p w14:paraId="3A6AEAF3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32C44BF6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2FA2F47C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shd w:val="clear" w:color="auto" w:fill="auto"/>
            <w:vAlign w:val="center"/>
          </w:tcPr>
          <w:p w14:paraId="198A03E7" w14:textId="77777777" w:rsidR="00000000" w:rsidRPr="008E033B" w:rsidRDefault="00000000" w:rsidP="009C4AF1">
            <w:pPr>
              <w:pStyle w:val="a0"/>
              <w:spacing w:line="400" w:lineRule="exact"/>
              <w:ind w:firstLineChars="0" w:firstLine="0"/>
              <w:rPr>
                <w:rFonts w:ascii="宋体" w:hAnsi="宋体" w:cs="DaunPenh"/>
                <w:sz w:val="18"/>
                <w:szCs w:val="18"/>
                <w:lang w:val="en-US"/>
              </w:rPr>
            </w:pPr>
            <w:r>
              <w:rPr>
                <w:rFonts w:ascii="宋体" w:hAnsi="宋体" w:cs="DaunPenh"/>
                <w:sz w:val="18"/>
                <w:szCs w:val="18"/>
                <w:lang w:val="en-US"/>
              </w:rPr>
              <w:t>69</w:t>
            </w:r>
          </w:p>
        </w:tc>
      </w:tr>
    </w:tbl>
    <w:p w14:paraId="32893DF9" w14:textId="77777777" w:rsidR="00000000" w:rsidRDefault="00000000">
      <w:r w:rsidRPr="00080B35">
        <w:rPr>
          <w:rFonts w:hint="eastAsia"/>
        </w:rPr>
        <w:t>注：上行：工作日；下行：节假日</w:t>
      </w:r>
    </w:p>
    <w:p w14:paraId="561B497B" w14:textId="77777777" w:rsidR="00250B66" w:rsidRPr="006C4E43" w:rsidRDefault="00250B66" w:rsidP="008F52E4">
      <w:pPr>
        <w:pStyle w:val="a0"/>
        <w:ind w:firstLineChars="0" w:firstLine="0"/>
        <w:rPr>
          <w:b/>
          <w:lang w:val="en-US"/>
        </w:rPr>
      </w:pPr>
      <w:bookmarkStart w:id="49" w:name="房间类型"/>
      <w:bookmarkEnd w:id="49"/>
    </w:p>
    <w:p w14:paraId="6FDECD38" w14:textId="77777777" w:rsidR="008E2A42" w:rsidRDefault="008E2A42" w:rsidP="008E2A42">
      <w:pPr>
        <w:pStyle w:val="1"/>
        <w:tabs>
          <w:tab w:val="left" w:pos="432"/>
        </w:tabs>
      </w:pPr>
      <w:bookmarkStart w:id="50" w:name="_Toc452108768"/>
      <w:bookmarkStart w:id="51" w:name="_Toc3745"/>
      <w:bookmarkStart w:id="52" w:name="_Toc79588837"/>
      <w:r>
        <w:rPr>
          <w:rFonts w:hint="eastAsia"/>
        </w:rPr>
        <w:t>结果</w:t>
      </w:r>
      <w:r>
        <w:t>分析</w:t>
      </w:r>
      <w:bookmarkEnd w:id="50"/>
      <w:bookmarkEnd w:id="51"/>
      <w:bookmarkEnd w:id="52"/>
    </w:p>
    <w:p w14:paraId="5173DFDE" w14:textId="77777777" w:rsidR="00026604" w:rsidRPr="00C92C56" w:rsidRDefault="008E2A42" w:rsidP="00C92C56">
      <w:pPr>
        <w:pStyle w:val="2"/>
      </w:pPr>
      <w:bookmarkStart w:id="53" w:name="_Toc79588838"/>
      <w:r>
        <w:rPr>
          <w:rFonts w:hint="eastAsia"/>
        </w:rPr>
        <w:t>室内</w:t>
      </w:r>
      <w:r w:rsidR="009C5A55">
        <w:rPr>
          <w:rFonts w:hint="eastAsia"/>
        </w:rPr>
        <w:t>适应性热舒适温度</w:t>
      </w:r>
      <w:r w:rsidR="009D2FEA">
        <w:rPr>
          <w:rFonts w:hint="eastAsia"/>
        </w:rPr>
        <w:t>达标比例统计</w:t>
      </w:r>
      <w:bookmarkStart w:id="54" w:name="_Hlk14199391"/>
      <w:bookmarkEnd w:id="53"/>
    </w:p>
    <w:tbl>
      <w:tblPr>
        <w:tblW w:w="1030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90"/>
        <w:gridCol w:w="1992"/>
        <w:gridCol w:w="3187"/>
        <w:gridCol w:w="1075"/>
        <w:gridCol w:w="3357"/>
      </w:tblGrid>
      <w:tr w:rsidR="00817A71" w14:paraId="66313584" w14:textId="77777777">
        <w:tc>
          <w:tcPr>
            <w:tcW w:w="690" w:type="dxa"/>
            <w:shd w:val="clear" w:color="auto" w:fill="E6E6E6"/>
            <w:vAlign w:val="center"/>
          </w:tcPr>
          <w:p w14:paraId="656031AC" w14:textId="77777777" w:rsidR="00817A71" w:rsidRDefault="00000000">
            <w:pPr>
              <w:jc w:val="center"/>
            </w:pPr>
            <w:r>
              <w:t>层号</w:t>
            </w:r>
          </w:p>
        </w:tc>
        <w:tc>
          <w:tcPr>
            <w:tcW w:w="1992" w:type="dxa"/>
            <w:shd w:val="clear" w:color="auto" w:fill="E6E6E6"/>
            <w:vAlign w:val="center"/>
          </w:tcPr>
          <w:p w14:paraId="365E6E26" w14:textId="77777777" w:rsidR="00817A71" w:rsidRDefault="00000000">
            <w:pPr>
              <w:jc w:val="center"/>
            </w:pPr>
            <w:r>
              <w:t>房间编号</w:t>
            </w:r>
          </w:p>
        </w:tc>
        <w:tc>
          <w:tcPr>
            <w:tcW w:w="3186" w:type="dxa"/>
            <w:shd w:val="clear" w:color="auto" w:fill="E6E6E6"/>
            <w:vAlign w:val="center"/>
          </w:tcPr>
          <w:p w14:paraId="5FB47966" w14:textId="77777777" w:rsidR="00817A71" w:rsidRDefault="00000000">
            <w:pPr>
              <w:jc w:val="center"/>
            </w:pPr>
            <w:r>
              <w:t>房间名称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9A236D7" w14:textId="77777777" w:rsidR="00817A71" w:rsidRDefault="00000000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3356" w:type="dxa"/>
            <w:shd w:val="clear" w:color="auto" w:fill="E6E6E6"/>
            <w:vAlign w:val="center"/>
          </w:tcPr>
          <w:p w14:paraId="4F1EA873" w14:textId="77777777" w:rsidR="00817A71" w:rsidRDefault="00000000">
            <w:pPr>
              <w:jc w:val="center"/>
            </w:pPr>
            <w:r>
              <w:t>满足热舒适区间的时间比例</w:t>
            </w:r>
            <w:r>
              <w:t>(%)</w:t>
            </w:r>
          </w:p>
        </w:tc>
      </w:tr>
      <w:tr w:rsidR="00817A71" w14:paraId="26E727D7" w14:textId="77777777">
        <w:tc>
          <w:tcPr>
            <w:tcW w:w="690" w:type="dxa"/>
            <w:vMerge w:val="restart"/>
            <w:vAlign w:val="center"/>
          </w:tcPr>
          <w:p w14:paraId="08DEFED2" w14:textId="77777777" w:rsidR="00817A71" w:rsidRDefault="00000000">
            <w:r>
              <w:t>1</w:t>
            </w:r>
          </w:p>
        </w:tc>
        <w:tc>
          <w:tcPr>
            <w:tcW w:w="1992" w:type="dxa"/>
            <w:vAlign w:val="center"/>
          </w:tcPr>
          <w:p w14:paraId="6DE2670C" w14:textId="77777777" w:rsidR="00817A71" w:rsidRDefault="00000000">
            <w:r>
              <w:t>1004</w:t>
            </w:r>
          </w:p>
        </w:tc>
        <w:tc>
          <w:tcPr>
            <w:tcW w:w="3186" w:type="dxa"/>
            <w:vAlign w:val="center"/>
          </w:tcPr>
          <w:p w14:paraId="2198305F" w14:textId="77777777" w:rsidR="00817A71" w:rsidRDefault="00000000">
            <w:r>
              <w:t>客厅</w:t>
            </w:r>
          </w:p>
        </w:tc>
        <w:tc>
          <w:tcPr>
            <w:tcW w:w="1075" w:type="dxa"/>
            <w:vAlign w:val="center"/>
          </w:tcPr>
          <w:p w14:paraId="66846D79" w14:textId="77777777" w:rsidR="00817A71" w:rsidRDefault="00000000">
            <w:r>
              <w:t>16.8</w:t>
            </w:r>
          </w:p>
        </w:tc>
        <w:tc>
          <w:tcPr>
            <w:tcW w:w="3356" w:type="dxa"/>
            <w:vAlign w:val="center"/>
          </w:tcPr>
          <w:p w14:paraId="0168A74F" w14:textId="77777777" w:rsidR="00817A71" w:rsidRDefault="00000000">
            <w:r>
              <w:t>36.12</w:t>
            </w:r>
          </w:p>
        </w:tc>
      </w:tr>
      <w:tr w:rsidR="00817A71" w14:paraId="6C23863B" w14:textId="77777777">
        <w:tc>
          <w:tcPr>
            <w:tcW w:w="690" w:type="dxa"/>
            <w:vMerge/>
            <w:vAlign w:val="center"/>
          </w:tcPr>
          <w:p w14:paraId="0CF0280B" w14:textId="77777777" w:rsidR="00817A71" w:rsidRDefault="00817A71"/>
        </w:tc>
        <w:tc>
          <w:tcPr>
            <w:tcW w:w="1992" w:type="dxa"/>
            <w:vAlign w:val="center"/>
          </w:tcPr>
          <w:p w14:paraId="743CF12B" w14:textId="77777777" w:rsidR="00817A71" w:rsidRDefault="00000000">
            <w:r>
              <w:t>1005</w:t>
            </w:r>
          </w:p>
        </w:tc>
        <w:tc>
          <w:tcPr>
            <w:tcW w:w="3186" w:type="dxa"/>
            <w:vAlign w:val="center"/>
          </w:tcPr>
          <w:p w14:paraId="60FCE589" w14:textId="77777777" w:rsidR="00817A71" w:rsidRDefault="00000000">
            <w:r>
              <w:t>餐厅</w:t>
            </w:r>
          </w:p>
        </w:tc>
        <w:tc>
          <w:tcPr>
            <w:tcW w:w="1075" w:type="dxa"/>
            <w:vAlign w:val="center"/>
          </w:tcPr>
          <w:p w14:paraId="60FE9202" w14:textId="77777777" w:rsidR="00817A71" w:rsidRDefault="00000000">
            <w:r>
              <w:t>51.3</w:t>
            </w:r>
          </w:p>
        </w:tc>
        <w:tc>
          <w:tcPr>
            <w:tcW w:w="3356" w:type="dxa"/>
            <w:vAlign w:val="center"/>
          </w:tcPr>
          <w:p w14:paraId="21343D61" w14:textId="77777777" w:rsidR="00817A71" w:rsidRDefault="00000000">
            <w:r>
              <w:t>35.90</w:t>
            </w:r>
          </w:p>
        </w:tc>
      </w:tr>
      <w:tr w:rsidR="00817A71" w14:paraId="532D6A26" w14:textId="77777777">
        <w:tc>
          <w:tcPr>
            <w:tcW w:w="690" w:type="dxa"/>
            <w:vMerge/>
            <w:vAlign w:val="center"/>
          </w:tcPr>
          <w:p w14:paraId="29E17707" w14:textId="77777777" w:rsidR="00817A71" w:rsidRDefault="00817A71"/>
        </w:tc>
        <w:tc>
          <w:tcPr>
            <w:tcW w:w="1992" w:type="dxa"/>
            <w:vAlign w:val="center"/>
          </w:tcPr>
          <w:p w14:paraId="49A0091B" w14:textId="77777777" w:rsidR="00817A71" w:rsidRDefault="00000000">
            <w:r>
              <w:t>1008</w:t>
            </w:r>
          </w:p>
        </w:tc>
        <w:tc>
          <w:tcPr>
            <w:tcW w:w="3186" w:type="dxa"/>
            <w:vAlign w:val="center"/>
          </w:tcPr>
          <w:p w14:paraId="1B8A282D" w14:textId="77777777" w:rsidR="00817A71" w:rsidRDefault="00000000">
            <w:r>
              <w:t>客厅</w:t>
            </w:r>
          </w:p>
        </w:tc>
        <w:tc>
          <w:tcPr>
            <w:tcW w:w="1075" w:type="dxa"/>
            <w:vAlign w:val="center"/>
          </w:tcPr>
          <w:p w14:paraId="1E34183F" w14:textId="77777777" w:rsidR="00817A71" w:rsidRDefault="00000000">
            <w:r>
              <w:t>5.6</w:t>
            </w:r>
          </w:p>
        </w:tc>
        <w:tc>
          <w:tcPr>
            <w:tcW w:w="3356" w:type="dxa"/>
            <w:vAlign w:val="center"/>
          </w:tcPr>
          <w:p w14:paraId="4F92F0D1" w14:textId="77777777" w:rsidR="00817A71" w:rsidRDefault="00000000">
            <w:r>
              <w:t>37.25</w:t>
            </w:r>
          </w:p>
        </w:tc>
      </w:tr>
      <w:tr w:rsidR="00817A71" w14:paraId="52345C31" w14:textId="77777777">
        <w:tc>
          <w:tcPr>
            <w:tcW w:w="690" w:type="dxa"/>
            <w:vMerge/>
            <w:vAlign w:val="center"/>
          </w:tcPr>
          <w:p w14:paraId="104E270C" w14:textId="77777777" w:rsidR="00817A71" w:rsidRDefault="00817A71"/>
        </w:tc>
        <w:tc>
          <w:tcPr>
            <w:tcW w:w="1992" w:type="dxa"/>
            <w:vAlign w:val="center"/>
          </w:tcPr>
          <w:p w14:paraId="213CB8C6" w14:textId="77777777" w:rsidR="00817A71" w:rsidRDefault="00000000">
            <w:r>
              <w:t>1010</w:t>
            </w:r>
          </w:p>
        </w:tc>
        <w:tc>
          <w:tcPr>
            <w:tcW w:w="3186" w:type="dxa"/>
            <w:vAlign w:val="center"/>
          </w:tcPr>
          <w:p w14:paraId="31894D5C" w14:textId="77777777" w:rsidR="00817A71" w:rsidRDefault="00000000">
            <w:r>
              <w:t>卧室</w:t>
            </w:r>
          </w:p>
        </w:tc>
        <w:tc>
          <w:tcPr>
            <w:tcW w:w="1075" w:type="dxa"/>
            <w:vAlign w:val="center"/>
          </w:tcPr>
          <w:p w14:paraId="7B699C8F" w14:textId="77777777" w:rsidR="00817A71" w:rsidRDefault="00000000">
            <w:r>
              <w:t>10.1</w:t>
            </w:r>
          </w:p>
        </w:tc>
        <w:tc>
          <w:tcPr>
            <w:tcW w:w="3356" w:type="dxa"/>
            <w:vAlign w:val="center"/>
          </w:tcPr>
          <w:p w14:paraId="1DA8077F" w14:textId="77777777" w:rsidR="00817A71" w:rsidRDefault="00000000">
            <w:r>
              <w:t>37.34</w:t>
            </w:r>
          </w:p>
        </w:tc>
      </w:tr>
      <w:tr w:rsidR="00817A71" w14:paraId="6F36AA0F" w14:textId="77777777">
        <w:tc>
          <w:tcPr>
            <w:tcW w:w="690" w:type="dxa"/>
            <w:vMerge/>
            <w:vAlign w:val="center"/>
          </w:tcPr>
          <w:p w14:paraId="3DC1A176" w14:textId="77777777" w:rsidR="00817A71" w:rsidRDefault="00817A71"/>
        </w:tc>
        <w:tc>
          <w:tcPr>
            <w:tcW w:w="1992" w:type="dxa"/>
            <w:vAlign w:val="center"/>
          </w:tcPr>
          <w:p w14:paraId="485C07A7" w14:textId="77777777" w:rsidR="00817A71" w:rsidRDefault="00000000">
            <w:r>
              <w:t>1011</w:t>
            </w:r>
          </w:p>
        </w:tc>
        <w:tc>
          <w:tcPr>
            <w:tcW w:w="3186" w:type="dxa"/>
            <w:vAlign w:val="center"/>
          </w:tcPr>
          <w:p w14:paraId="0D9E7F11" w14:textId="77777777" w:rsidR="00817A71" w:rsidRDefault="00000000">
            <w:r>
              <w:t>卧室</w:t>
            </w:r>
          </w:p>
        </w:tc>
        <w:tc>
          <w:tcPr>
            <w:tcW w:w="1075" w:type="dxa"/>
            <w:vAlign w:val="center"/>
          </w:tcPr>
          <w:p w14:paraId="147D6A26" w14:textId="77777777" w:rsidR="00817A71" w:rsidRDefault="00000000">
            <w:r>
              <w:t>10.1</w:t>
            </w:r>
          </w:p>
        </w:tc>
        <w:tc>
          <w:tcPr>
            <w:tcW w:w="3356" w:type="dxa"/>
            <w:vAlign w:val="center"/>
          </w:tcPr>
          <w:p w14:paraId="2A5DE569" w14:textId="77777777" w:rsidR="00817A71" w:rsidRDefault="00000000">
            <w:r>
              <w:t>37.47</w:t>
            </w:r>
          </w:p>
        </w:tc>
      </w:tr>
      <w:tr w:rsidR="00817A71" w14:paraId="257B7B3D" w14:textId="77777777">
        <w:tc>
          <w:tcPr>
            <w:tcW w:w="690" w:type="dxa"/>
            <w:vMerge/>
            <w:vAlign w:val="center"/>
          </w:tcPr>
          <w:p w14:paraId="1F26F524" w14:textId="77777777" w:rsidR="00817A71" w:rsidRDefault="00817A71"/>
        </w:tc>
        <w:tc>
          <w:tcPr>
            <w:tcW w:w="1992" w:type="dxa"/>
            <w:vAlign w:val="center"/>
          </w:tcPr>
          <w:p w14:paraId="34972AF0" w14:textId="77777777" w:rsidR="00817A71" w:rsidRDefault="00000000">
            <w:r>
              <w:t>1018</w:t>
            </w:r>
          </w:p>
        </w:tc>
        <w:tc>
          <w:tcPr>
            <w:tcW w:w="3186" w:type="dxa"/>
            <w:vAlign w:val="center"/>
          </w:tcPr>
          <w:p w14:paraId="26571042" w14:textId="77777777" w:rsidR="00817A71" w:rsidRDefault="00000000">
            <w:r>
              <w:t>客厅</w:t>
            </w:r>
          </w:p>
        </w:tc>
        <w:tc>
          <w:tcPr>
            <w:tcW w:w="1075" w:type="dxa"/>
            <w:vAlign w:val="center"/>
          </w:tcPr>
          <w:p w14:paraId="751769FF" w14:textId="77777777" w:rsidR="00817A71" w:rsidRDefault="00000000">
            <w:r>
              <w:t>19.1</w:t>
            </w:r>
          </w:p>
        </w:tc>
        <w:tc>
          <w:tcPr>
            <w:tcW w:w="3356" w:type="dxa"/>
            <w:vAlign w:val="center"/>
          </w:tcPr>
          <w:p w14:paraId="1E4A5A6B" w14:textId="77777777" w:rsidR="00817A71" w:rsidRDefault="00000000">
            <w:r>
              <w:t>37.97</w:t>
            </w:r>
          </w:p>
        </w:tc>
      </w:tr>
      <w:tr w:rsidR="00817A71" w14:paraId="10B73982" w14:textId="77777777">
        <w:tc>
          <w:tcPr>
            <w:tcW w:w="690" w:type="dxa"/>
            <w:vMerge/>
            <w:vAlign w:val="center"/>
          </w:tcPr>
          <w:p w14:paraId="0D3387C3" w14:textId="77777777" w:rsidR="00817A71" w:rsidRDefault="00817A71"/>
        </w:tc>
        <w:tc>
          <w:tcPr>
            <w:tcW w:w="1992" w:type="dxa"/>
            <w:vAlign w:val="center"/>
          </w:tcPr>
          <w:p w14:paraId="0CEC0AF3" w14:textId="77777777" w:rsidR="00817A71" w:rsidRDefault="00000000">
            <w:r>
              <w:t>1019</w:t>
            </w:r>
          </w:p>
        </w:tc>
        <w:tc>
          <w:tcPr>
            <w:tcW w:w="3186" w:type="dxa"/>
            <w:vAlign w:val="center"/>
          </w:tcPr>
          <w:p w14:paraId="566CCE37" w14:textId="77777777" w:rsidR="00817A71" w:rsidRDefault="00000000">
            <w:r>
              <w:t>客厅</w:t>
            </w:r>
          </w:p>
        </w:tc>
        <w:tc>
          <w:tcPr>
            <w:tcW w:w="1075" w:type="dxa"/>
            <w:vAlign w:val="center"/>
          </w:tcPr>
          <w:p w14:paraId="272FE7D4" w14:textId="77777777" w:rsidR="00817A71" w:rsidRDefault="00000000">
            <w:r>
              <w:t>14.0</w:t>
            </w:r>
          </w:p>
        </w:tc>
        <w:tc>
          <w:tcPr>
            <w:tcW w:w="3356" w:type="dxa"/>
            <w:vAlign w:val="center"/>
          </w:tcPr>
          <w:p w14:paraId="73DD6D4E" w14:textId="77777777" w:rsidR="00817A71" w:rsidRDefault="00000000">
            <w:r>
              <w:t>37.74</w:t>
            </w:r>
          </w:p>
        </w:tc>
      </w:tr>
      <w:tr w:rsidR="00817A71" w14:paraId="4B38F893" w14:textId="77777777">
        <w:tc>
          <w:tcPr>
            <w:tcW w:w="690" w:type="dxa"/>
            <w:vMerge/>
            <w:vAlign w:val="center"/>
          </w:tcPr>
          <w:p w14:paraId="6025E08E" w14:textId="77777777" w:rsidR="00817A71" w:rsidRDefault="00817A71"/>
        </w:tc>
        <w:tc>
          <w:tcPr>
            <w:tcW w:w="1992" w:type="dxa"/>
            <w:vAlign w:val="center"/>
          </w:tcPr>
          <w:p w14:paraId="2824877F" w14:textId="77777777" w:rsidR="00817A71" w:rsidRDefault="00000000">
            <w:r>
              <w:t>1022</w:t>
            </w:r>
          </w:p>
        </w:tc>
        <w:tc>
          <w:tcPr>
            <w:tcW w:w="3186" w:type="dxa"/>
            <w:vAlign w:val="center"/>
          </w:tcPr>
          <w:p w14:paraId="1C6ED9CC" w14:textId="77777777" w:rsidR="00817A71" w:rsidRDefault="00000000">
            <w:r>
              <w:t>客厅</w:t>
            </w:r>
          </w:p>
        </w:tc>
        <w:tc>
          <w:tcPr>
            <w:tcW w:w="1075" w:type="dxa"/>
            <w:vAlign w:val="center"/>
          </w:tcPr>
          <w:p w14:paraId="63A62599" w14:textId="77777777" w:rsidR="00817A71" w:rsidRDefault="00000000">
            <w:r>
              <w:t>18.0</w:t>
            </w:r>
          </w:p>
        </w:tc>
        <w:tc>
          <w:tcPr>
            <w:tcW w:w="3356" w:type="dxa"/>
            <w:vAlign w:val="center"/>
          </w:tcPr>
          <w:p w14:paraId="77FD4B26" w14:textId="77777777" w:rsidR="00817A71" w:rsidRDefault="00000000">
            <w:r>
              <w:t>37.19</w:t>
            </w:r>
          </w:p>
        </w:tc>
      </w:tr>
      <w:tr w:rsidR="00817A71" w14:paraId="256E010B" w14:textId="77777777">
        <w:tc>
          <w:tcPr>
            <w:tcW w:w="690" w:type="dxa"/>
            <w:vMerge/>
            <w:vAlign w:val="center"/>
          </w:tcPr>
          <w:p w14:paraId="63A4FE56" w14:textId="77777777" w:rsidR="00817A71" w:rsidRDefault="00817A71"/>
        </w:tc>
        <w:tc>
          <w:tcPr>
            <w:tcW w:w="1992" w:type="dxa"/>
            <w:vAlign w:val="center"/>
          </w:tcPr>
          <w:p w14:paraId="4BBE0867" w14:textId="77777777" w:rsidR="00817A71" w:rsidRDefault="00000000">
            <w:r>
              <w:t>1036</w:t>
            </w:r>
          </w:p>
        </w:tc>
        <w:tc>
          <w:tcPr>
            <w:tcW w:w="3186" w:type="dxa"/>
            <w:vAlign w:val="center"/>
          </w:tcPr>
          <w:p w14:paraId="5455251E" w14:textId="77777777" w:rsidR="00817A71" w:rsidRDefault="00000000">
            <w:r>
              <w:t>书房</w:t>
            </w:r>
          </w:p>
        </w:tc>
        <w:tc>
          <w:tcPr>
            <w:tcW w:w="1075" w:type="dxa"/>
            <w:vAlign w:val="center"/>
          </w:tcPr>
          <w:p w14:paraId="617DD799" w14:textId="77777777" w:rsidR="00817A71" w:rsidRDefault="00000000">
            <w:r>
              <w:t>5.3</w:t>
            </w:r>
          </w:p>
        </w:tc>
        <w:tc>
          <w:tcPr>
            <w:tcW w:w="3356" w:type="dxa"/>
            <w:vAlign w:val="center"/>
          </w:tcPr>
          <w:p w14:paraId="33C4F168" w14:textId="77777777" w:rsidR="00817A71" w:rsidRDefault="00000000">
            <w:r>
              <w:t>37.60</w:t>
            </w:r>
          </w:p>
        </w:tc>
      </w:tr>
      <w:tr w:rsidR="00817A71" w14:paraId="6F7E76A5" w14:textId="77777777">
        <w:tc>
          <w:tcPr>
            <w:tcW w:w="690" w:type="dxa"/>
            <w:vMerge w:val="restart"/>
            <w:vAlign w:val="center"/>
          </w:tcPr>
          <w:p w14:paraId="082AC9CF" w14:textId="77777777" w:rsidR="00817A71" w:rsidRDefault="00000000">
            <w:r>
              <w:t>2</w:t>
            </w:r>
          </w:p>
        </w:tc>
        <w:tc>
          <w:tcPr>
            <w:tcW w:w="1992" w:type="dxa"/>
            <w:vAlign w:val="center"/>
          </w:tcPr>
          <w:p w14:paraId="6C8CB043" w14:textId="77777777" w:rsidR="00817A71" w:rsidRDefault="00000000">
            <w:r>
              <w:t>2012</w:t>
            </w:r>
          </w:p>
        </w:tc>
        <w:tc>
          <w:tcPr>
            <w:tcW w:w="3186" w:type="dxa"/>
            <w:vAlign w:val="center"/>
          </w:tcPr>
          <w:p w14:paraId="6C52DEAB" w14:textId="77777777" w:rsidR="00817A71" w:rsidRDefault="00000000">
            <w:r>
              <w:t>客厅</w:t>
            </w:r>
          </w:p>
        </w:tc>
        <w:tc>
          <w:tcPr>
            <w:tcW w:w="1075" w:type="dxa"/>
            <w:vAlign w:val="center"/>
          </w:tcPr>
          <w:p w14:paraId="4235285A" w14:textId="77777777" w:rsidR="00817A71" w:rsidRDefault="00000000">
            <w:r>
              <w:t>5.6</w:t>
            </w:r>
          </w:p>
        </w:tc>
        <w:tc>
          <w:tcPr>
            <w:tcW w:w="3356" w:type="dxa"/>
            <w:vAlign w:val="center"/>
          </w:tcPr>
          <w:p w14:paraId="0C59E3A2" w14:textId="77777777" w:rsidR="00817A71" w:rsidRDefault="00000000">
            <w:r>
              <w:t>35.48</w:t>
            </w:r>
          </w:p>
        </w:tc>
      </w:tr>
      <w:tr w:rsidR="00817A71" w14:paraId="46FFB7F8" w14:textId="77777777">
        <w:tc>
          <w:tcPr>
            <w:tcW w:w="690" w:type="dxa"/>
            <w:vMerge/>
            <w:vAlign w:val="center"/>
          </w:tcPr>
          <w:p w14:paraId="619A8C01" w14:textId="77777777" w:rsidR="00817A71" w:rsidRDefault="00817A71"/>
        </w:tc>
        <w:tc>
          <w:tcPr>
            <w:tcW w:w="1992" w:type="dxa"/>
            <w:vAlign w:val="center"/>
          </w:tcPr>
          <w:p w14:paraId="00F9EA25" w14:textId="77777777" w:rsidR="00817A71" w:rsidRDefault="00000000">
            <w:r>
              <w:t>2014</w:t>
            </w:r>
          </w:p>
        </w:tc>
        <w:tc>
          <w:tcPr>
            <w:tcW w:w="3186" w:type="dxa"/>
            <w:vAlign w:val="center"/>
          </w:tcPr>
          <w:p w14:paraId="0E983083" w14:textId="77777777" w:rsidR="00817A71" w:rsidRDefault="00000000">
            <w:r>
              <w:t>卧室</w:t>
            </w:r>
          </w:p>
        </w:tc>
        <w:tc>
          <w:tcPr>
            <w:tcW w:w="1075" w:type="dxa"/>
            <w:vAlign w:val="center"/>
          </w:tcPr>
          <w:p w14:paraId="7F89C55D" w14:textId="77777777" w:rsidR="00817A71" w:rsidRDefault="00000000">
            <w:r>
              <w:t>10.1</w:t>
            </w:r>
          </w:p>
        </w:tc>
        <w:tc>
          <w:tcPr>
            <w:tcW w:w="3356" w:type="dxa"/>
            <w:vAlign w:val="center"/>
          </w:tcPr>
          <w:p w14:paraId="636579D4" w14:textId="77777777" w:rsidR="00817A71" w:rsidRDefault="00000000">
            <w:r>
              <w:t>35.55</w:t>
            </w:r>
          </w:p>
        </w:tc>
      </w:tr>
      <w:tr w:rsidR="00817A71" w14:paraId="315006DD" w14:textId="77777777">
        <w:tc>
          <w:tcPr>
            <w:tcW w:w="690" w:type="dxa"/>
            <w:vMerge/>
            <w:vAlign w:val="center"/>
          </w:tcPr>
          <w:p w14:paraId="5B418BE5" w14:textId="77777777" w:rsidR="00817A71" w:rsidRDefault="00817A71"/>
        </w:tc>
        <w:tc>
          <w:tcPr>
            <w:tcW w:w="1992" w:type="dxa"/>
            <w:vAlign w:val="center"/>
          </w:tcPr>
          <w:p w14:paraId="7CA0B21F" w14:textId="77777777" w:rsidR="00817A71" w:rsidRDefault="00000000">
            <w:r>
              <w:t>2015</w:t>
            </w:r>
          </w:p>
        </w:tc>
        <w:tc>
          <w:tcPr>
            <w:tcW w:w="3186" w:type="dxa"/>
            <w:vAlign w:val="center"/>
          </w:tcPr>
          <w:p w14:paraId="3BDE389D" w14:textId="77777777" w:rsidR="00817A71" w:rsidRDefault="00000000">
            <w:r>
              <w:t>卧室</w:t>
            </w:r>
          </w:p>
        </w:tc>
        <w:tc>
          <w:tcPr>
            <w:tcW w:w="1075" w:type="dxa"/>
            <w:vAlign w:val="center"/>
          </w:tcPr>
          <w:p w14:paraId="572EA17F" w14:textId="77777777" w:rsidR="00817A71" w:rsidRDefault="00000000">
            <w:r>
              <w:t>10.6</w:t>
            </w:r>
          </w:p>
        </w:tc>
        <w:tc>
          <w:tcPr>
            <w:tcW w:w="3356" w:type="dxa"/>
            <w:vAlign w:val="center"/>
          </w:tcPr>
          <w:p w14:paraId="32F66366" w14:textId="77777777" w:rsidR="00817A71" w:rsidRDefault="00000000">
            <w:r>
              <w:t>34.68</w:t>
            </w:r>
          </w:p>
        </w:tc>
      </w:tr>
      <w:tr w:rsidR="00817A71" w14:paraId="6311F860" w14:textId="77777777">
        <w:tc>
          <w:tcPr>
            <w:tcW w:w="690" w:type="dxa"/>
            <w:vMerge/>
            <w:vAlign w:val="center"/>
          </w:tcPr>
          <w:p w14:paraId="662418B6" w14:textId="77777777" w:rsidR="00817A71" w:rsidRDefault="00817A71"/>
        </w:tc>
        <w:tc>
          <w:tcPr>
            <w:tcW w:w="1992" w:type="dxa"/>
            <w:vAlign w:val="center"/>
          </w:tcPr>
          <w:p w14:paraId="11D4E273" w14:textId="77777777" w:rsidR="00817A71" w:rsidRDefault="00000000">
            <w:r>
              <w:t>2017</w:t>
            </w:r>
          </w:p>
        </w:tc>
        <w:tc>
          <w:tcPr>
            <w:tcW w:w="3186" w:type="dxa"/>
            <w:vAlign w:val="center"/>
          </w:tcPr>
          <w:p w14:paraId="2F001192" w14:textId="77777777" w:rsidR="00817A71" w:rsidRDefault="00000000">
            <w:r>
              <w:t>卧室</w:t>
            </w:r>
          </w:p>
        </w:tc>
        <w:tc>
          <w:tcPr>
            <w:tcW w:w="1075" w:type="dxa"/>
            <w:vAlign w:val="center"/>
          </w:tcPr>
          <w:p w14:paraId="30AEE5EE" w14:textId="77777777" w:rsidR="00817A71" w:rsidRDefault="00000000">
            <w:r>
              <w:t>24.0</w:t>
            </w:r>
          </w:p>
        </w:tc>
        <w:tc>
          <w:tcPr>
            <w:tcW w:w="3356" w:type="dxa"/>
            <w:vAlign w:val="center"/>
          </w:tcPr>
          <w:p w14:paraId="40B7B7C6" w14:textId="77777777" w:rsidR="00817A71" w:rsidRDefault="00000000">
            <w:r>
              <w:t>35.24</w:t>
            </w:r>
          </w:p>
        </w:tc>
      </w:tr>
      <w:tr w:rsidR="00817A71" w14:paraId="027A1A30" w14:textId="77777777">
        <w:tc>
          <w:tcPr>
            <w:tcW w:w="690" w:type="dxa"/>
            <w:vMerge/>
            <w:vAlign w:val="center"/>
          </w:tcPr>
          <w:p w14:paraId="437265B9" w14:textId="77777777" w:rsidR="00817A71" w:rsidRDefault="00817A71"/>
        </w:tc>
        <w:tc>
          <w:tcPr>
            <w:tcW w:w="1992" w:type="dxa"/>
            <w:vAlign w:val="center"/>
          </w:tcPr>
          <w:p w14:paraId="16B544CC" w14:textId="77777777" w:rsidR="00817A71" w:rsidRDefault="00000000">
            <w:r>
              <w:t>2020</w:t>
            </w:r>
          </w:p>
        </w:tc>
        <w:tc>
          <w:tcPr>
            <w:tcW w:w="3186" w:type="dxa"/>
            <w:vAlign w:val="center"/>
          </w:tcPr>
          <w:p w14:paraId="431D10BD" w14:textId="77777777" w:rsidR="00817A71" w:rsidRDefault="00000000">
            <w:r>
              <w:t>客厅</w:t>
            </w:r>
          </w:p>
        </w:tc>
        <w:tc>
          <w:tcPr>
            <w:tcW w:w="1075" w:type="dxa"/>
            <w:vAlign w:val="center"/>
          </w:tcPr>
          <w:p w14:paraId="4D17F934" w14:textId="77777777" w:rsidR="00817A71" w:rsidRDefault="00000000">
            <w:r>
              <w:t>14.0</w:t>
            </w:r>
          </w:p>
        </w:tc>
        <w:tc>
          <w:tcPr>
            <w:tcW w:w="3356" w:type="dxa"/>
            <w:vAlign w:val="center"/>
          </w:tcPr>
          <w:p w14:paraId="2BC011DD" w14:textId="77777777" w:rsidR="00817A71" w:rsidRDefault="00000000">
            <w:r>
              <w:t>35.42</w:t>
            </w:r>
          </w:p>
        </w:tc>
      </w:tr>
      <w:tr w:rsidR="00817A71" w14:paraId="34394012" w14:textId="77777777">
        <w:tc>
          <w:tcPr>
            <w:tcW w:w="690" w:type="dxa"/>
            <w:vMerge/>
            <w:vAlign w:val="center"/>
          </w:tcPr>
          <w:p w14:paraId="214B612E" w14:textId="77777777" w:rsidR="00817A71" w:rsidRDefault="00817A71"/>
        </w:tc>
        <w:tc>
          <w:tcPr>
            <w:tcW w:w="1992" w:type="dxa"/>
            <w:vAlign w:val="center"/>
          </w:tcPr>
          <w:p w14:paraId="63DBEEF6" w14:textId="77777777" w:rsidR="00817A71" w:rsidRDefault="00000000">
            <w:r>
              <w:t>2023</w:t>
            </w:r>
          </w:p>
        </w:tc>
        <w:tc>
          <w:tcPr>
            <w:tcW w:w="3186" w:type="dxa"/>
            <w:vAlign w:val="center"/>
          </w:tcPr>
          <w:p w14:paraId="076B4EA1" w14:textId="77777777" w:rsidR="00817A71" w:rsidRDefault="00000000">
            <w:r>
              <w:t>客厅</w:t>
            </w:r>
          </w:p>
        </w:tc>
        <w:tc>
          <w:tcPr>
            <w:tcW w:w="1075" w:type="dxa"/>
            <w:vAlign w:val="center"/>
          </w:tcPr>
          <w:p w14:paraId="3AB4223F" w14:textId="77777777" w:rsidR="00817A71" w:rsidRDefault="00000000">
            <w:r>
              <w:t>15.3</w:t>
            </w:r>
          </w:p>
        </w:tc>
        <w:tc>
          <w:tcPr>
            <w:tcW w:w="3356" w:type="dxa"/>
            <w:vAlign w:val="center"/>
          </w:tcPr>
          <w:p w14:paraId="2B92A7B9" w14:textId="77777777" w:rsidR="00817A71" w:rsidRDefault="00000000">
            <w:r>
              <w:t>35.32</w:t>
            </w:r>
          </w:p>
        </w:tc>
      </w:tr>
      <w:tr w:rsidR="00817A71" w14:paraId="0F401B97" w14:textId="77777777">
        <w:tc>
          <w:tcPr>
            <w:tcW w:w="690" w:type="dxa"/>
            <w:vMerge/>
            <w:vAlign w:val="center"/>
          </w:tcPr>
          <w:p w14:paraId="135BC08B" w14:textId="77777777" w:rsidR="00817A71" w:rsidRDefault="00817A71"/>
        </w:tc>
        <w:tc>
          <w:tcPr>
            <w:tcW w:w="1992" w:type="dxa"/>
            <w:vAlign w:val="center"/>
          </w:tcPr>
          <w:p w14:paraId="41F64B58" w14:textId="77777777" w:rsidR="00817A71" w:rsidRDefault="00000000">
            <w:r>
              <w:t>2028</w:t>
            </w:r>
          </w:p>
        </w:tc>
        <w:tc>
          <w:tcPr>
            <w:tcW w:w="3186" w:type="dxa"/>
            <w:vAlign w:val="center"/>
          </w:tcPr>
          <w:p w14:paraId="20B54750" w14:textId="77777777" w:rsidR="00817A71" w:rsidRDefault="00000000">
            <w:r>
              <w:t>客厅</w:t>
            </w:r>
          </w:p>
        </w:tc>
        <w:tc>
          <w:tcPr>
            <w:tcW w:w="1075" w:type="dxa"/>
            <w:vAlign w:val="center"/>
          </w:tcPr>
          <w:p w14:paraId="657D8175" w14:textId="77777777" w:rsidR="00817A71" w:rsidRDefault="00000000">
            <w:r>
              <w:t>15.9</w:t>
            </w:r>
          </w:p>
        </w:tc>
        <w:tc>
          <w:tcPr>
            <w:tcW w:w="3356" w:type="dxa"/>
            <w:vAlign w:val="center"/>
          </w:tcPr>
          <w:p w14:paraId="1ADC4497" w14:textId="77777777" w:rsidR="00817A71" w:rsidRDefault="00000000">
            <w:r>
              <w:t>34.84</w:t>
            </w:r>
          </w:p>
        </w:tc>
      </w:tr>
      <w:tr w:rsidR="00817A71" w14:paraId="529B515F" w14:textId="77777777">
        <w:tc>
          <w:tcPr>
            <w:tcW w:w="6943" w:type="dxa"/>
            <w:gridSpan w:val="4"/>
            <w:vAlign w:val="center"/>
          </w:tcPr>
          <w:p w14:paraId="296F3551" w14:textId="77777777" w:rsidR="00817A71" w:rsidRDefault="00000000">
            <w:r>
              <w:t>建筑满足热舒适区间的时间达标比例</w:t>
            </w:r>
            <w:r>
              <w:t>(%)</w:t>
            </w:r>
          </w:p>
        </w:tc>
        <w:tc>
          <w:tcPr>
            <w:tcW w:w="3356" w:type="dxa"/>
            <w:vAlign w:val="center"/>
          </w:tcPr>
          <w:p w14:paraId="2A5D2684" w14:textId="77777777" w:rsidR="00817A71" w:rsidRDefault="00000000">
            <w:r>
              <w:t>36.19%</w:t>
            </w:r>
          </w:p>
        </w:tc>
      </w:tr>
    </w:tbl>
    <w:p w14:paraId="2B8D84ED" w14:textId="77777777" w:rsidR="001A5B4B" w:rsidRDefault="001A5B4B" w:rsidP="003D52D0">
      <w:pPr>
        <w:pStyle w:val="lj"/>
        <w:ind w:firstLine="360"/>
        <w:rPr>
          <w:rFonts w:ascii="微软雅黑" w:eastAsia="微软雅黑" w:hAnsi="微软雅黑"/>
          <w:sz w:val="18"/>
          <w:szCs w:val="18"/>
        </w:rPr>
      </w:pPr>
      <w:bookmarkStart w:id="55" w:name="达标比例统计表"/>
      <w:bookmarkEnd w:id="54"/>
      <w:bookmarkEnd w:id="55"/>
    </w:p>
    <w:p w14:paraId="6F3142A6" w14:textId="77777777" w:rsidR="003D52D0" w:rsidRPr="001B4565" w:rsidRDefault="00F4172A" w:rsidP="00180E79">
      <w:pPr>
        <w:pStyle w:val="lj"/>
        <w:ind w:firstLine="360"/>
        <w:rPr>
          <w:rFonts w:ascii="微软雅黑" w:eastAsia="微软雅黑" w:hAnsi="微软雅黑"/>
          <w:sz w:val="18"/>
          <w:szCs w:val="18"/>
        </w:rPr>
      </w:pPr>
      <w:r w:rsidRPr="001B4565">
        <w:rPr>
          <w:rFonts w:ascii="微软雅黑" w:eastAsia="微软雅黑" w:hAnsi="微软雅黑" w:hint="eastAsia"/>
          <w:sz w:val="18"/>
          <w:szCs w:val="18"/>
        </w:rPr>
        <w:t>说明：</w:t>
      </w:r>
      <w:r w:rsidR="001B4565" w:rsidRPr="001B4565">
        <w:rPr>
          <w:rFonts w:ascii="微软雅黑" w:eastAsia="微软雅黑" w:hAnsi="微软雅黑" w:hint="eastAsia"/>
          <w:sz w:val="18"/>
          <w:szCs w:val="18"/>
        </w:rPr>
        <w:t>建筑</w:t>
      </w:r>
      <w:r w:rsidR="00713CF3">
        <w:rPr>
          <w:rFonts w:ascii="微软雅黑" w:eastAsia="微软雅黑" w:hAnsi="微软雅黑" w:hint="eastAsia"/>
          <w:sz w:val="18"/>
          <w:szCs w:val="18"/>
        </w:rPr>
        <w:t>整体的</w:t>
      </w:r>
      <w:r w:rsidR="005C1501">
        <w:rPr>
          <w:rFonts w:ascii="微软雅黑" w:eastAsia="微软雅黑" w:hAnsi="微软雅黑" w:hint="eastAsia"/>
          <w:sz w:val="18"/>
          <w:szCs w:val="18"/>
        </w:rPr>
        <w:t>室内热舒适区间</w:t>
      </w:r>
      <w:r w:rsidR="005C1501">
        <w:rPr>
          <w:rFonts w:ascii="微软雅黑" w:eastAsia="微软雅黑" w:hAnsi="微软雅黑"/>
          <w:sz w:val="18"/>
          <w:szCs w:val="18"/>
        </w:rPr>
        <w:t>的时间</w:t>
      </w:r>
      <w:r w:rsidR="001B4565" w:rsidRPr="001B4565">
        <w:rPr>
          <w:rFonts w:ascii="微软雅黑" w:eastAsia="微软雅黑" w:hAnsi="微软雅黑" w:hint="eastAsia"/>
          <w:sz w:val="18"/>
          <w:szCs w:val="18"/>
        </w:rPr>
        <w:t>达标比例</w:t>
      </w:r>
      <w:r w:rsidR="001B4565">
        <w:rPr>
          <w:rFonts w:ascii="微软雅黑" w:eastAsia="微软雅黑" w:hAnsi="微软雅黑" w:hint="eastAsia"/>
          <w:sz w:val="18"/>
          <w:szCs w:val="18"/>
        </w:rPr>
        <w:t>按照</w:t>
      </w:r>
      <w:r w:rsidR="00713CF3">
        <w:rPr>
          <w:rFonts w:ascii="微软雅黑" w:eastAsia="微软雅黑" w:hAnsi="微软雅黑" w:hint="eastAsia"/>
          <w:sz w:val="18"/>
          <w:szCs w:val="18"/>
        </w:rPr>
        <w:t>建筑各主要功能房间的计算值进行面积加权平均得出。</w:t>
      </w:r>
    </w:p>
    <w:p w14:paraId="4FD6D03E" w14:textId="77777777" w:rsidR="008E2A42" w:rsidRPr="00E14B7E" w:rsidRDefault="00A968A5" w:rsidP="00A968A5">
      <w:pPr>
        <w:pStyle w:val="1"/>
        <w:tabs>
          <w:tab w:val="left" w:pos="432"/>
        </w:tabs>
      </w:pPr>
      <w:bookmarkStart w:id="56" w:name="_Toc79588839"/>
      <w:r w:rsidRPr="00E14B7E">
        <w:rPr>
          <w:rFonts w:hint="eastAsia"/>
        </w:rPr>
        <w:t>结论</w:t>
      </w:r>
      <w:bookmarkEnd w:id="56"/>
    </w:p>
    <w:p w14:paraId="7EFFB0C3" w14:textId="77777777" w:rsidR="00E14B7E" w:rsidRDefault="003630EE" w:rsidP="00E2221D">
      <w:pPr>
        <w:adjustRightInd w:val="0"/>
        <w:spacing w:line="360" w:lineRule="auto"/>
        <w:ind w:firstLineChars="200" w:firstLine="420"/>
        <w:rPr>
          <w:lang w:val="en-US"/>
        </w:rPr>
      </w:pPr>
      <w:r w:rsidRPr="00E14B7E">
        <w:rPr>
          <w:rFonts w:hint="eastAsia"/>
          <w:lang w:val="en-US"/>
        </w:rPr>
        <w:t>该建筑主要功能房间</w:t>
      </w:r>
      <w:r w:rsidR="006547AB" w:rsidRPr="00E14B7E">
        <w:rPr>
          <w:rFonts w:hint="eastAsia"/>
          <w:lang w:val="en-US"/>
        </w:rPr>
        <w:t>满足热舒适区间的时间达标比例</w:t>
      </w:r>
      <w:r w:rsidR="00481D85" w:rsidRPr="00E14B7E">
        <w:rPr>
          <w:rFonts w:hint="eastAsia"/>
          <w:lang w:val="en-US"/>
        </w:rPr>
        <w:t>为</w:t>
      </w:r>
      <w:bookmarkStart w:id="57" w:name="达标百分比"/>
      <w:r w:rsidR="00481D85" w:rsidRPr="00E14B7E">
        <w:rPr>
          <w:rFonts w:hint="eastAsia"/>
          <w:lang w:val="en-US"/>
        </w:rPr>
        <w:t>36.19%</w:t>
      </w:r>
      <w:bookmarkEnd w:id="57"/>
      <w:r w:rsidR="005B277A" w:rsidRPr="00E14B7E">
        <w:rPr>
          <w:rFonts w:hint="eastAsia"/>
          <w:lang w:val="en-US"/>
        </w:rPr>
        <w:t>，根据绿标</w:t>
      </w:r>
      <w:r w:rsidR="00266FC5" w:rsidRPr="00E14B7E">
        <w:rPr>
          <w:rFonts w:hint="eastAsia"/>
          <w:lang w:val="en-US"/>
        </w:rPr>
        <w:t>5.2.9</w:t>
      </w:r>
      <w:r w:rsidR="00266FC5" w:rsidRPr="00E14B7E">
        <w:rPr>
          <w:rFonts w:hint="eastAsia"/>
          <w:lang w:val="en-US"/>
        </w:rPr>
        <w:t>的第</w:t>
      </w:r>
      <w:r w:rsidR="006006D2" w:rsidRPr="00E14B7E">
        <w:rPr>
          <w:rFonts w:hint="eastAsia"/>
          <w:lang w:val="en-US"/>
        </w:rPr>
        <w:t>1</w:t>
      </w:r>
      <w:r w:rsidR="00266FC5" w:rsidRPr="00E14B7E">
        <w:rPr>
          <w:rFonts w:hint="eastAsia"/>
          <w:lang w:val="en-US"/>
        </w:rPr>
        <w:t>条</w:t>
      </w:r>
      <w:r w:rsidR="005B277A" w:rsidRPr="00E14B7E">
        <w:rPr>
          <w:rFonts w:hint="eastAsia"/>
          <w:lang w:val="en-US"/>
        </w:rPr>
        <w:t>，应得</w:t>
      </w:r>
      <w:bookmarkStart w:id="58" w:name="得分"/>
      <w:r w:rsidR="006006D2" w:rsidRPr="00E14B7E">
        <w:rPr>
          <w:rFonts w:hint="eastAsia"/>
          <w:lang w:val="en-US"/>
        </w:rPr>
        <w:t>2</w:t>
      </w:r>
      <w:bookmarkEnd w:id="58"/>
      <w:r w:rsidR="005B277A" w:rsidRPr="00E14B7E">
        <w:rPr>
          <w:rFonts w:hint="eastAsia"/>
          <w:lang w:val="en-US"/>
        </w:rPr>
        <w:t>分。</w:t>
      </w:r>
    </w:p>
    <w:p w14:paraId="322D2BAA" w14:textId="77777777" w:rsidR="00E14B7E" w:rsidRDefault="00E14B7E">
      <w:pPr>
        <w:spacing w:line="240" w:lineRule="auto"/>
        <w:rPr>
          <w:szCs w:val="21"/>
          <w:lang w:val="en-US"/>
        </w:rPr>
      </w:pPr>
      <w:r>
        <w:rPr>
          <w:lang w:val="en-US"/>
        </w:rPr>
        <w:br w:type="page"/>
      </w:r>
      <w:bookmarkStart w:id="59" w:name="附录"/>
    </w:p>
    <w:p w14:paraId="09F0F84C" w14:textId="77777777" w:rsidR="00E14B7E" w:rsidRPr="00E14B7E" w:rsidRDefault="00E14B7E" w:rsidP="00E14B7E">
      <w:pPr>
        <w:pStyle w:val="1"/>
        <w:tabs>
          <w:tab w:val="left" w:pos="432"/>
        </w:tabs>
      </w:pPr>
      <w:bookmarkStart w:id="60" w:name="_Toc79588840"/>
      <w:r w:rsidRPr="00E14B7E">
        <w:rPr>
          <w:rFonts w:hint="eastAsia"/>
        </w:rPr>
        <w:lastRenderedPageBreak/>
        <w:t>附录</w:t>
      </w:r>
      <w:bookmarkEnd w:id="60"/>
    </w:p>
    <w:p w14:paraId="7C721F6C" w14:textId="77777777" w:rsidR="00000000" w:rsidRDefault="00000000" w:rsidP="00BB6EE7">
      <w:pPr>
        <w:pStyle w:val="2"/>
      </w:pPr>
      <w:r>
        <w:rPr>
          <w:rFonts w:hint="eastAsia"/>
        </w:rPr>
        <w:t>客厅</w:t>
      </w:r>
      <w:r>
        <w:rPr>
          <w:rFonts w:hint="eastAsia"/>
        </w:rPr>
        <w:t>[1004]</w:t>
      </w:r>
    </w:p>
    <w:p w14:paraId="412C6BB2" w14:textId="77777777" w:rsidR="00000000" w:rsidRDefault="00000000" w:rsidP="00E145DC">
      <w:pPr>
        <w:jc w:val="center"/>
      </w:pPr>
      <w:r>
        <w:rPr>
          <w:noProof/>
        </w:rPr>
        <w:drawing>
          <wp:inline distT="0" distB="0" distL="0" distR="0" wp14:anchorId="7FC00BF3" wp14:editId="05975973">
            <wp:extent cx="5667375" cy="3657600"/>
            <wp:effectExtent l="0" t="0" r="0" b="0"/>
            <wp:docPr id="6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65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2C5012" w14:textId="77777777" w:rsidR="00000000" w:rsidRPr="001A6A96" w:rsidRDefault="00000000" w:rsidP="00790A17">
      <w:pPr>
        <w:jc w:val="center"/>
      </w:pPr>
      <w:r>
        <w:rPr>
          <w:rFonts w:hint="eastAsia"/>
        </w:rPr>
        <w:t>1004</w:t>
      </w:r>
      <w:r>
        <w:rPr>
          <w:rFonts w:hint="eastAsia"/>
        </w:rPr>
        <w:t>房间</w:t>
      </w:r>
      <w:r>
        <w:t>全年逐时温度图</w:t>
      </w:r>
    </w:p>
    <w:p w14:paraId="1F08BC86" w14:textId="77777777" w:rsidR="00000000" w:rsidRDefault="00000000" w:rsidP="00BB6EE7">
      <w:pPr>
        <w:pStyle w:val="2"/>
      </w:pPr>
      <w:r>
        <w:rPr>
          <w:rFonts w:hint="eastAsia"/>
        </w:rPr>
        <w:t>餐厅</w:t>
      </w:r>
      <w:r>
        <w:rPr>
          <w:rFonts w:hint="eastAsia"/>
        </w:rPr>
        <w:t>[1005]</w:t>
      </w:r>
    </w:p>
    <w:p w14:paraId="2D352F6E" w14:textId="77777777" w:rsidR="00000000" w:rsidRDefault="00000000" w:rsidP="00E145DC">
      <w:pPr>
        <w:jc w:val="center"/>
      </w:pPr>
      <w:r>
        <w:rPr>
          <w:noProof/>
        </w:rPr>
        <w:drawing>
          <wp:inline distT="0" distB="0" distL="0" distR="0" wp14:anchorId="1A4F411C" wp14:editId="6D8188B7">
            <wp:extent cx="5667375" cy="3657600"/>
            <wp:effectExtent l="0" t="0" r="0" b="0"/>
            <wp:docPr id="69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65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696520" w14:textId="77777777" w:rsidR="00000000" w:rsidRPr="001A6A96" w:rsidRDefault="00000000" w:rsidP="00790A17">
      <w:pPr>
        <w:jc w:val="center"/>
      </w:pPr>
      <w:r>
        <w:rPr>
          <w:rFonts w:hint="eastAsia"/>
        </w:rPr>
        <w:lastRenderedPageBreak/>
        <w:t>1005</w:t>
      </w:r>
      <w:r>
        <w:rPr>
          <w:rFonts w:hint="eastAsia"/>
        </w:rPr>
        <w:t>房间</w:t>
      </w:r>
      <w:r>
        <w:t>全年逐时温度图</w:t>
      </w:r>
    </w:p>
    <w:p w14:paraId="2259787C" w14:textId="77777777" w:rsidR="00000000" w:rsidRDefault="00000000" w:rsidP="00BB6EE7">
      <w:pPr>
        <w:pStyle w:val="2"/>
      </w:pPr>
      <w:r>
        <w:rPr>
          <w:rFonts w:hint="eastAsia"/>
        </w:rPr>
        <w:t>客厅</w:t>
      </w:r>
      <w:r>
        <w:rPr>
          <w:rFonts w:hint="eastAsia"/>
        </w:rPr>
        <w:t>[1008]</w:t>
      </w:r>
    </w:p>
    <w:p w14:paraId="5D6FEA43" w14:textId="77777777" w:rsidR="00000000" w:rsidRDefault="00000000" w:rsidP="00E145DC">
      <w:pPr>
        <w:jc w:val="center"/>
      </w:pPr>
      <w:r>
        <w:rPr>
          <w:noProof/>
        </w:rPr>
        <w:drawing>
          <wp:inline distT="0" distB="0" distL="0" distR="0" wp14:anchorId="1D66C181" wp14:editId="0A1A306F">
            <wp:extent cx="5667375" cy="3657600"/>
            <wp:effectExtent l="0" t="0" r="0" b="0"/>
            <wp:docPr id="70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65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7AF58A" w14:textId="77777777" w:rsidR="00000000" w:rsidRPr="001A6A96" w:rsidRDefault="00000000" w:rsidP="00790A17">
      <w:pPr>
        <w:jc w:val="center"/>
      </w:pPr>
      <w:r>
        <w:rPr>
          <w:rFonts w:hint="eastAsia"/>
        </w:rPr>
        <w:t>1008</w:t>
      </w:r>
      <w:r>
        <w:rPr>
          <w:rFonts w:hint="eastAsia"/>
        </w:rPr>
        <w:t>房间</w:t>
      </w:r>
      <w:r>
        <w:t>全年逐时温度图</w:t>
      </w:r>
    </w:p>
    <w:p w14:paraId="6D2A89DE" w14:textId="77777777" w:rsidR="00000000" w:rsidRDefault="00000000" w:rsidP="00BB6EE7">
      <w:pPr>
        <w:pStyle w:val="2"/>
      </w:pPr>
      <w:r>
        <w:rPr>
          <w:rFonts w:hint="eastAsia"/>
        </w:rPr>
        <w:t>卧室</w:t>
      </w:r>
      <w:r>
        <w:rPr>
          <w:rFonts w:hint="eastAsia"/>
        </w:rPr>
        <w:t>[1010]</w:t>
      </w:r>
    </w:p>
    <w:p w14:paraId="13F80894" w14:textId="77777777" w:rsidR="00000000" w:rsidRDefault="00000000" w:rsidP="00E145DC">
      <w:pPr>
        <w:jc w:val="center"/>
      </w:pPr>
      <w:r>
        <w:rPr>
          <w:noProof/>
        </w:rPr>
        <w:drawing>
          <wp:inline distT="0" distB="0" distL="0" distR="0" wp14:anchorId="29C0B924" wp14:editId="618B5100">
            <wp:extent cx="5667375" cy="3657600"/>
            <wp:effectExtent l="0" t="0" r="0" b="0"/>
            <wp:docPr id="71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65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6DE438" w14:textId="77777777" w:rsidR="00000000" w:rsidRPr="001A6A96" w:rsidRDefault="00000000" w:rsidP="00790A17">
      <w:pPr>
        <w:jc w:val="center"/>
      </w:pPr>
      <w:r>
        <w:rPr>
          <w:rFonts w:hint="eastAsia"/>
        </w:rPr>
        <w:lastRenderedPageBreak/>
        <w:t>1010</w:t>
      </w:r>
      <w:r>
        <w:rPr>
          <w:rFonts w:hint="eastAsia"/>
        </w:rPr>
        <w:t>房间</w:t>
      </w:r>
      <w:r>
        <w:t>全年逐时温度图</w:t>
      </w:r>
    </w:p>
    <w:p w14:paraId="6BD8F2A3" w14:textId="77777777" w:rsidR="00000000" w:rsidRDefault="00000000" w:rsidP="00BB6EE7">
      <w:pPr>
        <w:pStyle w:val="2"/>
      </w:pPr>
      <w:r>
        <w:rPr>
          <w:rFonts w:hint="eastAsia"/>
        </w:rPr>
        <w:t>卧室</w:t>
      </w:r>
      <w:r>
        <w:rPr>
          <w:rFonts w:hint="eastAsia"/>
        </w:rPr>
        <w:t>[1011]</w:t>
      </w:r>
    </w:p>
    <w:p w14:paraId="7CE13D30" w14:textId="77777777" w:rsidR="00000000" w:rsidRDefault="00000000" w:rsidP="00E145DC">
      <w:pPr>
        <w:jc w:val="center"/>
      </w:pPr>
      <w:r>
        <w:rPr>
          <w:noProof/>
        </w:rPr>
        <w:drawing>
          <wp:inline distT="0" distB="0" distL="0" distR="0" wp14:anchorId="38AF4C4F" wp14:editId="380F4E56">
            <wp:extent cx="5667375" cy="3657600"/>
            <wp:effectExtent l="0" t="0" r="0" b="0"/>
            <wp:docPr id="72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65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F562E1" w14:textId="77777777" w:rsidR="00000000" w:rsidRPr="001A6A96" w:rsidRDefault="00000000" w:rsidP="00790A17">
      <w:pPr>
        <w:jc w:val="center"/>
      </w:pPr>
      <w:r>
        <w:rPr>
          <w:rFonts w:hint="eastAsia"/>
        </w:rPr>
        <w:t>1011</w:t>
      </w:r>
      <w:r>
        <w:rPr>
          <w:rFonts w:hint="eastAsia"/>
        </w:rPr>
        <w:t>房间</w:t>
      </w:r>
      <w:r>
        <w:t>全年逐时温度图</w:t>
      </w:r>
    </w:p>
    <w:p w14:paraId="4BDF4919" w14:textId="77777777" w:rsidR="00000000" w:rsidRDefault="00000000" w:rsidP="00BB6EE7">
      <w:pPr>
        <w:pStyle w:val="2"/>
      </w:pPr>
      <w:r>
        <w:rPr>
          <w:rFonts w:hint="eastAsia"/>
        </w:rPr>
        <w:t>客厅</w:t>
      </w:r>
      <w:r>
        <w:rPr>
          <w:rFonts w:hint="eastAsia"/>
        </w:rPr>
        <w:t>[1018]</w:t>
      </w:r>
    </w:p>
    <w:p w14:paraId="50042B7B" w14:textId="77777777" w:rsidR="00000000" w:rsidRDefault="00000000" w:rsidP="00E145DC">
      <w:pPr>
        <w:jc w:val="center"/>
      </w:pPr>
      <w:r>
        <w:rPr>
          <w:noProof/>
        </w:rPr>
        <w:drawing>
          <wp:inline distT="0" distB="0" distL="0" distR="0" wp14:anchorId="3E3D18B4" wp14:editId="48E9749A">
            <wp:extent cx="5667375" cy="3657600"/>
            <wp:effectExtent l="0" t="0" r="0" b="0"/>
            <wp:docPr id="73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65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0500FF" w14:textId="77777777" w:rsidR="00000000" w:rsidRPr="001A6A96" w:rsidRDefault="00000000" w:rsidP="00790A17">
      <w:pPr>
        <w:jc w:val="center"/>
      </w:pPr>
      <w:r>
        <w:rPr>
          <w:rFonts w:hint="eastAsia"/>
        </w:rPr>
        <w:lastRenderedPageBreak/>
        <w:t>1018</w:t>
      </w:r>
      <w:r>
        <w:rPr>
          <w:rFonts w:hint="eastAsia"/>
        </w:rPr>
        <w:t>房间</w:t>
      </w:r>
      <w:r>
        <w:t>全年逐时温度图</w:t>
      </w:r>
    </w:p>
    <w:p w14:paraId="1A042562" w14:textId="77777777" w:rsidR="00000000" w:rsidRDefault="00000000" w:rsidP="00BB6EE7">
      <w:pPr>
        <w:pStyle w:val="2"/>
      </w:pPr>
      <w:r>
        <w:rPr>
          <w:rFonts w:hint="eastAsia"/>
        </w:rPr>
        <w:t>客厅</w:t>
      </w:r>
      <w:r>
        <w:rPr>
          <w:rFonts w:hint="eastAsia"/>
        </w:rPr>
        <w:t>[1019]</w:t>
      </w:r>
    </w:p>
    <w:p w14:paraId="2C1AE5E9" w14:textId="77777777" w:rsidR="00000000" w:rsidRDefault="00000000" w:rsidP="00E145DC">
      <w:pPr>
        <w:jc w:val="center"/>
      </w:pPr>
      <w:r>
        <w:rPr>
          <w:noProof/>
        </w:rPr>
        <w:drawing>
          <wp:inline distT="0" distB="0" distL="0" distR="0" wp14:anchorId="3F2B0F2A" wp14:editId="71F18237">
            <wp:extent cx="5667375" cy="3657600"/>
            <wp:effectExtent l="0" t="0" r="0" b="0"/>
            <wp:docPr id="74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65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F2F629" w14:textId="77777777" w:rsidR="00000000" w:rsidRPr="001A6A96" w:rsidRDefault="00000000" w:rsidP="00790A17">
      <w:pPr>
        <w:jc w:val="center"/>
      </w:pPr>
      <w:r>
        <w:rPr>
          <w:rFonts w:hint="eastAsia"/>
        </w:rPr>
        <w:t>1019</w:t>
      </w:r>
      <w:r>
        <w:rPr>
          <w:rFonts w:hint="eastAsia"/>
        </w:rPr>
        <w:t>房间</w:t>
      </w:r>
      <w:r>
        <w:t>全年</w:t>
      </w:r>
      <w:r>
        <w:t>逐时温度图</w:t>
      </w:r>
    </w:p>
    <w:p w14:paraId="69DA468D" w14:textId="77777777" w:rsidR="00000000" w:rsidRDefault="00000000" w:rsidP="00BB6EE7">
      <w:pPr>
        <w:pStyle w:val="2"/>
      </w:pPr>
      <w:r>
        <w:rPr>
          <w:rFonts w:hint="eastAsia"/>
        </w:rPr>
        <w:t>客厅</w:t>
      </w:r>
      <w:r>
        <w:rPr>
          <w:rFonts w:hint="eastAsia"/>
        </w:rPr>
        <w:t>[1022]</w:t>
      </w:r>
    </w:p>
    <w:p w14:paraId="75D1903F" w14:textId="77777777" w:rsidR="00000000" w:rsidRDefault="00000000" w:rsidP="00E145DC">
      <w:pPr>
        <w:jc w:val="center"/>
      </w:pPr>
      <w:r>
        <w:rPr>
          <w:noProof/>
        </w:rPr>
        <w:drawing>
          <wp:inline distT="0" distB="0" distL="0" distR="0" wp14:anchorId="591D6E84" wp14:editId="5925A594">
            <wp:extent cx="5667375" cy="3657600"/>
            <wp:effectExtent l="0" t="0" r="0" b="0"/>
            <wp:docPr id="75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65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97B8DA" w14:textId="77777777" w:rsidR="00000000" w:rsidRPr="001A6A96" w:rsidRDefault="00000000" w:rsidP="00790A17">
      <w:pPr>
        <w:jc w:val="center"/>
      </w:pPr>
      <w:r>
        <w:rPr>
          <w:rFonts w:hint="eastAsia"/>
        </w:rPr>
        <w:lastRenderedPageBreak/>
        <w:t>1022</w:t>
      </w:r>
      <w:r>
        <w:rPr>
          <w:rFonts w:hint="eastAsia"/>
        </w:rPr>
        <w:t>房间</w:t>
      </w:r>
      <w:r>
        <w:t>全年逐时温度图</w:t>
      </w:r>
    </w:p>
    <w:p w14:paraId="6E9B2F53" w14:textId="77777777" w:rsidR="00000000" w:rsidRDefault="00000000" w:rsidP="00BB6EE7">
      <w:pPr>
        <w:pStyle w:val="2"/>
      </w:pPr>
      <w:r>
        <w:rPr>
          <w:rFonts w:hint="eastAsia"/>
        </w:rPr>
        <w:t>书房</w:t>
      </w:r>
      <w:r>
        <w:rPr>
          <w:rFonts w:hint="eastAsia"/>
        </w:rPr>
        <w:t>[1036]</w:t>
      </w:r>
    </w:p>
    <w:p w14:paraId="527382D4" w14:textId="77777777" w:rsidR="00000000" w:rsidRDefault="00000000" w:rsidP="00E145DC">
      <w:pPr>
        <w:jc w:val="center"/>
      </w:pPr>
      <w:r>
        <w:rPr>
          <w:noProof/>
        </w:rPr>
        <w:drawing>
          <wp:inline distT="0" distB="0" distL="0" distR="0" wp14:anchorId="144E00A0" wp14:editId="0F7AB625">
            <wp:extent cx="5667375" cy="3657600"/>
            <wp:effectExtent l="0" t="0" r="0" b="0"/>
            <wp:docPr id="76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65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6EECA3" w14:textId="77777777" w:rsidR="00000000" w:rsidRPr="001A6A96" w:rsidRDefault="00000000" w:rsidP="00790A17">
      <w:pPr>
        <w:jc w:val="center"/>
      </w:pPr>
      <w:r>
        <w:rPr>
          <w:rFonts w:hint="eastAsia"/>
        </w:rPr>
        <w:t>1036</w:t>
      </w:r>
      <w:r>
        <w:rPr>
          <w:rFonts w:hint="eastAsia"/>
        </w:rPr>
        <w:t>房间</w:t>
      </w:r>
      <w:r>
        <w:t>全年逐时温度图</w:t>
      </w:r>
    </w:p>
    <w:p w14:paraId="1E78F917" w14:textId="77777777" w:rsidR="00000000" w:rsidRDefault="00000000" w:rsidP="00BB6EE7">
      <w:pPr>
        <w:pStyle w:val="2"/>
      </w:pPr>
      <w:r>
        <w:rPr>
          <w:rFonts w:hint="eastAsia"/>
        </w:rPr>
        <w:t>客厅</w:t>
      </w:r>
      <w:r>
        <w:rPr>
          <w:rFonts w:hint="eastAsia"/>
        </w:rPr>
        <w:t>[2012]</w:t>
      </w:r>
    </w:p>
    <w:p w14:paraId="21F8B2F6" w14:textId="77777777" w:rsidR="00000000" w:rsidRDefault="00000000" w:rsidP="00E145DC">
      <w:pPr>
        <w:jc w:val="center"/>
      </w:pPr>
      <w:r>
        <w:rPr>
          <w:noProof/>
        </w:rPr>
        <w:drawing>
          <wp:inline distT="0" distB="0" distL="0" distR="0" wp14:anchorId="71AA6FDF" wp14:editId="3292B453">
            <wp:extent cx="5667375" cy="3657600"/>
            <wp:effectExtent l="0" t="0" r="0" b="0"/>
            <wp:docPr id="77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65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F64568" w14:textId="77777777" w:rsidR="00000000" w:rsidRPr="001A6A96" w:rsidRDefault="00000000" w:rsidP="00790A17">
      <w:pPr>
        <w:jc w:val="center"/>
      </w:pPr>
      <w:r>
        <w:rPr>
          <w:rFonts w:hint="eastAsia"/>
        </w:rPr>
        <w:lastRenderedPageBreak/>
        <w:t>2012</w:t>
      </w:r>
      <w:r>
        <w:rPr>
          <w:rFonts w:hint="eastAsia"/>
        </w:rPr>
        <w:t>房间</w:t>
      </w:r>
      <w:r>
        <w:t>全年逐时温度图</w:t>
      </w:r>
    </w:p>
    <w:p w14:paraId="6ED18FE7" w14:textId="77777777" w:rsidR="00000000" w:rsidRDefault="00000000" w:rsidP="00BB6EE7">
      <w:pPr>
        <w:pStyle w:val="2"/>
      </w:pPr>
      <w:r>
        <w:rPr>
          <w:rFonts w:hint="eastAsia"/>
        </w:rPr>
        <w:t>卧室</w:t>
      </w:r>
      <w:r>
        <w:rPr>
          <w:rFonts w:hint="eastAsia"/>
        </w:rPr>
        <w:t>[2014]</w:t>
      </w:r>
    </w:p>
    <w:p w14:paraId="788A8B0C" w14:textId="77777777" w:rsidR="00000000" w:rsidRDefault="00000000" w:rsidP="00E145DC">
      <w:pPr>
        <w:jc w:val="center"/>
      </w:pPr>
      <w:r>
        <w:rPr>
          <w:noProof/>
        </w:rPr>
        <w:drawing>
          <wp:inline distT="0" distB="0" distL="0" distR="0" wp14:anchorId="411CA6CC" wp14:editId="0337C75D">
            <wp:extent cx="5667375" cy="3657600"/>
            <wp:effectExtent l="0" t="0" r="0" b="0"/>
            <wp:docPr id="78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65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054E8E" w14:textId="77777777" w:rsidR="00000000" w:rsidRPr="001A6A96" w:rsidRDefault="00000000" w:rsidP="00790A17">
      <w:pPr>
        <w:jc w:val="center"/>
      </w:pPr>
      <w:r>
        <w:rPr>
          <w:rFonts w:hint="eastAsia"/>
        </w:rPr>
        <w:t>2014</w:t>
      </w:r>
      <w:r>
        <w:rPr>
          <w:rFonts w:hint="eastAsia"/>
        </w:rPr>
        <w:t>房间</w:t>
      </w:r>
      <w:r>
        <w:t>全年逐时温度图</w:t>
      </w:r>
    </w:p>
    <w:p w14:paraId="44A39FE3" w14:textId="77777777" w:rsidR="00000000" w:rsidRDefault="00000000" w:rsidP="00BB6EE7">
      <w:pPr>
        <w:pStyle w:val="2"/>
      </w:pPr>
      <w:r>
        <w:rPr>
          <w:rFonts w:hint="eastAsia"/>
        </w:rPr>
        <w:t>卧室</w:t>
      </w:r>
      <w:r>
        <w:rPr>
          <w:rFonts w:hint="eastAsia"/>
        </w:rPr>
        <w:t>[2015]</w:t>
      </w:r>
    </w:p>
    <w:p w14:paraId="54399C82" w14:textId="77777777" w:rsidR="00000000" w:rsidRDefault="00000000" w:rsidP="00E145DC">
      <w:pPr>
        <w:jc w:val="center"/>
      </w:pPr>
      <w:r>
        <w:rPr>
          <w:noProof/>
        </w:rPr>
        <w:drawing>
          <wp:inline distT="0" distB="0" distL="0" distR="0" wp14:anchorId="0DE7F9CE" wp14:editId="1766FE1A">
            <wp:extent cx="5667375" cy="3657600"/>
            <wp:effectExtent l="0" t="0" r="0" b="0"/>
            <wp:docPr id="79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65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360749" w14:textId="77777777" w:rsidR="00000000" w:rsidRPr="001A6A96" w:rsidRDefault="00000000" w:rsidP="00790A17">
      <w:pPr>
        <w:jc w:val="center"/>
      </w:pPr>
      <w:r>
        <w:rPr>
          <w:rFonts w:hint="eastAsia"/>
        </w:rPr>
        <w:lastRenderedPageBreak/>
        <w:t>2015</w:t>
      </w:r>
      <w:r>
        <w:rPr>
          <w:rFonts w:hint="eastAsia"/>
        </w:rPr>
        <w:t>房间</w:t>
      </w:r>
      <w:r>
        <w:t>全年逐时温度图</w:t>
      </w:r>
    </w:p>
    <w:p w14:paraId="50C2501D" w14:textId="77777777" w:rsidR="00000000" w:rsidRDefault="00000000" w:rsidP="00BB6EE7">
      <w:pPr>
        <w:pStyle w:val="2"/>
      </w:pPr>
      <w:r>
        <w:rPr>
          <w:rFonts w:hint="eastAsia"/>
        </w:rPr>
        <w:t>卧室</w:t>
      </w:r>
      <w:r>
        <w:rPr>
          <w:rFonts w:hint="eastAsia"/>
        </w:rPr>
        <w:t>[2017]</w:t>
      </w:r>
    </w:p>
    <w:p w14:paraId="49884525" w14:textId="77777777" w:rsidR="00000000" w:rsidRDefault="00000000" w:rsidP="00E145DC">
      <w:pPr>
        <w:jc w:val="center"/>
      </w:pPr>
      <w:r>
        <w:rPr>
          <w:noProof/>
        </w:rPr>
        <w:drawing>
          <wp:inline distT="0" distB="0" distL="0" distR="0" wp14:anchorId="652EE0A4" wp14:editId="526CF26E">
            <wp:extent cx="5667375" cy="3657600"/>
            <wp:effectExtent l="0" t="0" r="0" b="0"/>
            <wp:docPr id="80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65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D189C4" w14:textId="77777777" w:rsidR="00000000" w:rsidRPr="001A6A96" w:rsidRDefault="00000000" w:rsidP="00790A17">
      <w:pPr>
        <w:jc w:val="center"/>
      </w:pPr>
      <w:r>
        <w:rPr>
          <w:rFonts w:hint="eastAsia"/>
        </w:rPr>
        <w:t>2017</w:t>
      </w:r>
      <w:r>
        <w:rPr>
          <w:rFonts w:hint="eastAsia"/>
        </w:rPr>
        <w:t>房间</w:t>
      </w:r>
      <w:r>
        <w:t>全年逐时温度图</w:t>
      </w:r>
    </w:p>
    <w:p w14:paraId="009ED835" w14:textId="77777777" w:rsidR="00000000" w:rsidRDefault="00000000" w:rsidP="00BB6EE7">
      <w:pPr>
        <w:pStyle w:val="2"/>
      </w:pPr>
      <w:r>
        <w:rPr>
          <w:rFonts w:hint="eastAsia"/>
        </w:rPr>
        <w:t>客厅</w:t>
      </w:r>
      <w:r>
        <w:rPr>
          <w:rFonts w:hint="eastAsia"/>
        </w:rPr>
        <w:t>[2020]</w:t>
      </w:r>
    </w:p>
    <w:p w14:paraId="68D91EFA" w14:textId="77777777" w:rsidR="00000000" w:rsidRDefault="00000000" w:rsidP="00E145DC">
      <w:pPr>
        <w:jc w:val="center"/>
      </w:pPr>
      <w:r>
        <w:rPr>
          <w:noProof/>
        </w:rPr>
        <w:drawing>
          <wp:inline distT="0" distB="0" distL="0" distR="0" wp14:anchorId="389D53A8" wp14:editId="069F2AE1">
            <wp:extent cx="5667375" cy="3657600"/>
            <wp:effectExtent l="0" t="0" r="0" b="0"/>
            <wp:docPr id="81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65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863FB9" w14:textId="77777777" w:rsidR="00000000" w:rsidRPr="001A6A96" w:rsidRDefault="00000000" w:rsidP="00790A17">
      <w:pPr>
        <w:jc w:val="center"/>
      </w:pPr>
      <w:r>
        <w:rPr>
          <w:rFonts w:hint="eastAsia"/>
        </w:rPr>
        <w:lastRenderedPageBreak/>
        <w:t>2020</w:t>
      </w:r>
      <w:r>
        <w:rPr>
          <w:rFonts w:hint="eastAsia"/>
        </w:rPr>
        <w:t>房间</w:t>
      </w:r>
      <w:r>
        <w:t>全年逐时温度图</w:t>
      </w:r>
    </w:p>
    <w:p w14:paraId="75479EE1" w14:textId="77777777" w:rsidR="00000000" w:rsidRDefault="00000000" w:rsidP="00BB6EE7">
      <w:pPr>
        <w:pStyle w:val="2"/>
      </w:pPr>
      <w:r>
        <w:rPr>
          <w:rFonts w:hint="eastAsia"/>
        </w:rPr>
        <w:t>客厅</w:t>
      </w:r>
      <w:r>
        <w:rPr>
          <w:rFonts w:hint="eastAsia"/>
        </w:rPr>
        <w:t>[2023]</w:t>
      </w:r>
    </w:p>
    <w:p w14:paraId="57A7158C" w14:textId="77777777" w:rsidR="00000000" w:rsidRDefault="00000000" w:rsidP="00E145DC">
      <w:pPr>
        <w:jc w:val="center"/>
      </w:pPr>
      <w:r>
        <w:rPr>
          <w:noProof/>
        </w:rPr>
        <w:drawing>
          <wp:inline distT="0" distB="0" distL="0" distR="0" wp14:anchorId="233C9ADC" wp14:editId="670DA856">
            <wp:extent cx="5667375" cy="3657600"/>
            <wp:effectExtent l="0" t="0" r="0" b="0"/>
            <wp:docPr id="82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65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F286C8" w14:textId="77777777" w:rsidR="00000000" w:rsidRPr="001A6A96" w:rsidRDefault="00000000" w:rsidP="00790A17">
      <w:pPr>
        <w:jc w:val="center"/>
      </w:pPr>
      <w:r>
        <w:rPr>
          <w:rFonts w:hint="eastAsia"/>
        </w:rPr>
        <w:t>2023</w:t>
      </w:r>
      <w:r>
        <w:rPr>
          <w:rFonts w:hint="eastAsia"/>
        </w:rPr>
        <w:t>房间</w:t>
      </w:r>
      <w:r>
        <w:t>全年逐时温度图</w:t>
      </w:r>
    </w:p>
    <w:p w14:paraId="56298836" w14:textId="77777777" w:rsidR="00000000" w:rsidRDefault="00000000" w:rsidP="00BB6EE7">
      <w:pPr>
        <w:pStyle w:val="2"/>
      </w:pPr>
      <w:bookmarkStart w:id="61" w:name="房间名"/>
      <w:bookmarkStart w:id="62" w:name="_Toc451436145"/>
      <w:bookmarkStart w:id="63" w:name="_Toc451698937"/>
      <w:bookmarkStart w:id="64" w:name="_Toc452108765"/>
      <w:bookmarkStart w:id="65" w:name="_Toc36538848"/>
      <w:r>
        <w:rPr>
          <w:rFonts w:hint="eastAsia"/>
        </w:rPr>
        <w:t>客厅</w:t>
      </w:r>
      <w:bookmarkEnd w:id="61"/>
      <w:r>
        <w:rPr>
          <w:rFonts w:hint="eastAsia"/>
        </w:rPr>
        <w:t>[</w:t>
      </w:r>
      <w:bookmarkStart w:id="66" w:name="房间编号"/>
      <w:r>
        <w:rPr>
          <w:rFonts w:hint="eastAsia"/>
        </w:rPr>
        <w:t>2028</w:t>
      </w:r>
      <w:bookmarkEnd w:id="66"/>
      <w:r>
        <w:rPr>
          <w:rFonts w:hint="eastAsia"/>
        </w:rPr>
        <w:t>]</w:t>
      </w:r>
    </w:p>
    <w:p w14:paraId="125B6C7E" w14:textId="77777777" w:rsidR="00000000" w:rsidRDefault="00000000" w:rsidP="00E145DC">
      <w:pPr>
        <w:jc w:val="center"/>
      </w:pPr>
      <w:bookmarkStart w:id="67" w:name="图"/>
      <w:bookmarkEnd w:id="67"/>
      <w:r>
        <w:rPr>
          <w:noProof/>
        </w:rPr>
        <w:drawing>
          <wp:inline distT="0" distB="0" distL="0" distR="0" wp14:anchorId="11FFD0D9" wp14:editId="1DFBD400">
            <wp:extent cx="5667375" cy="3657600"/>
            <wp:effectExtent l="0" t="0" r="0" b="0"/>
            <wp:docPr id="83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65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5DCE53" w14:textId="77777777" w:rsidR="00000000" w:rsidRPr="001A6A96" w:rsidRDefault="00000000" w:rsidP="00790A17">
      <w:pPr>
        <w:jc w:val="center"/>
      </w:pPr>
      <w:bookmarkStart w:id="68" w:name="房间编号2"/>
      <w:r>
        <w:rPr>
          <w:rFonts w:hint="eastAsia"/>
        </w:rPr>
        <w:lastRenderedPageBreak/>
        <w:t>2028</w:t>
      </w:r>
      <w:bookmarkEnd w:id="68"/>
      <w:r>
        <w:rPr>
          <w:rFonts w:hint="eastAsia"/>
        </w:rPr>
        <w:t>房间</w:t>
      </w:r>
      <w:r>
        <w:t>全年逐时温度图</w:t>
      </w:r>
      <w:bookmarkEnd w:id="62"/>
      <w:bookmarkEnd w:id="63"/>
      <w:bookmarkEnd w:id="64"/>
      <w:bookmarkEnd w:id="65"/>
    </w:p>
    <w:p w14:paraId="21C13AF8" w14:textId="77777777" w:rsidR="00BE0E75" w:rsidRPr="00E14B7E" w:rsidRDefault="00BE0E75" w:rsidP="00E14B7E">
      <w:pPr>
        <w:pStyle w:val="a0"/>
        <w:ind w:firstLineChars="95" w:firstLine="199"/>
        <w:rPr>
          <w:lang w:val="en-US"/>
        </w:rPr>
      </w:pPr>
      <w:bookmarkStart w:id="69" w:name="房间逐时温度图"/>
      <w:bookmarkEnd w:id="59"/>
      <w:bookmarkEnd w:id="69"/>
    </w:p>
    <w:sectPr w:rsidR="00BE0E75" w:rsidRPr="00E14B7E" w:rsidSect="00C92A02">
      <w:pgSz w:w="11906" w:h="16838"/>
      <w:pgMar w:top="1440" w:right="849" w:bottom="993" w:left="1134" w:header="794" w:footer="170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3F9317" w14:textId="77777777" w:rsidR="00C92A02" w:rsidRDefault="00C92A02" w:rsidP="00203A7D">
      <w:pPr>
        <w:spacing w:line="240" w:lineRule="auto"/>
      </w:pPr>
      <w:r>
        <w:separator/>
      </w:r>
    </w:p>
  </w:endnote>
  <w:endnote w:type="continuationSeparator" w:id="0">
    <w:p w14:paraId="6A766042" w14:textId="77777777" w:rsidR="00C92A02" w:rsidRDefault="00C92A02" w:rsidP="00203A7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aunPenh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9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20"/>
      <w:gridCol w:w="3020"/>
      <w:gridCol w:w="3020"/>
    </w:tblGrid>
    <w:tr w:rsidR="001A12A0" w:rsidRPr="00F5023B" w14:paraId="52518254" w14:textId="77777777" w:rsidTr="001A12A0">
      <w:tc>
        <w:tcPr>
          <w:tcW w:w="3020" w:type="dxa"/>
        </w:tcPr>
        <w:p w14:paraId="04607E3E" w14:textId="77777777" w:rsidR="001A12A0" w:rsidRPr="00F5023B" w:rsidRDefault="00000000" w:rsidP="001D3BB9">
          <w:pPr>
            <w:pStyle w:val="a6"/>
            <w:rPr>
              <w:rFonts w:asciiTheme="minorEastAsia" w:eastAsiaTheme="minorEastAsia" w:hAnsiTheme="minorEastAsia"/>
              <w:sz w:val="20"/>
              <w:szCs w:val="21"/>
            </w:rPr>
          </w:pPr>
          <w:hyperlink r:id="rId1" w:history="1">
            <w:r w:rsidR="001A12A0" w:rsidRPr="00F5023B">
              <w:rPr>
                <w:rStyle w:val="a8"/>
                <w:rFonts w:asciiTheme="minorEastAsia" w:eastAsiaTheme="minorEastAsia" w:hAnsiTheme="minorEastAsia"/>
                <w:sz w:val="20"/>
                <w:szCs w:val="21"/>
              </w:rPr>
              <w:t>http://www.gbsware.cn/</w:t>
            </w:r>
          </w:hyperlink>
        </w:p>
      </w:tc>
      <w:tc>
        <w:tcPr>
          <w:tcW w:w="3020" w:type="dxa"/>
        </w:tcPr>
        <w:p w14:paraId="04D7C461" w14:textId="77777777" w:rsidR="001A12A0" w:rsidRPr="00F5023B" w:rsidRDefault="00000000" w:rsidP="001D3BB9">
          <w:pPr>
            <w:pStyle w:val="a6"/>
            <w:jc w:val="center"/>
            <w:rPr>
              <w:rFonts w:asciiTheme="minorEastAsia" w:eastAsiaTheme="minorEastAsia" w:hAnsiTheme="minorEastAsia"/>
              <w:sz w:val="20"/>
              <w:szCs w:val="21"/>
            </w:rPr>
          </w:pPr>
          <w:sdt>
            <w:sdtPr>
              <w:rPr>
                <w:sz w:val="20"/>
              </w:rPr>
              <w:id w:val="1728636285"/>
              <w:docPartObj>
                <w:docPartGallery w:val="Page Numbers (Top of Page)"/>
                <w:docPartUnique/>
              </w:docPartObj>
            </w:sdtPr>
            <w:sdtEndPr>
              <w:rPr>
                <w:rFonts w:asciiTheme="minorEastAsia" w:eastAsiaTheme="minorEastAsia" w:hAnsiTheme="minorEastAsia"/>
                <w:szCs w:val="21"/>
              </w:rPr>
            </w:sdtEndPr>
            <w:sdtContent>
              <w:r w:rsidR="001A12A0" w:rsidRPr="00F5023B">
                <w:rPr>
                  <w:rFonts w:hint="eastAsia"/>
                  <w:sz w:val="20"/>
                </w:rPr>
                <w:t>第</w:t>
              </w:r>
              <w:r w:rsidR="001A12A0" w:rsidRPr="00F5023B">
                <w:rPr>
                  <w:rFonts w:asciiTheme="minorEastAsia" w:eastAsiaTheme="minorEastAsia" w:hAnsiTheme="minorEastAsia"/>
                  <w:bCs/>
                  <w:sz w:val="20"/>
                  <w:szCs w:val="21"/>
                </w:rPr>
                <w:fldChar w:fldCharType="begin"/>
              </w:r>
              <w:r w:rsidR="001A12A0" w:rsidRPr="00F5023B">
                <w:rPr>
                  <w:rFonts w:asciiTheme="minorEastAsia" w:eastAsiaTheme="minorEastAsia" w:hAnsiTheme="minorEastAsia"/>
                  <w:bCs/>
                  <w:sz w:val="20"/>
                  <w:szCs w:val="21"/>
                </w:rPr>
                <w:instrText>PAGE</w:instrText>
              </w:r>
              <w:r w:rsidR="001A12A0" w:rsidRPr="00F5023B">
                <w:rPr>
                  <w:rFonts w:asciiTheme="minorEastAsia" w:eastAsiaTheme="minorEastAsia" w:hAnsiTheme="minorEastAsia"/>
                  <w:bCs/>
                  <w:sz w:val="20"/>
                  <w:szCs w:val="21"/>
                </w:rPr>
                <w:fldChar w:fldCharType="separate"/>
              </w:r>
              <w:r w:rsidR="00FF547F">
                <w:rPr>
                  <w:rFonts w:asciiTheme="minorEastAsia" w:eastAsiaTheme="minorEastAsia" w:hAnsiTheme="minorEastAsia"/>
                  <w:bCs/>
                  <w:noProof/>
                  <w:sz w:val="20"/>
                  <w:szCs w:val="21"/>
                </w:rPr>
                <w:t>3</w:t>
              </w:r>
              <w:r w:rsidR="001A12A0" w:rsidRPr="00F5023B">
                <w:rPr>
                  <w:rFonts w:asciiTheme="minorEastAsia" w:eastAsiaTheme="minorEastAsia" w:hAnsiTheme="minorEastAsia"/>
                  <w:bCs/>
                  <w:sz w:val="20"/>
                  <w:szCs w:val="21"/>
                </w:rPr>
                <w:fldChar w:fldCharType="end"/>
              </w:r>
              <w:r w:rsidR="001A12A0" w:rsidRPr="00F5023B">
                <w:rPr>
                  <w:rFonts w:asciiTheme="minorEastAsia" w:eastAsiaTheme="minorEastAsia" w:hAnsiTheme="minorEastAsia" w:hint="eastAsia"/>
                  <w:sz w:val="20"/>
                  <w:szCs w:val="21"/>
                  <w:lang w:val="zh-CN"/>
                </w:rPr>
                <w:t>页 共</w:t>
              </w:r>
              <w:r w:rsidR="001A12A0" w:rsidRPr="00F5023B">
                <w:rPr>
                  <w:rFonts w:asciiTheme="minorEastAsia" w:eastAsiaTheme="minorEastAsia" w:hAnsiTheme="minorEastAsia"/>
                  <w:bCs/>
                  <w:sz w:val="20"/>
                  <w:szCs w:val="21"/>
                </w:rPr>
                <w:fldChar w:fldCharType="begin"/>
              </w:r>
              <w:r w:rsidR="001A12A0" w:rsidRPr="00F5023B">
                <w:rPr>
                  <w:rFonts w:asciiTheme="minorEastAsia" w:eastAsiaTheme="minorEastAsia" w:hAnsiTheme="minorEastAsia"/>
                  <w:bCs/>
                  <w:sz w:val="20"/>
                  <w:szCs w:val="21"/>
                </w:rPr>
                <w:instrText>NUMPAGES</w:instrText>
              </w:r>
              <w:r w:rsidR="001A12A0" w:rsidRPr="00F5023B">
                <w:rPr>
                  <w:rFonts w:asciiTheme="minorEastAsia" w:eastAsiaTheme="minorEastAsia" w:hAnsiTheme="minorEastAsia"/>
                  <w:bCs/>
                  <w:sz w:val="20"/>
                  <w:szCs w:val="21"/>
                </w:rPr>
                <w:fldChar w:fldCharType="separate"/>
              </w:r>
              <w:r w:rsidR="00FF547F">
                <w:rPr>
                  <w:rFonts w:asciiTheme="minorEastAsia" w:eastAsiaTheme="minorEastAsia" w:hAnsiTheme="minorEastAsia"/>
                  <w:bCs/>
                  <w:noProof/>
                  <w:sz w:val="20"/>
                  <w:szCs w:val="21"/>
                </w:rPr>
                <w:t>9</w:t>
              </w:r>
              <w:r w:rsidR="001A12A0" w:rsidRPr="00F5023B">
                <w:rPr>
                  <w:rFonts w:asciiTheme="minorEastAsia" w:eastAsiaTheme="minorEastAsia" w:hAnsiTheme="minorEastAsia"/>
                  <w:bCs/>
                  <w:sz w:val="20"/>
                  <w:szCs w:val="21"/>
                </w:rPr>
                <w:fldChar w:fldCharType="end"/>
              </w:r>
              <w:r w:rsidR="001A12A0" w:rsidRPr="00F5023B">
                <w:rPr>
                  <w:rFonts w:asciiTheme="minorEastAsia" w:eastAsiaTheme="minorEastAsia" w:hAnsiTheme="minorEastAsia" w:hint="eastAsia"/>
                  <w:bCs/>
                  <w:sz w:val="20"/>
                  <w:szCs w:val="21"/>
                </w:rPr>
                <w:t>页</w:t>
              </w:r>
            </w:sdtContent>
          </w:sdt>
        </w:p>
      </w:tc>
      <w:tc>
        <w:tcPr>
          <w:tcW w:w="3020" w:type="dxa"/>
        </w:tcPr>
        <w:p w14:paraId="64956506" w14:textId="77777777" w:rsidR="001A12A0" w:rsidRPr="00F5023B" w:rsidRDefault="006D5734" w:rsidP="00FF547F">
          <w:pPr>
            <w:pStyle w:val="a6"/>
            <w:jc w:val="right"/>
            <w:rPr>
              <w:rFonts w:asciiTheme="minorEastAsia" w:eastAsiaTheme="minorEastAsia" w:hAnsiTheme="minorEastAsia"/>
              <w:sz w:val="20"/>
              <w:szCs w:val="21"/>
            </w:rPr>
          </w:pPr>
          <w:r>
            <w:rPr>
              <w:rFonts w:asciiTheme="minorEastAsia" w:eastAsiaTheme="minorEastAsia" w:hAnsiTheme="minorEastAsia"/>
              <w:sz w:val="20"/>
              <w:szCs w:val="21"/>
            </w:rPr>
            <w:t>ITES</w:t>
          </w:r>
          <w:r w:rsidR="001A12A0" w:rsidRPr="00F5023B">
            <w:rPr>
              <w:rFonts w:asciiTheme="minorEastAsia" w:eastAsiaTheme="minorEastAsia" w:hAnsiTheme="minorEastAsia"/>
              <w:sz w:val="20"/>
              <w:szCs w:val="21"/>
            </w:rPr>
            <w:t>20</w:t>
          </w:r>
          <w:r w:rsidR="00BF7629">
            <w:rPr>
              <w:rFonts w:asciiTheme="minorEastAsia" w:eastAsiaTheme="minorEastAsia" w:hAnsiTheme="minorEastAsia" w:hint="eastAsia"/>
              <w:sz w:val="20"/>
              <w:szCs w:val="21"/>
            </w:rPr>
            <w:t>2</w:t>
          </w:r>
          <w:r w:rsidR="00FF547F">
            <w:rPr>
              <w:rFonts w:asciiTheme="minorEastAsia" w:eastAsiaTheme="minorEastAsia" w:hAnsiTheme="minorEastAsia"/>
              <w:sz w:val="20"/>
              <w:szCs w:val="21"/>
            </w:rPr>
            <w:t>2</w:t>
          </w:r>
        </w:p>
      </w:tc>
    </w:tr>
  </w:tbl>
  <w:p w14:paraId="1C01A09E" w14:textId="77777777" w:rsidR="001A12A0" w:rsidRDefault="001A12A0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BB789" w14:textId="77777777" w:rsidR="001A12A0" w:rsidRPr="001D3BB9" w:rsidRDefault="001A12A0">
    <w:pPr>
      <w:pStyle w:val="a6"/>
      <w:jc w:val="center"/>
      <w:rPr>
        <w:rFonts w:asciiTheme="minorEastAsia" w:eastAsiaTheme="minorEastAsia" w:hAnsiTheme="minorEastAsia"/>
        <w:szCs w:val="21"/>
      </w:rPr>
    </w:pPr>
  </w:p>
  <w:p w14:paraId="2F8CED05" w14:textId="77777777" w:rsidR="001A12A0" w:rsidRDefault="001A12A0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279C6F" w14:textId="77777777" w:rsidR="00C92A02" w:rsidRDefault="00C92A02" w:rsidP="00203A7D">
      <w:pPr>
        <w:spacing w:line="240" w:lineRule="auto"/>
      </w:pPr>
      <w:r>
        <w:separator/>
      </w:r>
    </w:p>
  </w:footnote>
  <w:footnote w:type="continuationSeparator" w:id="0">
    <w:p w14:paraId="0D487B7E" w14:textId="77777777" w:rsidR="00C92A02" w:rsidRDefault="00C92A02" w:rsidP="00203A7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13ADB" w14:textId="77777777" w:rsidR="001A12A0" w:rsidRPr="001D3BB9" w:rsidRDefault="001A12A0" w:rsidP="001737F9">
    <w:pPr>
      <w:pStyle w:val="a4"/>
      <w:pBdr>
        <w:bottom w:val="single" w:sz="6" w:space="0" w:color="auto"/>
      </w:pBdr>
      <w:jc w:val="left"/>
    </w:pPr>
    <w:r>
      <w:rPr>
        <w:noProof/>
        <w:lang w:val="en-US"/>
      </w:rPr>
      <w:drawing>
        <wp:inline distT="0" distB="0" distL="0" distR="0" wp14:anchorId="1156ED1C" wp14:editId="4ED30CF5">
          <wp:extent cx="866250" cy="252000"/>
          <wp:effectExtent l="0" t="0" r="0" b="0"/>
          <wp:docPr id="5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66250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 w:rsidR="000B23B3" w:rsidRPr="000B23B3">
      <w:rPr>
        <w:rFonts w:hint="eastAsia"/>
      </w:rPr>
      <w:t>室内</w:t>
    </w:r>
    <w:r w:rsidR="00317DFA">
      <w:rPr>
        <w:rFonts w:hint="eastAsia"/>
      </w:rPr>
      <w:t>温度</w:t>
    </w:r>
    <w:r w:rsidR="000B23B3" w:rsidRPr="000B23B3">
      <w:rPr>
        <w:rFonts w:hint="eastAsia"/>
      </w:rPr>
      <w:t>达标比例</w:t>
    </w:r>
    <w:r w:rsidR="0083614F">
      <w:rPr>
        <w:rFonts w:hint="eastAsia"/>
      </w:rPr>
      <w:t>报告书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C0B17"/>
    <w:multiLevelType w:val="multilevel"/>
    <w:tmpl w:val="F82C6BA2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578"/>
        </w:tabs>
        <w:ind w:left="578" w:hanging="578"/>
      </w:pPr>
      <w:rPr>
        <w:rFonts w:hint="eastAsia"/>
        <w:lang w:val="en-GB"/>
      </w:rPr>
    </w:lvl>
    <w:lvl w:ilvl="2">
      <w:start w:val="1"/>
      <w:numFmt w:val="decimal"/>
      <w:pStyle w:val="3"/>
      <w:lvlText w:val="%1.%2.%3"/>
      <w:lvlJc w:val="left"/>
      <w:pPr>
        <w:tabs>
          <w:tab w:val="num" w:pos="578"/>
        </w:tabs>
        <w:ind w:left="578" w:hanging="578"/>
      </w:pPr>
      <w:rPr>
        <w:rFonts w:eastAsia="宋体" w:hint="eastAsia"/>
        <w:sz w:val="24"/>
        <w:szCs w:val="24"/>
        <w:lang w:val="en-GB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1" w15:restartNumberingAfterBreak="0">
    <w:nsid w:val="02F50ED4"/>
    <w:multiLevelType w:val="hybridMultilevel"/>
    <w:tmpl w:val="BA7CBD20"/>
    <w:lvl w:ilvl="0" w:tplc="17D818B8">
      <w:start w:val="1"/>
      <w:numFmt w:val="decimal"/>
      <w:lvlText w:val="%1."/>
      <w:lvlJc w:val="left"/>
      <w:pPr>
        <w:ind w:left="780" w:hanging="360"/>
      </w:pPr>
    </w:lvl>
    <w:lvl w:ilvl="1" w:tplc="04090019">
      <w:start w:val="1"/>
      <w:numFmt w:val="lowerLetter"/>
      <w:lvlText w:val="%2)"/>
      <w:lvlJc w:val="left"/>
      <w:pPr>
        <w:ind w:left="1260" w:hanging="420"/>
      </w:pPr>
    </w:lvl>
    <w:lvl w:ilvl="2" w:tplc="0409001B">
      <w:start w:val="1"/>
      <w:numFmt w:val="lowerRoman"/>
      <w:lvlText w:val="%3."/>
      <w:lvlJc w:val="righ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9">
      <w:start w:val="1"/>
      <w:numFmt w:val="lowerLetter"/>
      <w:lvlText w:val="%5)"/>
      <w:lvlJc w:val="left"/>
      <w:pPr>
        <w:ind w:left="2520" w:hanging="420"/>
      </w:pPr>
    </w:lvl>
    <w:lvl w:ilvl="5" w:tplc="0409001B">
      <w:start w:val="1"/>
      <w:numFmt w:val="lowerRoman"/>
      <w:lvlText w:val="%6."/>
      <w:lvlJc w:val="right"/>
      <w:pPr>
        <w:ind w:left="2940" w:hanging="420"/>
      </w:pPr>
    </w:lvl>
    <w:lvl w:ilvl="6" w:tplc="0409000F">
      <w:start w:val="1"/>
      <w:numFmt w:val="decimal"/>
      <w:lvlText w:val="%7."/>
      <w:lvlJc w:val="left"/>
      <w:pPr>
        <w:ind w:left="3360" w:hanging="420"/>
      </w:pPr>
    </w:lvl>
    <w:lvl w:ilvl="7" w:tplc="04090019">
      <w:start w:val="1"/>
      <w:numFmt w:val="lowerLetter"/>
      <w:lvlText w:val="%8)"/>
      <w:lvlJc w:val="left"/>
      <w:pPr>
        <w:ind w:left="3780" w:hanging="420"/>
      </w:pPr>
    </w:lvl>
    <w:lvl w:ilvl="8" w:tplc="0409001B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0E3257E5"/>
    <w:multiLevelType w:val="hybridMultilevel"/>
    <w:tmpl w:val="856294B4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 w15:restartNumberingAfterBreak="0">
    <w:nsid w:val="17386EA3"/>
    <w:multiLevelType w:val="hybridMultilevel"/>
    <w:tmpl w:val="5420A526"/>
    <w:lvl w:ilvl="0" w:tplc="07942D10">
      <w:start w:val="1"/>
      <w:numFmt w:val="bullet"/>
      <w:lvlText w:val=""/>
      <w:lvlJc w:val="left"/>
      <w:pPr>
        <w:ind w:left="1266" w:hanging="420"/>
      </w:pPr>
      <w:rPr>
        <w:rFonts w:ascii="Wingdings" w:hAnsi="Wingdings" w:hint="default"/>
        <w:sz w:val="15"/>
      </w:rPr>
    </w:lvl>
    <w:lvl w:ilvl="1" w:tplc="04090003" w:tentative="1">
      <w:start w:val="1"/>
      <w:numFmt w:val="bullet"/>
      <w:lvlText w:val=""/>
      <w:lvlJc w:val="left"/>
      <w:pPr>
        <w:ind w:left="1686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6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6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6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6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6" w:hanging="420"/>
      </w:pPr>
      <w:rPr>
        <w:rFonts w:ascii="Wingdings" w:hAnsi="Wingdings" w:hint="default"/>
      </w:rPr>
    </w:lvl>
  </w:abstractNum>
  <w:abstractNum w:abstractNumId="4" w15:restartNumberingAfterBreak="0">
    <w:nsid w:val="173E4C29"/>
    <w:multiLevelType w:val="hybridMultilevel"/>
    <w:tmpl w:val="3E801350"/>
    <w:lvl w:ilvl="0" w:tplc="7040D50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1FC74C24"/>
    <w:multiLevelType w:val="hybridMultilevel"/>
    <w:tmpl w:val="567E7432"/>
    <w:lvl w:ilvl="0" w:tplc="92E85CB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2A3F7B71"/>
    <w:multiLevelType w:val="hybridMultilevel"/>
    <w:tmpl w:val="F296EF62"/>
    <w:lvl w:ilvl="0" w:tplc="5D26D3BC">
      <w:start w:val="1"/>
      <w:numFmt w:val="decimal"/>
      <w:lvlText w:val="%1."/>
      <w:lvlJc w:val="left"/>
      <w:pPr>
        <w:ind w:left="78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3F625CAA"/>
    <w:multiLevelType w:val="hybridMultilevel"/>
    <w:tmpl w:val="3E247938"/>
    <w:lvl w:ilvl="0" w:tplc="3ED01406">
      <w:start w:val="1"/>
      <w:numFmt w:val="decimal"/>
      <w:lvlText w:val="%1."/>
      <w:lvlJc w:val="left"/>
      <w:pPr>
        <w:ind w:left="78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45504616"/>
    <w:multiLevelType w:val="hybridMultilevel"/>
    <w:tmpl w:val="8E12C51A"/>
    <w:lvl w:ilvl="0" w:tplc="34C03B70">
      <w:start w:val="1"/>
      <w:numFmt w:val="decimal"/>
      <w:lvlText w:val="%1."/>
      <w:lvlJc w:val="left"/>
      <w:pPr>
        <w:ind w:left="780" w:hanging="360"/>
      </w:pPr>
      <w:rPr>
        <w:rFonts w:ascii="Times New Roman" w:hAnsi="Times New Roman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 w15:restartNumberingAfterBreak="0">
    <w:nsid w:val="4E043282"/>
    <w:multiLevelType w:val="hybridMultilevel"/>
    <w:tmpl w:val="BAAC0C32"/>
    <w:lvl w:ilvl="0" w:tplc="BEA08624">
      <w:start w:val="2"/>
      <w:numFmt w:val="decimal"/>
      <w:lvlText w:val="%1."/>
      <w:lvlJc w:val="left"/>
      <w:pPr>
        <w:ind w:left="78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53F94B4F"/>
    <w:multiLevelType w:val="hybridMultilevel"/>
    <w:tmpl w:val="7FA2CCA0"/>
    <w:lvl w:ilvl="0" w:tplc="07942D10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  <w:sz w:val="15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1" w15:restartNumberingAfterBreak="0">
    <w:nsid w:val="6397734B"/>
    <w:multiLevelType w:val="hybridMultilevel"/>
    <w:tmpl w:val="C658CA48"/>
    <w:lvl w:ilvl="0" w:tplc="58B21CC2">
      <w:start w:val="1"/>
      <w:numFmt w:val="decimal"/>
      <w:lvlText w:val="%1）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 w15:restartNumberingAfterBreak="0">
    <w:nsid w:val="66075F02"/>
    <w:multiLevelType w:val="hybridMultilevel"/>
    <w:tmpl w:val="B30EAF70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3" w15:restartNumberingAfterBreak="0">
    <w:nsid w:val="68E02676"/>
    <w:multiLevelType w:val="hybridMultilevel"/>
    <w:tmpl w:val="FDF43268"/>
    <w:lvl w:ilvl="0" w:tplc="3EE41488">
      <w:numFmt w:val="bullet"/>
      <w:lvlText w:val="★"/>
      <w:lvlJc w:val="left"/>
      <w:pPr>
        <w:ind w:left="78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4" w15:restartNumberingAfterBreak="0">
    <w:nsid w:val="6DDA00C6"/>
    <w:multiLevelType w:val="hybridMultilevel"/>
    <w:tmpl w:val="C6C4D906"/>
    <w:lvl w:ilvl="0" w:tplc="111A502C">
      <w:start w:val="1"/>
      <w:numFmt w:val="decimal"/>
      <w:lvlText w:val="%1）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7A5E2D30"/>
    <w:multiLevelType w:val="hybridMultilevel"/>
    <w:tmpl w:val="A392B944"/>
    <w:lvl w:ilvl="0" w:tplc="639E4198">
      <w:start w:val="2"/>
      <w:numFmt w:val="decimal"/>
      <w:lvlText w:val="%1."/>
      <w:lvlJc w:val="left"/>
      <w:pPr>
        <w:ind w:left="78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895431390">
    <w:abstractNumId w:val="0"/>
  </w:num>
  <w:num w:numId="2" w16cid:durableId="1808205003">
    <w:abstractNumId w:val="2"/>
  </w:num>
  <w:num w:numId="3" w16cid:durableId="986741761">
    <w:abstractNumId w:val="13"/>
  </w:num>
  <w:num w:numId="4" w16cid:durableId="4655897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521314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1304968">
    <w:abstractNumId w:val="0"/>
  </w:num>
  <w:num w:numId="7" w16cid:durableId="211969548">
    <w:abstractNumId w:val="0"/>
  </w:num>
  <w:num w:numId="8" w16cid:durableId="1267275542">
    <w:abstractNumId w:val="10"/>
  </w:num>
  <w:num w:numId="9" w16cid:durableId="1388214367">
    <w:abstractNumId w:val="3"/>
  </w:num>
  <w:num w:numId="10" w16cid:durableId="1678196167">
    <w:abstractNumId w:val="1"/>
  </w:num>
  <w:num w:numId="11" w16cid:durableId="850686047">
    <w:abstractNumId w:val="12"/>
  </w:num>
  <w:num w:numId="12" w16cid:durableId="1065180256">
    <w:abstractNumId w:val="9"/>
  </w:num>
  <w:num w:numId="13" w16cid:durableId="1092552272">
    <w:abstractNumId w:val="14"/>
  </w:num>
  <w:num w:numId="14" w16cid:durableId="702831434">
    <w:abstractNumId w:val="15"/>
  </w:num>
  <w:num w:numId="15" w16cid:durableId="503128479">
    <w:abstractNumId w:val="6"/>
  </w:num>
  <w:num w:numId="16" w16cid:durableId="1143884251">
    <w:abstractNumId w:val="7"/>
  </w:num>
  <w:num w:numId="17" w16cid:durableId="1754861073">
    <w:abstractNumId w:val="0"/>
  </w:num>
  <w:num w:numId="18" w16cid:durableId="1716927753">
    <w:abstractNumId w:val="0"/>
  </w:num>
  <w:num w:numId="19" w16cid:durableId="787354617">
    <w:abstractNumId w:val="0"/>
  </w:num>
  <w:num w:numId="20" w16cid:durableId="232930072">
    <w:abstractNumId w:val="0"/>
  </w:num>
  <w:num w:numId="21" w16cid:durableId="668992560">
    <w:abstractNumId w:val="5"/>
  </w:num>
  <w:num w:numId="22" w16cid:durableId="1572085088">
    <w:abstractNumId w:val="11"/>
  </w:num>
  <w:num w:numId="23" w16cid:durableId="936207160">
    <w:abstractNumId w:val="4"/>
  </w:num>
  <w:num w:numId="24" w16cid:durableId="1142502246">
    <w:abstractNumId w:val="8"/>
  </w:num>
  <w:num w:numId="25" w16cid:durableId="1508211805">
    <w:abstractNumId w:val="0"/>
  </w:num>
  <w:num w:numId="26" w16cid:durableId="1976326262">
    <w:abstractNumId w:val="0"/>
  </w:num>
  <w:num w:numId="27" w16cid:durableId="1438863624">
    <w:abstractNumId w:val="0"/>
  </w:num>
  <w:num w:numId="28" w16cid:durableId="1345745811">
    <w:abstractNumId w:val="0"/>
  </w:num>
  <w:num w:numId="29" w16cid:durableId="1833907673">
    <w:abstractNumId w:val="0"/>
  </w:num>
  <w:num w:numId="30" w16cid:durableId="2083747041">
    <w:abstractNumId w:val="0"/>
  </w:num>
  <w:num w:numId="31" w16cid:durableId="1876231746">
    <w:abstractNumId w:val="0"/>
  </w:num>
  <w:num w:numId="32" w16cid:durableId="877750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CA6F4A"/>
    <w:rsid w:val="00000112"/>
    <w:rsid w:val="00005045"/>
    <w:rsid w:val="0000578F"/>
    <w:rsid w:val="0002001E"/>
    <w:rsid w:val="000219DF"/>
    <w:rsid w:val="00023C6B"/>
    <w:rsid w:val="00024B65"/>
    <w:rsid w:val="00026604"/>
    <w:rsid w:val="000316CA"/>
    <w:rsid w:val="00035ECB"/>
    <w:rsid w:val="00037A4C"/>
    <w:rsid w:val="00040881"/>
    <w:rsid w:val="00053EAF"/>
    <w:rsid w:val="00056D42"/>
    <w:rsid w:val="000678A8"/>
    <w:rsid w:val="00067FD6"/>
    <w:rsid w:val="00070047"/>
    <w:rsid w:val="000719B1"/>
    <w:rsid w:val="000724DF"/>
    <w:rsid w:val="00073958"/>
    <w:rsid w:val="00081A16"/>
    <w:rsid w:val="00095336"/>
    <w:rsid w:val="000B1793"/>
    <w:rsid w:val="000B23B3"/>
    <w:rsid w:val="000B2C63"/>
    <w:rsid w:val="000B41B5"/>
    <w:rsid w:val="000C1855"/>
    <w:rsid w:val="000C291D"/>
    <w:rsid w:val="000C3B77"/>
    <w:rsid w:val="000D16B8"/>
    <w:rsid w:val="000D7A8A"/>
    <w:rsid w:val="000F0A2F"/>
    <w:rsid w:val="000F14F7"/>
    <w:rsid w:val="000F2D92"/>
    <w:rsid w:val="000F53CF"/>
    <w:rsid w:val="000F57D4"/>
    <w:rsid w:val="000F63BF"/>
    <w:rsid w:val="000F7EF2"/>
    <w:rsid w:val="0010102D"/>
    <w:rsid w:val="00101EBF"/>
    <w:rsid w:val="00106871"/>
    <w:rsid w:val="001105DA"/>
    <w:rsid w:val="0011086A"/>
    <w:rsid w:val="00111EDF"/>
    <w:rsid w:val="00112118"/>
    <w:rsid w:val="00112DC5"/>
    <w:rsid w:val="00120AB8"/>
    <w:rsid w:val="00122AE1"/>
    <w:rsid w:val="00122DD1"/>
    <w:rsid w:val="00124784"/>
    <w:rsid w:val="00124E90"/>
    <w:rsid w:val="00134709"/>
    <w:rsid w:val="00140C96"/>
    <w:rsid w:val="001428A7"/>
    <w:rsid w:val="0014306B"/>
    <w:rsid w:val="0014310C"/>
    <w:rsid w:val="0014776A"/>
    <w:rsid w:val="00147DF5"/>
    <w:rsid w:val="001511A3"/>
    <w:rsid w:val="0015193F"/>
    <w:rsid w:val="00153AEE"/>
    <w:rsid w:val="001570B9"/>
    <w:rsid w:val="0016330F"/>
    <w:rsid w:val="00165314"/>
    <w:rsid w:val="001737F9"/>
    <w:rsid w:val="00175905"/>
    <w:rsid w:val="001773DA"/>
    <w:rsid w:val="00180E79"/>
    <w:rsid w:val="00184656"/>
    <w:rsid w:val="00186918"/>
    <w:rsid w:val="00190218"/>
    <w:rsid w:val="0019552D"/>
    <w:rsid w:val="001A12A0"/>
    <w:rsid w:val="001A5B4B"/>
    <w:rsid w:val="001A7C37"/>
    <w:rsid w:val="001B0BA1"/>
    <w:rsid w:val="001B4565"/>
    <w:rsid w:val="001B74BE"/>
    <w:rsid w:val="001B7C87"/>
    <w:rsid w:val="001C1C39"/>
    <w:rsid w:val="001D3071"/>
    <w:rsid w:val="001D3BB9"/>
    <w:rsid w:val="001E133A"/>
    <w:rsid w:val="001F5EAC"/>
    <w:rsid w:val="00201812"/>
    <w:rsid w:val="00202864"/>
    <w:rsid w:val="00203163"/>
    <w:rsid w:val="00203A7D"/>
    <w:rsid w:val="00215EBC"/>
    <w:rsid w:val="00217F09"/>
    <w:rsid w:val="0022597C"/>
    <w:rsid w:val="002431AE"/>
    <w:rsid w:val="002454F4"/>
    <w:rsid w:val="00250B66"/>
    <w:rsid w:val="002555B8"/>
    <w:rsid w:val="002611A7"/>
    <w:rsid w:val="00266FC5"/>
    <w:rsid w:val="00276796"/>
    <w:rsid w:val="00284FB2"/>
    <w:rsid w:val="0029328A"/>
    <w:rsid w:val="002957A6"/>
    <w:rsid w:val="00295C3C"/>
    <w:rsid w:val="00295D20"/>
    <w:rsid w:val="002967E5"/>
    <w:rsid w:val="002969CA"/>
    <w:rsid w:val="002A1AF2"/>
    <w:rsid w:val="002A60F5"/>
    <w:rsid w:val="002A6512"/>
    <w:rsid w:val="002B090C"/>
    <w:rsid w:val="002B2E78"/>
    <w:rsid w:val="002B7314"/>
    <w:rsid w:val="002C153B"/>
    <w:rsid w:val="002C23B5"/>
    <w:rsid w:val="002D33C1"/>
    <w:rsid w:val="002D4CAC"/>
    <w:rsid w:val="002E702B"/>
    <w:rsid w:val="002F2A25"/>
    <w:rsid w:val="002F3AD5"/>
    <w:rsid w:val="0030437C"/>
    <w:rsid w:val="00304FC5"/>
    <w:rsid w:val="0031135A"/>
    <w:rsid w:val="003121F7"/>
    <w:rsid w:val="0031365D"/>
    <w:rsid w:val="00314C40"/>
    <w:rsid w:val="00314D29"/>
    <w:rsid w:val="00315CFC"/>
    <w:rsid w:val="00316B5F"/>
    <w:rsid w:val="00316BF5"/>
    <w:rsid w:val="00317DFA"/>
    <w:rsid w:val="00317F3B"/>
    <w:rsid w:val="00321894"/>
    <w:rsid w:val="00321CDB"/>
    <w:rsid w:val="0032293E"/>
    <w:rsid w:val="003368D4"/>
    <w:rsid w:val="00337C74"/>
    <w:rsid w:val="00340177"/>
    <w:rsid w:val="0034506B"/>
    <w:rsid w:val="00351C09"/>
    <w:rsid w:val="00360EF7"/>
    <w:rsid w:val="003630EE"/>
    <w:rsid w:val="0037000B"/>
    <w:rsid w:val="00370657"/>
    <w:rsid w:val="003747B9"/>
    <w:rsid w:val="00376D98"/>
    <w:rsid w:val="00377068"/>
    <w:rsid w:val="00382764"/>
    <w:rsid w:val="003857DF"/>
    <w:rsid w:val="003A50E3"/>
    <w:rsid w:val="003A6A7F"/>
    <w:rsid w:val="003B2E2C"/>
    <w:rsid w:val="003B7699"/>
    <w:rsid w:val="003C04E5"/>
    <w:rsid w:val="003C51B9"/>
    <w:rsid w:val="003C5F3A"/>
    <w:rsid w:val="003C613F"/>
    <w:rsid w:val="003D123E"/>
    <w:rsid w:val="003D3E8E"/>
    <w:rsid w:val="003D52D0"/>
    <w:rsid w:val="003D6DC3"/>
    <w:rsid w:val="003D71B6"/>
    <w:rsid w:val="003E0E32"/>
    <w:rsid w:val="003F4451"/>
    <w:rsid w:val="003F4D52"/>
    <w:rsid w:val="003F76E8"/>
    <w:rsid w:val="004013F3"/>
    <w:rsid w:val="00407998"/>
    <w:rsid w:val="00412598"/>
    <w:rsid w:val="00412ACB"/>
    <w:rsid w:val="00413DB8"/>
    <w:rsid w:val="004169B3"/>
    <w:rsid w:val="00421EC2"/>
    <w:rsid w:val="00423970"/>
    <w:rsid w:val="00430359"/>
    <w:rsid w:val="00435221"/>
    <w:rsid w:val="00437A5C"/>
    <w:rsid w:val="004423FE"/>
    <w:rsid w:val="00444A8B"/>
    <w:rsid w:val="00446531"/>
    <w:rsid w:val="00446B0E"/>
    <w:rsid w:val="00447984"/>
    <w:rsid w:val="00453246"/>
    <w:rsid w:val="004556B5"/>
    <w:rsid w:val="00455947"/>
    <w:rsid w:val="0046589C"/>
    <w:rsid w:val="0047200C"/>
    <w:rsid w:val="00481AD0"/>
    <w:rsid w:val="00481D85"/>
    <w:rsid w:val="00483193"/>
    <w:rsid w:val="00485EF8"/>
    <w:rsid w:val="00487EF1"/>
    <w:rsid w:val="00494642"/>
    <w:rsid w:val="00494ADE"/>
    <w:rsid w:val="0049520E"/>
    <w:rsid w:val="004A0D3B"/>
    <w:rsid w:val="004B158B"/>
    <w:rsid w:val="004C23D3"/>
    <w:rsid w:val="004C2BE1"/>
    <w:rsid w:val="004C4B97"/>
    <w:rsid w:val="004C7D33"/>
    <w:rsid w:val="004D230F"/>
    <w:rsid w:val="004D449D"/>
    <w:rsid w:val="004D5CB8"/>
    <w:rsid w:val="004E2AEB"/>
    <w:rsid w:val="004E6F8D"/>
    <w:rsid w:val="004F0639"/>
    <w:rsid w:val="004F2FA4"/>
    <w:rsid w:val="00500A38"/>
    <w:rsid w:val="00502DBB"/>
    <w:rsid w:val="0050569B"/>
    <w:rsid w:val="00511D13"/>
    <w:rsid w:val="00512B1A"/>
    <w:rsid w:val="005215FB"/>
    <w:rsid w:val="00523FF5"/>
    <w:rsid w:val="00532D04"/>
    <w:rsid w:val="00537E4B"/>
    <w:rsid w:val="00540765"/>
    <w:rsid w:val="00544431"/>
    <w:rsid w:val="005451BA"/>
    <w:rsid w:val="00547D69"/>
    <w:rsid w:val="00561AF2"/>
    <w:rsid w:val="00562403"/>
    <w:rsid w:val="005725E0"/>
    <w:rsid w:val="005755BA"/>
    <w:rsid w:val="0058501E"/>
    <w:rsid w:val="005910E8"/>
    <w:rsid w:val="00594562"/>
    <w:rsid w:val="0059560C"/>
    <w:rsid w:val="005A1031"/>
    <w:rsid w:val="005A1B63"/>
    <w:rsid w:val="005A21DB"/>
    <w:rsid w:val="005A2988"/>
    <w:rsid w:val="005A317A"/>
    <w:rsid w:val="005A3A23"/>
    <w:rsid w:val="005A7F1B"/>
    <w:rsid w:val="005B277A"/>
    <w:rsid w:val="005B7445"/>
    <w:rsid w:val="005C069E"/>
    <w:rsid w:val="005C1501"/>
    <w:rsid w:val="005C34EF"/>
    <w:rsid w:val="005C6629"/>
    <w:rsid w:val="005D0870"/>
    <w:rsid w:val="005D0A02"/>
    <w:rsid w:val="005D3BE7"/>
    <w:rsid w:val="005D3C00"/>
    <w:rsid w:val="005D710F"/>
    <w:rsid w:val="005E0BFD"/>
    <w:rsid w:val="005E2482"/>
    <w:rsid w:val="005F4F73"/>
    <w:rsid w:val="006006D2"/>
    <w:rsid w:val="006043F1"/>
    <w:rsid w:val="006100FB"/>
    <w:rsid w:val="006105F7"/>
    <w:rsid w:val="00612E00"/>
    <w:rsid w:val="006156D5"/>
    <w:rsid w:val="0062338D"/>
    <w:rsid w:val="006254D5"/>
    <w:rsid w:val="00634E08"/>
    <w:rsid w:val="0064005D"/>
    <w:rsid w:val="00642309"/>
    <w:rsid w:val="00644DC9"/>
    <w:rsid w:val="00653B24"/>
    <w:rsid w:val="006547AB"/>
    <w:rsid w:val="00654C63"/>
    <w:rsid w:val="006559AA"/>
    <w:rsid w:val="00656119"/>
    <w:rsid w:val="00661139"/>
    <w:rsid w:val="00661405"/>
    <w:rsid w:val="00662EF0"/>
    <w:rsid w:val="00663FCD"/>
    <w:rsid w:val="006645DE"/>
    <w:rsid w:val="00670E9B"/>
    <w:rsid w:val="00672C75"/>
    <w:rsid w:val="0067336D"/>
    <w:rsid w:val="00674121"/>
    <w:rsid w:val="00684181"/>
    <w:rsid w:val="00691DD2"/>
    <w:rsid w:val="00694FCA"/>
    <w:rsid w:val="0069542D"/>
    <w:rsid w:val="0069629F"/>
    <w:rsid w:val="006A07C2"/>
    <w:rsid w:val="006A21CC"/>
    <w:rsid w:val="006A226F"/>
    <w:rsid w:val="006A4471"/>
    <w:rsid w:val="006B0815"/>
    <w:rsid w:val="006B0CC7"/>
    <w:rsid w:val="006B6C00"/>
    <w:rsid w:val="006C23E2"/>
    <w:rsid w:val="006C2D59"/>
    <w:rsid w:val="006C2DCC"/>
    <w:rsid w:val="006C4E43"/>
    <w:rsid w:val="006D02D6"/>
    <w:rsid w:val="006D0E3A"/>
    <w:rsid w:val="006D191D"/>
    <w:rsid w:val="006D296D"/>
    <w:rsid w:val="006D3413"/>
    <w:rsid w:val="006D45E8"/>
    <w:rsid w:val="006D5734"/>
    <w:rsid w:val="006E2867"/>
    <w:rsid w:val="006F0AC9"/>
    <w:rsid w:val="006F195A"/>
    <w:rsid w:val="006F228E"/>
    <w:rsid w:val="006F289F"/>
    <w:rsid w:val="006F3036"/>
    <w:rsid w:val="006F3991"/>
    <w:rsid w:val="006F6252"/>
    <w:rsid w:val="007064C5"/>
    <w:rsid w:val="0071348B"/>
    <w:rsid w:val="00713CF3"/>
    <w:rsid w:val="0072222E"/>
    <w:rsid w:val="00741470"/>
    <w:rsid w:val="007446D1"/>
    <w:rsid w:val="0074750E"/>
    <w:rsid w:val="00751D7B"/>
    <w:rsid w:val="00754FB6"/>
    <w:rsid w:val="00757189"/>
    <w:rsid w:val="00760F0D"/>
    <w:rsid w:val="00762314"/>
    <w:rsid w:val="007628A1"/>
    <w:rsid w:val="00767E71"/>
    <w:rsid w:val="00782889"/>
    <w:rsid w:val="00790965"/>
    <w:rsid w:val="007928B6"/>
    <w:rsid w:val="007A20AF"/>
    <w:rsid w:val="007A5318"/>
    <w:rsid w:val="007B2D7C"/>
    <w:rsid w:val="007B3311"/>
    <w:rsid w:val="007B573F"/>
    <w:rsid w:val="007B61C5"/>
    <w:rsid w:val="007B7597"/>
    <w:rsid w:val="007C15B9"/>
    <w:rsid w:val="007C4F93"/>
    <w:rsid w:val="007C6B7C"/>
    <w:rsid w:val="007C7FC3"/>
    <w:rsid w:val="007D02FB"/>
    <w:rsid w:val="007D210D"/>
    <w:rsid w:val="007D386E"/>
    <w:rsid w:val="007D4C36"/>
    <w:rsid w:val="007D6D5B"/>
    <w:rsid w:val="007E551D"/>
    <w:rsid w:val="007E5D0D"/>
    <w:rsid w:val="007E6E69"/>
    <w:rsid w:val="007F2947"/>
    <w:rsid w:val="0081434D"/>
    <w:rsid w:val="00815874"/>
    <w:rsid w:val="008160AB"/>
    <w:rsid w:val="00817A71"/>
    <w:rsid w:val="00820783"/>
    <w:rsid w:val="00821D1E"/>
    <w:rsid w:val="00823CD7"/>
    <w:rsid w:val="00823E9B"/>
    <w:rsid w:val="00833AFE"/>
    <w:rsid w:val="00834E88"/>
    <w:rsid w:val="0083614F"/>
    <w:rsid w:val="00851CA4"/>
    <w:rsid w:val="008538C5"/>
    <w:rsid w:val="00856B3E"/>
    <w:rsid w:val="008659A5"/>
    <w:rsid w:val="00865A08"/>
    <w:rsid w:val="00865D20"/>
    <w:rsid w:val="0086632A"/>
    <w:rsid w:val="0087011E"/>
    <w:rsid w:val="00875F0B"/>
    <w:rsid w:val="00876531"/>
    <w:rsid w:val="00880A06"/>
    <w:rsid w:val="00883D6C"/>
    <w:rsid w:val="00886207"/>
    <w:rsid w:val="008870D0"/>
    <w:rsid w:val="008967FE"/>
    <w:rsid w:val="008972EC"/>
    <w:rsid w:val="00897C8F"/>
    <w:rsid w:val="008A48E6"/>
    <w:rsid w:val="008B115C"/>
    <w:rsid w:val="008B3F3D"/>
    <w:rsid w:val="008B49CE"/>
    <w:rsid w:val="008B588D"/>
    <w:rsid w:val="008C231A"/>
    <w:rsid w:val="008D7355"/>
    <w:rsid w:val="008E1C52"/>
    <w:rsid w:val="008E2A42"/>
    <w:rsid w:val="008E5E54"/>
    <w:rsid w:val="008F52E4"/>
    <w:rsid w:val="00902A4F"/>
    <w:rsid w:val="009143D1"/>
    <w:rsid w:val="00920203"/>
    <w:rsid w:val="0092087D"/>
    <w:rsid w:val="00920FEB"/>
    <w:rsid w:val="00940C22"/>
    <w:rsid w:val="009458A1"/>
    <w:rsid w:val="009471C2"/>
    <w:rsid w:val="00966AA0"/>
    <w:rsid w:val="009671F5"/>
    <w:rsid w:val="00972F40"/>
    <w:rsid w:val="00974ECB"/>
    <w:rsid w:val="009812A9"/>
    <w:rsid w:val="009904E5"/>
    <w:rsid w:val="00996A40"/>
    <w:rsid w:val="0099773C"/>
    <w:rsid w:val="009A2274"/>
    <w:rsid w:val="009A4F1F"/>
    <w:rsid w:val="009B0631"/>
    <w:rsid w:val="009B145A"/>
    <w:rsid w:val="009C1CEB"/>
    <w:rsid w:val="009C5A55"/>
    <w:rsid w:val="009C72E6"/>
    <w:rsid w:val="009D2FEA"/>
    <w:rsid w:val="009E2DE9"/>
    <w:rsid w:val="009E3A82"/>
    <w:rsid w:val="009F2CAC"/>
    <w:rsid w:val="00A108E1"/>
    <w:rsid w:val="00A11D6B"/>
    <w:rsid w:val="00A1287C"/>
    <w:rsid w:val="00A23D26"/>
    <w:rsid w:val="00A26A56"/>
    <w:rsid w:val="00A273C5"/>
    <w:rsid w:val="00A306C2"/>
    <w:rsid w:val="00A32590"/>
    <w:rsid w:val="00A327ED"/>
    <w:rsid w:val="00A352C9"/>
    <w:rsid w:val="00A355BD"/>
    <w:rsid w:val="00A412D8"/>
    <w:rsid w:val="00A41C1F"/>
    <w:rsid w:val="00A4318E"/>
    <w:rsid w:val="00A521CB"/>
    <w:rsid w:val="00A566CB"/>
    <w:rsid w:val="00A61D80"/>
    <w:rsid w:val="00A67355"/>
    <w:rsid w:val="00A6747D"/>
    <w:rsid w:val="00A7462A"/>
    <w:rsid w:val="00A8181B"/>
    <w:rsid w:val="00A8393F"/>
    <w:rsid w:val="00A949F6"/>
    <w:rsid w:val="00A968A5"/>
    <w:rsid w:val="00AA26C7"/>
    <w:rsid w:val="00AA47FE"/>
    <w:rsid w:val="00AA50DB"/>
    <w:rsid w:val="00AA5DED"/>
    <w:rsid w:val="00AB00F6"/>
    <w:rsid w:val="00AB3E6E"/>
    <w:rsid w:val="00AC0859"/>
    <w:rsid w:val="00AC70A0"/>
    <w:rsid w:val="00AC79A1"/>
    <w:rsid w:val="00AC7C9E"/>
    <w:rsid w:val="00AC7EEF"/>
    <w:rsid w:val="00AD1722"/>
    <w:rsid w:val="00AD239C"/>
    <w:rsid w:val="00AE0FC4"/>
    <w:rsid w:val="00AE5F8F"/>
    <w:rsid w:val="00AF2720"/>
    <w:rsid w:val="00AF37CE"/>
    <w:rsid w:val="00B11FE8"/>
    <w:rsid w:val="00B121A8"/>
    <w:rsid w:val="00B13824"/>
    <w:rsid w:val="00B14131"/>
    <w:rsid w:val="00B16902"/>
    <w:rsid w:val="00B20DC9"/>
    <w:rsid w:val="00B25777"/>
    <w:rsid w:val="00B26734"/>
    <w:rsid w:val="00B26F7B"/>
    <w:rsid w:val="00B27308"/>
    <w:rsid w:val="00B32B1D"/>
    <w:rsid w:val="00B34EC6"/>
    <w:rsid w:val="00B41640"/>
    <w:rsid w:val="00B44806"/>
    <w:rsid w:val="00B50E2E"/>
    <w:rsid w:val="00B51A2D"/>
    <w:rsid w:val="00B55B22"/>
    <w:rsid w:val="00B56ECD"/>
    <w:rsid w:val="00B5736D"/>
    <w:rsid w:val="00B60841"/>
    <w:rsid w:val="00B665C1"/>
    <w:rsid w:val="00B67401"/>
    <w:rsid w:val="00B67D57"/>
    <w:rsid w:val="00B71B30"/>
    <w:rsid w:val="00B73C41"/>
    <w:rsid w:val="00B7457E"/>
    <w:rsid w:val="00B754F3"/>
    <w:rsid w:val="00B84426"/>
    <w:rsid w:val="00B94023"/>
    <w:rsid w:val="00BA2C3C"/>
    <w:rsid w:val="00BB5BCC"/>
    <w:rsid w:val="00BB72F1"/>
    <w:rsid w:val="00BD0C1B"/>
    <w:rsid w:val="00BE0E75"/>
    <w:rsid w:val="00BE4681"/>
    <w:rsid w:val="00BE5627"/>
    <w:rsid w:val="00BE75B4"/>
    <w:rsid w:val="00BE7E24"/>
    <w:rsid w:val="00BF173E"/>
    <w:rsid w:val="00BF7629"/>
    <w:rsid w:val="00C03066"/>
    <w:rsid w:val="00C1224A"/>
    <w:rsid w:val="00C15B1A"/>
    <w:rsid w:val="00C17DF3"/>
    <w:rsid w:val="00C3112C"/>
    <w:rsid w:val="00C37EFB"/>
    <w:rsid w:val="00C50BDB"/>
    <w:rsid w:val="00C57197"/>
    <w:rsid w:val="00C63237"/>
    <w:rsid w:val="00C67778"/>
    <w:rsid w:val="00C72E58"/>
    <w:rsid w:val="00C86FAA"/>
    <w:rsid w:val="00C87AC6"/>
    <w:rsid w:val="00C92A02"/>
    <w:rsid w:val="00C92C56"/>
    <w:rsid w:val="00C976BE"/>
    <w:rsid w:val="00C97E25"/>
    <w:rsid w:val="00C97F88"/>
    <w:rsid w:val="00CA1378"/>
    <w:rsid w:val="00CA64F3"/>
    <w:rsid w:val="00CA6F4A"/>
    <w:rsid w:val="00CB0266"/>
    <w:rsid w:val="00CB0F5E"/>
    <w:rsid w:val="00CB2732"/>
    <w:rsid w:val="00CB6F48"/>
    <w:rsid w:val="00CC0C65"/>
    <w:rsid w:val="00CE1A11"/>
    <w:rsid w:val="00CE28AA"/>
    <w:rsid w:val="00CE6B55"/>
    <w:rsid w:val="00CF109A"/>
    <w:rsid w:val="00CF421E"/>
    <w:rsid w:val="00CF6330"/>
    <w:rsid w:val="00CF6FDD"/>
    <w:rsid w:val="00D04358"/>
    <w:rsid w:val="00D13ABE"/>
    <w:rsid w:val="00D23B17"/>
    <w:rsid w:val="00D24F54"/>
    <w:rsid w:val="00D261EA"/>
    <w:rsid w:val="00D32543"/>
    <w:rsid w:val="00D40158"/>
    <w:rsid w:val="00D406D2"/>
    <w:rsid w:val="00D43C46"/>
    <w:rsid w:val="00D45C26"/>
    <w:rsid w:val="00D471DD"/>
    <w:rsid w:val="00D5111E"/>
    <w:rsid w:val="00D51770"/>
    <w:rsid w:val="00D56084"/>
    <w:rsid w:val="00D57354"/>
    <w:rsid w:val="00D60896"/>
    <w:rsid w:val="00D62A9A"/>
    <w:rsid w:val="00D650B1"/>
    <w:rsid w:val="00D65980"/>
    <w:rsid w:val="00D67BD6"/>
    <w:rsid w:val="00D74068"/>
    <w:rsid w:val="00D86998"/>
    <w:rsid w:val="00D91BD3"/>
    <w:rsid w:val="00D9645E"/>
    <w:rsid w:val="00D968F5"/>
    <w:rsid w:val="00DA0532"/>
    <w:rsid w:val="00DA4173"/>
    <w:rsid w:val="00DA60B3"/>
    <w:rsid w:val="00DA66B2"/>
    <w:rsid w:val="00DB09A4"/>
    <w:rsid w:val="00DC5E38"/>
    <w:rsid w:val="00DC62E7"/>
    <w:rsid w:val="00DC73AD"/>
    <w:rsid w:val="00DD16C4"/>
    <w:rsid w:val="00DD25D1"/>
    <w:rsid w:val="00DD2870"/>
    <w:rsid w:val="00DE03A7"/>
    <w:rsid w:val="00DE3FCB"/>
    <w:rsid w:val="00DE50D2"/>
    <w:rsid w:val="00DF470C"/>
    <w:rsid w:val="00DF486E"/>
    <w:rsid w:val="00DF4B1A"/>
    <w:rsid w:val="00DF67BB"/>
    <w:rsid w:val="00E05025"/>
    <w:rsid w:val="00E060CE"/>
    <w:rsid w:val="00E10A3D"/>
    <w:rsid w:val="00E11160"/>
    <w:rsid w:val="00E145DC"/>
    <w:rsid w:val="00E14637"/>
    <w:rsid w:val="00E14A0C"/>
    <w:rsid w:val="00E14B7E"/>
    <w:rsid w:val="00E1581D"/>
    <w:rsid w:val="00E1693B"/>
    <w:rsid w:val="00E16C90"/>
    <w:rsid w:val="00E2221D"/>
    <w:rsid w:val="00E22E00"/>
    <w:rsid w:val="00E243C8"/>
    <w:rsid w:val="00E263C0"/>
    <w:rsid w:val="00E27B4C"/>
    <w:rsid w:val="00E36856"/>
    <w:rsid w:val="00E44945"/>
    <w:rsid w:val="00E450A4"/>
    <w:rsid w:val="00E45DB8"/>
    <w:rsid w:val="00E4790A"/>
    <w:rsid w:val="00E47BF2"/>
    <w:rsid w:val="00E52B53"/>
    <w:rsid w:val="00E52CA8"/>
    <w:rsid w:val="00E5363B"/>
    <w:rsid w:val="00E60BFC"/>
    <w:rsid w:val="00E660D6"/>
    <w:rsid w:val="00E70F7F"/>
    <w:rsid w:val="00E81ACD"/>
    <w:rsid w:val="00E872A7"/>
    <w:rsid w:val="00E87AC0"/>
    <w:rsid w:val="00E90F14"/>
    <w:rsid w:val="00EA3BB3"/>
    <w:rsid w:val="00EA5DEE"/>
    <w:rsid w:val="00EB07D7"/>
    <w:rsid w:val="00EB1BD1"/>
    <w:rsid w:val="00EB6181"/>
    <w:rsid w:val="00EB67C0"/>
    <w:rsid w:val="00EB71E9"/>
    <w:rsid w:val="00EB75A8"/>
    <w:rsid w:val="00EC7F5A"/>
    <w:rsid w:val="00EE1ACB"/>
    <w:rsid w:val="00EE1BA7"/>
    <w:rsid w:val="00EE68A9"/>
    <w:rsid w:val="00EE7411"/>
    <w:rsid w:val="00EF3DA5"/>
    <w:rsid w:val="00EF60A9"/>
    <w:rsid w:val="00EF7114"/>
    <w:rsid w:val="00EF7501"/>
    <w:rsid w:val="00F032B6"/>
    <w:rsid w:val="00F0656F"/>
    <w:rsid w:val="00F075A8"/>
    <w:rsid w:val="00F133C8"/>
    <w:rsid w:val="00F230F0"/>
    <w:rsid w:val="00F30C12"/>
    <w:rsid w:val="00F4172A"/>
    <w:rsid w:val="00F418EC"/>
    <w:rsid w:val="00F46AB8"/>
    <w:rsid w:val="00F5023B"/>
    <w:rsid w:val="00F663D7"/>
    <w:rsid w:val="00F66B45"/>
    <w:rsid w:val="00F67DF1"/>
    <w:rsid w:val="00F7520A"/>
    <w:rsid w:val="00F75DD1"/>
    <w:rsid w:val="00F7608E"/>
    <w:rsid w:val="00F76195"/>
    <w:rsid w:val="00F97363"/>
    <w:rsid w:val="00FA4B87"/>
    <w:rsid w:val="00FA58D9"/>
    <w:rsid w:val="00FA692C"/>
    <w:rsid w:val="00FB06F7"/>
    <w:rsid w:val="00FB082B"/>
    <w:rsid w:val="00FB28FF"/>
    <w:rsid w:val="00FB6602"/>
    <w:rsid w:val="00FB767C"/>
    <w:rsid w:val="00FC1BB9"/>
    <w:rsid w:val="00FC7756"/>
    <w:rsid w:val="00FE4CC4"/>
    <w:rsid w:val="00FE79B9"/>
    <w:rsid w:val="00FF222C"/>
    <w:rsid w:val="00FF2243"/>
    <w:rsid w:val="00FF3F07"/>
    <w:rsid w:val="00FF5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1A4FF47"/>
  <w15:docId w15:val="{2206C03C-A8A8-431C-B614-CEABC730B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45C26"/>
    <w:pPr>
      <w:spacing w:line="360" w:lineRule="atLeast"/>
    </w:pPr>
    <w:rPr>
      <w:sz w:val="21"/>
      <w:lang w:val="en-GB"/>
    </w:rPr>
  </w:style>
  <w:style w:type="paragraph" w:styleId="1">
    <w:name w:val="heading 1"/>
    <w:next w:val="a0"/>
    <w:link w:val="10"/>
    <w:autoRedefine/>
    <w:qFormat/>
    <w:rsid w:val="005215FB"/>
    <w:pPr>
      <w:keepNext/>
      <w:numPr>
        <w:numId w:val="1"/>
      </w:numPr>
      <w:kinsoku w:val="0"/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2">
    <w:name w:val="heading 2"/>
    <w:next w:val="a0"/>
    <w:link w:val="20"/>
    <w:autoRedefine/>
    <w:qFormat/>
    <w:rsid w:val="00DC62E7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cs="Arial"/>
      <w:b/>
      <w:bCs/>
      <w:iCs/>
      <w:color w:val="000000"/>
      <w:sz w:val="24"/>
      <w:szCs w:val="24"/>
    </w:rPr>
  </w:style>
  <w:style w:type="paragraph" w:styleId="3">
    <w:name w:val="heading 3"/>
    <w:next w:val="a0"/>
    <w:link w:val="30"/>
    <w:autoRedefine/>
    <w:qFormat/>
    <w:rsid w:val="00DF67BB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cs="Arial"/>
      <w:b/>
      <w:bCs/>
      <w:sz w:val="21"/>
      <w:szCs w:val="21"/>
    </w:rPr>
  </w:style>
  <w:style w:type="paragraph" w:styleId="4">
    <w:name w:val="heading 4"/>
    <w:basedOn w:val="a"/>
    <w:next w:val="a"/>
    <w:link w:val="40"/>
    <w:qFormat/>
    <w:rsid w:val="005215FB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link w:val="50"/>
    <w:qFormat/>
    <w:rsid w:val="005215FB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6">
    <w:name w:val="heading 6"/>
    <w:basedOn w:val="a"/>
    <w:next w:val="a"/>
    <w:link w:val="60"/>
    <w:qFormat/>
    <w:rsid w:val="005215FB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0"/>
    <w:qFormat/>
    <w:rsid w:val="00D4015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D4015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D4015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rsid w:val="00D401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a6">
    <w:name w:val="footer"/>
    <w:basedOn w:val="a"/>
    <w:link w:val="a7"/>
    <w:uiPriority w:val="99"/>
    <w:rsid w:val="00D40158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TOC1">
    <w:name w:val="toc 1"/>
    <w:basedOn w:val="a"/>
    <w:next w:val="a"/>
    <w:autoRedefine/>
    <w:uiPriority w:val="39"/>
    <w:rsid w:val="00D40158"/>
    <w:pPr>
      <w:tabs>
        <w:tab w:val="left" w:leader="dot" w:pos="180"/>
        <w:tab w:val="left" w:pos="420"/>
        <w:tab w:val="right" w:leader="dot" w:pos="9360"/>
      </w:tabs>
    </w:pPr>
    <w:rPr>
      <w:b/>
      <w:bCs/>
      <w:noProof/>
      <w:kern w:val="2"/>
      <w:szCs w:val="24"/>
      <w:lang w:val="en-US"/>
    </w:rPr>
  </w:style>
  <w:style w:type="paragraph" w:styleId="TOC2">
    <w:name w:val="toc 2"/>
    <w:basedOn w:val="a"/>
    <w:next w:val="a"/>
    <w:autoRedefine/>
    <w:uiPriority w:val="39"/>
    <w:rsid w:val="00D40158"/>
    <w:pPr>
      <w:tabs>
        <w:tab w:val="left" w:pos="540"/>
        <w:tab w:val="left" w:pos="840"/>
        <w:tab w:val="right" w:leader="dot" w:pos="9360"/>
      </w:tabs>
      <w:ind w:left="200"/>
    </w:pPr>
    <w:rPr>
      <w:noProof/>
      <w:kern w:val="2"/>
      <w:szCs w:val="24"/>
      <w:lang w:val="en-US"/>
    </w:rPr>
  </w:style>
  <w:style w:type="paragraph" w:styleId="TOC3">
    <w:name w:val="toc 3"/>
    <w:basedOn w:val="a"/>
    <w:next w:val="a"/>
    <w:autoRedefine/>
    <w:uiPriority w:val="39"/>
    <w:rsid w:val="00D40158"/>
    <w:pPr>
      <w:tabs>
        <w:tab w:val="left" w:pos="900"/>
        <w:tab w:val="left" w:pos="1260"/>
        <w:tab w:val="right" w:leader="dot" w:pos="9360"/>
      </w:tabs>
      <w:ind w:left="210" w:firstLineChars="100" w:firstLine="210"/>
    </w:pPr>
    <w:rPr>
      <w:noProof/>
      <w:kern w:val="2"/>
      <w:szCs w:val="24"/>
      <w:lang w:val="en-US"/>
    </w:rPr>
  </w:style>
  <w:style w:type="character" w:styleId="a8">
    <w:name w:val="Hyperlink"/>
    <w:uiPriority w:val="99"/>
    <w:rsid w:val="00D40158"/>
    <w:rPr>
      <w:color w:val="0000FF"/>
      <w:u w:val="single"/>
    </w:rPr>
  </w:style>
  <w:style w:type="paragraph" w:styleId="a0">
    <w:name w:val="Block Text"/>
    <w:rsid w:val="00D40158"/>
    <w:pPr>
      <w:kinsoku w:val="0"/>
      <w:spacing w:line="400" w:lineRule="atLeast"/>
      <w:ind w:firstLineChars="200" w:firstLine="200"/>
      <w:jc w:val="both"/>
    </w:pPr>
    <w:rPr>
      <w:sz w:val="21"/>
      <w:szCs w:val="21"/>
      <w:lang w:val="en-GB"/>
    </w:rPr>
  </w:style>
  <w:style w:type="table" w:styleId="a9">
    <w:name w:val="Table Grid"/>
    <w:basedOn w:val="a2"/>
    <w:rsid w:val="00D40158"/>
    <w:pPr>
      <w:spacing w:line="3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Document Map"/>
    <w:basedOn w:val="a"/>
    <w:link w:val="ab"/>
    <w:semiHidden/>
    <w:rsid w:val="004D449D"/>
    <w:pPr>
      <w:shd w:val="clear" w:color="auto" w:fill="000080"/>
    </w:pPr>
  </w:style>
  <w:style w:type="character" w:customStyle="1" w:styleId="10">
    <w:name w:val="标题 1 字符"/>
    <w:link w:val="1"/>
    <w:rsid w:val="0000578F"/>
    <w:rPr>
      <w:b/>
      <w:bCs/>
      <w:kern w:val="32"/>
      <w:sz w:val="28"/>
      <w:szCs w:val="28"/>
    </w:rPr>
  </w:style>
  <w:style w:type="character" w:customStyle="1" w:styleId="20">
    <w:name w:val="标题 2 字符"/>
    <w:link w:val="2"/>
    <w:rsid w:val="00DC62E7"/>
    <w:rPr>
      <w:rFonts w:ascii="宋体" w:cs="Arial"/>
      <w:b/>
      <w:bCs/>
      <w:iCs/>
      <w:color w:val="000000"/>
      <w:sz w:val="24"/>
      <w:szCs w:val="24"/>
    </w:rPr>
  </w:style>
  <w:style w:type="character" w:customStyle="1" w:styleId="a7">
    <w:name w:val="页脚 字符"/>
    <w:link w:val="a6"/>
    <w:uiPriority w:val="99"/>
    <w:rsid w:val="005910E8"/>
    <w:rPr>
      <w:sz w:val="21"/>
      <w:szCs w:val="18"/>
      <w:lang w:val="en-GB"/>
    </w:rPr>
  </w:style>
  <w:style w:type="paragraph" w:customStyle="1" w:styleId="lj">
    <w:name w:val="lj正文"/>
    <w:qFormat/>
    <w:rsid w:val="00E11160"/>
    <w:pPr>
      <w:shd w:val="clear" w:color="auto" w:fill="FFFFFF"/>
      <w:spacing w:line="360" w:lineRule="auto"/>
      <w:ind w:firstLineChars="200" w:firstLine="200"/>
    </w:pPr>
    <w:rPr>
      <w:rFonts w:ascii="宋体" w:hAnsi="宋体"/>
      <w:color w:val="000000"/>
      <w:sz w:val="24"/>
      <w:szCs w:val="24"/>
    </w:rPr>
  </w:style>
  <w:style w:type="paragraph" w:styleId="ac">
    <w:name w:val="caption"/>
    <w:basedOn w:val="a"/>
    <w:next w:val="a"/>
    <w:unhideWhenUsed/>
    <w:qFormat/>
    <w:rsid w:val="00E27B4C"/>
    <w:rPr>
      <w:rFonts w:ascii="Cambria" w:eastAsia="黑体" w:hAnsi="Cambria"/>
      <w:sz w:val="20"/>
    </w:rPr>
  </w:style>
  <w:style w:type="character" w:customStyle="1" w:styleId="ad">
    <w:name w:val="正文缩进 字符"/>
    <w:link w:val="ae"/>
    <w:rsid w:val="003857DF"/>
    <w:rPr>
      <w:rFonts w:ascii="宋体"/>
      <w:sz w:val="21"/>
    </w:rPr>
  </w:style>
  <w:style w:type="paragraph" w:styleId="ae">
    <w:name w:val="Normal Indent"/>
    <w:basedOn w:val="a"/>
    <w:link w:val="ad"/>
    <w:rsid w:val="003857DF"/>
    <w:pPr>
      <w:adjustRightInd w:val="0"/>
      <w:spacing w:beforeLines="50" w:before="50" w:line="315" w:lineRule="atLeast"/>
      <w:ind w:left="420" w:firstLine="420"/>
      <w:jc w:val="both"/>
      <w:textAlignment w:val="baseline"/>
    </w:pPr>
    <w:rPr>
      <w:rFonts w:ascii="宋体"/>
      <w:lang w:val="en-US"/>
    </w:rPr>
  </w:style>
  <w:style w:type="paragraph" w:styleId="af">
    <w:name w:val="List Paragraph"/>
    <w:basedOn w:val="a"/>
    <w:uiPriority w:val="34"/>
    <w:qFormat/>
    <w:rsid w:val="003857DF"/>
    <w:pPr>
      <w:spacing w:beforeLines="50" w:before="50" w:line="240" w:lineRule="auto"/>
      <w:ind w:left="420" w:firstLineChars="200" w:firstLine="420"/>
      <w:jc w:val="both"/>
    </w:pPr>
    <w:rPr>
      <w:rFonts w:ascii="Calibri" w:hAnsi="Calibri"/>
      <w:kern w:val="2"/>
      <w:szCs w:val="22"/>
      <w:lang w:val="en-US"/>
    </w:rPr>
  </w:style>
  <w:style w:type="character" w:customStyle="1" w:styleId="30">
    <w:name w:val="标题 3 字符"/>
    <w:link w:val="3"/>
    <w:rsid w:val="00DF67BB"/>
    <w:rPr>
      <w:rFonts w:ascii="宋体" w:hAnsi="宋体" w:cs="Arial"/>
      <w:b/>
      <w:bCs/>
      <w:sz w:val="21"/>
      <w:szCs w:val="21"/>
    </w:rPr>
  </w:style>
  <w:style w:type="paragraph" w:styleId="af0">
    <w:name w:val="Balloon Text"/>
    <w:basedOn w:val="a"/>
    <w:link w:val="af1"/>
    <w:rsid w:val="00005045"/>
    <w:pPr>
      <w:spacing w:line="240" w:lineRule="auto"/>
    </w:pPr>
    <w:rPr>
      <w:sz w:val="18"/>
      <w:szCs w:val="18"/>
    </w:rPr>
  </w:style>
  <w:style w:type="character" w:customStyle="1" w:styleId="af1">
    <w:name w:val="批注框文本 字符"/>
    <w:link w:val="af0"/>
    <w:rsid w:val="00005045"/>
    <w:rPr>
      <w:sz w:val="18"/>
      <w:szCs w:val="18"/>
      <w:lang w:val="en-GB"/>
    </w:rPr>
  </w:style>
  <w:style w:type="character" w:styleId="af2">
    <w:name w:val="Placeholder Text"/>
    <w:uiPriority w:val="99"/>
    <w:semiHidden/>
    <w:rsid w:val="00005045"/>
    <w:rPr>
      <w:color w:val="808080"/>
    </w:rPr>
  </w:style>
  <w:style w:type="paragraph" w:styleId="af3">
    <w:name w:val="No Spacing"/>
    <w:uiPriority w:val="1"/>
    <w:qFormat/>
    <w:rsid w:val="00005045"/>
    <w:rPr>
      <w:sz w:val="21"/>
      <w:lang w:val="en-GB"/>
    </w:rPr>
  </w:style>
  <w:style w:type="character" w:styleId="af4">
    <w:name w:val="Emphasis"/>
    <w:uiPriority w:val="20"/>
    <w:qFormat/>
    <w:rsid w:val="00005045"/>
    <w:rPr>
      <w:i w:val="0"/>
      <w:iCs w:val="0"/>
      <w:color w:val="CC0000"/>
    </w:rPr>
  </w:style>
  <w:style w:type="character" w:customStyle="1" w:styleId="40">
    <w:name w:val="标题 4 字符"/>
    <w:link w:val="4"/>
    <w:rsid w:val="00005045"/>
    <w:rPr>
      <w:b/>
      <w:bCs/>
      <w:sz w:val="21"/>
      <w:szCs w:val="28"/>
      <w:lang w:val="en-GB"/>
    </w:rPr>
  </w:style>
  <w:style w:type="character" w:customStyle="1" w:styleId="50">
    <w:name w:val="标题 5 字符"/>
    <w:link w:val="5"/>
    <w:rsid w:val="00005045"/>
    <w:rPr>
      <w:b/>
      <w:bCs/>
      <w:iCs/>
      <w:sz w:val="21"/>
      <w:szCs w:val="26"/>
      <w:lang w:val="en-GB"/>
    </w:rPr>
  </w:style>
  <w:style w:type="character" w:customStyle="1" w:styleId="60">
    <w:name w:val="标题 6 字符"/>
    <w:link w:val="6"/>
    <w:rsid w:val="00005045"/>
    <w:rPr>
      <w:b/>
      <w:bCs/>
      <w:sz w:val="21"/>
      <w:szCs w:val="22"/>
      <w:lang w:val="en-GB"/>
    </w:rPr>
  </w:style>
  <w:style w:type="character" w:customStyle="1" w:styleId="70">
    <w:name w:val="标题 7 字符"/>
    <w:link w:val="7"/>
    <w:rsid w:val="00005045"/>
    <w:rPr>
      <w:sz w:val="24"/>
      <w:szCs w:val="24"/>
      <w:lang w:val="en-GB"/>
    </w:rPr>
  </w:style>
  <w:style w:type="character" w:customStyle="1" w:styleId="80">
    <w:name w:val="标题 8 字符"/>
    <w:link w:val="8"/>
    <w:rsid w:val="00005045"/>
    <w:rPr>
      <w:i/>
      <w:iCs/>
      <w:sz w:val="24"/>
      <w:szCs w:val="24"/>
      <w:lang w:val="en-GB"/>
    </w:rPr>
  </w:style>
  <w:style w:type="character" w:customStyle="1" w:styleId="90">
    <w:name w:val="标题 9 字符"/>
    <w:link w:val="9"/>
    <w:rsid w:val="00005045"/>
    <w:rPr>
      <w:rFonts w:ascii="Arial" w:hAnsi="Arial" w:cs="Arial"/>
      <w:sz w:val="22"/>
      <w:szCs w:val="22"/>
      <w:lang w:val="en-GB"/>
    </w:rPr>
  </w:style>
  <w:style w:type="character" w:styleId="af5">
    <w:name w:val="FollowedHyperlink"/>
    <w:uiPriority w:val="99"/>
    <w:unhideWhenUsed/>
    <w:rsid w:val="00005045"/>
    <w:rPr>
      <w:color w:val="800080"/>
      <w:u w:val="single"/>
    </w:rPr>
  </w:style>
  <w:style w:type="character" w:customStyle="1" w:styleId="a5">
    <w:name w:val="页眉 字符"/>
    <w:link w:val="a4"/>
    <w:rsid w:val="00005045"/>
    <w:rPr>
      <w:sz w:val="21"/>
      <w:szCs w:val="18"/>
      <w:lang w:val="en-GB"/>
    </w:rPr>
  </w:style>
  <w:style w:type="character" w:customStyle="1" w:styleId="ab">
    <w:name w:val="文档结构图 字符"/>
    <w:link w:val="aa"/>
    <w:semiHidden/>
    <w:rsid w:val="00005045"/>
    <w:rPr>
      <w:sz w:val="21"/>
      <w:shd w:val="clear" w:color="auto" w:fill="00008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7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7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0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3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02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0203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117443">
                  <w:marLeft w:val="0"/>
                  <w:marRight w:val="0"/>
                  <w:marTop w:val="0"/>
                  <w:marBottom w:val="0"/>
                  <w:divBdr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divBdr>
                  <w:divsChild>
                    <w:div w:id="901985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003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jpg"/><Relationship Id="rId18" Type="http://schemas.openxmlformats.org/officeDocument/2006/relationships/image" Target="media/image9.png"/><Relationship Id="rId26" Type="http://schemas.openxmlformats.org/officeDocument/2006/relationships/image" Target="media/image17.png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jpg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image" Target="media/image20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image" Target="media/image15.png"/><Relationship Id="rId32" Type="http://schemas.openxmlformats.org/officeDocument/2006/relationships/image" Target="media/image23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image" Target="media/image19.png"/><Relationship Id="rId10" Type="http://schemas.openxmlformats.org/officeDocument/2006/relationships/footer" Target="footer1.xml"/><Relationship Id="rId19" Type="http://schemas.openxmlformats.org/officeDocument/2006/relationships/image" Target="media/image10.png"/><Relationship Id="rId31" Type="http://schemas.openxmlformats.org/officeDocument/2006/relationships/image" Target="media/image22.pn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5.jp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image" Target="media/image21.png"/><Relationship Id="rId8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bsware.cn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26472;\AppData\Local\Temp\tmp10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B5AE21-997A-4B85-8B6E-893C217D5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tmp10.dotx</Template>
  <TotalTime>1</TotalTime>
  <Pages>1</Pages>
  <Words>2105</Words>
  <Characters>12005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室外风环境模拟分析报告</vt:lpstr>
    </vt:vector>
  </TitlesOfParts>
  <Company>ths</Company>
  <LinksUpToDate>false</LinksUpToDate>
  <CharactersWithSpaces>14082</CharactersWithSpaces>
  <SharedDoc>false</SharedDoc>
  <HLinks>
    <vt:vector size="120" baseType="variant">
      <vt:variant>
        <vt:i4>1310773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_Toc452110278</vt:lpwstr>
      </vt:variant>
      <vt:variant>
        <vt:i4>1310773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_Toc452110277</vt:lpwstr>
      </vt:variant>
      <vt:variant>
        <vt:i4>1310773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_Toc452110276</vt:lpwstr>
      </vt:variant>
      <vt:variant>
        <vt:i4>1310773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_Toc452110275</vt:lpwstr>
      </vt:variant>
      <vt:variant>
        <vt:i4>1310773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_Toc452110274</vt:lpwstr>
      </vt:variant>
      <vt:variant>
        <vt:i4>1310773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_Toc452110273</vt:lpwstr>
      </vt:variant>
      <vt:variant>
        <vt:i4>1310773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_Toc452110272</vt:lpwstr>
      </vt:variant>
      <vt:variant>
        <vt:i4>1310773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_Toc452110271</vt:lpwstr>
      </vt:variant>
      <vt:variant>
        <vt:i4>1310773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_Toc452110270</vt:lpwstr>
      </vt:variant>
      <vt:variant>
        <vt:i4>1376309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_Toc452110269</vt:lpwstr>
      </vt:variant>
      <vt:variant>
        <vt:i4>1376309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_Toc452110268</vt:lpwstr>
      </vt:variant>
      <vt:variant>
        <vt:i4>1376309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_Toc452110267</vt:lpwstr>
      </vt:variant>
      <vt:variant>
        <vt:i4>1376309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_Toc452110266</vt:lpwstr>
      </vt:variant>
      <vt:variant>
        <vt:i4>1376309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_Toc452110265</vt:lpwstr>
      </vt:variant>
      <vt:variant>
        <vt:i4>1376309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_Toc452110264</vt:lpwstr>
      </vt:variant>
      <vt:variant>
        <vt:i4>1376309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_Toc452110263</vt:lpwstr>
      </vt:variant>
      <vt:variant>
        <vt:i4>1376309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_Toc452110262</vt:lpwstr>
      </vt:variant>
      <vt:variant>
        <vt:i4>1376309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_Toc452110261</vt:lpwstr>
      </vt:variant>
      <vt:variant>
        <vt:i4>1376309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_Toc452110260</vt:lpwstr>
      </vt:variant>
      <vt:variant>
        <vt:i4>1441845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_Toc452110259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室内热舒适预计达标比例报告书</dc:title>
  <dc:creator>杨</dc:creator>
  <cp:lastModifiedBy>烨 杨</cp:lastModifiedBy>
  <cp:revision>2</cp:revision>
  <cp:lastPrinted>1900-12-31T16:00:00Z</cp:lastPrinted>
  <dcterms:created xsi:type="dcterms:W3CDTF">2024-03-03T07:58:00Z</dcterms:created>
  <dcterms:modified xsi:type="dcterms:W3CDTF">2024-03-03T07:59:00Z</dcterms:modified>
</cp:coreProperties>
</file>