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645B7" w14:textId="77777777" w:rsidR="00BE2D61" w:rsidRDefault="00BE2D61">
      <w:pPr>
        <w:rPr>
          <w:b/>
          <w:sz w:val="24"/>
        </w:rPr>
      </w:pPr>
    </w:p>
    <w:p w14:paraId="279D8182" w14:textId="77777777" w:rsidR="00BE2D61" w:rsidRPr="007F36C4" w:rsidRDefault="006648EC" w:rsidP="00715DF4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0" w:name="_Toc480186059"/>
      <w:bookmarkStart w:id="1" w:name="_Toc480186121"/>
      <w:r w:rsidRPr="007F36C4">
        <w:rPr>
          <w:rFonts w:ascii="黑体" w:eastAsia="黑体" w:hAnsi="宋体" w:hint="eastAsia"/>
          <w:b/>
          <w:bCs/>
          <w:sz w:val="72"/>
          <w:szCs w:val="72"/>
        </w:rPr>
        <w:t>防潮验算</w:t>
      </w:r>
      <w:r w:rsidR="00E05C35">
        <w:rPr>
          <w:rFonts w:ascii="黑体" w:eastAsia="黑体" w:hAnsi="宋体" w:hint="eastAsia"/>
          <w:b/>
          <w:bCs/>
          <w:sz w:val="72"/>
          <w:szCs w:val="72"/>
        </w:rPr>
        <w:t>计算</w:t>
      </w:r>
      <w:r w:rsidR="00BE2D61" w:rsidRPr="007F36C4">
        <w:rPr>
          <w:rFonts w:ascii="黑体" w:eastAsia="黑体" w:hAnsi="宋体" w:hint="eastAsia"/>
          <w:b/>
          <w:bCs/>
          <w:sz w:val="72"/>
          <w:szCs w:val="72"/>
        </w:rPr>
        <w:t>书</w:t>
      </w:r>
      <w:bookmarkEnd w:id="0"/>
      <w:bookmarkEnd w:id="1"/>
    </w:p>
    <w:p w14:paraId="607E0DCC" w14:textId="77777777" w:rsidR="00BE2D61" w:rsidRPr="00A22524" w:rsidRDefault="00BE2D61" w:rsidP="00BE2D61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2" w:name="地区"/>
      <w:r>
        <w:rPr>
          <w:rFonts w:ascii="宋体" w:hAnsi="宋体" w:hint="eastAsia"/>
          <w:bCs/>
          <w:sz w:val="44"/>
          <w:szCs w:val="44"/>
        </w:rPr>
        <w:t>居住建筑</w:t>
      </w:r>
      <w:bookmarkEnd w:id="2"/>
    </w:p>
    <w:p w14:paraId="5EE44671" w14:textId="77777777" w:rsidR="00BE2D61" w:rsidRPr="00ED542A" w:rsidRDefault="00BE2D61" w:rsidP="00BE2D61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BE2D61" w:rsidRPr="00D40158" w14:paraId="0808D6FD" w14:textId="77777777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766F3623" w14:textId="77777777" w:rsidR="00BE2D61" w:rsidRPr="00D40158" w:rsidRDefault="00BE2D61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237CDBCC" w14:textId="77777777" w:rsidR="00BE2D61" w:rsidRPr="00D40158" w:rsidRDefault="00BE2D61" w:rsidP="0054289E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3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新建项目</w:t>
            </w:r>
            <w:bookmarkEnd w:id="3"/>
          </w:p>
        </w:tc>
      </w:tr>
      <w:tr w:rsidR="00BE2D61" w:rsidRPr="00D40158" w14:paraId="0D9A9906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62C4C06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7C6D7125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地理位置"/>
            <w:r>
              <w:t>北京</w:t>
            </w:r>
            <w:r>
              <w:t>-</w:t>
            </w:r>
            <w:r>
              <w:t>北京</w:t>
            </w:r>
            <w:bookmarkEnd w:id="4"/>
          </w:p>
        </w:tc>
      </w:tr>
      <w:tr w:rsidR="00BE2D61" w:rsidRPr="00D40158" w14:paraId="7DEFAFFC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EED22F7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A6348E0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设计编号"/>
            <w:bookmarkEnd w:id="5"/>
          </w:p>
        </w:tc>
      </w:tr>
      <w:tr w:rsidR="00BE2D61" w:rsidRPr="00D40158" w14:paraId="53B1215A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F3F44FD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69469438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建设单位"/>
            <w:bookmarkEnd w:id="6"/>
          </w:p>
        </w:tc>
      </w:tr>
      <w:tr w:rsidR="00BE2D61" w:rsidRPr="00D40158" w14:paraId="1F1652DF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D5960F2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78E9094A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设计单位"/>
            <w:bookmarkEnd w:id="7"/>
          </w:p>
        </w:tc>
      </w:tr>
      <w:tr w:rsidR="00BE2D61" w:rsidRPr="00D40158" w14:paraId="4205AF17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675F992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66F43798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 w14:paraId="1C499379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F1ADC45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14:paraId="748137E0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 w14:paraId="451FD709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DAB4F9D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401A1EE4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BE2D61" w:rsidRPr="00D40158" w14:paraId="2DF953E4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718955AC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3CA8ACC8" w14:textId="77777777" w:rsidR="00BE2D61" w:rsidRPr="00D40158" w:rsidRDefault="00BE2D61" w:rsidP="0054289E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8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2024年2月24日</w:t>
              </w:r>
            </w:smartTag>
            <w:bookmarkEnd w:id="8"/>
          </w:p>
        </w:tc>
      </w:tr>
    </w:tbl>
    <w:p w14:paraId="5114267F" w14:textId="77777777" w:rsidR="00BE2D61" w:rsidRPr="007932A0" w:rsidRDefault="00BE2D61" w:rsidP="00557942">
      <w:pPr>
        <w:jc w:val="center"/>
        <w:rPr>
          <w:rFonts w:ascii="宋体" w:hAnsi="宋体"/>
          <w:sz w:val="18"/>
          <w:szCs w:val="18"/>
        </w:rPr>
      </w:pPr>
    </w:p>
    <w:p w14:paraId="0D15B9B8" w14:textId="77777777" w:rsidR="001C5A7B" w:rsidRPr="007932A0" w:rsidRDefault="001C5A7B" w:rsidP="007F3558">
      <w:pPr>
        <w:jc w:val="center"/>
        <w:rPr>
          <w:rFonts w:ascii="宋体" w:hAnsi="宋体"/>
          <w:b/>
          <w:bCs/>
          <w:sz w:val="18"/>
          <w:szCs w:val="18"/>
        </w:rPr>
      </w:pPr>
      <w:bookmarkStart w:id="9" w:name="二维码"/>
      <w:bookmarkEnd w:id="9"/>
      <w:r>
        <w:rPr>
          <w:noProof/>
        </w:rPr>
        <w:drawing>
          <wp:inline distT="0" distB="0" distL="0" distR="0" wp14:anchorId="208924E6" wp14:editId="485954C2">
            <wp:extent cx="1514634" cy="1514634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28AAF" w14:textId="77777777" w:rsidR="00DC7E21" w:rsidRDefault="00DC7E21">
      <w:pPr>
        <w:jc w:val="center"/>
        <w:rPr>
          <w:rFonts w:ascii="宋体" w:hAnsi="宋体"/>
          <w:b/>
          <w:bCs/>
          <w:sz w:val="18"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A676E" w:rsidRPr="00D40158" w14:paraId="52C3EDC5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C0F0FF3" w14:textId="77777777"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8E3B5D7" w14:textId="77777777" w:rsidR="004A676E" w:rsidRPr="00D40158" w:rsidRDefault="004A676E" w:rsidP="0054289E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10" w:name="软件全称"/>
            <w:r>
              <w:t>斯维尔节能设计</w:t>
            </w:r>
            <w:r>
              <w:t>Becs2023</w:t>
            </w:r>
            <w:bookmarkEnd w:id="10"/>
          </w:p>
        </w:tc>
      </w:tr>
      <w:tr w:rsidR="004A676E" w:rsidRPr="00D40158" w14:paraId="3141FCCF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185715D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375ACB9C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软件版本"/>
            <w:r w:rsidRPr="00D40158">
              <w:rPr>
                <w:rFonts w:ascii="宋体" w:hAnsi="宋体" w:hint="eastAsia"/>
                <w:szCs w:val="18"/>
              </w:rPr>
              <w:t>20220401</w:t>
            </w:r>
            <w:bookmarkEnd w:id="11"/>
          </w:p>
        </w:tc>
      </w:tr>
      <w:tr w:rsidR="004A676E" w:rsidRPr="00D40158" w14:paraId="337C3C15" w14:textId="77777777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14:paraId="4B8C6292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63AE5EEB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6B7EC3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4A676E" w:rsidRPr="00D40158" w14:paraId="429EDCD6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019BBE2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3649A72B" w14:textId="77777777" w:rsidR="004A676E" w:rsidRPr="00D40158" w:rsidRDefault="004A676E" w:rsidP="0054289E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2" w:name="加密锁号"/>
            <w:r w:rsidRPr="00D40158">
              <w:rPr>
                <w:rFonts w:ascii="宋体" w:hAnsi="宋体" w:hint="eastAsia"/>
                <w:szCs w:val="18"/>
              </w:rPr>
              <w:t>T18613309897</w:t>
            </w:r>
            <w:bookmarkEnd w:id="12"/>
          </w:p>
        </w:tc>
      </w:tr>
    </w:tbl>
    <w:p w14:paraId="638ACAC4" w14:textId="77777777" w:rsidR="00986DEF" w:rsidRDefault="00986DEF" w:rsidP="0030652E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 xml:space="preserve"> </w:t>
      </w:r>
    </w:p>
    <w:p w14:paraId="5E91B6EA" w14:textId="77777777" w:rsidR="00986DEF" w:rsidRDefault="00986DEF" w:rsidP="0030652E">
      <w:pPr>
        <w:jc w:val="center"/>
        <w:rPr>
          <w:b/>
          <w:sz w:val="24"/>
        </w:rPr>
      </w:pPr>
    </w:p>
    <w:p w14:paraId="17231690" w14:textId="77777777" w:rsidR="00986DEF" w:rsidRDefault="00986DEF" w:rsidP="0030652E">
      <w:pPr>
        <w:jc w:val="center"/>
        <w:rPr>
          <w:b/>
          <w:sz w:val="24"/>
        </w:rPr>
      </w:pPr>
    </w:p>
    <w:p w14:paraId="382546D7" w14:textId="77777777" w:rsidR="00986DEF" w:rsidRDefault="00986DEF" w:rsidP="0030652E">
      <w:pPr>
        <w:jc w:val="center"/>
        <w:rPr>
          <w:b/>
          <w:sz w:val="24"/>
        </w:rPr>
      </w:pPr>
    </w:p>
    <w:p w14:paraId="091B663F" w14:textId="77777777" w:rsidR="00986DEF" w:rsidRDefault="00986DEF" w:rsidP="0030652E">
      <w:pPr>
        <w:jc w:val="center"/>
        <w:rPr>
          <w:b/>
          <w:sz w:val="24"/>
        </w:rPr>
      </w:pPr>
    </w:p>
    <w:p w14:paraId="7B2E44F1" w14:textId="77777777" w:rsidR="003E5517" w:rsidRDefault="003E5517" w:rsidP="0030652E">
      <w:pPr>
        <w:jc w:val="center"/>
        <w:rPr>
          <w:b/>
          <w:sz w:val="24"/>
        </w:rPr>
      </w:pPr>
    </w:p>
    <w:p w14:paraId="3917CB63" w14:textId="77777777" w:rsidR="00986DEF" w:rsidRDefault="00986DEF">
      <w:pPr>
        <w:widowControl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60E255ED" w14:textId="77777777" w:rsidR="007F36C4" w:rsidRPr="007F36C4" w:rsidRDefault="007F36C4" w:rsidP="007F36C4">
      <w:pPr>
        <w:spacing w:line="240" w:lineRule="atLeast"/>
        <w:jc w:val="center"/>
        <w:rPr>
          <w:rFonts w:ascii="宋体" w:hAnsi="宋体"/>
          <w:b/>
          <w:bCs/>
          <w:sz w:val="36"/>
          <w:szCs w:val="36"/>
        </w:rPr>
      </w:pPr>
      <w:r w:rsidRPr="007F36C4">
        <w:rPr>
          <w:rFonts w:ascii="宋体" w:hAnsi="宋体" w:hint="eastAsia"/>
          <w:b/>
          <w:bCs/>
          <w:sz w:val="36"/>
          <w:szCs w:val="36"/>
        </w:rPr>
        <w:lastRenderedPageBreak/>
        <w:t>目  录</w:t>
      </w:r>
    </w:p>
    <w:p w14:paraId="66075171" w14:textId="77777777" w:rsidR="00970E7C" w:rsidRDefault="00970E7C">
      <w:pPr>
        <w:pStyle w:val="TOC1"/>
        <w:tabs>
          <w:tab w:val="left" w:pos="420"/>
          <w:tab w:val="right" w:leader="dot" w:pos="9010"/>
        </w:tabs>
      </w:pPr>
    </w:p>
    <w:p w14:paraId="41CC4EEB" w14:textId="77777777" w:rsidR="00CC0FB4" w:rsidRPr="00CC0FB4" w:rsidRDefault="00CC0FB4" w:rsidP="00CC0FB4"/>
    <w:bookmarkStart w:id="13" w:name="目录"/>
    <w:p w14:paraId="55FC524E" w14:textId="77777777" w:rsidR="00C30B16" w:rsidRDefault="00EC091B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59667140" w:history="1">
        <w:r w:rsidR="00C30B16" w:rsidRPr="008147A9">
          <w:rPr>
            <w:rStyle w:val="af"/>
            <w:noProof/>
          </w:rPr>
          <w:t>1</w:t>
        </w:r>
        <w:r w:rsidR="00C30B16"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="00C30B16" w:rsidRPr="008147A9">
          <w:rPr>
            <w:rStyle w:val="af"/>
            <w:noProof/>
          </w:rPr>
          <w:t>建筑概况</w:t>
        </w:r>
        <w:r w:rsidR="00C30B16">
          <w:rPr>
            <w:noProof/>
            <w:webHidden/>
          </w:rPr>
          <w:tab/>
        </w:r>
        <w:r w:rsidR="00C30B16">
          <w:rPr>
            <w:noProof/>
            <w:webHidden/>
          </w:rPr>
          <w:fldChar w:fldCharType="begin"/>
        </w:r>
        <w:r w:rsidR="00C30B16">
          <w:rPr>
            <w:noProof/>
            <w:webHidden/>
          </w:rPr>
          <w:instrText xml:space="preserve"> PAGEREF _Toc159667140 \h </w:instrText>
        </w:r>
        <w:r w:rsidR="00C30B16">
          <w:rPr>
            <w:noProof/>
            <w:webHidden/>
          </w:rPr>
        </w:r>
        <w:r w:rsidR="00C30B16">
          <w:rPr>
            <w:noProof/>
            <w:webHidden/>
          </w:rPr>
          <w:fldChar w:fldCharType="separate"/>
        </w:r>
        <w:r w:rsidR="00C30B16">
          <w:rPr>
            <w:noProof/>
            <w:webHidden/>
          </w:rPr>
          <w:t>3</w:t>
        </w:r>
        <w:r w:rsidR="00C30B16">
          <w:rPr>
            <w:noProof/>
            <w:webHidden/>
          </w:rPr>
          <w:fldChar w:fldCharType="end"/>
        </w:r>
      </w:hyperlink>
    </w:p>
    <w:p w14:paraId="4BEE585F" w14:textId="77777777" w:rsidR="00C30B16" w:rsidRDefault="00C30B16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hyperlink w:anchor="_Toc159667141" w:history="1">
        <w:r w:rsidRPr="008147A9">
          <w:rPr>
            <w:rStyle w:val="af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Pr="008147A9">
          <w:rPr>
            <w:rStyle w:val="af"/>
            <w:noProof/>
          </w:rPr>
          <w:t>评价依据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_Toc159667141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1C10CC8" w14:textId="77777777" w:rsidR="00C30B16" w:rsidRDefault="00C30B16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9667142" w:history="1">
        <w:r w:rsidRPr="008147A9">
          <w:rPr>
            <w:rStyle w:val="af"/>
            <w:noProof/>
            <w:lang w:val="en-GB"/>
          </w:rPr>
          <w:t>2.1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8147A9">
          <w:rPr>
            <w:rStyle w:val="af"/>
            <w:noProof/>
          </w:rPr>
          <w:t>评价目标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_Toc159667142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6140715" w14:textId="77777777" w:rsidR="00C30B16" w:rsidRDefault="00C30B16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9667143" w:history="1">
        <w:r w:rsidRPr="008147A9">
          <w:rPr>
            <w:rStyle w:val="af"/>
            <w:noProof/>
            <w:lang w:val="en-GB"/>
          </w:rPr>
          <w:t>2.2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8147A9">
          <w:rPr>
            <w:rStyle w:val="af"/>
            <w:noProof/>
          </w:rPr>
          <w:t>评价方法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_Toc159667143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96093D6" w14:textId="77777777" w:rsidR="00C30B16" w:rsidRDefault="00C30B16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hyperlink w:anchor="_Toc159667144" w:history="1">
        <w:r w:rsidRPr="008147A9">
          <w:rPr>
            <w:rStyle w:val="af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Pr="008147A9">
          <w:rPr>
            <w:rStyle w:val="af"/>
            <w:noProof/>
          </w:rPr>
          <w:t>防潮验算计算过程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_Toc159667144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9143F1A" w14:textId="77777777" w:rsidR="00C30B16" w:rsidRDefault="00C30B16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9667145" w:history="1">
        <w:r w:rsidRPr="008147A9">
          <w:rPr>
            <w:rStyle w:val="af"/>
            <w:noProof/>
            <w:lang w:val="en-GB"/>
          </w:rPr>
          <w:t>3.1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8147A9">
          <w:rPr>
            <w:rStyle w:val="af"/>
            <w:noProof/>
          </w:rPr>
          <w:t>计算条件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_Toc159667145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8C5916D" w14:textId="77777777" w:rsidR="00C30B16" w:rsidRDefault="00C30B16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9667146" w:history="1">
        <w:r w:rsidRPr="008147A9">
          <w:rPr>
            <w:rStyle w:val="af"/>
            <w:noProof/>
            <w:lang w:val="en-GB"/>
          </w:rPr>
          <w:t>3.2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8147A9">
          <w:rPr>
            <w:rStyle w:val="af"/>
            <w:noProof/>
          </w:rPr>
          <w:t>屋顶构造一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_Toc159667146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E68D94A" w14:textId="77777777" w:rsidR="00C30B16" w:rsidRDefault="00C30B16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9667147" w:history="1">
        <w:r w:rsidRPr="008147A9">
          <w:rPr>
            <w:rStyle w:val="af"/>
            <w:noProof/>
            <w:lang w:val="en-GB"/>
          </w:rPr>
          <w:t>3.2.1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8147A9">
          <w:rPr>
            <w:rStyle w:val="af"/>
            <w:noProof/>
          </w:rPr>
          <w:t>冷凝计算界面至围护结构内表面之间的热阻</w:t>
        </w:r>
        <w:r w:rsidRPr="007952C1">
          <w:rPr>
            <w:noProof/>
          </w:rPr>
          <w:object w:dxaOrig="380" w:dyaOrig="279" w14:anchorId="2615821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402" type="#_x0000_t75" style="width:19pt;height:13.5pt" o:ole="">
              <v:imagedata r:id="rId9" o:title=""/>
            </v:shape>
            <o:OLEObject Type="Embed" ProgID="Equation.DSMT4" ShapeID="_x0000_i1402" DrawAspect="Content" ObjectID="_1770279937" r:id="rId10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_Toc159667147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764CBCA" w14:textId="77777777" w:rsidR="00C30B16" w:rsidRDefault="00C30B16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9667148" w:history="1">
        <w:r w:rsidRPr="008147A9">
          <w:rPr>
            <w:rStyle w:val="af"/>
            <w:noProof/>
            <w:lang w:val="en-GB"/>
          </w:rPr>
          <w:t>3.2.2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8147A9">
          <w:rPr>
            <w:rStyle w:val="af"/>
            <w:noProof/>
          </w:rPr>
          <w:t>冷凝计算界面温度</w:t>
        </w:r>
        <w:r w:rsidRPr="004B5CEB">
          <w:rPr>
            <w:noProof/>
            <w:position w:val="-6"/>
          </w:rPr>
          <w:object w:dxaOrig="279" w:dyaOrig="279" w14:anchorId="222BE673">
            <v:shape id="_x0000_i1403" type="#_x0000_t75" style="width:13.5pt;height:13.5pt" o:ole="">
              <v:imagedata r:id="rId11" o:title=""/>
            </v:shape>
            <o:OLEObject Type="Embed" ProgID="Equation.DSMT4" ShapeID="_x0000_i1403" DrawAspect="Content" ObjectID="_1770279938" r:id="rId12"/>
          </w:obje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_Toc159667148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0EAF167" w14:textId="77777777" w:rsidR="00C30B16" w:rsidRDefault="00C30B16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9667149" w:history="1">
        <w:r w:rsidRPr="008147A9">
          <w:rPr>
            <w:rStyle w:val="af"/>
            <w:noProof/>
            <w:lang w:val="en-GB"/>
          </w:rPr>
          <w:t>3.2.3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8147A9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_Toc159667149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03BE145" w14:textId="77777777" w:rsidR="00C30B16" w:rsidRDefault="00C30B16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9667150" w:history="1">
        <w:r w:rsidRPr="008147A9">
          <w:rPr>
            <w:rStyle w:val="af"/>
            <w:noProof/>
            <w:lang w:val="en-GB"/>
          </w:rPr>
          <w:t>3.3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8147A9">
          <w:rPr>
            <w:rStyle w:val="af"/>
            <w:noProof/>
          </w:rPr>
          <w:t>外墙构造一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_Toc159667150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43E00A2" w14:textId="77777777" w:rsidR="00C30B16" w:rsidRDefault="00C30B16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9667151" w:history="1">
        <w:r w:rsidRPr="008147A9">
          <w:rPr>
            <w:rStyle w:val="af"/>
            <w:noProof/>
            <w:lang w:val="en-GB"/>
          </w:rPr>
          <w:t>3.3.1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8147A9">
          <w:rPr>
            <w:rStyle w:val="af"/>
            <w:noProof/>
          </w:rPr>
          <w:t>冷凝计算界面至围护结构内表面之间的热阻</w:t>
        </w:r>
        <w:r>
          <w:rPr>
            <w:noProof/>
          </w:rPr>
          <w:pict w14:anchorId="09349190">
            <v:shape id="_x0000_i1404" type="#_x0000_t75" style="width:19pt;height:13.5pt">
              <v:imagedata r:id="rId9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_Toc159667151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9AB4EA0" w14:textId="77777777" w:rsidR="00C30B16" w:rsidRDefault="00C30B16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9667152" w:history="1">
        <w:r w:rsidRPr="008147A9">
          <w:rPr>
            <w:rStyle w:val="af"/>
            <w:noProof/>
            <w:lang w:val="en-GB"/>
          </w:rPr>
          <w:t>3.3.2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8147A9">
          <w:rPr>
            <w:rStyle w:val="af"/>
            <w:noProof/>
          </w:rPr>
          <w:t>冷凝计算界面温度</w:t>
        </w:r>
        <w:r>
          <w:rPr>
            <w:noProof/>
            <w:position w:val="-6"/>
          </w:rPr>
          <w:pict w14:anchorId="40C0F53D">
            <v:shape id="_x0000_i1405" type="#_x0000_t75" style="width:13.5pt;height:13.5pt">
              <v:imagedata r:id="rId11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_Toc159667152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BF408B3" w14:textId="77777777" w:rsidR="00C30B16" w:rsidRDefault="00C30B16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9667153" w:history="1">
        <w:r w:rsidRPr="008147A9">
          <w:rPr>
            <w:rStyle w:val="af"/>
            <w:noProof/>
            <w:lang w:val="en-GB"/>
          </w:rPr>
          <w:t>3.3.3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8147A9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_Toc159667153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BFE73D3" w14:textId="77777777" w:rsidR="00C30B16" w:rsidRDefault="00C30B16">
      <w:pPr>
        <w:pStyle w:val="TOC2"/>
        <w:tabs>
          <w:tab w:val="left" w:pos="105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9667154" w:history="1">
        <w:r w:rsidRPr="008147A9">
          <w:rPr>
            <w:rStyle w:val="af"/>
            <w:noProof/>
            <w:lang w:val="en-GB"/>
          </w:rPr>
          <w:t>3.4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8147A9">
          <w:rPr>
            <w:rStyle w:val="af"/>
            <w:noProof/>
          </w:rPr>
          <w:t>阳台隔墙构造一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_Toc159667154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BAE335A" w14:textId="77777777" w:rsidR="00C30B16" w:rsidRDefault="00C30B16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9667155" w:history="1">
        <w:r w:rsidRPr="008147A9">
          <w:rPr>
            <w:rStyle w:val="af"/>
            <w:noProof/>
            <w:lang w:val="en-GB"/>
          </w:rPr>
          <w:t>3.4.1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8147A9">
          <w:rPr>
            <w:rStyle w:val="af"/>
            <w:noProof/>
          </w:rPr>
          <w:t>冷凝计算界面至围护结构内表面之间的热阻</w:t>
        </w:r>
        <w:r>
          <w:rPr>
            <w:noProof/>
          </w:rPr>
          <w:pict w14:anchorId="458CFA47">
            <v:shape id="_x0000_i1406" type="#_x0000_t75" style="width:19pt;height:13.5pt">
              <v:imagedata r:id="rId9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_Toc159667155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4F4EB65" w14:textId="77777777" w:rsidR="00C30B16" w:rsidRDefault="00C30B16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9667156" w:history="1">
        <w:r w:rsidRPr="008147A9">
          <w:rPr>
            <w:rStyle w:val="af"/>
            <w:noProof/>
            <w:lang w:val="en-GB"/>
          </w:rPr>
          <w:t>3.4.2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8147A9">
          <w:rPr>
            <w:rStyle w:val="af"/>
            <w:noProof/>
          </w:rPr>
          <w:t>冷凝计算界面温度</w:t>
        </w:r>
        <w:r>
          <w:rPr>
            <w:noProof/>
            <w:position w:val="-6"/>
          </w:rPr>
          <w:pict w14:anchorId="4C6A5CD2">
            <v:shape id="_x0000_i1407" type="#_x0000_t75" style="width:13.5pt;height:13.5pt">
              <v:imagedata r:id="rId11" o:title=""/>
            </v:shape>
          </w:pic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_Toc159667156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2F76A85" w14:textId="77777777" w:rsidR="00C30B16" w:rsidRDefault="00C30B16">
      <w:pPr>
        <w:pStyle w:val="TOC3"/>
        <w:tabs>
          <w:tab w:val="left" w:pos="1680"/>
          <w:tab w:val="right" w:leader="dot" w:pos="9016"/>
        </w:tabs>
        <w:rPr>
          <w:rFonts w:asciiTheme="minorHAnsi" w:eastAsiaTheme="minorEastAsia" w:hAnsiTheme="minorHAnsi" w:cstheme="minorBidi"/>
          <w:noProof/>
          <w:szCs w:val="22"/>
          <w14:ligatures w14:val="standardContextual"/>
        </w:rPr>
      </w:pPr>
      <w:hyperlink w:anchor="_Toc159667157" w:history="1">
        <w:r w:rsidRPr="008147A9">
          <w:rPr>
            <w:rStyle w:val="af"/>
            <w:noProof/>
            <w:lang w:val="en-GB"/>
          </w:rPr>
          <w:t>3.4.3</w:t>
        </w:r>
        <w:r>
          <w:rPr>
            <w:rFonts w:asciiTheme="minorHAnsi" w:eastAsiaTheme="minorEastAsia" w:hAnsiTheme="minorHAnsi" w:cstheme="minorBidi"/>
            <w:noProof/>
            <w:szCs w:val="22"/>
            <w14:ligatures w14:val="standardContextual"/>
          </w:rPr>
          <w:tab/>
        </w:r>
        <w:r w:rsidRPr="008147A9">
          <w:rPr>
            <w:rStyle w:val="af"/>
            <w:noProof/>
          </w:rPr>
          <w:t>围护结构冷凝受潮验算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_Toc159667157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8BE2836" w14:textId="77777777" w:rsidR="00C30B16" w:rsidRDefault="00C30B16">
      <w:pPr>
        <w:pStyle w:val="TOC1"/>
        <w:tabs>
          <w:tab w:val="left" w:pos="420"/>
          <w:tab w:val="right" w:leader="dot" w:pos="9016"/>
        </w:tabs>
        <w:rPr>
          <w:rFonts w:asciiTheme="minorHAnsi" w:eastAsiaTheme="minorEastAsia" w:hAnsiTheme="minorHAnsi" w:cstheme="minorBidi"/>
          <w:b w:val="0"/>
          <w:noProof/>
          <w:szCs w:val="22"/>
          <w14:ligatures w14:val="standardContextual"/>
        </w:rPr>
      </w:pPr>
      <w:hyperlink w:anchor="_Toc159667158" w:history="1">
        <w:r w:rsidRPr="008147A9">
          <w:rPr>
            <w:rStyle w:val="af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noProof/>
            <w:szCs w:val="22"/>
            <w14:ligatures w14:val="standardContextual"/>
          </w:rPr>
          <w:tab/>
        </w:r>
        <w:r w:rsidRPr="008147A9">
          <w:rPr>
            <w:rStyle w:val="af"/>
            <w:noProof/>
          </w:rPr>
          <w:t>验算结论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_Toc159667158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2198CCA" w14:textId="77777777" w:rsidR="001828CC" w:rsidRDefault="00EC091B" w:rsidP="00EC091B">
      <w:r>
        <w:fldChar w:fldCharType="end"/>
      </w:r>
      <w:bookmarkEnd w:id="13"/>
    </w:p>
    <w:p w14:paraId="093B04D1" w14:textId="77777777" w:rsidR="007F36C4" w:rsidRDefault="007F36C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14:paraId="38347AD3" w14:textId="77777777" w:rsidR="007F36C4" w:rsidRDefault="00CC0FB4" w:rsidP="007F36C4">
      <w:pPr>
        <w:pStyle w:val="a5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jc w:val="both"/>
        <w:rPr>
          <w:rFonts w:ascii="宋体" w:hAnsi="宋体"/>
          <w:szCs w:val="20"/>
        </w:rPr>
      </w:pPr>
      <w:r>
        <w:rPr>
          <w:rFonts w:ascii="宋体" w:hAnsi="宋体"/>
          <w:szCs w:val="20"/>
        </w:rPr>
        <w:br w:type="page"/>
      </w:r>
    </w:p>
    <w:p w14:paraId="5058D3A2" w14:textId="77777777" w:rsidR="000631C6" w:rsidRPr="005E5F93" w:rsidRDefault="000631C6" w:rsidP="000631C6">
      <w:pPr>
        <w:pStyle w:val="1"/>
        <w:spacing w:line="240" w:lineRule="atLeast"/>
      </w:pPr>
      <w:bookmarkStart w:id="14" w:name="_Toc316568035"/>
      <w:bookmarkStart w:id="15" w:name="_Toc480186060"/>
      <w:bookmarkStart w:id="16" w:name="_Toc480186122"/>
      <w:bookmarkStart w:id="17" w:name="_Toc480218444"/>
      <w:bookmarkStart w:id="18" w:name="_Toc159667140"/>
      <w:r w:rsidRPr="005E5F93">
        <w:rPr>
          <w:rFonts w:hint="eastAsia"/>
        </w:rPr>
        <w:lastRenderedPageBreak/>
        <w:t>建筑概况</w:t>
      </w:r>
      <w:bookmarkEnd w:id="14"/>
      <w:bookmarkEnd w:id="15"/>
      <w:bookmarkEnd w:id="16"/>
      <w:bookmarkEnd w:id="17"/>
      <w:bookmarkEnd w:id="18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25"/>
        <w:gridCol w:w="3032"/>
        <w:gridCol w:w="3032"/>
      </w:tblGrid>
      <w:tr w:rsidR="000631C6" w:rsidRPr="005816EB" w14:paraId="2653D8E0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7ABBC5AA" w14:textId="77777777" w:rsidR="000631C6" w:rsidRPr="005816EB" w:rsidRDefault="000631C6" w:rsidP="0054289E">
            <w:pPr>
              <w:spacing w:line="240" w:lineRule="atLeast"/>
            </w:pPr>
            <w:bookmarkStart w:id="19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109B0678" w14:textId="77777777" w:rsidR="000631C6" w:rsidRPr="005816EB" w:rsidRDefault="000631C6" w:rsidP="0054289E">
            <w:pPr>
              <w:spacing w:line="240" w:lineRule="atLeast"/>
            </w:pPr>
            <w:bookmarkStart w:id="20" w:name="工程名称"/>
            <w:r>
              <w:t>新建项目</w:t>
            </w:r>
            <w:bookmarkEnd w:id="20"/>
          </w:p>
        </w:tc>
      </w:tr>
      <w:tr w:rsidR="000631C6" w:rsidRPr="005816EB" w14:paraId="6FAB11AB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79B3D473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02EA4022" w14:textId="77777777" w:rsidR="000631C6" w:rsidRPr="005816EB" w:rsidRDefault="000631C6" w:rsidP="0054289E">
            <w:pPr>
              <w:spacing w:line="240" w:lineRule="atLeast"/>
            </w:pPr>
            <w:bookmarkStart w:id="21" w:name="工程地点"/>
            <w:r>
              <w:t>北京</w:t>
            </w:r>
            <w:r>
              <w:t>-</w:t>
            </w:r>
            <w:r>
              <w:t>北京</w:t>
            </w:r>
            <w:bookmarkEnd w:id="21"/>
          </w:p>
        </w:tc>
      </w:tr>
      <w:tr w:rsidR="000631C6" w:rsidRPr="005816EB" w14:paraId="12F447E3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10D1CB9B" w14:textId="77777777" w:rsidR="000631C6" w:rsidRPr="005816EB" w:rsidRDefault="000631C6" w:rsidP="0054289E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32" w:type="dxa"/>
            <w:shd w:val="clear" w:color="auto" w:fill="auto"/>
          </w:tcPr>
          <w:p w14:paraId="5B7CB4E0" w14:textId="77777777" w:rsidR="000631C6" w:rsidRPr="005816EB" w:rsidRDefault="000631C6" w:rsidP="000B092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22" w:name="纬度"/>
            <w:r w:rsidR="00F94640">
              <w:rPr>
                <w:rFonts w:hint="eastAsia"/>
              </w:rPr>
              <w:t>39.80</w:t>
            </w:r>
            <w:bookmarkEnd w:id="22"/>
            <w:r w:rsidR="00F94640"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32" w:type="dxa"/>
            <w:shd w:val="clear" w:color="auto" w:fill="auto"/>
          </w:tcPr>
          <w:p w14:paraId="5A33DEB9" w14:textId="77777777" w:rsidR="000631C6" w:rsidRPr="005816EB" w:rsidRDefault="000631C6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23" w:name="经度"/>
            <w:r w:rsidR="00F94640">
              <w:rPr>
                <w:rFonts w:hint="eastAsia"/>
              </w:rPr>
              <w:t>116.47</w:t>
            </w:r>
            <w:bookmarkEnd w:id="23"/>
            <w:r w:rsidR="00F94640" w:rsidRPr="00FF2243">
              <w:rPr>
                <w:rFonts w:ascii="宋体" w:hAnsi="宋体" w:hint="eastAsia"/>
              </w:rPr>
              <w:t>°</w:t>
            </w:r>
          </w:p>
        </w:tc>
      </w:tr>
      <w:tr w:rsidR="000631C6" w:rsidRPr="005816EB" w14:paraId="236DC0FC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4076796D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1C1D19A6" w14:textId="77777777" w:rsidR="000631C6" w:rsidRPr="005816EB" w:rsidRDefault="000631C6" w:rsidP="0054289E">
            <w:pPr>
              <w:spacing w:line="240" w:lineRule="atLeast"/>
            </w:pPr>
            <w:bookmarkStart w:id="24" w:name="气候分区"/>
            <w:r>
              <w:t>寒冷</w:t>
            </w:r>
            <w:r>
              <w:t>B</w:t>
            </w:r>
            <w:r>
              <w:t>区</w:t>
            </w:r>
            <w:bookmarkEnd w:id="24"/>
          </w:p>
        </w:tc>
      </w:tr>
      <w:tr w:rsidR="000631C6" w:rsidRPr="005816EB" w14:paraId="594EF900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4491488E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14995498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5" w:name="地上建筑面积"/>
            <w:r w:rsidRPr="005816EB">
              <w:rPr>
                <w:rFonts w:hint="eastAsia"/>
              </w:rPr>
              <w:t>1282</w:t>
            </w:r>
            <w:bookmarkEnd w:id="25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6" w:name="地下建筑面积"/>
            <w:r w:rsidRPr="005816EB">
              <w:rPr>
                <w:rFonts w:hint="eastAsia"/>
              </w:rPr>
              <w:t>0</w:t>
            </w:r>
            <w:bookmarkEnd w:id="26"/>
            <w:r w:rsidRPr="005816EB">
              <w:rPr>
                <w:rFonts w:hint="eastAsia"/>
              </w:rPr>
              <w:t>㎡</w:t>
            </w:r>
          </w:p>
        </w:tc>
      </w:tr>
      <w:tr w:rsidR="000631C6" w:rsidRPr="005816EB" w14:paraId="15C175AB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45B34E2A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0ACA80F2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7" w:name="地上建筑层数"/>
            <w:r w:rsidRPr="005816EB">
              <w:rPr>
                <w:rFonts w:hint="eastAsia"/>
              </w:rPr>
              <w:t>2</w:t>
            </w:r>
            <w:bookmarkEnd w:id="27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8" w:name="地下建筑层数"/>
            <w:r>
              <w:t>0</w:t>
            </w:r>
            <w:bookmarkEnd w:id="28"/>
          </w:p>
        </w:tc>
      </w:tr>
      <w:tr w:rsidR="000631C6" w:rsidRPr="005816EB" w14:paraId="33CB7BE4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39CBEBFA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5F289AE7" w14:textId="77777777" w:rsidR="000631C6" w:rsidRPr="005816EB" w:rsidRDefault="000631C6" w:rsidP="0054289E">
            <w:pPr>
              <w:spacing w:line="240" w:lineRule="atLeast"/>
            </w:pPr>
            <w:bookmarkStart w:id="29" w:name="地上建筑高度"/>
            <w:r w:rsidRPr="005816EB">
              <w:rPr>
                <w:rFonts w:hint="eastAsia"/>
              </w:rPr>
              <w:t>10.7</w:t>
            </w:r>
            <w:bookmarkEnd w:id="29"/>
            <w:r w:rsidRPr="005816EB">
              <w:rPr>
                <w:rFonts w:hint="eastAsia"/>
              </w:rPr>
              <w:t>m</w:t>
            </w:r>
          </w:p>
        </w:tc>
      </w:tr>
      <w:tr w:rsidR="000631C6" w:rsidRPr="005816EB" w14:paraId="24CFAD76" w14:textId="77777777" w:rsidTr="00800874">
        <w:trPr>
          <w:jc w:val="center"/>
        </w:trPr>
        <w:tc>
          <w:tcPr>
            <w:tcW w:w="2725" w:type="dxa"/>
            <w:shd w:val="clear" w:color="auto" w:fill="E6E6E6"/>
          </w:tcPr>
          <w:p w14:paraId="205CA9DB" w14:textId="77777777" w:rsidR="000631C6" w:rsidRPr="005816EB" w:rsidRDefault="000631C6" w:rsidP="0054289E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064" w:type="dxa"/>
            <w:gridSpan w:val="2"/>
            <w:shd w:val="clear" w:color="auto" w:fill="auto"/>
          </w:tcPr>
          <w:p w14:paraId="1DECE9BD" w14:textId="77777777" w:rsidR="000631C6" w:rsidRPr="005816EB" w:rsidRDefault="000631C6" w:rsidP="0054289E">
            <w:pPr>
              <w:spacing w:line="240" w:lineRule="atLeast"/>
            </w:pPr>
            <w:bookmarkStart w:id="30" w:name="结构类型"/>
            <w:bookmarkEnd w:id="30"/>
          </w:p>
        </w:tc>
      </w:tr>
      <w:bookmarkEnd w:id="19"/>
    </w:tbl>
    <w:p w14:paraId="4E3E4B61" w14:textId="77777777" w:rsidR="000631C6" w:rsidRDefault="000631C6">
      <w:pPr>
        <w:rPr>
          <w:b/>
          <w:sz w:val="24"/>
        </w:rPr>
      </w:pPr>
    </w:p>
    <w:p w14:paraId="46DE94F7" w14:textId="77777777" w:rsidR="00AC7E8F" w:rsidRDefault="00AC7E8F" w:rsidP="00AC7E8F">
      <w:pPr>
        <w:pStyle w:val="1"/>
        <w:spacing w:line="240" w:lineRule="atLeast"/>
      </w:pPr>
      <w:bookmarkStart w:id="31" w:name="_Toc316568036"/>
      <w:bookmarkStart w:id="32" w:name="_Toc480186061"/>
      <w:bookmarkStart w:id="33" w:name="_Toc480186123"/>
      <w:bookmarkStart w:id="34" w:name="_Toc480218445"/>
      <w:bookmarkStart w:id="35" w:name="TitleFormat"/>
      <w:bookmarkStart w:id="36" w:name="_Toc159667141"/>
      <w:r>
        <w:rPr>
          <w:rFonts w:hint="eastAsia"/>
        </w:rPr>
        <w:t>评价依据</w:t>
      </w:r>
      <w:bookmarkEnd w:id="31"/>
      <w:bookmarkEnd w:id="32"/>
      <w:bookmarkEnd w:id="33"/>
      <w:bookmarkEnd w:id="34"/>
      <w:bookmarkEnd w:id="36"/>
    </w:p>
    <w:bookmarkEnd w:id="35"/>
    <w:p w14:paraId="6405A191" w14:textId="77777777" w:rsidR="00707167" w:rsidRDefault="00707167" w:rsidP="00707167">
      <w:r>
        <w:rPr>
          <w:rFonts w:hint="eastAsia"/>
        </w:rPr>
        <w:t xml:space="preserve">1. </w:t>
      </w:r>
      <w:bookmarkStart w:id="37" w:name="标准名称"/>
      <w:r>
        <w:rPr>
          <w:rFonts w:hint="eastAsia"/>
        </w:rPr>
        <w:t>《建筑节能与可再生能源利用通用规范》</w:t>
      </w:r>
      <w:r>
        <w:rPr>
          <w:rFonts w:hint="eastAsia"/>
        </w:rPr>
        <w:t>GB55015-2021</w:t>
      </w:r>
      <w:bookmarkEnd w:id="37"/>
    </w:p>
    <w:p w14:paraId="47142FB6" w14:textId="77777777" w:rsidR="00707167" w:rsidRDefault="00707167" w:rsidP="00707167">
      <w:r>
        <w:rPr>
          <w:rFonts w:hint="eastAsia"/>
        </w:rPr>
        <w:t xml:space="preserve">2. </w:t>
      </w:r>
      <w:r w:rsidRPr="003449FB">
        <w:rPr>
          <w:rFonts w:hint="eastAsia"/>
        </w:rPr>
        <w:t>《</w:t>
      </w:r>
      <w:r>
        <w:rPr>
          <w:rFonts w:hint="eastAsia"/>
        </w:rPr>
        <w:t>建筑环境通用规范</w:t>
      </w:r>
      <w:r w:rsidRPr="003449FB">
        <w:rPr>
          <w:rFonts w:hint="eastAsia"/>
        </w:rPr>
        <w:t>》</w:t>
      </w:r>
      <w:r>
        <w:rPr>
          <w:rFonts w:hint="eastAsia"/>
        </w:rPr>
        <w:t>GB</w:t>
      </w:r>
      <w:r>
        <w:t xml:space="preserve"> 55016</w:t>
      </w:r>
    </w:p>
    <w:p w14:paraId="6C773281" w14:textId="77777777" w:rsidR="00707167" w:rsidRPr="00CC07EB" w:rsidRDefault="00707167" w:rsidP="00707167">
      <w:r>
        <w:rPr>
          <w:rFonts w:hint="eastAsia"/>
        </w:rPr>
        <w:t xml:space="preserve">3. </w:t>
      </w:r>
      <w:bookmarkStart w:id="38" w:name="地方绿建评价标准"/>
      <w:r w:rsidRPr="003449FB">
        <w:rPr>
          <w:rFonts w:hint="eastAsia"/>
        </w:rPr>
        <w:t>《绿色建筑评价标准》（京津冀）</w:t>
      </w:r>
      <w:r w:rsidRPr="003449FB">
        <w:rPr>
          <w:rFonts w:hint="eastAsia"/>
        </w:rPr>
        <w:t>DB11/T 825-2021</w:t>
      </w:r>
      <w:bookmarkEnd w:id="38"/>
    </w:p>
    <w:p w14:paraId="33D97374" w14:textId="77777777" w:rsidR="00707167" w:rsidRPr="00CC07EB" w:rsidRDefault="00707167" w:rsidP="00707167">
      <w:r>
        <w:rPr>
          <w:rFonts w:hint="eastAsia"/>
        </w:rPr>
        <w:t xml:space="preserve">4. </w:t>
      </w:r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</w:p>
    <w:p w14:paraId="382EF4E5" w14:textId="77777777" w:rsidR="00707167" w:rsidRPr="000730E7" w:rsidRDefault="00707167" w:rsidP="00707167">
      <w:r>
        <w:rPr>
          <w:rFonts w:hint="eastAsia"/>
        </w:rPr>
        <w:t xml:space="preserve">5.  </w:t>
      </w:r>
      <w:r w:rsidRPr="003449FB">
        <w:rPr>
          <w:rFonts w:hint="eastAsia"/>
        </w:rPr>
        <w:t>施工图</w:t>
      </w:r>
      <w:r>
        <w:rPr>
          <w:rFonts w:hint="eastAsia"/>
        </w:rPr>
        <w:t>、</w:t>
      </w:r>
      <w:r w:rsidRPr="003449FB">
        <w:rPr>
          <w:rFonts w:hint="eastAsia"/>
        </w:rPr>
        <w:t>设计说明、墙身大样图、节能计算书</w:t>
      </w:r>
    </w:p>
    <w:p w14:paraId="7C75C12A" w14:textId="77777777" w:rsidR="00D10A97" w:rsidRPr="00707167" w:rsidRDefault="00D10A97">
      <w:pPr>
        <w:pStyle w:val="ab"/>
        <w:spacing w:line="240" w:lineRule="atLeast"/>
        <w:ind w:left="420" w:firstLineChars="0" w:firstLine="0"/>
      </w:pPr>
    </w:p>
    <w:p w14:paraId="4C806F81" w14:textId="77777777" w:rsidR="00AC7E8F" w:rsidRDefault="00AC7E8F" w:rsidP="00AC7E8F">
      <w:pPr>
        <w:pStyle w:val="2"/>
        <w:spacing w:line="240" w:lineRule="atLeast"/>
        <w:rPr>
          <w:kern w:val="2"/>
        </w:rPr>
      </w:pPr>
      <w:bookmarkStart w:id="39" w:name="_Toc480186062"/>
      <w:bookmarkStart w:id="40" w:name="_Toc480186124"/>
      <w:bookmarkStart w:id="41" w:name="_Toc480218446"/>
      <w:bookmarkStart w:id="42" w:name="_Toc159667142"/>
      <w:r>
        <w:rPr>
          <w:rFonts w:hint="eastAsia"/>
          <w:kern w:val="2"/>
        </w:rPr>
        <w:t>评价目标</w:t>
      </w:r>
      <w:bookmarkEnd w:id="39"/>
      <w:bookmarkEnd w:id="40"/>
      <w:bookmarkEnd w:id="41"/>
      <w:bookmarkEnd w:id="42"/>
    </w:p>
    <w:p w14:paraId="76427C74" w14:textId="77777777" w:rsidR="00AC7E8F" w:rsidRPr="00F80BF0" w:rsidRDefault="00AC7E8F" w:rsidP="003E5ABA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76" w:lineRule="auto"/>
        <w:jc w:val="left"/>
      </w:pPr>
      <w:r w:rsidRPr="00F80BF0">
        <w:t>依据《</w:t>
      </w:r>
      <w:r w:rsidR="003E5ABA">
        <w:rPr>
          <w:rFonts w:hint="eastAsia"/>
        </w:rPr>
        <w:t>建筑环境通用规范</w:t>
      </w:r>
      <w:r w:rsidR="003E5ABA" w:rsidRPr="003449FB">
        <w:rPr>
          <w:rFonts w:hint="eastAsia"/>
        </w:rPr>
        <w:t>》</w:t>
      </w:r>
      <w:r w:rsidR="003E5ABA">
        <w:rPr>
          <w:rFonts w:hint="eastAsia"/>
        </w:rPr>
        <w:t>GB</w:t>
      </w:r>
      <w:r w:rsidR="003E5ABA">
        <w:t xml:space="preserve"> 55016</w:t>
      </w:r>
      <w:r w:rsidRPr="00F80BF0">
        <w:rPr>
          <w:rFonts w:hint="eastAsia"/>
        </w:rPr>
        <w:t>和</w:t>
      </w:r>
      <w:bookmarkStart w:id="43" w:name="地方绿建评价标准：1"/>
      <w:r w:rsidRPr="00F80BF0">
        <w:rPr>
          <w:rFonts w:hint="eastAsia"/>
        </w:rPr>
        <w:t>《绿色建筑评价标准》（京津冀）</w:t>
      </w:r>
      <w:r w:rsidRPr="00F80BF0">
        <w:rPr>
          <w:rFonts w:hint="eastAsia"/>
        </w:rPr>
        <w:t>DB11/T 825-2021</w:t>
      </w:r>
      <w:bookmarkEnd w:id="43"/>
      <w:r w:rsidRPr="00F80BF0">
        <w:rPr>
          <w:rFonts w:hint="eastAsia"/>
        </w:rPr>
        <w:t>的要求和规定，</w:t>
      </w:r>
      <w:r w:rsidR="003E5ABA">
        <w:rPr>
          <w:rFonts w:hint="eastAsia"/>
        </w:rPr>
        <w:t>供</w:t>
      </w:r>
      <w:r w:rsidR="00046531" w:rsidRPr="00F80BF0">
        <w:rPr>
          <w:rFonts w:hint="eastAsia"/>
        </w:rPr>
        <w:t>暖</w:t>
      </w:r>
      <w:r w:rsidR="00046531" w:rsidRPr="00F80BF0">
        <w:t>期间，</w:t>
      </w:r>
      <w:r w:rsidR="00046531" w:rsidRPr="00F80BF0">
        <w:rPr>
          <w:rFonts w:hint="eastAsia"/>
        </w:rPr>
        <w:t>围护结构</w:t>
      </w:r>
      <w:r w:rsidR="00046531" w:rsidRPr="00F80BF0">
        <w:t>中保温材料因内部冷凝受潮而增加的重量</w:t>
      </w:r>
      <w:r w:rsidR="00046531" w:rsidRPr="00F80BF0">
        <w:rPr>
          <w:rFonts w:hint="eastAsia"/>
        </w:rPr>
        <w:t>湿度</w:t>
      </w:r>
      <w:r w:rsidR="00D10A97">
        <w:rPr>
          <w:rFonts w:hint="eastAsia"/>
        </w:rPr>
        <w:t>允许增量，应符合要求</w:t>
      </w:r>
      <w:r w:rsidRPr="00F80BF0">
        <w:rPr>
          <w:rFonts w:hint="eastAsia"/>
        </w:rPr>
        <w:t>。</w:t>
      </w:r>
    </w:p>
    <w:p w14:paraId="6FAD711D" w14:textId="77777777" w:rsidR="00A63FAA" w:rsidRDefault="00AC7E8F" w:rsidP="003E5ABA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76" w:lineRule="auto"/>
        <w:jc w:val="left"/>
      </w:pPr>
      <w:r w:rsidRPr="00F80BF0">
        <w:rPr>
          <w:rFonts w:hint="eastAsia"/>
        </w:rPr>
        <w:t>通过</w:t>
      </w:r>
      <w:r w:rsidR="0084571F" w:rsidRPr="00F80BF0">
        <w:rPr>
          <w:rFonts w:hint="eastAsia"/>
        </w:rPr>
        <w:t>计算采暖期间围护结构</w:t>
      </w:r>
      <w:r w:rsidR="00D1757D">
        <w:rPr>
          <w:rFonts w:hint="eastAsia"/>
        </w:rPr>
        <w:t>中</w:t>
      </w:r>
      <w:r w:rsidR="00D1757D">
        <w:t>保温材料因内部冷凝受潮而增加的湿度</w:t>
      </w:r>
      <w:r w:rsidRPr="00F80BF0">
        <w:t>，判断是否</w:t>
      </w:r>
      <w:r w:rsidRPr="00F80BF0">
        <w:rPr>
          <w:rFonts w:hint="eastAsia"/>
        </w:rPr>
        <w:t>不大于</w:t>
      </w:r>
      <w:r w:rsidRPr="00F80BF0">
        <w:t>《</w:t>
      </w:r>
      <w:r w:rsidR="003E5ABA">
        <w:rPr>
          <w:rFonts w:hint="eastAsia"/>
        </w:rPr>
        <w:t>建筑环境通用规范</w:t>
      </w:r>
      <w:r w:rsidR="003E5ABA" w:rsidRPr="003449FB">
        <w:rPr>
          <w:rFonts w:hint="eastAsia"/>
        </w:rPr>
        <w:t>》</w:t>
      </w:r>
      <w:r w:rsidR="003E5ABA">
        <w:rPr>
          <w:rFonts w:hint="eastAsia"/>
        </w:rPr>
        <w:t>GB</w:t>
      </w:r>
      <w:r w:rsidR="003E5ABA">
        <w:t xml:space="preserve"> 55016</w:t>
      </w:r>
      <w:r w:rsidR="0084571F">
        <w:rPr>
          <w:rFonts w:hint="eastAsia"/>
        </w:rPr>
        <w:t>规定</w:t>
      </w:r>
      <w:r w:rsidR="0084571F">
        <w:t>的</w:t>
      </w:r>
      <w:r w:rsidR="003E5ABA">
        <w:rPr>
          <w:rFonts w:hint="eastAsia"/>
        </w:rPr>
        <w:t>供</w:t>
      </w:r>
      <w:r w:rsidR="0084571F" w:rsidRPr="00F80BF0">
        <w:rPr>
          <w:rFonts w:hint="eastAsia"/>
        </w:rPr>
        <w:t>暖期间保温材料重量湿度的允许增量</w:t>
      </w:r>
      <w:r w:rsidRPr="00F80BF0">
        <w:rPr>
          <w:rFonts w:hint="eastAsia"/>
        </w:rPr>
        <w:t>。</w:t>
      </w:r>
    </w:p>
    <w:p w14:paraId="6BD952DA" w14:textId="77777777" w:rsidR="00A63FAA" w:rsidRPr="00481875" w:rsidRDefault="00A63FAA" w:rsidP="00A63FAA">
      <w:pPr>
        <w:pStyle w:val="2"/>
        <w:spacing w:line="240" w:lineRule="atLeast"/>
        <w:rPr>
          <w:kern w:val="2"/>
        </w:rPr>
      </w:pPr>
      <w:bookmarkStart w:id="44" w:name="_Toc479931706"/>
      <w:bookmarkStart w:id="45" w:name="_Toc480186063"/>
      <w:bookmarkStart w:id="46" w:name="_Toc480186125"/>
      <w:bookmarkStart w:id="47" w:name="_Toc480218447"/>
      <w:bookmarkStart w:id="48" w:name="_Toc159667143"/>
      <w:r>
        <w:rPr>
          <w:rFonts w:hint="eastAsia"/>
          <w:kern w:val="2"/>
        </w:rPr>
        <w:t>评价方法</w:t>
      </w:r>
      <w:bookmarkEnd w:id="44"/>
      <w:bookmarkEnd w:id="45"/>
      <w:bookmarkEnd w:id="46"/>
      <w:bookmarkEnd w:id="47"/>
      <w:bookmarkEnd w:id="48"/>
    </w:p>
    <w:p w14:paraId="0B4C7600" w14:textId="77777777" w:rsidR="0030652E" w:rsidRDefault="000B0926">
      <w:pPr>
        <w:pStyle w:val="ab"/>
      </w:pPr>
      <w:r>
        <w:rPr>
          <w:rFonts w:hint="eastAsia"/>
        </w:rPr>
        <w:t>根据</w:t>
      </w:r>
      <w:r w:rsidR="00124491">
        <w:rPr>
          <w:rFonts w:hint="eastAsia"/>
        </w:rPr>
        <w:t>《</w:t>
      </w:r>
      <w:r w:rsidR="003E5ABA">
        <w:rPr>
          <w:rFonts w:hint="eastAsia"/>
        </w:rPr>
        <w:t>建筑环境通用规范</w:t>
      </w:r>
      <w:r w:rsidR="003E5ABA" w:rsidRPr="003449FB">
        <w:rPr>
          <w:rFonts w:hint="eastAsia"/>
        </w:rPr>
        <w:t>》</w:t>
      </w:r>
      <w:r w:rsidR="003E5ABA">
        <w:rPr>
          <w:rFonts w:hint="eastAsia"/>
        </w:rPr>
        <w:t>GB</w:t>
      </w:r>
      <w:r w:rsidR="003E5ABA">
        <w:t xml:space="preserve"> 55016</w:t>
      </w:r>
      <w:r w:rsidR="00376607">
        <w:rPr>
          <w:rFonts w:hint="eastAsia"/>
        </w:rPr>
        <w:t>第</w:t>
      </w:r>
      <w:r w:rsidR="003E5ABA">
        <w:t>4</w:t>
      </w:r>
      <w:r w:rsidRPr="00F80BF0">
        <w:t>.</w:t>
      </w:r>
      <w:r w:rsidR="003E5ABA">
        <w:t>4</w:t>
      </w:r>
      <w:r w:rsidRPr="00F80BF0">
        <w:t>.</w:t>
      </w:r>
      <w:r w:rsidR="003E5ABA">
        <w:t>3</w:t>
      </w:r>
      <w:r w:rsidR="00376607" w:rsidRPr="00F80BF0">
        <w:rPr>
          <w:rFonts w:hint="eastAsia"/>
        </w:rPr>
        <w:t>条</w:t>
      </w:r>
      <w:r w:rsidR="00F80BF0" w:rsidRPr="00F80BF0">
        <w:rPr>
          <w:rFonts w:hint="eastAsia"/>
        </w:rPr>
        <w:t>，</w:t>
      </w:r>
      <w:r w:rsidR="00F80BF0" w:rsidRPr="00F80BF0">
        <w:t>,</w:t>
      </w:r>
      <w:r w:rsidR="00F80BF0" w:rsidRPr="00F80BF0">
        <w:rPr>
          <w:rFonts w:hint="eastAsia"/>
        </w:rPr>
        <w:t>当围护结构内部可能发生冷凝时</w:t>
      </w:r>
      <w:r w:rsidR="00376607" w:rsidRPr="00F80BF0">
        <w:rPr>
          <w:rFonts w:hint="eastAsia"/>
        </w:rPr>
        <w:t>，</w:t>
      </w:r>
      <w:r w:rsidR="007D442D" w:rsidRPr="00F80BF0">
        <w:rPr>
          <w:rFonts w:hint="eastAsia"/>
        </w:rPr>
        <w:t>冷凝计算界面内侧所需的蒸汽渗透阻应按式</w:t>
      </w:r>
      <w:r w:rsidR="00D1757D">
        <w:rPr>
          <w:rFonts w:hint="eastAsia"/>
        </w:rPr>
        <w:t>（</w:t>
      </w:r>
      <w:r w:rsidR="00D1757D">
        <w:rPr>
          <w:rFonts w:hint="eastAsia"/>
        </w:rPr>
        <w:t>3.2-1</w:t>
      </w:r>
      <w:r w:rsidR="00D1757D">
        <w:rPr>
          <w:rFonts w:hint="eastAsia"/>
        </w:rPr>
        <w:t>）</w:t>
      </w:r>
      <w:r w:rsidR="007D442D" w:rsidRPr="00F80BF0">
        <w:rPr>
          <w:rFonts w:hint="eastAsia"/>
        </w:rPr>
        <w:t>计算</w:t>
      </w:r>
      <w:r w:rsidR="0030652E">
        <w:rPr>
          <w:rFonts w:hint="eastAsia"/>
        </w:rPr>
        <w:t>：</w:t>
      </w:r>
    </w:p>
    <w:p w14:paraId="0F579AC5" w14:textId="77777777" w:rsidR="00843DEA" w:rsidRDefault="00072606">
      <w:pPr>
        <w:wordWrap w:val="0"/>
        <w:jc w:val="right"/>
      </w:pPr>
      <w:r w:rsidRPr="00072606">
        <w:rPr>
          <w:position w:val="-54"/>
        </w:rPr>
        <w:object w:dxaOrig="2820" w:dyaOrig="920" w14:anchorId="2777B4C4">
          <v:shape id="_x0000_i1025" type="#_x0000_t75" style="width:141pt;height:46pt" o:ole="">
            <v:imagedata r:id="rId13" o:title=""/>
          </v:shape>
          <o:OLEObject Type="Embed" ProgID="Equation.DSMT4" ShapeID="_x0000_i1025" DrawAspect="Content" ObjectID="_1770279939" r:id="rId14"/>
        </w:object>
      </w:r>
      <w:r w:rsidR="00F80BF0">
        <w:t xml:space="preserve">  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3.2-1</w:t>
      </w:r>
      <w:r w:rsidR="00F80BF0">
        <w:rPr>
          <w:rFonts w:hint="eastAsia"/>
        </w:rPr>
        <w:t>）</w:t>
      </w:r>
      <w:r>
        <w:rPr>
          <w:rFonts w:hint="eastAsia"/>
        </w:rPr>
        <w:t xml:space="preserve"> </w:t>
      </w:r>
    </w:p>
    <w:p w14:paraId="2ED936F5" w14:textId="77777777" w:rsidR="00640D3D" w:rsidRDefault="00F80BF0" w:rsidP="00640D3D">
      <w:r>
        <w:rPr>
          <w:rFonts w:hint="eastAsia"/>
        </w:rPr>
        <w:t>则推导</w:t>
      </w:r>
      <w:r w:rsidR="00640D3D">
        <w:rPr>
          <w:rFonts w:hint="eastAsia"/>
        </w:rPr>
        <w:t>：</w:t>
      </w:r>
    </w:p>
    <w:p w14:paraId="5E1E221B" w14:textId="77777777" w:rsidR="0030652E" w:rsidRDefault="00843DEA">
      <w:pPr>
        <w:wordWrap w:val="0"/>
        <w:jc w:val="right"/>
      </w:pPr>
      <w:r w:rsidRPr="00843DEA">
        <w:rPr>
          <w:position w:val="-28"/>
        </w:rPr>
        <w:object w:dxaOrig="3260" w:dyaOrig="999" w14:anchorId="365E79D4">
          <v:shape id="_x0000_i1026" type="#_x0000_t75" style="width:162.5pt;height:50pt" o:ole="">
            <v:imagedata r:id="rId15" o:title=""/>
          </v:shape>
          <o:OLEObject Type="Embed" ProgID="Equation.DSMT4" ShapeID="_x0000_i1026" DrawAspect="Content" ObjectID="_1770279940" r:id="rId16"/>
        </w:object>
      </w:r>
      <w:r w:rsidR="00F80BF0">
        <w:t xml:space="preserve">                        </w:t>
      </w:r>
      <w:r w:rsidR="00F80BF0">
        <w:rPr>
          <w:rFonts w:hint="eastAsia"/>
        </w:rPr>
        <w:t>（</w:t>
      </w:r>
      <w:r w:rsidR="00F80BF0">
        <w:rPr>
          <w:rFonts w:hint="eastAsia"/>
        </w:rPr>
        <w:t>3.2-2</w:t>
      </w:r>
      <w:r w:rsidR="00F80BF0">
        <w:rPr>
          <w:rFonts w:hint="eastAsia"/>
        </w:rPr>
        <w:t>）</w:t>
      </w:r>
    </w:p>
    <w:p w14:paraId="450F3C20" w14:textId="77777777" w:rsidR="00240EC2" w:rsidRDefault="0030652E" w:rsidP="007A7477">
      <w:r>
        <w:rPr>
          <w:rFonts w:hint="eastAsia"/>
        </w:rPr>
        <w:t>式中</w:t>
      </w:r>
      <w:r w:rsidR="007A7477">
        <w:rPr>
          <w:rFonts w:hint="eastAsia"/>
        </w:rPr>
        <w:t>：</w:t>
      </w:r>
    </w:p>
    <w:p w14:paraId="74827B0D" w14:textId="77777777" w:rsidR="00AA656C" w:rsidRDefault="00AA656C" w:rsidP="00AA656C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10"/>
        </w:rPr>
        <w:object w:dxaOrig="499" w:dyaOrig="320" w14:anchorId="61747D73">
          <v:shape id="_x0000_i1027" type="#_x0000_t75" style="width:25pt;height:16.5pt" o:ole="">
            <v:imagedata r:id="rId17" o:title=""/>
          </v:shape>
          <o:OLEObject Type="Embed" ProgID="Equation.DSMT4" ShapeID="_x0000_i1027" DrawAspect="Content" ObjectID="_1770279941" r:id="rId18"/>
        </w:object>
      </w:r>
      <w:r>
        <w:t xml:space="preserve"> 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采暖期间保温材料重量湿度的允许增量限值</w:t>
      </w:r>
      <w:r w:rsidR="00495EFD">
        <w:rPr>
          <w:rFonts w:ascii="宋体" w:cs="宋体" w:hint="eastAsia"/>
          <w:kern w:val="0"/>
          <w:szCs w:val="21"/>
        </w:rPr>
        <w:t>(%)</w:t>
      </w:r>
      <w:r>
        <w:rPr>
          <w:rFonts w:ascii="宋体" w:cs="宋体" w:hint="eastAsia"/>
          <w:kern w:val="0"/>
          <w:szCs w:val="21"/>
        </w:rPr>
        <w:t>；</w:t>
      </w:r>
    </w:p>
    <w:p w14:paraId="4CB7A359" w14:textId="77777777"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 w14:anchorId="4CFD90E6">
          <v:shape id="_x0000_i1028" type="#_x0000_t75" style="width:20.5pt;height:13.5pt" o:ole="">
            <v:imagedata r:id="rId19" o:title=""/>
          </v:shape>
          <o:OLEObject Type="Embed" ProgID="Equation.DSMT4" ShapeID="_x0000_i1028" DrawAspect="Content" ObjectID="_1770279942" r:id="rId20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冷凝计算界面内侧</w:t>
      </w:r>
      <w:r w:rsidR="00AA656C">
        <w:rPr>
          <w:rFonts w:ascii="宋体" w:cs="宋体" w:hint="eastAsia"/>
          <w:kern w:val="0"/>
          <w:szCs w:val="21"/>
        </w:rPr>
        <w:t>实际的</w:t>
      </w:r>
      <w:r w:rsidR="00240EC2">
        <w:rPr>
          <w:rFonts w:ascii="宋体" w:cs="宋体" w:hint="eastAsia"/>
          <w:kern w:val="0"/>
          <w:szCs w:val="21"/>
        </w:rPr>
        <w:t>蒸汽渗透阻</w:t>
      </w:r>
      <w:r w:rsidR="00EF3F30">
        <w:rPr>
          <w:rFonts w:ascii="宋体" w:cs="宋体" w:hint="eastAsia"/>
          <w:kern w:val="0"/>
          <w:szCs w:val="21"/>
        </w:rPr>
        <w:t>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36ACA584">
          <v:shape id="_x0000_i1029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C30B16">
        <w:rPr>
          <w:position w:val="-8"/>
        </w:rPr>
        <w:pict w14:anchorId="18568A41">
          <v:shape id="_x0000_i1145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06D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8306DA&quot; wsp:rsidP=&quot;008306DA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4B029629">
          <v:shape id="_x0000_i1031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C30B16">
        <w:rPr>
          <w:position w:val="-8"/>
        </w:rPr>
        <w:pict w14:anchorId="3D4785BA">
          <v:shape id="_x0000_i1146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268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A6268&quot; wsp:rsidP=&quot;004A626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EF3F30">
        <w:rPr>
          <w:rFonts w:ascii="宋体" w:cs="宋体" w:hint="eastAsia"/>
          <w:kern w:val="0"/>
          <w:szCs w:val="21"/>
        </w:rPr>
        <w:t>Pa/g)</w:t>
      </w:r>
      <w:r w:rsidR="00D008BF">
        <w:rPr>
          <w:rFonts w:ascii="宋体" w:cs="宋体" w:hint="eastAsia"/>
          <w:kern w:val="0"/>
          <w:szCs w:val="21"/>
        </w:rPr>
        <w:t>；</w:t>
      </w:r>
    </w:p>
    <w:p w14:paraId="3C027076" w14:textId="77777777"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40" w:dyaOrig="279" w14:anchorId="7BE1FA72">
          <v:shape id="_x0000_i1033" type="#_x0000_t75" style="width:22pt;height:13.5pt" o:ole="">
            <v:imagedata r:id="rId23" o:title=""/>
          </v:shape>
          <o:OLEObject Type="Embed" ProgID="Equation.DSMT4" ShapeID="_x0000_i1033" DrawAspect="Content" ObjectID="_1770279943" r:id="rId24"/>
        </w:object>
      </w:r>
      <w:r>
        <w:t xml:space="preserve"> </w: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冷凝计算界面至围护结构外表面之间的蒸汽渗</w:t>
      </w:r>
      <w:r w:rsidR="00777E12">
        <w:rPr>
          <w:rFonts w:ascii="宋体" w:cs="宋体" w:hint="eastAsia"/>
          <w:kern w:val="0"/>
          <w:szCs w:val="21"/>
        </w:rPr>
        <w:t>透阻(</w:t>
      </w:r>
      <w:r w:rsidR="00B63B08">
        <w:rPr>
          <w:rFonts w:ascii="宋体" w:cs="宋体" w:hint="eastAsia"/>
          <w:kern w:val="0"/>
          <w:szCs w:val="21"/>
        </w:rPr>
        <w:t>㎡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2751EB5D">
          <v:shape id="_x0000_i1034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C30B16">
        <w:rPr>
          <w:position w:val="-8"/>
        </w:rPr>
        <w:pict w14:anchorId="0CBF23AF">
          <v:shape id="_x0000_i1147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17D58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E17D58&quot; wsp:rsidP=&quot;00E17D58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h</w:t>
      </w:r>
      <w:r w:rsidR="0060196C" w:rsidRPr="0060196C">
        <w:rPr>
          <w:rFonts w:ascii="宋体" w:cs="宋体"/>
          <w:kern w:val="0"/>
          <w:szCs w:val="21"/>
        </w:rPr>
        <w:fldChar w:fldCharType="begin"/>
      </w:r>
      <w:r w:rsidR="0060196C" w:rsidRPr="0060196C">
        <w:rPr>
          <w:rFonts w:ascii="宋体" w:cs="宋体"/>
          <w:kern w:val="0"/>
          <w:szCs w:val="21"/>
        </w:rPr>
        <w:instrText xml:space="preserve"> QUOTE </w:instrText>
      </w:r>
      <w:r w:rsidR="00000000">
        <w:rPr>
          <w:position w:val="-8"/>
        </w:rPr>
        <w:pict w14:anchorId="1BC89C56">
          <v:shape id="_x0000_i1036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instrText xml:space="preserve"> </w:instrText>
      </w:r>
      <w:r w:rsidR="0060196C" w:rsidRPr="0060196C">
        <w:rPr>
          <w:rFonts w:ascii="宋体" w:cs="宋体"/>
          <w:kern w:val="0"/>
          <w:szCs w:val="21"/>
        </w:rPr>
        <w:fldChar w:fldCharType="separate"/>
      </w:r>
      <w:r w:rsidR="00C30B16">
        <w:rPr>
          <w:position w:val="-8"/>
        </w:rPr>
        <w:pict w14:anchorId="7A2245B6">
          <v:shape id="_x0000_i1148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D4CC3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9D4CC3&quot; wsp:rsidP=&quot;009D4CC3&quot;&gt;&lt;m:oMathPara&gt;&lt;m:oMath&gt;&lt;m:r&gt;&lt;aml:annotation aml:id=&quot;0&quot; w:type=&quot;Word.Insertion&quot; aml:author=&quot;Administrator&quot; aml:createdate=&quot;2017-04-17T09:30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="0060196C" w:rsidRPr="0060196C">
        <w:rPr>
          <w:rFonts w:ascii="宋体" w:cs="宋体"/>
          <w:kern w:val="0"/>
          <w:szCs w:val="21"/>
        </w:rPr>
        <w:fldChar w:fldCharType="end"/>
      </w:r>
      <w:r w:rsidR="00777E12">
        <w:rPr>
          <w:rFonts w:ascii="宋体" w:cs="宋体" w:hint="eastAsia"/>
          <w:kern w:val="0"/>
          <w:szCs w:val="21"/>
        </w:rPr>
        <w:t>Pa/g)；</w:t>
      </w:r>
    </w:p>
    <w:p w14:paraId="44A1449F" w14:textId="77777777" w:rsidR="00240EC2" w:rsidRDefault="00730C7D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279" w:dyaOrig="279" w14:anchorId="0FD95959">
          <v:shape id="_x0000_i1038" type="#_x0000_t75" style="width:13.5pt;height:13.5pt" o:ole="">
            <v:imagedata r:id="rId25" o:title=""/>
          </v:shape>
          <o:OLEObject Type="Embed" ProgID="Equation.DSMT4" ShapeID="_x0000_i1038" DrawAspect="Content" ObjectID="_1770279944" r:id="rId26"/>
        </w:object>
      </w:r>
      <w:r>
        <w:t xml:space="preserve"> </w:t>
      </w:r>
      <w:r w:rsidR="00B35129">
        <w:rPr>
          <w:rFonts w:hint="eastAsia"/>
        </w:rPr>
        <w:t>—</w:t>
      </w:r>
      <w:r w:rsidR="00777E12">
        <w:rPr>
          <w:rFonts w:ascii="宋体" w:cs="宋体" w:hint="eastAsia"/>
          <w:kern w:val="0"/>
          <w:szCs w:val="21"/>
        </w:rPr>
        <w:t>室内空气水蒸气分压力(Pa)，根据室内计算温度和相对湿度确定</w:t>
      </w:r>
      <w:r w:rsidR="000A2E66">
        <w:rPr>
          <w:rFonts w:ascii="宋体" w:cs="宋体" w:hint="eastAsia"/>
          <w:kern w:val="0"/>
          <w:szCs w:val="21"/>
        </w:rPr>
        <w:t>；</w:t>
      </w:r>
    </w:p>
    <w:p w14:paraId="79D254DC" w14:textId="77777777" w:rsidR="00240EC2" w:rsidRDefault="00730C7D" w:rsidP="00C026F3">
      <w:pPr>
        <w:autoSpaceDE w:val="0"/>
        <w:autoSpaceDN w:val="0"/>
        <w:adjustRightInd w:val="0"/>
        <w:ind w:leftChars="400" w:left="1470" w:hangingChars="300" w:hanging="63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300" w:dyaOrig="279" w14:anchorId="2045531F">
          <v:shape id="_x0000_i1039" type="#_x0000_t75" style="width:15pt;height:13.5pt" o:ole="">
            <v:imagedata r:id="rId27" o:title=""/>
          </v:shape>
          <o:OLEObject Type="Embed" ProgID="Equation.DSMT4" ShapeID="_x0000_i1039" DrawAspect="Content" ObjectID="_1770279945" r:id="rId28"/>
        </w:object>
      </w:r>
      <w:r>
        <w:t xml:space="preserve"> </w:t>
      </w:r>
      <w:r w:rsidR="00B35129">
        <w:rPr>
          <w:rFonts w:hint="eastAsia"/>
        </w:rPr>
        <w:t>—</w:t>
      </w:r>
      <w:r w:rsidR="00EE1B15">
        <w:rPr>
          <w:rFonts w:ascii="宋体" w:cs="宋体" w:hint="eastAsia"/>
          <w:kern w:val="0"/>
          <w:szCs w:val="21"/>
        </w:rPr>
        <w:t>室外空气水蒸气分压力(Pa)，根据本规范附录三附表</w:t>
      </w:r>
      <w:r w:rsidR="005734B3">
        <w:rPr>
          <w:rFonts w:ascii="宋体" w:cs="宋体" w:hint="eastAsia"/>
          <w:kern w:val="0"/>
          <w:szCs w:val="21"/>
        </w:rPr>
        <w:t>3.1</w:t>
      </w:r>
      <w:r w:rsidR="00EE1B15">
        <w:rPr>
          <w:rFonts w:ascii="宋体" w:cs="宋体" w:hint="eastAsia"/>
          <w:kern w:val="0"/>
          <w:szCs w:val="21"/>
        </w:rPr>
        <w:t>查得的采暖期室外平均温度和平均</w:t>
      </w:r>
      <w:r w:rsidR="005734B3">
        <w:rPr>
          <w:rFonts w:ascii="宋体" w:cs="宋体" w:hint="eastAsia"/>
          <w:kern w:val="0"/>
          <w:szCs w:val="21"/>
        </w:rPr>
        <w:t>相对温度确定；</w:t>
      </w:r>
    </w:p>
    <w:p w14:paraId="150E789B" w14:textId="77777777"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730C7D">
        <w:rPr>
          <w:position w:val="-6"/>
        </w:rPr>
        <w:object w:dxaOrig="400" w:dyaOrig="279" w14:anchorId="1E92910C">
          <v:shape id="_x0000_i1040" type="#_x0000_t75" style="width:20.5pt;height:13.5pt" o:ole="">
            <v:imagedata r:id="rId29" o:title=""/>
          </v:shape>
          <o:OLEObject Type="Embed" ProgID="Equation.DSMT4" ShapeID="_x0000_i1040" DrawAspect="Content" ObjectID="_1770279946" r:id="rId30"/>
        </w:objec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冷凝计算界面处与界面温度</w:t>
      </w:r>
      <w:r w:rsidRPr="00935543">
        <w:rPr>
          <w:rFonts w:ascii="宋体" w:cs="宋体"/>
          <w:kern w:val="0"/>
          <w:position w:val="-6"/>
          <w:szCs w:val="21"/>
        </w:rPr>
        <w:object w:dxaOrig="279" w:dyaOrig="279" w14:anchorId="77D34974">
          <v:shape id="_x0000_i1041" type="#_x0000_t75" style="width:13.5pt;height:13.5pt" o:ole="">
            <v:imagedata r:id="rId31" o:title=""/>
          </v:shape>
          <o:OLEObject Type="Embed" ProgID="Equation.DSMT4" ShapeID="_x0000_i1041" DrawAspect="Content" ObjectID="_1770279947" r:id="rId32"/>
        </w:object>
      </w:r>
      <w:r>
        <w:rPr>
          <w:rFonts w:ascii="宋体" w:cs="宋体"/>
          <w:kern w:val="0"/>
          <w:szCs w:val="21"/>
        </w:rPr>
        <w:t xml:space="preserve"> </w:t>
      </w:r>
      <w:r>
        <w:rPr>
          <w:rFonts w:ascii="宋体" w:cs="宋体" w:hint="eastAsia"/>
          <w:kern w:val="0"/>
          <w:szCs w:val="21"/>
        </w:rPr>
        <w:t>对应的饱和水蒸气分压力(Pa)；</w:t>
      </w:r>
    </w:p>
    <w:p w14:paraId="67358F60" w14:textId="77777777" w:rsidR="0027727F" w:rsidRDefault="0027727F" w:rsidP="0027727F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>
        <w:rPr>
          <w:rFonts w:hint="eastAsia"/>
        </w:rPr>
        <w:t>Z</w:t>
      </w:r>
      <w:r>
        <w:rPr>
          <w:rFonts w:hint="eastAsia"/>
        </w:rPr>
        <w:t>—</w:t>
      </w:r>
      <w:r>
        <w:rPr>
          <w:rFonts w:ascii="宋体" w:cs="宋体" w:hint="eastAsia"/>
          <w:kern w:val="0"/>
          <w:szCs w:val="21"/>
        </w:rPr>
        <w:t>采暖期天数，应符合本规范附录三附表3.1的规定；</w:t>
      </w:r>
    </w:p>
    <w:p w14:paraId="0CCA3124" w14:textId="77777777" w:rsidR="00240EC2" w:rsidRDefault="00A351F6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A351F6">
        <w:rPr>
          <w:position w:val="-10"/>
        </w:rPr>
        <w:object w:dxaOrig="300" w:dyaOrig="260" w14:anchorId="7FB5EE02">
          <v:shape id="_x0000_i1042" type="#_x0000_t75" style="width:15pt;height:13.5pt" o:ole="">
            <v:imagedata r:id="rId33" o:title=""/>
          </v:shape>
          <o:OLEObject Type="Embed" ProgID="Equation.DSMT4" ShapeID="_x0000_i1042" DrawAspect="Content" ObjectID="_1770279948" r:id="rId34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保温材料的干密度</w:t>
      </w:r>
      <w:r w:rsidR="003344E6">
        <w:rPr>
          <w:rFonts w:ascii="宋体" w:cs="宋体" w:hint="eastAsia"/>
          <w:kern w:val="0"/>
          <w:szCs w:val="21"/>
        </w:rPr>
        <w:t>(kg/m</w:t>
      </w:r>
      <w:r w:rsidR="003344E6" w:rsidRPr="001814D3">
        <w:rPr>
          <w:rFonts w:ascii="宋体" w:cs="宋体"/>
          <w:kern w:val="0"/>
          <w:szCs w:val="21"/>
          <w:vertAlign w:val="superscript"/>
        </w:rPr>
        <w:t>3</w:t>
      </w:r>
      <w:r w:rsidR="003344E6">
        <w:rPr>
          <w:rFonts w:ascii="宋体" w:cs="宋体" w:hint="eastAsia"/>
          <w:kern w:val="0"/>
          <w:szCs w:val="21"/>
        </w:rPr>
        <w:t>)；</w:t>
      </w:r>
    </w:p>
    <w:p w14:paraId="43CBEEB2" w14:textId="77777777" w:rsidR="00240EC2" w:rsidRDefault="00841D90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  <w:r w:rsidRPr="00841D90">
        <w:rPr>
          <w:position w:val="-6"/>
        </w:rPr>
        <w:object w:dxaOrig="260" w:dyaOrig="279" w14:anchorId="0178C122">
          <v:shape id="_x0000_i1043" type="#_x0000_t75" style="width:13.5pt;height:13.5pt" o:ole="">
            <v:imagedata r:id="rId35" o:title=""/>
          </v:shape>
          <o:OLEObject Type="Embed" ProgID="Equation.DSMT4" ShapeID="_x0000_i1043" DrawAspect="Content" ObjectID="_1770279949" r:id="rId36"/>
        </w:object>
      </w:r>
      <w:r w:rsidR="00B35129">
        <w:rPr>
          <w:rFonts w:hint="eastAsia"/>
        </w:rPr>
        <w:t>—</w:t>
      </w:r>
      <w:r w:rsidR="00240EC2">
        <w:rPr>
          <w:rFonts w:ascii="宋体" w:cs="宋体" w:hint="eastAsia"/>
          <w:kern w:val="0"/>
          <w:szCs w:val="21"/>
        </w:rPr>
        <w:t>保温材料厚度</w:t>
      </w:r>
      <w:r w:rsidR="003344E6">
        <w:rPr>
          <w:rFonts w:ascii="宋体" w:cs="宋体" w:hint="eastAsia"/>
          <w:kern w:val="0"/>
          <w:szCs w:val="21"/>
        </w:rPr>
        <w:t>(m)；</w:t>
      </w:r>
    </w:p>
    <w:p w14:paraId="0190FA7C" w14:textId="77777777" w:rsid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14:paraId="31E61607" w14:textId="77777777" w:rsidR="00D60B8C" w:rsidRDefault="00D60B8C" w:rsidP="00D60B8C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冷凝计算界面温度可按下式计算：</w:t>
      </w:r>
    </w:p>
    <w:p w14:paraId="62E7E01C" w14:textId="77777777" w:rsidR="00D60B8C" w:rsidRDefault="00D60B8C" w:rsidP="00D60B8C">
      <w:pPr>
        <w:jc w:val="center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360" w:dyaOrig="680" w14:anchorId="1095F951">
          <v:shape id="_x0000_i1044" type="#_x0000_t75" style="width:118pt;height:34pt" o:ole="">
            <v:imagedata r:id="rId37" o:title=""/>
          </v:shape>
          <o:OLEObject Type="Embed" ProgID="Equation.3" ShapeID="_x0000_i1044" DrawAspect="Content" ObjectID="_1770279950" r:id="rId38"/>
        </w:object>
      </w:r>
    </w:p>
    <w:p w14:paraId="748D8825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 w:hint="eastAsia"/>
          <w:szCs w:val="22"/>
        </w:rPr>
        <w:t>式中：</w:t>
      </w:r>
      <w:r>
        <w:rPr>
          <w:rFonts w:eastAsiaTheme="minorEastAsia"/>
        </w:rPr>
        <w:object w:dxaOrig="260" w:dyaOrig="360" w14:anchorId="648A423C">
          <v:shape id="_x0000_i1045" type="#_x0000_t75" style="width:13.5pt;height:18pt" o:ole="">
            <v:imagedata r:id="rId39" o:title=""/>
          </v:shape>
          <o:OLEObject Type="Embed" ProgID="Equation.3" ShapeID="_x0000_i1045" DrawAspect="Content" ObjectID="_1770279951" r:id="rId4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14:paraId="74ACE03C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180" w:dyaOrig="360" w14:anchorId="271BEAC7">
          <v:shape id="_x0000_i1046" type="#_x0000_t75" style="width:9pt;height:18pt" o:ole="">
            <v:imagedata r:id="rId41" o:title=""/>
          </v:shape>
          <o:OLEObject Type="Embed" ProgID="Equation.3" ShapeID="_x0000_i1046" DrawAspect="Content" ObjectID="_1770279952" r:id="rId42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室内计算温度（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14:paraId="2723541C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00" w:dyaOrig="360" w14:anchorId="750A9088">
          <v:shape id="_x0000_i1047" type="#_x0000_t75" style="width:10.5pt;height:18pt" o:ole="">
            <v:imagedata r:id="rId43" o:title=""/>
          </v:shape>
          <o:OLEObject Type="Embed" ProgID="Equation.3" ShapeID="_x0000_i1047" DrawAspect="Content" ObjectID="_1770279953" r:id="rId44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采暖期室外平均温度（</w:t>
      </w:r>
      <w:r>
        <w:rPr>
          <w:rFonts w:ascii="宋体" w:hAnsi="宋体" w:hint="eastAsia"/>
          <w:szCs w:val="22"/>
        </w:rPr>
        <w:t>℃</w:t>
      </w:r>
      <w:r>
        <w:rPr>
          <w:rFonts w:eastAsiaTheme="minorEastAsia" w:hint="eastAsia"/>
          <w:szCs w:val="22"/>
        </w:rPr>
        <w:t>）</w:t>
      </w:r>
    </w:p>
    <w:p w14:paraId="115E88D2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300" w:dyaOrig="360" w14:anchorId="3157B31C">
          <v:shape id="_x0000_i1048" type="#_x0000_t75" style="width:15pt;height:18pt" o:ole="">
            <v:imagedata r:id="rId45" o:title=""/>
          </v:shape>
          <o:OLEObject Type="Embed" ProgID="Equation.3" ShapeID="_x0000_i1048" DrawAspect="Content" ObjectID="_1770279954" r:id="rId46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围护结构传热阻（㎡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14:paraId="72B3A12D" w14:textId="77777777" w:rsidR="00D60B8C" w:rsidRDefault="00D60B8C" w:rsidP="00B505F2">
      <w:pPr>
        <w:ind w:firstLineChars="200" w:firstLine="420"/>
        <w:rPr>
          <w:rFonts w:asciiTheme="minorHAnsi" w:eastAsiaTheme="minorEastAsia" w:hAnsiTheme="minorHAnsi"/>
          <w:szCs w:val="22"/>
        </w:rPr>
      </w:pPr>
      <w:r>
        <w:rPr>
          <w:rFonts w:eastAsiaTheme="minorEastAsia"/>
        </w:rPr>
        <w:object w:dxaOrig="260" w:dyaOrig="360" w14:anchorId="0C7EFCD6">
          <v:shape id="_x0000_i1049" type="#_x0000_t75" style="width:13.5pt;height:18pt" o:ole="">
            <v:imagedata r:id="rId47" o:title=""/>
          </v:shape>
          <o:OLEObject Type="Embed" ProgID="Equation.3" ShapeID="_x0000_i1049" DrawAspect="Content" ObjectID="_1770279955" r:id="rId48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内表面换热阻（㎡</w:t>
      </w:r>
      <w:r>
        <w:rPr>
          <w:rFonts w:eastAsiaTheme="minorEastAsia"/>
          <w:szCs w:val="22"/>
        </w:rPr>
        <w:t>K/W</w:t>
      </w:r>
      <w:r>
        <w:rPr>
          <w:rFonts w:eastAsiaTheme="minorEastAsia" w:hint="eastAsia"/>
          <w:szCs w:val="22"/>
        </w:rPr>
        <w:t>）</w:t>
      </w:r>
    </w:p>
    <w:p w14:paraId="703B20B9" w14:textId="77777777" w:rsidR="00D60B8C" w:rsidRDefault="00D60B8C" w:rsidP="00B505F2">
      <w:pPr>
        <w:rPr>
          <w:rFonts w:asciiTheme="minorHAnsi" w:eastAsiaTheme="minorEastAsia" w:hAnsiTheme="minorHAnsi"/>
          <w:szCs w:val="22"/>
        </w:rPr>
      </w:pPr>
      <w:r>
        <w:rPr>
          <w:rFonts w:eastAsiaTheme="minorEastAsia"/>
          <w:szCs w:val="22"/>
        </w:rPr>
        <w:t xml:space="preserve">    </w:t>
      </w:r>
      <w:r>
        <w:rPr>
          <w:rFonts w:eastAsiaTheme="minorEastAsia"/>
        </w:rPr>
        <w:object w:dxaOrig="380" w:dyaOrig="380" w14:anchorId="7EB6520A">
          <v:shape id="_x0000_i1050" type="#_x0000_t75" style="width:19.5pt;height:19.5pt" o:ole="">
            <v:imagedata r:id="rId49" o:title=""/>
          </v:shape>
          <o:OLEObject Type="Embed" ProgID="Equation.3" ShapeID="_x0000_i1050" DrawAspect="Content" ObjectID="_1770279956" r:id="rId50"/>
        </w:object>
      </w:r>
      <w:r>
        <w:rPr>
          <w:rFonts w:eastAsiaTheme="minorEastAsia"/>
          <w:szCs w:val="22"/>
        </w:rPr>
        <w:t>—</w:t>
      </w:r>
      <w:r>
        <w:rPr>
          <w:rFonts w:eastAsiaTheme="minorEastAsia" w:hint="eastAsia"/>
          <w:szCs w:val="22"/>
        </w:rPr>
        <w:t>冷凝计算界面至围护结构内表面之间的热阻（㎡</w:t>
      </w:r>
      <w:r>
        <w:rPr>
          <w:rFonts w:eastAsiaTheme="minorEastAsia"/>
          <w:szCs w:val="22"/>
        </w:rPr>
        <w:t>·K/W</w:t>
      </w:r>
      <w:r>
        <w:rPr>
          <w:rFonts w:eastAsiaTheme="minorEastAsia" w:hint="eastAsia"/>
          <w:szCs w:val="22"/>
        </w:rPr>
        <w:t>）</w:t>
      </w:r>
    </w:p>
    <w:p w14:paraId="27635045" w14:textId="77777777" w:rsidR="00D60B8C" w:rsidRPr="00D60B8C" w:rsidRDefault="00D60B8C" w:rsidP="00D60BFB">
      <w:pPr>
        <w:autoSpaceDE w:val="0"/>
        <w:autoSpaceDN w:val="0"/>
        <w:adjustRightInd w:val="0"/>
        <w:ind w:leftChars="400" w:left="840"/>
        <w:jc w:val="left"/>
        <w:rPr>
          <w:rFonts w:ascii="宋体" w:cs="宋体"/>
          <w:kern w:val="0"/>
          <w:szCs w:val="21"/>
        </w:rPr>
      </w:pPr>
    </w:p>
    <w:p w14:paraId="280B32AC" w14:textId="77777777" w:rsidR="00504D39" w:rsidRDefault="00504D39" w:rsidP="00504D39">
      <w:pPr>
        <w:pStyle w:val="1"/>
        <w:spacing w:line="240" w:lineRule="atLeast"/>
      </w:pPr>
      <w:bookmarkStart w:id="49" w:name="_Toc480186064"/>
      <w:bookmarkStart w:id="50" w:name="_Toc480186126"/>
      <w:bookmarkStart w:id="51" w:name="_Toc480218448"/>
      <w:bookmarkStart w:id="52" w:name="_Toc159667144"/>
      <w:r w:rsidRPr="00DD44E4">
        <w:rPr>
          <w:rFonts w:hint="eastAsia"/>
        </w:rPr>
        <w:t>防潮验算</w:t>
      </w:r>
      <w:r w:rsidRPr="00DD44E4">
        <w:t>计算过程</w:t>
      </w:r>
      <w:bookmarkEnd w:id="49"/>
      <w:bookmarkEnd w:id="50"/>
      <w:bookmarkEnd w:id="51"/>
      <w:bookmarkEnd w:id="52"/>
    </w:p>
    <w:p w14:paraId="50A3AE86" w14:textId="77777777" w:rsidR="00D60B8C" w:rsidRPr="00481875" w:rsidRDefault="00D60B8C" w:rsidP="00D60B8C">
      <w:pPr>
        <w:pStyle w:val="2"/>
        <w:spacing w:line="240" w:lineRule="atLeast"/>
        <w:rPr>
          <w:kern w:val="2"/>
        </w:rPr>
      </w:pPr>
      <w:bookmarkStart w:id="53" w:name="_Toc159667145"/>
      <w:r>
        <w:rPr>
          <w:rFonts w:hint="eastAsia"/>
          <w:kern w:val="2"/>
        </w:rPr>
        <w:t>计算条件</w:t>
      </w:r>
      <w:bookmarkEnd w:id="53"/>
    </w:p>
    <w:tbl>
      <w:tblPr>
        <w:tblW w:w="93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62"/>
        <w:gridCol w:w="2693"/>
        <w:gridCol w:w="3671"/>
      </w:tblGrid>
      <w:tr w:rsidR="007952C1" w14:paraId="7D3BC38F" w14:textId="77777777" w:rsidTr="00EA2DCF">
        <w:trPr>
          <w:trHeight w:val="446"/>
        </w:trPr>
        <w:tc>
          <w:tcPr>
            <w:tcW w:w="2962" w:type="dxa"/>
            <w:tcBorders>
              <w:top w:val="single" w:sz="12" w:space="0" w:color="auto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326B33CE" w14:textId="77777777" w:rsidR="007952C1" w:rsidRDefault="007952C1" w:rsidP="00D60B8C">
            <w:r w:rsidRPr="001611A7">
              <w:rPr>
                <w:position w:val="-6"/>
              </w:rPr>
              <w:object w:dxaOrig="279" w:dyaOrig="279" w14:anchorId="33764198">
                <v:shape id="_x0000_i1051" type="#_x0000_t75" style="width:13.5pt;height:13.5pt" o:ole="">
                  <v:imagedata r:id="rId51" o:title=""/>
                </v:shape>
                <o:OLEObject Type="Embed" ProgID="Equation.DSMT4" ShapeID="_x0000_i1051" DrawAspect="Content" ObjectID="_1770279957" r:id="rId52"/>
              </w:object>
            </w:r>
            <w:r>
              <w:t xml:space="preserve"> </w:t>
            </w:r>
            <w:r>
              <w:rPr>
                <w:rFonts w:hint="eastAsia"/>
              </w:rPr>
              <w:t>内表面换热阻（㎡</w:t>
            </w:r>
            <w:r w:rsidRPr="0060196C">
              <w:fldChar w:fldCharType="begin"/>
            </w:r>
            <w:r w:rsidRPr="0060196C">
              <w:instrText xml:space="preserve"> QUOTE </w:instrText>
            </w:r>
            <w:r w:rsidR="00000000">
              <w:rPr>
                <w:position w:val="-8"/>
              </w:rPr>
              <w:pict w14:anchorId="5ABF36B7">
                <v:shape id="_x0000_i105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instrText xml:space="preserve"> </w:instrText>
            </w:r>
            <w:r w:rsidRPr="0060196C">
              <w:fldChar w:fldCharType="separate"/>
            </w:r>
            <w:r w:rsidR="00C30B16">
              <w:rPr>
                <w:position w:val="-8"/>
              </w:rPr>
              <w:pict w14:anchorId="74A2E3CB">
                <v:shape id="_x0000_i1149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4DAA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A4DAA&quot; wsp:rsidP=&quot;00AA4DA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Pr="0060196C">
              <w:fldChar w:fldCharType="end"/>
            </w:r>
            <w:r>
              <w:rPr>
                <w:rFonts w:hint="eastAsia"/>
              </w:rPr>
              <w:t>K/W</w:t>
            </w:r>
            <w:r>
              <w:rPr>
                <w:rFonts w:hint="eastAsia"/>
              </w:rPr>
              <w:t>）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AF399B" w14:textId="77777777" w:rsidR="007952C1" w:rsidRDefault="00EA2DCF" w:rsidP="00D60B8C">
            <w:r>
              <w:rPr>
                <w:rFonts w:hint="eastAsia"/>
              </w:rPr>
              <w:t>0.11</w:t>
            </w:r>
          </w:p>
        </w:tc>
        <w:tc>
          <w:tcPr>
            <w:tcW w:w="3671" w:type="dxa"/>
            <w:tcBorders>
              <w:top w:val="single" w:sz="12" w:space="0" w:color="auto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3E41CBFF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附录</w:t>
            </w:r>
            <w:r>
              <w:rPr>
                <w:rFonts w:hint="eastAsia"/>
              </w:rPr>
              <w:t>B.4</w:t>
            </w:r>
            <w:r>
              <w:rPr>
                <w:rFonts w:hint="eastAsia"/>
              </w:rPr>
              <w:t>的</w:t>
            </w:r>
            <w:r>
              <w:t>规定采用</w:t>
            </w:r>
            <w:r>
              <w:rPr>
                <w:rFonts w:hint="eastAsia"/>
              </w:rPr>
              <w:t>。</w:t>
            </w:r>
          </w:p>
        </w:tc>
      </w:tr>
      <w:tr w:rsidR="007952C1" w14:paraId="5B464D64" w14:textId="77777777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78CA418D" w14:textId="77777777" w:rsidR="007952C1" w:rsidRDefault="007952C1" w:rsidP="00D60B8C">
            <w:r>
              <w:t xml:space="preserve">ti </w:t>
            </w:r>
            <w:r>
              <w:rPr>
                <w:rFonts w:hint="eastAsia"/>
              </w:rPr>
              <w:t>室内计算温度</w:t>
            </w:r>
            <w:r>
              <w:t>(</w:t>
            </w:r>
            <w:r>
              <w:rPr>
                <w:rFonts w:ascii="宋体" w:hAnsi="宋体" w:cs="宋体" w:hint="eastAsia"/>
              </w:rPr>
              <w:t>℃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41C120" w14:textId="77777777" w:rsidR="007952C1" w:rsidRDefault="002B5E55" w:rsidP="00D60B8C">
            <w:bookmarkStart w:id="54" w:name="t_i_avg"/>
            <w:r>
              <w:rPr>
                <w:rFonts w:hint="eastAsia"/>
              </w:rPr>
              <w:t>18</w:t>
            </w:r>
            <w:bookmarkEnd w:id="54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2F9AA8B1" w14:textId="77777777"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14:paraId="256DA79C" w14:textId="77777777" w:rsidTr="007952C1">
        <w:trPr>
          <w:trHeight w:val="4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3313E3EC" w14:textId="77777777" w:rsidR="007952C1" w:rsidRDefault="007952C1" w:rsidP="00D60B8C">
            <w:r>
              <w:rPr>
                <w:rFonts w:hint="eastAsia"/>
              </w:rPr>
              <w:t>室内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1D1BB279" w14:textId="77777777" w:rsidR="007952C1" w:rsidRDefault="002B5E55" w:rsidP="00D60B8C">
            <w:bookmarkStart w:id="55" w:name="室内相对湿度"/>
            <w:r>
              <w:rPr>
                <w:rFonts w:hint="eastAsia"/>
              </w:rPr>
              <w:t>60</w:t>
            </w:r>
            <w:bookmarkEnd w:id="55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4A9A8859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3.</w:t>
            </w:r>
            <w:r>
              <w:t>3.1</w:t>
            </w:r>
            <w:r>
              <w:rPr>
                <w:rFonts w:hint="eastAsia"/>
              </w:rPr>
              <w:t>条</w:t>
            </w:r>
            <w:r>
              <w:t>规定采用。</w:t>
            </w:r>
          </w:p>
        </w:tc>
      </w:tr>
      <w:tr w:rsidR="007952C1" w14:paraId="57F76C81" w14:textId="77777777" w:rsidTr="007952C1">
        <w:trPr>
          <w:trHeight w:val="527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7AC3C703" w14:textId="77777777" w:rsidR="007952C1" w:rsidRDefault="007952C1" w:rsidP="00D60B8C">
            <w:r w:rsidRPr="005012CD">
              <w:rPr>
                <w:position w:val="-6"/>
              </w:rPr>
              <w:object w:dxaOrig="200" w:dyaOrig="340" w14:anchorId="2809D05E">
                <v:shape id="_x0000_i1054" type="#_x0000_t75" style="width:10pt;height:17.5pt" o:ole="">
                  <v:imagedata r:id="rId53" o:title=""/>
                </v:shape>
                <o:OLEObject Type="Embed" ProgID="Equation.DSMT4" ShapeID="_x0000_i1054" DrawAspect="Content" ObjectID="_1770279958" r:id="rId54"/>
              </w:objec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采暖期室外平均温度（℃）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14:paraId="43B6B8E6" w14:textId="77777777" w:rsidR="007952C1" w:rsidRDefault="002B5E55" w:rsidP="00D60B8C">
            <w:bookmarkStart w:id="56" w:name="t_e_avg"/>
            <w:r>
              <w:rPr>
                <w:rFonts w:hint="eastAsia"/>
              </w:rPr>
              <w:t>0.10</w:t>
            </w:r>
            <w:bookmarkEnd w:id="56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53E01E4E" w14:textId="77777777" w:rsidR="007952C1" w:rsidRDefault="007952C1" w:rsidP="007952C1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14:paraId="0ECFC55C" w14:textId="77777777" w:rsidTr="007952C1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</w:tcPr>
          <w:p w14:paraId="4A0A665B" w14:textId="77777777" w:rsidR="007952C1" w:rsidRDefault="007952C1" w:rsidP="00D60B8C">
            <w:r>
              <w:rPr>
                <w:rFonts w:hint="eastAsia"/>
              </w:rPr>
              <w:t>室外</w:t>
            </w:r>
            <w:r>
              <w:t>相对湿度</w:t>
            </w:r>
            <w:r>
              <w:t>(</w:t>
            </w:r>
            <w:r>
              <w:rPr>
                <w:rFonts w:ascii="宋体" w:hAnsi="宋体" w:cs="宋体" w:hint="eastAsia"/>
              </w:rPr>
              <w:t>%</w:t>
            </w:r>
            <w:r>
              <w:t>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auto"/>
              <w:right w:val="single" w:sz="8" w:space="0" w:color="auto"/>
            </w:tcBorders>
            <w:vAlign w:val="center"/>
          </w:tcPr>
          <w:p w14:paraId="0C059491" w14:textId="77777777" w:rsidR="007952C1" w:rsidRDefault="002B5E55" w:rsidP="00D60B8C">
            <w:bookmarkStart w:id="57" w:name="室外相对湿度"/>
            <w:r>
              <w:rPr>
                <w:rFonts w:hint="eastAsia"/>
              </w:rPr>
              <w:t>43.00</w:t>
            </w:r>
            <w:bookmarkEnd w:id="57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12" w:space="0" w:color="000000"/>
            </w:tcBorders>
            <w:vAlign w:val="center"/>
          </w:tcPr>
          <w:p w14:paraId="4D213A8B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  <w:tr w:rsidR="007952C1" w14:paraId="502B4CA1" w14:textId="77777777" w:rsidTr="00DD0B5D">
        <w:trPr>
          <w:trHeight w:val="222"/>
        </w:trPr>
        <w:tc>
          <w:tcPr>
            <w:tcW w:w="2962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auto"/>
            </w:tcBorders>
            <w:shd w:val="clear" w:color="auto" w:fill="E6E6E6"/>
            <w:vAlign w:val="center"/>
            <w:hideMark/>
          </w:tcPr>
          <w:p w14:paraId="53D30C40" w14:textId="77777777" w:rsidR="007952C1" w:rsidRDefault="007952C1" w:rsidP="00D60B8C">
            <w:r>
              <w:rPr>
                <w:rFonts w:hint="eastAsia"/>
              </w:rPr>
              <w:lastRenderedPageBreak/>
              <w:t>Z</w:t>
            </w:r>
            <w:r>
              <w:t xml:space="preserve"> </w:t>
            </w:r>
            <w:r>
              <w:rPr>
                <w:rFonts w:hint="eastAsia"/>
              </w:rPr>
              <w:t>采暖</w:t>
            </w:r>
            <w:r>
              <w:t>天数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14:paraId="6289C512" w14:textId="77777777" w:rsidR="007952C1" w:rsidRDefault="002B5E55" w:rsidP="00D60B8C">
            <w:bookmarkStart w:id="58" w:name="Z"/>
            <w:r>
              <w:rPr>
                <w:rFonts w:hint="eastAsia"/>
              </w:rPr>
              <w:t>114</w:t>
            </w:r>
            <w:bookmarkEnd w:id="58"/>
          </w:p>
        </w:tc>
        <w:tc>
          <w:tcPr>
            <w:tcW w:w="3671" w:type="dxa"/>
            <w:tcBorders>
              <w:top w:val="single" w:sz="8" w:space="0" w:color="000000"/>
              <w:left w:val="single" w:sz="8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A5A2ADD" w14:textId="77777777" w:rsidR="007952C1" w:rsidRDefault="007952C1" w:rsidP="00D60B8C">
            <w:r>
              <w:rPr>
                <w:rFonts w:hint="eastAsia"/>
              </w:rPr>
              <w:t>按</w:t>
            </w:r>
            <w:r w:rsidRPr="00DD44E4">
              <w:t>《民用建筑热工设计规范》</w:t>
            </w:r>
            <w:r w:rsidR="00124491">
              <w:rPr>
                <w:rFonts w:hint="eastAsia"/>
              </w:rPr>
              <w:t>GB50176</w:t>
            </w:r>
            <w:r w:rsidRPr="00A0563B">
              <w:rPr>
                <w:rFonts w:hint="eastAsia"/>
              </w:rPr>
              <w:t>附录</w:t>
            </w:r>
            <w:r>
              <w:rPr>
                <w:rFonts w:hint="eastAsia"/>
              </w:rPr>
              <w:t>A</w:t>
            </w:r>
            <w:r w:rsidRPr="00A0563B">
              <w:rPr>
                <w:rFonts w:hint="eastAsia"/>
              </w:rPr>
              <w:t>表</w:t>
            </w:r>
            <w:r>
              <w:rPr>
                <w:rFonts w:hint="eastAsia"/>
              </w:rPr>
              <w:t>A</w:t>
            </w:r>
            <w:r>
              <w:t>.0.1</w:t>
            </w:r>
            <w:r>
              <w:rPr>
                <w:rFonts w:hint="eastAsia"/>
              </w:rPr>
              <w:t>确定。</w:t>
            </w:r>
          </w:p>
        </w:tc>
      </w:tr>
    </w:tbl>
    <w:p w14:paraId="2827AF5B" w14:textId="77777777" w:rsidR="00D60B8C" w:rsidRDefault="00D60B8C" w:rsidP="00D60B8C">
      <w:r>
        <w:rPr>
          <w:rFonts w:hint="eastAsia"/>
        </w:rPr>
        <w:t xml:space="preserve"> </w:t>
      </w:r>
      <w:bookmarkStart w:id="59" w:name="气象数据参考"/>
      <w:bookmarkEnd w:id="59"/>
    </w:p>
    <w:p w14:paraId="157EFAFF" w14:textId="77777777" w:rsidR="00D60B8C" w:rsidRPr="00D60B8C" w:rsidRDefault="00D60B8C" w:rsidP="00D60B8C">
      <w:pPr>
        <w:pStyle w:val="a0"/>
        <w:ind w:leftChars="0" w:left="0" w:right="1470"/>
      </w:pPr>
    </w:p>
    <w:p w14:paraId="436FC04F" w14:textId="77777777"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0" w:name="_Toc159667146"/>
      <w:r>
        <w:rPr>
          <w:rFonts w:hint="eastAsia"/>
          <w:kern w:val="2"/>
        </w:rPr>
        <w:t>屋顶构造一</w:t>
      </w:r>
      <w:bookmarkEnd w:id="60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14:paraId="5B6FCF57" w14:textId="77777777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14:paraId="31316EF7" w14:textId="77777777"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507AD285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12EB1B86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608BAA09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69070A9C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4E2EFFBA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7C15627A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14:paraId="5015B130" w14:textId="77777777" w:rsidTr="00C76F5A">
        <w:tc>
          <w:tcPr>
            <w:tcW w:w="3345" w:type="dxa"/>
            <w:vMerge/>
            <w:vAlign w:val="center"/>
            <w:hideMark/>
          </w:tcPr>
          <w:p w14:paraId="6B722188" w14:textId="77777777"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147D51F3" w14:textId="77777777"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26BD8E5A" w14:textId="77777777"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510AD994" w14:textId="77777777"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2849D62A" w14:textId="77777777"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33A9C31B" w14:textId="77777777"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12AE9EFB" w14:textId="77777777"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DC7E21" w14:paraId="2314B578" w14:textId="77777777">
        <w:tc>
          <w:tcPr>
            <w:tcW w:w="3345" w:type="dxa"/>
            <w:vAlign w:val="center"/>
          </w:tcPr>
          <w:p w14:paraId="6B3B6C81" w14:textId="77777777" w:rsidR="00C76F5A" w:rsidRDefault="00C76F5A" w:rsidP="00C76F5A">
            <w:r>
              <w:t>碎石、卵石混凝土</w:t>
            </w:r>
            <w:r>
              <w:t>(ρ=2300)</w:t>
            </w:r>
          </w:p>
        </w:tc>
        <w:tc>
          <w:tcPr>
            <w:tcW w:w="848" w:type="dxa"/>
            <w:vAlign w:val="center"/>
          </w:tcPr>
          <w:p w14:paraId="61BE8A8C" w14:textId="77777777" w:rsidR="00C76F5A" w:rsidRDefault="00C76F5A" w:rsidP="00C76F5A">
            <w:r>
              <w:t>40</w:t>
            </w:r>
          </w:p>
        </w:tc>
        <w:tc>
          <w:tcPr>
            <w:tcW w:w="1075" w:type="dxa"/>
            <w:vAlign w:val="center"/>
          </w:tcPr>
          <w:p w14:paraId="65D5F619" w14:textId="77777777" w:rsidR="00C76F5A" w:rsidRDefault="00C76F5A" w:rsidP="00C76F5A">
            <w:r>
              <w:t>1.510</w:t>
            </w:r>
          </w:p>
        </w:tc>
        <w:tc>
          <w:tcPr>
            <w:tcW w:w="671" w:type="dxa"/>
            <w:vAlign w:val="center"/>
          </w:tcPr>
          <w:p w14:paraId="5C4F03BB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5E4F174A" w14:textId="77777777" w:rsidR="00C76F5A" w:rsidRDefault="00C76F5A" w:rsidP="00C76F5A">
            <w:r>
              <w:t>2300.00</w:t>
            </w:r>
          </w:p>
        </w:tc>
        <w:tc>
          <w:tcPr>
            <w:tcW w:w="1559" w:type="dxa"/>
            <w:vAlign w:val="center"/>
          </w:tcPr>
          <w:p w14:paraId="1B3D637A" w14:textId="77777777" w:rsidR="00C76F5A" w:rsidRDefault="00C76F5A" w:rsidP="00C76F5A">
            <w:r>
              <w:t>0.0173</w:t>
            </w:r>
          </w:p>
        </w:tc>
        <w:tc>
          <w:tcPr>
            <w:tcW w:w="993" w:type="dxa"/>
            <w:vAlign w:val="center"/>
          </w:tcPr>
          <w:p w14:paraId="1D1E00E3" w14:textId="77777777" w:rsidR="00C76F5A" w:rsidRDefault="00C76F5A" w:rsidP="00C76F5A">
            <w:r>
              <w:t>0.026</w:t>
            </w:r>
          </w:p>
        </w:tc>
      </w:tr>
      <w:tr w:rsidR="00DC7E21" w14:paraId="77152BA9" w14:textId="77777777">
        <w:tc>
          <w:tcPr>
            <w:tcW w:w="3345" w:type="dxa"/>
            <w:vAlign w:val="center"/>
          </w:tcPr>
          <w:p w14:paraId="6C828E7D" w14:textId="77777777"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67A13FB4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3015C49E" w14:textId="77777777"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14:paraId="4E24AE46" w14:textId="77777777"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14:paraId="703E9B34" w14:textId="77777777"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14:paraId="2CD509AF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03E158B8" w14:textId="77777777" w:rsidR="00C76F5A" w:rsidRDefault="00C76F5A" w:rsidP="00C76F5A">
            <w:r>
              <w:t>0.556</w:t>
            </w:r>
          </w:p>
        </w:tc>
      </w:tr>
      <w:tr w:rsidR="00DC7E21" w14:paraId="1319A8C6" w14:textId="77777777">
        <w:tc>
          <w:tcPr>
            <w:tcW w:w="3345" w:type="dxa"/>
            <w:vAlign w:val="center"/>
          </w:tcPr>
          <w:p w14:paraId="0238E1AB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5B36068E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42A66096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03D433A9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7ECE93B6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5605AB98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3294D770" w14:textId="77777777" w:rsidR="00C76F5A" w:rsidRDefault="00C76F5A" w:rsidP="00C76F5A">
            <w:r>
              <w:t>0.022</w:t>
            </w:r>
          </w:p>
        </w:tc>
      </w:tr>
      <w:tr w:rsidR="00DC7E21" w14:paraId="098F3855" w14:textId="77777777">
        <w:tc>
          <w:tcPr>
            <w:tcW w:w="3345" w:type="dxa"/>
            <w:vAlign w:val="center"/>
          </w:tcPr>
          <w:p w14:paraId="5A6C7989" w14:textId="77777777" w:rsidR="00C76F5A" w:rsidRDefault="00C76F5A" w:rsidP="00C76F5A">
            <w:r>
              <w:t>加气混凝土、泡沫混凝土</w:t>
            </w:r>
            <w:r>
              <w:t>(ρ=700)</w:t>
            </w:r>
          </w:p>
        </w:tc>
        <w:tc>
          <w:tcPr>
            <w:tcW w:w="848" w:type="dxa"/>
            <w:vAlign w:val="center"/>
          </w:tcPr>
          <w:p w14:paraId="0E7F7329" w14:textId="77777777" w:rsidR="00C76F5A" w:rsidRDefault="00C76F5A" w:rsidP="00C76F5A">
            <w:r>
              <w:t>80</w:t>
            </w:r>
          </w:p>
        </w:tc>
        <w:tc>
          <w:tcPr>
            <w:tcW w:w="1075" w:type="dxa"/>
            <w:vAlign w:val="center"/>
          </w:tcPr>
          <w:p w14:paraId="4A719F12" w14:textId="77777777" w:rsidR="00C76F5A" w:rsidRDefault="00C76F5A" w:rsidP="00C76F5A">
            <w:r>
              <w:t>0.180</w:t>
            </w:r>
          </w:p>
        </w:tc>
        <w:tc>
          <w:tcPr>
            <w:tcW w:w="671" w:type="dxa"/>
            <w:vAlign w:val="center"/>
          </w:tcPr>
          <w:p w14:paraId="03F051B4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357B29E7" w14:textId="77777777" w:rsidR="00C76F5A" w:rsidRDefault="00C76F5A" w:rsidP="00C76F5A">
            <w:r>
              <w:t>700.00</w:t>
            </w:r>
          </w:p>
        </w:tc>
        <w:tc>
          <w:tcPr>
            <w:tcW w:w="1559" w:type="dxa"/>
            <w:vAlign w:val="center"/>
          </w:tcPr>
          <w:p w14:paraId="51034FA5" w14:textId="77777777" w:rsidR="00C76F5A" w:rsidRDefault="00C76F5A" w:rsidP="00C76F5A">
            <w:r>
              <w:t>0.0998</w:t>
            </w:r>
          </w:p>
        </w:tc>
        <w:tc>
          <w:tcPr>
            <w:tcW w:w="993" w:type="dxa"/>
            <w:vAlign w:val="center"/>
          </w:tcPr>
          <w:p w14:paraId="071346C9" w14:textId="77777777" w:rsidR="00C76F5A" w:rsidRDefault="00C76F5A" w:rsidP="00C76F5A">
            <w:r>
              <w:t>0.444</w:t>
            </w:r>
          </w:p>
        </w:tc>
      </w:tr>
      <w:tr w:rsidR="00DC7E21" w14:paraId="2B6D0E39" w14:textId="77777777">
        <w:tc>
          <w:tcPr>
            <w:tcW w:w="3345" w:type="dxa"/>
            <w:vAlign w:val="center"/>
          </w:tcPr>
          <w:p w14:paraId="5670C7E7" w14:textId="77777777"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14:paraId="3FB1DD82" w14:textId="77777777" w:rsidR="00C76F5A" w:rsidRDefault="00C76F5A" w:rsidP="00C76F5A">
            <w:r>
              <w:t>120</w:t>
            </w:r>
          </w:p>
        </w:tc>
        <w:tc>
          <w:tcPr>
            <w:tcW w:w="1075" w:type="dxa"/>
            <w:vAlign w:val="center"/>
          </w:tcPr>
          <w:p w14:paraId="258B8FFB" w14:textId="77777777"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14:paraId="761F5C28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2C1F71C7" w14:textId="77777777"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14:paraId="4D5CB3E3" w14:textId="77777777"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14:paraId="786DE813" w14:textId="77777777" w:rsidR="00C76F5A" w:rsidRDefault="00C76F5A" w:rsidP="00C76F5A">
            <w:r>
              <w:t>0.069</w:t>
            </w:r>
          </w:p>
        </w:tc>
      </w:tr>
      <w:tr w:rsidR="00C76F5A" w14:paraId="689BD659" w14:textId="77777777" w:rsidTr="00DD0B5D">
        <w:tc>
          <w:tcPr>
            <w:tcW w:w="3345" w:type="dxa"/>
            <w:vAlign w:val="center"/>
          </w:tcPr>
          <w:p w14:paraId="11C77B26" w14:textId="77777777"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14:paraId="2CCC1D80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2D946FEC" w14:textId="77777777"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14:paraId="329681F5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530469F2" w14:textId="77777777"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14:paraId="6B614FDD" w14:textId="77777777"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14:paraId="0F41C128" w14:textId="77777777" w:rsidR="00C76F5A" w:rsidRDefault="00C76F5A" w:rsidP="00C76F5A">
            <w:r>
              <w:t>0.025</w:t>
            </w:r>
          </w:p>
        </w:tc>
      </w:tr>
    </w:tbl>
    <w:p w14:paraId="3D7B04BA" w14:textId="77777777" w:rsidR="00F52375" w:rsidRPr="00F52375" w:rsidRDefault="00F52375" w:rsidP="00F52375">
      <w:pPr>
        <w:pStyle w:val="a0"/>
        <w:ind w:left="1470" w:right="1470"/>
      </w:pPr>
    </w:p>
    <w:p w14:paraId="337118BB" w14:textId="77777777" w:rsidR="007952C1" w:rsidRDefault="007952C1" w:rsidP="00CE04F8">
      <w:pPr>
        <w:pStyle w:val="3"/>
      </w:pPr>
      <w:bookmarkStart w:id="61" w:name="_Toc159667147"/>
      <w:r w:rsidRPr="007952C1">
        <w:rPr>
          <w:rFonts w:hint="eastAsia"/>
        </w:rPr>
        <w:t>冷凝计算界面至围护结构内表面之间的热阻</w:t>
      </w:r>
      <w:bookmarkEnd w:id="61"/>
      <w:r w:rsidRPr="007952C1">
        <w:object w:dxaOrig="380" w:dyaOrig="279" w14:anchorId="1B8B7619">
          <v:shape id="_x0000_i1055" type="#_x0000_t75" style="width:19pt;height:13.5pt" o:ole="">
            <v:imagedata r:id="rId9" o:title=""/>
          </v:shape>
          <o:OLEObject Type="Embed" ProgID="Equation.DSMT4" ShapeID="_x0000_i1055" DrawAspect="Content" ObjectID="_1770279959" r:id="rId55"/>
        </w:object>
      </w:r>
    </w:p>
    <w:p w14:paraId="14CE8A83" w14:textId="77777777"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Pr="007952C1">
        <w:rPr>
          <w:b/>
          <w:bCs/>
        </w:rPr>
        <w:object w:dxaOrig="380" w:dyaOrig="279" w14:anchorId="503E6FA7">
          <v:shape id="_x0000_i1056" type="#_x0000_t75" style="width:19pt;height:13.5pt" o:ole="">
            <v:imagedata r:id="rId9" o:title=""/>
          </v:shape>
          <o:OLEObject Type="Embed" ProgID="Equation.DSMT4" ShapeID="_x0000_i1056" DrawAspect="Content" ObjectID="_1770279960" r:id="rId56"/>
        </w:object>
      </w:r>
      <w:r>
        <w:rPr>
          <w:b/>
          <w:bCs/>
        </w:rPr>
        <w:t>=</w:t>
      </w:r>
      <w:r w:rsidR="00990A57">
        <w:rPr>
          <w:rFonts w:hint="eastAsia"/>
        </w:rPr>
        <w:t>1.12</w:t>
      </w:r>
    </w:p>
    <w:p w14:paraId="52A48F7E" w14:textId="77777777" w:rsidR="00990A57" w:rsidRDefault="00D60B8C" w:rsidP="00CE04F8">
      <w:pPr>
        <w:pStyle w:val="3"/>
        <w:ind w:right="1470"/>
      </w:pPr>
      <w:bookmarkStart w:id="62" w:name="_Toc159667148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bookmarkEnd w:id="62"/>
      <w:r w:rsidRPr="004B5CEB">
        <w:rPr>
          <w:position w:val="-6"/>
        </w:rPr>
        <w:object w:dxaOrig="279" w:dyaOrig="279" w14:anchorId="064E39F4">
          <v:shape id="_x0000_i1057" type="#_x0000_t75" style="width:13.5pt;height:13.5pt" o:ole="">
            <v:imagedata r:id="rId11" o:title=""/>
          </v:shape>
          <o:OLEObject Type="Embed" ProgID="Equation.DSMT4" ShapeID="_x0000_i1057" DrawAspect="Content" ObjectID="_1770279961" r:id="rId57"/>
        </w:object>
      </w:r>
    </w:p>
    <w:p w14:paraId="0E21AEB1" w14:textId="77777777" w:rsidR="00CE04F8" w:rsidRPr="00990A57" w:rsidRDefault="00D60B8C" w:rsidP="00990A57">
      <w:pPr>
        <w:jc w:val="center"/>
      </w:pPr>
      <w:r w:rsidRPr="00990A57">
        <w:object w:dxaOrig="2240" w:dyaOrig="660" w14:anchorId="021208C8">
          <v:shape id="_x0000_i1058" type="#_x0000_t75" style="width:112pt;height:33pt" o:ole="">
            <v:imagedata r:id="rId58" o:title=""/>
          </v:shape>
          <o:OLEObject Type="Embed" ProgID="Equation.DSMT4" ShapeID="_x0000_i1058" DrawAspect="Content" ObjectID="_1770279962" r:id="rId59"/>
        </w:object>
      </w:r>
    </w:p>
    <w:p w14:paraId="3D376E94" w14:textId="77777777"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Pr="004B5CEB">
        <w:rPr>
          <w:position w:val="-6"/>
        </w:rPr>
        <w:object w:dxaOrig="279" w:dyaOrig="279" w14:anchorId="08E78A8B">
          <v:shape id="_x0000_i1059" type="#_x0000_t75" style="width:13.5pt;height:13.5pt" o:ole="">
            <v:imagedata r:id="rId11" o:title=""/>
          </v:shape>
          <o:OLEObject Type="Embed" ProgID="Equation.DSMT4" ShapeID="_x0000_i1059" DrawAspect="Content" ObjectID="_1770279963" r:id="rId60"/>
        </w:object>
      </w:r>
      <w:r>
        <w:t>=</w:t>
      </w:r>
      <w:r w:rsidR="00990A57">
        <w:rPr>
          <w:rFonts w:hint="eastAsia"/>
        </w:rPr>
        <w:t>1.02</w:t>
      </w:r>
    </w:p>
    <w:p w14:paraId="1299F90A" w14:textId="77777777" w:rsidR="00CE04F8" w:rsidRPr="00CE04F8" w:rsidRDefault="00B505F2" w:rsidP="00B23996">
      <w:pPr>
        <w:pStyle w:val="3"/>
        <w:ind w:right="1470"/>
      </w:pPr>
      <w:bookmarkStart w:id="63" w:name="_Toc159667149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63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14:paraId="2625A036" w14:textId="77777777" w:rsidTr="00635599">
        <w:trPr>
          <w:jc w:val="center"/>
        </w:trPr>
        <w:tc>
          <w:tcPr>
            <w:tcW w:w="3148" w:type="dxa"/>
            <w:vAlign w:val="center"/>
          </w:tcPr>
          <w:p w14:paraId="37F39CDF" w14:textId="77777777" w:rsidR="00504D39" w:rsidRPr="005012CD" w:rsidRDefault="00504D39" w:rsidP="0054289E">
            <w:pPr>
              <w:rPr>
                <w:rFonts w:ascii="宋体" w:hAnsi="宋体"/>
                <w:sz w:val="24"/>
              </w:rPr>
            </w:pPr>
            <w:r w:rsidRPr="00730C7D">
              <w:rPr>
                <w:position w:val="-6"/>
              </w:rPr>
              <w:object w:dxaOrig="400" w:dyaOrig="279" w14:anchorId="35BABE95">
                <v:shape id="_x0000_i1060" type="#_x0000_t75" style="width:20.5pt;height:13.5pt" o:ole="">
                  <v:imagedata r:id="rId19" o:title=""/>
                </v:shape>
                <o:OLEObject Type="Embed" ProgID="Equation.DSMT4" ShapeID="_x0000_i1060" DrawAspect="Content" ObjectID="_1770279964" r:id="rId61"/>
              </w:object>
            </w:r>
          </w:p>
        </w:tc>
        <w:tc>
          <w:tcPr>
            <w:tcW w:w="2693" w:type="dxa"/>
            <w:vAlign w:val="center"/>
          </w:tcPr>
          <w:p w14:paraId="17D5DF3F" w14:textId="77777777" w:rsidR="00504D39" w:rsidRDefault="00504D39" w:rsidP="0054289E">
            <w:r w:rsidRPr="00730C7D">
              <w:rPr>
                <w:position w:val="-6"/>
              </w:rPr>
              <w:object w:dxaOrig="400" w:dyaOrig="279" w14:anchorId="582E1A8F">
                <v:shape id="_x0000_i1061" type="#_x0000_t75" style="width:20.5pt;height:13.5pt" o:ole="">
                  <v:imagedata r:id="rId19" o:title=""/>
                </v:shape>
                <o:OLEObject Type="Embed" ProgID="Equation.DSMT4" ShapeID="_x0000_i1061" DrawAspect="Content" ObjectID="_1770279965" r:id="rId62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7BBDB298">
                <v:shape id="_x0000_i106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30B16">
              <w:rPr>
                <w:position w:val="-8"/>
              </w:rPr>
              <w:pict w14:anchorId="37795879">
                <v:shape id="_x0000_i1150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4543D91F">
                <v:shape id="_x0000_i1064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30B16">
              <w:rPr>
                <w:position w:val="-8"/>
              </w:rPr>
              <w:pict w14:anchorId="56ED58D2">
                <v:shape id="_x0000_i1151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02E22B43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9800.39</w:t>
            </w:r>
          </w:p>
        </w:tc>
        <w:tc>
          <w:tcPr>
            <w:tcW w:w="2737" w:type="dxa"/>
            <w:vAlign w:val="center"/>
          </w:tcPr>
          <w:p w14:paraId="39A265BC" w14:textId="77777777" w:rsidR="00504D39" w:rsidRPr="009470F7" w:rsidRDefault="00504D39" w:rsidP="0054289E"/>
        </w:tc>
      </w:tr>
      <w:tr w:rsidR="00504D39" w14:paraId="26348152" w14:textId="77777777" w:rsidTr="00635599">
        <w:trPr>
          <w:jc w:val="center"/>
        </w:trPr>
        <w:tc>
          <w:tcPr>
            <w:tcW w:w="3148" w:type="dxa"/>
            <w:vAlign w:val="center"/>
          </w:tcPr>
          <w:p w14:paraId="0C8009F8" w14:textId="77777777" w:rsidR="00504D39" w:rsidRDefault="00504D39" w:rsidP="0054289E">
            <w:r w:rsidRPr="00730C7D">
              <w:rPr>
                <w:position w:val="-6"/>
              </w:rPr>
              <w:object w:dxaOrig="440" w:dyaOrig="279" w14:anchorId="6A7552F8">
                <v:shape id="_x0000_i1066" type="#_x0000_t75" style="width:22pt;height:13.5pt" o:ole="">
                  <v:imagedata r:id="rId23" o:title=""/>
                </v:shape>
                <o:OLEObject Type="Embed" ProgID="Equation.DSMT4" ShapeID="_x0000_i1066" DrawAspect="Content" ObjectID="_1770279966" r:id="rId63"/>
              </w:object>
            </w:r>
          </w:p>
        </w:tc>
        <w:tc>
          <w:tcPr>
            <w:tcW w:w="2693" w:type="dxa"/>
            <w:vAlign w:val="center"/>
          </w:tcPr>
          <w:p w14:paraId="270B141C" w14:textId="77777777" w:rsidR="00504D39" w:rsidRDefault="00504D39" w:rsidP="0054289E">
            <w:r w:rsidRPr="00730C7D">
              <w:rPr>
                <w:position w:val="-6"/>
              </w:rPr>
              <w:object w:dxaOrig="440" w:dyaOrig="279" w14:anchorId="31FCD667">
                <v:shape id="_x0000_i1067" type="#_x0000_t75" style="width:22pt;height:13.5pt" o:ole="">
                  <v:imagedata r:id="rId23" o:title=""/>
                </v:shape>
                <o:OLEObject Type="Embed" ProgID="Equation.DSMT4" ShapeID="_x0000_i1067" DrawAspect="Content" ObjectID="_1770279967" r:id="rId64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4BB9ECE2">
                <v:shape id="_x0000_i1068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30B16">
              <w:rPr>
                <w:position w:val="-8"/>
              </w:rPr>
              <w:pict w14:anchorId="36C16E2C">
                <v:shape id="_x0000_i115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35AC602F">
                <v:shape id="_x0000_i1070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30B16">
              <w:rPr>
                <w:position w:val="-8"/>
              </w:rPr>
              <w:pict w14:anchorId="30F2A884">
                <v:shape id="_x0000_i1153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6F0F45AB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2312.14</w:t>
            </w:r>
          </w:p>
        </w:tc>
        <w:tc>
          <w:tcPr>
            <w:tcW w:w="2737" w:type="dxa"/>
            <w:vAlign w:val="center"/>
          </w:tcPr>
          <w:p w14:paraId="37F0A69C" w14:textId="77777777" w:rsidR="00504D39" w:rsidRDefault="00504D39" w:rsidP="0054289E"/>
        </w:tc>
      </w:tr>
      <w:tr w:rsidR="00504D39" w14:paraId="35EF7344" w14:textId="77777777" w:rsidTr="00635599">
        <w:trPr>
          <w:jc w:val="center"/>
        </w:trPr>
        <w:tc>
          <w:tcPr>
            <w:tcW w:w="3148" w:type="dxa"/>
            <w:vAlign w:val="center"/>
          </w:tcPr>
          <w:p w14:paraId="4751E7AD" w14:textId="77777777" w:rsidR="00504D39" w:rsidRPr="00FB2E10" w:rsidRDefault="00504D39" w:rsidP="0054289E">
            <w:r w:rsidRPr="00730C7D">
              <w:rPr>
                <w:position w:val="-6"/>
              </w:rPr>
              <w:object w:dxaOrig="279" w:dyaOrig="279" w14:anchorId="6837A7B1">
                <v:shape id="_x0000_i1072" type="#_x0000_t75" style="width:13.5pt;height:13.5pt" o:ole="">
                  <v:imagedata r:id="rId25" o:title=""/>
                </v:shape>
                <o:OLEObject Type="Embed" ProgID="Equation.DSMT4" ShapeID="_x0000_i1072" DrawAspect="Content" ObjectID="_1770279968" r:id="rId65"/>
              </w:object>
            </w:r>
          </w:p>
        </w:tc>
        <w:tc>
          <w:tcPr>
            <w:tcW w:w="2693" w:type="dxa"/>
            <w:vAlign w:val="center"/>
          </w:tcPr>
          <w:p w14:paraId="2C31BD3A" w14:textId="77777777" w:rsidR="00504D39" w:rsidRPr="00D528E7" w:rsidRDefault="00504D39" w:rsidP="0054289E">
            <w:r w:rsidRPr="00730C7D">
              <w:rPr>
                <w:position w:val="-6"/>
              </w:rPr>
              <w:object w:dxaOrig="279" w:dyaOrig="279" w14:anchorId="3A29260A">
                <v:shape id="_x0000_i1073" type="#_x0000_t75" style="width:13.5pt;height:13.5pt" o:ole="">
                  <v:imagedata r:id="rId25" o:title=""/>
                </v:shape>
                <o:OLEObject Type="Embed" ProgID="Equation.DSMT4" ShapeID="_x0000_i1073" DrawAspect="Content" ObjectID="_1770279969" r:id="rId66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14:paraId="0B352AB2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1237.20</w:t>
            </w:r>
          </w:p>
        </w:tc>
        <w:tc>
          <w:tcPr>
            <w:tcW w:w="2737" w:type="dxa"/>
            <w:vAlign w:val="center"/>
          </w:tcPr>
          <w:p w14:paraId="11B3B33A" w14:textId="77777777"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14:paraId="654A4120" w14:textId="77777777" w:rsidTr="00635599">
        <w:trPr>
          <w:jc w:val="center"/>
        </w:trPr>
        <w:tc>
          <w:tcPr>
            <w:tcW w:w="3148" w:type="dxa"/>
            <w:vAlign w:val="center"/>
          </w:tcPr>
          <w:p w14:paraId="3E25BE36" w14:textId="77777777" w:rsidR="00504D39" w:rsidRDefault="00504D39" w:rsidP="0054289E">
            <w:r w:rsidRPr="00730C7D">
              <w:rPr>
                <w:position w:val="-6"/>
              </w:rPr>
              <w:object w:dxaOrig="300" w:dyaOrig="279" w14:anchorId="57A52752">
                <v:shape id="_x0000_i1074" type="#_x0000_t75" style="width:15pt;height:13.5pt" o:ole="">
                  <v:imagedata r:id="rId27" o:title=""/>
                </v:shape>
                <o:OLEObject Type="Embed" ProgID="Equation.DSMT4" ShapeID="_x0000_i1074" DrawAspect="Content" ObjectID="_1770279970" r:id="rId67"/>
              </w:object>
            </w:r>
          </w:p>
        </w:tc>
        <w:tc>
          <w:tcPr>
            <w:tcW w:w="2693" w:type="dxa"/>
            <w:vAlign w:val="center"/>
          </w:tcPr>
          <w:p w14:paraId="48FEF489" w14:textId="77777777" w:rsidR="00504D39" w:rsidRDefault="00504D39" w:rsidP="0054289E">
            <w:r w:rsidRPr="00730C7D">
              <w:rPr>
                <w:position w:val="-6"/>
              </w:rPr>
              <w:object w:dxaOrig="300" w:dyaOrig="279" w14:anchorId="75E25EE2">
                <v:shape id="_x0000_i1075" type="#_x0000_t75" style="width:15pt;height:13.5pt" o:ole="">
                  <v:imagedata r:id="rId27" o:title=""/>
                </v:shape>
                <o:OLEObject Type="Embed" ProgID="Equation.DSMT4" ShapeID="_x0000_i1075" DrawAspect="Content" ObjectID="_1770279971" r:id="rId68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77F7FA37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264.67</w:t>
            </w:r>
          </w:p>
        </w:tc>
        <w:tc>
          <w:tcPr>
            <w:tcW w:w="2737" w:type="dxa"/>
            <w:vAlign w:val="center"/>
          </w:tcPr>
          <w:p w14:paraId="7F4716FF" w14:textId="77777777"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14:paraId="67AF4C01" w14:textId="77777777" w:rsidTr="00635599">
        <w:trPr>
          <w:jc w:val="center"/>
        </w:trPr>
        <w:tc>
          <w:tcPr>
            <w:tcW w:w="3148" w:type="dxa"/>
            <w:vAlign w:val="center"/>
          </w:tcPr>
          <w:p w14:paraId="6CB158A4" w14:textId="77777777" w:rsidR="00504D39" w:rsidRDefault="00504D39" w:rsidP="0054289E">
            <w:r w:rsidRPr="00730C7D">
              <w:rPr>
                <w:position w:val="-6"/>
              </w:rPr>
              <w:object w:dxaOrig="400" w:dyaOrig="279" w14:anchorId="085F0C1A">
                <v:shape id="_x0000_i1076" type="#_x0000_t75" style="width:20.5pt;height:13.5pt" o:ole="">
                  <v:imagedata r:id="rId29" o:title=""/>
                </v:shape>
                <o:OLEObject Type="Embed" ProgID="Equation.DSMT4" ShapeID="_x0000_i1076" DrawAspect="Content" ObjectID="_1770279972" r:id="rId69"/>
              </w:object>
            </w:r>
          </w:p>
        </w:tc>
        <w:tc>
          <w:tcPr>
            <w:tcW w:w="2693" w:type="dxa"/>
            <w:vAlign w:val="center"/>
          </w:tcPr>
          <w:p w14:paraId="6AA27A9F" w14:textId="77777777" w:rsidR="00504D39" w:rsidRPr="00D528E7" w:rsidRDefault="00504D39" w:rsidP="0054289E">
            <w:r w:rsidRPr="00730C7D">
              <w:rPr>
                <w:position w:val="-6"/>
              </w:rPr>
              <w:object w:dxaOrig="400" w:dyaOrig="279" w14:anchorId="415FE8A2">
                <v:shape id="_x0000_i1077" type="#_x0000_t75" style="width:20.5pt;height:13.5pt" o:ole="">
                  <v:imagedata r:id="rId29" o:title=""/>
                </v:shape>
                <o:OLEObject Type="Embed" ProgID="Equation.DSMT4" ShapeID="_x0000_i1077" DrawAspect="Content" ObjectID="_1770279973" r:id="rId70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冷凝计算界面处与</w:t>
            </w:r>
            <w:r>
              <w:rPr>
                <w:rFonts w:ascii="宋体" w:cs="宋体" w:hint="eastAsia"/>
                <w:kern w:val="0"/>
                <w:szCs w:val="21"/>
              </w:rPr>
              <w:lastRenderedPageBreak/>
              <w:t>界面温度</w:t>
            </w:r>
            <w:r w:rsidRPr="00935543">
              <w:rPr>
                <w:rFonts w:ascii="宋体" w:cs="宋体"/>
                <w:kern w:val="0"/>
                <w:position w:val="-6"/>
                <w:szCs w:val="21"/>
              </w:rPr>
              <w:object w:dxaOrig="279" w:dyaOrig="279" w14:anchorId="176C689E">
                <v:shape id="_x0000_i1078" type="#_x0000_t75" style="width:13.5pt;height:13.5pt" o:ole="">
                  <v:imagedata r:id="rId31" o:title=""/>
                </v:shape>
                <o:OLEObject Type="Embed" ProgID="Equation.DSMT4" ShapeID="_x0000_i1078" DrawAspect="Content" ObjectID="_1770279974" r:id="rId71"/>
              </w:object>
            </w:r>
            <w:r>
              <w:rPr>
                <w:rFonts w:ascii="宋体" w:cs="宋体"/>
                <w:kern w:val="0"/>
                <w:szCs w:val="21"/>
              </w:rPr>
              <w:t xml:space="preserve"> </w:t>
            </w:r>
            <w:r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76470717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lastRenderedPageBreak/>
              <w:t>657.05</w:t>
            </w:r>
          </w:p>
        </w:tc>
        <w:tc>
          <w:tcPr>
            <w:tcW w:w="2737" w:type="dxa"/>
            <w:vAlign w:val="center"/>
          </w:tcPr>
          <w:p w14:paraId="1DE7FBB0" w14:textId="77777777" w:rsidR="00504D39" w:rsidRPr="00FB2E10" w:rsidRDefault="00504D39" w:rsidP="0054289E"/>
        </w:tc>
      </w:tr>
      <w:tr w:rsidR="00504D39" w14:paraId="508FBD29" w14:textId="77777777" w:rsidTr="00635599">
        <w:trPr>
          <w:jc w:val="center"/>
        </w:trPr>
        <w:tc>
          <w:tcPr>
            <w:tcW w:w="3148" w:type="dxa"/>
            <w:vAlign w:val="center"/>
          </w:tcPr>
          <w:p w14:paraId="4B039DA0" w14:textId="77777777" w:rsidR="00504D39" w:rsidRDefault="00504D39" w:rsidP="0054289E">
            <w:r w:rsidRPr="00A351F6">
              <w:rPr>
                <w:position w:val="-10"/>
              </w:rPr>
              <w:object w:dxaOrig="300" w:dyaOrig="260" w14:anchorId="34F6401A">
                <v:shape id="_x0000_i1079" type="#_x0000_t75" style="width:15pt;height:13.5pt" o:ole="">
                  <v:imagedata r:id="rId33" o:title=""/>
                </v:shape>
                <o:OLEObject Type="Embed" ProgID="Equation.DSMT4" ShapeID="_x0000_i1079" DrawAspect="Content" ObjectID="_1770279975" r:id="rId72"/>
              </w:object>
            </w:r>
          </w:p>
        </w:tc>
        <w:tc>
          <w:tcPr>
            <w:tcW w:w="2693" w:type="dxa"/>
            <w:vAlign w:val="center"/>
          </w:tcPr>
          <w:p w14:paraId="64C2E61A" w14:textId="77777777" w:rsidR="00504D39" w:rsidRDefault="00504D39" w:rsidP="0054289E">
            <w:r w:rsidRPr="00A351F6">
              <w:rPr>
                <w:position w:val="-10"/>
              </w:rPr>
              <w:object w:dxaOrig="300" w:dyaOrig="260" w14:anchorId="660602F4">
                <v:shape id="_x0000_i1080" type="#_x0000_t75" style="width:15pt;height:13.5pt" o:ole="">
                  <v:imagedata r:id="rId33" o:title=""/>
                </v:shape>
                <o:OLEObject Type="Embed" ProgID="Equation.DSMT4" ShapeID="_x0000_i1080" DrawAspect="Content" ObjectID="_1770279976" r:id="rId73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240271A0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35.00</w:t>
            </w:r>
          </w:p>
        </w:tc>
        <w:tc>
          <w:tcPr>
            <w:tcW w:w="2737" w:type="dxa"/>
            <w:vAlign w:val="center"/>
          </w:tcPr>
          <w:p w14:paraId="0CCDDC79" w14:textId="77777777" w:rsidR="00504D39" w:rsidRDefault="00504D39" w:rsidP="0054289E"/>
        </w:tc>
      </w:tr>
      <w:tr w:rsidR="00504D39" w14:paraId="0E2CA71A" w14:textId="77777777" w:rsidTr="00635599">
        <w:trPr>
          <w:jc w:val="center"/>
        </w:trPr>
        <w:tc>
          <w:tcPr>
            <w:tcW w:w="3148" w:type="dxa"/>
          </w:tcPr>
          <w:p w14:paraId="3558B85E" w14:textId="77777777" w:rsidR="00504D39" w:rsidRDefault="00504D39" w:rsidP="0054289E">
            <w:r w:rsidRPr="00841D90">
              <w:rPr>
                <w:position w:val="-6"/>
              </w:rPr>
              <w:object w:dxaOrig="260" w:dyaOrig="279" w14:anchorId="0FAC3EDC">
                <v:shape id="_x0000_i1081" type="#_x0000_t75" style="width:13.5pt;height:13.5pt" o:ole="">
                  <v:imagedata r:id="rId35" o:title=""/>
                </v:shape>
                <o:OLEObject Type="Embed" ProgID="Equation.DSMT4" ShapeID="_x0000_i1081" DrawAspect="Content" ObjectID="_1770279977" r:id="rId74"/>
              </w:object>
            </w:r>
          </w:p>
        </w:tc>
        <w:tc>
          <w:tcPr>
            <w:tcW w:w="2693" w:type="dxa"/>
          </w:tcPr>
          <w:p w14:paraId="27A5CC43" w14:textId="77777777" w:rsidR="00504D39" w:rsidRDefault="00504D39" w:rsidP="0054289E">
            <w:r w:rsidRPr="00841D90">
              <w:rPr>
                <w:position w:val="-6"/>
              </w:rPr>
              <w:object w:dxaOrig="260" w:dyaOrig="279" w14:anchorId="5DF426D5">
                <v:shape id="_x0000_i1082" type="#_x0000_t75" style="width:13.5pt;height:13.5pt" o:ole="">
                  <v:imagedata r:id="rId35" o:title=""/>
                </v:shape>
                <o:OLEObject Type="Embed" ProgID="Equation.DSMT4" ShapeID="_x0000_i1082" DrawAspect="Content" ObjectID="_1770279978" r:id="rId75"/>
              </w:objec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1E99DF36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0.02</w:t>
            </w:r>
          </w:p>
        </w:tc>
        <w:tc>
          <w:tcPr>
            <w:tcW w:w="2737" w:type="dxa"/>
            <w:vAlign w:val="center"/>
          </w:tcPr>
          <w:p w14:paraId="1014EF4A" w14:textId="77777777" w:rsidR="00504D39" w:rsidRPr="00FB2E10" w:rsidRDefault="00504D39" w:rsidP="0054289E"/>
        </w:tc>
      </w:tr>
      <w:tr w:rsidR="00504D39" w14:paraId="54AF2D03" w14:textId="77777777" w:rsidTr="00635599">
        <w:trPr>
          <w:jc w:val="center"/>
        </w:trPr>
        <w:tc>
          <w:tcPr>
            <w:tcW w:w="3148" w:type="dxa"/>
            <w:vAlign w:val="center"/>
          </w:tcPr>
          <w:p w14:paraId="62135348" w14:textId="77777777" w:rsidR="00504D39" w:rsidRDefault="00504D39" w:rsidP="0054289E">
            <w:r w:rsidRPr="00843DEA">
              <w:rPr>
                <w:position w:val="-28"/>
              </w:rPr>
              <w:object w:dxaOrig="3260" w:dyaOrig="999" w14:anchorId="7A8299F5">
                <v:shape id="_x0000_i1083" type="#_x0000_t75" style="width:142.5pt;height:43.5pt" o:ole="">
                  <v:imagedata r:id="rId15" o:title=""/>
                </v:shape>
                <o:OLEObject Type="Embed" ProgID="Equation.DSMT4" ShapeID="_x0000_i1083" DrawAspect="Content" ObjectID="_1770279979" r:id="rId76"/>
              </w:object>
            </w:r>
          </w:p>
        </w:tc>
        <w:tc>
          <w:tcPr>
            <w:tcW w:w="2693" w:type="dxa"/>
            <w:vAlign w:val="center"/>
          </w:tcPr>
          <w:p w14:paraId="1A6ECBE6" w14:textId="77777777" w:rsidR="00504D39" w:rsidRDefault="00504D39" w:rsidP="0054289E">
            <w:r w:rsidRPr="00730C7D">
              <w:rPr>
                <w:position w:val="-10"/>
              </w:rPr>
              <w:object w:dxaOrig="499" w:dyaOrig="320" w14:anchorId="7F59515F">
                <v:shape id="_x0000_i1084" type="#_x0000_t75" style="width:25pt;height:16.5pt" o:ole="">
                  <v:imagedata r:id="rId17" o:title=""/>
                </v:shape>
                <o:OLEObject Type="Embed" ProgID="Equation.DSMT4" ShapeID="_x0000_i1084" DrawAspect="Content" ObjectID="_1770279980" r:id="rId77"/>
              </w:object>
            </w:r>
            <w:r>
              <w:t xml:space="preserve"> </w:t>
            </w:r>
            <w:r>
              <w:rPr>
                <w:rFonts w:hint="eastAsia"/>
              </w:rPr>
              <w:t>—</w:t>
            </w:r>
            <w:r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2790E8C2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0.00</w:t>
            </w:r>
          </w:p>
        </w:tc>
        <w:tc>
          <w:tcPr>
            <w:tcW w:w="2737" w:type="dxa"/>
            <w:vAlign w:val="center"/>
          </w:tcPr>
          <w:p w14:paraId="7D3E28C6" w14:textId="77777777"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=10.00</w:t>
            </w:r>
          </w:p>
        </w:tc>
      </w:tr>
    </w:tbl>
    <w:p w14:paraId="5F5EBA4F" w14:textId="77777777" w:rsidR="004E53B8" w:rsidRDefault="004E53B8" w:rsidP="00064694">
      <w:pPr>
        <w:widowControl/>
        <w:jc w:val="left"/>
      </w:pPr>
    </w:p>
    <w:p w14:paraId="501E49F5" w14:textId="77777777"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4" w:name="_Toc159667150"/>
      <w:r>
        <w:rPr>
          <w:rFonts w:hint="eastAsia"/>
          <w:kern w:val="2"/>
        </w:rPr>
        <w:t>外墙构造一</w:t>
      </w:r>
      <w:bookmarkEnd w:id="64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14:paraId="1D1DEB33" w14:textId="77777777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14:paraId="35080D01" w14:textId="77777777"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10E7A067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21015C5F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4C4170E4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0594C681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378FF704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2904181D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14:paraId="22FA0A94" w14:textId="77777777" w:rsidTr="00C76F5A">
        <w:tc>
          <w:tcPr>
            <w:tcW w:w="3345" w:type="dxa"/>
            <w:vMerge/>
            <w:vAlign w:val="center"/>
            <w:hideMark/>
          </w:tcPr>
          <w:p w14:paraId="1FD4D520" w14:textId="77777777"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4300FF0C" w14:textId="77777777"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184541B5" w14:textId="77777777"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33F68822" w14:textId="77777777"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13D14FDA" w14:textId="77777777"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5FF12D51" w14:textId="77777777"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4264756F" w14:textId="77777777"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DC7E21" w14:paraId="7D6D19A5" w14:textId="77777777">
        <w:tc>
          <w:tcPr>
            <w:tcW w:w="3345" w:type="dxa"/>
            <w:vAlign w:val="center"/>
          </w:tcPr>
          <w:p w14:paraId="6D748EC7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2B965F48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42D211B7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0FFE7B0A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30C2F524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42433CFF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2887D117" w14:textId="77777777" w:rsidR="00C76F5A" w:rsidRDefault="00C76F5A" w:rsidP="00C76F5A">
            <w:r>
              <w:t>0.022</w:t>
            </w:r>
          </w:p>
        </w:tc>
      </w:tr>
      <w:tr w:rsidR="00DC7E21" w14:paraId="2F3B97EC" w14:textId="77777777">
        <w:tc>
          <w:tcPr>
            <w:tcW w:w="3345" w:type="dxa"/>
            <w:vAlign w:val="center"/>
          </w:tcPr>
          <w:p w14:paraId="5D7DDB48" w14:textId="77777777"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40523B3D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2DB76416" w14:textId="77777777"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14:paraId="6F875A0F" w14:textId="77777777"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14:paraId="3696E8E3" w14:textId="77777777"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14:paraId="5671149F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4B30EE87" w14:textId="77777777" w:rsidR="00C76F5A" w:rsidRDefault="00C76F5A" w:rsidP="00C76F5A">
            <w:r>
              <w:t>0.556</w:t>
            </w:r>
          </w:p>
        </w:tc>
      </w:tr>
      <w:tr w:rsidR="00DC7E21" w14:paraId="1561FD62" w14:textId="77777777">
        <w:tc>
          <w:tcPr>
            <w:tcW w:w="3345" w:type="dxa"/>
            <w:vAlign w:val="center"/>
          </w:tcPr>
          <w:p w14:paraId="1C3FFB46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5D976B4B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14FC054C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2364016A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4E96F9F4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10FFD332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4155D891" w14:textId="77777777" w:rsidR="00C76F5A" w:rsidRDefault="00C76F5A" w:rsidP="00C76F5A">
            <w:r>
              <w:t>0.022</w:t>
            </w:r>
          </w:p>
        </w:tc>
      </w:tr>
      <w:tr w:rsidR="00DC7E21" w14:paraId="02579B23" w14:textId="77777777">
        <w:tc>
          <w:tcPr>
            <w:tcW w:w="3345" w:type="dxa"/>
            <w:vAlign w:val="center"/>
          </w:tcPr>
          <w:p w14:paraId="6B424FBF" w14:textId="77777777"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14:paraId="69FA4699" w14:textId="77777777"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14:paraId="4173514B" w14:textId="77777777"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14:paraId="000291CD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7DA019FE" w14:textId="77777777"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14:paraId="02123225" w14:textId="77777777"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14:paraId="0F1A6313" w14:textId="77777777" w:rsidR="00C76F5A" w:rsidRDefault="00C76F5A" w:rsidP="00C76F5A">
            <w:r>
              <w:t>0.115</w:t>
            </w:r>
          </w:p>
        </w:tc>
      </w:tr>
      <w:tr w:rsidR="00C76F5A" w14:paraId="2B1E6603" w14:textId="77777777" w:rsidTr="00DD0B5D">
        <w:tc>
          <w:tcPr>
            <w:tcW w:w="3345" w:type="dxa"/>
            <w:vAlign w:val="center"/>
          </w:tcPr>
          <w:p w14:paraId="75E73FEA" w14:textId="77777777"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14:paraId="438BE8AC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6969F835" w14:textId="77777777"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14:paraId="2163EE69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11BDEDDE" w14:textId="77777777"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14:paraId="3E5B0835" w14:textId="77777777"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14:paraId="4556B9B0" w14:textId="77777777" w:rsidR="00C76F5A" w:rsidRDefault="00C76F5A" w:rsidP="00C76F5A">
            <w:r>
              <w:t>0.025</w:t>
            </w:r>
          </w:p>
        </w:tc>
      </w:tr>
    </w:tbl>
    <w:p w14:paraId="483C4919" w14:textId="77777777" w:rsidR="00F52375" w:rsidRPr="00F52375" w:rsidRDefault="00F52375" w:rsidP="00F52375">
      <w:pPr>
        <w:pStyle w:val="a0"/>
        <w:ind w:left="1470" w:right="1470"/>
      </w:pPr>
    </w:p>
    <w:p w14:paraId="4BCD0CE9" w14:textId="77777777" w:rsidR="007952C1" w:rsidRDefault="007952C1" w:rsidP="00CE04F8">
      <w:pPr>
        <w:pStyle w:val="3"/>
      </w:pPr>
      <w:bookmarkStart w:id="65" w:name="_Toc159667151"/>
      <w:r w:rsidRPr="007952C1">
        <w:rPr>
          <w:rFonts w:hint="eastAsia"/>
        </w:rPr>
        <w:t>冷凝计算界面至围护结构内表面之间的热阻</w:t>
      </w:r>
      <w:r w:rsidR="00000000">
        <w:pict w14:anchorId="2093B601">
          <v:shape id="_x0000_i1085" type="#_x0000_t75" style="width:19pt;height:13.5pt">
            <v:imagedata r:id="rId9" o:title=""/>
          </v:shape>
        </w:pict>
      </w:r>
      <w:bookmarkEnd w:id="65"/>
    </w:p>
    <w:p w14:paraId="147535C4" w14:textId="77777777"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="00000000">
        <w:rPr>
          <w:b/>
          <w:bCs/>
        </w:rPr>
        <w:pict w14:anchorId="5DBA0E04">
          <v:shape id="_x0000_i1086" type="#_x0000_t75" style="width:19pt;height:13.5pt">
            <v:imagedata r:id="rId9" o:title=""/>
          </v:shape>
        </w:pict>
      </w:r>
      <w:r>
        <w:rPr>
          <w:b/>
          <w:bCs/>
        </w:rPr>
        <w:t>=</w:t>
      </w:r>
      <w:r w:rsidR="00990A57">
        <w:rPr>
          <w:rFonts w:hint="eastAsia"/>
        </w:rPr>
        <w:t>0.72</w:t>
      </w:r>
    </w:p>
    <w:p w14:paraId="6F9C61FD" w14:textId="77777777" w:rsidR="00990A57" w:rsidRDefault="00D60B8C" w:rsidP="00CE04F8">
      <w:pPr>
        <w:pStyle w:val="3"/>
        <w:ind w:right="1470"/>
      </w:pPr>
      <w:bookmarkStart w:id="66" w:name="_Toc159667152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000000">
        <w:rPr>
          <w:position w:val="-6"/>
        </w:rPr>
        <w:pict w14:anchorId="45B89E7F">
          <v:shape id="_x0000_i1087" type="#_x0000_t75" style="width:13.5pt;height:13.5pt">
            <v:imagedata r:id="rId11" o:title=""/>
          </v:shape>
        </w:pict>
      </w:r>
      <w:bookmarkEnd w:id="66"/>
    </w:p>
    <w:p w14:paraId="5D68132E" w14:textId="77777777" w:rsidR="00CE04F8" w:rsidRPr="00990A57" w:rsidRDefault="00000000" w:rsidP="00990A57">
      <w:pPr>
        <w:jc w:val="center"/>
      </w:pPr>
      <w:r>
        <w:pict w14:anchorId="56A54F51">
          <v:shape id="_x0000_i1088" type="#_x0000_t75" style="width:112pt;height:33pt">
            <v:imagedata r:id="rId58" o:title=""/>
          </v:shape>
        </w:pict>
      </w:r>
    </w:p>
    <w:p w14:paraId="7CB4B7AE" w14:textId="77777777"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000000">
        <w:rPr>
          <w:position w:val="-6"/>
        </w:rPr>
        <w:pict w14:anchorId="1EE0C6D2">
          <v:shape id="_x0000_i1089" type="#_x0000_t75" style="width:13.5pt;height:13.5pt">
            <v:imagedata r:id="rId11" o:title=""/>
          </v:shape>
        </w:pict>
      </w:r>
      <w:r>
        <w:t>=</w:t>
      </w:r>
      <w:r w:rsidR="00990A57">
        <w:rPr>
          <w:rFonts w:hint="eastAsia"/>
        </w:rPr>
        <w:t>1.34</w:t>
      </w:r>
    </w:p>
    <w:p w14:paraId="3BF78499" w14:textId="77777777" w:rsidR="00CE04F8" w:rsidRPr="00CE04F8" w:rsidRDefault="00B505F2" w:rsidP="00B23996">
      <w:pPr>
        <w:pStyle w:val="3"/>
        <w:ind w:right="1470"/>
      </w:pPr>
      <w:bookmarkStart w:id="67" w:name="_Toc159667153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67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14:paraId="57D86865" w14:textId="77777777" w:rsidTr="00635599">
        <w:trPr>
          <w:jc w:val="center"/>
        </w:trPr>
        <w:tc>
          <w:tcPr>
            <w:tcW w:w="3148" w:type="dxa"/>
            <w:vAlign w:val="center"/>
          </w:tcPr>
          <w:p w14:paraId="21A6BB20" w14:textId="77777777" w:rsidR="00504D39" w:rsidRPr="005012CD" w:rsidRDefault="00000000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 w14:anchorId="30382B73">
                <v:shape id="_x0000_i1090" type="#_x0000_t75" style="width:20.5pt;height:13.5pt">
                  <v:imagedata r:id="rId1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1465706D" w14:textId="77777777" w:rsidR="00504D39" w:rsidRDefault="00000000" w:rsidP="0054289E">
            <w:r>
              <w:rPr>
                <w:position w:val="-6"/>
              </w:rPr>
              <w:pict w14:anchorId="75E7A75A">
                <v:shape id="_x0000_i1091" type="#_x0000_t75" style="width:20.5pt;height:13.5pt">
                  <v:imagedata r:id="rId19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530C19F6">
                <v:shape id="_x0000_i109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30B16">
              <w:rPr>
                <w:position w:val="-8"/>
              </w:rPr>
              <w:pict w14:anchorId="124CCC5C">
                <v:shape id="_x0000_i1154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27489EAB">
                <v:shape id="_x0000_i1094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30B16">
              <w:rPr>
                <w:position w:val="-8"/>
              </w:rPr>
              <w:pict w14:anchorId="27FBD745">
                <v:shape id="_x0000_i1155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1296C91C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14062.08</w:t>
            </w:r>
          </w:p>
        </w:tc>
        <w:tc>
          <w:tcPr>
            <w:tcW w:w="2737" w:type="dxa"/>
            <w:vAlign w:val="center"/>
          </w:tcPr>
          <w:p w14:paraId="3DAE03E6" w14:textId="77777777" w:rsidR="00504D39" w:rsidRPr="009470F7" w:rsidRDefault="00504D39" w:rsidP="0054289E"/>
        </w:tc>
      </w:tr>
      <w:tr w:rsidR="00504D39" w14:paraId="3704C682" w14:textId="77777777" w:rsidTr="00635599">
        <w:trPr>
          <w:jc w:val="center"/>
        </w:trPr>
        <w:tc>
          <w:tcPr>
            <w:tcW w:w="3148" w:type="dxa"/>
            <w:vAlign w:val="center"/>
          </w:tcPr>
          <w:p w14:paraId="2429BC5E" w14:textId="77777777" w:rsidR="00504D39" w:rsidRDefault="00000000" w:rsidP="0054289E">
            <w:r>
              <w:rPr>
                <w:position w:val="-6"/>
              </w:rPr>
              <w:pict w14:anchorId="037E410B">
                <v:shape id="_x0000_i1096" type="#_x0000_t75" style="width:22pt;height:13.5pt">
                  <v:imagedata r:id="rId2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702C152C" w14:textId="77777777" w:rsidR="00504D39" w:rsidRDefault="00000000" w:rsidP="0054289E">
            <w:r>
              <w:rPr>
                <w:position w:val="-6"/>
              </w:rPr>
              <w:pict w14:anchorId="1D9207B5">
                <v:shape id="_x0000_i1097" type="#_x0000_t75" style="width:22pt;height:13.5pt">
                  <v:imagedata r:id="rId23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063E73E3">
                <v:shape id="_x0000_i1098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30B16">
              <w:rPr>
                <w:position w:val="-8"/>
              </w:rPr>
              <w:pict w14:anchorId="24F089BB">
                <v:shape id="_x0000_i1156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3AE0A29A">
                <v:shape id="_x0000_i1100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30B16">
              <w:rPr>
                <w:position w:val="-8"/>
              </w:rPr>
              <w:pict w14:anchorId="56CAB55A">
                <v:shape id="_x0000_i1157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66352D92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952.38</w:t>
            </w:r>
          </w:p>
        </w:tc>
        <w:tc>
          <w:tcPr>
            <w:tcW w:w="2737" w:type="dxa"/>
            <w:vAlign w:val="center"/>
          </w:tcPr>
          <w:p w14:paraId="21222C28" w14:textId="77777777" w:rsidR="00504D39" w:rsidRDefault="00504D39" w:rsidP="0054289E"/>
        </w:tc>
      </w:tr>
      <w:tr w:rsidR="00504D39" w14:paraId="7E75FB42" w14:textId="77777777" w:rsidTr="00635599">
        <w:trPr>
          <w:jc w:val="center"/>
        </w:trPr>
        <w:tc>
          <w:tcPr>
            <w:tcW w:w="3148" w:type="dxa"/>
            <w:vAlign w:val="center"/>
          </w:tcPr>
          <w:p w14:paraId="4D404A1C" w14:textId="77777777" w:rsidR="00504D39" w:rsidRPr="00FB2E10" w:rsidRDefault="00000000" w:rsidP="0054289E">
            <w:r>
              <w:rPr>
                <w:position w:val="-6"/>
              </w:rPr>
              <w:pict w14:anchorId="399C1B82">
                <v:shape id="_x0000_i1102" type="#_x0000_t75" style="width:13.5pt;height:13.5pt">
                  <v:imagedata r:id="rId2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3667E8B1" w14:textId="77777777" w:rsidR="00504D39" w:rsidRPr="00D528E7" w:rsidRDefault="00000000" w:rsidP="0054289E">
            <w:r>
              <w:rPr>
                <w:position w:val="-6"/>
              </w:rPr>
              <w:pict w14:anchorId="34D80D97">
                <v:shape id="_x0000_i1103" type="#_x0000_t75" style="width:13.5pt;height:13.5pt">
                  <v:imagedata r:id="rId25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</w:t>
            </w:r>
            <w:r w:rsidR="00504D39">
              <w:rPr>
                <w:rFonts w:ascii="宋体" w:cs="宋体" w:hint="eastAsia"/>
                <w:kern w:val="0"/>
                <w:szCs w:val="21"/>
              </w:rPr>
              <w:lastRenderedPageBreak/>
              <w:t>力(Pa)</w:t>
            </w:r>
          </w:p>
        </w:tc>
        <w:tc>
          <w:tcPr>
            <w:tcW w:w="1374" w:type="dxa"/>
            <w:vAlign w:val="center"/>
          </w:tcPr>
          <w:p w14:paraId="4B56A3F2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lastRenderedPageBreak/>
              <w:t>1237.20</w:t>
            </w:r>
          </w:p>
        </w:tc>
        <w:tc>
          <w:tcPr>
            <w:tcW w:w="2737" w:type="dxa"/>
            <w:vAlign w:val="center"/>
          </w:tcPr>
          <w:p w14:paraId="55DC45FE" w14:textId="77777777"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</w:t>
            </w:r>
            <w:r>
              <w:rPr>
                <w:rFonts w:ascii="宋体" w:cs="宋体" w:hint="eastAsia"/>
                <w:kern w:val="0"/>
                <w:szCs w:val="21"/>
              </w:rPr>
              <w:lastRenderedPageBreak/>
              <w:t>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14:paraId="308157AB" w14:textId="77777777" w:rsidTr="00635599">
        <w:trPr>
          <w:jc w:val="center"/>
        </w:trPr>
        <w:tc>
          <w:tcPr>
            <w:tcW w:w="3148" w:type="dxa"/>
            <w:vAlign w:val="center"/>
          </w:tcPr>
          <w:p w14:paraId="0F3518F4" w14:textId="77777777" w:rsidR="00504D39" w:rsidRDefault="00000000" w:rsidP="0054289E">
            <w:r>
              <w:rPr>
                <w:position w:val="-6"/>
              </w:rPr>
              <w:lastRenderedPageBreak/>
              <w:pict w14:anchorId="5F8E18A5">
                <v:shape id="_x0000_i1104" type="#_x0000_t75" style="width:15pt;height:13.5pt">
                  <v:imagedata r:id="rId27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030AF36E" w14:textId="77777777" w:rsidR="00504D39" w:rsidRDefault="00000000" w:rsidP="0054289E">
            <w:r>
              <w:rPr>
                <w:position w:val="-6"/>
              </w:rPr>
              <w:pict w14:anchorId="69545405">
                <v:shape id="_x0000_i1105" type="#_x0000_t75" style="width:15pt;height:13.5pt">
                  <v:imagedata r:id="rId2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56296B92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264.67</w:t>
            </w:r>
          </w:p>
        </w:tc>
        <w:tc>
          <w:tcPr>
            <w:tcW w:w="2737" w:type="dxa"/>
            <w:vAlign w:val="center"/>
          </w:tcPr>
          <w:p w14:paraId="0E10AB1E" w14:textId="77777777"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14:paraId="1BEB28EA" w14:textId="77777777" w:rsidTr="00635599">
        <w:trPr>
          <w:jc w:val="center"/>
        </w:trPr>
        <w:tc>
          <w:tcPr>
            <w:tcW w:w="3148" w:type="dxa"/>
            <w:vAlign w:val="center"/>
          </w:tcPr>
          <w:p w14:paraId="6D0D16AE" w14:textId="77777777" w:rsidR="00504D39" w:rsidRDefault="00000000" w:rsidP="0054289E">
            <w:r>
              <w:rPr>
                <w:position w:val="-6"/>
              </w:rPr>
              <w:pict w14:anchorId="63283B1A">
                <v:shape id="_x0000_i1106" type="#_x0000_t75" style="width:20.5pt;height:13.5pt">
                  <v:imagedata r:id="rId2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2A2C1011" w14:textId="77777777" w:rsidR="00504D39" w:rsidRPr="00D528E7" w:rsidRDefault="00000000" w:rsidP="0054289E">
            <w:r>
              <w:rPr>
                <w:position w:val="-6"/>
              </w:rPr>
              <w:pict w14:anchorId="197034E1">
                <v:shape id="_x0000_i1107" type="#_x0000_t75" style="width:20.5pt;height:13.5pt">
                  <v:imagedata r:id="rId29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 w14:anchorId="00A96CD1">
                <v:shape id="_x0000_i1108" type="#_x0000_t75" style="width:13.5pt;height:13.5pt">
                  <v:imagedata r:id="rId31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77712394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672.64</w:t>
            </w:r>
          </w:p>
        </w:tc>
        <w:tc>
          <w:tcPr>
            <w:tcW w:w="2737" w:type="dxa"/>
            <w:vAlign w:val="center"/>
          </w:tcPr>
          <w:p w14:paraId="4A6EE8F0" w14:textId="77777777" w:rsidR="00504D39" w:rsidRPr="00FB2E10" w:rsidRDefault="00504D39" w:rsidP="0054289E"/>
        </w:tc>
      </w:tr>
      <w:tr w:rsidR="00504D39" w14:paraId="1AD4ACA7" w14:textId="77777777" w:rsidTr="00635599">
        <w:trPr>
          <w:jc w:val="center"/>
        </w:trPr>
        <w:tc>
          <w:tcPr>
            <w:tcW w:w="3148" w:type="dxa"/>
            <w:vAlign w:val="center"/>
          </w:tcPr>
          <w:p w14:paraId="278D57CD" w14:textId="77777777" w:rsidR="00504D39" w:rsidRDefault="00000000" w:rsidP="0054289E">
            <w:r>
              <w:rPr>
                <w:position w:val="-10"/>
              </w:rPr>
              <w:pict w14:anchorId="7EC02F91">
                <v:shape id="_x0000_i1109" type="#_x0000_t75" style="width:15pt;height:13.5pt">
                  <v:imagedata r:id="rId3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746E0F30" w14:textId="77777777" w:rsidR="00504D39" w:rsidRDefault="00000000" w:rsidP="0054289E">
            <w:r>
              <w:rPr>
                <w:position w:val="-10"/>
              </w:rPr>
              <w:pict w14:anchorId="2DEDBCDF">
                <v:shape id="_x0000_i1110" type="#_x0000_t75" style="width:15pt;height:13.5pt">
                  <v:imagedata r:id="rId33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3D499BB9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35.00</w:t>
            </w:r>
          </w:p>
        </w:tc>
        <w:tc>
          <w:tcPr>
            <w:tcW w:w="2737" w:type="dxa"/>
            <w:vAlign w:val="center"/>
          </w:tcPr>
          <w:p w14:paraId="4BE7E8A4" w14:textId="77777777" w:rsidR="00504D39" w:rsidRDefault="00504D39" w:rsidP="0054289E"/>
        </w:tc>
      </w:tr>
      <w:tr w:rsidR="00504D39" w14:paraId="4C82C8E1" w14:textId="77777777" w:rsidTr="00635599">
        <w:trPr>
          <w:jc w:val="center"/>
        </w:trPr>
        <w:tc>
          <w:tcPr>
            <w:tcW w:w="3148" w:type="dxa"/>
          </w:tcPr>
          <w:p w14:paraId="6BF04AAC" w14:textId="77777777" w:rsidR="00504D39" w:rsidRDefault="00000000" w:rsidP="0054289E">
            <w:r>
              <w:rPr>
                <w:position w:val="-6"/>
              </w:rPr>
              <w:pict w14:anchorId="14738B4F">
                <v:shape id="_x0000_i1111" type="#_x0000_t75" style="width:13.5pt;height:13.5pt">
                  <v:imagedata r:id="rId35" o:title=""/>
                </v:shape>
              </w:pict>
            </w:r>
          </w:p>
        </w:tc>
        <w:tc>
          <w:tcPr>
            <w:tcW w:w="2693" w:type="dxa"/>
          </w:tcPr>
          <w:p w14:paraId="7C6D97AD" w14:textId="77777777" w:rsidR="00504D39" w:rsidRDefault="00000000" w:rsidP="0054289E">
            <w:r>
              <w:rPr>
                <w:position w:val="-6"/>
              </w:rPr>
              <w:pict w14:anchorId="2FB41670">
                <v:shape id="_x0000_i1112" type="#_x0000_t75" style="width:13.5pt;height:13.5pt">
                  <v:imagedata r:id="rId35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1360B6F8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0.02</w:t>
            </w:r>
          </w:p>
        </w:tc>
        <w:tc>
          <w:tcPr>
            <w:tcW w:w="2737" w:type="dxa"/>
            <w:vAlign w:val="center"/>
          </w:tcPr>
          <w:p w14:paraId="005809F6" w14:textId="77777777" w:rsidR="00504D39" w:rsidRPr="00FB2E10" w:rsidRDefault="00504D39" w:rsidP="0054289E"/>
        </w:tc>
      </w:tr>
      <w:tr w:rsidR="00504D39" w14:paraId="04777E18" w14:textId="77777777" w:rsidTr="00635599">
        <w:trPr>
          <w:jc w:val="center"/>
        </w:trPr>
        <w:tc>
          <w:tcPr>
            <w:tcW w:w="3148" w:type="dxa"/>
            <w:vAlign w:val="center"/>
          </w:tcPr>
          <w:p w14:paraId="50614784" w14:textId="77777777" w:rsidR="00504D39" w:rsidRDefault="00000000" w:rsidP="0054289E">
            <w:r>
              <w:rPr>
                <w:position w:val="-28"/>
              </w:rPr>
              <w:pict w14:anchorId="2ACD9E21">
                <v:shape id="_x0000_i1113" type="#_x0000_t75" style="width:142.5pt;height:43.5pt">
                  <v:imagedata r:id="rId1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3F016AC5" w14:textId="77777777" w:rsidR="00504D39" w:rsidRDefault="00000000" w:rsidP="0054289E">
            <w:r>
              <w:rPr>
                <w:position w:val="-10"/>
              </w:rPr>
              <w:pict w14:anchorId="2D3830DB">
                <v:shape id="_x0000_i1114" type="#_x0000_t75" style="width:25pt;height:16.5pt">
                  <v:imagedata r:id="rId1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3469DCE9" w14:textId="77777777" w:rsidR="00504D39" w:rsidRDefault="00504D39" w:rsidP="0054289E">
            <w:pPr>
              <w:jc w:val="center"/>
            </w:pPr>
            <w:r>
              <w:rPr>
                <w:rFonts w:hint="eastAsia"/>
              </w:rPr>
              <w:t>0.00</w:t>
            </w:r>
          </w:p>
        </w:tc>
        <w:tc>
          <w:tcPr>
            <w:tcW w:w="2737" w:type="dxa"/>
            <w:vAlign w:val="center"/>
          </w:tcPr>
          <w:p w14:paraId="5C4CAC36" w14:textId="77777777"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=10.00</w:t>
            </w:r>
          </w:p>
        </w:tc>
      </w:tr>
    </w:tbl>
    <w:p w14:paraId="772D1676" w14:textId="77777777" w:rsidR="004E53B8" w:rsidRDefault="004E53B8" w:rsidP="00064694">
      <w:pPr>
        <w:widowControl/>
        <w:jc w:val="left"/>
      </w:pPr>
    </w:p>
    <w:p w14:paraId="17C3B278" w14:textId="77777777" w:rsidR="00F52375" w:rsidRPr="00F52375" w:rsidRDefault="00F52375" w:rsidP="00F52375">
      <w:pPr>
        <w:pStyle w:val="2"/>
        <w:spacing w:line="240" w:lineRule="atLeast"/>
        <w:rPr>
          <w:kern w:val="2"/>
        </w:rPr>
      </w:pPr>
      <w:bookmarkStart w:id="68" w:name="构造ID"/>
      <w:bookmarkStart w:id="69" w:name="DataTab"/>
      <w:bookmarkStart w:id="70" w:name="_Toc159667154"/>
      <w:r>
        <w:rPr>
          <w:rFonts w:hint="eastAsia"/>
          <w:kern w:val="2"/>
        </w:rPr>
        <w:t>阳台隔墙构造一</w:t>
      </w:r>
      <w:bookmarkEnd w:id="68"/>
      <w:bookmarkEnd w:id="70"/>
    </w:p>
    <w:tbl>
      <w:tblPr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5"/>
        <w:gridCol w:w="848"/>
        <w:gridCol w:w="1075"/>
        <w:gridCol w:w="671"/>
        <w:gridCol w:w="992"/>
        <w:gridCol w:w="1559"/>
        <w:gridCol w:w="993"/>
      </w:tblGrid>
      <w:tr w:rsidR="00C76F5A" w14:paraId="7F34F27A" w14:textId="77777777" w:rsidTr="00C76F5A">
        <w:tc>
          <w:tcPr>
            <w:tcW w:w="3345" w:type="dxa"/>
            <w:vMerge w:val="restart"/>
            <w:shd w:val="clear" w:color="auto" w:fill="E6E6E6"/>
            <w:vAlign w:val="center"/>
            <w:hideMark/>
          </w:tcPr>
          <w:p w14:paraId="49A253F9" w14:textId="77777777" w:rsidR="00C76F5A" w:rsidRDefault="00C76F5A" w:rsidP="00C76F5A">
            <w:pPr>
              <w:jc w:val="center"/>
              <w:rPr>
                <w:kern w:val="0"/>
                <w:szCs w:val="20"/>
                <w:lang w:val="en-GB"/>
              </w:rPr>
            </w:pPr>
            <w:bookmarkStart w:id="71" w:name="构造表"/>
            <w:r>
              <w:rPr>
                <w:rFonts w:hint="eastAsia"/>
              </w:rPr>
              <w:t>材料名称</w:t>
            </w:r>
            <w:r>
              <w:br/>
            </w:r>
            <w:r>
              <w:rPr>
                <w:rFonts w:hint="eastAsia"/>
              </w:rP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737C6201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05C8A572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导热系数</w:t>
            </w:r>
            <w:r>
              <w:t>λ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7D7FBB3C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修正系数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283EEF2D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密度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116A46ED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蒸汽渗透</w:t>
            </w:r>
            <w:r>
              <w:t>系数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352FA0B4" w14:textId="77777777" w:rsidR="00C76F5A" w:rsidRDefault="00C76F5A" w:rsidP="00C76F5A">
            <w:pPr>
              <w:jc w:val="center"/>
            </w:pPr>
            <w:r>
              <w:rPr>
                <w:rFonts w:hint="eastAsia"/>
              </w:rPr>
              <w:t>热阻</w:t>
            </w:r>
            <w:r>
              <w:t>R</w:t>
            </w:r>
          </w:p>
        </w:tc>
      </w:tr>
      <w:tr w:rsidR="00C76F5A" w14:paraId="5C766A6C" w14:textId="77777777" w:rsidTr="00C76F5A">
        <w:tc>
          <w:tcPr>
            <w:tcW w:w="3345" w:type="dxa"/>
            <w:vMerge/>
            <w:vAlign w:val="center"/>
            <w:hideMark/>
          </w:tcPr>
          <w:p w14:paraId="2D473166" w14:textId="77777777" w:rsidR="00C76F5A" w:rsidRDefault="00C76F5A" w:rsidP="00C76F5A">
            <w:pPr>
              <w:rPr>
                <w:lang w:val="en-GB"/>
              </w:rPr>
            </w:pPr>
          </w:p>
        </w:tc>
        <w:tc>
          <w:tcPr>
            <w:tcW w:w="848" w:type="dxa"/>
            <w:shd w:val="clear" w:color="auto" w:fill="E6E6E6"/>
            <w:vAlign w:val="center"/>
            <w:hideMark/>
          </w:tcPr>
          <w:p w14:paraId="1F3EF24B" w14:textId="77777777" w:rsidR="00C76F5A" w:rsidRDefault="00C76F5A" w:rsidP="00C76F5A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  <w:hideMark/>
          </w:tcPr>
          <w:p w14:paraId="4CE1F1B9" w14:textId="77777777" w:rsidR="00C76F5A" w:rsidRDefault="00C76F5A" w:rsidP="00C76F5A">
            <w:pPr>
              <w:jc w:val="center"/>
            </w:pPr>
            <w:r>
              <w:t>W/(m.K)</w:t>
            </w:r>
          </w:p>
        </w:tc>
        <w:tc>
          <w:tcPr>
            <w:tcW w:w="671" w:type="dxa"/>
            <w:shd w:val="clear" w:color="auto" w:fill="E6E6E6"/>
            <w:vAlign w:val="center"/>
            <w:hideMark/>
          </w:tcPr>
          <w:p w14:paraId="1303352E" w14:textId="77777777" w:rsidR="00C76F5A" w:rsidRDefault="00C76F5A" w:rsidP="00C76F5A">
            <w:pPr>
              <w:jc w:val="center"/>
            </w:pPr>
            <w:r>
              <w:t>α</w:t>
            </w:r>
          </w:p>
        </w:tc>
        <w:tc>
          <w:tcPr>
            <w:tcW w:w="992" w:type="dxa"/>
            <w:shd w:val="clear" w:color="auto" w:fill="E6E6E6"/>
            <w:vAlign w:val="center"/>
            <w:hideMark/>
          </w:tcPr>
          <w:p w14:paraId="7D1BD98F" w14:textId="77777777" w:rsidR="00C76F5A" w:rsidRDefault="00C76F5A" w:rsidP="00C76F5A">
            <w:pPr>
              <w:jc w:val="center"/>
            </w:pPr>
            <w:r>
              <w:t>Kg/m³</w:t>
            </w:r>
          </w:p>
        </w:tc>
        <w:tc>
          <w:tcPr>
            <w:tcW w:w="1559" w:type="dxa"/>
            <w:shd w:val="clear" w:color="auto" w:fill="E6E6E6"/>
            <w:vAlign w:val="center"/>
            <w:hideMark/>
          </w:tcPr>
          <w:p w14:paraId="30763777" w14:textId="77777777" w:rsidR="00C76F5A" w:rsidRDefault="00C76F5A" w:rsidP="00C76F5A">
            <w:pPr>
              <w:jc w:val="center"/>
            </w:pPr>
            <w:r>
              <w:t>g</w:t>
            </w:r>
            <w:r>
              <w:rPr>
                <w:rFonts w:hint="eastAsia"/>
              </w:rPr>
              <w:t>/(m</w:t>
            </w:r>
            <w:r>
              <w:t>.</w:t>
            </w:r>
            <w:r>
              <w:rPr>
                <w:rFonts w:hint="eastAsia"/>
              </w:rPr>
              <w:t>h.</w:t>
            </w:r>
            <w:r>
              <w:t>K</w:t>
            </w:r>
            <w:r>
              <w:rPr>
                <w:rFonts w:hint="eastAsia"/>
              </w:rPr>
              <w:t>Pa</w:t>
            </w:r>
            <w:r>
              <w:t>)</w:t>
            </w:r>
          </w:p>
        </w:tc>
        <w:tc>
          <w:tcPr>
            <w:tcW w:w="993" w:type="dxa"/>
            <w:shd w:val="clear" w:color="auto" w:fill="E6E6E6"/>
            <w:vAlign w:val="center"/>
            <w:hideMark/>
          </w:tcPr>
          <w:p w14:paraId="423A9517" w14:textId="77777777" w:rsidR="00C76F5A" w:rsidRDefault="00C76F5A" w:rsidP="00C76F5A">
            <w:pPr>
              <w:jc w:val="center"/>
            </w:pPr>
            <w:r>
              <w:t>(</w:t>
            </w:r>
            <w:r>
              <w:rPr>
                <w:rFonts w:hint="eastAsia"/>
              </w:rPr>
              <w:t>㎡</w:t>
            </w:r>
            <w:r>
              <w:t>K)/W</w:t>
            </w:r>
          </w:p>
        </w:tc>
      </w:tr>
      <w:tr w:rsidR="00DC7E21" w14:paraId="7F9C6A59" w14:textId="77777777">
        <w:tc>
          <w:tcPr>
            <w:tcW w:w="3345" w:type="dxa"/>
            <w:vAlign w:val="center"/>
          </w:tcPr>
          <w:p w14:paraId="45DD8D9F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5F8EE52D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07FAD614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3CF371DE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626418C1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35168C6A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3D15925A" w14:textId="77777777" w:rsidR="00C76F5A" w:rsidRDefault="00C76F5A" w:rsidP="00C76F5A">
            <w:r>
              <w:t>0.022</w:t>
            </w:r>
          </w:p>
        </w:tc>
      </w:tr>
      <w:tr w:rsidR="00DC7E21" w14:paraId="3A166A41" w14:textId="77777777">
        <w:tc>
          <w:tcPr>
            <w:tcW w:w="3345" w:type="dxa"/>
            <w:vAlign w:val="center"/>
          </w:tcPr>
          <w:p w14:paraId="2EA8C880" w14:textId="77777777" w:rsidR="00C76F5A" w:rsidRDefault="00C76F5A" w:rsidP="00C76F5A">
            <w:r>
              <w:t>挤塑聚苯乙烯泡沫塑料（带表皮）</w:t>
            </w:r>
          </w:p>
        </w:tc>
        <w:tc>
          <w:tcPr>
            <w:tcW w:w="848" w:type="dxa"/>
            <w:vAlign w:val="center"/>
          </w:tcPr>
          <w:p w14:paraId="1C20AD32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2CA110B6" w14:textId="77777777" w:rsidR="00C76F5A" w:rsidRDefault="00C76F5A" w:rsidP="00C76F5A">
            <w:r>
              <w:t>0.030</w:t>
            </w:r>
          </w:p>
        </w:tc>
        <w:tc>
          <w:tcPr>
            <w:tcW w:w="671" w:type="dxa"/>
            <w:vAlign w:val="center"/>
          </w:tcPr>
          <w:p w14:paraId="3A0ADCC6" w14:textId="77777777" w:rsidR="00C76F5A" w:rsidRDefault="00C76F5A" w:rsidP="00C76F5A">
            <w:r>
              <w:t>1.20</w:t>
            </w:r>
          </w:p>
        </w:tc>
        <w:tc>
          <w:tcPr>
            <w:tcW w:w="992" w:type="dxa"/>
            <w:vAlign w:val="center"/>
          </w:tcPr>
          <w:p w14:paraId="4DC47CC8" w14:textId="77777777" w:rsidR="00C76F5A" w:rsidRDefault="00C76F5A" w:rsidP="00C76F5A">
            <w:r>
              <w:t>35.00</w:t>
            </w:r>
          </w:p>
        </w:tc>
        <w:tc>
          <w:tcPr>
            <w:tcW w:w="1559" w:type="dxa"/>
            <w:vAlign w:val="center"/>
          </w:tcPr>
          <w:p w14:paraId="05F3F13B" w14:textId="77777777" w:rsidR="00C76F5A" w:rsidRDefault="00C76F5A" w:rsidP="00C76F5A">
            <w:r>
              <w:t>0.0000</w:t>
            </w:r>
          </w:p>
        </w:tc>
        <w:tc>
          <w:tcPr>
            <w:tcW w:w="993" w:type="dxa"/>
            <w:vAlign w:val="center"/>
          </w:tcPr>
          <w:p w14:paraId="7A7A1F79" w14:textId="77777777" w:rsidR="00C76F5A" w:rsidRDefault="00C76F5A" w:rsidP="00C76F5A">
            <w:r>
              <w:t>0.556</w:t>
            </w:r>
          </w:p>
        </w:tc>
      </w:tr>
      <w:tr w:rsidR="00DC7E21" w14:paraId="4178C963" w14:textId="77777777">
        <w:tc>
          <w:tcPr>
            <w:tcW w:w="3345" w:type="dxa"/>
            <w:vAlign w:val="center"/>
          </w:tcPr>
          <w:p w14:paraId="08F71EDA" w14:textId="77777777" w:rsidR="00C76F5A" w:rsidRDefault="00C76F5A" w:rsidP="00C76F5A">
            <w:r>
              <w:t>水泥砂浆</w:t>
            </w:r>
          </w:p>
        </w:tc>
        <w:tc>
          <w:tcPr>
            <w:tcW w:w="848" w:type="dxa"/>
            <w:vAlign w:val="center"/>
          </w:tcPr>
          <w:p w14:paraId="0B673F81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12FBF515" w14:textId="77777777" w:rsidR="00C76F5A" w:rsidRDefault="00C76F5A" w:rsidP="00C76F5A">
            <w:r>
              <w:t>0.930</w:t>
            </w:r>
          </w:p>
        </w:tc>
        <w:tc>
          <w:tcPr>
            <w:tcW w:w="671" w:type="dxa"/>
            <w:vAlign w:val="center"/>
          </w:tcPr>
          <w:p w14:paraId="66F5E977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030A54F9" w14:textId="77777777" w:rsidR="00C76F5A" w:rsidRDefault="00C76F5A" w:rsidP="00C76F5A">
            <w:r>
              <w:t>1800.00</w:t>
            </w:r>
          </w:p>
        </w:tc>
        <w:tc>
          <w:tcPr>
            <w:tcW w:w="1559" w:type="dxa"/>
            <w:vAlign w:val="center"/>
          </w:tcPr>
          <w:p w14:paraId="3E6A86A9" w14:textId="77777777" w:rsidR="00C76F5A" w:rsidRDefault="00C76F5A" w:rsidP="00C76F5A">
            <w:r>
              <w:t>0.0210</w:t>
            </w:r>
          </w:p>
        </w:tc>
        <w:tc>
          <w:tcPr>
            <w:tcW w:w="993" w:type="dxa"/>
            <w:vAlign w:val="center"/>
          </w:tcPr>
          <w:p w14:paraId="17BCCFB3" w14:textId="77777777" w:rsidR="00C76F5A" w:rsidRDefault="00C76F5A" w:rsidP="00C76F5A">
            <w:r>
              <w:t>0.022</w:t>
            </w:r>
          </w:p>
        </w:tc>
      </w:tr>
      <w:tr w:rsidR="00DC7E21" w14:paraId="41467390" w14:textId="77777777">
        <w:tc>
          <w:tcPr>
            <w:tcW w:w="3345" w:type="dxa"/>
            <w:vAlign w:val="center"/>
          </w:tcPr>
          <w:p w14:paraId="51D2C01E" w14:textId="77777777" w:rsidR="00C76F5A" w:rsidRDefault="00C76F5A" w:rsidP="00C76F5A">
            <w:r>
              <w:t>钢筋混凝土</w:t>
            </w:r>
          </w:p>
        </w:tc>
        <w:tc>
          <w:tcPr>
            <w:tcW w:w="848" w:type="dxa"/>
            <w:vAlign w:val="center"/>
          </w:tcPr>
          <w:p w14:paraId="1D2120FB" w14:textId="77777777" w:rsidR="00C76F5A" w:rsidRDefault="00C76F5A" w:rsidP="00C76F5A">
            <w:r>
              <w:t>200</w:t>
            </w:r>
          </w:p>
        </w:tc>
        <w:tc>
          <w:tcPr>
            <w:tcW w:w="1075" w:type="dxa"/>
            <w:vAlign w:val="center"/>
          </w:tcPr>
          <w:p w14:paraId="1AFB0E1C" w14:textId="77777777" w:rsidR="00C76F5A" w:rsidRDefault="00C76F5A" w:rsidP="00C76F5A">
            <w:r>
              <w:t>1.740</w:t>
            </w:r>
          </w:p>
        </w:tc>
        <w:tc>
          <w:tcPr>
            <w:tcW w:w="671" w:type="dxa"/>
            <w:vAlign w:val="center"/>
          </w:tcPr>
          <w:p w14:paraId="2C59023E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6DB7D598" w14:textId="77777777" w:rsidR="00C76F5A" w:rsidRDefault="00C76F5A" w:rsidP="00C76F5A">
            <w:r>
              <w:t>2500.00</w:t>
            </w:r>
          </w:p>
        </w:tc>
        <w:tc>
          <w:tcPr>
            <w:tcW w:w="1559" w:type="dxa"/>
            <w:vAlign w:val="center"/>
          </w:tcPr>
          <w:p w14:paraId="408A1697" w14:textId="77777777" w:rsidR="00C76F5A" w:rsidRDefault="00C76F5A" w:rsidP="00C76F5A">
            <w:r>
              <w:t>0.0158</w:t>
            </w:r>
          </w:p>
        </w:tc>
        <w:tc>
          <w:tcPr>
            <w:tcW w:w="993" w:type="dxa"/>
            <w:vAlign w:val="center"/>
          </w:tcPr>
          <w:p w14:paraId="0C9167C4" w14:textId="77777777" w:rsidR="00C76F5A" w:rsidRDefault="00C76F5A" w:rsidP="00C76F5A">
            <w:r>
              <w:t>0.115</w:t>
            </w:r>
          </w:p>
        </w:tc>
      </w:tr>
      <w:tr w:rsidR="00C76F5A" w14:paraId="5FF12FE3" w14:textId="77777777" w:rsidTr="00DD0B5D">
        <w:tc>
          <w:tcPr>
            <w:tcW w:w="3345" w:type="dxa"/>
            <w:vAlign w:val="center"/>
          </w:tcPr>
          <w:p w14:paraId="46CC3F57" w14:textId="77777777" w:rsidR="00C76F5A" w:rsidRDefault="00C76F5A" w:rsidP="00C76F5A">
            <w:r>
              <w:t>石灰砂浆</w:t>
            </w:r>
          </w:p>
        </w:tc>
        <w:tc>
          <w:tcPr>
            <w:tcW w:w="848" w:type="dxa"/>
            <w:vAlign w:val="center"/>
          </w:tcPr>
          <w:p w14:paraId="24A6D941" w14:textId="77777777" w:rsidR="00C76F5A" w:rsidRDefault="00C76F5A" w:rsidP="00C76F5A">
            <w:r>
              <w:t>20</w:t>
            </w:r>
          </w:p>
        </w:tc>
        <w:tc>
          <w:tcPr>
            <w:tcW w:w="1075" w:type="dxa"/>
            <w:vAlign w:val="center"/>
          </w:tcPr>
          <w:p w14:paraId="2FE954A0" w14:textId="77777777" w:rsidR="00C76F5A" w:rsidRDefault="00C76F5A" w:rsidP="00C76F5A">
            <w:r>
              <w:t>0.810</w:t>
            </w:r>
          </w:p>
        </w:tc>
        <w:tc>
          <w:tcPr>
            <w:tcW w:w="671" w:type="dxa"/>
            <w:vAlign w:val="center"/>
          </w:tcPr>
          <w:p w14:paraId="256058F1" w14:textId="77777777" w:rsidR="00C76F5A" w:rsidRDefault="00C76F5A" w:rsidP="00C76F5A">
            <w:r>
              <w:t>1.00</w:t>
            </w:r>
          </w:p>
        </w:tc>
        <w:tc>
          <w:tcPr>
            <w:tcW w:w="992" w:type="dxa"/>
            <w:vAlign w:val="center"/>
          </w:tcPr>
          <w:p w14:paraId="7C40CEB8" w14:textId="77777777" w:rsidR="00C76F5A" w:rsidRDefault="00C76F5A" w:rsidP="00C76F5A">
            <w:r>
              <w:t>1600.00</w:t>
            </w:r>
          </w:p>
        </w:tc>
        <w:tc>
          <w:tcPr>
            <w:tcW w:w="1559" w:type="dxa"/>
            <w:vAlign w:val="center"/>
          </w:tcPr>
          <w:p w14:paraId="5D475962" w14:textId="77777777" w:rsidR="00C76F5A" w:rsidRDefault="00C76F5A" w:rsidP="00C76F5A">
            <w:r>
              <w:t>0.0443</w:t>
            </w:r>
          </w:p>
        </w:tc>
        <w:tc>
          <w:tcPr>
            <w:tcW w:w="993" w:type="dxa"/>
            <w:vAlign w:val="center"/>
          </w:tcPr>
          <w:p w14:paraId="153CFE37" w14:textId="77777777" w:rsidR="00C76F5A" w:rsidRDefault="00C76F5A" w:rsidP="00C76F5A">
            <w:r>
              <w:t>0.025</w:t>
            </w:r>
          </w:p>
        </w:tc>
      </w:tr>
      <w:bookmarkEnd w:id="71"/>
    </w:tbl>
    <w:p w14:paraId="42C7023D" w14:textId="77777777" w:rsidR="00F52375" w:rsidRPr="00F52375" w:rsidRDefault="00F52375" w:rsidP="00F52375">
      <w:pPr>
        <w:pStyle w:val="a0"/>
        <w:ind w:left="1470" w:right="1470"/>
      </w:pPr>
    </w:p>
    <w:p w14:paraId="67ADB1C7" w14:textId="77777777" w:rsidR="007952C1" w:rsidRDefault="007952C1" w:rsidP="00CE04F8">
      <w:pPr>
        <w:pStyle w:val="3"/>
      </w:pPr>
      <w:bookmarkStart w:id="72" w:name="_Toc159667155"/>
      <w:r w:rsidRPr="007952C1">
        <w:rPr>
          <w:rFonts w:hint="eastAsia"/>
        </w:rPr>
        <w:t>冷凝计算界面至围护结构内表面之间的热阻</w:t>
      </w:r>
      <w:r w:rsidR="00000000">
        <w:pict w14:anchorId="5FB7055E">
          <v:shape id="_x0000_i1115" type="#_x0000_t75" style="width:19pt;height:13.5pt">
            <v:imagedata r:id="rId9" o:title=""/>
          </v:shape>
        </w:pict>
      </w:r>
      <w:bookmarkEnd w:id="72"/>
    </w:p>
    <w:p w14:paraId="0D8A1469" w14:textId="77777777" w:rsidR="0049117E" w:rsidRPr="0049117E" w:rsidRDefault="0049117E" w:rsidP="0049117E">
      <w:pPr>
        <w:pStyle w:val="ab"/>
      </w:pPr>
      <w:r w:rsidRPr="0049117E">
        <w:rPr>
          <w:rFonts w:hint="eastAsia"/>
        </w:rPr>
        <w:t>围护结构冷凝计算界面的位置，应取保温层与外侧密实材料层的交界处。</w:t>
      </w:r>
      <w:r w:rsidR="00000000">
        <w:rPr>
          <w:b/>
          <w:bCs/>
        </w:rPr>
        <w:pict w14:anchorId="0B55CFC0">
          <v:shape id="_x0000_i1116" type="#_x0000_t75" style="width:19pt;height:13.5pt">
            <v:imagedata r:id="rId9" o:title=""/>
          </v:shape>
        </w:pict>
      </w:r>
      <w:r>
        <w:rPr>
          <w:b/>
          <w:bCs/>
        </w:rPr>
        <w:t>=</w:t>
      </w:r>
      <w:bookmarkStart w:id="73" w:name="R_o_i"/>
      <w:r w:rsidR="00990A57">
        <w:rPr>
          <w:rFonts w:hint="eastAsia"/>
        </w:rPr>
        <w:t>0.72</w:t>
      </w:r>
      <w:bookmarkEnd w:id="73"/>
    </w:p>
    <w:p w14:paraId="053DAFF4" w14:textId="77777777" w:rsidR="00990A57" w:rsidRDefault="00D60B8C" w:rsidP="00CE04F8">
      <w:pPr>
        <w:pStyle w:val="3"/>
        <w:ind w:right="1470"/>
      </w:pPr>
      <w:bookmarkStart w:id="74" w:name="_Toc159667156"/>
      <w:r>
        <w:rPr>
          <w:rFonts w:hint="eastAsia"/>
        </w:rPr>
        <w:t>冷凝计算界面</w:t>
      </w:r>
      <w:r w:rsidRPr="005012CD">
        <w:rPr>
          <w:rFonts w:hint="eastAsia"/>
        </w:rPr>
        <w:t>温度</w:t>
      </w:r>
      <w:r w:rsidR="00000000">
        <w:rPr>
          <w:position w:val="-6"/>
        </w:rPr>
        <w:pict w14:anchorId="760FC21A">
          <v:shape id="_x0000_i1117" type="#_x0000_t75" style="width:13.5pt;height:13.5pt">
            <v:imagedata r:id="rId11" o:title=""/>
          </v:shape>
        </w:pict>
      </w:r>
      <w:bookmarkEnd w:id="74"/>
    </w:p>
    <w:p w14:paraId="2A93D2C6" w14:textId="77777777" w:rsidR="00CE04F8" w:rsidRPr="00990A57" w:rsidRDefault="00000000" w:rsidP="00990A57">
      <w:pPr>
        <w:jc w:val="center"/>
      </w:pPr>
      <w:r>
        <w:pict w14:anchorId="559658FA">
          <v:shape id="_x0000_i1118" type="#_x0000_t75" style="width:112pt;height:33pt">
            <v:imagedata r:id="rId58" o:title=""/>
          </v:shape>
        </w:pict>
      </w:r>
    </w:p>
    <w:p w14:paraId="0409B313" w14:textId="77777777" w:rsidR="0049117E" w:rsidRPr="0049117E" w:rsidRDefault="0049117E" w:rsidP="0049117E">
      <w:pPr>
        <w:pStyle w:val="ab"/>
      </w:pPr>
      <w:r>
        <w:rPr>
          <w:rFonts w:hint="eastAsia"/>
        </w:rPr>
        <w:t>将</w:t>
      </w:r>
      <w:r>
        <w:t>参数代入上</w:t>
      </w:r>
      <w:r>
        <w:rPr>
          <w:rFonts w:eastAsiaTheme="minorEastAsia" w:hint="eastAsia"/>
          <w:szCs w:val="22"/>
        </w:rPr>
        <w:t>式，</w:t>
      </w:r>
      <w:r w:rsidR="00000000">
        <w:rPr>
          <w:position w:val="-6"/>
        </w:rPr>
        <w:pict w14:anchorId="03E060A4">
          <v:shape id="_x0000_i1119" type="#_x0000_t75" style="width:13.5pt;height:13.5pt">
            <v:imagedata r:id="rId11" o:title=""/>
          </v:shape>
        </w:pict>
      </w:r>
      <w:r>
        <w:t>=</w:t>
      </w:r>
      <w:bookmarkStart w:id="75" w:name="θ_c"/>
      <w:r w:rsidR="00990A57">
        <w:rPr>
          <w:rFonts w:hint="eastAsia"/>
        </w:rPr>
        <w:t>1.34</w:t>
      </w:r>
      <w:bookmarkEnd w:id="75"/>
    </w:p>
    <w:p w14:paraId="03279BC6" w14:textId="77777777" w:rsidR="00CE04F8" w:rsidRPr="00CE04F8" w:rsidRDefault="00B505F2" w:rsidP="00B23996">
      <w:pPr>
        <w:pStyle w:val="3"/>
        <w:ind w:right="1470"/>
      </w:pPr>
      <w:bookmarkStart w:id="76" w:name="_Toc159667157"/>
      <w:r>
        <w:rPr>
          <w:rStyle w:val="30"/>
          <w:rFonts w:hint="eastAsia"/>
          <w:b/>
        </w:rPr>
        <w:t>围护结构</w:t>
      </w:r>
      <w:r w:rsidR="00CE04F8" w:rsidRPr="00CE04F8">
        <w:rPr>
          <w:rStyle w:val="30"/>
          <w:rFonts w:hint="eastAsia"/>
          <w:b/>
        </w:rPr>
        <w:t>冷凝受潮验算</w:t>
      </w:r>
      <w:bookmarkEnd w:id="76"/>
    </w:p>
    <w:tbl>
      <w:tblPr>
        <w:tblW w:w="99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48"/>
        <w:gridCol w:w="2693"/>
        <w:gridCol w:w="1374"/>
        <w:gridCol w:w="2737"/>
      </w:tblGrid>
      <w:tr w:rsidR="00504D39" w14:paraId="1156E3C3" w14:textId="77777777" w:rsidTr="00635599">
        <w:trPr>
          <w:jc w:val="center"/>
        </w:trPr>
        <w:tc>
          <w:tcPr>
            <w:tcW w:w="3148" w:type="dxa"/>
            <w:vAlign w:val="center"/>
          </w:tcPr>
          <w:p w14:paraId="218FB36E" w14:textId="77777777" w:rsidR="00504D39" w:rsidRPr="005012CD" w:rsidRDefault="00000000" w:rsidP="0054289E">
            <w:pPr>
              <w:rPr>
                <w:rFonts w:ascii="宋体" w:hAnsi="宋体"/>
                <w:sz w:val="24"/>
              </w:rPr>
            </w:pPr>
            <w:r>
              <w:rPr>
                <w:position w:val="-6"/>
              </w:rPr>
              <w:pict w14:anchorId="51E823AE">
                <v:shape id="_x0000_i1120" type="#_x0000_t75" style="width:20.5pt;height:13.5pt">
                  <v:imagedata r:id="rId1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20E334CB" w14:textId="77777777" w:rsidR="00504D39" w:rsidRDefault="00000000" w:rsidP="0054289E">
            <w:r>
              <w:rPr>
                <w:position w:val="-6"/>
              </w:rPr>
              <w:pict w14:anchorId="51ADBB94">
                <v:shape id="_x0000_i1121" type="#_x0000_t75" style="width:20.5pt;height:13.5pt">
                  <v:imagedata r:id="rId19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冷凝计算界面内侧实际的蒸汽渗透阻(㎡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1101EFCA">
                <v:shape id="_x0000_i1122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30B16">
              <w:rPr>
                <w:position w:val="-8"/>
              </w:rPr>
              <w:pict w14:anchorId="1258D5C1">
                <v:shape id="_x0000_i1158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08C7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4C08C7&quot; wsp:rsidP=&quot;004C08C7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750CF785">
                <v:shape id="_x0000_i1124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30B16">
              <w:rPr>
                <w:position w:val="-8"/>
              </w:rPr>
              <w:pict w14:anchorId="0D80A22E">
                <v:shape id="_x0000_i1159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1E9A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0A1E9A&quot; wsp:rsidP=&quot;000A1E9A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476D1235" w14:textId="77777777" w:rsidR="00504D39" w:rsidRDefault="00504D39" w:rsidP="0054289E">
            <w:pPr>
              <w:jc w:val="center"/>
            </w:pPr>
            <w:bookmarkStart w:id="77" w:name="H_o_i"/>
            <w:r>
              <w:rPr>
                <w:rFonts w:hint="eastAsia"/>
              </w:rPr>
              <w:t>14062.08</w:t>
            </w:r>
            <w:bookmarkEnd w:id="77"/>
          </w:p>
        </w:tc>
        <w:tc>
          <w:tcPr>
            <w:tcW w:w="2737" w:type="dxa"/>
            <w:vAlign w:val="center"/>
          </w:tcPr>
          <w:p w14:paraId="3E605984" w14:textId="77777777" w:rsidR="00504D39" w:rsidRPr="009470F7" w:rsidRDefault="00504D39" w:rsidP="0054289E"/>
        </w:tc>
      </w:tr>
      <w:tr w:rsidR="00504D39" w14:paraId="3B9F20B4" w14:textId="77777777" w:rsidTr="00635599">
        <w:trPr>
          <w:jc w:val="center"/>
        </w:trPr>
        <w:tc>
          <w:tcPr>
            <w:tcW w:w="3148" w:type="dxa"/>
            <w:vAlign w:val="center"/>
          </w:tcPr>
          <w:p w14:paraId="4D6C7C44" w14:textId="77777777" w:rsidR="00504D39" w:rsidRDefault="00000000" w:rsidP="0054289E">
            <w:r>
              <w:rPr>
                <w:position w:val="-6"/>
              </w:rPr>
              <w:pict w14:anchorId="1ADA71BD">
                <v:shape id="_x0000_i1126" type="#_x0000_t75" style="width:22pt;height:13.5pt">
                  <v:imagedata r:id="rId2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55E82108" w14:textId="77777777" w:rsidR="00504D39" w:rsidRDefault="00000000" w:rsidP="0054289E">
            <w:r>
              <w:rPr>
                <w:position w:val="-6"/>
              </w:rPr>
              <w:pict w14:anchorId="494A2DE3">
                <v:shape id="_x0000_i1127" type="#_x0000_t75" style="width:22pt;height:13.5pt">
                  <v:imagedata r:id="rId23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冷凝计算界面至围</w:t>
            </w:r>
            <w:r w:rsidR="00504D39">
              <w:rPr>
                <w:rFonts w:ascii="宋体" w:cs="宋体" w:hint="eastAsia"/>
                <w:kern w:val="0"/>
                <w:szCs w:val="21"/>
              </w:rPr>
              <w:lastRenderedPageBreak/>
              <w:t>护结构外表面之间的蒸汽渗透阻(㎡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3DCF2938">
                <v:shape id="_x0000_i1128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30B16">
              <w:rPr>
                <w:position w:val="-8"/>
              </w:rPr>
              <w:pict w14:anchorId="4F6D1552">
                <v:shape id="_x0000_i1160" type="#_x0000_t75" style="width:2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17AD8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A17AD8&quot; wsp:rsidP=&quot;00A17AD8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鈭?/m:t&gt;&lt;/aml:content&gt;&lt;/aml:annotation&gt;&lt;/m:r&gt;&lt;/m:oMath&gt;&lt;/m:oMathPara&gt;&lt;/w:p&gt;&lt;w:sectPr wsp:rsidR=&quot;00000000&quot;&gt;&lt;w:pgSz w:w=&gt;&quot;12&gt;240&gt;&quot; w&gt;:h=&gt;&quot;15&gt;840&gt;&quot;/&gt;&gt;&lt;w:&gt;pgM&gt;ar &gt;w:t&gt;op=&gt;&quot;14&gt;40&quot;&gt; w:&gt;rig&gt;ht=&gt;&quot;18&gt;00&quot;&gt; w:&gt;bot&gt;tor&gt;m=&quot;1440&quot; w:left=&quot;1800&quot; w:header=&quot;720&quot; w:footer=&quot;720&quot; w:gutter=&quot;0&quot;/&gt;&lt;w:cols w:space=&quot;720&quot;/&gt;&lt;/w:sectPr&gt;&lt;/wx:sect&gt;&lt;/w:body&gt;&lt;/w:wordDocument&gt;">
                  <v:imagedata r:id="rId21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h</w: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begin"/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QUOTE </w:instrText>
            </w:r>
            <w:r>
              <w:rPr>
                <w:position w:val="-8"/>
              </w:rPr>
              <w:pict w14:anchorId="26D7CBAC">
                <v:shape id="_x0000_i1130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instrText xml:space="preserve"> </w:instrTex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separate"/>
            </w:r>
            <w:r w:rsidR="00C30B16">
              <w:rPr>
                <w:position w:val="-8"/>
              </w:rPr>
              <w:pict w14:anchorId="3FAD5A01">
                <v:shape id="_x0000_i1161" type="#_x0000_t75" style="width:5.5pt;height:16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B06145&quot;/&gt;&lt;wsp:rsid wsp:val=&quot;00006B6F&quot;/&gt;&lt;wsp:rsid wsp:val=&quot;0000769E&quot;/&gt;&lt;wsp:rsid wsp:val=&quot;00012F68&quot;/&gt;&lt;wsp:rsid wsp:val=&quot;00014DB8&quot;/&gt;&lt;wsp:rsid wsp:val=&quot;00042D27&quot;/&gt;&lt;wsp:rsid wsp:val=&quot;00042FAF&quot;/&gt;&lt;wsp:rsid wsp:val=&quot;00046531&quot;/&gt;&lt;wsp:rsid wsp:val=&quot;00056D82&quot;/&gt;&lt;wsp:rsid wsp:val=&quot;000571B1&quot;/&gt;&lt;wsp:rsid wsp:val=&quot;000631C6&quot;/&gt;&lt;wsp:rsid wsp:val=&quot;00064694&quot;/&gt;&lt;wsp:rsid wsp:val=&quot;00065057&quot;/&gt;&lt;wsp:rsid wsp:val=&quot;00072606&quot;/&gt;&lt;wsp:rsid wsp:val=&quot;00075D28&quot;/&gt;&lt;wsp:rsid wsp:val=&quot;00090856&quot;/&gt;&lt;wsp:rsid wsp:val=&quot;000A2E66&quot;/&gt;&lt;wsp:rsid wsp:val=&quot;000B0926&quot;/&gt;&lt;wsp:rsid wsp:val=&quot;000B176F&quot;/&gt;&lt;wsp:rsid wsp:val=&quot;000B701F&quot;/&gt;&lt;wsp:rsid wsp:val=&quot;000B7039&quot;/&gt;&lt;wsp:rsid wsp:val=&quot;000E4E4E&quot;/&gt;&lt;wsp:rsid wsp:val=&quot;000E5450&quot;/&gt;&lt;wsp:rsid wsp:val=&quot;000F48DF&quot;/&gt;&lt;wsp:rsid wsp:val=&quot;000F5B88&quot;/&gt;&lt;wsp:rsid wsp:val=&quot;001009AE&quot;/&gt;&lt;wsp:rsid wsp:val=&quot;00116DB2&quot;/&gt;&lt;wsp:rsid wsp:val=&quot;00117F3E&quot;/&gt;&lt;wsp:rsid wsp:val=&quot;001577F0&quot;/&gt;&lt;wsp:rsid wsp:val=&quot;001611A7&quot;/&gt;&lt;wsp:rsid wsp:val=&quot;00161E2D&quot;/&gt;&lt;wsp:rsid wsp:val=&quot;00162EF0&quot;/&gt;&lt;wsp:rsid wsp:val=&quot;00171BFE&quot;/&gt;&lt;wsp:rsid wsp:val=&quot;0017677D&quot;/&gt;&lt;wsp:rsid wsp:val=&quot;001814D3&quot;/&gt;&lt;wsp:rsid wsp:val=&quot;001828CC&quot;/&gt;&lt;wsp:rsid wsp:val=&quot;00184C94&quot;/&gt;&lt;wsp:rsid wsp:val=&quot;00186508&quot;/&gt;&lt;wsp:rsid wsp:val=&quot;00191451&quot;/&gt;&lt;wsp:rsid wsp:val=&quot;0019614D&quot;/&gt;&lt;wsp:rsid wsp:val=&quot;001A36CC&quot;/&gt;&lt;wsp:rsid wsp:val=&quot;001A387C&quot;/&gt;&lt;wsp:rsid wsp:val=&quot;001B7877&quot;/&gt;&lt;wsp:rsid wsp:val=&quot;001E4004&quot;/&gt;&lt;wsp:rsid wsp:val=&quot;001F3390&quot;/&gt;&lt;wsp:rsid wsp:val=&quot;001F4F6C&quot;/&gt;&lt;wsp:rsid wsp:val=&quot;0024070B&quot;/&gt;&lt;wsp:rsid wsp:val=&quot;00240EC2&quot;/&gt;&lt;wsp:rsid wsp:val=&quot;0027727F&quot;/&gt;&lt;wsp:rsid wsp:val=&quot;00282DF5&quot;/&gt;&lt;wsp:rsid wsp:val=&quot;002B2C77&quot;/&gt;&lt;wsp:rsid wsp:val=&quot;002D6B2F&quot;/&gt;&lt;wsp:rsid wsp:val=&quot;002E1B9B&quot;/&gt;&lt;wsp:rsid wsp:val=&quot;0030652E&quot;/&gt;&lt;wsp:rsid wsp:val=&quot;003124C0&quot;/&gt;&lt;wsp:rsid wsp:val=&quot;003200B7&quot;/&gt;&lt;wsp:rsid wsp:val=&quot;00332516&quot;/&gt;&lt;wsp:rsid wsp:val=&quot;003344E6&quot;/&gt;&lt;wsp:rsid wsp:val=&quot;00345E18&quot;/&gt;&lt;wsp:rsid wsp:val=&quot;00347F24&quot;/&gt;&lt;wsp:rsid wsp:val=&quot;00376607&quot;/&gt;&lt;wsp:rsid wsp:val=&quot;00377277&quot;/&gt;&lt;wsp:rsid wsp:val=&quot;00386168&quot;/&gt;&lt;wsp:rsid wsp:val=&quot;003A69B5&quot;/&gt;&lt;wsp:rsid wsp:val=&quot;003B6F8A&quot;/&gt;&lt;wsp:rsid wsp:val=&quot;003C2C73&quot;/&gt;&lt;wsp:rsid wsp:val=&quot;003F135F&quot;/&gt;&lt;wsp:rsid wsp:val=&quot;003F6427&quot;/&gt;&lt;wsp:rsid wsp:val=&quot;00400FD8&quot;/&gt;&lt;wsp:rsid wsp:val=&quot;004300F4&quot;/&gt;&lt;wsp:rsid wsp:val=&quot;00430148&quot;/&gt;&lt;wsp:rsid wsp:val=&quot;00431405&quot;/&gt;&lt;wsp:rsid wsp:val=&quot;00447C20&quot;/&gt;&lt;wsp:rsid wsp:val=&quot;00452E2F&quot;/&gt;&lt;wsp:rsid wsp:val=&quot;004556B3&quot;/&gt;&lt;wsp:rsid wsp:val=&quot;00464AC4&quot;/&gt;&lt;wsp:rsid wsp:val=&quot;00491C89&quot;/&gt;&lt;wsp:rsid wsp:val=&quot;00495EFD&quot;/&gt;&lt;wsp:rsid wsp:val=&quot;004A676E&quot;/&gt;&lt;wsp:rsid wsp:val=&quot;004B1BD3&quot;/&gt;&lt;wsp:rsid wsp:val=&quot;004B2B00&quot;/&gt;&lt;wsp:rsid wsp:val=&quot;004B5CEB&quot;/&gt;&lt;wsp:rsid wsp:val=&quot;004C2C08&quot;/&gt;&lt;wsp:rsid wsp:val=&quot;004C416D&quot;/&gt;&lt;wsp:rsid wsp:val=&quot;004C772F&quot;/&gt;&lt;wsp:rsid wsp:val=&quot;004C7C6B&quot;/&gt;&lt;wsp:rsid wsp:val=&quot;004D29C2&quot;/&gt;&lt;wsp:rsid wsp:val=&quot;004E53B8&quot;/&gt;&lt;wsp:rsid wsp:val=&quot;005012CD&quot;/&gt;&lt;wsp:rsid wsp:val=&quot;00504D39&quot;/&gt;&lt;wsp:rsid wsp:val=&quot;0050552D&quot;/&gt;&lt;wsp:rsid wsp:val=&quot;00517E63&quot;/&gt;&lt;wsp:rsid wsp:val=&quot;0054622F&quot;/&gt;&lt;wsp:rsid wsp:val=&quot;00546897&quot;/&gt;&lt;wsp:rsid wsp:val=&quot;00560157&quot;/&gt;&lt;wsp:rsid wsp:val=&quot;00567B03&quot;/&gt;&lt;wsp:rsid wsp:val=&quot;005734B3&quot;/&gt;&lt;wsp:rsid wsp:val=&quot;00574037&quot;/&gt;&lt;wsp:rsid wsp:val=&quot;005A30A0&quot;/&gt;&lt;wsp:rsid wsp:val=&quot;005A4C09&quot;/&gt;&lt;wsp:rsid wsp:val=&quot;005A6A34&quot;/&gt;&lt;wsp:rsid wsp:val=&quot;005B01B5&quot;/&gt;&lt;wsp:rsid wsp:val=&quot;005B73FD&quot;/&gt;&lt;wsp:rsid wsp:val=&quot;005E215F&quot;/&gt;&lt;wsp:rsid wsp:val=&quot;0060196C&quot;/&gt;&lt;wsp:rsid wsp:val=&quot;00601C56&quot;/&gt;&lt;wsp:rsid wsp:val=&quot;00606705&quot;/&gt;&lt;wsp:rsid wsp:val=&quot;006134C5&quot;/&gt;&lt;wsp:rsid wsp:val=&quot;00635CEC&quot;/&gt;&lt;wsp:rsid wsp:val=&quot;0063600F&quot;/&gt;&lt;wsp:rsid wsp:val=&quot;00640D3D&quot;/&gt;&lt;wsp:rsid wsp:val=&quot;006648EC&quot;/&gt;&lt;wsp:rsid wsp:val=&quot;00673F68&quot;/&gt;&lt;wsp:rsid wsp:val=&quot;00674D10&quot;/&gt;&lt;wsp:rsid wsp:val=&quot;00685502&quot;/&gt;&lt;wsp:rsid wsp:val=&quot;00693E06&quot;/&gt;&lt;wsp:rsid wsp:val=&quot;006A7613&quot;/&gt;&lt;wsp:rsid wsp:val=&quot;006C2E11&quot;/&gt;&lt;wsp:rsid wsp:val=&quot;006C56DD&quot;/&gt;&lt;wsp:rsid wsp:val=&quot;006E0F6C&quot;/&gt;&lt;wsp:rsid wsp:val=&quot;006E678B&quot;/&gt;&lt;wsp:rsid wsp:val=&quot;006F3495&quot;/&gt;&lt;wsp:rsid wsp:val=&quot;0071259B&quot;/&gt;&lt;wsp:rsid wsp:val=&quot;00715DF4&quot;/&gt;&lt;wsp:rsid wsp:val=&quot;007171C5&quot;/&gt;&lt;wsp:rsid wsp:val=&quot;00721641&quot;/&gt;&lt;wsp:rsid wsp:val=&quot;00725F84&quot;/&gt;&lt;wsp:rsid wsp:val=&quot;00730C7D&quot;/&gt;&lt;wsp:rsid wsp:val=&quot;00762CFD&quot;/&gt;&lt;wsp:rsid wsp:val=&quot;00772865&quot;/&gt;&lt;wsp:rsid wsp:val=&quot;00777E12&quot;/&gt;&lt;wsp:rsid wsp:val=&quot;00790E85&quot;/&gt;&lt;wsp:rsid wsp:val=&quot;00797A21&quot;/&gt;&lt;wsp:rsid wsp:val=&quot;007A09EA&quot;/&gt;&lt;wsp:rsid wsp:val=&quot;007A7477&quot;/&gt;&lt;wsp:rsid wsp:val=&quot;007B43E2&quot;/&gt;&lt;wsp:rsid wsp:val=&quot;007C04EA&quot;/&gt;&lt;wsp:rsid wsp:val=&quot;007C13FF&quot;/&gt;&lt;wsp:rsid wsp:val=&quot;007D442D&quot;/&gt;&lt;wsp:rsid wsp:val=&quot;007F36C4&quot;/&gt;&lt;wsp:rsid wsp:val=&quot;00804FEA&quot;/&gt;&lt;wsp:rsid wsp:val=&quot;0083156B&quot;/&gt;&lt;wsp:rsid wsp:val=&quot;00841D90&quot;/&gt;&lt;wsp:rsid wsp:val=&quot;00843DEA&quot;/&gt;&lt;wsp:rsid wsp:val=&quot;0084571F&quot;/&gt;&lt;wsp:rsid wsp:val=&quot;008469FD&quot;/&gt;&lt;wsp:rsid wsp:val=&quot;0085517B&quot;/&gt;&lt;wsp:rsid wsp:val=&quot;0086069E&quot;/&gt;&lt;wsp:rsid wsp:val=&quot;00860C37&quot;/&gt;&lt;wsp:rsid wsp:val=&quot;00873755&quot;/&gt;&lt;wsp:rsid wsp:val=&quot;00894904&quot;/&gt;&lt;wsp:rsid wsp:val=&quot;0089552D&quot;/&gt;&lt;wsp:rsid wsp:val=&quot;008A6C16&quot;/&gt;&lt;wsp:rsid wsp:val=&quot;008C68C6&quot;/&gt;&lt;wsp:rsid wsp:val=&quot;008F04DC&quot;/&gt;&lt;wsp:rsid wsp:val=&quot;008F4BB6&quot;/&gt;&lt;wsp:rsid wsp:val=&quot;008F7783&quot;/&gt;&lt;wsp:rsid wsp:val=&quot;0092041B&quot;/&gt;&lt;wsp:rsid wsp:val=&quot;00921307&quot;/&gt;&lt;wsp:rsid wsp:val=&quot;00935543&quot;/&gt;&lt;wsp:rsid wsp:val=&quot;009401C7&quot;/&gt;&lt;wsp:rsid wsp:val=&quot;009470F7&quot;/&gt;&lt;wsp:rsid wsp:val=&quot;00960A51&quot;/&gt;&lt;wsp:rsid wsp:val=&quot;00960FE3&quot;/&gt;&lt;wsp:rsid wsp:val=&quot;00985896&quot;/&gt;&lt;wsp:rsid wsp:val=&quot;00986B99&quot;/&gt;&lt;wsp:rsid wsp:val=&quot;00986DEF&quot;/&gt;&lt;wsp:rsid wsp:val=&quot;00990A5C&quot;/&gt;&lt;wsp:rsid wsp:val=&quot;009A5331&quot;/&gt;&lt;wsp:rsid wsp:val=&quot;009B0725&quot;/&gt;&lt;wsp:rsid wsp:val=&quot;009B3DE3&quot;/&gt;&lt;wsp:rsid wsp:val=&quot;009D11E5&quot;/&gt;&lt;wsp:rsid wsp:val=&quot;009D2B26&quot;/&gt;&lt;wsp:rsid wsp:val=&quot;009E761F&quot;/&gt;&lt;wsp:rsid wsp:val=&quot;00A0563B&quot;/&gt;&lt;wsp:rsid wsp:val=&quot;00A32761&quot;/&gt;&lt;wsp:rsid wsp:val=&quot;00A351F6&quot;/&gt;&lt;wsp:rsid wsp:val=&quot;00A454B0&quot;/&gt;&lt;wsp:rsid wsp:val=&quot;00A57369&quot;/&gt;&lt;wsp:rsid wsp:val=&quot;00A63FAA&quot;/&gt;&lt;wsp:rsid wsp:val=&quot;00A64605&quot;/&gt;&lt;wsp:rsid wsp:val=&quot;00A906F7&quot;/&gt;&lt;wsp:rsid wsp:val=&quot;00A924CF&quot;/&gt;&lt;wsp:rsid wsp:val=&quot;00A92962&quot;/&gt;&lt;wsp:rsid wsp:val=&quot;00A97E4F&quot;/&gt;&lt;wsp:rsid wsp:val=&quot;00AA656C&quot;/&gt;&lt;wsp:rsid wsp:val=&quot;00AB03BE&quot;/&gt;&lt;wsp:rsid wsp:val=&quot;00AB4689&quot;/&gt;&lt;wsp:rsid wsp:val=&quot;00AB713E&quot;/&gt;&lt;wsp:rsid wsp:val=&quot;00AB7A40&quot;/&gt;&lt;wsp:rsid wsp:val=&quot;00AC7E8F&quot;/&gt;&lt;wsp:rsid wsp:val=&quot;00AD4B59&quot;/&gt;&lt;wsp:rsid wsp:val=&quot;00AE0113&quot;/&gt;&lt;wsp:rsid wsp:val=&quot;00AF1110&quot;/&gt;&lt;wsp:rsid wsp:val=&quot;00B06145&quot;/&gt;&lt;wsp:rsid wsp:val=&quot;00B12132&quot;/&gt;&lt;wsp:rsid wsp:val=&quot;00B16E92&quot;/&gt;&lt;wsp:rsid wsp:val=&quot;00B227E6&quot;/&gt;&lt;wsp:rsid wsp:val=&quot;00B35129&quot;/&gt;&lt;wsp:rsid wsp:val=&quot;00B512B1&quot;/&gt;&lt;wsp:rsid wsp:val=&quot;00B5734A&quot;/&gt;&lt;wsp:rsid wsp:val=&quot;00B63B08&quot;/&gt;&lt;wsp:rsid wsp:val=&quot;00B658C0&quot;/&gt;&lt;wsp:rsid wsp:val=&quot;00B8711B&quot;/&gt;&lt;wsp:rsid wsp:val=&quot;00BA0784&quot;/&gt;&lt;wsp:rsid wsp:val=&quot;00BA0B17&quot;/&gt;&lt;wsp:rsid wsp:val=&quot;00BA56E7&quot;/&gt;&lt;wsp:rsid wsp:val=&quot;00BC7076&quot;/&gt;&lt;wsp:rsid wsp:val=&quot;00BE2D61&quot;/&gt;&lt;wsp:rsid wsp:val=&quot;00BF59AD&quot;/&gt;&lt;wsp:rsid wsp:val=&quot;00C011AF&quot;/&gt;&lt;wsp:rsid wsp:val=&quot;00C026F3&quot;/&gt;&lt;wsp:rsid wsp:val=&quot;00C054D0&quot;/&gt;&lt;wsp:rsid wsp:val=&quot;00C10401&quot;/&gt;&lt;wsp:rsid wsp:val=&quot;00C20461&quot;/&gt;&lt;wsp:rsid wsp:val=&quot;00C34844&quot;/&gt;&lt;wsp:rsid wsp:val=&quot;00C36178&quot;/&gt;&lt;wsp:rsid wsp:val=&quot;00C60674&quot;/&gt;&lt;wsp:rsid wsp:val=&quot;00C60D5D&quot;/&gt;&lt;wsp:rsid wsp:val=&quot;00C66112&quot;/&gt;&lt;wsp:rsid wsp:val=&quot;00C74B78&quot;/&gt;&lt;wsp:rsid wsp:val=&quot;00C80181&quot;/&gt;&lt;wsp:rsid wsp:val=&quot;00C92C5B&quot;/&gt;&lt;wsp:rsid wsp:val=&quot;00C950E1&quot;/&gt;&lt;wsp:rsid wsp:val=&quot;00CC3455&quot;/&gt;&lt;wsp:rsid wsp:val=&quot;00CD654D&quot;/&gt;&lt;wsp:rsid wsp:val=&quot;00CE509A&quot;/&gt;&lt;wsp:rsid wsp:val=&quot;00D008BF&quot;/&gt;&lt;wsp:rsid wsp:val=&quot;00D03943&quot;/&gt;&lt;wsp:rsid wsp:val=&quot;00D10A97&quot;/&gt;&lt;wsp:rsid wsp:val=&quot;00D1757D&quot;/&gt;&lt;wsp:rsid wsp:val=&quot;00D45640&quot;/&gt;&lt;wsp:rsid wsp:val=&quot;00D47A95&quot;/&gt;&lt;wsp:rsid wsp:val=&quot;00D528E7&quot;/&gt;&lt;wsp:rsid wsp:val=&quot;00D562E0&quot;/&gt;&lt;wsp:rsid wsp:val=&quot;00D60BFB&quot;/&gt;&lt;wsp:rsid wsp:val=&quot;00D772A9&quot;/&gt;&lt;wsp:rsid wsp:val=&quot;00D92904&quot;/&gt;&lt;wsp:rsid wsp:val=&quot;00D92A2B&quot;/&gt;&lt;wsp:rsid wsp:val=&quot;00DA48B1&quot;/&gt;&lt;wsp:rsid wsp:val=&quot;00DA7566&quot;/&gt;&lt;wsp:rsid wsp:val=&quot;00DC2299&quot;/&gt;&lt;wsp:rsid wsp:val=&quot;00DC40FC&quot;/&gt;&lt;wsp:rsid wsp:val=&quot;00E0221C&quot;/&gt;&lt;wsp:rsid wsp:val=&quot;00E138F9&quot;/&gt;&lt;wsp:rsid wsp:val=&quot;00E26A44&quot;/&gt;&lt;wsp:rsid wsp:val=&quot;00E273C9&quot;/&gt;&lt;wsp:rsid wsp:val=&quot;00E3077E&quot;/&gt;&lt;wsp:rsid wsp:val=&quot;00E309AF&quot;/&gt;&lt;wsp:rsid wsp:val=&quot;00E35757&quot;/&gt;&lt;wsp:rsid wsp:val=&quot;00E461BA&quot;/&gt;&lt;wsp:rsid wsp:val=&quot;00E47CA8&quot;/&gt;&lt;wsp:rsid wsp:val=&quot;00E550E9&quot;/&gt;&lt;wsp:rsid wsp:val=&quot;00E62CAB&quot;/&gt;&lt;wsp:rsid wsp:val=&quot;00E631B6&quot;/&gt;&lt;wsp:rsid wsp:val=&quot;00E70F18&quot;/&gt;&lt;wsp:rsid wsp:val=&quot;00EA5041&quot;/&gt;&lt;wsp:rsid wsp:val=&quot;00EA67B5&quot;/&gt;&lt;wsp:rsid wsp:val=&quot;00EB1894&quot;/&gt;&lt;wsp:rsid wsp:val=&quot;00EB4739&quot;/&gt;&lt;wsp:rsid wsp:val=&quot;00EC0097&quot;/&gt;&lt;wsp:rsid wsp:val=&quot;00EE1B15&quot;/&gt;&lt;wsp:rsid wsp:val=&quot;00EF3F30&quot;/&gt;&lt;wsp:rsid wsp:val=&quot;00F0466A&quot;/&gt;&lt;wsp:rsid wsp:val=&quot;00F11D8A&quot;/&gt;&lt;wsp:rsid wsp:val=&quot;00F206C5&quot;/&gt;&lt;wsp:rsid wsp:val=&quot;00F2136F&quot;/&gt;&lt;wsp:rsid wsp:val=&quot;00F2650F&quot;/&gt;&lt;wsp:rsid wsp:val=&quot;00F32A1B&quot;/&gt;&lt;wsp:rsid wsp:val=&quot;00F54048&quot;/&gt;&lt;wsp:rsid wsp:val=&quot;00F579EF&quot;/&gt;&lt;wsp:rsid wsp:val=&quot;00F80BF0&quot;/&gt;&lt;wsp:rsid wsp:val=&quot;00F94530&quot;/&gt;&lt;wsp:rsid wsp:val=&quot;00F94707&quot;/&gt;&lt;wsp:rsid wsp:val=&quot;00F951D3&quot;/&gt;&lt;wsp:rsid wsp:val=&quot;00FB2E10&quot;/&gt;&lt;wsp:rsid wsp:val=&quot;00FB4EEB&quot;/&gt;&lt;wsp:rsid wsp:val=&quot;00FC25B1&quot;/&gt;&lt;wsp:rsid wsp:val=&quot;00FC29E3&quot;/&gt;&lt;wsp:rsid wsp:val=&quot;00FC41F8&quot;/&gt;&lt;wsp:rsid wsp:val=&quot;00FE48A4&quot;/&gt;&lt;wsp:rsid wsp:val=&quot;00FF517B&quot;/&gt;&lt;wsp:rsid wsp:val=&quot;00FF5295&quot;/&gt;&lt;wsp:rsid wsp:val=&quot;00FF6537&quot;/&gt;&lt;/wsp:rsids&gt;&lt;/w:docPr&gt;&lt;w:body&gt;&lt;wx:sect&gt;&lt;w:p wsp:rsidR=&quot;00000000&quot; wsp:rsidRDefault=&quot;00C80181&quot; wsp:rsidP=&quot;00C80181&quot;&gt;&lt;m:oMathPara&gt;&lt;m:oMath&gt;&lt;m:r&gt;&lt;aml:annotation aml:id=&quot;0&quot; w:type=&quot;Word.Insertion&quot; aml:author=&quot;Administrator&quot; aml:createdate=&quot;2017-04-17T09:37:00Z&quot;&gt;&lt;aml:content&gt;&lt;m:rPr&gt;&lt;m:sty m:val=&quot;p&quot;/&gt;&lt;/m:rPr&gt;&lt;w:rPr&gt;&lt;w:rFonts w:ascii=&quot;Cambria Math&quot; w:h-ansi=&quot;Cambria Math&quot; w:cs=&quot;瀹嬩綋&quot;/&gt;&lt;wx:font wx:va:r&gt;:r&gt;:r&gt;:r&gt;:r&gt;:r&gt;:r&gt;:r&gt;:r&gt;:r&gt;:r&gt;:r&gt;:r&gt;:r&gt;:r&gt;:r&gt;:r&gt;:r&gt;:r&gt;:r&gt;:r&gt;:r&gt;:r&gt;l=&quot;Cambria Math&quot;/&gt;&lt;w:kern w:val=&quot;0&quot;/&gt;&lt;w:sz-cs w:val=&quot;21&quot;/&gt;&lt;/w:rPr&gt;&lt;m:t&gt; 鈭?/m:t&gt;&lt;/aml:content&gt;&lt;/aml:annotation&gt;&lt;/m:r&gt;&lt;/m:oMath&gt;&lt;/m:oMathPara&gt;&lt;/w:p&gt;&lt;w:sectPr wsp:rsidR=&quot;00000000&quot;&gt;&lt;w:pgSz w:w&gt;=&quot;1&gt;224&gt;0&quot; &gt;w:h&gt;=&quot;1&gt;584&gt;0&quot;/&gt;&gt;&lt;w&gt;:pg&gt;Mar&gt; w:&gt;top&gt;=&quot;1&gt;440&gt;&quot; w&gt;:ri&gt;ght&gt;=&quot;1&gt;800&gt;&quot; w&gt;:bo&gt;ttr&gt;om=&quot;1440&quot; w:left=&quot;1800&quot; w:header=&quot;720&quot; w:footer=&quot;720&quot; w:gutter=&quot;0&quot;/&gt;&lt;w:cols w:space=&quot;720&quot;/&gt;&lt;/w:sectPr&gt;&lt;/wx:sect&gt;&lt;/w:body&gt;&lt;/w:wordDocument&gt;">
                  <v:imagedata r:id="rId22" o:title="" chromakey="white"/>
                </v:shape>
              </w:pict>
            </w:r>
            <w:r w:rsidR="0060196C" w:rsidRPr="0060196C">
              <w:rPr>
                <w:rFonts w:ascii="宋体" w:cs="宋体"/>
                <w:kern w:val="0"/>
                <w:szCs w:val="21"/>
              </w:rPr>
              <w:fldChar w:fldCharType="end"/>
            </w:r>
            <w:r w:rsidR="00504D39">
              <w:rPr>
                <w:rFonts w:ascii="宋体" w:cs="宋体" w:hint="eastAsia"/>
                <w:kern w:val="0"/>
                <w:szCs w:val="21"/>
              </w:rPr>
              <w:t>Pa/g)</w:t>
            </w:r>
          </w:p>
        </w:tc>
        <w:tc>
          <w:tcPr>
            <w:tcW w:w="1374" w:type="dxa"/>
            <w:vAlign w:val="center"/>
          </w:tcPr>
          <w:p w14:paraId="45481210" w14:textId="77777777" w:rsidR="00504D39" w:rsidRDefault="00504D39" w:rsidP="0054289E">
            <w:pPr>
              <w:jc w:val="center"/>
            </w:pPr>
            <w:bookmarkStart w:id="78" w:name="H_o_e"/>
            <w:r>
              <w:rPr>
                <w:rFonts w:hint="eastAsia"/>
              </w:rPr>
              <w:lastRenderedPageBreak/>
              <w:t>952.38</w:t>
            </w:r>
            <w:bookmarkEnd w:id="78"/>
          </w:p>
        </w:tc>
        <w:tc>
          <w:tcPr>
            <w:tcW w:w="2737" w:type="dxa"/>
            <w:vAlign w:val="center"/>
          </w:tcPr>
          <w:p w14:paraId="78E9C7B3" w14:textId="77777777" w:rsidR="00504D39" w:rsidRDefault="00504D39" w:rsidP="0054289E"/>
        </w:tc>
      </w:tr>
      <w:tr w:rsidR="00504D39" w14:paraId="4626E58A" w14:textId="77777777" w:rsidTr="00635599">
        <w:trPr>
          <w:jc w:val="center"/>
        </w:trPr>
        <w:tc>
          <w:tcPr>
            <w:tcW w:w="3148" w:type="dxa"/>
            <w:vAlign w:val="center"/>
          </w:tcPr>
          <w:p w14:paraId="62B66AD6" w14:textId="77777777" w:rsidR="00504D39" w:rsidRPr="00FB2E10" w:rsidRDefault="00000000" w:rsidP="0054289E">
            <w:r>
              <w:rPr>
                <w:position w:val="-6"/>
              </w:rPr>
              <w:pict w14:anchorId="7862AE01">
                <v:shape id="_x0000_i1132" type="#_x0000_t75" style="width:13.5pt;height:13.5pt">
                  <v:imagedata r:id="rId2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0B2D7E98" w14:textId="77777777" w:rsidR="00504D39" w:rsidRPr="00D528E7" w:rsidRDefault="00000000" w:rsidP="0054289E">
            <w:r>
              <w:rPr>
                <w:position w:val="-6"/>
              </w:rPr>
              <w:pict w14:anchorId="7CBA4DCD">
                <v:shape id="_x0000_i1133" type="#_x0000_t75" style="width:13.5pt;height:13.5pt">
                  <v:imagedata r:id="rId25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室内空气水蒸气分压力(Pa)</w:t>
            </w:r>
          </w:p>
        </w:tc>
        <w:tc>
          <w:tcPr>
            <w:tcW w:w="1374" w:type="dxa"/>
            <w:vAlign w:val="center"/>
          </w:tcPr>
          <w:p w14:paraId="6B5E4171" w14:textId="77777777" w:rsidR="00504D39" w:rsidRDefault="00504D39" w:rsidP="0054289E">
            <w:pPr>
              <w:jc w:val="center"/>
            </w:pPr>
            <w:bookmarkStart w:id="79" w:name="Pi"/>
            <w:r>
              <w:rPr>
                <w:rFonts w:hint="eastAsia"/>
              </w:rPr>
              <w:t>1237.20</w:t>
            </w:r>
            <w:bookmarkEnd w:id="79"/>
          </w:p>
        </w:tc>
        <w:tc>
          <w:tcPr>
            <w:tcW w:w="2737" w:type="dxa"/>
            <w:vAlign w:val="center"/>
          </w:tcPr>
          <w:p w14:paraId="1A017D0C" w14:textId="77777777" w:rsidR="00504D39" w:rsidRDefault="00504D39" w:rsidP="0054289E">
            <w:r>
              <w:rPr>
                <w:rFonts w:ascii="宋体" w:cs="宋体" w:hint="eastAsia"/>
                <w:kern w:val="0"/>
                <w:szCs w:val="21"/>
              </w:rPr>
              <w:t>根据室内计算温度和相对湿度确定</w:t>
            </w:r>
            <w:r w:rsidR="00AB4689">
              <w:rPr>
                <w:rFonts w:ascii="宋体" w:cs="宋体" w:hint="eastAsia"/>
                <w:kern w:val="0"/>
                <w:szCs w:val="21"/>
              </w:rPr>
              <w:t>。</w:t>
            </w:r>
          </w:p>
        </w:tc>
      </w:tr>
      <w:tr w:rsidR="00504D39" w14:paraId="083F2B51" w14:textId="77777777" w:rsidTr="00635599">
        <w:trPr>
          <w:jc w:val="center"/>
        </w:trPr>
        <w:tc>
          <w:tcPr>
            <w:tcW w:w="3148" w:type="dxa"/>
            <w:vAlign w:val="center"/>
          </w:tcPr>
          <w:p w14:paraId="5D40B11A" w14:textId="77777777" w:rsidR="00504D39" w:rsidRDefault="00000000" w:rsidP="0054289E">
            <w:r>
              <w:rPr>
                <w:position w:val="-6"/>
              </w:rPr>
              <w:pict w14:anchorId="1247B1FA">
                <v:shape id="_x0000_i1134" type="#_x0000_t75" style="width:15pt;height:13.5pt">
                  <v:imagedata r:id="rId27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15D727B6" w14:textId="77777777" w:rsidR="00504D39" w:rsidRDefault="00000000" w:rsidP="0054289E">
            <w:r>
              <w:rPr>
                <w:position w:val="-6"/>
              </w:rPr>
              <w:pict w14:anchorId="63838B13">
                <v:shape id="_x0000_i1135" type="#_x0000_t75" style="width:15pt;height:13.5pt">
                  <v:imagedata r:id="rId2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室外空气水蒸气分压力(Pa)</w:t>
            </w:r>
          </w:p>
        </w:tc>
        <w:tc>
          <w:tcPr>
            <w:tcW w:w="1374" w:type="dxa"/>
            <w:vAlign w:val="center"/>
          </w:tcPr>
          <w:p w14:paraId="7A1B2EDB" w14:textId="77777777" w:rsidR="00504D39" w:rsidRDefault="00504D39" w:rsidP="0054289E">
            <w:pPr>
              <w:jc w:val="center"/>
            </w:pPr>
            <w:bookmarkStart w:id="80" w:name="Pe"/>
            <w:r>
              <w:rPr>
                <w:rFonts w:hint="eastAsia"/>
              </w:rPr>
              <w:t>264.67</w:t>
            </w:r>
            <w:bookmarkEnd w:id="80"/>
          </w:p>
        </w:tc>
        <w:tc>
          <w:tcPr>
            <w:tcW w:w="2737" w:type="dxa"/>
            <w:vAlign w:val="center"/>
          </w:tcPr>
          <w:p w14:paraId="7FE17B2B" w14:textId="77777777" w:rsidR="00504D39" w:rsidRDefault="00AB4689" w:rsidP="0054289E">
            <w:r>
              <w:rPr>
                <w:rFonts w:ascii="宋体" w:cs="宋体" w:hint="eastAsia"/>
                <w:kern w:val="0"/>
                <w:szCs w:val="21"/>
              </w:rPr>
              <w:t>根据采暖期</w:t>
            </w:r>
            <w:r>
              <w:rPr>
                <w:rFonts w:ascii="宋体" w:cs="宋体"/>
                <w:kern w:val="0"/>
                <w:szCs w:val="21"/>
              </w:rPr>
              <w:t>室外</w:t>
            </w:r>
            <w:r>
              <w:rPr>
                <w:rFonts w:ascii="宋体" w:cs="宋体" w:hint="eastAsia"/>
                <w:kern w:val="0"/>
                <w:szCs w:val="21"/>
              </w:rPr>
              <w:t>平均</w:t>
            </w:r>
            <w:r>
              <w:rPr>
                <w:rFonts w:ascii="宋体" w:cs="宋体"/>
                <w:kern w:val="0"/>
                <w:szCs w:val="21"/>
              </w:rPr>
              <w:t>温度和平均相对湿度确定。</w:t>
            </w:r>
          </w:p>
        </w:tc>
      </w:tr>
      <w:tr w:rsidR="00504D39" w14:paraId="396C8E8C" w14:textId="77777777" w:rsidTr="00635599">
        <w:trPr>
          <w:jc w:val="center"/>
        </w:trPr>
        <w:tc>
          <w:tcPr>
            <w:tcW w:w="3148" w:type="dxa"/>
            <w:vAlign w:val="center"/>
          </w:tcPr>
          <w:p w14:paraId="7A6D7E4A" w14:textId="77777777" w:rsidR="00504D39" w:rsidRDefault="00000000" w:rsidP="0054289E">
            <w:r>
              <w:rPr>
                <w:position w:val="-6"/>
              </w:rPr>
              <w:pict w14:anchorId="487B4E24">
                <v:shape id="_x0000_i1136" type="#_x0000_t75" style="width:20.5pt;height:13.5pt">
                  <v:imagedata r:id="rId29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5592E21B" w14:textId="77777777" w:rsidR="00504D39" w:rsidRPr="00D528E7" w:rsidRDefault="00000000" w:rsidP="0054289E">
            <w:r>
              <w:rPr>
                <w:position w:val="-6"/>
              </w:rPr>
              <w:pict w14:anchorId="3D7186AE">
                <v:shape id="_x0000_i1137" type="#_x0000_t75" style="width:20.5pt;height:13.5pt">
                  <v:imagedata r:id="rId29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冷凝计算界面处与界面温度</w:t>
            </w:r>
            <w:r>
              <w:rPr>
                <w:rFonts w:ascii="宋体" w:cs="宋体"/>
                <w:kern w:val="0"/>
                <w:position w:val="-6"/>
                <w:szCs w:val="21"/>
              </w:rPr>
              <w:pict w14:anchorId="4748A59D">
                <v:shape id="_x0000_i1138" type="#_x0000_t75" style="width:13.5pt;height:13.5pt">
                  <v:imagedata r:id="rId31" o:title=""/>
                </v:shape>
              </w:pict>
            </w:r>
            <w:r w:rsidR="00504D39">
              <w:rPr>
                <w:rFonts w:ascii="宋体" w:cs="宋体"/>
                <w:kern w:val="0"/>
                <w:szCs w:val="21"/>
              </w:rPr>
              <w:t xml:space="preserve"> </w:t>
            </w:r>
            <w:r w:rsidR="00504D39">
              <w:rPr>
                <w:rFonts w:ascii="宋体" w:cs="宋体" w:hint="eastAsia"/>
                <w:kern w:val="0"/>
                <w:szCs w:val="21"/>
              </w:rPr>
              <w:t>对应的饱和水蒸气分压力(Pa)</w:t>
            </w:r>
          </w:p>
        </w:tc>
        <w:tc>
          <w:tcPr>
            <w:tcW w:w="1374" w:type="dxa"/>
            <w:vAlign w:val="center"/>
          </w:tcPr>
          <w:p w14:paraId="7EF8FE25" w14:textId="77777777" w:rsidR="00504D39" w:rsidRDefault="00504D39" w:rsidP="0054289E">
            <w:pPr>
              <w:jc w:val="center"/>
            </w:pPr>
            <w:bookmarkStart w:id="81" w:name="Psc"/>
            <w:r>
              <w:rPr>
                <w:rFonts w:hint="eastAsia"/>
              </w:rPr>
              <w:t>672.64</w:t>
            </w:r>
            <w:bookmarkEnd w:id="81"/>
          </w:p>
        </w:tc>
        <w:tc>
          <w:tcPr>
            <w:tcW w:w="2737" w:type="dxa"/>
            <w:vAlign w:val="center"/>
          </w:tcPr>
          <w:p w14:paraId="313AD790" w14:textId="77777777" w:rsidR="00504D39" w:rsidRPr="00FB2E10" w:rsidRDefault="00504D39" w:rsidP="0054289E"/>
        </w:tc>
      </w:tr>
      <w:tr w:rsidR="00504D39" w14:paraId="37D46360" w14:textId="77777777" w:rsidTr="00635599">
        <w:trPr>
          <w:jc w:val="center"/>
        </w:trPr>
        <w:tc>
          <w:tcPr>
            <w:tcW w:w="3148" w:type="dxa"/>
            <w:vAlign w:val="center"/>
          </w:tcPr>
          <w:p w14:paraId="14A56588" w14:textId="77777777" w:rsidR="00504D39" w:rsidRDefault="00000000" w:rsidP="0054289E">
            <w:r>
              <w:rPr>
                <w:position w:val="-10"/>
              </w:rPr>
              <w:pict w14:anchorId="49066129">
                <v:shape id="_x0000_i1139" type="#_x0000_t75" style="width:15pt;height:13.5pt">
                  <v:imagedata r:id="rId33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2834CFA0" w14:textId="77777777" w:rsidR="00504D39" w:rsidRDefault="00000000" w:rsidP="0054289E">
            <w:r>
              <w:rPr>
                <w:position w:val="-10"/>
              </w:rPr>
              <w:pict w14:anchorId="14CA35AB">
                <v:shape id="_x0000_i1140" type="#_x0000_t75" style="width:15pt;height:13.5pt">
                  <v:imagedata r:id="rId33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保温材料的干密度(kg/m</w:t>
            </w:r>
            <w:r w:rsidR="00504D39" w:rsidRPr="00DD44E4">
              <w:rPr>
                <w:rFonts w:ascii="宋体" w:cs="宋体" w:hint="eastAsia"/>
                <w:kern w:val="0"/>
                <w:szCs w:val="21"/>
                <w:vertAlign w:val="superscript"/>
              </w:rPr>
              <w:t>3</w:t>
            </w:r>
            <w:r w:rsidR="00504D39">
              <w:rPr>
                <w:rFonts w:ascii="宋体" w:cs="宋体" w:hint="eastAsia"/>
                <w:kern w:val="0"/>
                <w:szCs w:val="21"/>
              </w:rPr>
              <w:t>)</w:t>
            </w:r>
          </w:p>
        </w:tc>
        <w:tc>
          <w:tcPr>
            <w:tcW w:w="1374" w:type="dxa"/>
            <w:vAlign w:val="center"/>
          </w:tcPr>
          <w:p w14:paraId="0D0DEFF7" w14:textId="77777777" w:rsidR="00504D39" w:rsidRDefault="00504D39" w:rsidP="0054289E">
            <w:pPr>
              <w:jc w:val="center"/>
            </w:pPr>
            <w:bookmarkStart w:id="82" w:name="ρ"/>
            <w:r>
              <w:rPr>
                <w:rFonts w:hint="eastAsia"/>
              </w:rPr>
              <w:t>35.00</w:t>
            </w:r>
            <w:bookmarkEnd w:id="82"/>
          </w:p>
        </w:tc>
        <w:tc>
          <w:tcPr>
            <w:tcW w:w="2737" w:type="dxa"/>
            <w:vAlign w:val="center"/>
          </w:tcPr>
          <w:p w14:paraId="6ABB8B1A" w14:textId="77777777" w:rsidR="00504D39" w:rsidRDefault="00504D39" w:rsidP="0054289E"/>
        </w:tc>
      </w:tr>
      <w:tr w:rsidR="00504D39" w14:paraId="46F37925" w14:textId="77777777" w:rsidTr="00635599">
        <w:trPr>
          <w:jc w:val="center"/>
        </w:trPr>
        <w:tc>
          <w:tcPr>
            <w:tcW w:w="3148" w:type="dxa"/>
          </w:tcPr>
          <w:p w14:paraId="69F5282C" w14:textId="77777777" w:rsidR="00504D39" w:rsidRDefault="00000000" w:rsidP="0054289E">
            <w:r>
              <w:rPr>
                <w:position w:val="-6"/>
              </w:rPr>
              <w:pict w14:anchorId="2C799772">
                <v:shape id="_x0000_i1141" type="#_x0000_t75" style="width:13.5pt;height:13.5pt">
                  <v:imagedata r:id="rId35" o:title=""/>
                </v:shape>
              </w:pict>
            </w:r>
          </w:p>
        </w:tc>
        <w:tc>
          <w:tcPr>
            <w:tcW w:w="2693" w:type="dxa"/>
          </w:tcPr>
          <w:p w14:paraId="7D131911" w14:textId="77777777" w:rsidR="00504D39" w:rsidRDefault="00000000" w:rsidP="0054289E">
            <w:r>
              <w:rPr>
                <w:position w:val="-6"/>
              </w:rPr>
              <w:pict w14:anchorId="4FB3BE57">
                <v:shape id="_x0000_i1142" type="#_x0000_t75" style="width:13.5pt;height:13.5pt">
                  <v:imagedata r:id="rId35" o:title=""/>
                </v:shape>
              </w:pic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保温材料厚度(m)</w:t>
            </w:r>
          </w:p>
        </w:tc>
        <w:tc>
          <w:tcPr>
            <w:tcW w:w="1374" w:type="dxa"/>
            <w:vAlign w:val="center"/>
          </w:tcPr>
          <w:p w14:paraId="60B58F65" w14:textId="77777777" w:rsidR="00504D39" w:rsidRDefault="00504D39" w:rsidP="0054289E">
            <w:pPr>
              <w:jc w:val="center"/>
            </w:pPr>
            <w:bookmarkStart w:id="83" w:name="δi"/>
            <w:r>
              <w:rPr>
                <w:rFonts w:hint="eastAsia"/>
              </w:rPr>
              <w:t>0.02</w:t>
            </w:r>
            <w:bookmarkEnd w:id="83"/>
          </w:p>
        </w:tc>
        <w:tc>
          <w:tcPr>
            <w:tcW w:w="2737" w:type="dxa"/>
            <w:vAlign w:val="center"/>
          </w:tcPr>
          <w:p w14:paraId="304AF706" w14:textId="77777777" w:rsidR="00504D39" w:rsidRPr="00FB2E10" w:rsidRDefault="00504D39" w:rsidP="0054289E"/>
        </w:tc>
      </w:tr>
      <w:tr w:rsidR="00504D39" w14:paraId="2B85FBF9" w14:textId="77777777" w:rsidTr="00635599">
        <w:trPr>
          <w:jc w:val="center"/>
        </w:trPr>
        <w:tc>
          <w:tcPr>
            <w:tcW w:w="3148" w:type="dxa"/>
            <w:vAlign w:val="center"/>
          </w:tcPr>
          <w:p w14:paraId="057B63BA" w14:textId="77777777" w:rsidR="00504D39" w:rsidRDefault="00000000" w:rsidP="0054289E">
            <w:r>
              <w:rPr>
                <w:position w:val="-28"/>
              </w:rPr>
              <w:pict w14:anchorId="3D99E5D9">
                <v:shape id="_x0000_i1143" type="#_x0000_t75" style="width:142.5pt;height:43.5pt">
                  <v:imagedata r:id="rId15" o:title=""/>
                </v:shape>
              </w:pict>
            </w:r>
          </w:p>
        </w:tc>
        <w:tc>
          <w:tcPr>
            <w:tcW w:w="2693" w:type="dxa"/>
            <w:vAlign w:val="center"/>
          </w:tcPr>
          <w:p w14:paraId="69AD7D88" w14:textId="77777777" w:rsidR="00504D39" w:rsidRDefault="00000000" w:rsidP="0054289E">
            <w:r>
              <w:rPr>
                <w:position w:val="-10"/>
              </w:rPr>
              <w:pict w14:anchorId="5413924B">
                <v:shape id="_x0000_i1144" type="#_x0000_t75" style="width:25pt;height:16.5pt">
                  <v:imagedata r:id="rId17" o:title=""/>
                </v:shape>
              </w:pict>
            </w:r>
            <w:r w:rsidR="00504D39">
              <w:t xml:space="preserve"> </w:t>
            </w:r>
            <w:r w:rsidR="00504D39">
              <w:rPr>
                <w:rFonts w:hint="eastAsia"/>
              </w:rPr>
              <w:t>—</w:t>
            </w:r>
            <w:r w:rsidR="00504D39">
              <w:rPr>
                <w:rFonts w:ascii="宋体" w:cs="宋体" w:hint="eastAsia"/>
                <w:kern w:val="0"/>
                <w:szCs w:val="21"/>
              </w:rPr>
              <w:t>采暖期间保温材料重量湿度的增量(%)</w:t>
            </w:r>
          </w:p>
        </w:tc>
        <w:tc>
          <w:tcPr>
            <w:tcW w:w="1374" w:type="dxa"/>
            <w:vAlign w:val="center"/>
          </w:tcPr>
          <w:p w14:paraId="3FB5B5A1" w14:textId="77777777" w:rsidR="00504D39" w:rsidRDefault="00504D39" w:rsidP="0054289E">
            <w:pPr>
              <w:jc w:val="center"/>
            </w:pPr>
            <w:bookmarkStart w:id="84" w:name="ω_l"/>
            <w:r>
              <w:rPr>
                <w:rFonts w:hint="eastAsia"/>
              </w:rPr>
              <w:t>0.00</w:t>
            </w:r>
            <w:bookmarkEnd w:id="84"/>
          </w:p>
        </w:tc>
        <w:tc>
          <w:tcPr>
            <w:tcW w:w="2737" w:type="dxa"/>
            <w:vAlign w:val="center"/>
          </w:tcPr>
          <w:p w14:paraId="3905B88E" w14:textId="77777777" w:rsidR="00504D39" w:rsidRDefault="00504D39" w:rsidP="0054289E">
            <w:r>
              <w:rPr>
                <w:rFonts w:hint="eastAsia"/>
              </w:rPr>
              <w:t>增量限值</w:t>
            </w:r>
            <w:r>
              <w:rPr>
                <w:rFonts w:ascii="宋体" w:cs="宋体" w:hint="eastAsia"/>
                <w:kern w:val="0"/>
                <w:szCs w:val="21"/>
              </w:rPr>
              <w:t>(%)</w:t>
            </w:r>
            <w:r>
              <w:rPr>
                <w:rFonts w:hint="eastAsia"/>
              </w:rPr>
              <w:t>=</w:t>
            </w:r>
            <w:bookmarkStart w:id="85" w:name="ω"/>
            <w:r>
              <w:rPr>
                <w:rFonts w:hint="eastAsia"/>
              </w:rPr>
              <w:t>10.00</w:t>
            </w:r>
            <w:bookmarkEnd w:id="85"/>
          </w:p>
        </w:tc>
      </w:tr>
    </w:tbl>
    <w:p w14:paraId="4E2057DF" w14:textId="77777777" w:rsidR="004E53B8" w:rsidRDefault="004E53B8" w:rsidP="00064694">
      <w:pPr>
        <w:widowControl/>
        <w:jc w:val="left"/>
      </w:pPr>
    </w:p>
    <w:p w14:paraId="49D7ECBD" w14:textId="77777777" w:rsidR="00DD0B5D" w:rsidRPr="00B06145" w:rsidRDefault="00DD0B5D" w:rsidP="00064694">
      <w:pPr>
        <w:pStyle w:val="1"/>
      </w:pPr>
      <w:bookmarkStart w:id="86" w:name="_Toc159667158"/>
      <w:bookmarkEnd w:id="69"/>
      <w:r>
        <w:t>验算结论</w:t>
      </w:r>
      <w:bookmarkEnd w:id="86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4"/>
        <w:gridCol w:w="3113"/>
        <w:gridCol w:w="1811"/>
        <w:gridCol w:w="1811"/>
        <w:gridCol w:w="1188"/>
      </w:tblGrid>
      <w:tr w:rsidR="00DC7E21" w14:paraId="01486F4F" w14:textId="77777777">
        <w:tc>
          <w:tcPr>
            <w:tcW w:w="1403" w:type="dxa"/>
            <w:shd w:val="clear" w:color="auto" w:fill="DEDEDE"/>
            <w:vAlign w:val="center"/>
          </w:tcPr>
          <w:p w14:paraId="7BA1E99F" w14:textId="77777777" w:rsidR="00DC7E21" w:rsidRDefault="00000000">
            <w:r>
              <w:t>类型</w:t>
            </w:r>
          </w:p>
        </w:tc>
        <w:tc>
          <w:tcPr>
            <w:tcW w:w="3112" w:type="dxa"/>
            <w:shd w:val="clear" w:color="auto" w:fill="DEDEDE"/>
            <w:vAlign w:val="center"/>
          </w:tcPr>
          <w:p w14:paraId="0D8C663C" w14:textId="77777777" w:rsidR="00DC7E21" w:rsidRDefault="00000000">
            <w:r>
              <w:t>构造</w:t>
            </w:r>
          </w:p>
        </w:tc>
        <w:tc>
          <w:tcPr>
            <w:tcW w:w="1811" w:type="dxa"/>
            <w:shd w:val="clear" w:color="auto" w:fill="DEDEDE"/>
            <w:vAlign w:val="center"/>
          </w:tcPr>
          <w:p w14:paraId="5E3ACDCF" w14:textId="77777777" w:rsidR="00DC7E21" w:rsidRDefault="00000000">
            <w:r>
              <w:t>增量限值</w:t>
            </w:r>
            <w:r>
              <w:t>(%)</w:t>
            </w:r>
          </w:p>
        </w:tc>
        <w:tc>
          <w:tcPr>
            <w:tcW w:w="1811" w:type="dxa"/>
            <w:shd w:val="clear" w:color="auto" w:fill="DEDEDE"/>
            <w:vAlign w:val="center"/>
          </w:tcPr>
          <w:p w14:paraId="10F65904" w14:textId="77777777" w:rsidR="00DC7E21" w:rsidRDefault="00000000">
            <w:r>
              <w:t>实际增量</w:t>
            </w:r>
            <w:r>
              <w:t>(%)</w:t>
            </w:r>
          </w:p>
        </w:tc>
        <w:tc>
          <w:tcPr>
            <w:tcW w:w="1188" w:type="dxa"/>
            <w:shd w:val="clear" w:color="auto" w:fill="DEDEDE"/>
            <w:vAlign w:val="center"/>
          </w:tcPr>
          <w:p w14:paraId="55C1A79F" w14:textId="77777777" w:rsidR="00DC7E21" w:rsidRDefault="00000000">
            <w:r>
              <w:t>结论</w:t>
            </w:r>
          </w:p>
        </w:tc>
      </w:tr>
      <w:tr w:rsidR="00DC7E21" w14:paraId="7A0E2D41" w14:textId="77777777">
        <w:tc>
          <w:tcPr>
            <w:tcW w:w="1403" w:type="dxa"/>
            <w:vAlign w:val="center"/>
          </w:tcPr>
          <w:p w14:paraId="52E2D66E" w14:textId="77777777" w:rsidR="00DC7E21" w:rsidRDefault="00000000">
            <w:r>
              <w:t>屋顶</w:t>
            </w:r>
          </w:p>
        </w:tc>
        <w:tc>
          <w:tcPr>
            <w:tcW w:w="3112" w:type="dxa"/>
            <w:vAlign w:val="center"/>
          </w:tcPr>
          <w:p w14:paraId="634924A8" w14:textId="77777777" w:rsidR="00DC7E21" w:rsidRDefault="00000000">
            <w:r>
              <w:t>屋顶构造一</w:t>
            </w:r>
          </w:p>
        </w:tc>
        <w:tc>
          <w:tcPr>
            <w:tcW w:w="1811" w:type="dxa"/>
            <w:vAlign w:val="center"/>
          </w:tcPr>
          <w:p w14:paraId="08103F84" w14:textId="77777777" w:rsidR="00DC7E21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14:paraId="72614F71" w14:textId="77777777" w:rsidR="00DC7E21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14:paraId="1A318D80" w14:textId="77777777" w:rsidR="00DC7E21" w:rsidRDefault="00000000">
            <w:r>
              <w:t>满足</w:t>
            </w:r>
          </w:p>
        </w:tc>
      </w:tr>
      <w:tr w:rsidR="00DC7E21" w14:paraId="26099F16" w14:textId="77777777">
        <w:tc>
          <w:tcPr>
            <w:tcW w:w="1403" w:type="dxa"/>
            <w:vAlign w:val="center"/>
          </w:tcPr>
          <w:p w14:paraId="0CEB1AF1" w14:textId="77777777" w:rsidR="00DC7E21" w:rsidRDefault="00000000">
            <w:r>
              <w:t>外墙</w:t>
            </w:r>
          </w:p>
        </w:tc>
        <w:tc>
          <w:tcPr>
            <w:tcW w:w="3112" w:type="dxa"/>
            <w:vAlign w:val="center"/>
          </w:tcPr>
          <w:p w14:paraId="32753AA3" w14:textId="77777777" w:rsidR="00DC7E21" w:rsidRDefault="00000000">
            <w:r>
              <w:t>外墙构造一</w:t>
            </w:r>
          </w:p>
        </w:tc>
        <w:tc>
          <w:tcPr>
            <w:tcW w:w="1811" w:type="dxa"/>
            <w:vAlign w:val="center"/>
          </w:tcPr>
          <w:p w14:paraId="565743B3" w14:textId="77777777" w:rsidR="00DC7E21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14:paraId="6CCD049D" w14:textId="77777777" w:rsidR="00DC7E21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14:paraId="1036EC08" w14:textId="77777777" w:rsidR="00DC7E21" w:rsidRDefault="00000000">
            <w:r>
              <w:t>满足</w:t>
            </w:r>
          </w:p>
        </w:tc>
      </w:tr>
      <w:tr w:rsidR="00DC7E21" w14:paraId="040F5CE5" w14:textId="77777777">
        <w:tc>
          <w:tcPr>
            <w:tcW w:w="1403" w:type="dxa"/>
            <w:vAlign w:val="center"/>
          </w:tcPr>
          <w:p w14:paraId="5A28E0F6" w14:textId="77777777" w:rsidR="00DC7E21" w:rsidRDefault="00000000">
            <w:r>
              <w:t>阳台隔墙</w:t>
            </w:r>
          </w:p>
        </w:tc>
        <w:tc>
          <w:tcPr>
            <w:tcW w:w="3112" w:type="dxa"/>
            <w:vAlign w:val="center"/>
          </w:tcPr>
          <w:p w14:paraId="6D4B32A1" w14:textId="77777777" w:rsidR="00DC7E21" w:rsidRDefault="00000000">
            <w:r>
              <w:t>阳台隔墙构造一</w:t>
            </w:r>
          </w:p>
        </w:tc>
        <w:tc>
          <w:tcPr>
            <w:tcW w:w="1811" w:type="dxa"/>
            <w:vAlign w:val="center"/>
          </w:tcPr>
          <w:p w14:paraId="78E22E97" w14:textId="77777777" w:rsidR="00DC7E21" w:rsidRDefault="00000000">
            <w:r>
              <w:t>10</w:t>
            </w:r>
          </w:p>
        </w:tc>
        <w:tc>
          <w:tcPr>
            <w:tcW w:w="1811" w:type="dxa"/>
            <w:vAlign w:val="center"/>
          </w:tcPr>
          <w:p w14:paraId="18224A79" w14:textId="77777777" w:rsidR="00DC7E21" w:rsidRDefault="00000000">
            <w:r>
              <w:t>0</w:t>
            </w:r>
          </w:p>
        </w:tc>
        <w:tc>
          <w:tcPr>
            <w:tcW w:w="1188" w:type="dxa"/>
            <w:vAlign w:val="center"/>
          </w:tcPr>
          <w:p w14:paraId="768FC1EB" w14:textId="77777777" w:rsidR="00DC7E21" w:rsidRDefault="00000000">
            <w:r>
              <w:t>满足</w:t>
            </w:r>
          </w:p>
        </w:tc>
      </w:tr>
    </w:tbl>
    <w:p w14:paraId="5C6B6EDE" w14:textId="77777777" w:rsidR="00DC7E21" w:rsidRDefault="00DC7E21">
      <w:pPr>
        <w:widowControl/>
        <w:jc w:val="left"/>
      </w:pPr>
    </w:p>
    <w:sectPr w:rsidR="00DC7E21" w:rsidSect="00B807CA">
      <w:headerReference w:type="default" r:id="rId78"/>
      <w:footerReference w:type="default" r:id="rId79"/>
      <w:pgSz w:w="11906" w:h="16838" w:code="9"/>
      <w:pgMar w:top="1440" w:right="1440" w:bottom="1440" w:left="1440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63786" w14:textId="77777777" w:rsidR="00B807CA" w:rsidRDefault="00B807CA" w:rsidP="008469FD">
      <w:r>
        <w:separator/>
      </w:r>
    </w:p>
  </w:endnote>
  <w:endnote w:type="continuationSeparator" w:id="0">
    <w:p w14:paraId="11909C03" w14:textId="77777777" w:rsidR="00B807CA" w:rsidRDefault="00B807CA" w:rsidP="00846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0AE9E" w14:textId="77777777" w:rsidR="00D60B8C" w:rsidRDefault="00D60B8C" w:rsidP="008E5546">
    <w:pPr>
      <w:pStyle w:val="a6"/>
      <w:jc w:val="center"/>
    </w:pPr>
    <w:r w:rsidRPr="00D721FC">
      <w:rPr>
        <w:rFonts w:ascii="宋体" w:hAnsi="宋体" w:hint="eastAsia"/>
        <w:sz w:val="21"/>
        <w:szCs w:val="21"/>
      </w:rPr>
      <w:t xml:space="preserve">第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PAGE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6B7EC3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/ </w:t>
    </w:r>
    <w:r w:rsidRPr="00D721FC">
      <w:rPr>
        <w:rStyle w:val="af0"/>
        <w:rFonts w:ascii="宋体" w:hAnsi="宋体"/>
        <w:sz w:val="21"/>
        <w:szCs w:val="21"/>
      </w:rPr>
      <w:fldChar w:fldCharType="begin"/>
    </w:r>
    <w:r w:rsidRPr="00D721FC">
      <w:rPr>
        <w:rStyle w:val="af0"/>
        <w:rFonts w:ascii="宋体" w:hAnsi="宋体"/>
        <w:sz w:val="21"/>
        <w:szCs w:val="21"/>
      </w:rPr>
      <w:instrText xml:space="preserve"> NUMPAGES </w:instrText>
    </w:r>
    <w:r w:rsidRPr="00D721FC">
      <w:rPr>
        <w:rStyle w:val="af0"/>
        <w:rFonts w:ascii="宋体" w:hAnsi="宋体"/>
        <w:sz w:val="21"/>
        <w:szCs w:val="21"/>
      </w:rPr>
      <w:fldChar w:fldCharType="separate"/>
    </w:r>
    <w:r w:rsidR="006B7EC3">
      <w:rPr>
        <w:rStyle w:val="af0"/>
        <w:rFonts w:ascii="宋体" w:hAnsi="宋体"/>
        <w:noProof/>
        <w:sz w:val="21"/>
        <w:szCs w:val="21"/>
      </w:rPr>
      <w:t>6</w:t>
    </w:r>
    <w:r w:rsidRPr="00D721FC">
      <w:rPr>
        <w:rStyle w:val="af0"/>
        <w:rFonts w:ascii="宋体" w:hAnsi="宋体"/>
        <w:sz w:val="21"/>
        <w:szCs w:val="21"/>
      </w:rPr>
      <w:fldChar w:fldCharType="end"/>
    </w:r>
    <w:r w:rsidRPr="00D721FC">
      <w:rPr>
        <w:rStyle w:val="af0"/>
        <w:rFonts w:ascii="宋体" w:hAnsi="宋体" w:hint="eastAsia"/>
        <w:sz w:val="21"/>
        <w:szCs w:val="21"/>
      </w:rPr>
      <w:t xml:space="preserve"> 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06572" w14:textId="77777777" w:rsidR="00B807CA" w:rsidRDefault="00B807CA" w:rsidP="008469FD">
      <w:r>
        <w:separator/>
      </w:r>
    </w:p>
  </w:footnote>
  <w:footnote w:type="continuationSeparator" w:id="0">
    <w:p w14:paraId="2170B130" w14:textId="77777777" w:rsidR="00B807CA" w:rsidRDefault="00B807CA" w:rsidP="008469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907C82" w14:textId="77777777" w:rsidR="00D60B8C" w:rsidRDefault="00D60B8C" w:rsidP="008E5546">
    <w:pPr>
      <w:pStyle w:val="a5"/>
      <w:jc w:val="both"/>
    </w:pPr>
    <w:r>
      <w:rPr>
        <w:noProof/>
      </w:rPr>
      <w:drawing>
        <wp:inline distT="0" distB="0" distL="0" distR="0" wp14:anchorId="0D461CED" wp14:editId="55D06F7C">
          <wp:extent cx="857250" cy="161925"/>
          <wp:effectExtent l="0" t="0" r="0" b="0"/>
          <wp:docPr id="61" name="图片 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FA6D6A"/>
    <w:multiLevelType w:val="hybridMultilevel"/>
    <w:tmpl w:val="B2A61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A260BB6"/>
    <w:multiLevelType w:val="hybridMultilevel"/>
    <w:tmpl w:val="E24860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F1F112D"/>
    <w:multiLevelType w:val="hybridMultilevel"/>
    <w:tmpl w:val="52C4AA9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A472284"/>
    <w:multiLevelType w:val="hybridMultilevel"/>
    <w:tmpl w:val="CAF255C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EE75C28"/>
    <w:multiLevelType w:val="hybridMultilevel"/>
    <w:tmpl w:val="4962AA1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70054511"/>
    <w:multiLevelType w:val="hybridMultilevel"/>
    <w:tmpl w:val="D92AA5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1655170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17688605">
    <w:abstractNumId w:val="6"/>
  </w:num>
  <w:num w:numId="3" w16cid:durableId="1069230633">
    <w:abstractNumId w:val="7"/>
  </w:num>
  <w:num w:numId="4" w16cid:durableId="971524913">
    <w:abstractNumId w:val="5"/>
  </w:num>
  <w:num w:numId="5" w16cid:durableId="924804523">
    <w:abstractNumId w:val="3"/>
  </w:num>
  <w:num w:numId="6" w16cid:durableId="149370309">
    <w:abstractNumId w:val="1"/>
  </w:num>
  <w:num w:numId="7" w16cid:durableId="1932817730">
    <w:abstractNumId w:val="2"/>
  </w:num>
  <w:num w:numId="8" w16cid:durableId="5471138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95683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995429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164874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46104082">
    <w:abstractNumId w:val="4"/>
  </w:num>
  <w:num w:numId="13" w16cid:durableId="14651232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703759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986313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B16"/>
    <w:rsid w:val="00006B6F"/>
    <w:rsid w:val="00006D9D"/>
    <w:rsid w:val="0000769E"/>
    <w:rsid w:val="00012F68"/>
    <w:rsid w:val="00014DB8"/>
    <w:rsid w:val="00042D27"/>
    <w:rsid w:val="00042FAF"/>
    <w:rsid w:val="00046531"/>
    <w:rsid w:val="00056D82"/>
    <w:rsid w:val="000571B1"/>
    <w:rsid w:val="000631C6"/>
    <w:rsid w:val="00064694"/>
    <w:rsid w:val="00065057"/>
    <w:rsid w:val="000651CF"/>
    <w:rsid w:val="00072606"/>
    <w:rsid w:val="00075D28"/>
    <w:rsid w:val="00090856"/>
    <w:rsid w:val="00091778"/>
    <w:rsid w:val="0009767D"/>
    <w:rsid w:val="000A2E66"/>
    <w:rsid w:val="000B0926"/>
    <w:rsid w:val="000B176F"/>
    <w:rsid w:val="000B2704"/>
    <w:rsid w:val="000B2C23"/>
    <w:rsid w:val="000B701F"/>
    <w:rsid w:val="000B7039"/>
    <w:rsid w:val="000D642C"/>
    <w:rsid w:val="000E3800"/>
    <w:rsid w:val="000E4E4E"/>
    <w:rsid w:val="000E5450"/>
    <w:rsid w:val="000F15E2"/>
    <w:rsid w:val="000F338B"/>
    <w:rsid w:val="000F48DF"/>
    <w:rsid w:val="000F5B88"/>
    <w:rsid w:val="001009AE"/>
    <w:rsid w:val="00116DB2"/>
    <w:rsid w:val="00117F3E"/>
    <w:rsid w:val="00124491"/>
    <w:rsid w:val="001577F0"/>
    <w:rsid w:val="001611A7"/>
    <w:rsid w:val="00161E2D"/>
    <w:rsid w:val="00162EF0"/>
    <w:rsid w:val="00171BFE"/>
    <w:rsid w:val="0017677D"/>
    <w:rsid w:val="001814D3"/>
    <w:rsid w:val="001828CC"/>
    <w:rsid w:val="00184C94"/>
    <w:rsid w:val="00186508"/>
    <w:rsid w:val="00191451"/>
    <w:rsid w:val="001937AD"/>
    <w:rsid w:val="0019614D"/>
    <w:rsid w:val="001A36CC"/>
    <w:rsid w:val="001A387C"/>
    <w:rsid w:val="001B6C9B"/>
    <w:rsid w:val="001B7877"/>
    <w:rsid w:val="001C00E7"/>
    <w:rsid w:val="001C5A7B"/>
    <w:rsid w:val="001E4004"/>
    <w:rsid w:val="001F3390"/>
    <w:rsid w:val="001F4F6C"/>
    <w:rsid w:val="00231194"/>
    <w:rsid w:val="0024070B"/>
    <w:rsid w:val="00240EC2"/>
    <w:rsid w:val="0027727F"/>
    <w:rsid w:val="00282DF5"/>
    <w:rsid w:val="002A5E42"/>
    <w:rsid w:val="002B2C77"/>
    <w:rsid w:val="002B5E55"/>
    <w:rsid w:val="002B76E4"/>
    <w:rsid w:val="002D6B2F"/>
    <w:rsid w:val="002E1B9B"/>
    <w:rsid w:val="0030652E"/>
    <w:rsid w:val="003124C0"/>
    <w:rsid w:val="003200B7"/>
    <w:rsid w:val="00332516"/>
    <w:rsid w:val="003344E6"/>
    <w:rsid w:val="003409F3"/>
    <w:rsid w:val="00345CB2"/>
    <w:rsid w:val="00345E18"/>
    <w:rsid w:val="00347F24"/>
    <w:rsid w:val="0035328F"/>
    <w:rsid w:val="00353501"/>
    <w:rsid w:val="00376607"/>
    <w:rsid w:val="00377277"/>
    <w:rsid w:val="00386168"/>
    <w:rsid w:val="003939B0"/>
    <w:rsid w:val="003A69B5"/>
    <w:rsid w:val="003A6EFB"/>
    <w:rsid w:val="003B6F8A"/>
    <w:rsid w:val="003C2C73"/>
    <w:rsid w:val="003E5517"/>
    <w:rsid w:val="003E5ABA"/>
    <w:rsid w:val="003F135F"/>
    <w:rsid w:val="003F6427"/>
    <w:rsid w:val="00400FD8"/>
    <w:rsid w:val="004300F4"/>
    <w:rsid w:val="00430148"/>
    <w:rsid w:val="00431405"/>
    <w:rsid w:val="00447C20"/>
    <w:rsid w:val="00452E2F"/>
    <w:rsid w:val="004556B3"/>
    <w:rsid w:val="00464AC4"/>
    <w:rsid w:val="00467230"/>
    <w:rsid w:val="0049117E"/>
    <w:rsid w:val="00491C89"/>
    <w:rsid w:val="00495EFD"/>
    <w:rsid w:val="004A676E"/>
    <w:rsid w:val="004B1BD3"/>
    <w:rsid w:val="004B2B00"/>
    <w:rsid w:val="004B5CEB"/>
    <w:rsid w:val="004C2C08"/>
    <w:rsid w:val="004C416D"/>
    <w:rsid w:val="004C772F"/>
    <w:rsid w:val="004C7C6B"/>
    <w:rsid w:val="004D29C2"/>
    <w:rsid w:val="004E31C9"/>
    <w:rsid w:val="004E53B8"/>
    <w:rsid w:val="004F6757"/>
    <w:rsid w:val="005012CD"/>
    <w:rsid w:val="00504D39"/>
    <w:rsid w:val="0050552D"/>
    <w:rsid w:val="00517E63"/>
    <w:rsid w:val="00526363"/>
    <w:rsid w:val="00526D45"/>
    <w:rsid w:val="0054289E"/>
    <w:rsid w:val="0054622F"/>
    <w:rsid w:val="00546897"/>
    <w:rsid w:val="0055562B"/>
    <w:rsid w:val="00557942"/>
    <w:rsid w:val="00560157"/>
    <w:rsid w:val="00567B03"/>
    <w:rsid w:val="005734B3"/>
    <w:rsid w:val="00574037"/>
    <w:rsid w:val="005A30A0"/>
    <w:rsid w:val="005A4C09"/>
    <w:rsid w:val="005A6A34"/>
    <w:rsid w:val="005B01B5"/>
    <w:rsid w:val="005B73FD"/>
    <w:rsid w:val="005E215F"/>
    <w:rsid w:val="0060196C"/>
    <w:rsid w:val="00601C56"/>
    <w:rsid w:val="00606705"/>
    <w:rsid w:val="006134C5"/>
    <w:rsid w:val="00635599"/>
    <w:rsid w:val="00635CEC"/>
    <w:rsid w:val="0063600F"/>
    <w:rsid w:val="00640D3D"/>
    <w:rsid w:val="006648EC"/>
    <w:rsid w:val="00673F68"/>
    <w:rsid w:val="00674D10"/>
    <w:rsid w:val="00685502"/>
    <w:rsid w:val="00693E06"/>
    <w:rsid w:val="006A7613"/>
    <w:rsid w:val="006B7EC3"/>
    <w:rsid w:val="006C2E11"/>
    <w:rsid w:val="006C56DD"/>
    <w:rsid w:val="006E0F6C"/>
    <w:rsid w:val="006E678B"/>
    <w:rsid w:val="006F3495"/>
    <w:rsid w:val="00707167"/>
    <w:rsid w:val="00707791"/>
    <w:rsid w:val="0071259B"/>
    <w:rsid w:val="00715DF4"/>
    <w:rsid w:val="007171C5"/>
    <w:rsid w:val="00721641"/>
    <w:rsid w:val="00725F84"/>
    <w:rsid w:val="00730C7D"/>
    <w:rsid w:val="00762CFD"/>
    <w:rsid w:val="00772865"/>
    <w:rsid w:val="00777E12"/>
    <w:rsid w:val="00790E85"/>
    <w:rsid w:val="007932A0"/>
    <w:rsid w:val="007952C1"/>
    <w:rsid w:val="00797A21"/>
    <w:rsid w:val="007A09EA"/>
    <w:rsid w:val="007A7477"/>
    <w:rsid w:val="007B43E2"/>
    <w:rsid w:val="007C04EA"/>
    <w:rsid w:val="007C13FF"/>
    <w:rsid w:val="007D442D"/>
    <w:rsid w:val="007E3CEE"/>
    <w:rsid w:val="007F3558"/>
    <w:rsid w:val="007F36C4"/>
    <w:rsid w:val="00800874"/>
    <w:rsid w:val="00804FEA"/>
    <w:rsid w:val="0083156B"/>
    <w:rsid w:val="00841D90"/>
    <w:rsid w:val="00843DEA"/>
    <w:rsid w:val="0084571F"/>
    <w:rsid w:val="008469FD"/>
    <w:rsid w:val="0085517B"/>
    <w:rsid w:val="0086069E"/>
    <w:rsid w:val="00860C37"/>
    <w:rsid w:val="00873755"/>
    <w:rsid w:val="00894904"/>
    <w:rsid w:val="0089552D"/>
    <w:rsid w:val="008A6C16"/>
    <w:rsid w:val="008C68C6"/>
    <w:rsid w:val="008E5546"/>
    <w:rsid w:val="008F04DC"/>
    <w:rsid w:val="008F15DA"/>
    <w:rsid w:val="008F3FF5"/>
    <w:rsid w:val="008F4BB6"/>
    <w:rsid w:val="008F7783"/>
    <w:rsid w:val="0092041B"/>
    <w:rsid w:val="00921307"/>
    <w:rsid w:val="00935543"/>
    <w:rsid w:val="009401C7"/>
    <w:rsid w:val="009470F7"/>
    <w:rsid w:val="00960A51"/>
    <w:rsid w:val="00960FE3"/>
    <w:rsid w:val="00970E7C"/>
    <w:rsid w:val="00971DC8"/>
    <w:rsid w:val="00985896"/>
    <w:rsid w:val="00986B99"/>
    <w:rsid w:val="00986DEF"/>
    <w:rsid w:val="00990A57"/>
    <w:rsid w:val="00990A5C"/>
    <w:rsid w:val="009A5331"/>
    <w:rsid w:val="009B0725"/>
    <w:rsid w:val="009B3DE3"/>
    <w:rsid w:val="009B7375"/>
    <w:rsid w:val="009C5F4B"/>
    <w:rsid w:val="009D11E5"/>
    <w:rsid w:val="009D2B26"/>
    <w:rsid w:val="009E761F"/>
    <w:rsid w:val="00A0563B"/>
    <w:rsid w:val="00A32761"/>
    <w:rsid w:val="00A351F6"/>
    <w:rsid w:val="00A454B0"/>
    <w:rsid w:val="00A57369"/>
    <w:rsid w:val="00A63B8E"/>
    <w:rsid w:val="00A63FAA"/>
    <w:rsid w:val="00A64605"/>
    <w:rsid w:val="00A84E26"/>
    <w:rsid w:val="00A906F7"/>
    <w:rsid w:val="00A924CF"/>
    <w:rsid w:val="00A92962"/>
    <w:rsid w:val="00A97E4F"/>
    <w:rsid w:val="00AA656C"/>
    <w:rsid w:val="00AB03BE"/>
    <w:rsid w:val="00AB4689"/>
    <w:rsid w:val="00AB713E"/>
    <w:rsid w:val="00AB7A40"/>
    <w:rsid w:val="00AC1527"/>
    <w:rsid w:val="00AC7E8F"/>
    <w:rsid w:val="00AD4B59"/>
    <w:rsid w:val="00AE0113"/>
    <w:rsid w:val="00AF1110"/>
    <w:rsid w:val="00B06145"/>
    <w:rsid w:val="00B12132"/>
    <w:rsid w:val="00B16E92"/>
    <w:rsid w:val="00B227E6"/>
    <w:rsid w:val="00B23996"/>
    <w:rsid w:val="00B35129"/>
    <w:rsid w:val="00B505F2"/>
    <w:rsid w:val="00B512B1"/>
    <w:rsid w:val="00B52CF8"/>
    <w:rsid w:val="00B5734A"/>
    <w:rsid w:val="00B63B08"/>
    <w:rsid w:val="00B658C0"/>
    <w:rsid w:val="00B801D9"/>
    <w:rsid w:val="00B807CA"/>
    <w:rsid w:val="00B8711B"/>
    <w:rsid w:val="00B905F7"/>
    <w:rsid w:val="00B970F9"/>
    <w:rsid w:val="00BA0784"/>
    <w:rsid w:val="00BA0B17"/>
    <w:rsid w:val="00BA56E7"/>
    <w:rsid w:val="00BC7076"/>
    <w:rsid w:val="00BD0D2A"/>
    <w:rsid w:val="00BE2D61"/>
    <w:rsid w:val="00BF59AD"/>
    <w:rsid w:val="00C011AF"/>
    <w:rsid w:val="00C026F3"/>
    <w:rsid w:val="00C054D0"/>
    <w:rsid w:val="00C10401"/>
    <w:rsid w:val="00C20461"/>
    <w:rsid w:val="00C30B16"/>
    <w:rsid w:val="00C34844"/>
    <w:rsid w:val="00C36178"/>
    <w:rsid w:val="00C60674"/>
    <w:rsid w:val="00C60D5D"/>
    <w:rsid w:val="00C66112"/>
    <w:rsid w:val="00C74B78"/>
    <w:rsid w:val="00C76F5A"/>
    <w:rsid w:val="00C92C5B"/>
    <w:rsid w:val="00C950E1"/>
    <w:rsid w:val="00CC0E59"/>
    <w:rsid w:val="00CC0FB4"/>
    <w:rsid w:val="00CC3455"/>
    <w:rsid w:val="00CD654D"/>
    <w:rsid w:val="00CE04F8"/>
    <w:rsid w:val="00CE2E0D"/>
    <w:rsid w:val="00CE509A"/>
    <w:rsid w:val="00D008BF"/>
    <w:rsid w:val="00D03943"/>
    <w:rsid w:val="00D10A97"/>
    <w:rsid w:val="00D1757D"/>
    <w:rsid w:val="00D45640"/>
    <w:rsid w:val="00D46BD1"/>
    <w:rsid w:val="00D47A95"/>
    <w:rsid w:val="00D528E7"/>
    <w:rsid w:val="00D55050"/>
    <w:rsid w:val="00D562E0"/>
    <w:rsid w:val="00D60B8C"/>
    <w:rsid w:val="00D60BFB"/>
    <w:rsid w:val="00D62D4B"/>
    <w:rsid w:val="00D7656E"/>
    <w:rsid w:val="00D772A9"/>
    <w:rsid w:val="00D801D5"/>
    <w:rsid w:val="00D92904"/>
    <w:rsid w:val="00D92A2B"/>
    <w:rsid w:val="00DA48B1"/>
    <w:rsid w:val="00DA7566"/>
    <w:rsid w:val="00DC0007"/>
    <w:rsid w:val="00DC2299"/>
    <w:rsid w:val="00DC40FC"/>
    <w:rsid w:val="00DC7E21"/>
    <w:rsid w:val="00DD0640"/>
    <w:rsid w:val="00DD0B5D"/>
    <w:rsid w:val="00DF5D40"/>
    <w:rsid w:val="00E0221C"/>
    <w:rsid w:val="00E05C35"/>
    <w:rsid w:val="00E138F9"/>
    <w:rsid w:val="00E26A44"/>
    <w:rsid w:val="00E273C9"/>
    <w:rsid w:val="00E3077E"/>
    <w:rsid w:val="00E309AF"/>
    <w:rsid w:val="00E35757"/>
    <w:rsid w:val="00E43223"/>
    <w:rsid w:val="00E461BA"/>
    <w:rsid w:val="00E47CA8"/>
    <w:rsid w:val="00E550E9"/>
    <w:rsid w:val="00E62CAB"/>
    <w:rsid w:val="00E631B6"/>
    <w:rsid w:val="00E70F18"/>
    <w:rsid w:val="00E94DAA"/>
    <w:rsid w:val="00EA2DCF"/>
    <w:rsid w:val="00EA5041"/>
    <w:rsid w:val="00EA67B5"/>
    <w:rsid w:val="00EB1894"/>
    <w:rsid w:val="00EB4739"/>
    <w:rsid w:val="00EB73E7"/>
    <w:rsid w:val="00EC0097"/>
    <w:rsid w:val="00EC091B"/>
    <w:rsid w:val="00EE1B15"/>
    <w:rsid w:val="00EF3F30"/>
    <w:rsid w:val="00F0466A"/>
    <w:rsid w:val="00F11D8A"/>
    <w:rsid w:val="00F206C5"/>
    <w:rsid w:val="00F2136F"/>
    <w:rsid w:val="00F2650F"/>
    <w:rsid w:val="00F32A1B"/>
    <w:rsid w:val="00F3652C"/>
    <w:rsid w:val="00F40508"/>
    <w:rsid w:val="00F52375"/>
    <w:rsid w:val="00F54048"/>
    <w:rsid w:val="00F579EF"/>
    <w:rsid w:val="00F645AA"/>
    <w:rsid w:val="00F80BF0"/>
    <w:rsid w:val="00F9357F"/>
    <w:rsid w:val="00F94530"/>
    <w:rsid w:val="00F94640"/>
    <w:rsid w:val="00F94707"/>
    <w:rsid w:val="00F951D3"/>
    <w:rsid w:val="00FB2E10"/>
    <w:rsid w:val="00FB4EEB"/>
    <w:rsid w:val="00FC25B1"/>
    <w:rsid w:val="00FC29E3"/>
    <w:rsid w:val="00FC41F8"/>
    <w:rsid w:val="00FE2B54"/>
    <w:rsid w:val="00FE48A4"/>
    <w:rsid w:val="00FF517B"/>
    <w:rsid w:val="00FF5295"/>
    <w:rsid w:val="00FF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5398D5B6"/>
  <w15:chartTrackingRefBased/>
  <w15:docId w15:val="{AD354661-26C9-4853-8521-C4951164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E4E4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0631C6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1"/>
    <w:autoRedefine/>
    <w:qFormat/>
    <w:rsid w:val="000631C6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0631C6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0631C6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0631C6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0631C6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0631C6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0631C6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0631C6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B0614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11"/>
    <w:rsid w:val="008469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页眉 字符1"/>
    <w:link w:val="a5"/>
    <w:rsid w:val="008469FD"/>
    <w:rPr>
      <w:kern w:val="2"/>
      <w:sz w:val="18"/>
      <w:szCs w:val="18"/>
    </w:rPr>
  </w:style>
  <w:style w:type="paragraph" w:styleId="a6">
    <w:name w:val="footer"/>
    <w:basedOn w:val="a"/>
    <w:link w:val="12"/>
    <w:uiPriority w:val="99"/>
    <w:rsid w:val="008469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2">
    <w:name w:val="页脚 字符1"/>
    <w:link w:val="a6"/>
    <w:uiPriority w:val="99"/>
    <w:rsid w:val="008469FD"/>
    <w:rPr>
      <w:kern w:val="2"/>
      <w:sz w:val="18"/>
      <w:szCs w:val="18"/>
    </w:rPr>
  </w:style>
  <w:style w:type="character" w:customStyle="1" w:styleId="a7">
    <w:name w:val="页眉 字符"/>
    <w:rsid w:val="00BE2D61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rsid w:val="00BE2D61"/>
    <w:rPr>
      <w:rFonts w:ascii="Times New Roman" w:eastAsia="宋体" w:hAnsi="Times New Roman" w:cs="Times New Roman"/>
      <w:sz w:val="18"/>
      <w:szCs w:val="18"/>
    </w:rPr>
  </w:style>
  <w:style w:type="paragraph" w:styleId="a9">
    <w:name w:val="Title"/>
    <w:basedOn w:val="a"/>
    <w:next w:val="a"/>
    <w:link w:val="aa"/>
    <w:qFormat/>
    <w:rsid w:val="00790E85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character" w:customStyle="1" w:styleId="aa">
    <w:name w:val="标题 字符"/>
    <w:link w:val="a9"/>
    <w:rsid w:val="00790E85"/>
    <w:rPr>
      <w:rFonts w:ascii="Calibri Light" w:hAnsi="Calibri Light" w:cs="Times New Roman"/>
      <w:b/>
      <w:bCs/>
      <w:kern w:val="2"/>
      <w:sz w:val="32"/>
      <w:szCs w:val="32"/>
    </w:rPr>
  </w:style>
  <w:style w:type="character" w:customStyle="1" w:styleId="1Char">
    <w:name w:val="标题 1 Char"/>
    <w:rsid w:val="000631C6"/>
    <w:rPr>
      <w:b/>
      <w:bCs/>
      <w:kern w:val="44"/>
      <w:sz w:val="44"/>
      <w:szCs w:val="44"/>
    </w:rPr>
  </w:style>
  <w:style w:type="character" w:customStyle="1" w:styleId="21">
    <w:name w:val="标题 2 字符1"/>
    <w:link w:val="2"/>
    <w:rsid w:val="000631C6"/>
    <w:rPr>
      <w:rFonts w:ascii="宋体" w:cs="Arial"/>
      <w:b/>
      <w:bCs/>
      <w:iCs/>
      <w:color w:val="000000"/>
      <w:sz w:val="24"/>
      <w:szCs w:val="24"/>
    </w:rPr>
  </w:style>
  <w:style w:type="character" w:customStyle="1" w:styleId="30">
    <w:name w:val="标题 3 字符"/>
    <w:link w:val="3"/>
    <w:rsid w:val="000631C6"/>
    <w:rPr>
      <w:rFonts w:ascii="宋体" w:hAnsi="宋体" w:cs="Arial"/>
      <w:b/>
      <w:bCs/>
      <w:sz w:val="21"/>
      <w:szCs w:val="21"/>
    </w:rPr>
  </w:style>
  <w:style w:type="character" w:customStyle="1" w:styleId="40">
    <w:name w:val="标题 4 字符"/>
    <w:link w:val="4"/>
    <w:rsid w:val="000631C6"/>
    <w:rPr>
      <w:b/>
      <w:bCs/>
      <w:sz w:val="21"/>
      <w:szCs w:val="28"/>
      <w:lang w:val="en-GB"/>
    </w:rPr>
  </w:style>
  <w:style w:type="character" w:customStyle="1" w:styleId="50">
    <w:name w:val="标题 5 字符"/>
    <w:link w:val="5"/>
    <w:rsid w:val="000631C6"/>
    <w:rPr>
      <w:b/>
      <w:bCs/>
      <w:iCs/>
      <w:sz w:val="21"/>
      <w:szCs w:val="26"/>
      <w:lang w:val="en-GB"/>
    </w:rPr>
  </w:style>
  <w:style w:type="character" w:customStyle="1" w:styleId="60">
    <w:name w:val="标题 6 字符"/>
    <w:link w:val="6"/>
    <w:rsid w:val="000631C6"/>
    <w:rPr>
      <w:b/>
      <w:bCs/>
      <w:sz w:val="21"/>
      <w:szCs w:val="22"/>
      <w:lang w:val="en-GB"/>
    </w:rPr>
  </w:style>
  <w:style w:type="character" w:customStyle="1" w:styleId="70">
    <w:name w:val="标题 7 字符"/>
    <w:link w:val="7"/>
    <w:rsid w:val="000631C6"/>
    <w:rPr>
      <w:sz w:val="24"/>
      <w:szCs w:val="24"/>
      <w:lang w:val="en-GB"/>
    </w:rPr>
  </w:style>
  <w:style w:type="character" w:customStyle="1" w:styleId="80">
    <w:name w:val="标题 8 字符"/>
    <w:link w:val="8"/>
    <w:rsid w:val="000631C6"/>
    <w:rPr>
      <w:i/>
      <w:iCs/>
      <w:sz w:val="24"/>
      <w:szCs w:val="24"/>
      <w:lang w:val="en-GB"/>
    </w:rPr>
  </w:style>
  <w:style w:type="character" w:customStyle="1" w:styleId="90">
    <w:name w:val="标题 9 字符"/>
    <w:link w:val="9"/>
    <w:rsid w:val="000631C6"/>
    <w:rPr>
      <w:rFonts w:ascii="Arial" w:hAnsi="Arial" w:cs="Arial"/>
      <w:sz w:val="22"/>
      <w:szCs w:val="22"/>
      <w:lang w:val="en-GB"/>
    </w:rPr>
  </w:style>
  <w:style w:type="character" w:customStyle="1" w:styleId="10">
    <w:name w:val="标题 1 字符"/>
    <w:link w:val="1"/>
    <w:rsid w:val="000631C6"/>
    <w:rPr>
      <w:b/>
      <w:bCs/>
      <w:kern w:val="32"/>
      <w:sz w:val="28"/>
      <w:szCs w:val="28"/>
    </w:rPr>
  </w:style>
  <w:style w:type="paragraph" w:styleId="a0">
    <w:name w:val="Block Text"/>
    <w:basedOn w:val="a"/>
    <w:rsid w:val="000631C6"/>
    <w:pPr>
      <w:spacing w:after="120"/>
      <w:ind w:leftChars="700" w:left="1440" w:rightChars="700" w:right="1440"/>
    </w:pPr>
  </w:style>
  <w:style w:type="character" w:customStyle="1" w:styleId="20">
    <w:name w:val="标题 2 字符"/>
    <w:rsid w:val="00AC7E8F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paragraph" w:styleId="ab">
    <w:name w:val="List Paragraph"/>
    <w:basedOn w:val="a"/>
    <w:uiPriority w:val="34"/>
    <w:qFormat/>
    <w:rsid w:val="00DC40FC"/>
    <w:pPr>
      <w:ind w:firstLineChars="200" w:firstLine="420"/>
    </w:pPr>
  </w:style>
  <w:style w:type="paragraph" w:styleId="ac">
    <w:name w:val="Balloon Text"/>
    <w:basedOn w:val="a"/>
    <w:link w:val="ad"/>
    <w:rsid w:val="000B0926"/>
    <w:rPr>
      <w:sz w:val="18"/>
      <w:szCs w:val="18"/>
    </w:rPr>
  </w:style>
  <w:style w:type="character" w:customStyle="1" w:styleId="ad">
    <w:name w:val="批注框文本 字符"/>
    <w:link w:val="ac"/>
    <w:rsid w:val="000B0926"/>
    <w:rPr>
      <w:kern w:val="2"/>
      <w:sz w:val="18"/>
      <w:szCs w:val="18"/>
    </w:rPr>
  </w:style>
  <w:style w:type="character" w:styleId="ae">
    <w:name w:val="Placeholder Text"/>
    <w:uiPriority w:val="99"/>
    <w:semiHidden/>
    <w:rsid w:val="001814D3"/>
    <w:rPr>
      <w:color w:val="808080"/>
    </w:rPr>
  </w:style>
  <w:style w:type="paragraph" w:styleId="TOC">
    <w:name w:val="TOC Heading"/>
    <w:basedOn w:val="1"/>
    <w:next w:val="a"/>
    <w:uiPriority w:val="39"/>
    <w:qFormat/>
    <w:rsid w:val="007F36C4"/>
    <w:pPr>
      <w:keepLines/>
      <w:numPr>
        <w:numId w:val="0"/>
      </w:numPr>
      <w:kinsoku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rsid w:val="007F36C4"/>
    <w:rPr>
      <w:b/>
    </w:rPr>
  </w:style>
  <w:style w:type="paragraph" w:styleId="TOC2">
    <w:name w:val="toc 2"/>
    <w:basedOn w:val="a"/>
    <w:next w:val="a"/>
    <w:autoRedefine/>
    <w:uiPriority w:val="39"/>
    <w:rsid w:val="007F36C4"/>
    <w:pPr>
      <w:ind w:leftChars="200" w:left="420"/>
    </w:pPr>
  </w:style>
  <w:style w:type="character" w:styleId="af">
    <w:name w:val="Hyperlink"/>
    <w:uiPriority w:val="99"/>
    <w:unhideWhenUsed/>
    <w:rsid w:val="007F36C4"/>
    <w:rPr>
      <w:color w:val="0563C1"/>
      <w:u w:val="single"/>
    </w:rPr>
  </w:style>
  <w:style w:type="paragraph" w:styleId="TOC3">
    <w:name w:val="toc 3"/>
    <w:basedOn w:val="a"/>
    <w:next w:val="a"/>
    <w:autoRedefine/>
    <w:uiPriority w:val="39"/>
    <w:rsid w:val="007F36C4"/>
    <w:pPr>
      <w:ind w:leftChars="400" w:left="840"/>
    </w:pPr>
  </w:style>
  <w:style w:type="character" w:customStyle="1" w:styleId="Char1">
    <w:name w:val="页眉 Char1"/>
    <w:rsid w:val="007F36C4"/>
    <w:rPr>
      <w:rFonts w:ascii="Times New Roman" w:eastAsia="宋体" w:hAnsi="Times New Roman" w:cs="Times New Roman"/>
      <w:sz w:val="18"/>
      <w:szCs w:val="18"/>
    </w:rPr>
  </w:style>
  <w:style w:type="character" w:styleId="af0">
    <w:name w:val="page number"/>
    <w:basedOn w:val="a1"/>
    <w:rsid w:val="008E5546"/>
  </w:style>
  <w:style w:type="paragraph" w:styleId="af1">
    <w:name w:val="Document Map"/>
    <w:basedOn w:val="a"/>
    <w:semiHidden/>
    <w:rsid w:val="000F15E2"/>
    <w:pPr>
      <w:shd w:val="clear" w:color="auto" w:fill="0000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8.bin"/><Relationship Id="rId21" Type="http://schemas.openxmlformats.org/officeDocument/2006/relationships/image" Target="media/image8.png"/><Relationship Id="rId42" Type="http://schemas.openxmlformats.org/officeDocument/2006/relationships/oleObject" Target="embeddings/oleObject16.bin"/><Relationship Id="rId47" Type="http://schemas.openxmlformats.org/officeDocument/2006/relationships/image" Target="media/image22.wmf"/><Relationship Id="rId63" Type="http://schemas.openxmlformats.org/officeDocument/2006/relationships/oleObject" Target="embeddings/oleObject30.bin"/><Relationship Id="rId68" Type="http://schemas.openxmlformats.org/officeDocument/2006/relationships/oleObject" Target="embeddings/oleObject35.bin"/><Relationship Id="rId16" Type="http://schemas.openxmlformats.org/officeDocument/2006/relationships/oleObject" Target="embeddings/oleObject4.bin"/><Relationship Id="rId11" Type="http://schemas.openxmlformats.org/officeDocument/2006/relationships/image" Target="media/image3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7.wmf"/><Relationship Id="rId53" Type="http://schemas.openxmlformats.org/officeDocument/2006/relationships/image" Target="media/image25.wmf"/><Relationship Id="rId58" Type="http://schemas.openxmlformats.org/officeDocument/2006/relationships/image" Target="media/image26.wmf"/><Relationship Id="rId74" Type="http://schemas.openxmlformats.org/officeDocument/2006/relationships/oleObject" Target="embeddings/oleObject41.bin"/><Relationship Id="rId79" Type="http://schemas.openxmlformats.org/officeDocument/2006/relationships/footer" Target="footer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8.bin"/><Relationship Id="rId19" Type="http://schemas.openxmlformats.org/officeDocument/2006/relationships/image" Target="media/image7.wmf"/><Relationship Id="rId14" Type="http://schemas.openxmlformats.org/officeDocument/2006/relationships/oleObject" Target="embeddings/oleObject3.bin"/><Relationship Id="rId22" Type="http://schemas.openxmlformats.org/officeDocument/2006/relationships/image" Target="media/image9.png"/><Relationship Id="rId27" Type="http://schemas.openxmlformats.org/officeDocument/2006/relationships/image" Target="media/image12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4.bin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6.bin"/><Relationship Id="rId77" Type="http://schemas.openxmlformats.org/officeDocument/2006/relationships/oleObject" Target="embeddings/oleObject44.bin"/><Relationship Id="rId8" Type="http://schemas.openxmlformats.org/officeDocument/2006/relationships/image" Target="media/image1.png"/><Relationship Id="rId51" Type="http://schemas.openxmlformats.org/officeDocument/2006/relationships/image" Target="media/image24.wmf"/><Relationship Id="rId72" Type="http://schemas.openxmlformats.org/officeDocument/2006/relationships/oleObject" Target="embeddings/oleObject39.bin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4.bin"/><Relationship Id="rId20" Type="http://schemas.openxmlformats.org/officeDocument/2006/relationships/oleObject" Target="embeddings/oleObject6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7.bin"/><Relationship Id="rId75" Type="http://schemas.openxmlformats.org/officeDocument/2006/relationships/oleObject" Target="embeddings/oleObject4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10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3.wmf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7.bin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40.bin"/><Relationship Id="rId78" Type="http://schemas.openxmlformats.org/officeDocument/2006/relationships/header" Target="header1.xm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39" Type="http://schemas.openxmlformats.org/officeDocument/2006/relationships/image" Target="media/image18.wmf"/><Relationship Id="rId34" Type="http://schemas.openxmlformats.org/officeDocument/2006/relationships/oleObject" Target="embeddings/oleObject12.bin"/><Relationship Id="rId50" Type="http://schemas.openxmlformats.org/officeDocument/2006/relationships/oleObject" Target="embeddings/oleObject20.bin"/><Relationship Id="rId55" Type="http://schemas.openxmlformats.org/officeDocument/2006/relationships/oleObject" Target="embeddings/oleObject23.bin"/><Relationship Id="rId76" Type="http://schemas.openxmlformats.org/officeDocument/2006/relationships/oleObject" Target="embeddings/oleObject43.bin"/><Relationship Id="rId7" Type="http://schemas.openxmlformats.org/officeDocument/2006/relationships/endnotes" Target="endnotes.xml"/><Relationship Id="rId71" Type="http://schemas.openxmlformats.org/officeDocument/2006/relationships/oleObject" Target="embeddings/oleObject38.bin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oleObject" Target="embeddings/oleObject7.bin"/><Relationship Id="rId40" Type="http://schemas.openxmlformats.org/officeDocument/2006/relationships/oleObject" Target="embeddings/oleObject15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2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00CBD-2BB4-4C8C-B79D-CC4AFF803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tmp21.dotx</Template>
  <TotalTime>1</TotalTime>
  <Pages>8</Pages>
  <Words>1000</Words>
  <Characters>5703</Characters>
  <Application>Microsoft Office Word</Application>
  <DocSecurity>0</DocSecurity>
  <Lines>47</Lines>
  <Paragraphs>13</Paragraphs>
  <ScaleCrop>false</ScaleCrop>
  <Company/>
  <LinksUpToDate>false</LinksUpToDate>
  <CharactersWithSpaces>6690</CharactersWithSpaces>
  <SharedDoc>false</SharedDoc>
  <HLinks>
    <vt:vector size="36" baseType="variant">
      <vt:variant>
        <vt:i4>1114161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_Toc480218449</vt:lpwstr>
      </vt:variant>
      <vt:variant>
        <vt:i4>1114161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_Toc480218448</vt:lpwstr>
      </vt:variant>
      <vt:variant>
        <vt:i4>1114161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_Toc480218447</vt:lpwstr>
      </vt:variant>
      <vt:variant>
        <vt:i4>1114161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_Toc480218446</vt:lpwstr>
      </vt:variant>
      <vt:variant>
        <vt:i4>1114161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_Toc480218445</vt:lpwstr>
      </vt:variant>
      <vt:variant>
        <vt:i4>1114161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_Toc480218444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防潮验算计算书</dc:title>
  <dc:subject/>
  <dc:creator>lenovo</dc:creator>
  <cp:keywords/>
  <dc:description/>
  <cp:lastModifiedBy>zhuofan yang</cp:lastModifiedBy>
  <cp:revision>1</cp:revision>
  <dcterms:created xsi:type="dcterms:W3CDTF">2024-02-24T03:38:00Z</dcterms:created>
  <dcterms:modified xsi:type="dcterms:W3CDTF">2024-02-24T03:39:00Z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