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BB40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42176123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5F66238" w14:textId="77777777" w:rsidR="00D40158" w:rsidRPr="00A22524" w:rsidRDefault="002F1F5C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住区热环境</w:t>
      </w:r>
      <w:r w:rsidR="00D40158" w:rsidRPr="00A22524">
        <w:rPr>
          <w:rFonts w:ascii="黑体" w:eastAsia="黑体" w:hAnsi="宋体" w:hint="eastAsia"/>
          <w:b/>
          <w:bCs/>
          <w:sz w:val="72"/>
          <w:szCs w:val="72"/>
        </w:rPr>
        <w:t>设计报告书</w:t>
      </w:r>
    </w:p>
    <w:p w14:paraId="2822C467" w14:textId="77777777" w:rsidR="00D40158" w:rsidRDefault="00251126" w:rsidP="00832581">
      <w:pPr>
        <w:pStyle w:val="ac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 w14:paraId="58D576E3" w14:textId="77777777" w:rsidR="0050003A" w:rsidRPr="00CE28AA" w:rsidRDefault="0050003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03EC9A5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1DD9D37" w14:textId="77777777" w:rsidTr="00353FD3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3CA76FD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9439CA8" w14:textId="77777777" w:rsidR="00D40158" w:rsidRPr="00D40158" w:rsidRDefault="00D40158" w:rsidP="002F1F5C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工程名称"/>
            <w:bookmarkEnd w:id="0"/>
          </w:p>
        </w:tc>
      </w:tr>
      <w:tr w:rsidR="00D40158" w:rsidRPr="00D40158" w14:paraId="4BE6675B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E52C0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BD8169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海南</w:t>
            </w:r>
            <w:bookmarkEnd w:id="1"/>
          </w:p>
        </w:tc>
      </w:tr>
      <w:tr w:rsidR="00D40158" w:rsidRPr="00D40158" w14:paraId="7B3CC362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17EE1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E16C97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4C491E0A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52073E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90BFF2D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0F7304AA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C12446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3D78E1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1878D3DA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86AE5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BDB55D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B170655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E64154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0904E4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4B6822F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5AA1E1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900F4A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E2BABDA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8AD24E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56DBE56" w14:textId="77777777" w:rsidR="00D40158" w:rsidRPr="00D40158" w:rsidRDefault="000B2FE8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metcnv">
              <w:smartTagPr>
                <w:attr w:name="Year" w:val="2014"/>
                <w:attr w:name="Month" w:val="9"/>
                <w:attr w:name="Day" w:val="18"/>
                <w:attr w:name="IsLunarDate" w:val="False"/>
                <w:attr w:name="IsROCDate" w:val="False"/>
              </w:smartTagPr>
              <w:r>
                <w:rPr>
                  <w:rFonts w:ascii="宋体" w:hAnsi="宋体"/>
                  <w:szCs w:val="21"/>
                </w:rPr>
                <w:t>2024年1月7日</w:t>
              </w:r>
            </w:smartTag>
            <w:bookmarkEnd w:id="5"/>
          </w:p>
        </w:tc>
      </w:tr>
    </w:tbl>
    <w:p w14:paraId="7C6CB663" w14:textId="77777777" w:rsidR="00495F4C" w:rsidRDefault="00495F4C" w:rsidP="00B41640">
      <w:pPr>
        <w:rPr>
          <w:rFonts w:ascii="宋体" w:hAnsi="宋体"/>
          <w:lang w:val="en-US"/>
        </w:rPr>
      </w:pPr>
    </w:p>
    <w:p w14:paraId="719DFF41" w14:textId="77777777" w:rsidR="00685427" w:rsidRDefault="00685427" w:rsidP="00685427">
      <w:pPr>
        <w:jc w:val="center"/>
        <w:rPr>
          <w:rFonts w:ascii="宋体" w:hAnsi="宋体"/>
          <w:lang w:val="en-US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7248AC84" wp14:editId="690F2B47">
            <wp:extent cx="1514634" cy="151463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6543A" w14:textId="77777777" w:rsidR="005C4B02" w:rsidRDefault="005C4B02">
      <w:pPr>
        <w:rPr>
          <w:rFonts w:ascii="宋体" w:hAnsi="宋体"/>
          <w:lang w:val="en-US"/>
        </w:rPr>
      </w:pPr>
    </w:p>
    <w:p w14:paraId="6BEA1966" w14:textId="77777777" w:rsidR="00D40158" w:rsidRDefault="00D40158" w:rsidP="000B2FE8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51322A47" w14:textId="77777777" w:rsidTr="00353FD3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EDD4037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8F52FA8" w14:textId="77777777" w:rsidR="00DD16C4" w:rsidRPr="00D40158" w:rsidRDefault="00DD16C4" w:rsidP="002F1F5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ascii="宋体" w:hAnsi="宋体" w:hint="eastAsia"/>
              </w:rPr>
              <w:t>住区热环境TERA2023</w:t>
            </w:r>
            <w:bookmarkEnd w:id="7"/>
          </w:p>
        </w:tc>
      </w:tr>
      <w:tr w:rsidR="00DD16C4" w:rsidRPr="00D40158" w14:paraId="2973915D" w14:textId="77777777" w:rsidTr="00353FD3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C8CD55D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11E21606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t>20220808(SP1)</w:t>
            </w:r>
            <w:bookmarkEnd w:id="8"/>
          </w:p>
        </w:tc>
      </w:tr>
      <w:tr w:rsidR="001B7C87" w:rsidRPr="00D40158" w14:paraId="3E5820D9" w14:textId="77777777" w:rsidTr="00353FD3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9C6491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AE8F6" w14:textId="77777777" w:rsidR="001B7C87" w:rsidRPr="00D40158" w:rsidRDefault="001B7C87" w:rsidP="003C699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DA1F89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6ACE4AAD" w14:textId="77777777" w:rsidTr="00353FD3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F10BDB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B60C766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t>T19980488348</w:t>
            </w:r>
            <w:bookmarkEnd w:id="9"/>
          </w:p>
        </w:tc>
      </w:tr>
    </w:tbl>
    <w:p w14:paraId="0713B8A6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A9F7E11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0" w:name="目录"/>
    <w:bookmarkEnd w:id="10"/>
    <w:p w14:paraId="73B409C5" w14:textId="77777777" w:rsidR="004F49CE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5545793" w:history="1">
        <w:r w:rsidR="004F49CE" w:rsidRPr="00A56F52">
          <w:rPr>
            <w:rStyle w:val="a6"/>
          </w:rPr>
          <w:t>1</w:t>
        </w:r>
        <w:r w:rsidR="004F49CE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4F49CE" w:rsidRPr="00A56F52">
          <w:rPr>
            <w:rStyle w:val="a6"/>
          </w:rPr>
          <w:t>住区概况</w:t>
        </w:r>
        <w:r w:rsidR="004F49CE">
          <w:rPr>
            <w:webHidden/>
          </w:rPr>
          <w:tab/>
        </w:r>
        <w:r w:rsidR="004F49CE">
          <w:rPr>
            <w:webHidden/>
          </w:rPr>
          <w:fldChar w:fldCharType="begin"/>
        </w:r>
        <w:r w:rsidR="004F49CE">
          <w:rPr>
            <w:webHidden/>
          </w:rPr>
          <w:instrText xml:space="preserve"> PAGEREF _Toc155545793 \h </w:instrText>
        </w:r>
        <w:r w:rsidR="004F49CE">
          <w:rPr>
            <w:webHidden/>
          </w:rPr>
        </w:r>
        <w:r w:rsidR="004F49CE">
          <w:rPr>
            <w:webHidden/>
          </w:rPr>
          <w:fldChar w:fldCharType="separate"/>
        </w:r>
        <w:r w:rsidR="004F49CE">
          <w:rPr>
            <w:webHidden/>
          </w:rPr>
          <w:t>3</w:t>
        </w:r>
        <w:r w:rsidR="004F49CE">
          <w:rPr>
            <w:webHidden/>
          </w:rPr>
          <w:fldChar w:fldCharType="end"/>
        </w:r>
      </w:hyperlink>
    </w:p>
    <w:p w14:paraId="5CE7C23A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794" w:history="1">
        <w:r w:rsidRPr="00A56F52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13080E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795" w:history="1">
        <w:r w:rsidRPr="00A56F52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计算规定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F28EAE2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796" w:history="1">
        <w:r w:rsidRPr="00A56F52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强制条文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C7CC3A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797" w:history="1">
        <w:r w:rsidRPr="00A56F52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规定性设计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EF284BD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798" w:history="1">
        <w:r w:rsidRPr="00A56F52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8DB454A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799" w:history="1">
        <w:r w:rsidRPr="00A56F52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典型气象日气象参数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EFE00D2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0" w:history="1">
        <w:r w:rsidRPr="00A56F52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渗透面夏季逐时蒸发量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172696F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801" w:history="1">
        <w:r w:rsidRPr="00A56F52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住区指标概览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438571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802" w:history="1">
        <w:r w:rsidRPr="00A56F52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强制性设计指标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26309C8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3" w:history="1">
        <w:r w:rsidRPr="00A56F52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平均迎风面积比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C7B18CE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4" w:history="1">
        <w:r w:rsidRPr="00A56F52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活动场地遮阳覆盖率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9738295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805" w:history="1">
        <w:r w:rsidRPr="00A56F52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规定性设计指标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F656FC2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6" w:history="1">
        <w:r w:rsidRPr="00A56F52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底层通风架空率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17D5951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7" w:history="1">
        <w:r w:rsidRPr="00A56F52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绿化遮阳体叶面积指数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0D84B5F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8" w:history="1">
        <w:r w:rsidRPr="00A56F52">
          <w:rPr>
            <w:rStyle w:val="a6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渗透蒸发指标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4D05845" w14:textId="77777777" w:rsidR="004F49CE" w:rsidRDefault="004F49C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5545809" w:history="1">
        <w:r w:rsidRPr="00A56F52">
          <w:rPr>
            <w:rStyle w:val="a6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A56F52">
          <w:rPr>
            <w:rStyle w:val="a6"/>
          </w:rPr>
          <w:t>屋面绿化率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7D74A53" w14:textId="77777777" w:rsidR="004F49CE" w:rsidRDefault="004F49C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5545810" w:history="1">
        <w:r w:rsidRPr="00A56F52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A56F52">
          <w:rPr>
            <w:rStyle w:val="a6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_Toc155545810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94B2447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22BB6E45" w14:textId="77777777" w:rsidR="00D40158" w:rsidRDefault="00D40158" w:rsidP="00D40158">
      <w:pPr>
        <w:pStyle w:val="TOC1"/>
      </w:pPr>
    </w:p>
    <w:p w14:paraId="0B820292" w14:textId="77777777" w:rsidR="00D40158" w:rsidRDefault="002F1F5C" w:rsidP="005215FB">
      <w:pPr>
        <w:pStyle w:val="1"/>
      </w:pPr>
      <w:bookmarkStart w:id="11" w:name="_Toc155545793"/>
      <w:r>
        <w:rPr>
          <w:rFonts w:hint="eastAsia"/>
        </w:rPr>
        <w:t>住区</w:t>
      </w:r>
      <w:r w:rsidR="00D40158" w:rsidRPr="005E5F93">
        <w:rPr>
          <w:rFonts w:hint="eastAsia"/>
        </w:rPr>
        <w:t>概况</w:t>
      </w:r>
      <w:bookmarkEnd w:id="11"/>
    </w:p>
    <w:tbl>
      <w:tblPr>
        <w:tblpPr w:leftFromText="180" w:rightFromText="180" w:vertAnchor="text" w:horzAnchor="margin" w:tblpXSpec="center" w:tblpY="191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7"/>
        <w:gridCol w:w="3032"/>
        <w:gridCol w:w="3033"/>
      </w:tblGrid>
      <w:tr w:rsidR="00DE224D" w:rsidRPr="00FF2243" w14:paraId="6FC14BC9" w14:textId="77777777" w:rsidTr="00DE224D">
        <w:tc>
          <w:tcPr>
            <w:tcW w:w="2767" w:type="dxa"/>
            <w:tcBorders>
              <w:bottom w:val="single" w:sz="8" w:space="0" w:color="auto"/>
            </w:tcBorders>
            <w:shd w:val="clear" w:color="auto" w:fill="E6E6E6"/>
          </w:tcPr>
          <w:p w14:paraId="15A942AE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 w14:paraId="196FC410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1"/>
            <w:bookmarkEnd w:id="12"/>
          </w:p>
        </w:tc>
      </w:tr>
      <w:tr w:rsidR="00DE224D" w:rsidRPr="00FF2243" w14:paraId="736309BB" w14:textId="77777777" w:rsidTr="00DE224D">
        <w:tc>
          <w:tcPr>
            <w:tcW w:w="2767" w:type="dxa"/>
            <w:tcBorders>
              <w:top w:val="single" w:sz="8" w:space="0" w:color="auto"/>
            </w:tcBorders>
            <w:shd w:val="clear" w:color="auto" w:fill="E6E6E6"/>
          </w:tcPr>
          <w:p w14:paraId="65856424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 w14:paraId="495F9850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海南</w:t>
            </w:r>
            <w:bookmarkEnd w:id="13"/>
          </w:p>
        </w:tc>
      </w:tr>
      <w:tr w:rsidR="00DE224D" w:rsidRPr="00FF2243" w14:paraId="4C7EC7B8" w14:textId="77777777" w:rsidTr="00DE224D">
        <w:tc>
          <w:tcPr>
            <w:tcW w:w="2767" w:type="dxa"/>
            <w:shd w:val="clear" w:color="auto" w:fill="E6E6E6"/>
          </w:tcPr>
          <w:p w14:paraId="39792E84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78FA40DC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>
              <w:t>36.28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3" w:type="dxa"/>
          </w:tcPr>
          <w:p w14:paraId="33973FFE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>
              <w:t>100.62</w:t>
            </w:r>
            <w:bookmarkEnd w:id="15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E224D" w:rsidRPr="00FF2243" w14:paraId="62565691" w14:textId="77777777" w:rsidTr="00DE224D">
        <w:tc>
          <w:tcPr>
            <w:tcW w:w="2767" w:type="dxa"/>
            <w:shd w:val="clear" w:color="auto" w:fill="E6E6E6"/>
          </w:tcPr>
          <w:p w14:paraId="36C0AC85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 w14:paraId="18A73985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气候区"/>
            <w:r>
              <w:t>VIA</w:t>
            </w:r>
            <w:bookmarkEnd w:id="16"/>
          </w:p>
        </w:tc>
      </w:tr>
      <w:tr w:rsidR="00DE224D" w:rsidRPr="00FF2243" w14:paraId="391794F5" w14:textId="77777777" w:rsidTr="00DE224D">
        <w:tc>
          <w:tcPr>
            <w:tcW w:w="2767" w:type="dxa"/>
            <w:shd w:val="clear" w:color="auto" w:fill="E6E6E6"/>
          </w:tcPr>
          <w:p w14:paraId="2543DBCF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 w14:paraId="37545397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主导风向"/>
            <w:r>
              <w:t>西</w:t>
            </w:r>
            <w:bookmarkEnd w:id="17"/>
          </w:p>
        </w:tc>
      </w:tr>
    </w:tbl>
    <w:p w14:paraId="58BA5152" w14:textId="77777777" w:rsidR="00DE224D" w:rsidRDefault="00DE224D" w:rsidP="00DE224D">
      <w:pPr>
        <w:pStyle w:val="a0"/>
        <w:ind w:firstLine="420"/>
        <w:rPr>
          <w:lang w:val="en-US"/>
        </w:rPr>
      </w:pPr>
    </w:p>
    <w:p w14:paraId="7ECE9A37" w14:textId="77777777" w:rsidR="00DE224D" w:rsidRDefault="00DE224D" w:rsidP="00CE6578">
      <w:pPr>
        <w:pStyle w:val="a0"/>
        <w:ind w:firstLine="420"/>
        <w:jc w:val="center"/>
        <w:rPr>
          <w:lang w:val="en-US"/>
        </w:rPr>
      </w:pPr>
      <w:bookmarkStart w:id="18" w:name="总图鸟瞰图"/>
      <w:bookmarkEnd w:id="18"/>
      <w:r>
        <w:rPr>
          <w:noProof/>
        </w:rPr>
        <w:drawing>
          <wp:inline distT="0" distB="0" distL="0" distR="0" wp14:anchorId="4B739037" wp14:editId="2B7073BC">
            <wp:extent cx="5667375" cy="36576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F319B" w14:textId="77777777" w:rsidR="00DE224D" w:rsidRDefault="00DE224D" w:rsidP="00DE224D">
      <w:pPr>
        <w:pStyle w:val="a0"/>
        <w:ind w:firstLine="420"/>
        <w:jc w:val="center"/>
        <w:rPr>
          <w:lang w:val="en-US"/>
        </w:rPr>
      </w:pPr>
      <w:bookmarkStart w:id="19" w:name="OLE_LINK3"/>
      <w:bookmarkStart w:id="20" w:name="OLE_LINK4"/>
      <w:r w:rsidRPr="00F515FF">
        <w:rPr>
          <w:rFonts w:ascii="宋体" w:hAnsi="宋体" w:hint="eastAsia"/>
        </w:rPr>
        <w:t>图</w:t>
      </w:r>
      <w:r w:rsidR="00117637"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.1 </w:t>
      </w:r>
      <w:r w:rsidR="007E78A4">
        <w:rPr>
          <w:rFonts w:ascii="宋体" w:hAnsi="宋体" w:hint="eastAsia"/>
        </w:rPr>
        <w:t>场地鸟瞰</w:t>
      </w:r>
      <w:r w:rsidRPr="00F515FF">
        <w:rPr>
          <w:rFonts w:ascii="宋体" w:hAnsi="宋体" w:hint="eastAsia"/>
        </w:rPr>
        <w:t>图</w:t>
      </w:r>
      <w:bookmarkEnd w:id="19"/>
      <w:bookmarkEnd w:id="20"/>
    </w:p>
    <w:p w14:paraId="171EEA71" w14:textId="77777777" w:rsidR="00DE224D" w:rsidRDefault="00DE224D" w:rsidP="00DE224D">
      <w:pPr>
        <w:pStyle w:val="a0"/>
        <w:ind w:firstLine="420"/>
        <w:rPr>
          <w:lang w:val="en-US"/>
        </w:rPr>
      </w:pPr>
    </w:p>
    <w:p w14:paraId="1814B071" w14:textId="77777777" w:rsidR="001D4B47" w:rsidRPr="00C83ED1" w:rsidRDefault="001D4B47" w:rsidP="00C83ED1">
      <w:pPr>
        <w:pStyle w:val="a0"/>
        <w:ind w:firstLine="420"/>
        <w:jc w:val="center"/>
        <w:rPr>
          <w:lang w:val="en-US"/>
        </w:rPr>
      </w:pPr>
      <w:bookmarkStart w:id="21" w:name="总图平面图"/>
      <w:bookmarkEnd w:id="21"/>
      <w:r>
        <w:rPr>
          <w:noProof/>
        </w:rPr>
        <w:lastRenderedPageBreak/>
        <w:drawing>
          <wp:inline distT="0" distB="0" distL="0" distR="0" wp14:anchorId="1414C067" wp14:editId="7B25DF5E">
            <wp:extent cx="5667375" cy="36576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1AC26" w14:textId="77777777" w:rsidR="001D4B47" w:rsidRPr="00DE224D" w:rsidRDefault="00C21B0B" w:rsidP="00C21B0B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</w:t>
      </w:r>
      <w:r w:rsidRPr="00F515FF">
        <w:rPr>
          <w:rFonts w:ascii="宋体" w:hAnsi="宋体" w:hint="eastAsia"/>
        </w:rPr>
        <w:t>图</w:t>
      </w:r>
    </w:p>
    <w:p w14:paraId="5CF62A7C" w14:textId="77777777" w:rsidR="00D40158" w:rsidRDefault="00D40158" w:rsidP="00D40158">
      <w:pPr>
        <w:pStyle w:val="1"/>
      </w:pPr>
      <w:bookmarkStart w:id="22" w:name="TitleFormat"/>
      <w:bookmarkStart w:id="23" w:name="_Toc155545794"/>
      <w:r>
        <w:rPr>
          <w:rFonts w:hint="eastAsia"/>
        </w:rPr>
        <w:t>设计依据</w:t>
      </w:r>
      <w:bookmarkEnd w:id="23"/>
    </w:p>
    <w:p w14:paraId="6AC8BA79" w14:textId="77777777" w:rsidR="000B2FE8" w:rsidRDefault="000B2FE8" w:rsidP="00EC27FD">
      <w:pPr>
        <w:widowControl w:val="0"/>
        <w:jc w:val="both"/>
        <w:rPr>
          <w:kern w:val="2"/>
          <w:szCs w:val="24"/>
          <w:lang w:val="en-US"/>
        </w:rPr>
      </w:pPr>
      <w:bookmarkStart w:id="24" w:name="计算依据"/>
      <w:r>
        <w:t xml:space="preserve">1. </w:t>
      </w:r>
      <w:r>
        <w:t>《绿色建筑评价标准》</w:t>
      </w:r>
      <w:r>
        <w:t>GB/T 50378-2019</w:t>
      </w:r>
      <w:r>
        <w:br/>
        <w:t xml:space="preserve">2. </w:t>
      </w:r>
      <w:r>
        <w:t>《城市居住区热环境设计标准》</w:t>
      </w:r>
      <w:r>
        <w:t>JGJ 286-2013</w:t>
      </w:r>
      <w:bookmarkEnd w:id="22"/>
      <w:bookmarkEnd w:id="24"/>
    </w:p>
    <w:p w14:paraId="31A6B596" w14:textId="77777777" w:rsidR="001137ED" w:rsidRDefault="001137ED" w:rsidP="001137ED">
      <w:pPr>
        <w:pStyle w:val="1"/>
      </w:pPr>
      <w:bookmarkStart w:id="25" w:name="_Toc155545795"/>
      <w:r w:rsidRPr="009F0094">
        <w:rPr>
          <w:rFonts w:hint="eastAsia"/>
        </w:rPr>
        <w:t>计算规定</w:t>
      </w:r>
      <w:bookmarkEnd w:id="25"/>
    </w:p>
    <w:p w14:paraId="6390F842" w14:textId="77777777" w:rsidR="001137ED" w:rsidRDefault="001137ED" w:rsidP="001137ED">
      <w:pPr>
        <w:pStyle w:val="a0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 w:rsidRPr="009F0094">
        <w:rPr>
          <w:rFonts w:ascii="Arial" w:hAnsi="Arial" w:cs="Arial" w:hint="eastAsia"/>
          <w:color w:val="333333"/>
          <w:shd w:val="clear" w:color="auto" w:fill="FFFFFF"/>
        </w:rPr>
        <w:t>热环境设计标准》</w:t>
      </w:r>
      <w:r>
        <w:rPr>
          <w:rFonts w:ascii="Arial" w:hAnsi="Arial" w:cs="Arial" w:hint="eastAsia"/>
          <w:color w:val="333333"/>
          <w:shd w:val="clear" w:color="auto" w:fill="FFFFFF"/>
        </w:rPr>
        <w:t>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 w14:paraId="4B90E1BB" w14:textId="77777777" w:rsidR="001137ED" w:rsidRDefault="001137ED" w:rsidP="001137ED">
      <w:pPr>
        <w:pStyle w:val="2"/>
      </w:pPr>
      <w:bookmarkStart w:id="26" w:name="_Toc155545796"/>
      <w:r w:rsidRPr="009F0094">
        <w:rPr>
          <w:rFonts w:hint="eastAsia"/>
        </w:rPr>
        <w:t>强制条文</w:t>
      </w:r>
      <w:bookmarkEnd w:id="26"/>
    </w:p>
    <w:p w14:paraId="1030900A" w14:textId="77777777" w:rsidR="001137ED" w:rsidRPr="009F0094" w:rsidRDefault="001137ED" w:rsidP="001137ED">
      <w:pPr>
        <w:pStyle w:val="a0"/>
        <w:spacing w:line="360" w:lineRule="auto"/>
        <w:ind w:firstLine="420"/>
        <w:rPr>
          <w:kern w:val="2"/>
          <w:szCs w:val="24"/>
          <w:lang w:val="en-US"/>
        </w:rPr>
      </w:pPr>
      <w:r w:rsidRPr="009F0094">
        <w:rPr>
          <w:rFonts w:hint="eastAsia"/>
          <w:kern w:val="2"/>
          <w:szCs w:val="24"/>
          <w:lang w:val="en-US"/>
        </w:rPr>
        <w:t>（</w:t>
      </w:r>
      <w:r w:rsidRPr="009F0094">
        <w:rPr>
          <w:rFonts w:hint="eastAsia"/>
          <w:kern w:val="2"/>
          <w:szCs w:val="24"/>
          <w:lang w:val="en-US"/>
        </w:rPr>
        <w:t>1</w:t>
      </w:r>
      <w:r w:rsidRPr="009F0094">
        <w:rPr>
          <w:rFonts w:hint="eastAsia"/>
          <w:kern w:val="2"/>
          <w:szCs w:val="24"/>
          <w:lang w:val="en-US"/>
        </w:rPr>
        <w:t>）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rFonts w:hint="eastAsia"/>
          <w:bCs/>
          <w:kern w:val="2"/>
          <w:sz w:val="24"/>
          <w:szCs w:val="24"/>
          <w:lang w:val="en-US"/>
        </w:rPr>
        <w:t>.1.1</w:t>
      </w:r>
      <w:r w:rsidRPr="009F3F6B">
        <w:rPr>
          <w:bCs/>
          <w:kern w:val="2"/>
          <w:sz w:val="24"/>
          <w:szCs w:val="24"/>
          <w:lang w:val="en-US"/>
        </w:rPr>
        <w:t xml:space="preserve"> </w:t>
      </w:r>
      <w:r w:rsidRPr="009F3F6B">
        <w:rPr>
          <w:bCs/>
          <w:kern w:val="2"/>
          <w:sz w:val="24"/>
          <w:szCs w:val="24"/>
          <w:lang w:val="en-US"/>
        </w:rPr>
        <w:t>居住区的夏季平均迎风面积比应符合表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的规定。</w:t>
      </w:r>
    </w:p>
    <w:p w14:paraId="32127F97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1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居住区的夏季平均迎风面积比（</w:t>
      </w:r>
      <w:proofErr w:type="spellStart"/>
      <w:r>
        <w:rPr>
          <w:rStyle w:val="ab"/>
          <w:rFonts w:ascii="Arial" w:hAnsi="Arial" w:cs="Arial"/>
          <w:color w:val="333333"/>
          <w:sz w:val="21"/>
          <w:szCs w:val="21"/>
        </w:rPr>
        <w:t>ζ</w:t>
      </w:r>
      <w:r>
        <w:rPr>
          <w:rStyle w:val="ab"/>
          <w:rFonts w:ascii="Arial" w:hAnsi="Arial" w:cs="Arial"/>
          <w:color w:val="333333"/>
          <w:sz w:val="21"/>
          <w:szCs w:val="21"/>
          <w:vertAlign w:val="subscript"/>
        </w:rPr>
        <w:t>s</w:t>
      </w:r>
      <w:proofErr w:type="spellEnd"/>
      <w:r>
        <w:rPr>
          <w:rStyle w:val="ab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57"/>
        <w:gridCol w:w="2267"/>
        <w:gridCol w:w="2268"/>
        <w:gridCol w:w="2268"/>
      </w:tblGrid>
      <w:tr w:rsidR="001137ED" w:rsidRPr="00400852" w14:paraId="3F0C7D32" w14:textId="77777777" w:rsidTr="00761242">
        <w:tc>
          <w:tcPr>
            <w:tcW w:w="2321" w:type="dxa"/>
          </w:tcPr>
          <w:p w14:paraId="0AB580ED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 w14:paraId="701FB8FF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322" w:type="dxa"/>
          </w:tcPr>
          <w:p w14:paraId="0C08F19F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  <w:tc>
          <w:tcPr>
            <w:tcW w:w="2322" w:type="dxa"/>
          </w:tcPr>
          <w:p w14:paraId="4E2A124A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</w:p>
        </w:tc>
      </w:tr>
      <w:tr w:rsidR="001137ED" w:rsidRPr="00400852" w14:paraId="1DF8EE0F" w14:textId="77777777" w:rsidTr="00761242">
        <w:tc>
          <w:tcPr>
            <w:tcW w:w="2321" w:type="dxa"/>
          </w:tcPr>
          <w:p w14:paraId="5D2BB89C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 w14:paraId="71562384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 w14:paraId="109D7FE8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 w14:paraId="0540B1FD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0.70</w:t>
            </w:r>
          </w:p>
        </w:tc>
      </w:tr>
    </w:tbl>
    <w:p w14:paraId="71D1834C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0DA6F040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 w:rsidRPr="00400852">
        <w:rPr>
          <w:rFonts w:ascii="Times New Roman" w:hAnsi="Times New Roman" w:cs="Times New Roman" w:hint="eastAsia"/>
          <w:kern w:val="2"/>
          <w:sz w:val="21"/>
        </w:rPr>
        <w:t>（</w:t>
      </w:r>
      <w:r w:rsidRPr="00400852">
        <w:rPr>
          <w:rFonts w:ascii="Times New Roman" w:hAnsi="Times New Roman" w:cs="Times New Roman" w:hint="eastAsia"/>
          <w:kern w:val="2"/>
          <w:sz w:val="21"/>
        </w:rPr>
        <w:t>2</w:t>
      </w:r>
      <w:r w:rsidRPr="00400852">
        <w:rPr>
          <w:rFonts w:ascii="Times New Roman" w:hAnsi="Times New Roman" w:cs="Times New Roman" w:hint="eastAsia"/>
          <w:kern w:val="2"/>
          <w:sz w:val="21"/>
        </w:rPr>
        <w:t>）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 w:hint="eastAsia"/>
          <w:bCs/>
          <w:kern w:val="2"/>
        </w:rPr>
        <w:t>.2.1</w:t>
      </w:r>
      <w:r w:rsidRPr="00400852">
        <w:rPr>
          <w:rFonts w:ascii="Times New Roman" w:hAnsi="Times New Roman" w:cs="Times New Roman"/>
          <w:bCs/>
          <w:kern w:val="2"/>
        </w:rPr>
        <w:t>居住区夏季户外活动场地应有遮阳，遮阳覆盖率不应小于表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2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1</w:t>
      </w:r>
      <w:r w:rsidRPr="00400852">
        <w:rPr>
          <w:rFonts w:ascii="Times New Roman" w:hAnsi="Times New Roman" w:cs="Times New Roman"/>
          <w:bCs/>
          <w:kern w:val="2"/>
        </w:rPr>
        <w:t>的规定。</w:t>
      </w:r>
    </w:p>
    <w:p w14:paraId="585B819E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2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居住区活动场地的遮阳覆盖率限值</w:t>
      </w:r>
      <w:r>
        <w:rPr>
          <w:rStyle w:val="ab"/>
          <w:rFonts w:ascii="Arial" w:hAnsi="Arial" w:cs="Arial"/>
          <w:color w:val="333333"/>
          <w:sz w:val="21"/>
          <w:szCs w:val="21"/>
        </w:rPr>
        <w:t>(</w:t>
      </w:r>
      <w:r>
        <w:rPr>
          <w:rStyle w:val="ab"/>
          <w:rFonts w:ascii="Arial" w:hAnsi="Arial" w:cs="Arial"/>
          <w:color w:val="333333"/>
          <w:sz w:val="21"/>
          <w:szCs w:val="21"/>
        </w:rPr>
        <w:t>％</w:t>
      </w:r>
      <w:r>
        <w:rPr>
          <w:rStyle w:val="ab"/>
          <w:rFonts w:ascii="Arial" w:hAnsi="Arial" w:cs="Arial"/>
          <w:color w:val="333333"/>
          <w:sz w:val="21"/>
          <w:szCs w:val="21"/>
        </w:rPr>
        <w:t>)</w:t>
      </w: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1569"/>
        <w:gridCol w:w="2258"/>
        <w:gridCol w:w="2268"/>
      </w:tblGrid>
      <w:tr w:rsidR="001137ED" w14:paraId="1692C3E4" w14:textId="77777777" w:rsidTr="00761242">
        <w:tc>
          <w:tcPr>
            <w:tcW w:w="1569" w:type="dxa"/>
            <w:vMerge w:val="restart"/>
          </w:tcPr>
          <w:p w14:paraId="49887758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lastRenderedPageBreak/>
              <w:t>场地</w:t>
            </w:r>
          </w:p>
        </w:tc>
        <w:tc>
          <w:tcPr>
            <w:tcW w:w="4526" w:type="dxa"/>
            <w:gridSpan w:val="2"/>
          </w:tcPr>
          <w:p w14:paraId="135748DB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建筑气候区</w:t>
            </w:r>
          </w:p>
        </w:tc>
      </w:tr>
      <w:tr w:rsidR="001137ED" w14:paraId="74F2C996" w14:textId="77777777" w:rsidTr="00761242">
        <w:tc>
          <w:tcPr>
            <w:tcW w:w="1569" w:type="dxa"/>
            <w:vMerge/>
          </w:tcPr>
          <w:p w14:paraId="1771BC80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 w14:paraId="01593699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268" w:type="dxa"/>
          </w:tcPr>
          <w:p w14:paraId="5690329E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</w:tr>
      <w:tr w:rsidR="001137ED" w14:paraId="20B3E673" w14:textId="77777777" w:rsidTr="00761242">
        <w:tc>
          <w:tcPr>
            <w:tcW w:w="1569" w:type="dxa"/>
          </w:tcPr>
          <w:p w14:paraId="212C8444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广场</w:t>
            </w:r>
          </w:p>
        </w:tc>
        <w:tc>
          <w:tcPr>
            <w:tcW w:w="2258" w:type="dxa"/>
          </w:tcPr>
          <w:p w14:paraId="43DAF972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14:paraId="42A074F6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</w:tr>
      <w:tr w:rsidR="001137ED" w14:paraId="0BBAC978" w14:textId="77777777" w:rsidTr="00761242">
        <w:tc>
          <w:tcPr>
            <w:tcW w:w="1569" w:type="dxa"/>
          </w:tcPr>
          <w:p w14:paraId="309C7E87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游憩场</w:t>
            </w:r>
          </w:p>
        </w:tc>
        <w:tc>
          <w:tcPr>
            <w:tcW w:w="2258" w:type="dxa"/>
          </w:tcPr>
          <w:p w14:paraId="7EAED615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1457EA0E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3439AD2B" w14:textId="77777777" w:rsidTr="00761242">
        <w:tc>
          <w:tcPr>
            <w:tcW w:w="1569" w:type="dxa"/>
          </w:tcPr>
          <w:p w14:paraId="17CFC4C8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 w14:paraId="18BCEB60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229E76A0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343322BC" w14:textId="77777777" w:rsidTr="00761242">
        <w:tc>
          <w:tcPr>
            <w:tcW w:w="1569" w:type="dxa"/>
          </w:tcPr>
          <w:p w14:paraId="23B52AAE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 w14:paraId="783329CD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14:paraId="5DD7A072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50</w:t>
            </w:r>
          </w:p>
        </w:tc>
      </w:tr>
    </w:tbl>
    <w:p w14:paraId="28C860AA" w14:textId="77777777" w:rsidR="001137ED" w:rsidRPr="00400852" w:rsidRDefault="001137ED" w:rsidP="001137ED">
      <w:pPr>
        <w:pStyle w:val="2"/>
      </w:pPr>
      <w:bookmarkStart w:id="27" w:name="_Toc155545797"/>
      <w:r w:rsidRPr="00400852">
        <w:rPr>
          <w:rFonts w:hint="eastAsia"/>
        </w:rPr>
        <w:t>规定性设计</w:t>
      </w:r>
      <w:bookmarkEnd w:id="27"/>
    </w:p>
    <w:p w14:paraId="2A310F7C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1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4.1.4</w:t>
      </w:r>
      <w:r w:rsidRPr="00400852">
        <w:rPr>
          <w:rFonts w:ascii="Times New Roman" w:hAnsi="Times New Roman" w:cs="Times New Roman" w:hint="eastAsia"/>
          <w:bCs/>
          <w:kern w:val="2"/>
        </w:rPr>
        <w:t>：在Ⅲ、Ⅳ、Ⅴ建筑气候区，当夏季主导风向上的建筑物迎风面宽度超过</w:t>
      </w:r>
      <w:r w:rsidRPr="00400852">
        <w:rPr>
          <w:rFonts w:ascii="Times New Roman" w:hAnsi="Times New Roman" w:cs="Times New Roman" w:hint="eastAsia"/>
          <w:bCs/>
          <w:kern w:val="2"/>
        </w:rPr>
        <w:t>80m</w:t>
      </w:r>
      <w:r w:rsidRPr="00400852">
        <w:rPr>
          <w:rFonts w:ascii="Times New Roman" w:hAnsi="Times New Roman" w:cs="Times New Roman" w:hint="eastAsia"/>
          <w:bCs/>
          <w:kern w:val="2"/>
        </w:rPr>
        <w:t>时，该建筑底层的通风架空率不应小于</w:t>
      </w:r>
      <w:r w:rsidRPr="00400852">
        <w:rPr>
          <w:rFonts w:ascii="Times New Roman" w:hAnsi="Times New Roman" w:cs="Times New Roman" w:hint="eastAsia"/>
          <w:bCs/>
          <w:kern w:val="2"/>
        </w:rPr>
        <w:t>10</w:t>
      </w:r>
      <w:r w:rsidRPr="00400852">
        <w:rPr>
          <w:rFonts w:ascii="Times New Roman" w:hAnsi="Times New Roman" w:cs="Times New Roman" w:hint="eastAsia"/>
          <w:bCs/>
          <w:kern w:val="2"/>
        </w:rPr>
        <w:t>％。</w:t>
      </w:r>
    </w:p>
    <w:p w14:paraId="372BC497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2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4.2.3</w:t>
      </w:r>
      <w:r w:rsidR="00D345DA">
        <w:rPr>
          <w:rFonts w:ascii="Times New Roman" w:hAnsi="Times New Roman" w:cs="Times New Roman" w:hint="eastAsia"/>
          <w:bCs/>
          <w:kern w:val="2"/>
        </w:rPr>
        <w:t>：</w:t>
      </w:r>
      <w:r w:rsidRPr="00400852">
        <w:rPr>
          <w:rFonts w:ascii="Times New Roman" w:hAnsi="Times New Roman" w:cs="Times New Roman"/>
          <w:bCs/>
          <w:kern w:val="2"/>
        </w:rPr>
        <w:t>绿化遮阳体的叶面积指数不应小于</w:t>
      </w:r>
      <w:r w:rsidRPr="00400852">
        <w:rPr>
          <w:rFonts w:ascii="Times New Roman" w:hAnsi="Times New Roman" w:cs="Times New Roman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.0</w:t>
      </w:r>
      <w:r w:rsidRPr="00400852">
        <w:rPr>
          <w:rFonts w:ascii="Times New Roman" w:hAnsi="Times New Roman" w:cs="Times New Roman"/>
          <w:bCs/>
          <w:kern w:val="2"/>
        </w:rPr>
        <w:t>。</w:t>
      </w:r>
    </w:p>
    <w:p w14:paraId="2521A5B4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4.3.1</w:t>
      </w:r>
      <w:r w:rsidRPr="00400852">
        <w:rPr>
          <w:rFonts w:ascii="Times New Roman" w:hAnsi="Times New Roman" w:cs="Times New Roman" w:hint="eastAsia"/>
          <w:bCs/>
          <w:kern w:val="2"/>
        </w:rPr>
        <w:t>：居住区户外活动场地和人行道路地面应有雨水渗透与蒸发能力，渗透与蒸发指标不应低于表</w:t>
      </w:r>
      <w:r w:rsidRPr="00400852"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.3.1</w:t>
      </w:r>
      <w:r w:rsidRPr="00400852">
        <w:rPr>
          <w:rFonts w:ascii="Times New Roman" w:hAnsi="Times New Roman" w:cs="Times New Roman" w:hint="eastAsia"/>
          <w:bCs/>
          <w:kern w:val="2"/>
        </w:rPr>
        <w:t>的规定。</w:t>
      </w:r>
    </w:p>
    <w:p w14:paraId="16DEC3DC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3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地面渗透蒸发指标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 w:rsidR="001137ED" w:rsidRPr="00400852" w14:paraId="78E20B05" w14:textId="77777777" w:rsidTr="00761242">
        <w:trPr>
          <w:trHeight w:val="403"/>
        </w:trPr>
        <w:tc>
          <w:tcPr>
            <w:tcW w:w="11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C7DC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11CBF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  <w:tc>
          <w:tcPr>
            <w:tcW w:w="4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897BD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</w:tr>
      <w:tr w:rsidR="001137ED" w:rsidRPr="00400852" w14:paraId="3A286C94" w14:textId="77777777" w:rsidTr="00761242">
        <w:trPr>
          <w:trHeight w:val="11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CDA519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3614F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8FA81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EE26F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17F5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DE26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24D32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</w:tr>
      <w:tr w:rsidR="001137ED" w:rsidRPr="00400852" w14:paraId="53A1E3A7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A3572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11B6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5E33E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B6F4F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9DC8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CFA2E" w14:textId="77777777" w:rsidR="001137ED" w:rsidRPr="00400852" w:rsidRDefault="001137ED" w:rsidP="00761242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00852">
              <w:rPr>
                <w:rFonts w:ascii="微软雅黑" w:eastAsiaTheme="minorEastAsia" w:hAnsi="微软雅黑" w:cs="Arial" w:hint="eastAsia"/>
                <w:color w:val="000000" w:themeColor="text1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46B531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 w:rsidR="001137ED" w:rsidRPr="00400852" w14:paraId="5A0F3600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7691E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86982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47041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0320CA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DC18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6DB60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DA983E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1F3E83B6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786AE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66B2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A4609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FD92F2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FB394A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D18A99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EEAB3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542B027E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4F96D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97E28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9A125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B7CF67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C566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C22F4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5F3E8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 w14:paraId="110B753E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）</w:t>
      </w:r>
      <w:r w:rsidRPr="00A61CB7">
        <w:rPr>
          <w:rFonts w:ascii="Times New Roman" w:hAnsi="Times New Roman" w:cs="Times New Roman" w:hint="eastAsia"/>
          <w:bCs/>
          <w:kern w:val="2"/>
        </w:rPr>
        <w:t>居住区内建筑屋面的绿化面积不应低于可绿化屋面面积的</w:t>
      </w:r>
      <w:r w:rsidRPr="00A61CB7">
        <w:rPr>
          <w:rFonts w:ascii="Times New Roman" w:hAnsi="Times New Roman" w:cs="Times New Roman" w:hint="eastAsia"/>
          <w:bCs/>
          <w:kern w:val="2"/>
        </w:rPr>
        <w:t>50</w:t>
      </w:r>
      <w:r w:rsidRPr="00A61CB7">
        <w:rPr>
          <w:rFonts w:ascii="Times New Roman" w:hAnsi="Times New Roman" w:cs="Times New Roman" w:hint="eastAsia"/>
          <w:bCs/>
          <w:kern w:val="2"/>
        </w:rPr>
        <w:t>％。</w:t>
      </w:r>
    </w:p>
    <w:p w14:paraId="7F9D7A5A" w14:textId="77777777" w:rsidR="001137ED" w:rsidRDefault="001137ED" w:rsidP="001137ED">
      <w:pPr>
        <w:pStyle w:val="a0"/>
        <w:ind w:firstLineChars="95" w:firstLine="199"/>
        <w:rPr>
          <w:lang w:val="en-US"/>
        </w:rPr>
      </w:pPr>
      <w:r>
        <w:rPr>
          <w:rFonts w:hint="eastAsia"/>
          <w:lang w:val="en-US"/>
        </w:rPr>
        <w:t>当以上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条有任意一条不能满足时候，需要进行评价性设计。</w:t>
      </w:r>
    </w:p>
    <w:p w14:paraId="576BBCB0" w14:textId="77777777" w:rsidR="00BB1C06" w:rsidRDefault="005207E3" w:rsidP="002F0C69">
      <w:pPr>
        <w:pStyle w:val="1"/>
      </w:pPr>
      <w:bookmarkStart w:id="28" w:name="_Toc155545798"/>
      <w:r>
        <w:rPr>
          <w:rFonts w:hint="eastAsia"/>
        </w:rPr>
        <w:t>计算参数</w:t>
      </w:r>
      <w:bookmarkEnd w:id="28"/>
    </w:p>
    <w:p w14:paraId="5B329EA7" w14:textId="77777777" w:rsidR="00116794" w:rsidRDefault="00613298" w:rsidP="009C3CAA">
      <w:pPr>
        <w:pStyle w:val="2"/>
      </w:pPr>
      <w:bookmarkStart w:id="29" w:name="_Toc155545799"/>
      <w:r>
        <w:rPr>
          <w:rFonts w:hint="eastAsia"/>
        </w:rPr>
        <w:t>典型气象日</w:t>
      </w:r>
      <w:r w:rsidR="009C3CAA">
        <w:rPr>
          <w:rFonts w:hint="eastAsia"/>
        </w:rPr>
        <w:t>气象参数</w:t>
      </w:r>
      <w:bookmarkEnd w:id="2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 w:rsidR="005C4B02" w14:paraId="20A623A9" w14:textId="77777777">
        <w:tc>
          <w:tcPr>
            <w:tcW w:w="1284" w:type="dxa"/>
            <w:shd w:val="clear" w:color="auto" w:fill="E6E6E6"/>
            <w:vAlign w:val="center"/>
          </w:tcPr>
          <w:p w14:paraId="3FFD4A07" w14:textId="77777777" w:rsidR="005C4B02" w:rsidRDefault="00000000"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730DD4D1" w14:textId="77777777" w:rsidR="005C4B02" w:rsidRDefault="00000000">
            <w:pPr>
              <w:jc w:val="center"/>
            </w:pPr>
            <w:r>
              <w:t>干球温度</w:t>
            </w:r>
            <w:r>
              <w:br/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74AA53CD" w14:textId="77777777" w:rsidR="005C4B02" w:rsidRDefault="00000000">
            <w:pPr>
              <w:jc w:val="center"/>
            </w:pPr>
            <w:r>
              <w:t>相对湿度</w:t>
            </w:r>
            <w:r>
              <w:t>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455DE5AB" w14:textId="77777777" w:rsidR="005C4B02" w:rsidRDefault="00000000">
            <w:pPr>
              <w:jc w:val="center"/>
            </w:pPr>
            <w:r>
              <w:t>水平总辐射照度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3E40B740" w14:textId="77777777" w:rsidR="005C4B02" w:rsidRDefault="00000000">
            <w:pPr>
              <w:jc w:val="center"/>
            </w:pPr>
            <w:r>
              <w:t>水平散射辐射照度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53C2DBD4" w14:textId="77777777" w:rsidR="005C4B02" w:rsidRDefault="00000000">
            <w:pPr>
              <w:jc w:val="center"/>
            </w:pPr>
            <w:r>
              <w:t>风速</w:t>
            </w:r>
            <w:r>
              <w:t>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75783C17" w14:textId="77777777" w:rsidR="005C4B02" w:rsidRDefault="00000000">
            <w:pPr>
              <w:jc w:val="center"/>
            </w:pPr>
            <w:r>
              <w:t>主导风向</w:t>
            </w:r>
          </w:p>
        </w:tc>
      </w:tr>
      <w:tr w:rsidR="005C4B02" w14:paraId="21D742AE" w14:textId="77777777">
        <w:tc>
          <w:tcPr>
            <w:tcW w:w="1284" w:type="dxa"/>
            <w:shd w:val="clear" w:color="auto" w:fill="E6E6E6"/>
            <w:vAlign w:val="center"/>
          </w:tcPr>
          <w:p w14:paraId="20B2D40D" w14:textId="77777777" w:rsidR="005C4B02" w:rsidRDefault="00000000">
            <w:pPr>
              <w:jc w:val="center"/>
            </w:pPr>
            <w:r>
              <w:lastRenderedPageBreak/>
              <w:t>0</w:t>
            </w:r>
          </w:p>
        </w:tc>
        <w:tc>
          <w:tcPr>
            <w:tcW w:w="1341" w:type="dxa"/>
            <w:vAlign w:val="center"/>
          </w:tcPr>
          <w:p w14:paraId="077DBF68" w14:textId="77777777" w:rsidR="005C4B02" w:rsidRDefault="00000000">
            <w:pPr>
              <w:jc w:val="center"/>
            </w:pPr>
            <w:r>
              <w:t>13.6</w:t>
            </w:r>
          </w:p>
        </w:tc>
        <w:tc>
          <w:tcPr>
            <w:tcW w:w="1341" w:type="dxa"/>
            <w:vAlign w:val="center"/>
          </w:tcPr>
          <w:p w14:paraId="7E24B399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610AE4F9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9FF0FFA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914DCC3" w14:textId="77777777" w:rsidR="005C4B02" w:rsidRDefault="00000000">
            <w:pPr>
              <w:jc w:val="center"/>
            </w:pPr>
            <w:r>
              <w:t>6.0</w:t>
            </w:r>
          </w:p>
        </w:tc>
        <w:tc>
          <w:tcPr>
            <w:tcW w:w="1341" w:type="dxa"/>
            <w:vMerge w:val="restart"/>
            <w:vAlign w:val="center"/>
          </w:tcPr>
          <w:p w14:paraId="4065F0E4" w14:textId="77777777" w:rsidR="005C4B02" w:rsidRDefault="00000000">
            <w:pPr>
              <w:jc w:val="center"/>
            </w:pPr>
            <w:r>
              <w:t>西</w:t>
            </w:r>
          </w:p>
        </w:tc>
      </w:tr>
      <w:tr w:rsidR="005C4B02" w14:paraId="250F2FBC" w14:textId="77777777">
        <w:tc>
          <w:tcPr>
            <w:tcW w:w="1284" w:type="dxa"/>
            <w:shd w:val="clear" w:color="auto" w:fill="E6E6E6"/>
            <w:vAlign w:val="center"/>
          </w:tcPr>
          <w:p w14:paraId="5A25DD9C" w14:textId="77777777" w:rsidR="005C4B02" w:rsidRDefault="00000000">
            <w:pPr>
              <w:jc w:val="center"/>
            </w:pPr>
            <w:r>
              <w:t>1</w:t>
            </w:r>
          </w:p>
        </w:tc>
        <w:tc>
          <w:tcPr>
            <w:tcW w:w="1341" w:type="dxa"/>
            <w:vAlign w:val="center"/>
          </w:tcPr>
          <w:p w14:paraId="79B37FB0" w14:textId="77777777" w:rsidR="005C4B02" w:rsidRDefault="00000000">
            <w:pPr>
              <w:jc w:val="center"/>
            </w:pPr>
            <w:r>
              <w:t>13.5</w:t>
            </w:r>
          </w:p>
        </w:tc>
        <w:tc>
          <w:tcPr>
            <w:tcW w:w="1341" w:type="dxa"/>
            <w:vAlign w:val="center"/>
          </w:tcPr>
          <w:p w14:paraId="763670DB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21946D62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6350AC3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BEAC397" w14:textId="77777777" w:rsidR="005C4B02" w:rsidRDefault="00000000">
            <w:pPr>
              <w:jc w:val="center"/>
            </w:pPr>
            <w:r>
              <w:t>6.0</w:t>
            </w:r>
          </w:p>
        </w:tc>
        <w:tc>
          <w:tcPr>
            <w:tcW w:w="1341" w:type="dxa"/>
            <w:vMerge/>
            <w:vAlign w:val="center"/>
          </w:tcPr>
          <w:p w14:paraId="085E4F27" w14:textId="77777777" w:rsidR="005C4B02" w:rsidRDefault="005C4B02">
            <w:pPr>
              <w:jc w:val="center"/>
            </w:pPr>
          </w:p>
        </w:tc>
      </w:tr>
      <w:tr w:rsidR="005C4B02" w14:paraId="724397F1" w14:textId="77777777">
        <w:tc>
          <w:tcPr>
            <w:tcW w:w="1284" w:type="dxa"/>
            <w:shd w:val="clear" w:color="auto" w:fill="E6E6E6"/>
            <w:vAlign w:val="center"/>
          </w:tcPr>
          <w:p w14:paraId="52A70B59" w14:textId="77777777" w:rsidR="005C4B02" w:rsidRDefault="00000000">
            <w:pPr>
              <w:jc w:val="center"/>
            </w:pPr>
            <w:r>
              <w:t>2</w:t>
            </w:r>
          </w:p>
        </w:tc>
        <w:tc>
          <w:tcPr>
            <w:tcW w:w="1341" w:type="dxa"/>
            <w:vAlign w:val="center"/>
          </w:tcPr>
          <w:p w14:paraId="6D6B3D2E" w14:textId="77777777" w:rsidR="005C4B02" w:rsidRDefault="00000000">
            <w:pPr>
              <w:jc w:val="center"/>
            </w:pPr>
            <w:r>
              <w:t>13.3</w:t>
            </w:r>
          </w:p>
        </w:tc>
        <w:tc>
          <w:tcPr>
            <w:tcW w:w="1341" w:type="dxa"/>
            <w:vAlign w:val="center"/>
          </w:tcPr>
          <w:p w14:paraId="46170479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7C136C0C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024FD40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6144182" w14:textId="77777777" w:rsidR="005C4B02" w:rsidRDefault="00000000">
            <w:pPr>
              <w:jc w:val="center"/>
            </w:pPr>
            <w:r>
              <w:t>6.0</w:t>
            </w:r>
          </w:p>
        </w:tc>
        <w:tc>
          <w:tcPr>
            <w:tcW w:w="1341" w:type="dxa"/>
            <w:vMerge/>
            <w:vAlign w:val="center"/>
          </w:tcPr>
          <w:p w14:paraId="02222073" w14:textId="77777777" w:rsidR="005C4B02" w:rsidRDefault="005C4B02">
            <w:pPr>
              <w:jc w:val="center"/>
            </w:pPr>
          </w:p>
        </w:tc>
      </w:tr>
      <w:tr w:rsidR="005C4B02" w14:paraId="1A5B54A1" w14:textId="77777777">
        <w:tc>
          <w:tcPr>
            <w:tcW w:w="1284" w:type="dxa"/>
            <w:shd w:val="clear" w:color="auto" w:fill="E6E6E6"/>
            <w:vAlign w:val="center"/>
          </w:tcPr>
          <w:p w14:paraId="2628F34A" w14:textId="77777777" w:rsidR="005C4B02" w:rsidRDefault="00000000"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 w14:paraId="0C0A164F" w14:textId="77777777" w:rsidR="005C4B02" w:rsidRDefault="00000000">
            <w:pPr>
              <w:jc w:val="center"/>
            </w:pPr>
            <w:r>
              <w:t>13.0</w:t>
            </w:r>
          </w:p>
        </w:tc>
        <w:tc>
          <w:tcPr>
            <w:tcW w:w="1341" w:type="dxa"/>
            <w:vAlign w:val="center"/>
          </w:tcPr>
          <w:p w14:paraId="7A067F8E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665866E4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8701FDA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082E508" w14:textId="77777777" w:rsidR="005C4B02" w:rsidRDefault="00000000">
            <w:pPr>
              <w:jc w:val="center"/>
            </w:pPr>
            <w:r>
              <w:t>5.0</w:t>
            </w:r>
          </w:p>
        </w:tc>
        <w:tc>
          <w:tcPr>
            <w:tcW w:w="1341" w:type="dxa"/>
            <w:vMerge/>
            <w:vAlign w:val="center"/>
          </w:tcPr>
          <w:p w14:paraId="289940E5" w14:textId="77777777" w:rsidR="005C4B02" w:rsidRDefault="005C4B02">
            <w:pPr>
              <w:jc w:val="center"/>
            </w:pPr>
          </w:p>
        </w:tc>
      </w:tr>
      <w:tr w:rsidR="005C4B02" w14:paraId="1B906B57" w14:textId="77777777">
        <w:tc>
          <w:tcPr>
            <w:tcW w:w="1284" w:type="dxa"/>
            <w:shd w:val="clear" w:color="auto" w:fill="E6E6E6"/>
            <w:vAlign w:val="center"/>
          </w:tcPr>
          <w:p w14:paraId="3CCA6A3F" w14:textId="77777777" w:rsidR="005C4B02" w:rsidRDefault="00000000"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 w14:paraId="3C5AD0D9" w14:textId="77777777" w:rsidR="005C4B02" w:rsidRDefault="00000000">
            <w:pPr>
              <w:jc w:val="center"/>
            </w:pPr>
            <w:r>
              <w:t>12.7</w:t>
            </w:r>
          </w:p>
        </w:tc>
        <w:tc>
          <w:tcPr>
            <w:tcW w:w="1341" w:type="dxa"/>
            <w:vAlign w:val="center"/>
          </w:tcPr>
          <w:p w14:paraId="030AE622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542B5CE6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E97C664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FA2A4D9" w14:textId="77777777" w:rsidR="005C4B02" w:rsidRDefault="00000000">
            <w:pPr>
              <w:jc w:val="center"/>
            </w:pPr>
            <w:r>
              <w:t>5.0</w:t>
            </w:r>
          </w:p>
        </w:tc>
        <w:tc>
          <w:tcPr>
            <w:tcW w:w="1341" w:type="dxa"/>
            <w:vMerge/>
            <w:vAlign w:val="center"/>
          </w:tcPr>
          <w:p w14:paraId="5D9AED5A" w14:textId="77777777" w:rsidR="005C4B02" w:rsidRDefault="005C4B02">
            <w:pPr>
              <w:jc w:val="center"/>
            </w:pPr>
          </w:p>
        </w:tc>
      </w:tr>
      <w:tr w:rsidR="005C4B02" w14:paraId="2B4B3CE8" w14:textId="77777777">
        <w:tc>
          <w:tcPr>
            <w:tcW w:w="1284" w:type="dxa"/>
            <w:shd w:val="clear" w:color="auto" w:fill="E6E6E6"/>
            <w:vAlign w:val="center"/>
          </w:tcPr>
          <w:p w14:paraId="0E72B3B0" w14:textId="77777777" w:rsidR="005C4B02" w:rsidRDefault="00000000"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 w14:paraId="61641A90" w14:textId="77777777" w:rsidR="005C4B02" w:rsidRDefault="00000000">
            <w:pPr>
              <w:jc w:val="center"/>
            </w:pPr>
            <w:r>
              <w:t>12.5</w:t>
            </w:r>
          </w:p>
        </w:tc>
        <w:tc>
          <w:tcPr>
            <w:tcW w:w="1341" w:type="dxa"/>
            <w:vAlign w:val="center"/>
          </w:tcPr>
          <w:p w14:paraId="585BE5EB" w14:textId="77777777" w:rsidR="005C4B02" w:rsidRDefault="00000000">
            <w:pPr>
              <w:jc w:val="center"/>
            </w:pPr>
            <w:r>
              <w:t>47</w:t>
            </w:r>
          </w:p>
        </w:tc>
        <w:tc>
          <w:tcPr>
            <w:tcW w:w="1341" w:type="dxa"/>
            <w:vAlign w:val="center"/>
          </w:tcPr>
          <w:p w14:paraId="58905FE1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5BB3014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93033F9" w14:textId="77777777" w:rsidR="005C4B02" w:rsidRDefault="00000000">
            <w:pPr>
              <w:jc w:val="center"/>
            </w:pPr>
            <w:r>
              <w:t>4.0</w:t>
            </w:r>
          </w:p>
        </w:tc>
        <w:tc>
          <w:tcPr>
            <w:tcW w:w="1341" w:type="dxa"/>
            <w:vMerge/>
            <w:vAlign w:val="center"/>
          </w:tcPr>
          <w:p w14:paraId="7946C6F2" w14:textId="77777777" w:rsidR="005C4B02" w:rsidRDefault="005C4B02">
            <w:pPr>
              <w:jc w:val="center"/>
            </w:pPr>
          </w:p>
        </w:tc>
      </w:tr>
      <w:tr w:rsidR="005C4B02" w14:paraId="21CA90C3" w14:textId="77777777">
        <w:tc>
          <w:tcPr>
            <w:tcW w:w="1284" w:type="dxa"/>
            <w:shd w:val="clear" w:color="auto" w:fill="E6E6E6"/>
            <w:vAlign w:val="center"/>
          </w:tcPr>
          <w:p w14:paraId="006C6807" w14:textId="77777777" w:rsidR="005C4B02" w:rsidRDefault="00000000"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 w14:paraId="59DF7C8E" w14:textId="77777777" w:rsidR="005C4B02" w:rsidRDefault="00000000">
            <w:pPr>
              <w:jc w:val="center"/>
            </w:pPr>
            <w:r>
              <w:t>12.5</w:t>
            </w:r>
          </w:p>
        </w:tc>
        <w:tc>
          <w:tcPr>
            <w:tcW w:w="1341" w:type="dxa"/>
            <w:vAlign w:val="center"/>
          </w:tcPr>
          <w:p w14:paraId="6DBA2D46" w14:textId="77777777" w:rsidR="005C4B02" w:rsidRDefault="00000000">
            <w:pPr>
              <w:jc w:val="center"/>
            </w:pPr>
            <w:r>
              <w:t>46</w:t>
            </w:r>
          </w:p>
        </w:tc>
        <w:tc>
          <w:tcPr>
            <w:tcW w:w="1341" w:type="dxa"/>
            <w:vAlign w:val="center"/>
          </w:tcPr>
          <w:p w14:paraId="1A67CBFF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B09A8F7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CA3CF77" w14:textId="77777777" w:rsidR="005C4B02" w:rsidRDefault="00000000">
            <w:pPr>
              <w:jc w:val="center"/>
            </w:pPr>
            <w:r>
              <w:t>4.0</w:t>
            </w:r>
          </w:p>
        </w:tc>
        <w:tc>
          <w:tcPr>
            <w:tcW w:w="1341" w:type="dxa"/>
            <w:vMerge/>
            <w:vAlign w:val="center"/>
          </w:tcPr>
          <w:p w14:paraId="135AE9DD" w14:textId="77777777" w:rsidR="005C4B02" w:rsidRDefault="005C4B02">
            <w:pPr>
              <w:jc w:val="center"/>
            </w:pPr>
          </w:p>
        </w:tc>
      </w:tr>
      <w:tr w:rsidR="005C4B02" w14:paraId="6F4A78E8" w14:textId="77777777">
        <w:tc>
          <w:tcPr>
            <w:tcW w:w="1284" w:type="dxa"/>
            <w:shd w:val="clear" w:color="auto" w:fill="E6E6E6"/>
            <w:vAlign w:val="center"/>
          </w:tcPr>
          <w:p w14:paraId="73205BA2" w14:textId="77777777" w:rsidR="005C4B02" w:rsidRDefault="00000000">
            <w:pPr>
              <w:jc w:val="center"/>
            </w:pPr>
            <w:r>
              <w:t>7</w:t>
            </w:r>
          </w:p>
        </w:tc>
        <w:tc>
          <w:tcPr>
            <w:tcW w:w="1341" w:type="dxa"/>
            <w:vAlign w:val="center"/>
          </w:tcPr>
          <w:p w14:paraId="3B684B0A" w14:textId="77777777" w:rsidR="005C4B02" w:rsidRDefault="00000000">
            <w:pPr>
              <w:jc w:val="center"/>
            </w:pPr>
            <w:r>
              <w:t>12.8</w:t>
            </w:r>
          </w:p>
        </w:tc>
        <w:tc>
          <w:tcPr>
            <w:tcW w:w="1341" w:type="dxa"/>
            <w:vAlign w:val="center"/>
          </w:tcPr>
          <w:p w14:paraId="2B139BC5" w14:textId="77777777" w:rsidR="005C4B02" w:rsidRDefault="00000000">
            <w:pPr>
              <w:jc w:val="center"/>
            </w:pPr>
            <w:r>
              <w:t>44</w:t>
            </w:r>
          </w:p>
        </w:tc>
        <w:tc>
          <w:tcPr>
            <w:tcW w:w="1341" w:type="dxa"/>
            <w:vAlign w:val="center"/>
          </w:tcPr>
          <w:p w14:paraId="2A4BA5F1" w14:textId="77777777" w:rsidR="005C4B02" w:rsidRDefault="00000000">
            <w:pPr>
              <w:jc w:val="center"/>
            </w:pPr>
            <w:r>
              <w:t>86.11</w:t>
            </w:r>
          </w:p>
        </w:tc>
        <w:tc>
          <w:tcPr>
            <w:tcW w:w="1341" w:type="dxa"/>
            <w:vAlign w:val="center"/>
          </w:tcPr>
          <w:p w14:paraId="3329CC11" w14:textId="77777777" w:rsidR="005C4B02" w:rsidRDefault="00000000">
            <w:pPr>
              <w:jc w:val="center"/>
            </w:pPr>
            <w:r>
              <w:t>55.56</w:t>
            </w:r>
          </w:p>
        </w:tc>
        <w:tc>
          <w:tcPr>
            <w:tcW w:w="1341" w:type="dxa"/>
            <w:vAlign w:val="center"/>
          </w:tcPr>
          <w:p w14:paraId="658686E2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74F17CB7" w14:textId="77777777" w:rsidR="005C4B02" w:rsidRDefault="005C4B02">
            <w:pPr>
              <w:jc w:val="center"/>
            </w:pPr>
          </w:p>
        </w:tc>
      </w:tr>
      <w:tr w:rsidR="005C4B02" w14:paraId="4F1AAC7C" w14:textId="77777777">
        <w:tc>
          <w:tcPr>
            <w:tcW w:w="1284" w:type="dxa"/>
            <w:shd w:val="clear" w:color="auto" w:fill="E6E6E6"/>
            <w:vAlign w:val="center"/>
          </w:tcPr>
          <w:p w14:paraId="170D4303" w14:textId="77777777" w:rsidR="005C4B02" w:rsidRDefault="00000000"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 w14:paraId="72D07EC3" w14:textId="77777777" w:rsidR="005C4B02" w:rsidRDefault="00000000">
            <w:pPr>
              <w:jc w:val="center"/>
            </w:pPr>
            <w:r>
              <w:t>13.4</w:t>
            </w:r>
          </w:p>
        </w:tc>
        <w:tc>
          <w:tcPr>
            <w:tcW w:w="1341" w:type="dxa"/>
            <w:vAlign w:val="center"/>
          </w:tcPr>
          <w:p w14:paraId="439BF347" w14:textId="77777777" w:rsidR="005C4B02" w:rsidRDefault="00000000">
            <w:pPr>
              <w:jc w:val="center"/>
            </w:pPr>
            <w:r>
              <w:t>41</w:t>
            </w:r>
          </w:p>
        </w:tc>
        <w:tc>
          <w:tcPr>
            <w:tcW w:w="1341" w:type="dxa"/>
            <w:vAlign w:val="center"/>
          </w:tcPr>
          <w:p w14:paraId="50D0CF1F" w14:textId="77777777" w:rsidR="005C4B02" w:rsidRDefault="00000000">
            <w:pPr>
              <w:jc w:val="center"/>
            </w:pPr>
            <w:r>
              <w:t>236.11</w:t>
            </w:r>
          </w:p>
        </w:tc>
        <w:tc>
          <w:tcPr>
            <w:tcW w:w="1341" w:type="dxa"/>
            <w:vAlign w:val="center"/>
          </w:tcPr>
          <w:p w14:paraId="75A6BA6A" w14:textId="77777777" w:rsidR="005C4B02" w:rsidRDefault="00000000">
            <w:pPr>
              <w:jc w:val="center"/>
            </w:pPr>
            <w:r>
              <w:t>130.56</w:t>
            </w:r>
          </w:p>
        </w:tc>
        <w:tc>
          <w:tcPr>
            <w:tcW w:w="1341" w:type="dxa"/>
            <w:vAlign w:val="center"/>
          </w:tcPr>
          <w:p w14:paraId="184A72C4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7B217F39" w14:textId="77777777" w:rsidR="005C4B02" w:rsidRDefault="005C4B02">
            <w:pPr>
              <w:jc w:val="center"/>
            </w:pPr>
          </w:p>
        </w:tc>
      </w:tr>
      <w:tr w:rsidR="005C4B02" w14:paraId="7CF117D6" w14:textId="77777777">
        <w:tc>
          <w:tcPr>
            <w:tcW w:w="1284" w:type="dxa"/>
            <w:shd w:val="clear" w:color="auto" w:fill="E6E6E6"/>
            <w:vAlign w:val="center"/>
          </w:tcPr>
          <w:p w14:paraId="4D57F7C6" w14:textId="77777777" w:rsidR="005C4B02" w:rsidRDefault="00000000"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 w14:paraId="42C941E5" w14:textId="77777777" w:rsidR="005C4B02" w:rsidRDefault="00000000">
            <w:pPr>
              <w:jc w:val="center"/>
            </w:pPr>
            <w:r>
              <w:t>14.4</w:t>
            </w:r>
          </w:p>
        </w:tc>
        <w:tc>
          <w:tcPr>
            <w:tcW w:w="1341" w:type="dxa"/>
            <w:vAlign w:val="center"/>
          </w:tcPr>
          <w:p w14:paraId="3DF1B54C" w14:textId="77777777" w:rsidR="005C4B02" w:rsidRDefault="00000000">
            <w:pPr>
              <w:jc w:val="center"/>
            </w:pPr>
            <w:r>
              <w:t>38</w:t>
            </w:r>
          </w:p>
        </w:tc>
        <w:tc>
          <w:tcPr>
            <w:tcW w:w="1341" w:type="dxa"/>
            <w:vAlign w:val="center"/>
          </w:tcPr>
          <w:p w14:paraId="7CC50CE8" w14:textId="77777777" w:rsidR="005C4B02" w:rsidRDefault="00000000">
            <w:pPr>
              <w:jc w:val="center"/>
            </w:pPr>
            <w:r>
              <w:t>405.56</w:t>
            </w:r>
          </w:p>
        </w:tc>
        <w:tc>
          <w:tcPr>
            <w:tcW w:w="1341" w:type="dxa"/>
            <w:vAlign w:val="center"/>
          </w:tcPr>
          <w:p w14:paraId="2E8D1A7E" w14:textId="77777777" w:rsidR="005C4B02" w:rsidRDefault="00000000">
            <w:pPr>
              <w:jc w:val="center"/>
            </w:pPr>
            <w:r>
              <w:t>200.00</w:t>
            </w:r>
          </w:p>
        </w:tc>
        <w:tc>
          <w:tcPr>
            <w:tcW w:w="1341" w:type="dxa"/>
            <w:vAlign w:val="center"/>
          </w:tcPr>
          <w:p w14:paraId="763E1123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62462DA" w14:textId="77777777" w:rsidR="005C4B02" w:rsidRDefault="005C4B02">
            <w:pPr>
              <w:jc w:val="center"/>
            </w:pPr>
          </w:p>
        </w:tc>
      </w:tr>
      <w:tr w:rsidR="005C4B02" w14:paraId="38E133BE" w14:textId="77777777">
        <w:tc>
          <w:tcPr>
            <w:tcW w:w="1284" w:type="dxa"/>
            <w:shd w:val="clear" w:color="auto" w:fill="E6E6E6"/>
            <w:vAlign w:val="center"/>
          </w:tcPr>
          <w:p w14:paraId="482C7A5B" w14:textId="77777777" w:rsidR="005C4B02" w:rsidRDefault="00000000"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 w14:paraId="6D5EDA96" w14:textId="77777777" w:rsidR="005C4B02" w:rsidRDefault="00000000">
            <w:pPr>
              <w:jc w:val="center"/>
            </w:pPr>
            <w:r>
              <w:t>15.5</w:t>
            </w:r>
          </w:p>
        </w:tc>
        <w:tc>
          <w:tcPr>
            <w:tcW w:w="1341" w:type="dxa"/>
            <w:vAlign w:val="center"/>
          </w:tcPr>
          <w:p w14:paraId="6AF48B0D" w14:textId="77777777" w:rsidR="005C4B02" w:rsidRDefault="00000000">
            <w:pPr>
              <w:jc w:val="center"/>
            </w:pPr>
            <w:r>
              <w:t>35</w:t>
            </w:r>
          </w:p>
        </w:tc>
        <w:tc>
          <w:tcPr>
            <w:tcW w:w="1341" w:type="dxa"/>
            <w:vAlign w:val="center"/>
          </w:tcPr>
          <w:p w14:paraId="4287548E" w14:textId="77777777" w:rsidR="005C4B02" w:rsidRDefault="00000000">
            <w:pPr>
              <w:jc w:val="center"/>
            </w:pPr>
            <w:r>
              <w:t>575.00</w:t>
            </w:r>
          </w:p>
        </w:tc>
        <w:tc>
          <w:tcPr>
            <w:tcW w:w="1341" w:type="dxa"/>
            <w:vAlign w:val="center"/>
          </w:tcPr>
          <w:p w14:paraId="5CC3958A" w14:textId="77777777" w:rsidR="005C4B02" w:rsidRDefault="00000000">
            <w:pPr>
              <w:jc w:val="center"/>
            </w:pPr>
            <w:r>
              <w:t>261.11</w:t>
            </w:r>
          </w:p>
        </w:tc>
        <w:tc>
          <w:tcPr>
            <w:tcW w:w="1341" w:type="dxa"/>
            <w:vAlign w:val="center"/>
          </w:tcPr>
          <w:p w14:paraId="564CB3AF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579637A2" w14:textId="77777777" w:rsidR="005C4B02" w:rsidRDefault="005C4B02">
            <w:pPr>
              <w:jc w:val="center"/>
            </w:pPr>
          </w:p>
        </w:tc>
      </w:tr>
      <w:tr w:rsidR="005C4B02" w14:paraId="3EFFABD8" w14:textId="77777777">
        <w:tc>
          <w:tcPr>
            <w:tcW w:w="1284" w:type="dxa"/>
            <w:shd w:val="clear" w:color="auto" w:fill="E6E6E6"/>
            <w:vAlign w:val="center"/>
          </w:tcPr>
          <w:p w14:paraId="328ADD76" w14:textId="77777777" w:rsidR="005C4B02" w:rsidRDefault="00000000"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 w14:paraId="145EBEC1" w14:textId="77777777" w:rsidR="005C4B02" w:rsidRDefault="00000000">
            <w:pPr>
              <w:jc w:val="center"/>
            </w:pPr>
            <w:r>
              <w:t>16.8</w:t>
            </w:r>
          </w:p>
        </w:tc>
        <w:tc>
          <w:tcPr>
            <w:tcW w:w="1341" w:type="dxa"/>
            <w:vAlign w:val="center"/>
          </w:tcPr>
          <w:p w14:paraId="11C89F26" w14:textId="77777777" w:rsidR="005C4B02" w:rsidRDefault="00000000">
            <w:pPr>
              <w:jc w:val="center"/>
            </w:pPr>
            <w:r>
              <w:t>32</w:t>
            </w:r>
          </w:p>
        </w:tc>
        <w:tc>
          <w:tcPr>
            <w:tcW w:w="1341" w:type="dxa"/>
            <w:vAlign w:val="center"/>
          </w:tcPr>
          <w:p w14:paraId="588E2EA6" w14:textId="77777777" w:rsidR="005C4B02" w:rsidRDefault="00000000">
            <w:pPr>
              <w:jc w:val="center"/>
            </w:pPr>
            <w:r>
              <w:t>722.22</w:t>
            </w:r>
          </w:p>
        </w:tc>
        <w:tc>
          <w:tcPr>
            <w:tcW w:w="1341" w:type="dxa"/>
            <w:vAlign w:val="center"/>
          </w:tcPr>
          <w:p w14:paraId="61A078D5" w14:textId="77777777" w:rsidR="005C4B02" w:rsidRDefault="00000000">
            <w:pPr>
              <w:jc w:val="center"/>
            </w:pPr>
            <w:r>
              <w:t>308.33</w:t>
            </w:r>
          </w:p>
        </w:tc>
        <w:tc>
          <w:tcPr>
            <w:tcW w:w="1341" w:type="dxa"/>
            <w:vAlign w:val="center"/>
          </w:tcPr>
          <w:p w14:paraId="64487E1C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C1AE63E" w14:textId="77777777" w:rsidR="005C4B02" w:rsidRDefault="005C4B02">
            <w:pPr>
              <w:jc w:val="center"/>
            </w:pPr>
          </w:p>
        </w:tc>
      </w:tr>
      <w:tr w:rsidR="005C4B02" w14:paraId="6088ADAF" w14:textId="77777777">
        <w:tc>
          <w:tcPr>
            <w:tcW w:w="1284" w:type="dxa"/>
            <w:shd w:val="clear" w:color="auto" w:fill="E6E6E6"/>
            <w:vAlign w:val="center"/>
          </w:tcPr>
          <w:p w14:paraId="717056B5" w14:textId="77777777" w:rsidR="005C4B02" w:rsidRDefault="00000000"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 w14:paraId="7DBB4467" w14:textId="77777777" w:rsidR="005C4B02" w:rsidRDefault="00000000">
            <w:pPr>
              <w:jc w:val="center"/>
            </w:pPr>
            <w:r>
              <w:t>18.1</w:t>
            </w:r>
          </w:p>
        </w:tc>
        <w:tc>
          <w:tcPr>
            <w:tcW w:w="1341" w:type="dxa"/>
            <w:vAlign w:val="center"/>
          </w:tcPr>
          <w:p w14:paraId="143C1DEE" w14:textId="77777777" w:rsidR="005C4B02" w:rsidRDefault="00000000">
            <w:pPr>
              <w:jc w:val="center"/>
            </w:pPr>
            <w:r>
              <w:t>28</w:t>
            </w:r>
          </w:p>
        </w:tc>
        <w:tc>
          <w:tcPr>
            <w:tcW w:w="1341" w:type="dxa"/>
            <w:vAlign w:val="center"/>
          </w:tcPr>
          <w:p w14:paraId="6154E656" w14:textId="77777777" w:rsidR="005C4B02" w:rsidRDefault="00000000">
            <w:pPr>
              <w:jc w:val="center"/>
            </w:pPr>
            <w:r>
              <w:t>830.56</w:t>
            </w:r>
          </w:p>
        </w:tc>
        <w:tc>
          <w:tcPr>
            <w:tcW w:w="1341" w:type="dxa"/>
            <w:vAlign w:val="center"/>
          </w:tcPr>
          <w:p w14:paraId="111557E6" w14:textId="77777777" w:rsidR="005C4B02" w:rsidRDefault="00000000">
            <w:pPr>
              <w:jc w:val="center"/>
            </w:pPr>
            <w:r>
              <w:t>344.44</w:t>
            </w:r>
          </w:p>
        </w:tc>
        <w:tc>
          <w:tcPr>
            <w:tcW w:w="1341" w:type="dxa"/>
            <w:vAlign w:val="center"/>
          </w:tcPr>
          <w:p w14:paraId="7AD9C02F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0EAEBCAB" w14:textId="77777777" w:rsidR="005C4B02" w:rsidRDefault="005C4B02">
            <w:pPr>
              <w:jc w:val="center"/>
            </w:pPr>
          </w:p>
        </w:tc>
      </w:tr>
      <w:tr w:rsidR="005C4B02" w14:paraId="1A76004A" w14:textId="77777777">
        <w:tc>
          <w:tcPr>
            <w:tcW w:w="1284" w:type="dxa"/>
            <w:shd w:val="clear" w:color="auto" w:fill="E6E6E6"/>
            <w:vAlign w:val="center"/>
          </w:tcPr>
          <w:p w14:paraId="767BE9F0" w14:textId="77777777" w:rsidR="005C4B02" w:rsidRDefault="00000000"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 w14:paraId="0ACA9473" w14:textId="77777777" w:rsidR="005C4B02" w:rsidRDefault="00000000">
            <w:pPr>
              <w:jc w:val="center"/>
            </w:pPr>
            <w:r>
              <w:t>19.4</w:t>
            </w:r>
          </w:p>
        </w:tc>
        <w:tc>
          <w:tcPr>
            <w:tcW w:w="1341" w:type="dxa"/>
            <w:vAlign w:val="center"/>
          </w:tcPr>
          <w:p w14:paraId="18ADC7C9" w14:textId="77777777" w:rsidR="005C4B02" w:rsidRDefault="00000000">
            <w:pPr>
              <w:jc w:val="center"/>
            </w:pPr>
            <w:r>
              <w:t>26</w:t>
            </w:r>
          </w:p>
        </w:tc>
        <w:tc>
          <w:tcPr>
            <w:tcW w:w="1341" w:type="dxa"/>
            <w:vAlign w:val="center"/>
          </w:tcPr>
          <w:p w14:paraId="5DD632D9" w14:textId="77777777" w:rsidR="005C4B02" w:rsidRDefault="00000000">
            <w:pPr>
              <w:jc w:val="center"/>
            </w:pPr>
            <w:r>
              <w:t>883.33</w:t>
            </w:r>
          </w:p>
        </w:tc>
        <w:tc>
          <w:tcPr>
            <w:tcW w:w="1341" w:type="dxa"/>
            <w:vAlign w:val="center"/>
          </w:tcPr>
          <w:p w14:paraId="7D699DF2" w14:textId="77777777" w:rsidR="005C4B02" w:rsidRDefault="00000000">
            <w:pPr>
              <w:jc w:val="center"/>
            </w:pPr>
            <w:r>
              <w:t>363.89</w:t>
            </w:r>
          </w:p>
        </w:tc>
        <w:tc>
          <w:tcPr>
            <w:tcW w:w="1341" w:type="dxa"/>
            <w:vAlign w:val="center"/>
          </w:tcPr>
          <w:p w14:paraId="57DD5B6D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62095104" w14:textId="77777777" w:rsidR="005C4B02" w:rsidRDefault="005C4B02">
            <w:pPr>
              <w:jc w:val="center"/>
            </w:pPr>
          </w:p>
        </w:tc>
      </w:tr>
      <w:tr w:rsidR="005C4B02" w14:paraId="27B8D128" w14:textId="77777777">
        <w:tc>
          <w:tcPr>
            <w:tcW w:w="1284" w:type="dxa"/>
            <w:shd w:val="clear" w:color="auto" w:fill="E6E6E6"/>
            <w:vAlign w:val="center"/>
          </w:tcPr>
          <w:p w14:paraId="3BF5D7B2" w14:textId="77777777" w:rsidR="005C4B02" w:rsidRDefault="00000000"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 w14:paraId="6160A612" w14:textId="77777777" w:rsidR="005C4B02" w:rsidRDefault="00000000">
            <w:pPr>
              <w:jc w:val="center"/>
            </w:pPr>
            <w:r>
              <w:t>20.6</w:t>
            </w:r>
          </w:p>
        </w:tc>
        <w:tc>
          <w:tcPr>
            <w:tcW w:w="1341" w:type="dxa"/>
            <w:vAlign w:val="center"/>
          </w:tcPr>
          <w:p w14:paraId="53CFFBA5" w14:textId="77777777" w:rsidR="005C4B02" w:rsidRDefault="00000000">
            <w:pPr>
              <w:jc w:val="center"/>
            </w:pPr>
            <w:r>
              <w:t>24</w:t>
            </w:r>
          </w:p>
        </w:tc>
        <w:tc>
          <w:tcPr>
            <w:tcW w:w="1341" w:type="dxa"/>
            <w:vAlign w:val="center"/>
          </w:tcPr>
          <w:p w14:paraId="6CF5D37D" w14:textId="77777777" w:rsidR="005C4B02" w:rsidRDefault="00000000">
            <w:pPr>
              <w:jc w:val="center"/>
            </w:pPr>
            <w:r>
              <w:t>869.44</w:t>
            </w:r>
          </w:p>
        </w:tc>
        <w:tc>
          <w:tcPr>
            <w:tcW w:w="1341" w:type="dxa"/>
            <w:vAlign w:val="center"/>
          </w:tcPr>
          <w:p w14:paraId="2DBF477D" w14:textId="77777777" w:rsidR="005C4B02" w:rsidRDefault="00000000">
            <w:pPr>
              <w:jc w:val="center"/>
            </w:pPr>
            <w:r>
              <w:t>358.33</w:t>
            </w:r>
          </w:p>
        </w:tc>
        <w:tc>
          <w:tcPr>
            <w:tcW w:w="1341" w:type="dxa"/>
            <w:vAlign w:val="center"/>
          </w:tcPr>
          <w:p w14:paraId="1E26619A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17B0698" w14:textId="77777777" w:rsidR="005C4B02" w:rsidRDefault="005C4B02">
            <w:pPr>
              <w:jc w:val="center"/>
            </w:pPr>
          </w:p>
        </w:tc>
      </w:tr>
      <w:tr w:rsidR="005C4B02" w14:paraId="06067400" w14:textId="77777777">
        <w:tc>
          <w:tcPr>
            <w:tcW w:w="1284" w:type="dxa"/>
            <w:shd w:val="clear" w:color="auto" w:fill="E6E6E6"/>
            <w:vAlign w:val="center"/>
          </w:tcPr>
          <w:p w14:paraId="783CC07F" w14:textId="77777777" w:rsidR="005C4B02" w:rsidRDefault="00000000"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 w14:paraId="4DB1C797" w14:textId="77777777" w:rsidR="005C4B02" w:rsidRDefault="00000000">
            <w:pPr>
              <w:jc w:val="center"/>
            </w:pPr>
            <w:r>
              <w:t>21.5</w:t>
            </w:r>
          </w:p>
        </w:tc>
        <w:tc>
          <w:tcPr>
            <w:tcW w:w="1341" w:type="dxa"/>
            <w:vAlign w:val="center"/>
          </w:tcPr>
          <w:p w14:paraId="3842C4A5" w14:textId="77777777" w:rsidR="005C4B02" w:rsidRDefault="00000000">
            <w:pPr>
              <w:jc w:val="center"/>
            </w:pPr>
            <w:r>
              <w:t>24</w:t>
            </w:r>
          </w:p>
        </w:tc>
        <w:tc>
          <w:tcPr>
            <w:tcW w:w="1341" w:type="dxa"/>
            <w:vAlign w:val="center"/>
          </w:tcPr>
          <w:p w14:paraId="747ED125" w14:textId="77777777" w:rsidR="005C4B02" w:rsidRDefault="00000000">
            <w:pPr>
              <w:jc w:val="center"/>
            </w:pPr>
            <w:r>
              <w:t>791.67</w:t>
            </w:r>
          </w:p>
        </w:tc>
        <w:tc>
          <w:tcPr>
            <w:tcW w:w="1341" w:type="dxa"/>
            <w:vAlign w:val="center"/>
          </w:tcPr>
          <w:p w14:paraId="402A652A" w14:textId="77777777" w:rsidR="005C4B02" w:rsidRDefault="00000000">
            <w:pPr>
              <w:jc w:val="center"/>
            </w:pPr>
            <w:r>
              <w:t>338.89</w:t>
            </w:r>
          </w:p>
        </w:tc>
        <w:tc>
          <w:tcPr>
            <w:tcW w:w="1341" w:type="dxa"/>
            <w:vAlign w:val="center"/>
          </w:tcPr>
          <w:p w14:paraId="3577C550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4ED96BB9" w14:textId="77777777" w:rsidR="005C4B02" w:rsidRDefault="005C4B02">
            <w:pPr>
              <w:jc w:val="center"/>
            </w:pPr>
          </w:p>
        </w:tc>
      </w:tr>
      <w:tr w:rsidR="005C4B02" w14:paraId="3BEDF4B7" w14:textId="77777777">
        <w:tc>
          <w:tcPr>
            <w:tcW w:w="1284" w:type="dxa"/>
            <w:shd w:val="clear" w:color="auto" w:fill="E6E6E6"/>
            <w:vAlign w:val="center"/>
          </w:tcPr>
          <w:p w14:paraId="409CC4AB" w14:textId="77777777" w:rsidR="005C4B02" w:rsidRDefault="00000000"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 w14:paraId="5931B574" w14:textId="77777777" w:rsidR="005C4B02" w:rsidRDefault="00000000">
            <w:pPr>
              <w:jc w:val="center"/>
            </w:pPr>
            <w:r>
              <w:t>22.3</w:t>
            </w:r>
          </w:p>
        </w:tc>
        <w:tc>
          <w:tcPr>
            <w:tcW w:w="1341" w:type="dxa"/>
            <w:vAlign w:val="center"/>
          </w:tcPr>
          <w:p w14:paraId="630AFB1B" w14:textId="77777777" w:rsidR="005C4B02" w:rsidRDefault="00000000">
            <w:pPr>
              <w:jc w:val="center"/>
            </w:pPr>
            <w:r>
              <w:t>24</w:t>
            </w:r>
          </w:p>
        </w:tc>
        <w:tc>
          <w:tcPr>
            <w:tcW w:w="1341" w:type="dxa"/>
            <w:vAlign w:val="center"/>
          </w:tcPr>
          <w:p w14:paraId="37501E17" w14:textId="77777777" w:rsidR="005C4B02" w:rsidRDefault="00000000">
            <w:pPr>
              <w:jc w:val="center"/>
            </w:pPr>
            <w:r>
              <w:t>663.89</w:t>
            </w:r>
          </w:p>
        </w:tc>
        <w:tc>
          <w:tcPr>
            <w:tcW w:w="1341" w:type="dxa"/>
            <w:vAlign w:val="center"/>
          </w:tcPr>
          <w:p w14:paraId="179F25AF" w14:textId="77777777" w:rsidR="005C4B02" w:rsidRDefault="00000000">
            <w:pPr>
              <w:jc w:val="center"/>
            </w:pPr>
            <w:r>
              <w:t>297.22</w:t>
            </w:r>
          </w:p>
        </w:tc>
        <w:tc>
          <w:tcPr>
            <w:tcW w:w="1341" w:type="dxa"/>
            <w:vAlign w:val="center"/>
          </w:tcPr>
          <w:p w14:paraId="4F756F6F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6740CC64" w14:textId="77777777" w:rsidR="005C4B02" w:rsidRDefault="005C4B02">
            <w:pPr>
              <w:jc w:val="center"/>
            </w:pPr>
          </w:p>
        </w:tc>
      </w:tr>
      <w:tr w:rsidR="005C4B02" w14:paraId="089A2ECD" w14:textId="77777777">
        <w:tc>
          <w:tcPr>
            <w:tcW w:w="1284" w:type="dxa"/>
            <w:shd w:val="clear" w:color="auto" w:fill="E6E6E6"/>
            <w:vAlign w:val="center"/>
          </w:tcPr>
          <w:p w14:paraId="32D1E8E6" w14:textId="77777777" w:rsidR="005C4B02" w:rsidRDefault="00000000"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 w14:paraId="39E07FEB" w14:textId="77777777" w:rsidR="005C4B02" w:rsidRDefault="00000000">
            <w:pPr>
              <w:jc w:val="center"/>
            </w:pPr>
            <w:r>
              <w:t>22.7</w:t>
            </w:r>
          </w:p>
        </w:tc>
        <w:tc>
          <w:tcPr>
            <w:tcW w:w="1341" w:type="dxa"/>
            <w:vAlign w:val="center"/>
          </w:tcPr>
          <w:p w14:paraId="74983555" w14:textId="77777777" w:rsidR="005C4B02" w:rsidRDefault="00000000">
            <w:pPr>
              <w:jc w:val="center"/>
            </w:pPr>
            <w:r>
              <w:t>24</w:t>
            </w:r>
          </w:p>
        </w:tc>
        <w:tc>
          <w:tcPr>
            <w:tcW w:w="1341" w:type="dxa"/>
            <w:vAlign w:val="center"/>
          </w:tcPr>
          <w:p w14:paraId="0E42EB5A" w14:textId="77777777" w:rsidR="005C4B02" w:rsidRDefault="00000000">
            <w:pPr>
              <w:jc w:val="center"/>
            </w:pPr>
            <w:r>
              <w:t>502.78</w:t>
            </w:r>
          </w:p>
        </w:tc>
        <w:tc>
          <w:tcPr>
            <w:tcW w:w="1341" w:type="dxa"/>
            <w:vAlign w:val="center"/>
          </w:tcPr>
          <w:p w14:paraId="384B9DB5" w14:textId="77777777" w:rsidR="005C4B02" w:rsidRDefault="00000000">
            <w:pPr>
              <w:jc w:val="center"/>
            </w:pPr>
            <w:r>
              <w:t>238.89</w:t>
            </w:r>
          </w:p>
        </w:tc>
        <w:tc>
          <w:tcPr>
            <w:tcW w:w="1341" w:type="dxa"/>
            <w:vAlign w:val="center"/>
          </w:tcPr>
          <w:p w14:paraId="47EE0391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110BB136" w14:textId="77777777" w:rsidR="005C4B02" w:rsidRDefault="005C4B02">
            <w:pPr>
              <w:jc w:val="center"/>
            </w:pPr>
          </w:p>
        </w:tc>
      </w:tr>
      <w:tr w:rsidR="005C4B02" w14:paraId="79942842" w14:textId="77777777">
        <w:tc>
          <w:tcPr>
            <w:tcW w:w="1284" w:type="dxa"/>
            <w:shd w:val="clear" w:color="auto" w:fill="E6E6E6"/>
            <w:vAlign w:val="center"/>
          </w:tcPr>
          <w:p w14:paraId="1E021B35" w14:textId="77777777" w:rsidR="005C4B02" w:rsidRDefault="00000000"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 w14:paraId="51DA8496" w14:textId="77777777" w:rsidR="005C4B02" w:rsidRDefault="00000000">
            <w:pPr>
              <w:jc w:val="center"/>
            </w:pPr>
            <w:r>
              <w:t>22.7</w:t>
            </w:r>
          </w:p>
        </w:tc>
        <w:tc>
          <w:tcPr>
            <w:tcW w:w="1341" w:type="dxa"/>
            <w:vAlign w:val="center"/>
          </w:tcPr>
          <w:p w14:paraId="471D6182" w14:textId="77777777" w:rsidR="005C4B02" w:rsidRDefault="00000000">
            <w:pPr>
              <w:jc w:val="center"/>
            </w:pPr>
            <w:r>
              <w:t>26</w:t>
            </w:r>
          </w:p>
        </w:tc>
        <w:tc>
          <w:tcPr>
            <w:tcW w:w="1341" w:type="dxa"/>
            <w:vAlign w:val="center"/>
          </w:tcPr>
          <w:p w14:paraId="4D328B19" w14:textId="77777777" w:rsidR="005C4B02" w:rsidRDefault="00000000">
            <w:pPr>
              <w:jc w:val="center"/>
            </w:pPr>
            <w:r>
              <w:t>330.56</w:t>
            </w:r>
          </w:p>
        </w:tc>
        <w:tc>
          <w:tcPr>
            <w:tcW w:w="1341" w:type="dxa"/>
            <w:vAlign w:val="center"/>
          </w:tcPr>
          <w:p w14:paraId="270F13E0" w14:textId="77777777" w:rsidR="005C4B02" w:rsidRDefault="00000000">
            <w:pPr>
              <w:jc w:val="center"/>
            </w:pPr>
            <w:r>
              <w:t>169.44</w:t>
            </w:r>
          </w:p>
        </w:tc>
        <w:tc>
          <w:tcPr>
            <w:tcW w:w="1341" w:type="dxa"/>
            <w:vAlign w:val="center"/>
          </w:tcPr>
          <w:p w14:paraId="087A5165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57913B13" w14:textId="77777777" w:rsidR="005C4B02" w:rsidRDefault="005C4B02">
            <w:pPr>
              <w:jc w:val="center"/>
            </w:pPr>
          </w:p>
        </w:tc>
      </w:tr>
      <w:tr w:rsidR="005C4B02" w14:paraId="6064055A" w14:textId="77777777">
        <w:tc>
          <w:tcPr>
            <w:tcW w:w="1284" w:type="dxa"/>
            <w:shd w:val="clear" w:color="auto" w:fill="E6E6E6"/>
            <w:vAlign w:val="center"/>
          </w:tcPr>
          <w:p w14:paraId="43D95C72" w14:textId="77777777" w:rsidR="005C4B02" w:rsidRDefault="00000000"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 w14:paraId="04BC4D9F" w14:textId="77777777" w:rsidR="005C4B02" w:rsidRDefault="00000000">
            <w:pPr>
              <w:jc w:val="center"/>
            </w:pPr>
            <w:r>
              <w:t>22.3</w:t>
            </w:r>
          </w:p>
        </w:tc>
        <w:tc>
          <w:tcPr>
            <w:tcW w:w="1341" w:type="dxa"/>
            <w:vAlign w:val="center"/>
          </w:tcPr>
          <w:p w14:paraId="46FA75D3" w14:textId="77777777" w:rsidR="005C4B02" w:rsidRDefault="00000000">
            <w:pPr>
              <w:jc w:val="center"/>
            </w:pPr>
            <w:r>
              <w:t>28</w:t>
            </w:r>
          </w:p>
        </w:tc>
        <w:tc>
          <w:tcPr>
            <w:tcW w:w="1341" w:type="dxa"/>
            <w:vAlign w:val="center"/>
          </w:tcPr>
          <w:p w14:paraId="1186E7D0" w14:textId="77777777" w:rsidR="005C4B02" w:rsidRDefault="00000000">
            <w:pPr>
              <w:jc w:val="center"/>
            </w:pPr>
            <w:r>
              <w:t>169.44</w:t>
            </w:r>
          </w:p>
        </w:tc>
        <w:tc>
          <w:tcPr>
            <w:tcW w:w="1341" w:type="dxa"/>
            <w:vAlign w:val="center"/>
          </w:tcPr>
          <w:p w14:paraId="7F77C6F6" w14:textId="77777777" w:rsidR="005C4B02" w:rsidRDefault="00000000">
            <w:pPr>
              <w:jc w:val="center"/>
            </w:pPr>
            <w:r>
              <w:t>94.44</w:t>
            </w:r>
          </w:p>
        </w:tc>
        <w:tc>
          <w:tcPr>
            <w:tcW w:w="1341" w:type="dxa"/>
            <w:vAlign w:val="center"/>
          </w:tcPr>
          <w:p w14:paraId="3118D89C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213A9B49" w14:textId="77777777" w:rsidR="005C4B02" w:rsidRDefault="005C4B02">
            <w:pPr>
              <w:jc w:val="center"/>
            </w:pPr>
          </w:p>
        </w:tc>
      </w:tr>
      <w:tr w:rsidR="005C4B02" w14:paraId="1F493114" w14:textId="77777777">
        <w:tc>
          <w:tcPr>
            <w:tcW w:w="1284" w:type="dxa"/>
            <w:shd w:val="clear" w:color="auto" w:fill="E6E6E6"/>
            <w:vAlign w:val="center"/>
          </w:tcPr>
          <w:p w14:paraId="782E329F" w14:textId="77777777" w:rsidR="005C4B02" w:rsidRDefault="00000000"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 w14:paraId="1F58F14E" w14:textId="77777777" w:rsidR="005C4B02" w:rsidRDefault="00000000">
            <w:pPr>
              <w:jc w:val="center"/>
            </w:pPr>
            <w:r>
              <w:t>21.4</w:t>
            </w:r>
          </w:p>
        </w:tc>
        <w:tc>
          <w:tcPr>
            <w:tcW w:w="1341" w:type="dxa"/>
            <w:vAlign w:val="center"/>
          </w:tcPr>
          <w:p w14:paraId="322DF469" w14:textId="77777777" w:rsidR="005C4B02" w:rsidRDefault="00000000">
            <w:pPr>
              <w:jc w:val="center"/>
            </w:pPr>
            <w:r>
              <w:t>31</w:t>
            </w:r>
          </w:p>
        </w:tc>
        <w:tc>
          <w:tcPr>
            <w:tcW w:w="1341" w:type="dxa"/>
            <w:vAlign w:val="center"/>
          </w:tcPr>
          <w:p w14:paraId="28062707" w14:textId="77777777" w:rsidR="005C4B02" w:rsidRDefault="00000000">
            <w:pPr>
              <w:jc w:val="center"/>
            </w:pPr>
            <w:r>
              <w:t>30.56</w:t>
            </w:r>
          </w:p>
        </w:tc>
        <w:tc>
          <w:tcPr>
            <w:tcW w:w="1341" w:type="dxa"/>
            <w:vAlign w:val="center"/>
          </w:tcPr>
          <w:p w14:paraId="0F140AF1" w14:textId="77777777" w:rsidR="005C4B02" w:rsidRDefault="00000000">
            <w:pPr>
              <w:jc w:val="center"/>
            </w:pPr>
            <w:r>
              <w:t>19.44</w:t>
            </w:r>
          </w:p>
        </w:tc>
        <w:tc>
          <w:tcPr>
            <w:tcW w:w="1341" w:type="dxa"/>
            <w:vAlign w:val="center"/>
          </w:tcPr>
          <w:p w14:paraId="0EF47966" w14:textId="77777777" w:rsidR="005C4B02" w:rsidRDefault="00000000">
            <w:pPr>
              <w:jc w:val="center"/>
            </w:pPr>
            <w:r>
              <w:t>3.0</w:t>
            </w:r>
          </w:p>
        </w:tc>
        <w:tc>
          <w:tcPr>
            <w:tcW w:w="1341" w:type="dxa"/>
            <w:vMerge/>
            <w:vAlign w:val="center"/>
          </w:tcPr>
          <w:p w14:paraId="53E1FA39" w14:textId="77777777" w:rsidR="005C4B02" w:rsidRDefault="005C4B02">
            <w:pPr>
              <w:jc w:val="center"/>
            </w:pPr>
          </w:p>
        </w:tc>
      </w:tr>
      <w:tr w:rsidR="005C4B02" w14:paraId="3C785688" w14:textId="77777777">
        <w:tc>
          <w:tcPr>
            <w:tcW w:w="1284" w:type="dxa"/>
            <w:shd w:val="clear" w:color="auto" w:fill="E6E6E6"/>
            <w:vAlign w:val="center"/>
          </w:tcPr>
          <w:p w14:paraId="55EC93F9" w14:textId="77777777" w:rsidR="005C4B02" w:rsidRDefault="00000000"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 w14:paraId="6FF58AC6" w14:textId="77777777" w:rsidR="005C4B02" w:rsidRDefault="00000000">
            <w:pPr>
              <w:jc w:val="center"/>
            </w:pPr>
            <w:r>
              <w:t>20.2</w:t>
            </w:r>
          </w:p>
        </w:tc>
        <w:tc>
          <w:tcPr>
            <w:tcW w:w="1341" w:type="dxa"/>
            <w:vAlign w:val="center"/>
          </w:tcPr>
          <w:p w14:paraId="39D9CD89" w14:textId="77777777" w:rsidR="005C4B02" w:rsidRDefault="00000000">
            <w:pPr>
              <w:jc w:val="center"/>
            </w:pPr>
            <w:r>
              <w:t>34</w:t>
            </w:r>
          </w:p>
        </w:tc>
        <w:tc>
          <w:tcPr>
            <w:tcW w:w="1341" w:type="dxa"/>
            <w:vAlign w:val="center"/>
          </w:tcPr>
          <w:p w14:paraId="73AEC121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2341051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262BAAE" w14:textId="77777777" w:rsidR="005C4B02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0A09B72" w14:textId="77777777" w:rsidR="005C4B02" w:rsidRDefault="005C4B02">
            <w:pPr>
              <w:jc w:val="center"/>
            </w:pPr>
          </w:p>
        </w:tc>
      </w:tr>
      <w:tr w:rsidR="005C4B02" w14:paraId="0BC2DCB6" w14:textId="77777777">
        <w:tc>
          <w:tcPr>
            <w:tcW w:w="1284" w:type="dxa"/>
            <w:shd w:val="clear" w:color="auto" w:fill="E6E6E6"/>
            <w:vAlign w:val="center"/>
          </w:tcPr>
          <w:p w14:paraId="6F9C6B62" w14:textId="77777777" w:rsidR="005C4B02" w:rsidRDefault="00000000"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 w14:paraId="5ED06F7B" w14:textId="77777777" w:rsidR="005C4B02" w:rsidRDefault="00000000">
            <w:pPr>
              <w:jc w:val="center"/>
            </w:pPr>
            <w:r>
              <w:t>18.7</w:t>
            </w:r>
          </w:p>
        </w:tc>
        <w:tc>
          <w:tcPr>
            <w:tcW w:w="1341" w:type="dxa"/>
            <w:vAlign w:val="center"/>
          </w:tcPr>
          <w:p w14:paraId="7D51BCA3" w14:textId="77777777" w:rsidR="005C4B02" w:rsidRDefault="00000000">
            <w:pPr>
              <w:jc w:val="center"/>
            </w:pPr>
            <w:r>
              <w:t>37</w:t>
            </w:r>
          </w:p>
        </w:tc>
        <w:tc>
          <w:tcPr>
            <w:tcW w:w="1341" w:type="dxa"/>
            <w:vAlign w:val="center"/>
          </w:tcPr>
          <w:p w14:paraId="43BEBC31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7466AC3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37A6ED7" w14:textId="77777777" w:rsidR="005C4B02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7AFB0A30" w14:textId="77777777" w:rsidR="005C4B02" w:rsidRDefault="005C4B02">
            <w:pPr>
              <w:jc w:val="center"/>
            </w:pPr>
          </w:p>
        </w:tc>
      </w:tr>
      <w:tr w:rsidR="005C4B02" w14:paraId="2A10DC2E" w14:textId="77777777">
        <w:tc>
          <w:tcPr>
            <w:tcW w:w="1284" w:type="dxa"/>
            <w:shd w:val="clear" w:color="auto" w:fill="E6E6E6"/>
            <w:vAlign w:val="center"/>
          </w:tcPr>
          <w:p w14:paraId="4D99DC9A" w14:textId="77777777" w:rsidR="005C4B02" w:rsidRDefault="00000000"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 w14:paraId="22B0D969" w14:textId="77777777" w:rsidR="005C4B02" w:rsidRDefault="00000000">
            <w:pPr>
              <w:jc w:val="center"/>
            </w:pPr>
            <w:r>
              <w:t>17.0</w:t>
            </w:r>
          </w:p>
        </w:tc>
        <w:tc>
          <w:tcPr>
            <w:tcW w:w="1341" w:type="dxa"/>
            <w:vAlign w:val="center"/>
          </w:tcPr>
          <w:p w14:paraId="75916656" w14:textId="77777777" w:rsidR="005C4B02" w:rsidRDefault="00000000">
            <w:pPr>
              <w:jc w:val="center"/>
            </w:pPr>
            <w:r>
              <w:t>40</w:t>
            </w:r>
          </w:p>
        </w:tc>
        <w:tc>
          <w:tcPr>
            <w:tcW w:w="1341" w:type="dxa"/>
            <w:vAlign w:val="center"/>
          </w:tcPr>
          <w:p w14:paraId="660FDF3C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9F3F384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ED1C5F3" w14:textId="77777777" w:rsidR="005C4B02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00A3E18F" w14:textId="77777777" w:rsidR="005C4B02" w:rsidRDefault="005C4B02">
            <w:pPr>
              <w:jc w:val="center"/>
            </w:pPr>
          </w:p>
        </w:tc>
      </w:tr>
      <w:tr w:rsidR="005C4B02" w14:paraId="48BACFF2" w14:textId="77777777">
        <w:tc>
          <w:tcPr>
            <w:tcW w:w="1284" w:type="dxa"/>
            <w:shd w:val="clear" w:color="auto" w:fill="E6E6E6"/>
            <w:vAlign w:val="center"/>
          </w:tcPr>
          <w:p w14:paraId="63DB9126" w14:textId="77777777" w:rsidR="005C4B02" w:rsidRDefault="00000000"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 w14:paraId="795C4C3C" w14:textId="77777777" w:rsidR="005C4B02" w:rsidRDefault="00000000">
            <w:pPr>
              <w:jc w:val="center"/>
            </w:pPr>
            <w:r>
              <w:t>17.1</w:t>
            </w:r>
          </w:p>
        </w:tc>
        <w:tc>
          <w:tcPr>
            <w:tcW w:w="1341" w:type="dxa"/>
            <w:vAlign w:val="center"/>
          </w:tcPr>
          <w:p w14:paraId="64E591D5" w14:textId="77777777" w:rsidR="005C4B02" w:rsidRDefault="00000000">
            <w:pPr>
              <w:jc w:val="center"/>
            </w:pPr>
            <w:r>
              <w:t>36</w:t>
            </w:r>
          </w:p>
        </w:tc>
        <w:tc>
          <w:tcPr>
            <w:tcW w:w="1341" w:type="dxa"/>
            <w:vAlign w:val="center"/>
          </w:tcPr>
          <w:p w14:paraId="561871EB" w14:textId="77777777" w:rsidR="005C4B02" w:rsidRDefault="00000000">
            <w:pPr>
              <w:jc w:val="center"/>
            </w:pPr>
            <w:r>
              <w:t>295.72</w:t>
            </w:r>
          </w:p>
        </w:tc>
        <w:tc>
          <w:tcPr>
            <w:tcW w:w="1341" w:type="dxa"/>
            <w:vAlign w:val="center"/>
          </w:tcPr>
          <w:p w14:paraId="02D72089" w14:textId="77777777" w:rsidR="005C4B02" w:rsidRDefault="00000000">
            <w:pPr>
              <w:jc w:val="center"/>
            </w:pPr>
            <w:r>
              <w:t>132.52</w:t>
            </w:r>
          </w:p>
        </w:tc>
        <w:tc>
          <w:tcPr>
            <w:tcW w:w="1341" w:type="dxa"/>
            <w:vAlign w:val="center"/>
          </w:tcPr>
          <w:p w14:paraId="1207EB48" w14:textId="77777777" w:rsidR="005C4B02" w:rsidRDefault="00000000">
            <w:pPr>
              <w:jc w:val="center"/>
            </w:pPr>
            <w:r>
              <w:t>3.5</w:t>
            </w:r>
          </w:p>
        </w:tc>
        <w:tc>
          <w:tcPr>
            <w:tcW w:w="1341" w:type="dxa"/>
            <w:vMerge/>
            <w:vAlign w:val="center"/>
          </w:tcPr>
          <w:p w14:paraId="54D9F5E2" w14:textId="77777777" w:rsidR="005C4B02" w:rsidRDefault="005C4B02">
            <w:pPr>
              <w:jc w:val="center"/>
            </w:pPr>
          </w:p>
        </w:tc>
      </w:tr>
    </w:tbl>
    <w:p w14:paraId="41C83F85" w14:textId="77777777"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0" w:name="气象参数"/>
      <w:bookmarkEnd w:id="30"/>
    </w:p>
    <w:p w14:paraId="3A39AB88" w14:textId="77777777" w:rsidR="009C3CAA" w:rsidRDefault="00613298" w:rsidP="009C3CAA">
      <w:pPr>
        <w:pStyle w:val="2"/>
      </w:pPr>
      <w:bookmarkStart w:id="31" w:name="_Toc155545800"/>
      <w:r>
        <w:rPr>
          <w:rFonts w:hint="eastAsia"/>
        </w:rPr>
        <w:t>渗透面夏季</w:t>
      </w:r>
      <w:r w:rsidR="009C3CAA">
        <w:rPr>
          <w:rFonts w:hint="eastAsia"/>
        </w:rPr>
        <w:t>逐时蒸发量</w:t>
      </w:r>
      <w:bookmarkEnd w:id="3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69B4FFEC" w14:textId="77777777">
        <w:tc>
          <w:tcPr>
            <w:tcW w:w="1866" w:type="dxa"/>
            <w:shd w:val="clear" w:color="auto" w:fill="E6E6E6"/>
            <w:vAlign w:val="center"/>
          </w:tcPr>
          <w:p w14:paraId="51764E8E" w14:textId="77777777" w:rsidR="005C4B02" w:rsidRDefault="00000000"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2B088BC" w14:textId="77777777" w:rsidR="005C4B02" w:rsidRDefault="00000000">
            <w:pPr>
              <w:jc w:val="center"/>
            </w:pPr>
            <w:r>
              <w:t>水面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97A6466" w14:textId="77777777" w:rsidR="005C4B02" w:rsidRDefault="00000000">
            <w:pPr>
              <w:jc w:val="center"/>
            </w:pPr>
            <w:r>
              <w:t>绿地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76A5733" w14:textId="77777777" w:rsidR="005C4B02" w:rsidRDefault="00000000">
            <w:pPr>
              <w:jc w:val="center"/>
            </w:pPr>
            <w:r>
              <w:t>渗透型硬地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5A01792" w14:textId="77777777" w:rsidR="005C4B02" w:rsidRDefault="00000000">
            <w:pPr>
              <w:jc w:val="center"/>
            </w:pPr>
            <w:r>
              <w:t>绿化屋面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</w:tr>
      <w:tr w:rsidR="005C4B02" w14:paraId="6B6E0E09" w14:textId="77777777">
        <w:tc>
          <w:tcPr>
            <w:tcW w:w="1866" w:type="dxa"/>
            <w:shd w:val="clear" w:color="auto" w:fill="E6E6E6"/>
            <w:vAlign w:val="center"/>
          </w:tcPr>
          <w:p w14:paraId="5FCAF04D" w14:textId="77777777" w:rsidR="005C4B02" w:rsidRDefault="00000000"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 w14:paraId="0771A593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2DE9A596" w14:textId="77777777" w:rsidR="005C4B02" w:rsidRDefault="00000000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77823345" w14:textId="77777777" w:rsidR="005C4B02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58F5DEB8" w14:textId="77777777" w:rsidR="005C4B02" w:rsidRDefault="00000000">
            <w:pPr>
              <w:jc w:val="center"/>
            </w:pPr>
            <w:r>
              <w:t>0.22</w:t>
            </w:r>
          </w:p>
        </w:tc>
      </w:tr>
      <w:tr w:rsidR="005C4B02" w14:paraId="75F1D1F5" w14:textId="77777777">
        <w:tc>
          <w:tcPr>
            <w:tcW w:w="1866" w:type="dxa"/>
            <w:shd w:val="clear" w:color="auto" w:fill="E6E6E6"/>
            <w:vAlign w:val="center"/>
          </w:tcPr>
          <w:p w14:paraId="781D5D43" w14:textId="77777777" w:rsidR="005C4B02" w:rsidRDefault="00000000"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 w14:paraId="198FC60F" w14:textId="77777777" w:rsidR="005C4B02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3BADE486" w14:textId="77777777" w:rsidR="005C4B02" w:rsidRDefault="00000000"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 w14:paraId="1924AF91" w14:textId="77777777" w:rsidR="005C4B02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2F6FFAB6" w14:textId="77777777" w:rsidR="005C4B02" w:rsidRDefault="00000000">
            <w:pPr>
              <w:jc w:val="center"/>
            </w:pPr>
            <w:r>
              <w:t>0.16</w:t>
            </w:r>
          </w:p>
        </w:tc>
      </w:tr>
      <w:tr w:rsidR="005C4B02" w14:paraId="4CE4E25E" w14:textId="77777777">
        <w:tc>
          <w:tcPr>
            <w:tcW w:w="1866" w:type="dxa"/>
            <w:shd w:val="clear" w:color="auto" w:fill="E6E6E6"/>
            <w:vAlign w:val="center"/>
          </w:tcPr>
          <w:p w14:paraId="5910ACE6" w14:textId="77777777" w:rsidR="005C4B02" w:rsidRDefault="00000000"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 w14:paraId="6FC5C7FF" w14:textId="77777777" w:rsidR="005C4B02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119676AE" w14:textId="77777777" w:rsidR="005C4B02" w:rsidRDefault="00000000"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 w14:paraId="54539A32" w14:textId="77777777" w:rsidR="005C4B02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264F57B8" w14:textId="77777777" w:rsidR="005C4B02" w:rsidRDefault="00000000">
            <w:pPr>
              <w:jc w:val="center"/>
            </w:pPr>
            <w:r>
              <w:t>0.16</w:t>
            </w:r>
          </w:p>
        </w:tc>
      </w:tr>
      <w:tr w:rsidR="005C4B02" w14:paraId="2488FF33" w14:textId="77777777">
        <w:tc>
          <w:tcPr>
            <w:tcW w:w="1866" w:type="dxa"/>
            <w:shd w:val="clear" w:color="auto" w:fill="E6E6E6"/>
            <w:vAlign w:val="center"/>
          </w:tcPr>
          <w:p w14:paraId="03CD16A8" w14:textId="77777777" w:rsidR="005C4B02" w:rsidRDefault="00000000"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 w14:paraId="6DEACAB9" w14:textId="77777777" w:rsidR="005C4B02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6370150A" w14:textId="77777777" w:rsidR="005C4B02" w:rsidRDefault="00000000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5DE407F5" w14:textId="77777777" w:rsidR="005C4B02" w:rsidRDefault="00000000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10122E5A" w14:textId="77777777" w:rsidR="005C4B02" w:rsidRDefault="00000000">
            <w:pPr>
              <w:jc w:val="center"/>
            </w:pPr>
            <w:r>
              <w:t>0.15</w:t>
            </w:r>
          </w:p>
        </w:tc>
      </w:tr>
      <w:tr w:rsidR="005C4B02" w14:paraId="3223F622" w14:textId="77777777">
        <w:tc>
          <w:tcPr>
            <w:tcW w:w="1866" w:type="dxa"/>
            <w:shd w:val="clear" w:color="auto" w:fill="E6E6E6"/>
            <w:vAlign w:val="center"/>
          </w:tcPr>
          <w:p w14:paraId="36B30C76" w14:textId="77777777" w:rsidR="005C4B02" w:rsidRDefault="00000000"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 w14:paraId="0DF1E8E8" w14:textId="77777777" w:rsidR="005C4B02" w:rsidRDefault="00000000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1480BE30" w14:textId="77777777" w:rsidR="005C4B02" w:rsidRDefault="00000000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2A0CE9DE" w14:textId="77777777" w:rsidR="005C4B02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4C74A67D" w14:textId="77777777" w:rsidR="005C4B02" w:rsidRDefault="00000000">
            <w:pPr>
              <w:jc w:val="center"/>
            </w:pPr>
            <w:r>
              <w:t>0.17</w:t>
            </w:r>
          </w:p>
        </w:tc>
      </w:tr>
      <w:tr w:rsidR="005C4B02" w14:paraId="72A5606A" w14:textId="77777777">
        <w:tc>
          <w:tcPr>
            <w:tcW w:w="1866" w:type="dxa"/>
            <w:shd w:val="clear" w:color="auto" w:fill="E6E6E6"/>
            <w:vAlign w:val="center"/>
          </w:tcPr>
          <w:p w14:paraId="28A63F55" w14:textId="77777777" w:rsidR="005C4B02" w:rsidRDefault="00000000"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 w14:paraId="0CD87693" w14:textId="77777777" w:rsidR="005C4B02" w:rsidRDefault="00000000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14:paraId="67499EF2" w14:textId="77777777" w:rsidR="005C4B02" w:rsidRDefault="00000000">
            <w:pPr>
              <w:jc w:val="center"/>
            </w:pPr>
            <w:r>
              <w:t>0.26</w:t>
            </w:r>
          </w:p>
        </w:tc>
        <w:tc>
          <w:tcPr>
            <w:tcW w:w="1866" w:type="dxa"/>
            <w:vAlign w:val="center"/>
          </w:tcPr>
          <w:p w14:paraId="0E6396F0" w14:textId="77777777" w:rsidR="005C4B02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1DA233AE" w14:textId="77777777" w:rsidR="005C4B02" w:rsidRDefault="00000000">
            <w:pPr>
              <w:jc w:val="center"/>
            </w:pPr>
            <w:r>
              <w:t>0.20</w:t>
            </w:r>
          </w:p>
        </w:tc>
      </w:tr>
      <w:tr w:rsidR="005C4B02" w14:paraId="585718D4" w14:textId="77777777">
        <w:tc>
          <w:tcPr>
            <w:tcW w:w="1866" w:type="dxa"/>
            <w:shd w:val="clear" w:color="auto" w:fill="E6E6E6"/>
            <w:vAlign w:val="center"/>
          </w:tcPr>
          <w:p w14:paraId="4D70CA47" w14:textId="77777777" w:rsidR="005C4B02" w:rsidRDefault="00000000"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 w14:paraId="7B0CE4B9" w14:textId="77777777" w:rsidR="005C4B02" w:rsidRDefault="00000000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38AF92BB" w14:textId="77777777" w:rsidR="005C4B02" w:rsidRDefault="00000000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429CDDC9" w14:textId="77777777" w:rsidR="005C4B02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16F5374C" w14:textId="77777777" w:rsidR="005C4B02" w:rsidRDefault="00000000">
            <w:pPr>
              <w:jc w:val="center"/>
            </w:pPr>
            <w:r>
              <w:t>0.28</w:t>
            </w:r>
          </w:p>
        </w:tc>
      </w:tr>
      <w:tr w:rsidR="005C4B02" w14:paraId="3DBF3A4C" w14:textId="77777777">
        <w:tc>
          <w:tcPr>
            <w:tcW w:w="1866" w:type="dxa"/>
            <w:shd w:val="clear" w:color="auto" w:fill="E6E6E6"/>
            <w:vAlign w:val="center"/>
          </w:tcPr>
          <w:p w14:paraId="20605C07" w14:textId="77777777" w:rsidR="005C4B02" w:rsidRDefault="00000000"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 w14:paraId="2BB7384F" w14:textId="77777777" w:rsidR="005C4B02" w:rsidRDefault="00000000">
            <w:pPr>
              <w:jc w:val="center"/>
            </w:pPr>
            <w:r>
              <w:t>0.45</w:t>
            </w:r>
          </w:p>
        </w:tc>
        <w:tc>
          <w:tcPr>
            <w:tcW w:w="1866" w:type="dxa"/>
            <w:vAlign w:val="center"/>
          </w:tcPr>
          <w:p w14:paraId="2EF7F848" w14:textId="77777777" w:rsidR="005C4B02" w:rsidRDefault="00000000">
            <w:pPr>
              <w:jc w:val="center"/>
            </w:pPr>
            <w:r>
              <w:t>0.44</w:t>
            </w:r>
          </w:p>
        </w:tc>
        <w:tc>
          <w:tcPr>
            <w:tcW w:w="1866" w:type="dxa"/>
            <w:vAlign w:val="center"/>
          </w:tcPr>
          <w:p w14:paraId="79FCA3DD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6C2760F3" w14:textId="77777777" w:rsidR="005C4B02" w:rsidRDefault="00000000">
            <w:pPr>
              <w:jc w:val="center"/>
            </w:pPr>
            <w:r>
              <w:t>0.35</w:t>
            </w:r>
          </w:p>
        </w:tc>
      </w:tr>
      <w:tr w:rsidR="005C4B02" w14:paraId="39AF6A19" w14:textId="77777777">
        <w:tc>
          <w:tcPr>
            <w:tcW w:w="1866" w:type="dxa"/>
            <w:shd w:val="clear" w:color="auto" w:fill="E6E6E6"/>
            <w:vAlign w:val="center"/>
          </w:tcPr>
          <w:p w14:paraId="6C2C3E5D" w14:textId="77777777" w:rsidR="005C4B02" w:rsidRDefault="00000000"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 w14:paraId="78615DEF" w14:textId="77777777" w:rsidR="005C4B02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4A5D863F" w14:textId="77777777" w:rsidR="005C4B02" w:rsidRDefault="00000000">
            <w:pPr>
              <w:jc w:val="center"/>
            </w:pPr>
            <w:r>
              <w:t>0.56</w:t>
            </w:r>
          </w:p>
        </w:tc>
        <w:tc>
          <w:tcPr>
            <w:tcW w:w="1866" w:type="dxa"/>
            <w:vAlign w:val="center"/>
          </w:tcPr>
          <w:p w14:paraId="00F3F270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29A8541B" w14:textId="77777777" w:rsidR="005C4B02" w:rsidRDefault="00000000">
            <w:pPr>
              <w:jc w:val="center"/>
            </w:pPr>
            <w:r>
              <w:t>0.45</w:t>
            </w:r>
          </w:p>
        </w:tc>
      </w:tr>
      <w:tr w:rsidR="005C4B02" w14:paraId="47866CD6" w14:textId="77777777">
        <w:tc>
          <w:tcPr>
            <w:tcW w:w="1866" w:type="dxa"/>
            <w:shd w:val="clear" w:color="auto" w:fill="E6E6E6"/>
            <w:vAlign w:val="center"/>
          </w:tcPr>
          <w:p w14:paraId="198621B4" w14:textId="77777777" w:rsidR="005C4B02" w:rsidRDefault="00000000"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 w14:paraId="49C7C5AA" w14:textId="77777777" w:rsidR="005C4B02" w:rsidRDefault="00000000">
            <w:pPr>
              <w:jc w:val="center"/>
            </w:pPr>
            <w:r>
              <w:t>0.86</w:t>
            </w:r>
          </w:p>
        </w:tc>
        <w:tc>
          <w:tcPr>
            <w:tcW w:w="1866" w:type="dxa"/>
            <w:vAlign w:val="center"/>
          </w:tcPr>
          <w:p w14:paraId="0FF6EB58" w14:textId="77777777" w:rsidR="005C4B02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0EAF479E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755B3829" w14:textId="77777777" w:rsidR="005C4B02" w:rsidRDefault="00000000">
            <w:pPr>
              <w:jc w:val="center"/>
            </w:pPr>
            <w:r>
              <w:t>0.52</w:t>
            </w:r>
          </w:p>
        </w:tc>
      </w:tr>
      <w:tr w:rsidR="005C4B02" w14:paraId="13CC33FC" w14:textId="77777777">
        <w:tc>
          <w:tcPr>
            <w:tcW w:w="1866" w:type="dxa"/>
            <w:shd w:val="clear" w:color="auto" w:fill="E6E6E6"/>
            <w:vAlign w:val="center"/>
          </w:tcPr>
          <w:p w14:paraId="0B0A35F9" w14:textId="77777777" w:rsidR="005C4B02" w:rsidRDefault="00000000"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 w14:paraId="21C537F9" w14:textId="77777777" w:rsidR="005C4B02" w:rsidRDefault="00000000">
            <w:pPr>
              <w:jc w:val="center"/>
            </w:pPr>
            <w:r>
              <w:t>1.02</w:t>
            </w:r>
          </w:p>
        </w:tc>
        <w:tc>
          <w:tcPr>
            <w:tcW w:w="1866" w:type="dxa"/>
            <w:vAlign w:val="center"/>
          </w:tcPr>
          <w:p w14:paraId="26010CDF" w14:textId="77777777" w:rsidR="005C4B02" w:rsidRDefault="00000000">
            <w:pPr>
              <w:jc w:val="center"/>
            </w:pPr>
            <w:r>
              <w:t>0.69</w:t>
            </w:r>
          </w:p>
        </w:tc>
        <w:tc>
          <w:tcPr>
            <w:tcW w:w="1866" w:type="dxa"/>
            <w:vAlign w:val="center"/>
          </w:tcPr>
          <w:p w14:paraId="11579072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674D1930" w14:textId="77777777" w:rsidR="005C4B02" w:rsidRDefault="00000000">
            <w:pPr>
              <w:jc w:val="center"/>
            </w:pPr>
            <w:r>
              <w:t>0.55</w:t>
            </w:r>
          </w:p>
        </w:tc>
      </w:tr>
      <w:tr w:rsidR="005C4B02" w14:paraId="403047CD" w14:textId="77777777">
        <w:tc>
          <w:tcPr>
            <w:tcW w:w="1866" w:type="dxa"/>
            <w:shd w:val="clear" w:color="auto" w:fill="E6E6E6"/>
            <w:vAlign w:val="center"/>
          </w:tcPr>
          <w:p w14:paraId="1BF31374" w14:textId="77777777" w:rsidR="005C4B02" w:rsidRDefault="00000000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66" w:type="dxa"/>
            <w:vAlign w:val="center"/>
          </w:tcPr>
          <w:p w14:paraId="573E18DD" w14:textId="77777777" w:rsidR="005C4B02" w:rsidRDefault="00000000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044CBA52" w14:textId="77777777" w:rsidR="005C4B02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0E947BB6" w14:textId="77777777" w:rsidR="005C4B02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715AB720" w14:textId="77777777" w:rsidR="005C4B02" w:rsidRDefault="00000000">
            <w:pPr>
              <w:jc w:val="center"/>
            </w:pPr>
            <w:r>
              <w:t>0.52</w:t>
            </w:r>
          </w:p>
        </w:tc>
      </w:tr>
      <w:tr w:rsidR="005C4B02" w14:paraId="148E5EDA" w14:textId="77777777">
        <w:tc>
          <w:tcPr>
            <w:tcW w:w="1866" w:type="dxa"/>
            <w:shd w:val="clear" w:color="auto" w:fill="E6E6E6"/>
            <w:vAlign w:val="center"/>
          </w:tcPr>
          <w:p w14:paraId="173F6302" w14:textId="77777777" w:rsidR="005C4B02" w:rsidRDefault="00000000">
            <w:pPr>
              <w:jc w:val="center"/>
            </w:pPr>
            <w:r>
              <w:t>12</w:t>
            </w:r>
          </w:p>
        </w:tc>
        <w:tc>
          <w:tcPr>
            <w:tcW w:w="1866" w:type="dxa"/>
            <w:vAlign w:val="center"/>
          </w:tcPr>
          <w:p w14:paraId="75C60DE7" w14:textId="77777777" w:rsidR="005C4B02" w:rsidRDefault="00000000">
            <w:pPr>
              <w:jc w:val="center"/>
            </w:pPr>
            <w:r>
              <w:t>1.18</w:t>
            </w:r>
          </w:p>
        </w:tc>
        <w:tc>
          <w:tcPr>
            <w:tcW w:w="1866" w:type="dxa"/>
            <w:vAlign w:val="center"/>
          </w:tcPr>
          <w:p w14:paraId="4A105060" w14:textId="77777777" w:rsidR="005C4B02" w:rsidRDefault="00000000">
            <w:pPr>
              <w:jc w:val="center"/>
            </w:pPr>
            <w:r>
              <w:t>0.59</w:t>
            </w:r>
          </w:p>
        </w:tc>
        <w:tc>
          <w:tcPr>
            <w:tcW w:w="1866" w:type="dxa"/>
            <w:vAlign w:val="center"/>
          </w:tcPr>
          <w:p w14:paraId="6EE85DA5" w14:textId="77777777" w:rsidR="005C4B02" w:rsidRDefault="00000000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635D7CEC" w14:textId="77777777" w:rsidR="005C4B02" w:rsidRDefault="00000000">
            <w:pPr>
              <w:jc w:val="center"/>
            </w:pPr>
            <w:r>
              <w:t>0.47</w:t>
            </w:r>
          </w:p>
        </w:tc>
      </w:tr>
      <w:tr w:rsidR="005C4B02" w14:paraId="057F49D4" w14:textId="77777777">
        <w:tc>
          <w:tcPr>
            <w:tcW w:w="1866" w:type="dxa"/>
            <w:shd w:val="clear" w:color="auto" w:fill="E6E6E6"/>
            <w:vAlign w:val="center"/>
          </w:tcPr>
          <w:p w14:paraId="34D98100" w14:textId="77777777" w:rsidR="005C4B02" w:rsidRDefault="00000000">
            <w:pPr>
              <w:jc w:val="center"/>
            </w:pPr>
            <w:r>
              <w:t>13</w:t>
            </w:r>
          </w:p>
        </w:tc>
        <w:tc>
          <w:tcPr>
            <w:tcW w:w="1866" w:type="dxa"/>
            <w:vAlign w:val="center"/>
          </w:tcPr>
          <w:p w14:paraId="1736B27F" w14:textId="77777777" w:rsidR="005C4B02" w:rsidRDefault="00000000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286A6F48" w14:textId="77777777" w:rsidR="005C4B02" w:rsidRDefault="00000000"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 w14:paraId="163BD907" w14:textId="77777777" w:rsidR="005C4B02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11019A0B" w14:textId="77777777" w:rsidR="005C4B02" w:rsidRDefault="00000000">
            <w:pPr>
              <w:jc w:val="center"/>
            </w:pPr>
            <w:r>
              <w:t>0.42</w:t>
            </w:r>
          </w:p>
        </w:tc>
      </w:tr>
      <w:tr w:rsidR="005C4B02" w14:paraId="33FA439C" w14:textId="77777777">
        <w:tc>
          <w:tcPr>
            <w:tcW w:w="1866" w:type="dxa"/>
            <w:shd w:val="clear" w:color="auto" w:fill="E6E6E6"/>
            <w:vAlign w:val="center"/>
          </w:tcPr>
          <w:p w14:paraId="7F3FF578" w14:textId="77777777" w:rsidR="005C4B02" w:rsidRDefault="00000000"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 w14:paraId="53B90A48" w14:textId="77777777" w:rsidR="005C4B02" w:rsidRDefault="00000000"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 w14:paraId="7CCC5893" w14:textId="77777777" w:rsidR="005C4B02" w:rsidRDefault="00000000">
            <w:pPr>
              <w:jc w:val="center"/>
            </w:pPr>
            <w:r>
              <w:t>0.40</w:t>
            </w:r>
          </w:p>
        </w:tc>
        <w:tc>
          <w:tcPr>
            <w:tcW w:w="1866" w:type="dxa"/>
            <w:vAlign w:val="center"/>
          </w:tcPr>
          <w:p w14:paraId="466EF93C" w14:textId="77777777" w:rsidR="005C4B02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2A5C5A20" w14:textId="77777777" w:rsidR="005C4B02" w:rsidRDefault="00000000">
            <w:pPr>
              <w:jc w:val="center"/>
            </w:pPr>
            <w:r>
              <w:t>0.32</w:t>
            </w:r>
          </w:p>
        </w:tc>
      </w:tr>
      <w:tr w:rsidR="005C4B02" w14:paraId="02AE59F1" w14:textId="77777777">
        <w:tc>
          <w:tcPr>
            <w:tcW w:w="1866" w:type="dxa"/>
            <w:shd w:val="clear" w:color="auto" w:fill="E6E6E6"/>
            <w:vAlign w:val="center"/>
          </w:tcPr>
          <w:p w14:paraId="2300842D" w14:textId="77777777" w:rsidR="005C4B02" w:rsidRDefault="00000000"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 w14:paraId="65DB7748" w14:textId="77777777" w:rsidR="005C4B02" w:rsidRDefault="00000000">
            <w:pPr>
              <w:jc w:val="center"/>
            </w:pPr>
            <w:r>
              <w:t>0.93</w:t>
            </w:r>
          </w:p>
        </w:tc>
        <w:tc>
          <w:tcPr>
            <w:tcW w:w="1866" w:type="dxa"/>
            <w:vAlign w:val="center"/>
          </w:tcPr>
          <w:p w14:paraId="2F7BE331" w14:textId="77777777" w:rsidR="005C4B02" w:rsidRDefault="00000000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3EC7A711" w14:textId="77777777" w:rsidR="005C4B02" w:rsidRDefault="00000000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14:paraId="0C610FF8" w14:textId="77777777" w:rsidR="005C4B02" w:rsidRDefault="00000000">
            <w:pPr>
              <w:jc w:val="center"/>
            </w:pPr>
            <w:r>
              <w:t>0.28</w:t>
            </w:r>
          </w:p>
        </w:tc>
      </w:tr>
      <w:tr w:rsidR="005C4B02" w14:paraId="43652206" w14:textId="77777777">
        <w:tc>
          <w:tcPr>
            <w:tcW w:w="1866" w:type="dxa"/>
            <w:shd w:val="clear" w:color="auto" w:fill="E6E6E6"/>
            <w:vAlign w:val="center"/>
          </w:tcPr>
          <w:p w14:paraId="75BD128B" w14:textId="77777777" w:rsidR="005C4B02" w:rsidRDefault="00000000"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 w14:paraId="717D4DD7" w14:textId="77777777" w:rsidR="005C4B02" w:rsidRDefault="00000000"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 w14:paraId="6F201EDF" w14:textId="77777777" w:rsidR="005C4B02" w:rsidRDefault="00000000">
            <w:pPr>
              <w:jc w:val="center"/>
            </w:pPr>
            <w:r>
              <w:t>0.25</w:t>
            </w:r>
          </w:p>
        </w:tc>
        <w:tc>
          <w:tcPr>
            <w:tcW w:w="1866" w:type="dxa"/>
            <w:vAlign w:val="center"/>
          </w:tcPr>
          <w:p w14:paraId="3E4D5543" w14:textId="77777777" w:rsidR="005C4B02" w:rsidRDefault="00000000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37CCB5BF" w14:textId="77777777" w:rsidR="005C4B02" w:rsidRDefault="00000000">
            <w:pPr>
              <w:jc w:val="center"/>
            </w:pPr>
            <w:r>
              <w:t>0.20</w:t>
            </w:r>
          </w:p>
        </w:tc>
      </w:tr>
      <w:tr w:rsidR="005C4B02" w14:paraId="1B3ECFEA" w14:textId="77777777">
        <w:tc>
          <w:tcPr>
            <w:tcW w:w="1866" w:type="dxa"/>
            <w:shd w:val="clear" w:color="auto" w:fill="E6E6E6"/>
            <w:vAlign w:val="center"/>
          </w:tcPr>
          <w:p w14:paraId="19D71E84" w14:textId="77777777" w:rsidR="005C4B02" w:rsidRDefault="00000000"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 w14:paraId="6CBA7BBA" w14:textId="77777777" w:rsidR="005C4B02" w:rsidRDefault="00000000"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 w14:paraId="49297D3D" w14:textId="77777777" w:rsidR="005C4B02" w:rsidRDefault="00000000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57B671F0" w14:textId="77777777" w:rsidR="005C4B02" w:rsidRDefault="00000000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0D3DE9CB" w14:textId="77777777" w:rsidR="005C4B02" w:rsidRDefault="00000000">
            <w:pPr>
              <w:jc w:val="center"/>
            </w:pPr>
            <w:r>
              <w:t>0.17</w:t>
            </w:r>
          </w:p>
        </w:tc>
      </w:tr>
      <w:tr w:rsidR="005C4B02" w14:paraId="32A499E9" w14:textId="77777777">
        <w:tc>
          <w:tcPr>
            <w:tcW w:w="1866" w:type="dxa"/>
            <w:shd w:val="clear" w:color="auto" w:fill="E6E6E6"/>
            <w:vAlign w:val="center"/>
          </w:tcPr>
          <w:p w14:paraId="53BAFC34" w14:textId="77777777" w:rsidR="005C4B02" w:rsidRDefault="00000000"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 w14:paraId="476A3992" w14:textId="77777777" w:rsidR="005C4B02" w:rsidRDefault="00000000">
            <w:pPr>
              <w:jc w:val="center"/>
            </w:pPr>
            <w:r>
              <w:t>0.51</w:t>
            </w:r>
          </w:p>
        </w:tc>
        <w:tc>
          <w:tcPr>
            <w:tcW w:w="1866" w:type="dxa"/>
            <w:vAlign w:val="center"/>
          </w:tcPr>
          <w:p w14:paraId="512F7858" w14:textId="77777777" w:rsidR="005C4B02" w:rsidRDefault="00000000">
            <w:pPr>
              <w:jc w:val="center"/>
            </w:pPr>
            <w:r>
              <w:t>0.17</w:t>
            </w:r>
          </w:p>
        </w:tc>
        <w:tc>
          <w:tcPr>
            <w:tcW w:w="1866" w:type="dxa"/>
            <w:vAlign w:val="center"/>
          </w:tcPr>
          <w:p w14:paraId="2528ADCC" w14:textId="77777777" w:rsidR="005C4B02" w:rsidRDefault="00000000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14:paraId="24A03F2E" w14:textId="77777777" w:rsidR="005C4B02" w:rsidRDefault="00000000">
            <w:pPr>
              <w:jc w:val="center"/>
            </w:pPr>
            <w:r>
              <w:t>0.14</w:t>
            </w:r>
          </w:p>
        </w:tc>
      </w:tr>
      <w:tr w:rsidR="005C4B02" w14:paraId="12B8895B" w14:textId="77777777">
        <w:tc>
          <w:tcPr>
            <w:tcW w:w="1866" w:type="dxa"/>
            <w:shd w:val="clear" w:color="auto" w:fill="E6E6E6"/>
            <w:vAlign w:val="center"/>
          </w:tcPr>
          <w:p w14:paraId="6FB13D15" w14:textId="77777777" w:rsidR="005C4B02" w:rsidRDefault="00000000"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 w14:paraId="7D814CBB" w14:textId="77777777" w:rsidR="005C4B02" w:rsidRDefault="00000000"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 w14:paraId="646996BF" w14:textId="77777777" w:rsidR="005C4B02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41C8FE1F" w14:textId="77777777" w:rsidR="005C4B02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56C9B1D8" w14:textId="77777777" w:rsidR="005C4B02" w:rsidRDefault="00000000">
            <w:pPr>
              <w:jc w:val="center"/>
            </w:pPr>
            <w:r>
              <w:t>0.11</w:t>
            </w:r>
          </w:p>
        </w:tc>
      </w:tr>
      <w:tr w:rsidR="005C4B02" w14:paraId="1893C54E" w14:textId="77777777">
        <w:tc>
          <w:tcPr>
            <w:tcW w:w="1866" w:type="dxa"/>
            <w:shd w:val="clear" w:color="auto" w:fill="E6E6E6"/>
            <w:vAlign w:val="center"/>
          </w:tcPr>
          <w:p w14:paraId="4C7A3263" w14:textId="77777777" w:rsidR="005C4B02" w:rsidRDefault="00000000"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 w14:paraId="06EBE100" w14:textId="77777777" w:rsidR="005C4B02" w:rsidRDefault="00000000"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 w14:paraId="22237918" w14:textId="77777777" w:rsidR="005C4B02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45E95B1F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24598017" w14:textId="77777777" w:rsidR="005C4B02" w:rsidRDefault="00000000">
            <w:pPr>
              <w:jc w:val="center"/>
            </w:pPr>
            <w:r>
              <w:t>0.09</w:t>
            </w:r>
          </w:p>
        </w:tc>
      </w:tr>
      <w:tr w:rsidR="005C4B02" w14:paraId="4C424503" w14:textId="77777777">
        <w:tc>
          <w:tcPr>
            <w:tcW w:w="1866" w:type="dxa"/>
            <w:shd w:val="clear" w:color="auto" w:fill="E6E6E6"/>
            <w:vAlign w:val="center"/>
          </w:tcPr>
          <w:p w14:paraId="7804F7BB" w14:textId="77777777" w:rsidR="005C4B02" w:rsidRDefault="00000000"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 w14:paraId="71A0BC30" w14:textId="77777777" w:rsidR="005C4B02" w:rsidRDefault="00000000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14:paraId="3E6075FF" w14:textId="77777777" w:rsidR="005C4B02" w:rsidRDefault="00000000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159B9B85" w14:textId="77777777" w:rsidR="005C4B02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0DA9F5AA" w14:textId="77777777" w:rsidR="005C4B02" w:rsidRDefault="00000000">
            <w:pPr>
              <w:jc w:val="center"/>
            </w:pPr>
            <w:r>
              <w:t>0.09</w:t>
            </w:r>
          </w:p>
        </w:tc>
      </w:tr>
      <w:tr w:rsidR="005C4B02" w14:paraId="61AA7B0F" w14:textId="77777777">
        <w:tc>
          <w:tcPr>
            <w:tcW w:w="1866" w:type="dxa"/>
            <w:shd w:val="clear" w:color="auto" w:fill="E6E6E6"/>
            <w:vAlign w:val="center"/>
          </w:tcPr>
          <w:p w14:paraId="255E5E28" w14:textId="77777777" w:rsidR="005C4B02" w:rsidRDefault="00000000"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 w14:paraId="304EE4BF" w14:textId="77777777" w:rsidR="005C4B02" w:rsidRDefault="00000000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5DAA4069" w14:textId="77777777" w:rsidR="005C4B02" w:rsidRDefault="00000000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6775F1DB" w14:textId="77777777" w:rsidR="005C4B02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32CC461C" w14:textId="77777777" w:rsidR="005C4B02" w:rsidRDefault="00000000">
            <w:pPr>
              <w:jc w:val="center"/>
            </w:pPr>
            <w:r>
              <w:t>0.06</w:t>
            </w:r>
          </w:p>
        </w:tc>
      </w:tr>
      <w:tr w:rsidR="005C4B02" w14:paraId="17D9B87C" w14:textId="77777777">
        <w:tc>
          <w:tcPr>
            <w:tcW w:w="1866" w:type="dxa"/>
            <w:shd w:val="clear" w:color="auto" w:fill="E6E6E6"/>
            <w:vAlign w:val="center"/>
          </w:tcPr>
          <w:p w14:paraId="643FD4F3" w14:textId="77777777" w:rsidR="005C4B02" w:rsidRDefault="00000000"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 w14:paraId="7FD95AB2" w14:textId="77777777" w:rsidR="005C4B02" w:rsidRDefault="00000000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14:paraId="5079587F" w14:textId="77777777" w:rsidR="005C4B02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5A44E776" w14:textId="77777777" w:rsidR="005C4B02" w:rsidRDefault="00000000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20708637" w14:textId="77777777" w:rsidR="005C4B02" w:rsidRDefault="00000000">
            <w:pPr>
              <w:jc w:val="center"/>
            </w:pPr>
            <w:r>
              <w:t>0.08</w:t>
            </w:r>
          </w:p>
        </w:tc>
      </w:tr>
      <w:tr w:rsidR="005C4B02" w14:paraId="7A7E5E42" w14:textId="77777777">
        <w:tc>
          <w:tcPr>
            <w:tcW w:w="1866" w:type="dxa"/>
            <w:shd w:val="clear" w:color="auto" w:fill="E6E6E6"/>
            <w:vAlign w:val="center"/>
          </w:tcPr>
          <w:p w14:paraId="168731FC" w14:textId="77777777" w:rsidR="005C4B02" w:rsidRDefault="00000000">
            <w:pPr>
              <w:jc w:val="center"/>
            </w:pPr>
            <w:r>
              <w:t>日累计</w:t>
            </w:r>
            <w:r>
              <w:t>(kg/(</w:t>
            </w:r>
            <w:r>
              <w:t>㎡</w:t>
            </w:r>
            <w:r>
              <w:t>.d))</w:t>
            </w:r>
          </w:p>
        </w:tc>
        <w:tc>
          <w:tcPr>
            <w:tcW w:w="1866" w:type="dxa"/>
            <w:vAlign w:val="center"/>
          </w:tcPr>
          <w:p w14:paraId="5B954838" w14:textId="77777777" w:rsidR="005C4B02" w:rsidRDefault="00000000">
            <w:pPr>
              <w:jc w:val="center"/>
            </w:pPr>
            <w:r>
              <w:t>12.50</w:t>
            </w:r>
          </w:p>
        </w:tc>
        <w:tc>
          <w:tcPr>
            <w:tcW w:w="1866" w:type="dxa"/>
            <w:vAlign w:val="center"/>
          </w:tcPr>
          <w:p w14:paraId="0900649D" w14:textId="77777777" w:rsidR="005C4B02" w:rsidRDefault="00000000">
            <w:pPr>
              <w:jc w:val="center"/>
            </w:pPr>
            <w:r>
              <w:t>7.70</w:t>
            </w:r>
          </w:p>
        </w:tc>
        <w:tc>
          <w:tcPr>
            <w:tcW w:w="1866" w:type="dxa"/>
            <w:vAlign w:val="center"/>
          </w:tcPr>
          <w:p w14:paraId="6F208D76" w14:textId="77777777" w:rsidR="005C4B02" w:rsidRDefault="00000000">
            <w:pPr>
              <w:jc w:val="center"/>
            </w:pPr>
            <w:r>
              <w:t>1.70</w:t>
            </w:r>
          </w:p>
        </w:tc>
        <w:tc>
          <w:tcPr>
            <w:tcW w:w="1866" w:type="dxa"/>
            <w:vAlign w:val="center"/>
          </w:tcPr>
          <w:p w14:paraId="4EDFCB12" w14:textId="77777777" w:rsidR="005C4B02" w:rsidRDefault="00000000">
            <w:pPr>
              <w:jc w:val="center"/>
            </w:pPr>
            <w:r>
              <w:t>6.16</w:t>
            </w:r>
          </w:p>
        </w:tc>
      </w:tr>
    </w:tbl>
    <w:p w14:paraId="5CF2F952" w14:textId="77777777"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2" w:name="蒸发量参数"/>
      <w:bookmarkEnd w:id="32"/>
    </w:p>
    <w:p w14:paraId="705395A1" w14:textId="77777777" w:rsidR="000B2FE8" w:rsidRDefault="00AA7C65" w:rsidP="000B2FE8">
      <w:pPr>
        <w:pStyle w:val="1"/>
      </w:pPr>
      <w:bookmarkStart w:id="33" w:name="_Toc155545801"/>
      <w:r>
        <w:rPr>
          <w:rFonts w:hint="eastAsia"/>
        </w:rPr>
        <w:t>住区指标概览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7"/>
      </w:tblGrid>
      <w:tr w:rsidR="005C4B02" w14:paraId="2BD93660" w14:textId="77777777">
        <w:tc>
          <w:tcPr>
            <w:tcW w:w="4666" w:type="dxa"/>
            <w:shd w:val="clear" w:color="auto" w:fill="E6E6E6"/>
            <w:vAlign w:val="center"/>
          </w:tcPr>
          <w:p w14:paraId="51A02F55" w14:textId="77777777" w:rsidR="005C4B02" w:rsidRDefault="00000000"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 w14:paraId="0944B4D0" w14:textId="77777777" w:rsidR="005C4B02" w:rsidRDefault="00000000">
            <w:pPr>
              <w:jc w:val="center"/>
            </w:pPr>
            <w:r>
              <w:t>值</w:t>
            </w:r>
          </w:p>
        </w:tc>
      </w:tr>
      <w:tr w:rsidR="005C4B02" w14:paraId="79A86886" w14:textId="77777777">
        <w:tc>
          <w:tcPr>
            <w:tcW w:w="4666" w:type="dxa"/>
            <w:shd w:val="clear" w:color="auto" w:fill="E6E6E6"/>
            <w:vAlign w:val="center"/>
          </w:tcPr>
          <w:p w14:paraId="4707DE29" w14:textId="77777777" w:rsidR="005C4B02" w:rsidRDefault="00000000">
            <w:r>
              <w:t>地块面积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13E2AA35" w14:textId="77777777" w:rsidR="005C4B02" w:rsidRDefault="00000000">
            <w:r>
              <w:t>139.95</w:t>
            </w:r>
          </w:p>
        </w:tc>
      </w:tr>
      <w:tr w:rsidR="005C4B02" w14:paraId="060799DD" w14:textId="77777777">
        <w:tc>
          <w:tcPr>
            <w:tcW w:w="4666" w:type="dxa"/>
            <w:shd w:val="clear" w:color="auto" w:fill="E6E6E6"/>
            <w:vAlign w:val="center"/>
          </w:tcPr>
          <w:p w14:paraId="4CBEE280" w14:textId="77777777" w:rsidR="005C4B02" w:rsidRDefault="00000000">
            <w:r>
              <w:t>建筑密度</w:t>
            </w:r>
          </w:p>
        </w:tc>
        <w:tc>
          <w:tcPr>
            <w:tcW w:w="4666" w:type="dxa"/>
            <w:vAlign w:val="center"/>
          </w:tcPr>
          <w:p w14:paraId="52043239" w14:textId="77777777" w:rsidR="005C4B02" w:rsidRDefault="00000000">
            <w:r>
              <w:t>1.00</w:t>
            </w:r>
          </w:p>
        </w:tc>
      </w:tr>
      <w:tr w:rsidR="005C4B02" w14:paraId="5B17B2F3" w14:textId="77777777">
        <w:tc>
          <w:tcPr>
            <w:tcW w:w="4666" w:type="dxa"/>
            <w:shd w:val="clear" w:color="auto" w:fill="E6E6E6"/>
            <w:vAlign w:val="center"/>
          </w:tcPr>
          <w:p w14:paraId="6CA66F00" w14:textId="77777777" w:rsidR="005C4B02" w:rsidRDefault="00000000">
            <w:r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7FD4A49" w14:textId="77777777" w:rsidR="005C4B02" w:rsidRDefault="00000000">
            <w:r>
              <w:t>0.00</w:t>
            </w:r>
          </w:p>
        </w:tc>
      </w:tr>
      <w:tr w:rsidR="005C4B02" w14:paraId="1E5B0B3E" w14:textId="77777777">
        <w:tc>
          <w:tcPr>
            <w:tcW w:w="4666" w:type="dxa"/>
            <w:shd w:val="clear" w:color="auto" w:fill="E6E6E6"/>
            <w:vAlign w:val="center"/>
          </w:tcPr>
          <w:p w14:paraId="37390BB7" w14:textId="77777777" w:rsidR="005C4B02" w:rsidRDefault="00000000">
            <w:r>
              <w:t>广场面积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2283337D" w14:textId="77777777" w:rsidR="005C4B02" w:rsidRDefault="00000000">
            <w:r>
              <w:t>0.00</w:t>
            </w:r>
          </w:p>
        </w:tc>
      </w:tr>
      <w:tr w:rsidR="005C4B02" w14:paraId="781BAAD2" w14:textId="77777777">
        <w:tc>
          <w:tcPr>
            <w:tcW w:w="4666" w:type="dxa"/>
            <w:shd w:val="clear" w:color="auto" w:fill="E6E6E6"/>
            <w:vAlign w:val="center"/>
          </w:tcPr>
          <w:p w14:paraId="25CB1248" w14:textId="77777777" w:rsidR="005C4B02" w:rsidRDefault="00000000">
            <w:r>
              <w:t>道路面积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7A8915F1" w14:textId="77777777" w:rsidR="005C4B02" w:rsidRDefault="00000000">
            <w:r>
              <w:t>0.00</w:t>
            </w:r>
          </w:p>
        </w:tc>
      </w:tr>
      <w:tr w:rsidR="005C4B02" w14:paraId="21CFB133" w14:textId="77777777">
        <w:tc>
          <w:tcPr>
            <w:tcW w:w="4666" w:type="dxa"/>
            <w:shd w:val="clear" w:color="auto" w:fill="E6E6E6"/>
            <w:vAlign w:val="center"/>
          </w:tcPr>
          <w:p w14:paraId="58752642" w14:textId="77777777" w:rsidR="005C4B02" w:rsidRDefault="00000000">
            <w:r>
              <w:t>绿地面积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2149A871" w14:textId="77777777" w:rsidR="005C4B02" w:rsidRDefault="00000000">
            <w:r>
              <w:t>0.00</w:t>
            </w:r>
          </w:p>
        </w:tc>
      </w:tr>
      <w:tr w:rsidR="005C4B02" w14:paraId="4341EA48" w14:textId="77777777">
        <w:tc>
          <w:tcPr>
            <w:tcW w:w="4666" w:type="dxa"/>
            <w:shd w:val="clear" w:color="auto" w:fill="E6E6E6"/>
            <w:vAlign w:val="center"/>
          </w:tcPr>
          <w:p w14:paraId="37CDA335" w14:textId="77777777" w:rsidR="005C4B02" w:rsidRDefault="00000000">
            <w:r>
              <w:t>水面面积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66FAEC23" w14:textId="77777777" w:rsidR="005C4B02" w:rsidRDefault="00000000">
            <w:r>
              <w:t>0.00</w:t>
            </w:r>
          </w:p>
        </w:tc>
      </w:tr>
      <w:tr w:rsidR="005C4B02" w14:paraId="2A022D2D" w14:textId="77777777">
        <w:tc>
          <w:tcPr>
            <w:tcW w:w="4666" w:type="dxa"/>
            <w:shd w:val="clear" w:color="auto" w:fill="E6E6E6"/>
            <w:vAlign w:val="center"/>
          </w:tcPr>
          <w:p w14:paraId="52C5B7C1" w14:textId="77777777" w:rsidR="005C4B02" w:rsidRDefault="00000000">
            <w:r>
              <w:t>绿化屋面面积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6273AAA" w14:textId="77777777" w:rsidR="005C4B02" w:rsidRDefault="00000000">
            <w:r>
              <w:t>101.53</w:t>
            </w:r>
          </w:p>
        </w:tc>
      </w:tr>
      <w:tr w:rsidR="005C4B02" w14:paraId="3D3BD6E8" w14:textId="77777777">
        <w:tc>
          <w:tcPr>
            <w:tcW w:w="4666" w:type="dxa"/>
            <w:shd w:val="clear" w:color="auto" w:fill="E6E6E6"/>
            <w:vAlign w:val="center"/>
          </w:tcPr>
          <w:p w14:paraId="308BF1A3" w14:textId="77777777" w:rsidR="005C4B02" w:rsidRDefault="00000000">
            <w:r>
              <w:t>乔木爬藤面积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3C1CF56" w14:textId="77777777" w:rsidR="005C4B02" w:rsidRDefault="00000000">
            <w:r>
              <w:t>0.00</w:t>
            </w:r>
          </w:p>
        </w:tc>
      </w:tr>
      <w:tr w:rsidR="005C4B02" w14:paraId="650F0FE1" w14:textId="77777777">
        <w:tc>
          <w:tcPr>
            <w:tcW w:w="4666" w:type="dxa"/>
            <w:shd w:val="clear" w:color="auto" w:fill="E6E6E6"/>
            <w:vAlign w:val="center"/>
          </w:tcPr>
          <w:p w14:paraId="3BB052C1" w14:textId="77777777" w:rsidR="005C4B02" w:rsidRDefault="00000000">
            <w:r>
              <w:t>亭廊面积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76639319" w14:textId="77777777" w:rsidR="005C4B02" w:rsidRDefault="00000000">
            <w:r>
              <w:t>0.00</w:t>
            </w:r>
          </w:p>
        </w:tc>
      </w:tr>
      <w:tr w:rsidR="005C4B02" w14:paraId="456B5666" w14:textId="77777777">
        <w:tc>
          <w:tcPr>
            <w:tcW w:w="4666" w:type="dxa"/>
            <w:shd w:val="clear" w:color="auto" w:fill="E6E6E6"/>
            <w:vAlign w:val="center"/>
          </w:tcPr>
          <w:p w14:paraId="0DE116DD" w14:textId="77777777" w:rsidR="005C4B02" w:rsidRDefault="00000000">
            <w:r>
              <w:t>渗透型硬地面积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F36D3E3" w14:textId="77777777" w:rsidR="005C4B02" w:rsidRDefault="00000000">
            <w:r>
              <w:t>0.00</w:t>
            </w:r>
          </w:p>
        </w:tc>
      </w:tr>
      <w:tr w:rsidR="005C4B02" w14:paraId="2819A732" w14:textId="77777777">
        <w:tc>
          <w:tcPr>
            <w:tcW w:w="4666" w:type="dxa"/>
            <w:shd w:val="clear" w:color="auto" w:fill="E6E6E6"/>
            <w:vAlign w:val="center"/>
          </w:tcPr>
          <w:p w14:paraId="41DE63F7" w14:textId="77777777" w:rsidR="005C4B02" w:rsidRDefault="00000000">
            <w:r>
              <w:t>地表平均太阳辐射吸收系数</w:t>
            </w:r>
          </w:p>
        </w:tc>
        <w:tc>
          <w:tcPr>
            <w:tcW w:w="4666" w:type="dxa"/>
            <w:vAlign w:val="center"/>
          </w:tcPr>
          <w:p w14:paraId="0BADDD90" w14:textId="77777777" w:rsidR="005C4B02" w:rsidRDefault="00000000">
            <w:r>
              <w:t>0.00</w:t>
            </w:r>
          </w:p>
        </w:tc>
      </w:tr>
      <w:tr w:rsidR="005C4B02" w14:paraId="406A8C2C" w14:textId="77777777">
        <w:tc>
          <w:tcPr>
            <w:tcW w:w="4666" w:type="dxa"/>
            <w:shd w:val="clear" w:color="auto" w:fill="E6E6E6"/>
            <w:vAlign w:val="center"/>
          </w:tcPr>
          <w:p w14:paraId="7B2FE062" w14:textId="77777777" w:rsidR="005C4B02" w:rsidRDefault="00000000">
            <w:r>
              <w:t>地面粗糙系数</w:t>
            </w:r>
          </w:p>
        </w:tc>
        <w:tc>
          <w:tcPr>
            <w:tcW w:w="4666" w:type="dxa"/>
            <w:vAlign w:val="center"/>
          </w:tcPr>
          <w:p w14:paraId="76C00AC8" w14:textId="77777777" w:rsidR="005C4B02" w:rsidRDefault="00000000">
            <w:r>
              <w:t>0.16</w:t>
            </w:r>
          </w:p>
        </w:tc>
      </w:tr>
      <w:tr w:rsidR="005C4B02" w14:paraId="3C6B240C" w14:textId="77777777">
        <w:tc>
          <w:tcPr>
            <w:tcW w:w="4666" w:type="dxa"/>
            <w:shd w:val="clear" w:color="auto" w:fill="E6E6E6"/>
            <w:vAlign w:val="center"/>
          </w:tcPr>
          <w:p w14:paraId="52905504" w14:textId="77777777" w:rsidR="005C4B02" w:rsidRDefault="00000000">
            <w:r>
              <w:t>平均迎风面积比</w:t>
            </w:r>
          </w:p>
        </w:tc>
        <w:tc>
          <w:tcPr>
            <w:tcW w:w="4666" w:type="dxa"/>
            <w:vAlign w:val="center"/>
          </w:tcPr>
          <w:p w14:paraId="061A5CEA" w14:textId="77777777" w:rsidR="005C4B02" w:rsidRDefault="00000000">
            <w:r>
              <w:t>0.89</w:t>
            </w:r>
          </w:p>
        </w:tc>
      </w:tr>
      <w:tr w:rsidR="005C4B02" w14:paraId="64DE0C70" w14:textId="77777777">
        <w:tc>
          <w:tcPr>
            <w:tcW w:w="4666" w:type="dxa"/>
            <w:shd w:val="clear" w:color="auto" w:fill="E6E6E6"/>
            <w:vAlign w:val="center"/>
          </w:tcPr>
          <w:p w14:paraId="7552AC2F" w14:textId="77777777" w:rsidR="005C4B02" w:rsidRDefault="00000000">
            <w:r>
              <w:t>CTTC</w:t>
            </w:r>
            <w:r>
              <w:t>居住区热时间常数</w:t>
            </w:r>
            <w:r>
              <w:t>(h)</w:t>
            </w:r>
          </w:p>
        </w:tc>
        <w:tc>
          <w:tcPr>
            <w:tcW w:w="4666" w:type="dxa"/>
            <w:vAlign w:val="center"/>
          </w:tcPr>
          <w:p w14:paraId="7FA48061" w14:textId="77777777" w:rsidR="005C4B02" w:rsidRDefault="00000000">
            <w:r>
              <w:t>21.80</w:t>
            </w:r>
          </w:p>
        </w:tc>
      </w:tr>
      <w:tr w:rsidR="005C4B02" w14:paraId="4C39A4CF" w14:textId="77777777">
        <w:tc>
          <w:tcPr>
            <w:tcW w:w="4666" w:type="dxa"/>
            <w:shd w:val="clear" w:color="auto" w:fill="E6E6E6"/>
            <w:vAlign w:val="center"/>
          </w:tcPr>
          <w:p w14:paraId="359000A0" w14:textId="77777777" w:rsidR="005C4B02" w:rsidRDefault="00000000">
            <w:r>
              <w:t>绿化遮阳覆盖率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7074CF17" w14:textId="77777777" w:rsidR="005C4B02" w:rsidRDefault="00000000">
            <w:r>
              <w:t>0</w:t>
            </w:r>
          </w:p>
        </w:tc>
      </w:tr>
      <w:tr w:rsidR="005C4B02" w14:paraId="52CD7741" w14:textId="77777777">
        <w:tc>
          <w:tcPr>
            <w:tcW w:w="4666" w:type="dxa"/>
            <w:shd w:val="clear" w:color="auto" w:fill="E6E6E6"/>
            <w:vAlign w:val="center"/>
          </w:tcPr>
          <w:p w14:paraId="5A7471FD" w14:textId="77777777" w:rsidR="005C4B02" w:rsidRDefault="00000000">
            <w:r>
              <w:t>构筑物遮阳覆盖率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4045DA1E" w14:textId="77777777" w:rsidR="005C4B02" w:rsidRDefault="00000000">
            <w:r>
              <w:t>0</w:t>
            </w:r>
          </w:p>
        </w:tc>
      </w:tr>
      <w:tr w:rsidR="005C4B02" w14:paraId="64DA2492" w14:textId="77777777">
        <w:tc>
          <w:tcPr>
            <w:tcW w:w="4666" w:type="dxa"/>
            <w:shd w:val="clear" w:color="auto" w:fill="E6E6E6"/>
            <w:vAlign w:val="center"/>
          </w:tcPr>
          <w:p w14:paraId="2F64E7F5" w14:textId="77777777" w:rsidR="005C4B02" w:rsidRDefault="00000000">
            <w:r>
              <w:t>平均天空角系数</w:t>
            </w:r>
          </w:p>
        </w:tc>
        <w:tc>
          <w:tcPr>
            <w:tcW w:w="4666" w:type="dxa"/>
            <w:vAlign w:val="center"/>
          </w:tcPr>
          <w:p w14:paraId="4D2378B2" w14:textId="77777777" w:rsidR="005C4B02" w:rsidRDefault="00000000">
            <w:r>
              <w:t>1.00</w:t>
            </w:r>
          </w:p>
        </w:tc>
      </w:tr>
      <w:tr w:rsidR="005C4B02" w14:paraId="71BCFC8B" w14:textId="77777777">
        <w:tc>
          <w:tcPr>
            <w:tcW w:w="4666" w:type="dxa"/>
            <w:shd w:val="clear" w:color="auto" w:fill="E6E6E6"/>
            <w:vAlign w:val="center"/>
          </w:tcPr>
          <w:p w14:paraId="1FB9E210" w14:textId="77777777" w:rsidR="005C4B02" w:rsidRDefault="00000000">
            <w:r>
              <w:t>通风架空率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39223E4E" w14:textId="77777777" w:rsidR="005C4B02" w:rsidRDefault="00000000">
            <w:r>
              <w:t>0</w:t>
            </w:r>
          </w:p>
        </w:tc>
      </w:tr>
    </w:tbl>
    <w:p w14:paraId="7A3141E6" w14:textId="77777777" w:rsidR="00C3317F" w:rsidRDefault="00C3317F" w:rsidP="00C3317F">
      <w:pPr>
        <w:pStyle w:val="a0"/>
        <w:ind w:firstLine="420"/>
        <w:rPr>
          <w:lang w:val="en-US"/>
        </w:rPr>
      </w:pPr>
      <w:bookmarkStart w:id="34" w:name="住区指标概览"/>
      <w:bookmarkEnd w:id="34"/>
    </w:p>
    <w:p w14:paraId="4EBA19DA" w14:textId="77777777" w:rsidR="00870C53" w:rsidRDefault="00870C53" w:rsidP="00870C53">
      <w:pPr>
        <w:pStyle w:val="1"/>
      </w:pPr>
      <w:bookmarkStart w:id="35" w:name="_Toc155545802"/>
      <w:r>
        <w:rPr>
          <w:rFonts w:hint="eastAsia"/>
        </w:rPr>
        <w:lastRenderedPageBreak/>
        <w:t>强制性</w:t>
      </w:r>
      <w:r>
        <w:t>设计指标</w:t>
      </w:r>
      <w:bookmarkEnd w:id="35"/>
    </w:p>
    <w:p w14:paraId="547E9F6E" w14:textId="77777777" w:rsidR="000C5EBC" w:rsidRDefault="000C5EBC" w:rsidP="000C5EBC">
      <w:pPr>
        <w:pStyle w:val="2"/>
      </w:pPr>
      <w:bookmarkStart w:id="36" w:name="_Toc155545803"/>
      <w:r>
        <w:rPr>
          <w:rFonts w:hint="eastAsia"/>
        </w:rPr>
        <w:t>平均迎风面积比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19DA6E3F" w14:textId="77777777">
        <w:tc>
          <w:tcPr>
            <w:tcW w:w="1866" w:type="dxa"/>
            <w:shd w:val="clear" w:color="auto" w:fill="E6E6E6"/>
            <w:vAlign w:val="center"/>
          </w:tcPr>
          <w:p w14:paraId="18B713A2" w14:textId="77777777" w:rsidR="005C4B02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278EB11" w14:textId="77777777" w:rsidR="005C4B02" w:rsidRDefault="00000000">
            <w:pPr>
              <w:jc w:val="center"/>
            </w:pP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3DED460" w14:textId="77777777" w:rsidR="005C4B02" w:rsidRDefault="00000000">
            <w:pPr>
              <w:jc w:val="center"/>
            </w:pPr>
            <w:r>
              <w:t>最大可能</w:t>
            </w:r>
            <w:r>
              <w:br/>
            </w: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686419E" w14:textId="77777777" w:rsidR="005C4B02" w:rsidRDefault="00000000">
            <w:pPr>
              <w:jc w:val="center"/>
            </w:pPr>
            <w:r>
              <w:t>最大可能</w:t>
            </w:r>
            <w:r>
              <w:br/>
            </w:r>
            <w:r>
              <w:t>迎风方向</w:t>
            </w:r>
            <w:r>
              <w:t>(°)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78FFC99" w14:textId="77777777" w:rsidR="005C4B02" w:rsidRDefault="00000000">
            <w:pPr>
              <w:jc w:val="center"/>
            </w:pPr>
            <w:r>
              <w:t>迎风面积比</w:t>
            </w:r>
          </w:p>
        </w:tc>
      </w:tr>
      <w:tr w:rsidR="005C4B02" w14:paraId="1F59F54B" w14:textId="77777777">
        <w:tc>
          <w:tcPr>
            <w:tcW w:w="1866" w:type="dxa"/>
            <w:shd w:val="clear" w:color="auto" w:fill="E6E6E6"/>
            <w:vAlign w:val="center"/>
          </w:tcPr>
          <w:p w14:paraId="6BC4399B" w14:textId="77777777" w:rsidR="005C4B02" w:rsidRDefault="00000000">
            <w:r>
              <w:t>单体</w:t>
            </w:r>
          </w:p>
        </w:tc>
        <w:tc>
          <w:tcPr>
            <w:tcW w:w="1866" w:type="dxa"/>
            <w:vAlign w:val="center"/>
          </w:tcPr>
          <w:p w14:paraId="61E2DD87" w14:textId="77777777" w:rsidR="005C4B02" w:rsidRDefault="00000000">
            <w:r>
              <w:t>88.95</w:t>
            </w:r>
          </w:p>
        </w:tc>
        <w:tc>
          <w:tcPr>
            <w:tcW w:w="1866" w:type="dxa"/>
            <w:vAlign w:val="center"/>
          </w:tcPr>
          <w:p w14:paraId="57596560" w14:textId="77777777" w:rsidR="005C4B02" w:rsidRDefault="00000000">
            <w:r>
              <w:t>179.40</w:t>
            </w:r>
          </w:p>
        </w:tc>
        <w:tc>
          <w:tcPr>
            <w:tcW w:w="1866" w:type="dxa"/>
            <w:vAlign w:val="center"/>
          </w:tcPr>
          <w:p w14:paraId="1B92EBD8" w14:textId="77777777" w:rsidR="005C4B02" w:rsidRDefault="00000000">
            <w:r>
              <w:t>70.00</w:t>
            </w:r>
          </w:p>
        </w:tc>
        <w:tc>
          <w:tcPr>
            <w:tcW w:w="1866" w:type="dxa"/>
            <w:vAlign w:val="center"/>
          </w:tcPr>
          <w:p w14:paraId="6E6E7A62" w14:textId="77777777" w:rsidR="005C4B02" w:rsidRDefault="00000000">
            <w:r>
              <w:t>0.4958</w:t>
            </w:r>
          </w:p>
        </w:tc>
      </w:tr>
      <w:tr w:rsidR="005C4B02" w14:paraId="4259E2C3" w14:textId="77777777">
        <w:tc>
          <w:tcPr>
            <w:tcW w:w="1866" w:type="dxa"/>
            <w:shd w:val="clear" w:color="auto" w:fill="E6E6E6"/>
            <w:vAlign w:val="center"/>
          </w:tcPr>
          <w:p w14:paraId="5924031B" w14:textId="77777777" w:rsidR="005C4B02" w:rsidRDefault="00000000">
            <w:r>
              <w:t>平均迎风面积比</w:t>
            </w:r>
          </w:p>
        </w:tc>
        <w:tc>
          <w:tcPr>
            <w:tcW w:w="7464" w:type="dxa"/>
            <w:gridSpan w:val="4"/>
            <w:vAlign w:val="center"/>
          </w:tcPr>
          <w:p w14:paraId="5597F9E0" w14:textId="77777777" w:rsidR="005C4B02" w:rsidRDefault="00000000">
            <w:r>
              <w:rPr>
                <w:b/>
              </w:rPr>
              <w:t>0.496</w:t>
            </w:r>
          </w:p>
        </w:tc>
      </w:tr>
      <w:tr w:rsidR="005C4B02" w14:paraId="2A913B92" w14:textId="77777777">
        <w:tc>
          <w:tcPr>
            <w:tcW w:w="1866" w:type="dxa"/>
            <w:shd w:val="clear" w:color="auto" w:fill="E6E6E6"/>
            <w:vAlign w:val="center"/>
          </w:tcPr>
          <w:p w14:paraId="0D5D2B42" w14:textId="77777777" w:rsidR="005C4B02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4A514357" w14:textId="77777777" w:rsidR="005C4B02" w:rsidRDefault="00000000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4.1.1</w:t>
            </w:r>
            <w:r>
              <w:rPr>
                <w:b/>
              </w:rPr>
              <w:t>条</w:t>
            </w:r>
          </w:p>
        </w:tc>
      </w:tr>
      <w:tr w:rsidR="005C4B02" w14:paraId="561B22DE" w14:textId="77777777">
        <w:tc>
          <w:tcPr>
            <w:tcW w:w="1866" w:type="dxa"/>
            <w:shd w:val="clear" w:color="auto" w:fill="E6E6E6"/>
            <w:vAlign w:val="center"/>
          </w:tcPr>
          <w:p w14:paraId="20A71726" w14:textId="77777777" w:rsidR="005C4B02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452FCEBE" w14:textId="77777777" w:rsidR="005C4B02" w:rsidRDefault="00000000">
            <w:r>
              <w:rPr>
                <w:b/>
              </w:rPr>
              <w:t>平均迎风面积比</w:t>
            </w:r>
            <w:r>
              <w:rPr>
                <w:b/>
              </w:rPr>
              <w:t>≤0.85</w:t>
            </w:r>
          </w:p>
        </w:tc>
      </w:tr>
      <w:tr w:rsidR="005C4B02" w14:paraId="3EEF9FB2" w14:textId="77777777">
        <w:tc>
          <w:tcPr>
            <w:tcW w:w="1866" w:type="dxa"/>
            <w:shd w:val="clear" w:color="auto" w:fill="E6E6E6"/>
            <w:vAlign w:val="center"/>
          </w:tcPr>
          <w:p w14:paraId="6A15824D" w14:textId="77777777" w:rsidR="005C4B02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5634B424" w14:textId="77777777" w:rsidR="005C4B02" w:rsidRDefault="00000000">
            <w:r>
              <w:rPr>
                <w:b/>
              </w:rPr>
              <w:t>满足</w:t>
            </w:r>
          </w:p>
        </w:tc>
      </w:tr>
    </w:tbl>
    <w:p w14:paraId="09CE489C" w14:textId="77777777" w:rsidR="000C5EBC" w:rsidRPr="00B107D2" w:rsidRDefault="000C5EBC" w:rsidP="000C5EBC">
      <w:pPr>
        <w:pStyle w:val="a0"/>
        <w:ind w:firstLine="420"/>
        <w:rPr>
          <w:lang w:val="en-US"/>
        </w:rPr>
      </w:pPr>
      <w:bookmarkStart w:id="37" w:name="平均迎风面积比"/>
      <w:bookmarkEnd w:id="37"/>
    </w:p>
    <w:p w14:paraId="49C42D16" w14:textId="77777777" w:rsidR="000C5EBC" w:rsidRDefault="000C5EBC" w:rsidP="000C5EBC">
      <w:pPr>
        <w:pStyle w:val="2"/>
      </w:pPr>
      <w:bookmarkStart w:id="38" w:name="_Toc155545804"/>
      <w:r>
        <w:rPr>
          <w:rFonts w:hint="eastAsia"/>
        </w:rPr>
        <w:t>活动场地遮阳覆盖率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354EE8E9" w14:textId="77777777">
        <w:tc>
          <w:tcPr>
            <w:tcW w:w="1866" w:type="dxa"/>
            <w:shd w:val="clear" w:color="auto" w:fill="E6E6E6"/>
            <w:vAlign w:val="center"/>
          </w:tcPr>
          <w:p w14:paraId="0602897A" w14:textId="77777777" w:rsidR="005C4B02" w:rsidRDefault="00000000"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A60B0B0" w14:textId="77777777" w:rsidR="005C4B02" w:rsidRDefault="00000000">
            <w:pPr>
              <w:jc w:val="center"/>
            </w:pPr>
            <w:r>
              <w:t>遮阳面积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5A671F96" w14:textId="77777777" w:rsidR="005C4B02" w:rsidRDefault="00000000">
            <w:pPr>
              <w:jc w:val="center"/>
            </w:pPr>
            <w:r>
              <w:t>场地面积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1339A8E" w14:textId="77777777" w:rsidR="005C4B02" w:rsidRDefault="00000000">
            <w:pPr>
              <w:jc w:val="center"/>
            </w:pPr>
            <w:r>
              <w:t>遮阳覆盖率</w:t>
            </w:r>
            <w:r>
              <w:t>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3BD03FD" w14:textId="77777777" w:rsidR="005C4B02" w:rsidRDefault="00000000">
            <w:pPr>
              <w:jc w:val="center"/>
            </w:pPr>
            <w:r>
              <w:t>覆盖率限值</w:t>
            </w:r>
            <w:r>
              <w:t>(%)</w:t>
            </w:r>
          </w:p>
        </w:tc>
      </w:tr>
      <w:tr w:rsidR="005C4B02" w14:paraId="76544243" w14:textId="77777777">
        <w:tc>
          <w:tcPr>
            <w:tcW w:w="1866" w:type="dxa"/>
            <w:shd w:val="clear" w:color="auto" w:fill="E6E6E6"/>
            <w:vAlign w:val="center"/>
          </w:tcPr>
          <w:p w14:paraId="2F4A10FB" w14:textId="77777777" w:rsidR="005C4B02" w:rsidRDefault="00000000">
            <w:r>
              <w:t>广场</w:t>
            </w:r>
          </w:p>
        </w:tc>
        <w:tc>
          <w:tcPr>
            <w:tcW w:w="1866" w:type="dxa"/>
            <w:vAlign w:val="center"/>
          </w:tcPr>
          <w:p w14:paraId="477A3AF6" w14:textId="77777777" w:rsidR="005C4B02" w:rsidRDefault="00000000">
            <w:r>
              <w:t>1475.2</w:t>
            </w:r>
          </w:p>
        </w:tc>
        <w:tc>
          <w:tcPr>
            <w:tcW w:w="1866" w:type="dxa"/>
            <w:vAlign w:val="center"/>
          </w:tcPr>
          <w:p w14:paraId="3734B7AD" w14:textId="77777777" w:rsidR="005C4B02" w:rsidRDefault="00000000">
            <w:r>
              <w:t>3349.6</w:t>
            </w:r>
          </w:p>
        </w:tc>
        <w:tc>
          <w:tcPr>
            <w:tcW w:w="1866" w:type="dxa"/>
            <w:vAlign w:val="center"/>
          </w:tcPr>
          <w:p w14:paraId="7C77262F" w14:textId="77777777" w:rsidR="005C4B02" w:rsidRDefault="00000000">
            <w:r>
              <w:t>44</w:t>
            </w:r>
          </w:p>
        </w:tc>
        <w:tc>
          <w:tcPr>
            <w:tcW w:w="1866" w:type="dxa"/>
            <w:vAlign w:val="center"/>
          </w:tcPr>
          <w:p w14:paraId="0200DE13" w14:textId="77777777" w:rsidR="005C4B02" w:rsidRDefault="00000000">
            <w:r>
              <w:t>10</w:t>
            </w:r>
          </w:p>
        </w:tc>
      </w:tr>
      <w:tr w:rsidR="005C4B02" w14:paraId="0212021E" w14:textId="77777777">
        <w:tc>
          <w:tcPr>
            <w:tcW w:w="1866" w:type="dxa"/>
            <w:shd w:val="clear" w:color="auto" w:fill="E6E6E6"/>
            <w:vAlign w:val="center"/>
          </w:tcPr>
          <w:p w14:paraId="197EE980" w14:textId="77777777" w:rsidR="005C4B02" w:rsidRDefault="00000000">
            <w:r>
              <w:t>停车场</w:t>
            </w:r>
          </w:p>
        </w:tc>
        <w:tc>
          <w:tcPr>
            <w:tcW w:w="1866" w:type="dxa"/>
            <w:vAlign w:val="center"/>
          </w:tcPr>
          <w:p w14:paraId="34D07FEF" w14:textId="77777777" w:rsidR="005C4B02" w:rsidRDefault="00000000">
            <w:r>
              <w:t>2895.0</w:t>
            </w:r>
          </w:p>
        </w:tc>
        <w:tc>
          <w:tcPr>
            <w:tcW w:w="1866" w:type="dxa"/>
            <w:vAlign w:val="center"/>
          </w:tcPr>
          <w:p w14:paraId="3DC8C2A6" w14:textId="77777777" w:rsidR="005C4B02" w:rsidRDefault="00000000">
            <w:r>
              <w:t>6948.0</w:t>
            </w:r>
          </w:p>
        </w:tc>
        <w:tc>
          <w:tcPr>
            <w:tcW w:w="1866" w:type="dxa"/>
            <w:vAlign w:val="center"/>
          </w:tcPr>
          <w:p w14:paraId="59E03770" w14:textId="77777777" w:rsidR="005C4B02" w:rsidRDefault="00000000">
            <w:r>
              <w:t>42</w:t>
            </w:r>
          </w:p>
        </w:tc>
        <w:tc>
          <w:tcPr>
            <w:tcW w:w="1866" w:type="dxa"/>
            <w:vAlign w:val="center"/>
          </w:tcPr>
          <w:p w14:paraId="09BBBB6D" w14:textId="77777777" w:rsidR="005C4B02" w:rsidRDefault="00000000">
            <w:r>
              <w:t>15</w:t>
            </w:r>
          </w:p>
        </w:tc>
      </w:tr>
      <w:tr w:rsidR="005C4B02" w14:paraId="7FF0FE22" w14:textId="77777777">
        <w:tc>
          <w:tcPr>
            <w:tcW w:w="1866" w:type="dxa"/>
            <w:shd w:val="clear" w:color="auto" w:fill="E6E6E6"/>
            <w:vAlign w:val="center"/>
          </w:tcPr>
          <w:p w14:paraId="07E7F140" w14:textId="77777777" w:rsidR="005C4B02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681EC824" w14:textId="77777777" w:rsidR="005C4B02" w:rsidRDefault="00000000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4.2.1</w:t>
            </w:r>
            <w:r>
              <w:rPr>
                <w:b/>
              </w:rPr>
              <w:t>条</w:t>
            </w:r>
          </w:p>
        </w:tc>
      </w:tr>
      <w:tr w:rsidR="005C4B02" w14:paraId="669F8350" w14:textId="77777777">
        <w:tc>
          <w:tcPr>
            <w:tcW w:w="1866" w:type="dxa"/>
            <w:shd w:val="clear" w:color="auto" w:fill="E6E6E6"/>
            <w:vAlign w:val="center"/>
          </w:tcPr>
          <w:p w14:paraId="5B5252F0" w14:textId="77777777" w:rsidR="005C4B02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0044B34F" w14:textId="77777777" w:rsidR="005C4B02" w:rsidRDefault="00000000">
            <w:r>
              <w:rPr>
                <w:b/>
              </w:rPr>
              <w:t>各类活动场地遮阳覆盖率不得低于标准要求限值</w:t>
            </w:r>
          </w:p>
        </w:tc>
      </w:tr>
      <w:tr w:rsidR="005C4B02" w14:paraId="64CF2B23" w14:textId="77777777">
        <w:tc>
          <w:tcPr>
            <w:tcW w:w="1866" w:type="dxa"/>
            <w:shd w:val="clear" w:color="auto" w:fill="E6E6E6"/>
            <w:vAlign w:val="center"/>
          </w:tcPr>
          <w:p w14:paraId="107D74F3" w14:textId="77777777" w:rsidR="005C4B02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37FC4AD2" w14:textId="77777777" w:rsidR="005C4B02" w:rsidRDefault="00000000">
            <w:r>
              <w:rPr>
                <w:b/>
              </w:rPr>
              <w:t>满足</w:t>
            </w:r>
          </w:p>
        </w:tc>
      </w:tr>
    </w:tbl>
    <w:p w14:paraId="7AB6B72D" w14:textId="77777777" w:rsidR="000C5EBC" w:rsidRPr="000C5EBC" w:rsidRDefault="000C5EBC" w:rsidP="000C5EBC">
      <w:pPr>
        <w:pStyle w:val="a0"/>
        <w:ind w:firstLine="420"/>
        <w:rPr>
          <w:lang w:val="en-US"/>
        </w:rPr>
      </w:pPr>
      <w:bookmarkStart w:id="39" w:name="活动场地遮阳覆盖率"/>
      <w:bookmarkEnd w:id="39"/>
    </w:p>
    <w:p w14:paraId="4E9E34E7" w14:textId="77777777" w:rsidR="000B2FE8" w:rsidRDefault="00AA7C65" w:rsidP="009D580B">
      <w:pPr>
        <w:pStyle w:val="1"/>
      </w:pPr>
      <w:bookmarkStart w:id="40" w:name="_Toc155545805"/>
      <w:r>
        <w:rPr>
          <w:rFonts w:hint="eastAsia"/>
        </w:rPr>
        <w:t>规定性设计指标</w:t>
      </w:r>
      <w:bookmarkEnd w:id="40"/>
    </w:p>
    <w:p w14:paraId="26606FFD" w14:textId="77777777" w:rsidR="00EA741A" w:rsidRDefault="00EE005A" w:rsidP="00E72EFD">
      <w:pPr>
        <w:pStyle w:val="2"/>
      </w:pPr>
      <w:bookmarkStart w:id="41" w:name="_Toc155545806"/>
      <w:r>
        <w:rPr>
          <w:rFonts w:hint="eastAsia"/>
        </w:rPr>
        <w:t>底层</w:t>
      </w:r>
      <w:r w:rsidR="00E72EFD">
        <w:rPr>
          <w:rFonts w:hint="eastAsia"/>
        </w:rPr>
        <w:t>通风架空率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497647E5" w14:textId="77777777">
        <w:tc>
          <w:tcPr>
            <w:tcW w:w="1866" w:type="dxa"/>
            <w:shd w:val="clear" w:color="auto" w:fill="E6E6E6"/>
            <w:vAlign w:val="center"/>
          </w:tcPr>
          <w:p w14:paraId="5CB5103B" w14:textId="77777777" w:rsidR="005C4B02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93C80AD" w14:textId="77777777" w:rsidR="005C4B02" w:rsidRDefault="00000000">
            <w:pPr>
              <w:jc w:val="center"/>
            </w:pPr>
            <w:r>
              <w:t>底层架空面积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1212D24" w14:textId="77777777" w:rsidR="005C4B02" w:rsidRDefault="00000000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0CD6BB6" w14:textId="77777777" w:rsidR="005C4B02" w:rsidRDefault="00000000">
            <w:pPr>
              <w:jc w:val="center"/>
            </w:pPr>
            <w:r>
              <w:t>迎风面宽度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3A9F059" w14:textId="77777777" w:rsidR="005C4B02" w:rsidRDefault="00000000">
            <w:pPr>
              <w:jc w:val="center"/>
            </w:pPr>
            <w:r>
              <w:t>底层通风架空率</w:t>
            </w:r>
            <w:r>
              <w:t>(%)</w:t>
            </w:r>
          </w:p>
        </w:tc>
      </w:tr>
      <w:tr w:rsidR="005C4B02" w14:paraId="471EFA80" w14:textId="77777777">
        <w:tc>
          <w:tcPr>
            <w:tcW w:w="1866" w:type="dxa"/>
            <w:shd w:val="clear" w:color="auto" w:fill="E6E6E6"/>
            <w:vAlign w:val="center"/>
          </w:tcPr>
          <w:p w14:paraId="59B0F38E" w14:textId="77777777" w:rsidR="005C4B02" w:rsidRDefault="005C4B02"/>
        </w:tc>
        <w:tc>
          <w:tcPr>
            <w:tcW w:w="1866" w:type="dxa"/>
            <w:vAlign w:val="center"/>
          </w:tcPr>
          <w:p w14:paraId="747C86D8" w14:textId="77777777" w:rsidR="005C4B02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684DFAC3" w14:textId="77777777" w:rsidR="005C4B02" w:rsidRDefault="00000000">
            <w:r>
              <w:t>11919.7</w:t>
            </w:r>
          </w:p>
        </w:tc>
        <w:tc>
          <w:tcPr>
            <w:tcW w:w="1866" w:type="dxa"/>
            <w:vAlign w:val="center"/>
          </w:tcPr>
          <w:p w14:paraId="1299F311" w14:textId="77777777" w:rsidR="005C4B02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370EA00E" w14:textId="77777777" w:rsidR="005C4B02" w:rsidRDefault="00000000">
            <w:r>
              <w:t>0</w:t>
            </w:r>
          </w:p>
        </w:tc>
      </w:tr>
      <w:tr w:rsidR="005C4B02" w14:paraId="2E7DA9D3" w14:textId="77777777">
        <w:tc>
          <w:tcPr>
            <w:tcW w:w="1866" w:type="dxa"/>
            <w:shd w:val="clear" w:color="auto" w:fill="E6E6E6"/>
            <w:vAlign w:val="center"/>
          </w:tcPr>
          <w:p w14:paraId="0A7CC9EF" w14:textId="77777777" w:rsidR="005C4B02" w:rsidRDefault="00000000">
            <w:r>
              <w:t>单体</w:t>
            </w:r>
          </w:p>
        </w:tc>
        <w:tc>
          <w:tcPr>
            <w:tcW w:w="1866" w:type="dxa"/>
            <w:vAlign w:val="center"/>
          </w:tcPr>
          <w:p w14:paraId="705B8999" w14:textId="77777777" w:rsidR="005C4B02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02BAA022" w14:textId="77777777" w:rsidR="005C4B02" w:rsidRDefault="00000000">
            <w:r>
              <w:t>139.9</w:t>
            </w:r>
          </w:p>
        </w:tc>
        <w:tc>
          <w:tcPr>
            <w:tcW w:w="1866" w:type="dxa"/>
            <w:vAlign w:val="center"/>
          </w:tcPr>
          <w:p w14:paraId="4C9DDB0B" w14:textId="77777777" w:rsidR="005C4B02" w:rsidRDefault="00000000">
            <w:r>
              <w:t>9.0</w:t>
            </w:r>
          </w:p>
        </w:tc>
        <w:tc>
          <w:tcPr>
            <w:tcW w:w="1866" w:type="dxa"/>
            <w:vAlign w:val="center"/>
          </w:tcPr>
          <w:p w14:paraId="5EE912A8" w14:textId="77777777" w:rsidR="005C4B02" w:rsidRDefault="00000000">
            <w:r>
              <w:t>0</w:t>
            </w:r>
          </w:p>
        </w:tc>
      </w:tr>
      <w:tr w:rsidR="005C4B02" w14:paraId="7DE09B79" w14:textId="77777777">
        <w:tc>
          <w:tcPr>
            <w:tcW w:w="1866" w:type="dxa"/>
            <w:shd w:val="clear" w:color="auto" w:fill="E6E6E6"/>
            <w:vAlign w:val="center"/>
          </w:tcPr>
          <w:p w14:paraId="25E8C19F" w14:textId="77777777" w:rsidR="005C4B02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6D58AC8D" w14:textId="77777777" w:rsidR="005C4B02" w:rsidRDefault="00000000">
            <w:r>
              <w:t>《城市居住区热环境设计标准》</w:t>
            </w:r>
            <w:r>
              <w:t>4.1.4</w:t>
            </w:r>
            <w:r>
              <w:t>条</w:t>
            </w:r>
          </w:p>
        </w:tc>
      </w:tr>
      <w:tr w:rsidR="005C4B02" w14:paraId="3BED9B38" w14:textId="77777777">
        <w:tc>
          <w:tcPr>
            <w:tcW w:w="1866" w:type="dxa"/>
            <w:shd w:val="clear" w:color="auto" w:fill="E6E6E6"/>
            <w:vAlign w:val="center"/>
          </w:tcPr>
          <w:p w14:paraId="2CB973B5" w14:textId="77777777" w:rsidR="005C4B02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6198BF3E" w14:textId="77777777" w:rsidR="005C4B02" w:rsidRDefault="00000000">
            <w:r>
              <w:t>III</w:t>
            </w:r>
            <w:r>
              <w:t>、</w:t>
            </w:r>
            <w:r>
              <w:t>IV</w:t>
            </w:r>
            <w:r>
              <w:t>、</w:t>
            </w:r>
            <w:r>
              <w:t>V</w:t>
            </w:r>
            <w:r>
              <w:t>气候区，夏季主导风向迎风面积宽度超过</w:t>
            </w:r>
            <w:r>
              <w:t>80m</w:t>
            </w:r>
            <w:r>
              <w:t>时，底层通风架空率不应小于</w:t>
            </w:r>
            <w:r>
              <w:t>10%</w:t>
            </w:r>
          </w:p>
        </w:tc>
      </w:tr>
      <w:tr w:rsidR="005C4B02" w14:paraId="6B378E26" w14:textId="77777777">
        <w:tc>
          <w:tcPr>
            <w:tcW w:w="1866" w:type="dxa"/>
            <w:shd w:val="clear" w:color="auto" w:fill="E6E6E6"/>
            <w:vAlign w:val="center"/>
          </w:tcPr>
          <w:p w14:paraId="25688A30" w14:textId="77777777" w:rsidR="005C4B02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368A1AEC" w14:textId="77777777" w:rsidR="005C4B02" w:rsidRDefault="00000000">
            <w:r>
              <w:t>满足</w:t>
            </w:r>
          </w:p>
        </w:tc>
      </w:tr>
    </w:tbl>
    <w:p w14:paraId="4D552D68" w14:textId="77777777" w:rsidR="006C3941" w:rsidRPr="006C3941" w:rsidRDefault="006C3941" w:rsidP="006C3941">
      <w:pPr>
        <w:pStyle w:val="a0"/>
        <w:ind w:firstLine="420"/>
        <w:rPr>
          <w:lang w:val="en-US"/>
        </w:rPr>
      </w:pPr>
      <w:bookmarkStart w:id="42" w:name="底层通风架空率"/>
      <w:bookmarkEnd w:id="42"/>
    </w:p>
    <w:p w14:paraId="57BBD44F" w14:textId="77777777" w:rsidR="00E72EFD" w:rsidRDefault="00E72EFD" w:rsidP="00234F4A">
      <w:pPr>
        <w:pStyle w:val="2"/>
      </w:pPr>
      <w:bookmarkStart w:id="43" w:name="_Toc155545807"/>
      <w:r>
        <w:rPr>
          <w:rFonts w:hint="eastAsia"/>
        </w:rPr>
        <w:t>绿化遮阳体</w:t>
      </w:r>
      <w:r w:rsidR="00613298">
        <w:rPr>
          <w:rFonts w:hint="eastAsia"/>
        </w:rPr>
        <w:t>叶面积指数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5C4B02" w14:paraId="23BE4F12" w14:textId="77777777">
        <w:tc>
          <w:tcPr>
            <w:tcW w:w="3112" w:type="dxa"/>
            <w:shd w:val="clear" w:color="auto" w:fill="E6E6E6"/>
            <w:vAlign w:val="center"/>
          </w:tcPr>
          <w:p w14:paraId="5BCCB942" w14:textId="77777777" w:rsidR="005C4B02" w:rsidRDefault="00000000"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57EBFBA8" w14:textId="77777777" w:rsidR="005C4B02" w:rsidRDefault="00000000"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13223E57" w14:textId="77777777" w:rsidR="005C4B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</w:tr>
      <w:tr w:rsidR="005C4B02" w14:paraId="654D20E1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56EC399C" w14:textId="77777777" w:rsidR="005C4B02" w:rsidRDefault="00000000">
            <w:r>
              <w:t>乔木</w:t>
            </w:r>
          </w:p>
        </w:tc>
        <w:tc>
          <w:tcPr>
            <w:tcW w:w="3110" w:type="dxa"/>
            <w:vAlign w:val="center"/>
          </w:tcPr>
          <w:p w14:paraId="3F6AE7DE" w14:textId="77777777" w:rsidR="005C4B02" w:rsidRDefault="00000000">
            <w:r>
              <w:t>LAI &gt;= 3</w:t>
            </w:r>
          </w:p>
        </w:tc>
        <w:tc>
          <w:tcPr>
            <w:tcW w:w="3110" w:type="dxa"/>
            <w:vAlign w:val="center"/>
          </w:tcPr>
          <w:p w14:paraId="034E1375" w14:textId="77777777" w:rsidR="005C4B02" w:rsidRDefault="00000000">
            <w:r>
              <w:t>22834</w:t>
            </w:r>
          </w:p>
        </w:tc>
      </w:tr>
      <w:tr w:rsidR="005C4B02" w14:paraId="471A48B8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AF34C7A" w14:textId="77777777" w:rsidR="005C4B02" w:rsidRDefault="005C4B02"/>
        </w:tc>
        <w:tc>
          <w:tcPr>
            <w:tcW w:w="3110" w:type="dxa"/>
            <w:vAlign w:val="center"/>
          </w:tcPr>
          <w:p w14:paraId="42C9D503" w14:textId="77777777" w:rsidR="005C4B02" w:rsidRDefault="00000000">
            <w:r>
              <w:t>LAI &lt; 3</w:t>
            </w:r>
          </w:p>
        </w:tc>
        <w:tc>
          <w:tcPr>
            <w:tcW w:w="3110" w:type="dxa"/>
            <w:vAlign w:val="center"/>
          </w:tcPr>
          <w:p w14:paraId="53FDB51F" w14:textId="77777777" w:rsidR="005C4B02" w:rsidRDefault="00000000">
            <w:r>
              <w:t>43506</w:t>
            </w:r>
          </w:p>
        </w:tc>
      </w:tr>
      <w:tr w:rsidR="005C4B02" w14:paraId="370DD95C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5664883E" w14:textId="77777777" w:rsidR="005C4B02" w:rsidRDefault="00000000">
            <w:r>
              <w:lastRenderedPageBreak/>
              <w:t>爬藤棚架</w:t>
            </w:r>
          </w:p>
        </w:tc>
        <w:tc>
          <w:tcPr>
            <w:tcW w:w="3110" w:type="dxa"/>
            <w:vAlign w:val="center"/>
          </w:tcPr>
          <w:p w14:paraId="69CBA4B6" w14:textId="77777777" w:rsidR="005C4B02" w:rsidRDefault="00000000">
            <w:r>
              <w:t>LAI &gt;= 3</w:t>
            </w:r>
          </w:p>
        </w:tc>
        <w:tc>
          <w:tcPr>
            <w:tcW w:w="3110" w:type="dxa"/>
            <w:vAlign w:val="center"/>
          </w:tcPr>
          <w:p w14:paraId="447AD36D" w14:textId="77777777" w:rsidR="005C4B02" w:rsidRDefault="00000000">
            <w:r>
              <w:t>736</w:t>
            </w:r>
          </w:p>
        </w:tc>
      </w:tr>
      <w:tr w:rsidR="005C4B02" w14:paraId="2C683F87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29587351" w14:textId="77777777" w:rsidR="005C4B02" w:rsidRDefault="005C4B02"/>
        </w:tc>
        <w:tc>
          <w:tcPr>
            <w:tcW w:w="3110" w:type="dxa"/>
            <w:vAlign w:val="center"/>
          </w:tcPr>
          <w:p w14:paraId="414CBC8C" w14:textId="77777777" w:rsidR="005C4B02" w:rsidRDefault="00000000">
            <w:r>
              <w:t>LAI &lt; 3</w:t>
            </w:r>
          </w:p>
        </w:tc>
        <w:tc>
          <w:tcPr>
            <w:tcW w:w="3110" w:type="dxa"/>
            <w:vAlign w:val="center"/>
          </w:tcPr>
          <w:p w14:paraId="37EA23B2" w14:textId="77777777" w:rsidR="005C4B02" w:rsidRDefault="00000000">
            <w:r>
              <w:t>0</w:t>
            </w:r>
          </w:p>
        </w:tc>
      </w:tr>
      <w:tr w:rsidR="005C4B02" w14:paraId="3AA2AC98" w14:textId="77777777">
        <w:tc>
          <w:tcPr>
            <w:tcW w:w="3112" w:type="dxa"/>
            <w:shd w:val="clear" w:color="auto" w:fill="E6E6E6"/>
            <w:vAlign w:val="center"/>
          </w:tcPr>
          <w:p w14:paraId="3659EC0B" w14:textId="77777777" w:rsidR="005C4B02" w:rsidRDefault="00000000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32C13F35" w14:textId="77777777" w:rsidR="005C4B02" w:rsidRDefault="00000000">
            <w:r>
              <w:t>《城市居住区热环境设计标准》</w:t>
            </w:r>
            <w:r>
              <w:t>4.2.3</w:t>
            </w:r>
            <w:r>
              <w:t>条</w:t>
            </w:r>
          </w:p>
        </w:tc>
      </w:tr>
      <w:tr w:rsidR="005C4B02" w14:paraId="6F2F1E03" w14:textId="77777777">
        <w:tc>
          <w:tcPr>
            <w:tcW w:w="3112" w:type="dxa"/>
            <w:shd w:val="clear" w:color="auto" w:fill="E6E6E6"/>
            <w:vAlign w:val="center"/>
          </w:tcPr>
          <w:p w14:paraId="0DC422FB" w14:textId="77777777" w:rsidR="005C4B02" w:rsidRDefault="00000000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387EAFE8" w14:textId="77777777" w:rsidR="005C4B02" w:rsidRDefault="00000000">
            <w:r>
              <w:t>绿化遮阳体叶面积指数不应小于</w:t>
            </w:r>
            <w:r>
              <w:t>3.0</w:t>
            </w:r>
          </w:p>
        </w:tc>
      </w:tr>
      <w:tr w:rsidR="005C4B02" w14:paraId="08056573" w14:textId="77777777">
        <w:tc>
          <w:tcPr>
            <w:tcW w:w="3112" w:type="dxa"/>
            <w:shd w:val="clear" w:color="auto" w:fill="E6E6E6"/>
            <w:vAlign w:val="center"/>
          </w:tcPr>
          <w:p w14:paraId="7D9F44E9" w14:textId="77777777" w:rsidR="005C4B02" w:rsidRDefault="00000000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6223872B" w14:textId="77777777" w:rsidR="005C4B02" w:rsidRDefault="00000000">
            <w:r>
              <w:t>满足</w:t>
            </w:r>
          </w:p>
        </w:tc>
      </w:tr>
    </w:tbl>
    <w:p w14:paraId="5211A4AC" w14:textId="77777777" w:rsidR="00EC70F3" w:rsidRPr="00EC70F3" w:rsidRDefault="00EC70F3" w:rsidP="00EC70F3">
      <w:pPr>
        <w:pStyle w:val="a0"/>
        <w:ind w:firstLine="420"/>
        <w:rPr>
          <w:lang w:val="en-US"/>
        </w:rPr>
      </w:pPr>
      <w:bookmarkStart w:id="44" w:name="绿化遮阳体叶面积指数"/>
      <w:bookmarkEnd w:id="44"/>
    </w:p>
    <w:p w14:paraId="09E747A9" w14:textId="77777777" w:rsidR="00E72EFD" w:rsidRDefault="00E72EFD" w:rsidP="00E72EFD">
      <w:pPr>
        <w:pStyle w:val="2"/>
      </w:pPr>
      <w:bookmarkStart w:id="45" w:name="_Toc155545808"/>
      <w:r>
        <w:rPr>
          <w:rFonts w:hint="eastAsia"/>
        </w:rPr>
        <w:t>渗透蒸发</w:t>
      </w:r>
      <w:r w:rsidR="00613298">
        <w:rPr>
          <w:rFonts w:hint="eastAsia"/>
        </w:rPr>
        <w:t>指标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5BF61C12" w14:textId="77777777">
        <w:tc>
          <w:tcPr>
            <w:tcW w:w="1866" w:type="dxa"/>
            <w:shd w:val="clear" w:color="auto" w:fill="E6E6E6"/>
            <w:vAlign w:val="center"/>
          </w:tcPr>
          <w:p w14:paraId="08B4C476" w14:textId="77777777" w:rsidR="005C4B02" w:rsidRDefault="00000000"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9E1A0D6" w14:textId="77777777" w:rsidR="005C4B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FE3ED88" w14:textId="77777777" w:rsidR="005C4B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61C78A9" w14:textId="77777777" w:rsidR="005C4B02" w:rsidRDefault="00000000">
            <w:pPr>
              <w:jc w:val="center"/>
            </w:pPr>
            <w:r>
              <w:t>地面透水系数</w:t>
            </w:r>
            <w:r>
              <w:t>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D4DC7C7" w14:textId="77777777" w:rsidR="005C4B02" w:rsidRDefault="00000000">
            <w:pPr>
              <w:jc w:val="center"/>
            </w:pPr>
            <w:r>
              <w:t>蒸发量</w:t>
            </w:r>
            <w:r>
              <w:t>m</w:t>
            </w:r>
            <w:r>
              <w:br/>
              <w:t>(kg/(</w:t>
            </w:r>
            <w:r>
              <w:t>㎡</w:t>
            </w:r>
            <w:r>
              <w:t>·d))</w:t>
            </w:r>
          </w:p>
        </w:tc>
      </w:tr>
      <w:tr w:rsidR="005C4B02" w14:paraId="0343D6B8" w14:textId="77777777">
        <w:tc>
          <w:tcPr>
            <w:tcW w:w="1866" w:type="dxa"/>
            <w:shd w:val="clear" w:color="auto" w:fill="E6E6E6"/>
            <w:vAlign w:val="center"/>
          </w:tcPr>
          <w:p w14:paraId="0B9FC545" w14:textId="77777777" w:rsidR="005C4B02" w:rsidRDefault="00000000">
            <w:r>
              <w:t>广场</w:t>
            </w:r>
          </w:p>
        </w:tc>
        <w:tc>
          <w:tcPr>
            <w:tcW w:w="1866" w:type="dxa"/>
            <w:vAlign w:val="center"/>
          </w:tcPr>
          <w:p w14:paraId="0B5F9CAB" w14:textId="77777777" w:rsidR="005C4B02" w:rsidRDefault="00000000">
            <w:r>
              <w:t>3350</w:t>
            </w:r>
          </w:p>
        </w:tc>
        <w:tc>
          <w:tcPr>
            <w:tcW w:w="1866" w:type="dxa"/>
            <w:vAlign w:val="center"/>
          </w:tcPr>
          <w:p w14:paraId="6E0A133A" w14:textId="77777777" w:rsidR="005C4B02" w:rsidRDefault="00000000">
            <w:r>
              <w:t>0.325</w:t>
            </w:r>
          </w:p>
        </w:tc>
        <w:tc>
          <w:tcPr>
            <w:tcW w:w="1866" w:type="dxa"/>
            <w:vAlign w:val="center"/>
          </w:tcPr>
          <w:p w14:paraId="13908060" w14:textId="77777777" w:rsidR="005C4B02" w:rsidRDefault="00000000">
            <w:r>
              <w:t>5.84</w:t>
            </w:r>
          </w:p>
        </w:tc>
        <w:tc>
          <w:tcPr>
            <w:tcW w:w="1866" w:type="dxa"/>
            <w:vAlign w:val="center"/>
          </w:tcPr>
          <w:p w14:paraId="2999905C" w14:textId="77777777" w:rsidR="005C4B02" w:rsidRDefault="00000000">
            <w:r>
              <w:t>1.69</w:t>
            </w:r>
          </w:p>
        </w:tc>
      </w:tr>
      <w:tr w:rsidR="005C4B02" w14:paraId="3F8D6D31" w14:textId="77777777">
        <w:tc>
          <w:tcPr>
            <w:tcW w:w="1866" w:type="dxa"/>
            <w:shd w:val="clear" w:color="auto" w:fill="E6E6E6"/>
            <w:vAlign w:val="center"/>
          </w:tcPr>
          <w:p w14:paraId="5C90F449" w14:textId="77777777" w:rsidR="005C4B02" w:rsidRDefault="00000000">
            <w:r>
              <w:t>停车场</w:t>
            </w:r>
          </w:p>
        </w:tc>
        <w:tc>
          <w:tcPr>
            <w:tcW w:w="1866" w:type="dxa"/>
            <w:vAlign w:val="center"/>
          </w:tcPr>
          <w:p w14:paraId="3FF86B24" w14:textId="77777777" w:rsidR="005C4B02" w:rsidRDefault="00000000">
            <w:r>
              <w:t>6948</w:t>
            </w:r>
          </w:p>
        </w:tc>
        <w:tc>
          <w:tcPr>
            <w:tcW w:w="1866" w:type="dxa"/>
            <w:vAlign w:val="center"/>
          </w:tcPr>
          <w:p w14:paraId="38330DA9" w14:textId="77777777" w:rsidR="005C4B02" w:rsidRDefault="00000000">
            <w:r>
              <w:t>0.675</w:t>
            </w:r>
          </w:p>
        </w:tc>
        <w:tc>
          <w:tcPr>
            <w:tcW w:w="1866" w:type="dxa"/>
            <w:vAlign w:val="center"/>
          </w:tcPr>
          <w:p w14:paraId="199FCE1C" w14:textId="77777777" w:rsidR="005C4B02" w:rsidRDefault="00000000">
            <w:r>
              <w:t>5.00</w:t>
            </w:r>
          </w:p>
        </w:tc>
        <w:tc>
          <w:tcPr>
            <w:tcW w:w="1866" w:type="dxa"/>
            <w:vAlign w:val="center"/>
          </w:tcPr>
          <w:p w14:paraId="22B2C71D" w14:textId="77777777" w:rsidR="005C4B02" w:rsidRDefault="00000000">
            <w:r>
              <w:t>1.69</w:t>
            </w:r>
          </w:p>
        </w:tc>
      </w:tr>
      <w:tr w:rsidR="005C4B02" w14:paraId="1FE02543" w14:textId="77777777">
        <w:tc>
          <w:tcPr>
            <w:tcW w:w="1866" w:type="dxa"/>
            <w:shd w:val="clear" w:color="auto" w:fill="E6E6E6"/>
            <w:vAlign w:val="center"/>
          </w:tcPr>
          <w:p w14:paraId="2FA2B97C" w14:textId="77777777" w:rsidR="005C4B02" w:rsidRDefault="00000000">
            <w:r>
              <w:t>合计</w:t>
            </w:r>
          </w:p>
        </w:tc>
        <w:tc>
          <w:tcPr>
            <w:tcW w:w="1866" w:type="dxa"/>
            <w:vAlign w:val="center"/>
          </w:tcPr>
          <w:p w14:paraId="10B284DE" w14:textId="77777777" w:rsidR="005C4B02" w:rsidRDefault="00000000">
            <w:r>
              <w:t>10298</w:t>
            </w:r>
          </w:p>
        </w:tc>
        <w:tc>
          <w:tcPr>
            <w:tcW w:w="1866" w:type="dxa"/>
            <w:vAlign w:val="center"/>
          </w:tcPr>
          <w:p w14:paraId="2BA002AE" w14:textId="77777777" w:rsidR="005C4B02" w:rsidRDefault="00000000">
            <w:r>
              <w:t>1.0</w:t>
            </w:r>
          </w:p>
        </w:tc>
        <w:tc>
          <w:tcPr>
            <w:tcW w:w="1866" w:type="dxa"/>
            <w:vAlign w:val="center"/>
          </w:tcPr>
          <w:p w14:paraId="3493925F" w14:textId="77777777" w:rsidR="005C4B02" w:rsidRDefault="00000000">
            <w:r>
              <w:t>5.27</w:t>
            </w:r>
          </w:p>
        </w:tc>
        <w:tc>
          <w:tcPr>
            <w:tcW w:w="1866" w:type="dxa"/>
            <w:vAlign w:val="center"/>
          </w:tcPr>
          <w:p w14:paraId="1C631317" w14:textId="77777777" w:rsidR="005C4B02" w:rsidRDefault="00000000">
            <w:r>
              <w:t>1.69</w:t>
            </w:r>
          </w:p>
        </w:tc>
      </w:tr>
    </w:tbl>
    <w:p w14:paraId="75022EE3" w14:textId="77777777" w:rsidR="00FC0388" w:rsidRDefault="00FC0388" w:rsidP="00FC0388">
      <w:pPr>
        <w:pStyle w:val="a0"/>
        <w:ind w:firstLine="420"/>
        <w:rPr>
          <w:lang w:val="en-US"/>
        </w:rPr>
      </w:pPr>
      <w:bookmarkStart w:id="46" w:name="渗透蒸发指标"/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5C4B02" w14:paraId="577CBF75" w14:textId="77777777">
        <w:tc>
          <w:tcPr>
            <w:tcW w:w="3112" w:type="dxa"/>
            <w:shd w:val="clear" w:color="auto" w:fill="E6E6E6"/>
            <w:vAlign w:val="center"/>
          </w:tcPr>
          <w:p w14:paraId="6FCDB977" w14:textId="77777777" w:rsidR="005C4B02" w:rsidRDefault="00000000"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425105F0" w14:textId="77777777" w:rsidR="005C4B02" w:rsidRDefault="00000000">
            <w:pPr>
              <w:jc w:val="center"/>
            </w:pPr>
            <w:r>
              <w:t>渗透面积比率</w:t>
            </w:r>
            <w:r>
              <w:t>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395D9DD5" w14:textId="77777777" w:rsidR="005C4B02" w:rsidRDefault="00000000">
            <w:pPr>
              <w:jc w:val="center"/>
            </w:pPr>
            <w:r>
              <w:t>限值</w:t>
            </w:r>
            <w:r>
              <w:t>(%)</w:t>
            </w:r>
          </w:p>
        </w:tc>
      </w:tr>
      <w:tr w:rsidR="005C4B02" w14:paraId="4D6B76B9" w14:textId="77777777">
        <w:tc>
          <w:tcPr>
            <w:tcW w:w="3112" w:type="dxa"/>
            <w:shd w:val="clear" w:color="auto" w:fill="E6E6E6"/>
            <w:vAlign w:val="center"/>
          </w:tcPr>
          <w:p w14:paraId="67C9C57E" w14:textId="77777777" w:rsidR="005C4B02" w:rsidRDefault="00000000">
            <w:r>
              <w:t>广场</w:t>
            </w:r>
          </w:p>
        </w:tc>
        <w:tc>
          <w:tcPr>
            <w:tcW w:w="3110" w:type="dxa"/>
            <w:vAlign w:val="center"/>
          </w:tcPr>
          <w:p w14:paraId="42AA5262" w14:textId="77777777" w:rsidR="005C4B02" w:rsidRDefault="00000000">
            <w:r>
              <w:t>100</w:t>
            </w:r>
          </w:p>
        </w:tc>
        <w:tc>
          <w:tcPr>
            <w:tcW w:w="3110" w:type="dxa"/>
            <w:vAlign w:val="center"/>
          </w:tcPr>
          <w:p w14:paraId="1B274AC0" w14:textId="77777777" w:rsidR="005C4B02" w:rsidRDefault="00000000">
            <w:r>
              <w:t>40</w:t>
            </w:r>
          </w:p>
        </w:tc>
      </w:tr>
      <w:tr w:rsidR="005C4B02" w14:paraId="7B82DF78" w14:textId="77777777">
        <w:tc>
          <w:tcPr>
            <w:tcW w:w="3112" w:type="dxa"/>
            <w:shd w:val="clear" w:color="auto" w:fill="E6E6E6"/>
            <w:vAlign w:val="center"/>
          </w:tcPr>
          <w:p w14:paraId="2EB68248" w14:textId="77777777" w:rsidR="005C4B02" w:rsidRDefault="00000000">
            <w:r>
              <w:t>停车场</w:t>
            </w:r>
          </w:p>
        </w:tc>
        <w:tc>
          <w:tcPr>
            <w:tcW w:w="3110" w:type="dxa"/>
            <w:vAlign w:val="center"/>
          </w:tcPr>
          <w:p w14:paraId="2AB0CD4A" w14:textId="77777777" w:rsidR="005C4B02" w:rsidRDefault="00000000">
            <w:r>
              <w:t>100</w:t>
            </w:r>
          </w:p>
        </w:tc>
        <w:tc>
          <w:tcPr>
            <w:tcW w:w="3110" w:type="dxa"/>
            <w:vAlign w:val="center"/>
          </w:tcPr>
          <w:p w14:paraId="5BC04E26" w14:textId="77777777" w:rsidR="005C4B02" w:rsidRDefault="00000000">
            <w:r>
              <w:t>60</w:t>
            </w:r>
          </w:p>
        </w:tc>
      </w:tr>
      <w:tr w:rsidR="005C4B02" w14:paraId="054F89AD" w14:textId="77777777">
        <w:tc>
          <w:tcPr>
            <w:tcW w:w="9332" w:type="dxa"/>
            <w:gridSpan w:val="3"/>
            <w:shd w:val="clear" w:color="auto" w:fill="E6E6E6"/>
            <w:vAlign w:val="center"/>
          </w:tcPr>
          <w:p w14:paraId="66C3EC5D" w14:textId="77777777" w:rsidR="005C4B02" w:rsidRDefault="00000000">
            <w:pPr>
              <w:jc w:val="center"/>
            </w:pPr>
            <w:r>
              <w:t>渗透与蒸发指标</w:t>
            </w:r>
          </w:p>
        </w:tc>
      </w:tr>
      <w:tr w:rsidR="005C4B02" w14:paraId="5EF1343F" w14:textId="77777777">
        <w:tc>
          <w:tcPr>
            <w:tcW w:w="3112" w:type="dxa"/>
            <w:shd w:val="clear" w:color="auto" w:fill="E6E6E6"/>
            <w:vAlign w:val="center"/>
          </w:tcPr>
          <w:p w14:paraId="576155D0" w14:textId="77777777" w:rsidR="005C4B02" w:rsidRDefault="00000000"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4C25ED98" w14:textId="77777777" w:rsidR="005C4B02" w:rsidRDefault="00000000"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6618C2AC" w14:textId="77777777" w:rsidR="005C4B02" w:rsidRDefault="00000000">
            <w:pPr>
              <w:jc w:val="center"/>
            </w:pPr>
            <w:r>
              <w:t>限值</w:t>
            </w:r>
          </w:p>
        </w:tc>
      </w:tr>
      <w:tr w:rsidR="005C4B02" w14:paraId="56054722" w14:textId="77777777">
        <w:tc>
          <w:tcPr>
            <w:tcW w:w="3112" w:type="dxa"/>
            <w:shd w:val="clear" w:color="auto" w:fill="E6E6E6"/>
            <w:vAlign w:val="center"/>
          </w:tcPr>
          <w:p w14:paraId="666E4713" w14:textId="77777777" w:rsidR="005C4B02" w:rsidRDefault="00000000">
            <w:r>
              <w:t>地面透水系数</w:t>
            </w:r>
            <w:r>
              <w:t>k(mm/s)</w:t>
            </w:r>
          </w:p>
        </w:tc>
        <w:tc>
          <w:tcPr>
            <w:tcW w:w="3110" w:type="dxa"/>
            <w:vAlign w:val="center"/>
          </w:tcPr>
          <w:p w14:paraId="2FA99D36" w14:textId="77777777" w:rsidR="005C4B02" w:rsidRDefault="00000000">
            <w:r>
              <w:t>5.27</w:t>
            </w:r>
          </w:p>
        </w:tc>
        <w:tc>
          <w:tcPr>
            <w:tcW w:w="3110" w:type="dxa"/>
            <w:vAlign w:val="center"/>
          </w:tcPr>
          <w:p w14:paraId="1900FD62" w14:textId="77777777" w:rsidR="005C4B02" w:rsidRDefault="00000000">
            <w:r>
              <w:t>3</w:t>
            </w:r>
          </w:p>
        </w:tc>
      </w:tr>
      <w:tr w:rsidR="005C4B02" w14:paraId="334BF0AD" w14:textId="77777777">
        <w:tc>
          <w:tcPr>
            <w:tcW w:w="3112" w:type="dxa"/>
            <w:shd w:val="clear" w:color="auto" w:fill="E6E6E6"/>
            <w:vAlign w:val="center"/>
          </w:tcPr>
          <w:p w14:paraId="2386B57A" w14:textId="77777777" w:rsidR="005C4B02" w:rsidRDefault="00000000">
            <w:r>
              <w:t>蒸发量</w:t>
            </w:r>
            <w:r>
              <w:t>m(kg/(</w:t>
            </w:r>
            <w:r>
              <w:t>㎡</w:t>
            </w:r>
            <w:r>
              <w:t>·d))</w:t>
            </w:r>
          </w:p>
        </w:tc>
        <w:tc>
          <w:tcPr>
            <w:tcW w:w="3110" w:type="dxa"/>
            <w:vAlign w:val="center"/>
          </w:tcPr>
          <w:p w14:paraId="01ECBFCC" w14:textId="77777777" w:rsidR="005C4B02" w:rsidRDefault="00000000">
            <w:r>
              <w:t>1.69</w:t>
            </w:r>
          </w:p>
        </w:tc>
        <w:tc>
          <w:tcPr>
            <w:tcW w:w="3110" w:type="dxa"/>
            <w:vAlign w:val="center"/>
          </w:tcPr>
          <w:p w14:paraId="7286AA9B" w14:textId="77777777" w:rsidR="005C4B02" w:rsidRDefault="00000000">
            <w:r>
              <w:t>1.6</w:t>
            </w:r>
          </w:p>
        </w:tc>
      </w:tr>
      <w:tr w:rsidR="005C4B02" w14:paraId="2D3FFE8F" w14:textId="77777777">
        <w:tc>
          <w:tcPr>
            <w:tcW w:w="3112" w:type="dxa"/>
            <w:shd w:val="clear" w:color="auto" w:fill="E6E6E6"/>
            <w:vAlign w:val="center"/>
          </w:tcPr>
          <w:p w14:paraId="035CEAB4" w14:textId="77777777" w:rsidR="005C4B02" w:rsidRDefault="00000000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1EA4A44E" w14:textId="77777777" w:rsidR="005C4B02" w:rsidRDefault="00000000">
            <w:r>
              <w:t>《城市居住区热环境设计标准》</w:t>
            </w:r>
            <w:r>
              <w:t>4.3.1</w:t>
            </w:r>
            <w:r>
              <w:t>条</w:t>
            </w:r>
          </w:p>
        </w:tc>
      </w:tr>
      <w:tr w:rsidR="005C4B02" w14:paraId="5B4BC4E9" w14:textId="77777777">
        <w:tc>
          <w:tcPr>
            <w:tcW w:w="3112" w:type="dxa"/>
            <w:shd w:val="clear" w:color="auto" w:fill="E6E6E6"/>
            <w:vAlign w:val="center"/>
          </w:tcPr>
          <w:p w14:paraId="0B156C99" w14:textId="77777777" w:rsidR="005C4B02" w:rsidRDefault="00000000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4FF3E958" w14:textId="77777777" w:rsidR="005C4B02" w:rsidRDefault="00000000">
            <w:r>
              <w:t>渗透面积比率、透水系数及蒸发量不应低于标准规定限值</w:t>
            </w:r>
          </w:p>
        </w:tc>
      </w:tr>
      <w:tr w:rsidR="005C4B02" w14:paraId="54C6C975" w14:textId="77777777">
        <w:tc>
          <w:tcPr>
            <w:tcW w:w="3112" w:type="dxa"/>
            <w:shd w:val="clear" w:color="auto" w:fill="E6E6E6"/>
            <w:vAlign w:val="center"/>
          </w:tcPr>
          <w:p w14:paraId="04CE06B9" w14:textId="77777777" w:rsidR="005C4B02" w:rsidRDefault="00000000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6EE4A625" w14:textId="77777777" w:rsidR="005C4B02" w:rsidRDefault="00000000">
            <w:r>
              <w:t>满足</w:t>
            </w:r>
          </w:p>
        </w:tc>
      </w:tr>
    </w:tbl>
    <w:p w14:paraId="692B7C9F" w14:textId="77777777" w:rsidR="006B57E0" w:rsidRPr="00FC0388" w:rsidRDefault="006B57E0" w:rsidP="00FC0388">
      <w:pPr>
        <w:pStyle w:val="a0"/>
        <w:ind w:firstLine="420"/>
        <w:rPr>
          <w:lang w:val="en-US"/>
        </w:rPr>
      </w:pPr>
    </w:p>
    <w:p w14:paraId="4458C7E9" w14:textId="77777777" w:rsidR="000B2FE8" w:rsidRDefault="00E72EFD" w:rsidP="000B2FE8">
      <w:pPr>
        <w:pStyle w:val="2"/>
      </w:pPr>
      <w:bookmarkStart w:id="47" w:name="_Toc155545809"/>
      <w:r>
        <w:rPr>
          <w:rFonts w:hint="eastAsia"/>
        </w:rPr>
        <w:t>屋面绿化</w:t>
      </w:r>
      <w:r w:rsidR="00613298">
        <w:rPr>
          <w:rFonts w:hint="eastAsia"/>
        </w:rPr>
        <w:t>率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5C4B02" w14:paraId="68C7A5C9" w14:textId="77777777">
        <w:tc>
          <w:tcPr>
            <w:tcW w:w="1866" w:type="dxa"/>
            <w:shd w:val="clear" w:color="auto" w:fill="E6E6E6"/>
            <w:vAlign w:val="center"/>
          </w:tcPr>
          <w:p w14:paraId="1CFA21EB" w14:textId="77777777" w:rsidR="005C4B02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2F3F9E8" w14:textId="77777777" w:rsidR="005C4B02" w:rsidRDefault="00000000">
            <w:pPr>
              <w:jc w:val="center"/>
            </w:pPr>
            <w:r>
              <w:t>屋面轮廓面积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4C70257" w14:textId="77777777" w:rsidR="005C4B02" w:rsidRDefault="00000000">
            <w:pPr>
              <w:jc w:val="center"/>
            </w:pPr>
            <w:r>
              <w:t>屋顶绿化面积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1B17AE8" w14:textId="77777777" w:rsidR="005C4B02" w:rsidRDefault="00000000">
            <w:pPr>
              <w:jc w:val="center"/>
            </w:pPr>
            <w:r>
              <w:t>可绿化屋面</w:t>
            </w:r>
            <w:r>
              <w:br/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0C4CBB5" w14:textId="77777777" w:rsidR="005C4B02" w:rsidRDefault="00000000">
            <w:pPr>
              <w:jc w:val="center"/>
            </w:pPr>
            <w:r>
              <w:t>屋面绿化率</w:t>
            </w:r>
            <w:r>
              <w:t>(%)</w:t>
            </w:r>
          </w:p>
        </w:tc>
      </w:tr>
      <w:tr w:rsidR="005C4B02" w14:paraId="59916499" w14:textId="77777777">
        <w:tc>
          <w:tcPr>
            <w:tcW w:w="1866" w:type="dxa"/>
            <w:shd w:val="clear" w:color="auto" w:fill="E6E6E6"/>
            <w:vAlign w:val="center"/>
          </w:tcPr>
          <w:p w14:paraId="4E30085B" w14:textId="77777777" w:rsidR="005C4B02" w:rsidRDefault="005C4B02"/>
        </w:tc>
        <w:tc>
          <w:tcPr>
            <w:tcW w:w="1866" w:type="dxa"/>
            <w:vAlign w:val="center"/>
          </w:tcPr>
          <w:p w14:paraId="23BD59F6" w14:textId="77777777" w:rsidR="005C4B02" w:rsidRDefault="00000000">
            <w:r>
              <w:t>11919.7</w:t>
            </w:r>
          </w:p>
        </w:tc>
        <w:tc>
          <w:tcPr>
            <w:tcW w:w="1866" w:type="dxa"/>
            <w:vAlign w:val="center"/>
          </w:tcPr>
          <w:p w14:paraId="3230F01C" w14:textId="77777777" w:rsidR="005C4B02" w:rsidRDefault="00000000">
            <w:r>
              <w:t>8994.8</w:t>
            </w:r>
          </w:p>
        </w:tc>
        <w:tc>
          <w:tcPr>
            <w:tcW w:w="1866" w:type="dxa"/>
            <w:vAlign w:val="center"/>
          </w:tcPr>
          <w:p w14:paraId="1A782F6D" w14:textId="77777777" w:rsidR="005C4B02" w:rsidRDefault="00000000">
            <w:r>
              <w:t>12059.6</w:t>
            </w:r>
          </w:p>
        </w:tc>
        <w:tc>
          <w:tcPr>
            <w:tcW w:w="1866" w:type="dxa"/>
            <w:vAlign w:val="center"/>
          </w:tcPr>
          <w:p w14:paraId="0FC0267E" w14:textId="77777777" w:rsidR="005C4B02" w:rsidRDefault="00000000">
            <w:r>
              <w:t>75</w:t>
            </w:r>
          </w:p>
        </w:tc>
      </w:tr>
      <w:tr w:rsidR="005C4B02" w14:paraId="435F3C47" w14:textId="77777777">
        <w:tc>
          <w:tcPr>
            <w:tcW w:w="1866" w:type="dxa"/>
            <w:shd w:val="clear" w:color="auto" w:fill="E6E6E6"/>
            <w:vAlign w:val="center"/>
          </w:tcPr>
          <w:p w14:paraId="39CD1D98" w14:textId="77777777" w:rsidR="005C4B02" w:rsidRDefault="00000000">
            <w:r>
              <w:t>单体</w:t>
            </w:r>
          </w:p>
        </w:tc>
        <w:tc>
          <w:tcPr>
            <w:tcW w:w="1866" w:type="dxa"/>
            <w:vAlign w:val="center"/>
          </w:tcPr>
          <w:p w14:paraId="0CF52C29" w14:textId="77777777" w:rsidR="005C4B02" w:rsidRDefault="00000000">
            <w:r>
              <w:t>139.9</w:t>
            </w:r>
          </w:p>
        </w:tc>
        <w:tc>
          <w:tcPr>
            <w:tcW w:w="1866" w:type="dxa"/>
            <w:vAlign w:val="center"/>
          </w:tcPr>
          <w:p w14:paraId="34ABCF80" w14:textId="77777777" w:rsidR="005C4B02" w:rsidRDefault="00000000">
            <w:r>
              <w:t>101.5</w:t>
            </w:r>
          </w:p>
        </w:tc>
        <w:tc>
          <w:tcPr>
            <w:tcW w:w="1866" w:type="dxa"/>
            <w:vAlign w:val="center"/>
          </w:tcPr>
          <w:p w14:paraId="3E443A97" w14:textId="77777777" w:rsidR="005C4B02" w:rsidRDefault="00000000">
            <w:r>
              <w:t>139.9</w:t>
            </w:r>
          </w:p>
        </w:tc>
        <w:tc>
          <w:tcPr>
            <w:tcW w:w="1866" w:type="dxa"/>
            <w:vAlign w:val="center"/>
          </w:tcPr>
          <w:p w14:paraId="5A888B92" w14:textId="77777777" w:rsidR="005C4B02" w:rsidRDefault="00000000">
            <w:r>
              <w:t>73</w:t>
            </w:r>
          </w:p>
        </w:tc>
      </w:tr>
      <w:tr w:rsidR="005C4B02" w14:paraId="5FA38429" w14:textId="77777777">
        <w:tc>
          <w:tcPr>
            <w:tcW w:w="1866" w:type="dxa"/>
            <w:shd w:val="clear" w:color="auto" w:fill="E6E6E6"/>
            <w:vAlign w:val="center"/>
          </w:tcPr>
          <w:p w14:paraId="37983A46" w14:textId="77777777" w:rsidR="005C4B02" w:rsidRDefault="00000000">
            <w:r>
              <w:t>合计</w:t>
            </w:r>
          </w:p>
        </w:tc>
        <w:tc>
          <w:tcPr>
            <w:tcW w:w="1866" w:type="dxa"/>
            <w:vAlign w:val="center"/>
          </w:tcPr>
          <w:p w14:paraId="66005809" w14:textId="77777777" w:rsidR="005C4B02" w:rsidRDefault="00000000">
            <w:r>
              <w:t>12059.6</w:t>
            </w:r>
          </w:p>
        </w:tc>
        <w:tc>
          <w:tcPr>
            <w:tcW w:w="1866" w:type="dxa"/>
            <w:vAlign w:val="center"/>
          </w:tcPr>
          <w:p w14:paraId="363E2B7C" w14:textId="77777777" w:rsidR="005C4B02" w:rsidRDefault="00000000">
            <w:r>
              <w:t>9096.3</w:t>
            </w:r>
          </w:p>
        </w:tc>
        <w:tc>
          <w:tcPr>
            <w:tcW w:w="1866" w:type="dxa"/>
            <w:vAlign w:val="center"/>
          </w:tcPr>
          <w:p w14:paraId="0A170233" w14:textId="77777777" w:rsidR="005C4B02" w:rsidRDefault="00000000">
            <w:r>
              <w:t>12199.5</w:t>
            </w:r>
          </w:p>
        </w:tc>
        <w:tc>
          <w:tcPr>
            <w:tcW w:w="1866" w:type="dxa"/>
            <w:vAlign w:val="center"/>
          </w:tcPr>
          <w:p w14:paraId="2FBC2350" w14:textId="77777777" w:rsidR="005C4B02" w:rsidRDefault="00000000">
            <w:r>
              <w:t>75</w:t>
            </w:r>
          </w:p>
        </w:tc>
      </w:tr>
      <w:tr w:rsidR="005C4B02" w14:paraId="17DFBEC1" w14:textId="77777777">
        <w:tc>
          <w:tcPr>
            <w:tcW w:w="1866" w:type="dxa"/>
            <w:shd w:val="clear" w:color="auto" w:fill="E6E6E6"/>
            <w:vAlign w:val="center"/>
          </w:tcPr>
          <w:p w14:paraId="1F11F968" w14:textId="77777777" w:rsidR="005C4B02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0F99BC76" w14:textId="77777777" w:rsidR="005C4B02" w:rsidRDefault="00000000">
            <w:r>
              <w:t>《城市居住区热环境设计标准》</w:t>
            </w:r>
            <w:r>
              <w:t>4.4.2</w:t>
            </w:r>
            <w:r>
              <w:t>条</w:t>
            </w:r>
          </w:p>
        </w:tc>
      </w:tr>
      <w:tr w:rsidR="005C4B02" w14:paraId="3290FFBA" w14:textId="77777777">
        <w:tc>
          <w:tcPr>
            <w:tcW w:w="1866" w:type="dxa"/>
            <w:shd w:val="clear" w:color="auto" w:fill="E6E6E6"/>
            <w:vAlign w:val="center"/>
          </w:tcPr>
          <w:p w14:paraId="7DA5BB51" w14:textId="77777777" w:rsidR="005C4B02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5A0FFE06" w14:textId="77777777" w:rsidR="005C4B02" w:rsidRDefault="00000000">
            <w:r>
              <w:t>建筑屋面的绿化面积不应低于可绿化屋面面积的</w:t>
            </w:r>
            <w:r>
              <w:t>50%</w:t>
            </w:r>
          </w:p>
        </w:tc>
      </w:tr>
      <w:tr w:rsidR="005C4B02" w14:paraId="3CCAF0BE" w14:textId="77777777">
        <w:tc>
          <w:tcPr>
            <w:tcW w:w="1866" w:type="dxa"/>
            <w:shd w:val="clear" w:color="auto" w:fill="E6E6E6"/>
            <w:vAlign w:val="center"/>
          </w:tcPr>
          <w:p w14:paraId="7FAF4A59" w14:textId="77777777" w:rsidR="005C4B02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02C438FD" w14:textId="77777777" w:rsidR="005C4B02" w:rsidRDefault="00000000">
            <w:r>
              <w:t>满足</w:t>
            </w:r>
          </w:p>
        </w:tc>
      </w:tr>
    </w:tbl>
    <w:p w14:paraId="508270A8" w14:textId="77777777" w:rsidR="00E75AC2" w:rsidRPr="00E75AC2" w:rsidRDefault="00E75AC2" w:rsidP="00E75AC2">
      <w:pPr>
        <w:pStyle w:val="a0"/>
        <w:ind w:firstLine="420"/>
        <w:rPr>
          <w:lang w:val="en-US"/>
        </w:rPr>
      </w:pPr>
      <w:bookmarkStart w:id="48" w:name="屋面绿化率"/>
      <w:bookmarkEnd w:id="48"/>
    </w:p>
    <w:p w14:paraId="3728C063" w14:textId="77777777" w:rsidR="000B2FE8" w:rsidRDefault="000B2FE8" w:rsidP="000B2FE8">
      <w:pPr>
        <w:pStyle w:val="1"/>
      </w:pPr>
      <w:bookmarkStart w:id="49" w:name="_Toc155545810"/>
      <w:r>
        <w:rPr>
          <w:rFonts w:hint="eastAsia"/>
        </w:rPr>
        <w:t>结论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800"/>
        <w:gridCol w:w="1866"/>
        <w:gridCol w:w="2800"/>
      </w:tblGrid>
      <w:tr w:rsidR="00D63713" w14:paraId="29A63693" w14:textId="77777777" w:rsidTr="00A43C67">
        <w:tc>
          <w:tcPr>
            <w:tcW w:w="1867" w:type="dxa"/>
            <w:shd w:val="clear" w:color="auto" w:fill="E6E6E6"/>
            <w:vAlign w:val="center"/>
          </w:tcPr>
          <w:p w14:paraId="31696A43" w14:textId="77777777" w:rsidR="00D63713" w:rsidRDefault="00D63713" w:rsidP="0003477B">
            <w:pPr>
              <w:jc w:val="center"/>
            </w:pPr>
            <w:bookmarkStart w:id="50" w:name="结论"/>
            <w:bookmarkEnd w:id="50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341E4D14" w14:textId="77777777" w:rsidR="00D63713" w:rsidRDefault="00D63713" w:rsidP="0003477B"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97FCFB6" w14:textId="77777777" w:rsidR="00D63713" w:rsidRDefault="00D63713" w:rsidP="0003477B"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07502B9F" w14:textId="77777777" w:rsidR="00D63713" w:rsidRDefault="00D63713" w:rsidP="0003477B">
            <w:pPr>
              <w:jc w:val="center"/>
            </w:pPr>
            <w:r>
              <w:t>备注</w:t>
            </w:r>
          </w:p>
        </w:tc>
      </w:tr>
      <w:tr w:rsidR="00D63713" w14:paraId="11CD2116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688867A3" w14:textId="77777777" w:rsidR="00D63713" w:rsidRDefault="00A43C67" w:rsidP="0003477B">
            <w:r>
              <w:rPr>
                <w:rFonts w:hint="eastAsia"/>
                <w:b/>
              </w:rPr>
              <w:lastRenderedPageBreak/>
              <w:t>强制</w:t>
            </w:r>
            <w:r>
              <w:rPr>
                <w:b/>
              </w:rPr>
              <w:t>性</w:t>
            </w:r>
            <w:r w:rsidR="00D63713">
              <w:rPr>
                <w:b/>
              </w:rPr>
              <w:t>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 w14:paraId="53FCC7EF" w14:textId="77777777" w:rsidR="00D63713" w:rsidRDefault="00D63713" w:rsidP="0003477B"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 w14:paraId="238EEEFF" w14:textId="77777777" w:rsidR="00D63713" w:rsidRPr="00F25DFA" w:rsidRDefault="00BA63DA" w:rsidP="0003477B">
            <w:pPr>
              <w:rPr>
                <w:b/>
              </w:rPr>
            </w:pPr>
            <w:bookmarkStart w:id="51" w:name="平均迎风面积比结论"/>
            <w:r>
              <w:rPr>
                <w:rFonts w:hint="eastAsia"/>
                <w:b/>
              </w:rPr>
              <w:t>满足</w:t>
            </w:r>
            <w:bookmarkEnd w:id="51"/>
          </w:p>
        </w:tc>
        <w:tc>
          <w:tcPr>
            <w:tcW w:w="2800" w:type="dxa"/>
            <w:vMerge w:val="restart"/>
            <w:vAlign w:val="center"/>
          </w:tcPr>
          <w:p w14:paraId="3D7377F1" w14:textId="77777777" w:rsidR="00D63713" w:rsidRDefault="00D63713" w:rsidP="0003477B">
            <w:r>
              <w:rPr>
                <w:b/>
              </w:rPr>
              <w:t>强制条文，必须满足</w:t>
            </w:r>
          </w:p>
        </w:tc>
      </w:tr>
      <w:tr w:rsidR="00D63713" w14:paraId="5906AC32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057AF5E1" w14:textId="77777777" w:rsidR="00D63713" w:rsidRDefault="00D63713" w:rsidP="0003477B"/>
        </w:tc>
        <w:tc>
          <w:tcPr>
            <w:tcW w:w="2800" w:type="dxa"/>
            <w:vAlign w:val="center"/>
          </w:tcPr>
          <w:p w14:paraId="593764A5" w14:textId="77777777" w:rsidR="00D63713" w:rsidRDefault="00D63713" w:rsidP="0003477B"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 w14:paraId="3D1CF8B7" w14:textId="77777777" w:rsidR="00D63713" w:rsidRPr="00F25DFA" w:rsidRDefault="004760A9" w:rsidP="0003477B">
            <w:pPr>
              <w:rPr>
                <w:b/>
              </w:rPr>
            </w:pPr>
            <w:bookmarkStart w:id="52" w:name="活动场地遮阳覆盖率结论"/>
            <w:r>
              <w:rPr>
                <w:rFonts w:hint="eastAsia"/>
                <w:b/>
              </w:rPr>
              <w:t>满足</w:t>
            </w:r>
            <w:bookmarkEnd w:id="52"/>
          </w:p>
        </w:tc>
        <w:tc>
          <w:tcPr>
            <w:tcW w:w="2800" w:type="dxa"/>
            <w:vMerge/>
            <w:vAlign w:val="center"/>
          </w:tcPr>
          <w:p w14:paraId="1B7E581A" w14:textId="77777777" w:rsidR="00D63713" w:rsidRDefault="00D63713" w:rsidP="0003477B"/>
        </w:tc>
      </w:tr>
      <w:tr w:rsidR="00D63713" w14:paraId="66F2FB52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7008D054" w14:textId="77777777" w:rsidR="00D63713" w:rsidRDefault="00D63713" w:rsidP="0003477B">
            <w:r>
              <w:t>规定性设计</w:t>
            </w:r>
          </w:p>
        </w:tc>
        <w:tc>
          <w:tcPr>
            <w:tcW w:w="2800" w:type="dxa"/>
            <w:vAlign w:val="center"/>
          </w:tcPr>
          <w:p w14:paraId="1D2D2260" w14:textId="77777777" w:rsidR="00D63713" w:rsidRDefault="00D63713" w:rsidP="0003477B">
            <w:r>
              <w:t>底层通风架空率</w:t>
            </w:r>
          </w:p>
        </w:tc>
        <w:tc>
          <w:tcPr>
            <w:tcW w:w="1866" w:type="dxa"/>
            <w:vAlign w:val="center"/>
          </w:tcPr>
          <w:p w14:paraId="678C7A17" w14:textId="77777777" w:rsidR="00D63713" w:rsidRDefault="00D63713" w:rsidP="0003477B">
            <w:bookmarkStart w:id="53" w:name="底层通风架空率结论"/>
            <w:r>
              <w:t>满足</w:t>
            </w:r>
            <w:bookmarkEnd w:id="53"/>
          </w:p>
        </w:tc>
        <w:tc>
          <w:tcPr>
            <w:tcW w:w="2800" w:type="dxa"/>
            <w:vMerge w:val="restart"/>
            <w:vAlign w:val="center"/>
          </w:tcPr>
          <w:p w14:paraId="1334AD8F" w14:textId="77777777" w:rsidR="00D63713" w:rsidRDefault="00D63713" w:rsidP="0003477B">
            <w:r>
              <w:t>不满足任意一条时，进行评价性设计</w:t>
            </w:r>
          </w:p>
        </w:tc>
      </w:tr>
      <w:tr w:rsidR="00D63713" w14:paraId="6416FACA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12A077B8" w14:textId="77777777" w:rsidR="00D63713" w:rsidRDefault="00D63713" w:rsidP="0003477B"/>
        </w:tc>
        <w:tc>
          <w:tcPr>
            <w:tcW w:w="2800" w:type="dxa"/>
            <w:vAlign w:val="center"/>
          </w:tcPr>
          <w:p w14:paraId="311D9C25" w14:textId="77777777" w:rsidR="00D63713" w:rsidRDefault="00D63713" w:rsidP="0003477B"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 w14:paraId="57FC0A29" w14:textId="77777777" w:rsidR="00D63713" w:rsidRPr="001C59ED" w:rsidRDefault="00D63713" w:rsidP="0003477B">
            <w:bookmarkStart w:id="54" w:name="绿化遮阳体叶面积指数结论"/>
            <w:r>
              <w:t>满足</w:t>
            </w:r>
            <w:bookmarkEnd w:id="54"/>
          </w:p>
        </w:tc>
        <w:tc>
          <w:tcPr>
            <w:tcW w:w="2800" w:type="dxa"/>
            <w:vMerge/>
            <w:vAlign w:val="center"/>
          </w:tcPr>
          <w:p w14:paraId="7B1EB51C" w14:textId="77777777" w:rsidR="00D63713" w:rsidRDefault="00D63713" w:rsidP="0003477B"/>
        </w:tc>
      </w:tr>
      <w:tr w:rsidR="00D63713" w14:paraId="3966334D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60A00EE4" w14:textId="77777777" w:rsidR="00D63713" w:rsidRDefault="00D63713" w:rsidP="0003477B"/>
        </w:tc>
        <w:tc>
          <w:tcPr>
            <w:tcW w:w="2800" w:type="dxa"/>
            <w:vAlign w:val="center"/>
          </w:tcPr>
          <w:p w14:paraId="7768362A" w14:textId="77777777" w:rsidR="00D63713" w:rsidRDefault="00D63713" w:rsidP="0003477B">
            <w:r>
              <w:t>渗透蒸发指标</w:t>
            </w:r>
          </w:p>
        </w:tc>
        <w:tc>
          <w:tcPr>
            <w:tcW w:w="1866" w:type="dxa"/>
            <w:vAlign w:val="center"/>
          </w:tcPr>
          <w:p w14:paraId="73F2D454" w14:textId="77777777" w:rsidR="00D63713" w:rsidRPr="001C59ED" w:rsidRDefault="00D63713" w:rsidP="0003477B">
            <w:bookmarkStart w:id="55" w:name="渗透蒸发指标结论"/>
            <w:r>
              <w:t>满足</w:t>
            </w:r>
            <w:bookmarkEnd w:id="55"/>
          </w:p>
        </w:tc>
        <w:tc>
          <w:tcPr>
            <w:tcW w:w="2800" w:type="dxa"/>
            <w:vMerge/>
            <w:vAlign w:val="center"/>
          </w:tcPr>
          <w:p w14:paraId="45C88A15" w14:textId="77777777" w:rsidR="00D63713" w:rsidRDefault="00D63713" w:rsidP="0003477B"/>
        </w:tc>
      </w:tr>
      <w:tr w:rsidR="00D63713" w14:paraId="081F44D6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20CAEB7D" w14:textId="77777777" w:rsidR="00D63713" w:rsidRDefault="00D63713" w:rsidP="0003477B"/>
        </w:tc>
        <w:tc>
          <w:tcPr>
            <w:tcW w:w="2800" w:type="dxa"/>
            <w:vAlign w:val="center"/>
          </w:tcPr>
          <w:p w14:paraId="23B8DE13" w14:textId="77777777" w:rsidR="00D63713" w:rsidRDefault="00D63713" w:rsidP="0003477B">
            <w:r>
              <w:t>屋面绿化率</w:t>
            </w:r>
          </w:p>
        </w:tc>
        <w:tc>
          <w:tcPr>
            <w:tcW w:w="1866" w:type="dxa"/>
            <w:vAlign w:val="center"/>
          </w:tcPr>
          <w:p w14:paraId="062C3335" w14:textId="77777777" w:rsidR="00D63713" w:rsidRPr="001C59ED" w:rsidRDefault="00D63713" w:rsidP="0003477B">
            <w:bookmarkStart w:id="56" w:name="屋面绿化率结论"/>
            <w:r>
              <w:t>满足</w:t>
            </w:r>
            <w:bookmarkEnd w:id="56"/>
          </w:p>
        </w:tc>
        <w:tc>
          <w:tcPr>
            <w:tcW w:w="2800" w:type="dxa"/>
            <w:vMerge/>
            <w:vAlign w:val="center"/>
          </w:tcPr>
          <w:p w14:paraId="68B5237C" w14:textId="77777777" w:rsidR="00D63713" w:rsidRDefault="00D63713" w:rsidP="0003477B"/>
        </w:tc>
      </w:tr>
      <w:tr w:rsidR="00D63713" w14:paraId="0498B4C8" w14:textId="77777777" w:rsidTr="00A43C67">
        <w:tc>
          <w:tcPr>
            <w:tcW w:w="4667" w:type="dxa"/>
            <w:gridSpan w:val="2"/>
            <w:shd w:val="clear" w:color="auto" w:fill="E6E6E6"/>
            <w:vAlign w:val="center"/>
          </w:tcPr>
          <w:p w14:paraId="32A071BA" w14:textId="77777777" w:rsidR="00D63713" w:rsidRDefault="00D63713" w:rsidP="0003477B"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 w14:paraId="5037B7F3" w14:textId="77777777" w:rsidR="00D63713" w:rsidRPr="00F25DFA" w:rsidRDefault="00ED2652" w:rsidP="0003477B">
            <w:pPr>
              <w:rPr>
                <w:b/>
              </w:rPr>
            </w:pPr>
            <w:bookmarkStart w:id="57" w:name="总结论"/>
            <w:r>
              <w:rPr>
                <w:rFonts w:hint="eastAsia"/>
                <w:b/>
              </w:rPr>
              <w:t>满足</w:t>
            </w:r>
            <w:bookmarkEnd w:id="57"/>
          </w:p>
        </w:tc>
      </w:tr>
    </w:tbl>
    <w:p w14:paraId="715C056A" w14:textId="77777777" w:rsidR="00940A35" w:rsidRPr="00940A35" w:rsidRDefault="00940A35" w:rsidP="00940A35">
      <w:pPr>
        <w:pStyle w:val="a0"/>
        <w:ind w:firstLine="420"/>
        <w:rPr>
          <w:lang w:val="en-US"/>
        </w:rPr>
      </w:pPr>
    </w:p>
    <w:sectPr w:rsidR="00940A35" w:rsidRPr="00940A35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B564E" w14:textId="77777777" w:rsidR="006B2FA0" w:rsidRDefault="006B2FA0" w:rsidP="00203A7D">
      <w:r>
        <w:separator/>
      </w:r>
    </w:p>
  </w:endnote>
  <w:endnote w:type="continuationSeparator" w:id="0">
    <w:p w14:paraId="5195F594" w14:textId="77777777" w:rsidR="006B2FA0" w:rsidRDefault="006B2FA0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062D" w14:textId="77777777" w:rsidR="00384F21" w:rsidRDefault="00384F21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1F9EA1" w14:textId="77777777" w:rsidR="00384F21" w:rsidRDefault="00384F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324B" w14:textId="77777777" w:rsidR="00384F21" w:rsidRDefault="00384F21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4568">
      <w:rPr>
        <w:rStyle w:val="a9"/>
        <w:noProof/>
      </w:rPr>
      <w:t>1</w:t>
    </w:r>
    <w:r>
      <w:rPr>
        <w:rStyle w:val="a9"/>
      </w:rPr>
      <w:fldChar w:fldCharType="end"/>
    </w:r>
  </w:p>
  <w:p w14:paraId="31CC2F7A" w14:textId="77777777" w:rsidR="00384F21" w:rsidRDefault="00384F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1D06" w14:textId="77777777" w:rsidR="006B2FA0" w:rsidRDefault="006B2FA0" w:rsidP="00203A7D">
      <w:r>
        <w:separator/>
      </w:r>
    </w:p>
  </w:footnote>
  <w:footnote w:type="continuationSeparator" w:id="0">
    <w:p w14:paraId="38FE3BBC" w14:textId="77777777" w:rsidR="006B2FA0" w:rsidRDefault="006B2FA0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23420" w14:textId="77777777" w:rsidR="00DD50F9" w:rsidRDefault="00FD4568" w:rsidP="00DD50F9">
    <w:pPr>
      <w:pStyle w:val="a4"/>
      <w:jc w:val="left"/>
    </w:pPr>
    <w:r>
      <w:rPr>
        <w:noProof/>
      </w:rPr>
      <w:drawing>
        <wp:inline distT="0" distB="0" distL="0" distR="0" wp14:anchorId="32B3518D" wp14:editId="244C4EBD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63503771"/>
    <w:multiLevelType w:val="hybridMultilevel"/>
    <w:tmpl w:val="F274CF7C"/>
    <w:lvl w:ilvl="0" w:tplc="96EEAD6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29869471">
    <w:abstractNumId w:val="0"/>
  </w:num>
  <w:num w:numId="2" w16cid:durableId="25569392">
    <w:abstractNumId w:val="1"/>
  </w:num>
  <w:num w:numId="3" w16cid:durableId="1426850337">
    <w:abstractNumId w:val="0"/>
  </w:num>
  <w:num w:numId="4" w16cid:durableId="194848595">
    <w:abstractNumId w:val="0"/>
  </w:num>
  <w:num w:numId="5" w16cid:durableId="1205484546">
    <w:abstractNumId w:val="0"/>
  </w:num>
  <w:num w:numId="6" w16cid:durableId="438642128">
    <w:abstractNumId w:val="0"/>
  </w:num>
  <w:num w:numId="7" w16cid:durableId="268396932">
    <w:abstractNumId w:val="0"/>
  </w:num>
  <w:num w:numId="8" w16cid:durableId="2043045249">
    <w:abstractNumId w:val="0"/>
  </w:num>
  <w:num w:numId="9" w16cid:durableId="1468813775">
    <w:abstractNumId w:val="0"/>
  </w:num>
  <w:num w:numId="10" w16cid:durableId="1167474392">
    <w:abstractNumId w:val="0"/>
  </w:num>
  <w:num w:numId="11" w16cid:durableId="134031325">
    <w:abstractNumId w:val="0"/>
  </w:num>
  <w:num w:numId="12" w16cid:durableId="62528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CE"/>
    <w:rsid w:val="0000545C"/>
    <w:rsid w:val="0001409C"/>
    <w:rsid w:val="00026B3F"/>
    <w:rsid w:val="00037A4C"/>
    <w:rsid w:val="00051EA5"/>
    <w:rsid w:val="0005749E"/>
    <w:rsid w:val="000A30EF"/>
    <w:rsid w:val="000B10AF"/>
    <w:rsid w:val="000B2169"/>
    <w:rsid w:val="000B2FE8"/>
    <w:rsid w:val="000C5EBC"/>
    <w:rsid w:val="000D23A3"/>
    <w:rsid w:val="000E6711"/>
    <w:rsid w:val="000F23AD"/>
    <w:rsid w:val="000F6615"/>
    <w:rsid w:val="000F7EF2"/>
    <w:rsid w:val="001137ED"/>
    <w:rsid w:val="00116794"/>
    <w:rsid w:val="00117637"/>
    <w:rsid w:val="00122AE1"/>
    <w:rsid w:val="00125196"/>
    <w:rsid w:val="00135FAF"/>
    <w:rsid w:val="0014776A"/>
    <w:rsid w:val="001541C5"/>
    <w:rsid w:val="0016280A"/>
    <w:rsid w:val="001745BF"/>
    <w:rsid w:val="001828F2"/>
    <w:rsid w:val="001B3169"/>
    <w:rsid w:val="001B7C87"/>
    <w:rsid w:val="001C59ED"/>
    <w:rsid w:val="001D4B47"/>
    <w:rsid w:val="001D6C1E"/>
    <w:rsid w:val="001F1D38"/>
    <w:rsid w:val="00203A7D"/>
    <w:rsid w:val="002109B0"/>
    <w:rsid w:val="002209B4"/>
    <w:rsid w:val="00234F4A"/>
    <w:rsid w:val="0023730B"/>
    <w:rsid w:val="00243608"/>
    <w:rsid w:val="00251126"/>
    <w:rsid w:val="002555B8"/>
    <w:rsid w:val="00256900"/>
    <w:rsid w:val="00272BDC"/>
    <w:rsid w:val="00285189"/>
    <w:rsid w:val="002A55EA"/>
    <w:rsid w:val="002B2BB0"/>
    <w:rsid w:val="002B4464"/>
    <w:rsid w:val="002F0C69"/>
    <w:rsid w:val="002F1F5C"/>
    <w:rsid w:val="0030437C"/>
    <w:rsid w:val="00310258"/>
    <w:rsid w:val="003121F7"/>
    <w:rsid w:val="00314D29"/>
    <w:rsid w:val="00327713"/>
    <w:rsid w:val="003320D8"/>
    <w:rsid w:val="00346AFD"/>
    <w:rsid w:val="00353FD3"/>
    <w:rsid w:val="003746AC"/>
    <w:rsid w:val="00384F21"/>
    <w:rsid w:val="003B0012"/>
    <w:rsid w:val="003C6997"/>
    <w:rsid w:val="003E4437"/>
    <w:rsid w:val="00417088"/>
    <w:rsid w:val="00463861"/>
    <w:rsid w:val="004654ED"/>
    <w:rsid w:val="004760A9"/>
    <w:rsid w:val="00480100"/>
    <w:rsid w:val="00480784"/>
    <w:rsid w:val="00481CF8"/>
    <w:rsid w:val="00486A3D"/>
    <w:rsid w:val="0048765E"/>
    <w:rsid w:val="00490A6C"/>
    <w:rsid w:val="00495F4C"/>
    <w:rsid w:val="004A29D4"/>
    <w:rsid w:val="004C4D23"/>
    <w:rsid w:val="004C69C1"/>
    <w:rsid w:val="004C79DA"/>
    <w:rsid w:val="004D230F"/>
    <w:rsid w:val="004D449D"/>
    <w:rsid w:val="004D5876"/>
    <w:rsid w:val="004E2129"/>
    <w:rsid w:val="004E291D"/>
    <w:rsid w:val="004E563F"/>
    <w:rsid w:val="004F49CE"/>
    <w:rsid w:val="004F534A"/>
    <w:rsid w:val="004F6872"/>
    <w:rsid w:val="004F694D"/>
    <w:rsid w:val="0050003A"/>
    <w:rsid w:val="00503750"/>
    <w:rsid w:val="005053D6"/>
    <w:rsid w:val="005207E3"/>
    <w:rsid w:val="005215FB"/>
    <w:rsid w:val="0054514B"/>
    <w:rsid w:val="00545FB7"/>
    <w:rsid w:val="00561C8F"/>
    <w:rsid w:val="005755BA"/>
    <w:rsid w:val="0057692D"/>
    <w:rsid w:val="005812C2"/>
    <w:rsid w:val="005C4B02"/>
    <w:rsid w:val="005C7162"/>
    <w:rsid w:val="005D7DB4"/>
    <w:rsid w:val="005F7D7C"/>
    <w:rsid w:val="00613298"/>
    <w:rsid w:val="00651069"/>
    <w:rsid w:val="00657ADD"/>
    <w:rsid w:val="00671FB7"/>
    <w:rsid w:val="0067336D"/>
    <w:rsid w:val="00685427"/>
    <w:rsid w:val="00685C60"/>
    <w:rsid w:val="00694FCA"/>
    <w:rsid w:val="006A159C"/>
    <w:rsid w:val="006A38D1"/>
    <w:rsid w:val="006B2FA0"/>
    <w:rsid w:val="006B5695"/>
    <w:rsid w:val="006B57E0"/>
    <w:rsid w:val="006C3941"/>
    <w:rsid w:val="0072017E"/>
    <w:rsid w:val="0072214C"/>
    <w:rsid w:val="007514FE"/>
    <w:rsid w:val="00774599"/>
    <w:rsid w:val="007D1A35"/>
    <w:rsid w:val="007E78A4"/>
    <w:rsid w:val="00832581"/>
    <w:rsid w:val="008329E7"/>
    <w:rsid w:val="00870C53"/>
    <w:rsid w:val="00872A29"/>
    <w:rsid w:val="00883D6C"/>
    <w:rsid w:val="00886207"/>
    <w:rsid w:val="00897FCE"/>
    <w:rsid w:val="008B02AA"/>
    <w:rsid w:val="008B2417"/>
    <w:rsid w:val="008B6B76"/>
    <w:rsid w:val="008E3905"/>
    <w:rsid w:val="008E7DE0"/>
    <w:rsid w:val="008F4A97"/>
    <w:rsid w:val="009115AF"/>
    <w:rsid w:val="00916B0E"/>
    <w:rsid w:val="00917B5B"/>
    <w:rsid w:val="0092562F"/>
    <w:rsid w:val="00935D40"/>
    <w:rsid w:val="00940A35"/>
    <w:rsid w:val="009410A0"/>
    <w:rsid w:val="00955355"/>
    <w:rsid w:val="00963036"/>
    <w:rsid w:val="009744B2"/>
    <w:rsid w:val="009B5732"/>
    <w:rsid w:val="009C3CAA"/>
    <w:rsid w:val="009C61AC"/>
    <w:rsid w:val="009D580B"/>
    <w:rsid w:val="009D7B62"/>
    <w:rsid w:val="009E4629"/>
    <w:rsid w:val="009E5E29"/>
    <w:rsid w:val="009F3F68"/>
    <w:rsid w:val="009F3F6B"/>
    <w:rsid w:val="00A0719E"/>
    <w:rsid w:val="00A305A7"/>
    <w:rsid w:val="00A32590"/>
    <w:rsid w:val="00A355BD"/>
    <w:rsid w:val="00A402EA"/>
    <w:rsid w:val="00A43C67"/>
    <w:rsid w:val="00A53163"/>
    <w:rsid w:val="00A72106"/>
    <w:rsid w:val="00A83D4E"/>
    <w:rsid w:val="00AA47FE"/>
    <w:rsid w:val="00AA7C65"/>
    <w:rsid w:val="00AB536D"/>
    <w:rsid w:val="00AC7EEF"/>
    <w:rsid w:val="00B047B3"/>
    <w:rsid w:val="00B107D2"/>
    <w:rsid w:val="00B10A58"/>
    <w:rsid w:val="00B16C0D"/>
    <w:rsid w:val="00B26E83"/>
    <w:rsid w:val="00B36FB1"/>
    <w:rsid w:val="00B41640"/>
    <w:rsid w:val="00B4240C"/>
    <w:rsid w:val="00B473C4"/>
    <w:rsid w:val="00B55B22"/>
    <w:rsid w:val="00B60841"/>
    <w:rsid w:val="00B645C9"/>
    <w:rsid w:val="00B70488"/>
    <w:rsid w:val="00B7457E"/>
    <w:rsid w:val="00BA50C0"/>
    <w:rsid w:val="00BA63DA"/>
    <w:rsid w:val="00BB1C06"/>
    <w:rsid w:val="00BC24EE"/>
    <w:rsid w:val="00BD489D"/>
    <w:rsid w:val="00BD4A14"/>
    <w:rsid w:val="00BE4349"/>
    <w:rsid w:val="00C0203A"/>
    <w:rsid w:val="00C21B0B"/>
    <w:rsid w:val="00C22E6B"/>
    <w:rsid w:val="00C3317F"/>
    <w:rsid w:val="00C43944"/>
    <w:rsid w:val="00C63237"/>
    <w:rsid w:val="00C67778"/>
    <w:rsid w:val="00C83ED1"/>
    <w:rsid w:val="00C95557"/>
    <w:rsid w:val="00C97E25"/>
    <w:rsid w:val="00CA1AA5"/>
    <w:rsid w:val="00CA311D"/>
    <w:rsid w:val="00CB5853"/>
    <w:rsid w:val="00CC50E4"/>
    <w:rsid w:val="00CE14CD"/>
    <w:rsid w:val="00CE28AA"/>
    <w:rsid w:val="00CE3E52"/>
    <w:rsid w:val="00CE6578"/>
    <w:rsid w:val="00D23AA7"/>
    <w:rsid w:val="00D345DA"/>
    <w:rsid w:val="00D40158"/>
    <w:rsid w:val="00D43C46"/>
    <w:rsid w:val="00D478B3"/>
    <w:rsid w:val="00D5601F"/>
    <w:rsid w:val="00D605FE"/>
    <w:rsid w:val="00D62A9A"/>
    <w:rsid w:val="00D63713"/>
    <w:rsid w:val="00D96AE9"/>
    <w:rsid w:val="00DA1F89"/>
    <w:rsid w:val="00DC73AD"/>
    <w:rsid w:val="00DD16C4"/>
    <w:rsid w:val="00DD42A2"/>
    <w:rsid w:val="00DD50F9"/>
    <w:rsid w:val="00DE224D"/>
    <w:rsid w:val="00DF470C"/>
    <w:rsid w:val="00E0575B"/>
    <w:rsid w:val="00E16221"/>
    <w:rsid w:val="00E423BB"/>
    <w:rsid w:val="00E4518A"/>
    <w:rsid w:val="00E72EFD"/>
    <w:rsid w:val="00E75AC2"/>
    <w:rsid w:val="00E81ACD"/>
    <w:rsid w:val="00EA0210"/>
    <w:rsid w:val="00EA0B95"/>
    <w:rsid w:val="00EA3CE7"/>
    <w:rsid w:val="00EA741A"/>
    <w:rsid w:val="00EC27FD"/>
    <w:rsid w:val="00EC70F3"/>
    <w:rsid w:val="00EC7220"/>
    <w:rsid w:val="00ED2652"/>
    <w:rsid w:val="00ED3418"/>
    <w:rsid w:val="00EE005A"/>
    <w:rsid w:val="00EF0674"/>
    <w:rsid w:val="00EF5872"/>
    <w:rsid w:val="00EF5DD5"/>
    <w:rsid w:val="00F03100"/>
    <w:rsid w:val="00F16AE6"/>
    <w:rsid w:val="00F2167E"/>
    <w:rsid w:val="00F25DFA"/>
    <w:rsid w:val="00F312DB"/>
    <w:rsid w:val="00F4565A"/>
    <w:rsid w:val="00F75DD1"/>
    <w:rsid w:val="00F90890"/>
    <w:rsid w:val="00FA4B87"/>
    <w:rsid w:val="00FA733F"/>
    <w:rsid w:val="00FC0388"/>
    <w:rsid w:val="00FD4568"/>
    <w:rsid w:val="00FE25F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1E756B33"/>
  <w15:chartTrackingRefBased/>
  <w15:docId w15:val="{257F801C-8587-4340-A77A-9F3374DA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210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384F21"/>
  </w:style>
  <w:style w:type="paragraph" w:styleId="aa">
    <w:name w:val="Normal (Web)"/>
    <w:basedOn w:val="a"/>
    <w:uiPriority w:val="99"/>
    <w:unhideWhenUsed/>
    <w:rsid w:val="001137ED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styleId="ab">
    <w:name w:val="Strong"/>
    <w:basedOn w:val="a1"/>
    <w:uiPriority w:val="22"/>
    <w:qFormat/>
    <w:rsid w:val="001137ED"/>
    <w:rPr>
      <w:b/>
      <w:bCs/>
    </w:rPr>
  </w:style>
  <w:style w:type="paragraph" w:styleId="ac">
    <w:name w:val="Title"/>
    <w:basedOn w:val="a"/>
    <w:next w:val="a"/>
    <w:link w:val="ad"/>
    <w:qFormat/>
    <w:rsid w:val="0083258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1"/>
    <w:link w:val="ac"/>
    <w:rsid w:val="00832581"/>
    <w:rPr>
      <w:rFonts w:asciiTheme="majorHAnsi" w:hAnsiTheme="majorHAnsi" w:cstheme="majorBidi"/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2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tmp22</Template>
  <TotalTime>1</TotalTime>
  <Pages>10</Pages>
  <Words>833</Words>
  <Characters>4754</Characters>
  <Application>Microsoft Office Word</Application>
  <DocSecurity>0</DocSecurity>
  <Lines>39</Lines>
  <Paragraphs>11</Paragraphs>
  <ScaleCrop>false</ScaleCrop>
  <Company>ths</Company>
  <LinksUpToDate>false</LinksUpToDate>
  <CharactersWithSpaces>5576</CharactersWithSpaces>
  <SharedDoc>false</SharedDoc>
  <HLinks>
    <vt:vector size="102" baseType="variant"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_Toc401318152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_Toc401318151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_Toc401318150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_Toc401318149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_Toc401318148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_Toc401318147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_Toc401318146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_Toc401318145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_Toc401318144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_Toc401318143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_Toc401318142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_Toc401318141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_Toc401318140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_Toc401318139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_Toc401318138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_Toc401318137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_Toc401318136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住区热环境规定性设计计算书</dc:title>
  <dc:subject/>
  <dc:creator>CL Z</dc:creator>
  <cp:keywords/>
  <cp:lastModifiedBy>CL Z</cp:lastModifiedBy>
  <cp:revision>1</cp:revision>
  <cp:lastPrinted>1899-12-31T16:00:00Z</cp:lastPrinted>
  <dcterms:created xsi:type="dcterms:W3CDTF">2024-01-07T10:49:00Z</dcterms:created>
  <dcterms:modified xsi:type="dcterms:W3CDTF">2024-01-07T10:50:00Z</dcterms:modified>
</cp:coreProperties>
</file>