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7AAE0" w14:textId="77777777"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73334902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1184D8AD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居住建筑</w:t>
      </w:r>
      <w:bookmarkEnd w:id="1"/>
    </w:p>
    <w:p w14:paraId="30791D92" w14:textId="77777777"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3AD27B6A" w14:textId="77777777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17030C6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80BE164" w14:textId="77777777" w:rsidR="00794676" w:rsidRPr="00D40158" w:rsidRDefault="00794676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2"/>
          </w:p>
        </w:tc>
      </w:tr>
      <w:tr w:rsidR="00794676" w:rsidRPr="00D40158" w14:paraId="3A35632A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7D5734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2B4B94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青海</w:t>
            </w:r>
            <w:r>
              <w:t>-</w:t>
            </w:r>
            <w:r>
              <w:t>海南</w:t>
            </w:r>
            <w:r>
              <w:t>-</w:t>
            </w:r>
            <w:r>
              <w:t>共和</w:t>
            </w:r>
            <w:bookmarkEnd w:id="3"/>
          </w:p>
        </w:tc>
      </w:tr>
      <w:tr w:rsidR="00794676" w:rsidRPr="00D40158" w14:paraId="529B667B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D2A11D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1FAEE7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14:paraId="4D3E85F7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EB7645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C900C8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794676" w:rsidRPr="00D40158" w14:paraId="1F358DEC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2A64186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F2CA7F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794676" w:rsidRPr="00D40158" w14:paraId="43472397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49257B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D3B340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75E55C27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B2D432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32760D34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14C373F1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B0D435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46DC841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32C183D6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2943B06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24D24C3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2023年12月24日</w:t>
              </w:r>
            </w:smartTag>
            <w:bookmarkEnd w:id="7"/>
          </w:p>
        </w:tc>
      </w:tr>
    </w:tbl>
    <w:p w14:paraId="44EB7DA3" w14:textId="77777777"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4E6CF5C8" wp14:editId="451DEA59">
            <wp:extent cx="1514634" cy="1514634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FA857" w14:textId="77777777" w:rsidR="00E42811" w:rsidRDefault="00E42811">
      <w:pPr>
        <w:spacing w:line="240" w:lineRule="atLeast"/>
        <w:jc w:val="center"/>
        <w:rPr>
          <w:rFonts w:ascii="宋体" w:hAnsi="宋体"/>
        </w:rPr>
      </w:pPr>
    </w:p>
    <w:p w14:paraId="3A29C814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0B320533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FED8320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5CC56FE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BECS2023</w:t>
            </w:r>
            <w:bookmarkEnd w:id="9"/>
          </w:p>
        </w:tc>
      </w:tr>
      <w:tr w:rsidR="00794676" w:rsidRPr="00D40158" w14:paraId="287BADAE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18FE2E7A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6A49B39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20220923</w:t>
            </w:r>
            <w:bookmarkEnd w:id="10"/>
          </w:p>
        </w:tc>
      </w:tr>
      <w:tr w:rsidR="00794676" w:rsidRPr="00D40158" w14:paraId="6B9BBB19" w14:textId="77777777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2BC2AF6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66D0997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14:paraId="6B57AD09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065A49E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66692906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T19980488348</w:t>
            </w:r>
            <w:bookmarkEnd w:id="11"/>
          </w:p>
        </w:tc>
      </w:tr>
    </w:tbl>
    <w:p w14:paraId="1D9614A7" w14:textId="77777777" w:rsidR="00794676" w:rsidRDefault="00794676" w:rsidP="00794676">
      <w:pPr>
        <w:pStyle w:val="TOC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21A3112D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07D6C245" w14:textId="77777777"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54E77927" w14:textId="77777777" w:rsidR="00711946" w:rsidRDefault="0079467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4332328" w:history="1">
        <w:r w:rsidR="00711946" w:rsidRPr="00D34701">
          <w:rPr>
            <w:rStyle w:val="a8"/>
          </w:rPr>
          <w:t>1</w:t>
        </w:r>
        <w:r w:rsidR="00711946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711946" w:rsidRPr="00D34701">
          <w:rPr>
            <w:rStyle w:val="a8"/>
          </w:rPr>
          <w:t>建筑概况</w:t>
        </w:r>
        <w:r w:rsidR="00711946">
          <w:rPr>
            <w:webHidden/>
          </w:rPr>
          <w:tab/>
        </w:r>
        <w:r w:rsidR="00711946">
          <w:rPr>
            <w:webHidden/>
          </w:rPr>
          <w:fldChar w:fldCharType="begin"/>
        </w:r>
        <w:r w:rsidR="00711946">
          <w:rPr>
            <w:webHidden/>
          </w:rPr>
          <w:instrText xml:space="preserve"> PAGEREF _Toc154332328 \h </w:instrText>
        </w:r>
        <w:r w:rsidR="00711946">
          <w:rPr>
            <w:webHidden/>
          </w:rPr>
        </w:r>
        <w:r w:rsidR="00711946">
          <w:rPr>
            <w:webHidden/>
          </w:rPr>
          <w:fldChar w:fldCharType="separate"/>
        </w:r>
        <w:r w:rsidR="00711946">
          <w:rPr>
            <w:webHidden/>
          </w:rPr>
          <w:t>3</w:t>
        </w:r>
        <w:r w:rsidR="00711946">
          <w:rPr>
            <w:webHidden/>
          </w:rPr>
          <w:fldChar w:fldCharType="end"/>
        </w:r>
      </w:hyperlink>
    </w:p>
    <w:p w14:paraId="4F1FADD3" w14:textId="77777777" w:rsidR="00711946" w:rsidRDefault="007119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4332329" w:history="1">
        <w:r w:rsidRPr="00D34701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4701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D5C5DA2" w14:textId="77777777" w:rsidR="00711946" w:rsidRDefault="007119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4332330" w:history="1">
        <w:r w:rsidRPr="00D34701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4701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B80CB7F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31" w:history="1">
        <w:r w:rsidRPr="00D34701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70B9118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32" w:history="1">
        <w:r w:rsidRPr="00D34701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1CA03E8" w14:textId="77777777" w:rsidR="00711946" w:rsidRDefault="007119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4332333" w:history="1">
        <w:r w:rsidRPr="00D34701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4701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E04D258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34" w:history="1">
        <w:r w:rsidRPr="00D34701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A06457F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35" w:history="1">
        <w:r w:rsidRPr="00D34701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DA4F693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36" w:history="1">
        <w:r w:rsidRPr="00D34701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C942C48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37" w:history="1">
        <w:r w:rsidRPr="00D34701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B73BFEA" w14:textId="77777777" w:rsidR="00711946" w:rsidRDefault="007119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4332338" w:history="1">
        <w:r w:rsidRPr="00D34701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4701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2965437" w14:textId="77777777" w:rsidR="00711946" w:rsidRDefault="007119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4332339" w:history="1">
        <w:r w:rsidRPr="00D34701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4701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C29A483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40" w:history="1">
        <w:r w:rsidRPr="00D34701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49909F6" w14:textId="77777777" w:rsidR="00711946" w:rsidRDefault="007119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41" w:history="1">
        <w:r w:rsidRPr="00D34701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E1FEA13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42" w:history="1">
        <w:r w:rsidRPr="00D34701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963AE39" w14:textId="77777777" w:rsidR="00711946" w:rsidRDefault="007119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43" w:history="1">
        <w:r w:rsidRPr="00D34701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01F99F3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44" w:history="1">
        <w:r w:rsidRPr="00D34701">
          <w:rPr>
            <w:rStyle w:val="a8"/>
            <w:lang w:val="en-GB"/>
          </w:rPr>
          <w:t>6.3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热桥柱构造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761BF91" w14:textId="77777777" w:rsidR="00711946" w:rsidRDefault="007119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45" w:history="1">
        <w:r w:rsidRPr="00D34701">
          <w:rPr>
            <w:rStyle w:val="a8"/>
            <w:lang w:val="en-GB"/>
          </w:rPr>
          <w:t>6.3.1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热桥柱构造一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BFEF1AB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46" w:history="1">
        <w:r w:rsidRPr="00D34701">
          <w:rPr>
            <w:rStyle w:val="a8"/>
            <w:lang w:val="en-GB"/>
          </w:rPr>
          <w:t>6.4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热桥梁构造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2E8A1EB7" w14:textId="77777777" w:rsidR="00711946" w:rsidRDefault="007119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47" w:history="1">
        <w:r w:rsidRPr="00D34701">
          <w:rPr>
            <w:rStyle w:val="a8"/>
            <w:lang w:val="en-GB"/>
          </w:rPr>
          <w:t>6.4.1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热桥梁构造一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03C9140C" w14:textId="77777777" w:rsidR="00711946" w:rsidRDefault="007119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4332348" w:history="1">
        <w:r w:rsidRPr="00D34701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34701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412C15D" w14:textId="77777777" w:rsidR="00711946" w:rsidRDefault="007119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4332349" w:history="1">
        <w:r w:rsidRPr="00D34701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34701">
          <w:rPr>
            <w:rStyle w:val="a8"/>
          </w:rPr>
          <w:t>自然通风房间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_Toc154332349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6E90DEAE" w14:textId="77777777" w:rsidR="00794676" w:rsidRDefault="00794676" w:rsidP="00794676">
      <w:pPr>
        <w:spacing w:line="240" w:lineRule="atLeast"/>
      </w:pPr>
      <w:r>
        <w:fldChar w:fldCharType="end"/>
      </w:r>
    </w:p>
    <w:p w14:paraId="46BBA781" w14:textId="77777777" w:rsidR="00794676" w:rsidRPr="009C4D39" w:rsidRDefault="00794676" w:rsidP="00794676">
      <w:pPr>
        <w:spacing w:line="240" w:lineRule="atLeast"/>
        <w:sectPr w:rsidR="00794676" w:rsidRPr="009C4D39" w:rsidSect="00EE2AA2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2815E817" w14:textId="77777777" w:rsidR="00794676" w:rsidRPr="005E5F93" w:rsidRDefault="00794676" w:rsidP="00794676">
      <w:pPr>
        <w:pStyle w:val="1"/>
        <w:spacing w:line="240" w:lineRule="atLeast"/>
        <w:ind w:left="432" w:hanging="432"/>
      </w:pPr>
      <w:bookmarkStart w:id="12" w:name="_Toc154332328"/>
      <w:r w:rsidRPr="005E5F93">
        <w:rPr>
          <w:rFonts w:hint="eastAsia"/>
        </w:rPr>
        <w:lastRenderedPageBreak/>
        <w:t>建筑概况</w:t>
      </w:r>
      <w:bookmarkEnd w:id="12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14:paraId="09474320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6B75873B" w14:textId="77777777" w:rsidR="00794676" w:rsidRPr="005816EB" w:rsidRDefault="00794676" w:rsidP="009205C5">
            <w:pPr>
              <w:spacing w:line="240" w:lineRule="atLeast"/>
            </w:pPr>
            <w:bookmarkStart w:id="13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6D1CA36" w14:textId="77777777" w:rsidR="00794676" w:rsidRPr="005816EB" w:rsidRDefault="00794676" w:rsidP="009205C5">
            <w:pPr>
              <w:spacing w:line="240" w:lineRule="atLeast"/>
            </w:pPr>
            <w:bookmarkStart w:id="14" w:name="工程名称"/>
            <w:r>
              <w:t>新建项目</w:t>
            </w:r>
            <w:bookmarkEnd w:id="14"/>
          </w:p>
        </w:tc>
      </w:tr>
      <w:tr w:rsidR="00794676" w:rsidRPr="005816EB" w14:paraId="3437F8AF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0DE6DD5F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CC74892" w14:textId="77777777" w:rsidR="00794676" w:rsidRPr="005816EB" w:rsidRDefault="00794676" w:rsidP="009205C5">
            <w:pPr>
              <w:spacing w:line="240" w:lineRule="atLeast"/>
            </w:pPr>
            <w:bookmarkStart w:id="15" w:name="工程地点"/>
            <w:r>
              <w:t>青海</w:t>
            </w:r>
            <w:r>
              <w:t>-</w:t>
            </w:r>
            <w:r>
              <w:t>海南</w:t>
            </w:r>
            <w:r>
              <w:t>-</w:t>
            </w:r>
            <w:r>
              <w:t>共和</w:t>
            </w:r>
            <w:bookmarkEnd w:id="15"/>
          </w:p>
        </w:tc>
      </w:tr>
      <w:tr w:rsidR="00794676" w:rsidRPr="005816EB" w14:paraId="324A802C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624C1DED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1D24EA76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6" w:name="纬度"/>
            <w:r w:rsidRPr="00FF2243">
              <w:rPr>
                <w:rFonts w:ascii="宋体" w:hAnsi="宋体" w:hint="eastAsia"/>
              </w:rPr>
              <w:t>36.00</w:t>
            </w:r>
            <w:bookmarkEnd w:id="16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2C4370C8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7" w:name="经度"/>
            <w:r w:rsidRPr="00FF2243">
              <w:rPr>
                <w:rFonts w:ascii="宋体" w:hAnsi="宋体" w:hint="eastAsia"/>
              </w:rPr>
              <w:t>100.61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14:paraId="240449F2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6F23F7D1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1E6F2FA" w14:textId="77777777" w:rsidR="00794676" w:rsidRPr="005816EB" w:rsidRDefault="00794676" w:rsidP="009205C5">
            <w:pPr>
              <w:spacing w:line="240" w:lineRule="atLeast"/>
            </w:pPr>
            <w:bookmarkStart w:id="18" w:name="气候分区"/>
            <w:r>
              <w:t>严寒</w:t>
            </w:r>
            <w:r>
              <w:t>C</w:t>
            </w:r>
            <w:r>
              <w:t>区</w:t>
            </w:r>
            <w:bookmarkEnd w:id="18"/>
          </w:p>
        </w:tc>
      </w:tr>
      <w:tr w:rsidR="00794676" w:rsidRPr="005816EB" w14:paraId="3E315244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3959CAF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DA8C243" w14:textId="77777777" w:rsidR="00794676" w:rsidRPr="005816EB" w:rsidRDefault="00794676" w:rsidP="009205C5">
            <w:pPr>
              <w:spacing w:line="240" w:lineRule="atLeast"/>
            </w:pPr>
            <w:bookmarkStart w:id="19" w:name="大气透明度等级"/>
            <w:r>
              <w:t>2</w:t>
            </w:r>
            <w:bookmarkEnd w:id="19"/>
          </w:p>
        </w:tc>
      </w:tr>
      <w:tr w:rsidR="00794676" w:rsidRPr="005816EB" w14:paraId="5A3C3242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052DD0F3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49B5B060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0" w:name="地上建筑面积"/>
            <w:r w:rsidRPr="005816EB">
              <w:rPr>
                <w:rFonts w:hint="eastAsia"/>
              </w:rPr>
              <w:t>369</w:t>
            </w:r>
            <w:bookmarkEnd w:id="20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1" w:name="地下建筑面积"/>
            <w:r w:rsidRPr="005816EB">
              <w:rPr>
                <w:rFonts w:hint="eastAsia"/>
              </w:rPr>
              <w:t>0</w:t>
            </w:r>
            <w:bookmarkEnd w:id="21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14:paraId="7F2D422D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5260F09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BFA5F77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2" w:name="地上建筑层数"/>
            <w:r w:rsidRPr="005816EB">
              <w:rPr>
                <w:rFonts w:hint="eastAsia"/>
              </w:rPr>
              <w:t>3</w:t>
            </w:r>
            <w:bookmarkEnd w:id="22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3" w:name="地下建筑层数"/>
            <w:r>
              <w:t>0</w:t>
            </w:r>
            <w:bookmarkEnd w:id="23"/>
          </w:p>
        </w:tc>
      </w:tr>
      <w:tr w:rsidR="00794676" w:rsidRPr="005816EB" w14:paraId="5FAA5532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0650B28F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0DED550" w14:textId="77777777" w:rsidR="00794676" w:rsidRPr="005816EB" w:rsidRDefault="00794676" w:rsidP="009205C5">
            <w:pPr>
              <w:spacing w:line="240" w:lineRule="atLeast"/>
            </w:pPr>
            <w:bookmarkStart w:id="24" w:name="地上建筑高度"/>
            <w:r w:rsidRPr="005816EB">
              <w:rPr>
                <w:rFonts w:hint="eastAsia"/>
              </w:rPr>
              <w:t>10.0</w:t>
            </w:r>
            <w:bookmarkEnd w:id="24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14:paraId="21204A65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4935807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43A4B77F" w14:textId="77777777" w:rsidR="00794676" w:rsidRPr="005816EB" w:rsidRDefault="00794676" w:rsidP="009205C5">
            <w:pPr>
              <w:spacing w:line="240" w:lineRule="atLeast"/>
            </w:pPr>
            <w:bookmarkStart w:id="25" w:name="结构类型"/>
            <w:bookmarkEnd w:id="25"/>
          </w:p>
        </w:tc>
      </w:tr>
    </w:tbl>
    <w:p w14:paraId="6ED2D490" w14:textId="77777777" w:rsidR="00794676" w:rsidRDefault="00794676" w:rsidP="00794676">
      <w:pPr>
        <w:pStyle w:val="1"/>
        <w:spacing w:line="240" w:lineRule="atLeast"/>
        <w:ind w:left="432" w:hanging="432"/>
      </w:pPr>
      <w:bookmarkStart w:id="26" w:name="TitleFormat"/>
      <w:bookmarkStart w:id="27" w:name="_Toc154332329"/>
      <w:bookmarkEnd w:id="13"/>
      <w:r>
        <w:rPr>
          <w:rFonts w:hint="eastAsia"/>
        </w:rPr>
        <w:t>评价依据</w:t>
      </w:r>
      <w:bookmarkEnd w:id="27"/>
    </w:p>
    <w:bookmarkEnd w:id="26"/>
    <w:p w14:paraId="29318A48" w14:textId="77777777" w:rsidR="00794676" w:rsidRDefault="00794676" w:rsidP="00794676">
      <w:pPr>
        <w:spacing w:line="240" w:lineRule="atLeast"/>
      </w:pPr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《严寒和寒冷地区居住建筑节能设计标准》</w:t>
      </w:r>
      <w:r>
        <w:rPr>
          <w:rFonts w:hint="eastAsia"/>
        </w:rPr>
        <w:t>JGJ 26-2018</w:t>
      </w:r>
      <w:bookmarkEnd w:id="28"/>
    </w:p>
    <w:p w14:paraId="6C92AA45" w14:textId="77777777" w:rsidR="00794676" w:rsidRDefault="00794676" w:rsidP="00794676">
      <w:pPr>
        <w:spacing w:line="240" w:lineRule="atLeast"/>
      </w:pPr>
      <w:r>
        <w:rPr>
          <w:rFonts w:hint="eastAsia"/>
        </w:rPr>
        <w:t xml:space="preserve">2. </w:t>
      </w:r>
      <w:bookmarkStart w:id="29" w:name="OLE_LINK2"/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  <w:bookmarkEnd w:id="29"/>
    </w:p>
    <w:p w14:paraId="519B0929" w14:textId="77777777" w:rsidR="00794676" w:rsidRPr="00CC07EB" w:rsidRDefault="00794676" w:rsidP="00794676">
      <w:pPr>
        <w:spacing w:line="240" w:lineRule="atLeast"/>
      </w:pPr>
      <w:r>
        <w:rPr>
          <w:rFonts w:hint="eastAsia"/>
        </w:rPr>
        <w:t xml:space="preserve">3. </w:t>
      </w:r>
      <w:bookmarkStart w:id="30" w:name="地方绿建评价标准"/>
      <w:r w:rsidRPr="003449FB">
        <w:rPr>
          <w:rFonts w:hint="eastAsia"/>
        </w:rPr>
        <w:t>《绿色建筑评价标准》</w:t>
      </w:r>
      <w:r w:rsidRPr="003449FB">
        <w:rPr>
          <w:rFonts w:hint="eastAsia"/>
        </w:rPr>
        <w:t>GB/T 50378-2019</w:t>
      </w:r>
    </w:p>
    <w:bookmarkEnd w:id="30"/>
    <w:p w14:paraId="43BB398B" w14:textId="77777777" w:rsidR="00794676" w:rsidRPr="00CC07EB" w:rsidRDefault="00794676" w:rsidP="00794676">
      <w:pPr>
        <w:spacing w:line="240" w:lineRule="atLeast"/>
      </w:pPr>
      <w:r>
        <w:rPr>
          <w:rFonts w:hint="eastAsia"/>
        </w:rPr>
        <w:t xml:space="preserve">4. </w:t>
      </w:r>
      <w:r w:rsidRPr="003449FB">
        <w:rPr>
          <w:rFonts w:hint="eastAsia"/>
        </w:rPr>
        <w:t>《绿色建筑评价技术细则》</w:t>
      </w:r>
    </w:p>
    <w:p w14:paraId="009B6690" w14:textId="77777777" w:rsidR="00794676" w:rsidRPr="000730E7" w:rsidRDefault="00794676" w:rsidP="00794676">
      <w:pPr>
        <w:spacing w:line="240" w:lineRule="atLeast"/>
      </w:pPr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设计说明、节能计算书</w:t>
      </w:r>
    </w:p>
    <w:p w14:paraId="64BA465A" w14:textId="77777777" w:rsidR="00794676" w:rsidRDefault="00794676" w:rsidP="00794676">
      <w:pPr>
        <w:pStyle w:val="1"/>
        <w:spacing w:line="240" w:lineRule="atLeast"/>
        <w:ind w:left="432" w:hanging="432"/>
      </w:pPr>
      <w:bookmarkStart w:id="31" w:name="_Toc154332330"/>
      <w:r>
        <w:rPr>
          <w:rFonts w:hint="eastAsia"/>
        </w:rPr>
        <w:t>评价目标与方法</w:t>
      </w:r>
      <w:bookmarkEnd w:id="31"/>
    </w:p>
    <w:p w14:paraId="5929D2B2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2" w:name="_Toc154332331"/>
      <w:r>
        <w:rPr>
          <w:rFonts w:hint="eastAsia"/>
          <w:kern w:val="2"/>
        </w:rPr>
        <w:t>评价目标</w:t>
      </w:r>
      <w:bookmarkEnd w:id="32"/>
    </w:p>
    <w:p w14:paraId="3484E077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依据《民用建筑热工设计规范》</w:t>
      </w:r>
      <w:r>
        <w:rPr>
          <w:rFonts w:ascii="宋体" w:hAnsi="宋体" w:hint="eastAsia"/>
          <w:szCs w:val="21"/>
        </w:rPr>
        <w:t>和</w:t>
      </w:r>
      <w:bookmarkStart w:id="33" w:name="地方绿建评价标准：1"/>
      <w:r>
        <w:rPr>
          <w:rFonts w:ascii="宋体" w:hAnsi="宋体" w:hint="eastAsia"/>
          <w:szCs w:val="21"/>
        </w:rPr>
        <w:t>《绿色建筑评价标准》GB/T 50378-2019</w:t>
      </w:r>
      <w:bookmarkEnd w:id="33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14:paraId="68A3FAFD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《民用建筑热工设计规范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14:paraId="75E099DE" w14:textId="77777777"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4" w:name="_Toc154332332"/>
      <w:r>
        <w:rPr>
          <w:rFonts w:hint="eastAsia"/>
          <w:kern w:val="2"/>
        </w:rPr>
        <w:t>评价方法</w:t>
      </w:r>
      <w:bookmarkEnd w:id="34"/>
    </w:p>
    <w:p w14:paraId="447BD14F" w14:textId="77777777"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5" w:name="OLE_LINK3"/>
      <w:r w:rsidRPr="00FE74EF">
        <w:rPr>
          <w:color w:val="000000"/>
          <w:szCs w:val="21"/>
        </w:rPr>
        <w:t>在给定两侧空气温度及变化规律的情况下，</w:t>
      </w:r>
      <w:bookmarkEnd w:id="35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14:paraId="5D19A0AF" w14:textId="77777777"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14:paraId="6D43C7DB" w14:textId="77777777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3B364360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2BC37FA3" w14:textId="77777777"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060447D1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14:paraId="03550DA0" w14:textId="77777777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14:paraId="5C571FD5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14:paraId="156D1136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143A0E80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124AFBBA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14:paraId="61A7BD06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7B0B80B1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14:paraId="28739F9B" w14:textId="77777777" w:rsidTr="00844F8C">
        <w:trPr>
          <w:jc w:val="center"/>
        </w:trPr>
        <w:tc>
          <w:tcPr>
            <w:tcW w:w="1885" w:type="dxa"/>
            <w:shd w:val="clear" w:color="auto" w:fill="D9D9D9"/>
          </w:tcPr>
          <w:p w14:paraId="70F86865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4D5A54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2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711946">
              <w:rPr>
                <w:position w:val="-9"/>
              </w:rPr>
              <w:pict w14:anchorId="1D5E0B51">
                <v:shape id="_x0000_i1071" type="#_x0000_t75" style="width:25.2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04C9F085" w14:textId="77777777"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proofErr w:type="spellStart"/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  <w:proofErr w:type="spellEnd"/>
          </w:p>
        </w:tc>
        <w:tc>
          <w:tcPr>
            <w:tcW w:w="1942" w:type="dxa"/>
            <w:shd w:val="clear" w:color="auto" w:fill="auto"/>
            <w:vAlign w:val="center"/>
          </w:tcPr>
          <w:p w14:paraId="521CD23E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6BA69A5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76BECDC7" w14:textId="77777777"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10E94EA5" w14:textId="77777777"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14:paraId="617AD373" w14:textId="77777777"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14:paraId="4F81EF05" w14:textId="77777777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400ED5DE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142F7F7E" w14:textId="77777777"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7D3AB014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14:paraId="25358CDE" w14:textId="77777777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14:paraId="46BB611E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14:paraId="1D898E9F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4131319E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17495BA8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744E0D07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7156ACF1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14:paraId="10FEEC25" w14:textId="77777777" w:rsidTr="00844F8C">
        <w:trPr>
          <w:jc w:val="center"/>
        </w:trPr>
        <w:tc>
          <w:tcPr>
            <w:tcW w:w="1689" w:type="dxa"/>
            <w:shd w:val="clear" w:color="auto" w:fill="D9D9D9"/>
          </w:tcPr>
          <w:p w14:paraId="1269E91B" w14:textId="77777777"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3BE4D886">
                <v:shape id="_x0000_i1027" type="#_x0000_t75" style="width:25.2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711946">
              <w:rPr>
                <w:position w:val="-9"/>
              </w:rPr>
              <w:pict w14:anchorId="55536C10">
                <v:shape id="_x0000_i1072" type="#_x0000_t75" style="width:25.2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4207D17" w14:textId="77777777"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proofErr w:type="spellStart"/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  <w:proofErr w:type="spellEnd"/>
          </w:p>
        </w:tc>
        <w:tc>
          <w:tcPr>
            <w:tcW w:w="1595" w:type="dxa"/>
            <w:shd w:val="clear" w:color="auto" w:fill="auto"/>
            <w:vAlign w:val="center"/>
          </w:tcPr>
          <w:p w14:paraId="6D6B8B62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1CF1900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1EB6046F" w14:textId="77777777"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14:paraId="47D4EA9E" w14:textId="77777777"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7C65846A">
          <v:shape id="_x0000_i1029" type="#_x0000_t75" style="width:31.2pt;height:15.6pt" o:ole="">
            <v:imagedata r:id="rId11" o:title=""/>
          </v:shape>
          <o:OLEObject Type="Embed" ProgID="Equation.DSMT4" ShapeID="_x0000_i1029" DrawAspect="Content" ObjectID="_1764945174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000000">
        <w:rPr>
          <w:position w:val="-6"/>
        </w:rPr>
        <w:pict w14:anchorId="5D95D835">
          <v:shape id="_x0000_i1030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711946">
        <w:rPr>
          <w:position w:val="-6"/>
        </w:rPr>
        <w:pict w14:anchorId="58945347">
          <v:shape id="_x0000_i1073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14:paraId="4E399680" w14:textId="77777777"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4D4BA575">
          <v:shape id="_x0000_i1032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711946">
        <w:rPr>
          <w:position w:val="-8"/>
        </w:rPr>
        <w:pict w14:anchorId="6A174B19">
          <v:shape id="_x0000_i1074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14:paraId="124F83F2" w14:textId="77777777"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proofErr w:type="spellStart"/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proofErr w:type="spellEnd"/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000000">
        <w:rPr>
          <w:rFonts w:ascii="宋体" w:hAnsi="宋体"/>
          <w:position w:val="-8"/>
        </w:rPr>
        <w:pict w14:anchorId="1AA8F6DE">
          <v:shape id="_x0000_i1034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711946">
        <w:rPr>
          <w:rFonts w:ascii="宋体" w:hAnsi="宋体"/>
          <w:position w:val="-8"/>
        </w:rPr>
        <w:pict w14:anchorId="5F1374FE">
          <v:shape id="_x0000_i1075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14:paraId="0F858D6B" w14:textId="77777777"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14:paraId="118F05AF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36D9CCD0" w14:textId="77777777"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(GB50176</w:t>
      </w:r>
      <w:r w:rsidR="00D80AF1">
        <w:t>-2016</w:t>
      </w:r>
      <w:r w:rsidR="00D80AF1">
        <w:rPr>
          <w:rFonts w:hint="eastAsia"/>
        </w:rPr>
        <w:t>)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14:paraId="5C9310EA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14:paraId="10FCDA8B" w14:textId="77777777"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3"/>
        </w:rPr>
        <w:pict w14:anchorId="087C2605">
          <v:shape id="_x0000_i1036" type="#_x0000_t75" style="width:46.8pt;height:31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711946">
        <w:rPr>
          <w:position w:val="-23"/>
        </w:rPr>
        <w:pict w14:anchorId="1DCB36F4">
          <v:shape id="_x0000_i1076" type="#_x0000_t75" style="width:46.8pt;height:31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14:paraId="4F58D1CC" w14:textId="77777777"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4"/>
        </w:rPr>
        <w:pict w14:anchorId="1807FDC5">
          <v:shape id="_x0000_i1038" type="#_x0000_t75" style="width:10.8pt;height:31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711946">
        <w:rPr>
          <w:position w:val="-24"/>
        </w:rPr>
        <w:pict w14:anchorId="059F1ADA">
          <v:shape id="_x0000_i1077" type="#_x0000_t75" style="width:10.8pt;height:31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43D5DE15">
          <v:shape id="_x0000_i1040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711946">
        <w:rPr>
          <w:position w:val="-8"/>
        </w:rPr>
        <w:pict w14:anchorId="7EB5B101">
          <v:shape id="_x0000_i1078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1D756E01" w14:textId="77777777"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1B546A5A">
          <v:shape id="_x0000_i1042" type="#_x0000_t75" style="width:4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711946">
        <w:rPr>
          <w:position w:val="-8"/>
        </w:rPr>
        <w:pict w14:anchorId="1080C342">
          <v:shape id="_x0000_i1079" type="#_x0000_t75" style="width:4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36CF762C">
          <v:shape id="_x0000_i1044" type="#_x0000_t75" style="width:31.2pt;height:31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711946">
        <w:rPr>
          <w:position w:val="-26"/>
        </w:rPr>
        <w:pict w14:anchorId="4FF53C7E">
          <v:shape id="_x0000_i1080" type="#_x0000_t75" style="width:31.2pt;height:31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3D09EF9C" w14:textId="77777777"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14:paraId="413A05F2" w14:textId="77777777"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1"/>
        </w:rPr>
        <w:pict w14:anchorId="0E1E84B2">
          <v:shape id="_x0000_i1046" type="#_x0000_t75" style="width:308.4pt;height:31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711946">
        <w:rPr>
          <w:position w:val="-21"/>
        </w:rPr>
        <w:pict w14:anchorId="43D548C0">
          <v:shape id="_x0000_i1081" type="#_x0000_t75" style="width:308.4pt;height:31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14:paraId="6A02D952" w14:textId="77777777"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</w:t>
      </w:r>
      <w:proofErr w:type="spellStart"/>
      <w:r w:rsidRPr="00EA1A05">
        <w:rPr>
          <w:color w:val="000000"/>
          <w:szCs w:val="21"/>
        </w:rPr>
        <w:t>kg·</w:t>
      </w:r>
      <w:r w:rsidRPr="00EA1A05">
        <w:rPr>
          <w:rFonts w:hint="eastAsia"/>
          <w:color w:val="000000"/>
          <w:szCs w:val="21"/>
        </w:rPr>
        <w:t>K</w:t>
      </w:r>
      <w:proofErr w:type="spellEnd"/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14:paraId="0A5818C7" w14:textId="77777777"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70BB32AD" w14:textId="77777777"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6854CE68">
          <v:shape id="_x0000_i1048" type="#_x0000_t75" style="width:51.6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711946">
        <w:rPr>
          <w:position w:val="-8"/>
        </w:rPr>
        <w:pict w14:anchorId="187F51C3">
          <v:shape id="_x0000_i1082" type="#_x0000_t75" style="width:51.6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6770617B">
          <v:shape id="_x0000_i1050" type="#_x0000_t75" style="width:31.2pt;height:31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711946">
        <w:rPr>
          <w:position w:val="-26"/>
        </w:rPr>
        <w:pict w14:anchorId="5D589C00">
          <v:shape id="_x0000_i1083" type="#_x0000_t75" style="width:31.2pt;height:31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14:paraId="58941361" w14:textId="77777777"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43B845E2" w14:textId="77777777"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2B65908E">
          <v:shape id="_x0000_i1052" type="#_x0000_t75" style="width:4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711946">
        <w:rPr>
          <w:position w:val="-8"/>
        </w:rPr>
        <w:pict w14:anchorId="72676848">
          <v:shape id="_x0000_i1084" type="#_x0000_t75" style="width:4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proofErr w:type="spellStart"/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</w:t>
      </w:r>
      <w:proofErr w:type="spellEnd"/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］；</w:t>
      </w:r>
    </w:p>
    <w:p w14:paraId="0F5DBA2F" w14:textId="77777777" w:rsidR="00794676" w:rsidRPr="00EA1A05" w:rsidRDefault="00000000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0418840D">
          <v:shape id="_x0000_i1054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711946">
        <w:rPr>
          <w:position w:val="-8"/>
        </w:rPr>
        <w:pict w14:anchorId="3B8E9DCC">
          <v:shape id="_x0000_i1085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14:paraId="19BC50B4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14:paraId="6870C2A2" w14:textId="77777777"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9"/>
        </w:rPr>
        <w:pict w14:anchorId="694861FD">
          <v:shape id="_x0000_i1056" type="#_x0000_t75" style="width:82.2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711946">
        <w:rPr>
          <w:position w:val="-9"/>
        </w:rPr>
        <w:pict w14:anchorId="18E420AC">
          <v:shape id="_x0000_i1086" type="#_x0000_t75" style="width:82.2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proofErr w:type="gramStart"/>
      <w:r w:rsidRPr="00EA1A05">
        <w:rPr>
          <w:rFonts w:hint="eastAsia"/>
          <w:color w:val="000000"/>
          <w:szCs w:val="21"/>
        </w:rPr>
        <w:t>,</w:t>
      </w:r>
      <w:proofErr w:type="spellStart"/>
      <w:r w:rsidRPr="00EA1A05">
        <w:rPr>
          <w:color w:val="000000"/>
          <w:szCs w:val="21"/>
        </w:rPr>
        <w:t>i</w:t>
      </w:r>
      <w:proofErr w:type="spellEnd"/>
      <w:proofErr w:type="gramEnd"/>
      <w:r w:rsidRPr="00EA1A05">
        <w:rPr>
          <w:color w:val="000000"/>
          <w:szCs w:val="21"/>
        </w:rPr>
        <w:t xml:space="preserve">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14:paraId="48E7B85D" w14:textId="77777777"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000000">
        <w:rPr>
          <w:rFonts w:ascii="Cambria Math" w:hAnsi="Cambria Math"/>
          <w:color w:val="000000"/>
          <w:szCs w:val="21"/>
        </w:rPr>
        <w:pict w14:anchorId="02C62055">
          <v:shape id="_x0000_i1058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711946">
        <w:rPr>
          <w:rFonts w:ascii="Cambria Math" w:hAnsi="Cambria Math"/>
          <w:color w:val="000000"/>
          <w:szCs w:val="21"/>
        </w:rPr>
        <w:pict w14:anchorId="05D3190D">
          <v:shape id="_x0000_i1087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14:paraId="7C9896C2" w14:textId="77777777" w:rsidR="00794676" w:rsidRPr="00C72292" w:rsidRDefault="00794676" w:rsidP="00794676">
      <w:pPr>
        <w:pStyle w:val="a0"/>
        <w:ind w:left="1470" w:right="1470"/>
      </w:pPr>
    </w:p>
    <w:p w14:paraId="04DC7B8E" w14:textId="77777777"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6" w:name="_Toc154332333"/>
      <w:r>
        <w:rPr>
          <w:rFonts w:hint="eastAsia"/>
        </w:rPr>
        <w:t>边界</w:t>
      </w:r>
      <w:r>
        <w:t>条件参数设置</w:t>
      </w:r>
      <w:bookmarkEnd w:id="36"/>
    </w:p>
    <w:p w14:paraId="197C996E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7" w:name="_Toc154332334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7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14:paraId="60E0E054" w14:textId="77777777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14:paraId="5C16D631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73240FB5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497B80E6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220CD1FF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14:paraId="70A5BC31" w14:textId="77777777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2E0AD54D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14:paraId="76182B87" w14:textId="77777777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2131A01C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lastRenderedPageBreak/>
              <w:pict w14:anchorId="0E74B5BC">
                <v:shape id="_x0000_i1060" type="#_x0000_t75" style="width:15.6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7D812D7" w14:textId="77777777"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2E6CA5A3">
                <v:shape id="_x0000_i1061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711946">
              <w:rPr>
                <w:position w:val="-8"/>
              </w:rPr>
              <w:pict w14:anchorId="191B1939">
                <v:shape id="_x0000_i1088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07576C38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3FDF56F8" w14:textId="77777777"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758AAE71" w14:textId="77777777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184AC62B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3FA367FA">
                <v:shape id="_x0000_i1063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07A1174C" w14:textId="77777777"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A077083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1A742A62" w14:textId="77777777"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14:paraId="61DDA1FC" w14:textId="77777777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645311C5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14:paraId="744E9657" w14:textId="77777777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0E9C1E36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7AD8AFDB">
                <v:shape id="_x0000_i1064" type="#_x0000_t75" style="width:20.4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163FB30B" w14:textId="77777777"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4C47408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1FA411E1" w14:textId="77777777"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1F990B77" w14:textId="77777777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5EA6AE4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65DF5865">
                <v:shape id="_x0000_i1065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D1353DF" w14:textId="77777777"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444F1400">
                <v:shape id="_x0000_i1066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711946">
              <w:rPr>
                <w:position w:val="-8"/>
              </w:rPr>
              <w:pict w14:anchorId="28BF20C3">
                <v:shape id="_x0000_i1089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985377A" w14:textId="77777777"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46AE1644" w14:textId="77777777"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215D230B" w14:textId="77777777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D59A920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4758ADBC">
                <v:shape id="_x0000_i1068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3BA02C0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1208363A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60150491" w14:textId="77777777"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7DDE4C29" w14:textId="77777777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D1613D9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300DD76B">
                <v:shape id="_x0000_i1069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23041DD0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6FF86DF4" w14:textId="77777777"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289F2F17" w14:textId="77777777"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541CB3AF" w14:textId="77777777"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8" w:name="_Toc154332335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8"/>
    </w:p>
    <w:p w14:paraId="6C2624E7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"/>
      <w:bookmarkEnd w:id="39"/>
      <w:r>
        <w:rPr>
          <w:noProof/>
        </w:rPr>
        <w:drawing>
          <wp:inline distT="0" distB="0" distL="0" distR="0" wp14:anchorId="63F87168" wp14:editId="4D239F76">
            <wp:extent cx="5667375" cy="29813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629414" w14:textId="77777777"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7EAE4F5E" w14:textId="77777777">
        <w:tc>
          <w:tcPr>
            <w:tcW w:w="777" w:type="dxa"/>
            <w:shd w:val="clear" w:color="auto" w:fill="E6E6E6"/>
            <w:vAlign w:val="center"/>
          </w:tcPr>
          <w:p w14:paraId="76D774F1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AE2BCD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D320D4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9F382F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3B54BE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2EC5A1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608BB3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DC468A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8B075A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A60520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1F792A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780040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5F72B52A" w14:textId="77777777">
        <w:tc>
          <w:tcPr>
            <w:tcW w:w="777" w:type="dxa"/>
            <w:vAlign w:val="center"/>
          </w:tcPr>
          <w:p w14:paraId="0027CB3A" w14:textId="77777777" w:rsidR="00E42811" w:rsidRDefault="00000000">
            <w:r>
              <w:t>34.20</w:t>
            </w:r>
          </w:p>
        </w:tc>
        <w:tc>
          <w:tcPr>
            <w:tcW w:w="777" w:type="dxa"/>
            <w:vAlign w:val="center"/>
          </w:tcPr>
          <w:p w14:paraId="11AC3023" w14:textId="77777777" w:rsidR="00E42811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15BF6DCF" w14:textId="77777777" w:rsidR="00E42811" w:rsidRDefault="00000000">
            <w:r>
              <w:t>33.00</w:t>
            </w:r>
          </w:p>
        </w:tc>
        <w:tc>
          <w:tcPr>
            <w:tcW w:w="777" w:type="dxa"/>
            <w:vAlign w:val="center"/>
          </w:tcPr>
          <w:p w14:paraId="6BE45DCB" w14:textId="77777777" w:rsidR="00E42811" w:rsidRDefault="00000000">
            <w:r>
              <w:t>32.20</w:t>
            </w:r>
          </w:p>
        </w:tc>
        <w:tc>
          <w:tcPr>
            <w:tcW w:w="777" w:type="dxa"/>
            <w:vAlign w:val="center"/>
          </w:tcPr>
          <w:p w14:paraId="32EF1E9A" w14:textId="77777777" w:rsidR="00E42811" w:rsidRDefault="00000000">
            <w:r>
              <w:t>31.30</w:t>
            </w:r>
          </w:p>
        </w:tc>
        <w:tc>
          <w:tcPr>
            <w:tcW w:w="777" w:type="dxa"/>
            <w:vAlign w:val="center"/>
          </w:tcPr>
          <w:p w14:paraId="1A75CE8B" w14:textId="77777777" w:rsidR="00E42811" w:rsidRDefault="00000000">
            <w:r>
              <w:t>30.50</w:t>
            </w:r>
          </w:p>
        </w:tc>
        <w:tc>
          <w:tcPr>
            <w:tcW w:w="777" w:type="dxa"/>
            <w:vAlign w:val="center"/>
          </w:tcPr>
          <w:p w14:paraId="348160BF" w14:textId="77777777" w:rsidR="00E42811" w:rsidRDefault="00000000">
            <w:r>
              <w:t>31.00</w:t>
            </w:r>
          </w:p>
        </w:tc>
        <w:tc>
          <w:tcPr>
            <w:tcW w:w="777" w:type="dxa"/>
            <w:vAlign w:val="center"/>
          </w:tcPr>
          <w:p w14:paraId="62694658" w14:textId="77777777" w:rsidR="00E42811" w:rsidRDefault="00000000">
            <w:r>
              <w:t>32.10</w:t>
            </w:r>
          </w:p>
        </w:tc>
        <w:tc>
          <w:tcPr>
            <w:tcW w:w="777" w:type="dxa"/>
            <w:vAlign w:val="center"/>
          </w:tcPr>
          <w:p w14:paraId="7BBC7854" w14:textId="77777777" w:rsidR="00E42811" w:rsidRDefault="00000000">
            <w:r>
              <w:t>33.70</w:t>
            </w:r>
          </w:p>
        </w:tc>
        <w:tc>
          <w:tcPr>
            <w:tcW w:w="777" w:type="dxa"/>
            <w:vAlign w:val="center"/>
          </w:tcPr>
          <w:p w14:paraId="086130F8" w14:textId="77777777" w:rsidR="00E42811" w:rsidRDefault="00000000">
            <w:r>
              <w:t>35.60</w:t>
            </w:r>
          </w:p>
        </w:tc>
        <w:tc>
          <w:tcPr>
            <w:tcW w:w="777" w:type="dxa"/>
            <w:vAlign w:val="center"/>
          </w:tcPr>
          <w:p w14:paraId="13A056B7" w14:textId="77777777" w:rsidR="00E42811" w:rsidRDefault="00000000">
            <w:r>
              <w:t>37.50</w:t>
            </w:r>
          </w:p>
        </w:tc>
        <w:tc>
          <w:tcPr>
            <w:tcW w:w="777" w:type="dxa"/>
            <w:vAlign w:val="center"/>
          </w:tcPr>
          <w:p w14:paraId="092B5BF0" w14:textId="77777777" w:rsidR="00E42811" w:rsidRDefault="00000000">
            <w:r>
              <w:t>39.20</w:t>
            </w:r>
          </w:p>
        </w:tc>
      </w:tr>
      <w:tr w:rsidR="00E42811" w14:paraId="7164D60B" w14:textId="77777777">
        <w:tc>
          <w:tcPr>
            <w:tcW w:w="777" w:type="dxa"/>
            <w:shd w:val="clear" w:color="auto" w:fill="E6E6E6"/>
            <w:vAlign w:val="center"/>
          </w:tcPr>
          <w:p w14:paraId="4E9D0830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5003E8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B2DFC2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3ECE59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7F0100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564094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F856F8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2D1C78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AA0029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D4F331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8297E3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09A752" w14:textId="77777777" w:rsidR="00E42811" w:rsidRDefault="00000000">
            <w:r>
              <w:t>23:00</w:t>
            </w:r>
          </w:p>
        </w:tc>
      </w:tr>
      <w:tr w:rsidR="00E42811" w14:paraId="24FAC647" w14:textId="77777777">
        <w:tc>
          <w:tcPr>
            <w:tcW w:w="777" w:type="dxa"/>
            <w:vAlign w:val="center"/>
          </w:tcPr>
          <w:p w14:paraId="44745B5B" w14:textId="77777777" w:rsidR="00E42811" w:rsidRDefault="00000000">
            <w:r>
              <w:t>40.50</w:t>
            </w:r>
          </w:p>
        </w:tc>
        <w:tc>
          <w:tcPr>
            <w:tcW w:w="777" w:type="dxa"/>
            <w:vAlign w:val="center"/>
          </w:tcPr>
          <w:p w14:paraId="3EE19989" w14:textId="77777777" w:rsidR="00E42811" w:rsidRDefault="00000000">
            <w:r>
              <w:t>41.60</w:t>
            </w:r>
          </w:p>
        </w:tc>
        <w:tc>
          <w:tcPr>
            <w:tcW w:w="777" w:type="dxa"/>
            <w:vAlign w:val="center"/>
          </w:tcPr>
          <w:p w14:paraId="6FCBF0B0" w14:textId="77777777" w:rsidR="00E42811" w:rsidRDefault="00000000">
            <w:r>
              <w:t>42.40</w:t>
            </w:r>
          </w:p>
        </w:tc>
        <w:tc>
          <w:tcPr>
            <w:tcW w:w="777" w:type="dxa"/>
            <w:vAlign w:val="center"/>
          </w:tcPr>
          <w:p w14:paraId="7DDD7A8F" w14:textId="77777777" w:rsidR="00E42811" w:rsidRDefault="00000000">
            <w:r>
              <w:t>42.90</w:t>
            </w:r>
          </w:p>
        </w:tc>
        <w:tc>
          <w:tcPr>
            <w:tcW w:w="777" w:type="dxa"/>
            <w:vAlign w:val="center"/>
          </w:tcPr>
          <w:p w14:paraId="34B3AC12" w14:textId="77777777" w:rsidR="00E42811" w:rsidRDefault="00000000">
            <w:r>
              <w:t>42.90</w:t>
            </w:r>
          </w:p>
        </w:tc>
        <w:tc>
          <w:tcPr>
            <w:tcW w:w="777" w:type="dxa"/>
            <w:vAlign w:val="center"/>
          </w:tcPr>
          <w:p w14:paraId="6BDD0C92" w14:textId="77777777" w:rsidR="00E42811" w:rsidRDefault="00000000">
            <w:r>
              <w:t>42.40</w:t>
            </w:r>
          </w:p>
        </w:tc>
        <w:tc>
          <w:tcPr>
            <w:tcW w:w="777" w:type="dxa"/>
            <w:vAlign w:val="center"/>
          </w:tcPr>
          <w:p w14:paraId="1A383BAC" w14:textId="77777777" w:rsidR="00E42811" w:rsidRDefault="00000000">
            <w:r>
              <w:t>40.90</w:t>
            </w:r>
          </w:p>
        </w:tc>
        <w:tc>
          <w:tcPr>
            <w:tcW w:w="777" w:type="dxa"/>
            <w:vAlign w:val="center"/>
          </w:tcPr>
          <w:p w14:paraId="7A55E80F" w14:textId="77777777" w:rsidR="00E42811" w:rsidRDefault="00000000">
            <w:r>
              <w:t>38.50</w:t>
            </w:r>
          </w:p>
        </w:tc>
        <w:tc>
          <w:tcPr>
            <w:tcW w:w="777" w:type="dxa"/>
            <w:vAlign w:val="center"/>
          </w:tcPr>
          <w:p w14:paraId="4CB47897" w14:textId="77777777" w:rsidR="00E42811" w:rsidRDefault="00000000">
            <w:r>
              <w:t>36.50</w:t>
            </w:r>
          </w:p>
        </w:tc>
        <w:tc>
          <w:tcPr>
            <w:tcW w:w="777" w:type="dxa"/>
            <w:vAlign w:val="center"/>
          </w:tcPr>
          <w:p w14:paraId="42831D7C" w14:textId="77777777" w:rsidR="00E42811" w:rsidRDefault="00000000">
            <w:r>
              <w:t>35.00</w:t>
            </w:r>
          </w:p>
        </w:tc>
        <w:tc>
          <w:tcPr>
            <w:tcW w:w="777" w:type="dxa"/>
            <w:vAlign w:val="center"/>
          </w:tcPr>
          <w:p w14:paraId="3B0EF5B7" w14:textId="77777777" w:rsidR="00E42811" w:rsidRDefault="00000000">
            <w:r>
              <w:t>33.40</w:t>
            </w:r>
          </w:p>
        </w:tc>
        <w:tc>
          <w:tcPr>
            <w:tcW w:w="777" w:type="dxa"/>
            <w:vAlign w:val="center"/>
          </w:tcPr>
          <w:p w14:paraId="47F534E3" w14:textId="77777777" w:rsidR="00E42811" w:rsidRDefault="00000000">
            <w:r>
              <w:t>31.90</w:t>
            </w:r>
          </w:p>
        </w:tc>
      </w:tr>
    </w:tbl>
    <w:p w14:paraId="43955527" w14:textId="77777777"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0" w:name="室外逐时温度表格"/>
      <w:bookmarkEnd w:id="40"/>
    </w:p>
    <w:p w14:paraId="52F09E52" w14:textId="77777777"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1" w:name="室外逐时温度备注"/>
      <w:bookmarkEnd w:id="41"/>
      <w:r>
        <w:rPr>
          <w:rFonts w:ascii="宋体" w:hAnsi="宋体"/>
          <w:b/>
          <w:color w:val="000000"/>
          <w:sz w:val="18"/>
          <w:szCs w:val="18"/>
        </w:rPr>
        <w:t>注：气象数据参考 河北-石家庄</w:t>
      </w:r>
    </w:p>
    <w:p w14:paraId="73F691DE" w14:textId="77777777"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2" w:name="_Toc154332336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2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14:paraId="73B6FCBA" w14:textId="77777777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14:paraId="5546E8EF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1C62F942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1C012A0D" w14:textId="77777777"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14:paraId="1359BC54" w14:textId="77777777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4E0A5AC3" w14:textId="77777777" w:rsidR="00794676" w:rsidRPr="009E2851" w:rsidRDefault="00000000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lastRenderedPageBreak/>
              <w:pict w14:anchorId="56EAAA66">
                <v:shape id="_x0000_i1070" type="#_x0000_t75" style="width:10.8pt;height:15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7E48D9F4" w14:textId="77777777"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BDE7427" w14:textId="77777777"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14:paraId="301AE897" w14:textId="77777777"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749AA353" w14:textId="77777777"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E42811" w14:paraId="036EF0ED" w14:textId="77777777">
        <w:tc>
          <w:tcPr>
            <w:tcW w:w="1556" w:type="dxa"/>
            <w:shd w:val="clear" w:color="auto" w:fill="E6E6E6"/>
            <w:vAlign w:val="center"/>
          </w:tcPr>
          <w:p w14:paraId="6B78ABEC" w14:textId="77777777" w:rsidR="00E42811" w:rsidRDefault="00000000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F6877D8" w14:textId="77777777" w:rsidR="00E42811" w:rsidRDefault="00000000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5CA5DBB" w14:textId="77777777" w:rsidR="00E42811" w:rsidRDefault="00000000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F7A949E" w14:textId="77777777" w:rsidR="00E42811" w:rsidRDefault="00000000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CA44865" w14:textId="77777777" w:rsidR="00E42811" w:rsidRDefault="00000000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579F9C0" w14:textId="77777777" w:rsidR="00E42811" w:rsidRDefault="00000000">
            <w:pPr>
              <w:jc w:val="center"/>
            </w:pPr>
            <w:r>
              <w:t>水平</w:t>
            </w:r>
          </w:p>
        </w:tc>
      </w:tr>
      <w:tr w:rsidR="00E42811" w14:paraId="52C1EF65" w14:textId="77777777">
        <w:tc>
          <w:tcPr>
            <w:tcW w:w="1556" w:type="dxa"/>
            <w:shd w:val="clear" w:color="auto" w:fill="E6E6E6"/>
            <w:vAlign w:val="center"/>
          </w:tcPr>
          <w:p w14:paraId="521D7416" w14:textId="77777777" w:rsidR="00E42811" w:rsidRDefault="00000000">
            <w:r>
              <w:t>0:00</w:t>
            </w:r>
          </w:p>
        </w:tc>
        <w:tc>
          <w:tcPr>
            <w:tcW w:w="1556" w:type="dxa"/>
            <w:vAlign w:val="center"/>
          </w:tcPr>
          <w:p w14:paraId="4EFB4E7A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9FE7A09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29C6B55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5CE8155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E447178" w14:textId="77777777" w:rsidR="00E42811" w:rsidRDefault="00000000">
            <w:r>
              <w:t>0.00</w:t>
            </w:r>
          </w:p>
        </w:tc>
      </w:tr>
      <w:tr w:rsidR="00E42811" w14:paraId="1A9E5FBB" w14:textId="77777777">
        <w:tc>
          <w:tcPr>
            <w:tcW w:w="1556" w:type="dxa"/>
            <w:shd w:val="clear" w:color="auto" w:fill="E6E6E6"/>
            <w:vAlign w:val="center"/>
          </w:tcPr>
          <w:p w14:paraId="7509D79F" w14:textId="77777777" w:rsidR="00E42811" w:rsidRDefault="00000000">
            <w:r>
              <w:t>1:00</w:t>
            </w:r>
          </w:p>
        </w:tc>
        <w:tc>
          <w:tcPr>
            <w:tcW w:w="1556" w:type="dxa"/>
            <w:vAlign w:val="center"/>
          </w:tcPr>
          <w:p w14:paraId="15A1D81D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CEC92FE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AD01EE6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D3E2483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40B8FF5" w14:textId="77777777" w:rsidR="00E42811" w:rsidRDefault="00000000">
            <w:r>
              <w:t>0.00</w:t>
            </w:r>
          </w:p>
        </w:tc>
      </w:tr>
      <w:tr w:rsidR="00E42811" w14:paraId="241D1131" w14:textId="77777777">
        <w:tc>
          <w:tcPr>
            <w:tcW w:w="1556" w:type="dxa"/>
            <w:shd w:val="clear" w:color="auto" w:fill="E6E6E6"/>
            <w:vAlign w:val="center"/>
          </w:tcPr>
          <w:p w14:paraId="48CB457A" w14:textId="77777777" w:rsidR="00E42811" w:rsidRDefault="00000000">
            <w:r>
              <w:t>2:00</w:t>
            </w:r>
          </w:p>
        </w:tc>
        <w:tc>
          <w:tcPr>
            <w:tcW w:w="1556" w:type="dxa"/>
            <w:vAlign w:val="center"/>
          </w:tcPr>
          <w:p w14:paraId="39352A2B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79F8D16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EF45A2F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F34AB12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2939DE3" w14:textId="77777777" w:rsidR="00E42811" w:rsidRDefault="00000000">
            <w:r>
              <w:t>0.00</w:t>
            </w:r>
          </w:p>
        </w:tc>
      </w:tr>
      <w:tr w:rsidR="00E42811" w14:paraId="2FA70B39" w14:textId="77777777">
        <w:tc>
          <w:tcPr>
            <w:tcW w:w="1556" w:type="dxa"/>
            <w:shd w:val="clear" w:color="auto" w:fill="E6E6E6"/>
            <w:vAlign w:val="center"/>
          </w:tcPr>
          <w:p w14:paraId="0A2944DE" w14:textId="77777777" w:rsidR="00E42811" w:rsidRDefault="00000000">
            <w:r>
              <w:t>3:00</w:t>
            </w:r>
          </w:p>
        </w:tc>
        <w:tc>
          <w:tcPr>
            <w:tcW w:w="1556" w:type="dxa"/>
            <w:vAlign w:val="center"/>
          </w:tcPr>
          <w:p w14:paraId="6C43B7BC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CECA53F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D8C6F21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F90079A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38064C7" w14:textId="77777777" w:rsidR="00E42811" w:rsidRDefault="00000000">
            <w:r>
              <w:t>0.00</w:t>
            </w:r>
          </w:p>
        </w:tc>
      </w:tr>
      <w:tr w:rsidR="00E42811" w14:paraId="33BDA6D1" w14:textId="77777777">
        <w:tc>
          <w:tcPr>
            <w:tcW w:w="1556" w:type="dxa"/>
            <w:shd w:val="clear" w:color="auto" w:fill="E6E6E6"/>
            <w:vAlign w:val="center"/>
          </w:tcPr>
          <w:p w14:paraId="366656E2" w14:textId="77777777" w:rsidR="00E42811" w:rsidRDefault="00000000">
            <w:r>
              <w:t>4:00</w:t>
            </w:r>
          </w:p>
        </w:tc>
        <w:tc>
          <w:tcPr>
            <w:tcW w:w="1556" w:type="dxa"/>
            <w:vAlign w:val="center"/>
          </w:tcPr>
          <w:p w14:paraId="0F1FF964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8AF2A46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2F59B11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34ABAA3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4E6C26D" w14:textId="77777777" w:rsidR="00E42811" w:rsidRDefault="00000000">
            <w:r>
              <w:t>0.00</w:t>
            </w:r>
          </w:p>
        </w:tc>
      </w:tr>
      <w:tr w:rsidR="00E42811" w14:paraId="315B659C" w14:textId="77777777">
        <w:tc>
          <w:tcPr>
            <w:tcW w:w="1556" w:type="dxa"/>
            <w:shd w:val="clear" w:color="auto" w:fill="E6E6E6"/>
            <w:vAlign w:val="center"/>
          </w:tcPr>
          <w:p w14:paraId="0DB563E4" w14:textId="77777777" w:rsidR="00E42811" w:rsidRDefault="00000000">
            <w:r>
              <w:t>5:00</w:t>
            </w:r>
          </w:p>
        </w:tc>
        <w:tc>
          <w:tcPr>
            <w:tcW w:w="1556" w:type="dxa"/>
            <w:vAlign w:val="center"/>
          </w:tcPr>
          <w:p w14:paraId="02C5CBA4" w14:textId="77777777" w:rsidR="00E42811" w:rsidRDefault="00000000">
            <w:r>
              <w:t>134.90</w:t>
            </w:r>
          </w:p>
        </w:tc>
        <w:tc>
          <w:tcPr>
            <w:tcW w:w="1556" w:type="dxa"/>
            <w:vAlign w:val="center"/>
          </w:tcPr>
          <w:p w14:paraId="792213B0" w14:textId="77777777" w:rsidR="00E42811" w:rsidRDefault="00000000">
            <w:r>
              <w:t>49.43</w:t>
            </w:r>
          </w:p>
        </w:tc>
        <w:tc>
          <w:tcPr>
            <w:tcW w:w="1556" w:type="dxa"/>
            <w:vAlign w:val="center"/>
          </w:tcPr>
          <w:p w14:paraId="2B5A4139" w14:textId="77777777" w:rsidR="00E42811" w:rsidRDefault="00000000">
            <w:r>
              <w:t>60.20</w:t>
            </w:r>
          </w:p>
        </w:tc>
        <w:tc>
          <w:tcPr>
            <w:tcW w:w="1556" w:type="dxa"/>
            <w:vAlign w:val="center"/>
          </w:tcPr>
          <w:p w14:paraId="4085030B" w14:textId="77777777" w:rsidR="00E42811" w:rsidRDefault="00000000">
            <w:r>
              <w:t>24.13</w:t>
            </w:r>
          </w:p>
        </w:tc>
        <w:tc>
          <w:tcPr>
            <w:tcW w:w="1556" w:type="dxa"/>
            <w:vAlign w:val="center"/>
          </w:tcPr>
          <w:p w14:paraId="49D2A6F2" w14:textId="77777777" w:rsidR="00E42811" w:rsidRDefault="00000000">
            <w:r>
              <w:t>115.60</w:t>
            </w:r>
          </w:p>
        </w:tc>
      </w:tr>
      <w:tr w:rsidR="00E42811" w14:paraId="61C3CFF2" w14:textId="77777777">
        <w:tc>
          <w:tcPr>
            <w:tcW w:w="1556" w:type="dxa"/>
            <w:shd w:val="clear" w:color="auto" w:fill="E6E6E6"/>
            <w:vAlign w:val="center"/>
          </w:tcPr>
          <w:p w14:paraId="1A55E764" w14:textId="77777777" w:rsidR="00E42811" w:rsidRDefault="00000000">
            <w:r>
              <w:t>6:00</w:t>
            </w:r>
          </w:p>
        </w:tc>
        <w:tc>
          <w:tcPr>
            <w:tcW w:w="1556" w:type="dxa"/>
            <w:vAlign w:val="center"/>
          </w:tcPr>
          <w:p w14:paraId="6C9AB95F" w14:textId="77777777" w:rsidR="00E42811" w:rsidRDefault="00000000">
            <w:r>
              <w:t>280.60</w:t>
            </w:r>
          </w:p>
        </w:tc>
        <w:tc>
          <w:tcPr>
            <w:tcW w:w="1556" w:type="dxa"/>
            <w:vAlign w:val="center"/>
          </w:tcPr>
          <w:p w14:paraId="06C66DBF" w14:textId="77777777" w:rsidR="00E42811" w:rsidRDefault="00000000">
            <w:r>
              <w:t>116.46</w:t>
            </w:r>
          </w:p>
        </w:tc>
        <w:tc>
          <w:tcPr>
            <w:tcW w:w="1556" w:type="dxa"/>
            <w:vAlign w:val="center"/>
          </w:tcPr>
          <w:p w14:paraId="056CF229" w14:textId="77777777" w:rsidR="00E42811" w:rsidRDefault="00000000">
            <w:r>
              <w:t>118.34</w:t>
            </w:r>
          </w:p>
        </w:tc>
        <w:tc>
          <w:tcPr>
            <w:tcW w:w="1556" w:type="dxa"/>
            <w:vAlign w:val="center"/>
          </w:tcPr>
          <w:p w14:paraId="3F92C418" w14:textId="77777777" w:rsidR="00E42811" w:rsidRDefault="00000000">
            <w:r>
              <w:t>68.45</w:t>
            </w:r>
          </w:p>
        </w:tc>
        <w:tc>
          <w:tcPr>
            <w:tcW w:w="1556" w:type="dxa"/>
            <w:vAlign w:val="center"/>
          </w:tcPr>
          <w:p w14:paraId="7C79A535" w14:textId="77777777" w:rsidR="00E42811" w:rsidRDefault="00000000">
            <w:r>
              <w:t>260.10</w:t>
            </w:r>
          </w:p>
        </w:tc>
      </w:tr>
      <w:tr w:rsidR="00E42811" w14:paraId="5D440425" w14:textId="77777777">
        <w:tc>
          <w:tcPr>
            <w:tcW w:w="1556" w:type="dxa"/>
            <w:shd w:val="clear" w:color="auto" w:fill="E6E6E6"/>
            <w:vAlign w:val="center"/>
          </w:tcPr>
          <w:p w14:paraId="300D741F" w14:textId="77777777" w:rsidR="00E42811" w:rsidRDefault="00000000">
            <w:r>
              <w:t>7:00</w:t>
            </w:r>
          </w:p>
        </w:tc>
        <w:tc>
          <w:tcPr>
            <w:tcW w:w="1556" w:type="dxa"/>
            <w:vAlign w:val="center"/>
          </w:tcPr>
          <w:p w14:paraId="0F2C90BF" w14:textId="77777777" w:rsidR="00E42811" w:rsidRDefault="00000000">
            <w:r>
              <w:t>423.68</w:t>
            </w:r>
          </w:p>
        </w:tc>
        <w:tc>
          <w:tcPr>
            <w:tcW w:w="1556" w:type="dxa"/>
            <w:vAlign w:val="center"/>
          </w:tcPr>
          <w:p w14:paraId="3BB9ADCD" w14:textId="77777777" w:rsidR="00E42811" w:rsidRDefault="00000000">
            <w:r>
              <w:t>183.10</w:t>
            </w:r>
          </w:p>
        </w:tc>
        <w:tc>
          <w:tcPr>
            <w:tcW w:w="1556" w:type="dxa"/>
            <w:vAlign w:val="center"/>
          </w:tcPr>
          <w:p w14:paraId="5D4D7713" w14:textId="77777777" w:rsidR="00E42811" w:rsidRDefault="00000000">
            <w:r>
              <w:t>155.42</w:t>
            </w:r>
          </w:p>
        </w:tc>
        <w:tc>
          <w:tcPr>
            <w:tcW w:w="1556" w:type="dxa"/>
            <w:vAlign w:val="center"/>
          </w:tcPr>
          <w:p w14:paraId="7FDDF96D" w14:textId="77777777" w:rsidR="00E42811" w:rsidRDefault="00000000">
            <w:r>
              <w:t>124.33</w:t>
            </w:r>
          </w:p>
        </w:tc>
        <w:tc>
          <w:tcPr>
            <w:tcW w:w="1556" w:type="dxa"/>
            <w:vAlign w:val="center"/>
          </w:tcPr>
          <w:p w14:paraId="01B6CF86" w14:textId="77777777" w:rsidR="00E42811" w:rsidRDefault="00000000">
            <w:r>
              <w:t>424.00</w:t>
            </w:r>
          </w:p>
        </w:tc>
      </w:tr>
      <w:tr w:rsidR="00E42811" w14:paraId="79006ABC" w14:textId="77777777">
        <w:tc>
          <w:tcPr>
            <w:tcW w:w="1556" w:type="dxa"/>
            <w:shd w:val="clear" w:color="auto" w:fill="E6E6E6"/>
            <w:vAlign w:val="center"/>
          </w:tcPr>
          <w:p w14:paraId="155FEFB0" w14:textId="77777777" w:rsidR="00E42811" w:rsidRDefault="00000000">
            <w:r>
              <w:t>8:00</w:t>
            </w:r>
          </w:p>
        </w:tc>
        <w:tc>
          <w:tcPr>
            <w:tcW w:w="1556" w:type="dxa"/>
            <w:vAlign w:val="center"/>
          </w:tcPr>
          <w:p w14:paraId="1C7B012A" w14:textId="77777777" w:rsidR="00E42811" w:rsidRDefault="00000000">
            <w:r>
              <w:t>487.60</w:t>
            </w:r>
          </w:p>
        </w:tc>
        <w:tc>
          <w:tcPr>
            <w:tcW w:w="1556" w:type="dxa"/>
            <w:vAlign w:val="center"/>
          </w:tcPr>
          <w:p w14:paraId="35E87403" w14:textId="77777777" w:rsidR="00E42811" w:rsidRDefault="00000000">
            <w:r>
              <w:t>259.36</w:t>
            </w:r>
          </w:p>
        </w:tc>
        <w:tc>
          <w:tcPr>
            <w:tcW w:w="1556" w:type="dxa"/>
            <w:vAlign w:val="center"/>
          </w:tcPr>
          <w:p w14:paraId="31B76311" w14:textId="77777777" w:rsidR="00E42811" w:rsidRDefault="00000000">
            <w:r>
              <w:t>175.14</w:t>
            </w:r>
          </w:p>
        </w:tc>
        <w:tc>
          <w:tcPr>
            <w:tcW w:w="1556" w:type="dxa"/>
            <w:vAlign w:val="center"/>
          </w:tcPr>
          <w:p w14:paraId="6360640E" w14:textId="77777777" w:rsidR="00E42811" w:rsidRDefault="00000000">
            <w:r>
              <w:t>144.87</w:t>
            </w:r>
          </w:p>
        </w:tc>
        <w:tc>
          <w:tcPr>
            <w:tcW w:w="1556" w:type="dxa"/>
            <w:vAlign w:val="center"/>
          </w:tcPr>
          <w:p w14:paraId="03EB67F9" w14:textId="77777777" w:rsidR="00E42811" w:rsidRDefault="00000000">
            <w:r>
              <w:t>587.30</w:t>
            </w:r>
          </w:p>
        </w:tc>
      </w:tr>
      <w:tr w:rsidR="00E42811" w14:paraId="41F2C494" w14:textId="77777777">
        <w:tc>
          <w:tcPr>
            <w:tcW w:w="1556" w:type="dxa"/>
            <w:shd w:val="clear" w:color="auto" w:fill="E6E6E6"/>
            <w:vAlign w:val="center"/>
          </w:tcPr>
          <w:p w14:paraId="200B9FBE" w14:textId="77777777" w:rsidR="00E42811" w:rsidRDefault="00000000">
            <w:r>
              <w:t>9:00</w:t>
            </w:r>
          </w:p>
        </w:tc>
        <w:tc>
          <w:tcPr>
            <w:tcW w:w="1556" w:type="dxa"/>
            <w:vAlign w:val="center"/>
          </w:tcPr>
          <w:p w14:paraId="78FBEFCC" w14:textId="77777777" w:rsidR="00E42811" w:rsidRDefault="00000000">
            <w:r>
              <w:t>458.45</w:t>
            </w:r>
          </w:p>
        </w:tc>
        <w:tc>
          <w:tcPr>
            <w:tcW w:w="1556" w:type="dxa"/>
            <w:vAlign w:val="center"/>
          </w:tcPr>
          <w:p w14:paraId="742B52A7" w14:textId="77777777" w:rsidR="00E42811" w:rsidRDefault="00000000">
            <w:r>
              <w:t>341.90</w:t>
            </w:r>
          </w:p>
        </w:tc>
        <w:tc>
          <w:tcPr>
            <w:tcW w:w="1556" w:type="dxa"/>
            <w:vAlign w:val="center"/>
          </w:tcPr>
          <w:p w14:paraId="3D0EC016" w14:textId="77777777" w:rsidR="00E42811" w:rsidRDefault="00000000">
            <w:r>
              <w:t>194.17</w:t>
            </w:r>
          </w:p>
        </w:tc>
        <w:tc>
          <w:tcPr>
            <w:tcW w:w="1556" w:type="dxa"/>
            <w:vAlign w:val="center"/>
          </w:tcPr>
          <w:p w14:paraId="79EBE9B9" w14:textId="77777777" w:rsidR="00E42811" w:rsidRDefault="00000000">
            <w:r>
              <w:t>162.72</w:t>
            </w:r>
          </w:p>
        </w:tc>
        <w:tc>
          <w:tcPr>
            <w:tcW w:w="1556" w:type="dxa"/>
            <w:vAlign w:val="center"/>
          </w:tcPr>
          <w:p w14:paraId="6A726753" w14:textId="77777777" w:rsidR="00E42811" w:rsidRDefault="00000000">
            <w:r>
              <w:t>732.10</w:t>
            </w:r>
          </w:p>
        </w:tc>
      </w:tr>
      <w:tr w:rsidR="00E42811" w14:paraId="542A9468" w14:textId="77777777">
        <w:tc>
          <w:tcPr>
            <w:tcW w:w="1556" w:type="dxa"/>
            <w:shd w:val="clear" w:color="auto" w:fill="E6E6E6"/>
            <w:vAlign w:val="center"/>
          </w:tcPr>
          <w:p w14:paraId="196C2B0C" w14:textId="77777777" w:rsidR="00E42811" w:rsidRDefault="00000000">
            <w:r>
              <w:t>10:00</w:t>
            </w:r>
          </w:p>
        </w:tc>
        <w:tc>
          <w:tcPr>
            <w:tcW w:w="1556" w:type="dxa"/>
            <w:vAlign w:val="center"/>
          </w:tcPr>
          <w:p w14:paraId="65BC378F" w14:textId="77777777" w:rsidR="00E42811" w:rsidRDefault="00000000">
            <w:r>
              <w:t>362.26</w:t>
            </w:r>
          </w:p>
        </w:tc>
        <w:tc>
          <w:tcPr>
            <w:tcW w:w="1556" w:type="dxa"/>
            <w:vAlign w:val="center"/>
          </w:tcPr>
          <w:p w14:paraId="00AC5EBE" w14:textId="77777777" w:rsidR="00E42811" w:rsidRDefault="00000000">
            <w:r>
              <w:t>409.00</w:t>
            </w:r>
          </w:p>
        </w:tc>
        <w:tc>
          <w:tcPr>
            <w:tcW w:w="1556" w:type="dxa"/>
            <w:vAlign w:val="center"/>
          </w:tcPr>
          <w:p w14:paraId="6FBB40D0" w14:textId="77777777" w:rsidR="00E42811" w:rsidRDefault="00000000">
            <w:r>
              <w:t>213.31</w:t>
            </w:r>
          </w:p>
        </w:tc>
        <w:tc>
          <w:tcPr>
            <w:tcW w:w="1556" w:type="dxa"/>
            <w:vAlign w:val="center"/>
          </w:tcPr>
          <w:p w14:paraId="7DB268B1" w14:textId="77777777" w:rsidR="00E42811" w:rsidRDefault="00000000">
            <w:r>
              <w:t>179.64</w:t>
            </w:r>
          </w:p>
        </w:tc>
        <w:tc>
          <w:tcPr>
            <w:tcW w:w="1556" w:type="dxa"/>
            <w:vAlign w:val="center"/>
          </w:tcPr>
          <w:p w14:paraId="406740B7" w14:textId="77777777" w:rsidR="00E42811" w:rsidRDefault="00000000">
            <w:r>
              <w:t>838.00</w:t>
            </w:r>
          </w:p>
        </w:tc>
      </w:tr>
      <w:tr w:rsidR="00E42811" w14:paraId="05A704BD" w14:textId="77777777">
        <w:tc>
          <w:tcPr>
            <w:tcW w:w="1556" w:type="dxa"/>
            <w:shd w:val="clear" w:color="auto" w:fill="E6E6E6"/>
            <w:vAlign w:val="center"/>
          </w:tcPr>
          <w:p w14:paraId="008C3127" w14:textId="77777777" w:rsidR="00E42811" w:rsidRDefault="00000000">
            <w:r>
              <w:t>11:00</w:t>
            </w:r>
          </w:p>
        </w:tc>
        <w:tc>
          <w:tcPr>
            <w:tcW w:w="1556" w:type="dxa"/>
            <w:vAlign w:val="center"/>
          </w:tcPr>
          <w:p w14:paraId="1D4650B4" w14:textId="77777777" w:rsidR="00E42811" w:rsidRDefault="00000000">
            <w:r>
              <w:t>225.53</w:t>
            </w:r>
          </w:p>
        </w:tc>
        <w:tc>
          <w:tcPr>
            <w:tcW w:w="1556" w:type="dxa"/>
            <w:vAlign w:val="center"/>
          </w:tcPr>
          <w:p w14:paraId="2D92D153" w14:textId="77777777" w:rsidR="00E42811" w:rsidRDefault="00000000">
            <w:r>
              <w:t>440.36</w:t>
            </w:r>
          </w:p>
        </w:tc>
        <w:tc>
          <w:tcPr>
            <w:tcW w:w="1556" w:type="dxa"/>
            <w:vAlign w:val="center"/>
          </w:tcPr>
          <w:p w14:paraId="74752A83" w14:textId="77777777" w:rsidR="00E42811" w:rsidRDefault="00000000">
            <w:r>
              <w:t>225.53</w:t>
            </w:r>
          </w:p>
        </w:tc>
        <w:tc>
          <w:tcPr>
            <w:tcW w:w="1556" w:type="dxa"/>
            <w:vAlign w:val="center"/>
          </w:tcPr>
          <w:p w14:paraId="4DECE57A" w14:textId="77777777" w:rsidR="00E42811" w:rsidRDefault="00000000">
            <w:r>
              <w:t>189.93</w:t>
            </w:r>
          </w:p>
        </w:tc>
        <w:tc>
          <w:tcPr>
            <w:tcW w:w="1556" w:type="dxa"/>
            <w:vAlign w:val="center"/>
          </w:tcPr>
          <w:p w14:paraId="142C618C" w14:textId="77777777" w:rsidR="00E42811" w:rsidRDefault="00000000">
            <w:r>
              <w:t>885.80</w:t>
            </w:r>
          </w:p>
        </w:tc>
      </w:tr>
      <w:tr w:rsidR="00E42811" w14:paraId="2A030265" w14:textId="77777777">
        <w:tc>
          <w:tcPr>
            <w:tcW w:w="1556" w:type="dxa"/>
            <w:shd w:val="clear" w:color="auto" w:fill="E6E6E6"/>
            <w:vAlign w:val="center"/>
          </w:tcPr>
          <w:p w14:paraId="736D8812" w14:textId="77777777" w:rsidR="00E42811" w:rsidRDefault="00000000">
            <w:r>
              <w:t>12:00</w:t>
            </w:r>
          </w:p>
        </w:tc>
        <w:tc>
          <w:tcPr>
            <w:tcW w:w="1556" w:type="dxa"/>
            <w:vAlign w:val="center"/>
          </w:tcPr>
          <w:p w14:paraId="4C0A0A55" w14:textId="77777777" w:rsidR="00E42811" w:rsidRDefault="00000000">
            <w:r>
              <w:t>225.93</w:t>
            </w:r>
          </w:p>
        </w:tc>
        <w:tc>
          <w:tcPr>
            <w:tcW w:w="1556" w:type="dxa"/>
            <w:vAlign w:val="center"/>
          </w:tcPr>
          <w:p w14:paraId="383B3905" w14:textId="77777777" w:rsidR="00E42811" w:rsidRDefault="00000000">
            <w:r>
              <w:t>427.66</w:t>
            </w:r>
          </w:p>
        </w:tc>
        <w:tc>
          <w:tcPr>
            <w:tcW w:w="1556" w:type="dxa"/>
            <w:vAlign w:val="center"/>
          </w:tcPr>
          <w:p w14:paraId="53073BFF" w14:textId="77777777" w:rsidR="00E42811" w:rsidRDefault="00000000">
            <w:r>
              <w:t>378.17</w:t>
            </w:r>
          </w:p>
        </w:tc>
        <w:tc>
          <w:tcPr>
            <w:tcW w:w="1556" w:type="dxa"/>
            <w:vAlign w:val="center"/>
          </w:tcPr>
          <w:p w14:paraId="579594E7" w14:textId="77777777" w:rsidR="00E42811" w:rsidRDefault="00000000">
            <w:r>
              <w:t>189.80</w:t>
            </w:r>
          </w:p>
        </w:tc>
        <w:tc>
          <w:tcPr>
            <w:tcW w:w="1556" w:type="dxa"/>
            <w:vAlign w:val="center"/>
          </w:tcPr>
          <w:p w14:paraId="207E5802" w14:textId="77777777" w:rsidR="00E42811" w:rsidRDefault="00000000">
            <w:r>
              <w:t>869.70</w:t>
            </w:r>
          </w:p>
        </w:tc>
      </w:tr>
      <w:tr w:rsidR="00E42811" w14:paraId="051A7338" w14:textId="77777777">
        <w:tc>
          <w:tcPr>
            <w:tcW w:w="1556" w:type="dxa"/>
            <w:shd w:val="clear" w:color="auto" w:fill="E6E6E6"/>
            <w:vAlign w:val="center"/>
          </w:tcPr>
          <w:p w14:paraId="507FA2F9" w14:textId="77777777" w:rsidR="00E42811" w:rsidRDefault="00000000">
            <w:r>
              <w:t>13:00</w:t>
            </w:r>
          </w:p>
        </w:tc>
        <w:tc>
          <w:tcPr>
            <w:tcW w:w="1556" w:type="dxa"/>
            <w:vAlign w:val="center"/>
          </w:tcPr>
          <w:p w14:paraId="4B9C12D5" w14:textId="77777777" w:rsidR="00E42811" w:rsidRDefault="00000000">
            <w:r>
              <w:t>219.53</w:t>
            </w:r>
          </w:p>
        </w:tc>
        <w:tc>
          <w:tcPr>
            <w:tcW w:w="1556" w:type="dxa"/>
            <w:vAlign w:val="center"/>
          </w:tcPr>
          <w:p w14:paraId="3D8B5031" w14:textId="77777777" w:rsidR="00E42811" w:rsidRDefault="00000000">
            <w:r>
              <w:t>379.72</w:t>
            </w:r>
          </w:p>
        </w:tc>
        <w:tc>
          <w:tcPr>
            <w:tcW w:w="1556" w:type="dxa"/>
            <w:vAlign w:val="center"/>
          </w:tcPr>
          <w:p w14:paraId="24904756" w14:textId="77777777" w:rsidR="00E42811" w:rsidRDefault="00000000">
            <w:r>
              <w:t>501.24</w:t>
            </w:r>
          </w:p>
        </w:tc>
        <w:tc>
          <w:tcPr>
            <w:tcW w:w="1556" w:type="dxa"/>
            <w:vAlign w:val="center"/>
          </w:tcPr>
          <w:p w14:paraId="4E0D786C" w14:textId="77777777" w:rsidR="00E42811" w:rsidRDefault="00000000">
            <w:r>
              <w:t>183.29</w:t>
            </w:r>
          </w:p>
        </w:tc>
        <w:tc>
          <w:tcPr>
            <w:tcW w:w="1556" w:type="dxa"/>
            <w:vAlign w:val="center"/>
          </w:tcPr>
          <w:p w14:paraId="75D19A54" w14:textId="77777777" w:rsidR="00E42811" w:rsidRDefault="00000000">
            <w:r>
              <w:t>801.30</w:t>
            </w:r>
          </w:p>
        </w:tc>
      </w:tr>
      <w:tr w:rsidR="00E42811" w14:paraId="22BB4F92" w14:textId="77777777">
        <w:tc>
          <w:tcPr>
            <w:tcW w:w="1556" w:type="dxa"/>
            <w:shd w:val="clear" w:color="auto" w:fill="E6E6E6"/>
            <w:vAlign w:val="center"/>
          </w:tcPr>
          <w:p w14:paraId="62C2D1A1" w14:textId="77777777" w:rsidR="00E42811" w:rsidRDefault="00000000">
            <w:r>
              <w:t>14:00</w:t>
            </w:r>
          </w:p>
        </w:tc>
        <w:tc>
          <w:tcPr>
            <w:tcW w:w="1556" w:type="dxa"/>
            <w:vAlign w:val="center"/>
          </w:tcPr>
          <w:p w14:paraId="66F106B8" w14:textId="77777777" w:rsidR="00E42811" w:rsidRDefault="00000000">
            <w:r>
              <w:t>210.79</w:t>
            </w:r>
          </w:p>
        </w:tc>
        <w:tc>
          <w:tcPr>
            <w:tcW w:w="1556" w:type="dxa"/>
            <w:vAlign w:val="center"/>
          </w:tcPr>
          <w:p w14:paraId="479BBD00" w14:textId="77777777" w:rsidR="00E42811" w:rsidRDefault="00000000">
            <w:r>
              <w:t>309.95</w:t>
            </w:r>
          </w:p>
        </w:tc>
        <w:tc>
          <w:tcPr>
            <w:tcW w:w="1556" w:type="dxa"/>
            <w:vAlign w:val="center"/>
          </w:tcPr>
          <w:p w14:paraId="3CAE8204" w14:textId="77777777" w:rsidR="00E42811" w:rsidRDefault="00000000">
            <w:r>
              <w:t>571.99</w:t>
            </w:r>
          </w:p>
        </w:tc>
        <w:tc>
          <w:tcPr>
            <w:tcW w:w="1556" w:type="dxa"/>
            <w:vAlign w:val="center"/>
          </w:tcPr>
          <w:p w14:paraId="0DBEA534" w14:textId="77777777" w:rsidR="00E42811" w:rsidRDefault="00000000">
            <w:r>
              <w:t>174.00</w:t>
            </w:r>
          </w:p>
        </w:tc>
        <w:tc>
          <w:tcPr>
            <w:tcW w:w="1556" w:type="dxa"/>
            <w:vAlign w:val="center"/>
          </w:tcPr>
          <w:p w14:paraId="65D475E2" w14:textId="77777777" w:rsidR="00E42811" w:rsidRDefault="00000000">
            <w:r>
              <w:t>692.80</w:t>
            </w:r>
          </w:p>
        </w:tc>
      </w:tr>
      <w:tr w:rsidR="00E42811" w14:paraId="17DC36F5" w14:textId="77777777">
        <w:tc>
          <w:tcPr>
            <w:tcW w:w="1556" w:type="dxa"/>
            <w:shd w:val="clear" w:color="auto" w:fill="E6E6E6"/>
            <w:vAlign w:val="center"/>
          </w:tcPr>
          <w:p w14:paraId="06E8602C" w14:textId="77777777" w:rsidR="00E42811" w:rsidRDefault="00000000">
            <w:r>
              <w:t>15:00</w:t>
            </w:r>
          </w:p>
        </w:tc>
        <w:tc>
          <w:tcPr>
            <w:tcW w:w="1556" w:type="dxa"/>
            <w:vAlign w:val="center"/>
          </w:tcPr>
          <w:p w14:paraId="1BBE1A14" w14:textId="77777777" w:rsidR="00E42811" w:rsidRDefault="00000000">
            <w:r>
              <w:t>193.11</w:t>
            </w:r>
          </w:p>
        </w:tc>
        <w:tc>
          <w:tcPr>
            <w:tcW w:w="1556" w:type="dxa"/>
            <w:vAlign w:val="center"/>
          </w:tcPr>
          <w:p w14:paraId="66FB3D8A" w14:textId="77777777" w:rsidR="00E42811" w:rsidRDefault="00000000">
            <w:r>
              <w:t>226.98</w:t>
            </w:r>
          </w:p>
        </w:tc>
        <w:tc>
          <w:tcPr>
            <w:tcW w:w="1556" w:type="dxa"/>
            <w:vAlign w:val="center"/>
          </w:tcPr>
          <w:p w14:paraId="4F74D3E3" w14:textId="77777777" w:rsidR="00E42811" w:rsidRDefault="00000000">
            <w:r>
              <w:t>549.96</w:t>
            </w:r>
          </w:p>
        </w:tc>
        <w:tc>
          <w:tcPr>
            <w:tcW w:w="1556" w:type="dxa"/>
            <w:vAlign w:val="center"/>
          </w:tcPr>
          <w:p w14:paraId="4FF195DD" w14:textId="77777777" w:rsidR="00E42811" w:rsidRDefault="00000000">
            <w:r>
              <w:t>154.71</w:t>
            </w:r>
          </w:p>
        </w:tc>
        <w:tc>
          <w:tcPr>
            <w:tcW w:w="1556" w:type="dxa"/>
            <w:vAlign w:val="center"/>
          </w:tcPr>
          <w:p w14:paraId="020F166E" w14:textId="77777777" w:rsidR="00E42811" w:rsidRDefault="00000000">
            <w:r>
              <w:t>541.30</w:t>
            </w:r>
          </w:p>
        </w:tc>
      </w:tr>
      <w:tr w:rsidR="00E42811" w14:paraId="7F0F5478" w14:textId="77777777">
        <w:tc>
          <w:tcPr>
            <w:tcW w:w="1556" w:type="dxa"/>
            <w:shd w:val="clear" w:color="auto" w:fill="E6E6E6"/>
            <w:vAlign w:val="center"/>
          </w:tcPr>
          <w:p w14:paraId="763502EF" w14:textId="77777777" w:rsidR="00E42811" w:rsidRDefault="00000000">
            <w:r>
              <w:t>16:00</w:t>
            </w:r>
          </w:p>
        </w:tc>
        <w:tc>
          <w:tcPr>
            <w:tcW w:w="1556" w:type="dxa"/>
            <w:vAlign w:val="center"/>
          </w:tcPr>
          <w:p w14:paraId="6ABE88ED" w14:textId="77777777" w:rsidR="00E42811" w:rsidRDefault="00000000">
            <w:r>
              <w:t>161.55</w:t>
            </w:r>
          </w:p>
        </w:tc>
        <w:tc>
          <w:tcPr>
            <w:tcW w:w="1556" w:type="dxa"/>
            <w:vAlign w:val="center"/>
          </w:tcPr>
          <w:p w14:paraId="2A97E0EA" w14:textId="77777777" w:rsidR="00E42811" w:rsidRDefault="00000000">
            <w:r>
              <w:t>152.68</w:t>
            </w:r>
          </w:p>
        </w:tc>
        <w:tc>
          <w:tcPr>
            <w:tcW w:w="1556" w:type="dxa"/>
            <w:vAlign w:val="center"/>
          </w:tcPr>
          <w:p w14:paraId="1F9C2B4E" w14:textId="77777777" w:rsidR="00E42811" w:rsidRDefault="00000000">
            <w:r>
              <w:t>420.29</w:t>
            </w:r>
          </w:p>
        </w:tc>
        <w:tc>
          <w:tcPr>
            <w:tcW w:w="1556" w:type="dxa"/>
            <w:vAlign w:val="center"/>
          </w:tcPr>
          <w:p w14:paraId="45360EF3" w14:textId="77777777" w:rsidR="00E42811" w:rsidRDefault="00000000">
            <w:r>
              <w:t>87.88</w:t>
            </w:r>
          </w:p>
        </w:tc>
        <w:tc>
          <w:tcPr>
            <w:tcW w:w="1556" w:type="dxa"/>
            <w:vAlign w:val="center"/>
          </w:tcPr>
          <w:p w14:paraId="45E86249" w14:textId="77777777" w:rsidR="00E42811" w:rsidRDefault="00000000">
            <w:r>
              <w:t>369.50</w:t>
            </w:r>
          </w:p>
        </w:tc>
      </w:tr>
      <w:tr w:rsidR="00E42811" w14:paraId="57FD1F24" w14:textId="77777777">
        <w:tc>
          <w:tcPr>
            <w:tcW w:w="1556" w:type="dxa"/>
            <w:shd w:val="clear" w:color="auto" w:fill="E6E6E6"/>
            <w:vAlign w:val="center"/>
          </w:tcPr>
          <w:p w14:paraId="0A288A84" w14:textId="77777777" w:rsidR="00E42811" w:rsidRDefault="00000000">
            <w:r>
              <w:t>17:00</w:t>
            </w:r>
          </w:p>
        </w:tc>
        <w:tc>
          <w:tcPr>
            <w:tcW w:w="1556" w:type="dxa"/>
            <w:vAlign w:val="center"/>
          </w:tcPr>
          <w:p w14:paraId="50569470" w14:textId="77777777" w:rsidR="00E42811" w:rsidRDefault="00000000">
            <w:r>
              <w:t>95.60</w:t>
            </w:r>
          </w:p>
        </w:tc>
        <w:tc>
          <w:tcPr>
            <w:tcW w:w="1556" w:type="dxa"/>
            <w:vAlign w:val="center"/>
          </w:tcPr>
          <w:p w14:paraId="24896627" w14:textId="77777777" w:rsidR="00E42811" w:rsidRDefault="00000000">
            <w:r>
              <w:t>70.19</w:t>
            </w:r>
          </w:p>
        </w:tc>
        <w:tc>
          <w:tcPr>
            <w:tcW w:w="1556" w:type="dxa"/>
            <w:vAlign w:val="center"/>
          </w:tcPr>
          <w:p w14:paraId="4620BB5D" w14:textId="77777777" w:rsidR="00E42811" w:rsidRDefault="00000000">
            <w:r>
              <w:t>240.26</w:t>
            </w:r>
          </w:p>
        </w:tc>
        <w:tc>
          <w:tcPr>
            <w:tcW w:w="1556" w:type="dxa"/>
            <w:vAlign w:val="center"/>
          </w:tcPr>
          <w:p w14:paraId="70C0A66A" w14:textId="77777777" w:rsidR="00E42811" w:rsidRDefault="00000000">
            <w:r>
              <w:t>30.30</w:t>
            </w:r>
          </w:p>
        </w:tc>
        <w:tc>
          <w:tcPr>
            <w:tcW w:w="1556" w:type="dxa"/>
            <w:vAlign w:val="center"/>
          </w:tcPr>
          <w:p w14:paraId="29BD233A" w14:textId="77777777" w:rsidR="00E42811" w:rsidRDefault="00000000">
            <w:r>
              <w:t>188.90</w:t>
            </w:r>
          </w:p>
        </w:tc>
      </w:tr>
      <w:tr w:rsidR="00E42811" w14:paraId="72241032" w14:textId="77777777">
        <w:tc>
          <w:tcPr>
            <w:tcW w:w="1556" w:type="dxa"/>
            <w:shd w:val="clear" w:color="auto" w:fill="E6E6E6"/>
            <w:vAlign w:val="center"/>
          </w:tcPr>
          <w:p w14:paraId="24A09553" w14:textId="77777777" w:rsidR="00E42811" w:rsidRDefault="00000000">
            <w:r>
              <w:t>18:00</w:t>
            </w:r>
          </w:p>
        </w:tc>
        <w:tc>
          <w:tcPr>
            <w:tcW w:w="1556" w:type="dxa"/>
            <w:vAlign w:val="center"/>
          </w:tcPr>
          <w:p w14:paraId="3F8D648C" w14:textId="77777777" w:rsidR="00E42811" w:rsidRDefault="00000000">
            <w:r>
              <w:t>8.86</w:t>
            </w:r>
          </w:p>
        </w:tc>
        <w:tc>
          <w:tcPr>
            <w:tcW w:w="1556" w:type="dxa"/>
            <w:vAlign w:val="center"/>
          </w:tcPr>
          <w:p w14:paraId="2E572F12" w14:textId="77777777" w:rsidR="00E42811" w:rsidRDefault="00000000">
            <w:r>
              <w:t>8.93</w:t>
            </w:r>
          </w:p>
        </w:tc>
        <w:tc>
          <w:tcPr>
            <w:tcW w:w="1556" w:type="dxa"/>
            <w:vAlign w:val="center"/>
          </w:tcPr>
          <w:p w14:paraId="61B581B4" w14:textId="77777777" w:rsidR="00E42811" w:rsidRDefault="00000000">
            <w:r>
              <w:t>12.63</w:t>
            </w:r>
          </w:p>
        </w:tc>
        <w:tc>
          <w:tcPr>
            <w:tcW w:w="1556" w:type="dxa"/>
            <w:vAlign w:val="center"/>
          </w:tcPr>
          <w:p w14:paraId="0B3DD120" w14:textId="77777777" w:rsidR="00E42811" w:rsidRDefault="00000000">
            <w:r>
              <w:t>5.10</w:t>
            </w:r>
          </w:p>
        </w:tc>
        <w:tc>
          <w:tcPr>
            <w:tcW w:w="1556" w:type="dxa"/>
            <w:vAlign w:val="center"/>
          </w:tcPr>
          <w:p w14:paraId="5D8C8054" w14:textId="77777777" w:rsidR="00E42811" w:rsidRDefault="00000000">
            <w:r>
              <w:t>14.90</w:t>
            </w:r>
          </w:p>
        </w:tc>
      </w:tr>
      <w:tr w:rsidR="00E42811" w14:paraId="572BDC1E" w14:textId="77777777">
        <w:tc>
          <w:tcPr>
            <w:tcW w:w="1556" w:type="dxa"/>
            <w:shd w:val="clear" w:color="auto" w:fill="E6E6E6"/>
            <w:vAlign w:val="center"/>
          </w:tcPr>
          <w:p w14:paraId="6C8E4DC4" w14:textId="77777777" w:rsidR="00E42811" w:rsidRDefault="00000000">
            <w:r>
              <w:t>19:00</w:t>
            </w:r>
          </w:p>
        </w:tc>
        <w:tc>
          <w:tcPr>
            <w:tcW w:w="1556" w:type="dxa"/>
            <w:vAlign w:val="center"/>
          </w:tcPr>
          <w:p w14:paraId="2A4A3EEE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D5D0B7F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58EFB93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9561ABC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74C5A2A" w14:textId="77777777" w:rsidR="00E42811" w:rsidRDefault="00000000">
            <w:r>
              <w:t>0.00</w:t>
            </w:r>
          </w:p>
        </w:tc>
      </w:tr>
      <w:tr w:rsidR="00E42811" w14:paraId="3DD5DB40" w14:textId="77777777">
        <w:tc>
          <w:tcPr>
            <w:tcW w:w="1556" w:type="dxa"/>
            <w:shd w:val="clear" w:color="auto" w:fill="E6E6E6"/>
            <w:vAlign w:val="center"/>
          </w:tcPr>
          <w:p w14:paraId="48A84317" w14:textId="77777777" w:rsidR="00E42811" w:rsidRDefault="00000000">
            <w:r>
              <w:t>20:00</w:t>
            </w:r>
          </w:p>
        </w:tc>
        <w:tc>
          <w:tcPr>
            <w:tcW w:w="1556" w:type="dxa"/>
            <w:vAlign w:val="center"/>
          </w:tcPr>
          <w:p w14:paraId="7A229B2D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CA7F4AD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26256E7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1ACD5C0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E910E14" w14:textId="77777777" w:rsidR="00E42811" w:rsidRDefault="00000000">
            <w:r>
              <w:t>0.00</w:t>
            </w:r>
          </w:p>
        </w:tc>
      </w:tr>
      <w:tr w:rsidR="00E42811" w14:paraId="1E8C1F00" w14:textId="77777777">
        <w:tc>
          <w:tcPr>
            <w:tcW w:w="1556" w:type="dxa"/>
            <w:shd w:val="clear" w:color="auto" w:fill="E6E6E6"/>
            <w:vAlign w:val="center"/>
          </w:tcPr>
          <w:p w14:paraId="5048F2C0" w14:textId="77777777" w:rsidR="00E42811" w:rsidRDefault="00000000">
            <w:r>
              <w:t>21:00</w:t>
            </w:r>
          </w:p>
        </w:tc>
        <w:tc>
          <w:tcPr>
            <w:tcW w:w="1556" w:type="dxa"/>
            <w:vAlign w:val="center"/>
          </w:tcPr>
          <w:p w14:paraId="19959B0D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B69F966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B916FF5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580E2CC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C8968F3" w14:textId="77777777" w:rsidR="00E42811" w:rsidRDefault="00000000">
            <w:r>
              <w:t>0.00</w:t>
            </w:r>
          </w:p>
        </w:tc>
      </w:tr>
      <w:tr w:rsidR="00E42811" w14:paraId="4C349583" w14:textId="77777777">
        <w:tc>
          <w:tcPr>
            <w:tcW w:w="1556" w:type="dxa"/>
            <w:shd w:val="clear" w:color="auto" w:fill="E6E6E6"/>
            <w:vAlign w:val="center"/>
          </w:tcPr>
          <w:p w14:paraId="008E0BFC" w14:textId="77777777" w:rsidR="00E42811" w:rsidRDefault="00000000">
            <w:r>
              <w:t>22:00</w:t>
            </w:r>
          </w:p>
        </w:tc>
        <w:tc>
          <w:tcPr>
            <w:tcW w:w="1556" w:type="dxa"/>
            <w:vAlign w:val="center"/>
          </w:tcPr>
          <w:p w14:paraId="646E72E0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C39DB48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29E51A4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EAEDD6B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571075F" w14:textId="77777777" w:rsidR="00E42811" w:rsidRDefault="00000000">
            <w:r>
              <w:t>0.00</w:t>
            </w:r>
          </w:p>
        </w:tc>
      </w:tr>
      <w:tr w:rsidR="00E42811" w14:paraId="1B5F75F1" w14:textId="77777777">
        <w:tc>
          <w:tcPr>
            <w:tcW w:w="1556" w:type="dxa"/>
            <w:shd w:val="clear" w:color="auto" w:fill="E6E6E6"/>
            <w:vAlign w:val="center"/>
          </w:tcPr>
          <w:p w14:paraId="18589FCE" w14:textId="77777777" w:rsidR="00E42811" w:rsidRDefault="00000000">
            <w:r>
              <w:t>23:00</w:t>
            </w:r>
          </w:p>
        </w:tc>
        <w:tc>
          <w:tcPr>
            <w:tcW w:w="1556" w:type="dxa"/>
            <w:vAlign w:val="center"/>
          </w:tcPr>
          <w:p w14:paraId="1AF753D1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D573253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53252E0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6A2221B" w14:textId="77777777" w:rsidR="00E42811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50351A1" w14:textId="77777777" w:rsidR="00E42811" w:rsidRDefault="00000000">
            <w:r>
              <w:t>0.00</w:t>
            </w:r>
          </w:p>
        </w:tc>
      </w:tr>
    </w:tbl>
    <w:p w14:paraId="383C5A1F" w14:textId="77777777"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3" w:name="室外逐时辐射"/>
      <w:bookmarkEnd w:id="43"/>
    </w:p>
    <w:p w14:paraId="7E5A1A3E" w14:textId="77777777"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4" w:name="室外逐时辐射备注"/>
      <w:bookmarkEnd w:id="44"/>
      <w:r>
        <w:rPr>
          <w:rFonts w:ascii="宋体" w:hAnsi="宋体"/>
          <w:b/>
          <w:color w:val="000000"/>
          <w:sz w:val="18"/>
          <w:szCs w:val="18"/>
        </w:rPr>
        <w:t>注：气象数据参考 河北-石家庄</w:t>
      </w:r>
    </w:p>
    <w:p w14:paraId="61ADCB8F" w14:textId="77777777" w:rsidR="00697366" w:rsidRDefault="00697366" w:rsidP="00CA66B7">
      <w:pPr>
        <w:pStyle w:val="2"/>
      </w:pPr>
      <w:bookmarkStart w:id="45" w:name="_Toc154332337"/>
      <w:bookmarkEnd w:id="0"/>
      <w:r>
        <w:rPr>
          <w:rFonts w:hint="eastAsia"/>
        </w:rPr>
        <w:lastRenderedPageBreak/>
        <w:t>室内</w:t>
      </w:r>
      <w:r>
        <w:t>空气温度</w:t>
      </w:r>
      <w:bookmarkEnd w:id="45"/>
    </w:p>
    <w:p w14:paraId="636723B5" w14:textId="77777777" w:rsidR="009C002A" w:rsidRPr="00CA66B7" w:rsidRDefault="009C002A" w:rsidP="006A4FEA">
      <w:pPr>
        <w:rPr>
          <w:color w:val="000000"/>
          <w:szCs w:val="21"/>
        </w:rPr>
      </w:pPr>
      <w:bookmarkStart w:id="46" w:name="室内空气温度"/>
      <w:bookmarkEnd w:id="46"/>
      <w:r>
        <w:rPr>
          <w:noProof/>
        </w:rPr>
        <w:drawing>
          <wp:inline distT="0" distB="0" distL="0" distR="0" wp14:anchorId="7D3A1FDE" wp14:editId="39E590FE">
            <wp:extent cx="5667375" cy="29813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13196B34" w14:textId="77777777">
        <w:tc>
          <w:tcPr>
            <w:tcW w:w="777" w:type="dxa"/>
            <w:shd w:val="clear" w:color="auto" w:fill="E6E6E6"/>
            <w:vAlign w:val="center"/>
          </w:tcPr>
          <w:p w14:paraId="06D1D324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9DAD46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0D1BD0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F0DC0B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3677E7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A28D98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1ECE4B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DCF76C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0CE4D1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B3060E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FC4903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89D0BC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53CE596D" w14:textId="77777777">
        <w:tc>
          <w:tcPr>
            <w:tcW w:w="777" w:type="dxa"/>
            <w:vAlign w:val="center"/>
          </w:tcPr>
          <w:p w14:paraId="5132787D" w14:textId="77777777" w:rsidR="00E42811" w:rsidRDefault="00000000">
            <w:r>
              <w:t>35.52</w:t>
            </w:r>
          </w:p>
        </w:tc>
        <w:tc>
          <w:tcPr>
            <w:tcW w:w="777" w:type="dxa"/>
            <w:vAlign w:val="center"/>
          </w:tcPr>
          <w:p w14:paraId="18454202" w14:textId="77777777" w:rsidR="00E42811" w:rsidRDefault="00000000">
            <w:r>
              <w:t>34.54</w:t>
            </w:r>
          </w:p>
        </w:tc>
        <w:tc>
          <w:tcPr>
            <w:tcW w:w="777" w:type="dxa"/>
            <w:vAlign w:val="center"/>
          </w:tcPr>
          <w:p w14:paraId="3401FE1A" w14:textId="77777777" w:rsidR="00E42811" w:rsidRDefault="00000000">
            <w:r>
              <w:t>33.80</w:t>
            </w:r>
          </w:p>
        </w:tc>
        <w:tc>
          <w:tcPr>
            <w:tcW w:w="777" w:type="dxa"/>
            <w:vAlign w:val="center"/>
          </w:tcPr>
          <w:p w14:paraId="4B7DE7D6" w14:textId="77777777" w:rsidR="00E42811" w:rsidRDefault="00000000">
            <w:r>
              <w:t>33.33</w:t>
            </w:r>
          </w:p>
        </w:tc>
        <w:tc>
          <w:tcPr>
            <w:tcW w:w="777" w:type="dxa"/>
            <w:vAlign w:val="center"/>
          </w:tcPr>
          <w:p w14:paraId="3833E604" w14:textId="77777777" w:rsidR="00E42811" w:rsidRDefault="00000000">
            <w:r>
              <w:t>33.17</w:t>
            </w:r>
          </w:p>
        </w:tc>
        <w:tc>
          <w:tcPr>
            <w:tcW w:w="777" w:type="dxa"/>
            <w:vAlign w:val="center"/>
          </w:tcPr>
          <w:p w14:paraId="3A0C0929" w14:textId="77777777" w:rsidR="00E42811" w:rsidRDefault="00000000">
            <w:r>
              <w:t>33.33</w:t>
            </w:r>
          </w:p>
        </w:tc>
        <w:tc>
          <w:tcPr>
            <w:tcW w:w="777" w:type="dxa"/>
            <w:vAlign w:val="center"/>
          </w:tcPr>
          <w:p w14:paraId="7AC83E56" w14:textId="77777777" w:rsidR="00E42811" w:rsidRDefault="00000000">
            <w:r>
              <w:t>33.80</w:t>
            </w:r>
          </w:p>
        </w:tc>
        <w:tc>
          <w:tcPr>
            <w:tcW w:w="777" w:type="dxa"/>
            <w:vAlign w:val="center"/>
          </w:tcPr>
          <w:p w14:paraId="6F0C5E47" w14:textId="77777777" w:rsidR="00E42811" w:rsidRDefault="00000000">
            <w:r>
              <w:t>34.54</w:t>
            </w:r>
          </w:p>
        </w:tc>
        <w:tc>
          <w:tcPr>
            <w:tcW w:w="777" w:type="dxa"/>
            <w:vAlign w:val="center"/>
          </w:tcPr>
          <w:p w14:paraId="4889BF81" w14:textId="77777777" w:rsidR="00E42811" w:rsidRDefault="00000000">
            <w:r>
              <w:t>35.52</w:t>
            </w:r>
          </w:p>
        </w:tc>
        <w:tc>
          <w:tcPr>
            <w:tcW w:w="777" w:type="dxa"/>
            <w:vAlign w:val="center"/>
          </w:tcPr>
          <w:p w14:paraId="67849F7D" w14:textId="77777777" w:rsidR="00E42811" w:rsidRDefault="00000000">
            <w:r>
              <w:t>36.65</w:t>
            </w:r>
          </w:p>
        </w:tc>
        <w:tc>
          <w:tcPr>
            <w:tcW w:w="777" w:type="dxa"/>
            <w:vAlign w:val="center"/>
          </w:tcPr>
          <w:p w14:paraId="65E76044" w14:textId="77777777" w:rsidR="00E42811" w:rsidRDefault="00000000">
            <w:r>
              <w:t>37.87</w:t>
            </w:r>
          </w:p>
        </w:tc>
        <w:tc>
          <w:tcPr>
            <w:tcW w:w="777" w:type="dxa"/>
            <w:vAlign w:val="center"/>
          </w:tcPr>
          <w:p w14:paraId="7864F315" w14:textId="77777777" w:rsidR="00E42811" w:rsidRDefault="00000000">
            <w:r>
              <w:t>39.08</w:t>
            </w:r>
          </w:p>
        </w:tc>
      </w:tr>
      <w:tr w:rsidR="00E42811" w14:paraId="79017472" w14:textId="77777777">
        <w:tc>
          <w:tcPr>
            <w:tcW w:w="777" w:type="dxa"/>
            <w:shd w:val="clear" w:color="auto" w:fill="E6E6E6"/>
            <w:vAlign w:val="center"/>
          </w:tcPr>
          <w:p w14:paraId="2E497A8C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EF1F6E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959F3F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0AF705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B3716D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13510B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18E2CC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C170BE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0F118D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21109B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8707F7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4959A8" w14:textId="77777777" w:rsidR="00E42811" w:rsidRDefault="00000000">
            <w:r>
              <w:t>23:00</w:t>
            </w:r>
          </w:p>
        </w:tc>
      </w:tr>
      <w:tr w:rsidR="00E42811" w14:paraId="73C0282C" w14:textId="77777777">
        <w:tc>
          <w:tcPr>
            <w:tcW w:w="777" w:type="dxa"/>
            <w:vAlign w:val="center"/>
          </w:tcPr>
          <w:p w14:paraId="47DD2144" w14:textId="77777777" w:rsidR="00E42811" w:rsidRDefault="00000000">
            <w:r>
              <w:t>40.22</w:t>
            </w:r>
          </w:p>
        </w:tc>
        <w:tc>
          <w:tcPr>
            <w:tcW w:w="777" w:type="dxa"/>
            <w:vAlign w:val="center"/>
          </w:tcPr>
          <w:p w14:paraId="0951FE41" w14:textId="77777777" w:rsidR="00E42811" w:rsidRDefault="00000000">
            <w:r>
              <w:t>41.19</w:t>
            </w:r>
          </w:p>
        </w:tc>
        <w:tc>
          <w:tcPr>
            <w:tcW w:w="777" w:type="dxa"/>
            <w:vAlign w:val="center"/>
          </w:tcPr>
          <w:p w14:paraId="2993C135" w14:textId="77777777" w:rsidR="00E42811" w:rsidRDefault="00000000">
            <w:r>
              <w:t>41.94</w:t>
            </w:r>
          </w:p>
        </w:tc>
        <w:tc>
          <w:tcPr>
            <w:tcW w:w="777" w:type="dxa"/>
            <w:vAlign w:val="center"/>
          </w:tcPr>
          <w:p w14:paraId="2467CD92" w14:textId="77777777" w:rsidR="00E42811" w:rsidRDefault="00000000">
            <w:r>
              <w:t>42.41</w:t>
            </w:r>
          </w:p>
        </w:tc>
        <w:tc>
          <w:tcPr>
            <w:tcW w:w="777" w:type="dxa"/>
            <w:vAlign w:val="center"/>
          </w:tcPr>
          <w:p w14:paraId="3D46202C" w14:textId="77777777" w:rsidR="00E42811" w:rsidRDefault="00000000">
            <w:r>
              <w:t>42.57</w:t>
            </w:r>
          </w:p>
        </w:tc>
        <w:tc>
          <w:tcPr>
            <w:tcW w:w="777" w:type="dxa"/>
            <w:vAlign w:val="center"/>
          </w:tcPr>
          <w:p w14:paraId="464D126C" w14:textId="77777777" w:rsidR="00E42811" w:rsidRDefault="00000000">
            <w:r>
              <w:t>42.41</w:t>
            </w:r>
          </w:p>
        </w:tc>
        <w:tc>
          <w:tcPr>
            <w:tcW w:w="777" w:type="dxa"/>
            <w:vAlign w:val="center"/>
          </w:tcPr>
          <w:p w14:paraId="15C89C4B" w14:textId="77777777" w:rsidR="00E42811" w:rsidRDefault="00000000">
            <w:r>
              <w:t>41.94</w:t>
            </w:r>
          </w:p>
        </w:tc>
        <w:tc>
          <w:tcPr>
            <w:tcW w:w="777" w:type="dxa"/>
            <w:vAlign w:val="center"/>
          </w:tcPr>
          <w:p w14:paraId="4C20A1AB" w14:textId="77777777" w:rsidR="00E42811" w:rsidRDefault="00000000">
            <w:r>
              <w:t>41.19</w:t>
            </w:r>
          </w:p>
        </w:tc>
        <w:tc>
          <w:tcPr>
            <w:tcW w:w="777" w:type="dxa"/>
            <w:vAlign w:val="center"/>
          </w:tcPr>
          <w:p w14:paraId="1AE6EE59" w14:textId="77777777" w:rsidR="00E42811" w:rsidRDefault="00000000">
            <w:r>
              <w:t>40.22</w:t>
            </w:r>
          </w:p>
        </w:tc>
        <w:tc>
          <w:tcPr>
            <w:tcW w:w="777" w:type="dxa"/>
            <w:vAlign w:val="center"/>
          </w:tcPr>
          <w:p w14:paraId="28527BEA" w14:textId="77777777" w:rsidR="00E42811" w:rsidRDefault="00000000">
            <w:r>
              <w:t>39.08</w:t>
            </w:r>
          </w:p>
        </w:tc>
        <w:tc>
          <w:tcPr>
            <w:tcW w:w="777" w:type="dxa"/>
            <w:vAlign w:val="center"/>
          </w:tcPr>
          <w:p w14:paraId="7F688098" w14:textId="77777777" w:rsidR="00E42811" w:rsidRDefault="00000000">
            <w:r>
              <w:t>37.87</w:t>
            </w:r>
          </w:p>
        </w:tc>
        <w:tc>
          <w:tcPr>
            <w:tcW w:w="777" w:type="dxa"/>
            <w:vAlign w:val="center"/>
          </w:tcPr>
          <w:p w14:paraId="671A3716" w14:textId="77777777" w:rsidR="00E42811" w:rsidRDefault="00000000">
            <w:r>
              <w:t>36.65</w:t>
            </w:r>
          </w:p>
        </w:tc>
      </w:tr>
    </w:tbl>
    <w:p w14:paraId="2DD21061" w14:textId="77777777" w:rsidR="00800A70" w:rsidRDefault="00800A70" w:rsidP="006B27F7">
      <w:pPr>
        <w:jc w:val="center"/>
      </w:pPr>
      <w:bookmarkStart w:id="47" w:name="自然通风室内温度表格"/>
      <w:bookmarkEnd w:id="47"/>
    </w:p>
    <w:p w14:paraId="6ECB1E65" w14:textId="77777777" w:rsidR="00A279F8" w:rsidRPr="00794676" w:rsidRDefault="00A279F8" w:rsidP="009A61CA">
      <w:pPr>
        <w:pStyle w:val="1"/>
      </w:pPr>
      <w:bookmarkStart w:id="48" w:name="_Toc154332338"/>
      <w:r>
        <w:t>工程材料</w:t>
      </w:r>
      <w:bookmarkEnd w:id="48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E42811" w14:paraId="6BA8F2CE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0159FBA3" w14:textId="77777777" w:rsidR="00E42811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41741E7" w14:textId="77777777" w:rsidR="00E42811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B4822C5" w14:textId="77777777" w:rsidR="00E42811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96ABB81" w14:textId="77777777" w:rsidR="00E42811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EA818D4" w14:textId="77777777" w:rsidR="00E42811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1CD7C78" w14:textId="77777777" w:rsidR="00E42811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032CE063" w14:textId="77777777" w:rsidR="00E42811" w:rsidRDefault="00000000">
            <w:pPr>
              <w:jc w:val="center"/>
            </w:pPr>
            <w:r>
              <w:t>备注</w:t>
            </w:r>
          </w:p>
        </w:tc>
      </w:tr>
      <w:tr w:rsidR="00E42811" w14:paraId="5B51646B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4B77B58F" w14:textId="77777777" w:rsidR="00E42811" w:rsidRDefault="00E42811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4A7D0EEF" w14:textId="77777777" w:rsidR="00E42811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AB2B473" w14:textId="77777777" w:rsidR="00E42811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4C18082" w14:textId="77777777" w:rsidR="00E42811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E6BE82C" w14:textId="77777777" w:rsidR="00E42811" w:rsidRDefault="00000000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CB6BE05" w14:textId="77777777" w:rsidR="00E42811" w:rsidRDefault="00000000">
            <w:pPr>
              <w:jc w:val="center"/>
            </w:pPr>
            <w:r>
              <w:t>g/(</w:t>
            </w:r>
            <w:proofErr w:type="spellStart"/>
            <w:r>
              <w:t>m.h.kPa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19A49E16" w14:textId="77777777" w:rsidR="00E42811" w:rsidRDefault="00E42811">
            <w:pPr>
              <w:jc w:val="center"/>
            </w:pPr>
          </w:p>
        </w:tc>
      </w:tr>
      <w:tr w:rsidR="00E42811" w14:paraId="037C43BA" w14:textId="77777777">
        <w:tc>
          <w:tcPr>
            <w:tcW w:w="2196" w:type="dxa"/>
            <w:shd w:val="clear" w:color="auto" w:fill="E6E6E6"/>
            <w:vAlign w:val="center"/>
          </w:tcPr>
          <w:p w14:paraId="5C864013" w14:textId="77777777" w:rsidR="00E42811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255505A0" w14:textId="77777777" w:rsidR="00E42811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49C5941B" w14:textId="77777777" w:rsidR="00E42811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BCFA680" w14:textId="77777777" w:rsidR="00E42811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28335C69" w14:textId="77777777" w:rsidR="00E4281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556CEECD" w14:textId="77777777" w:rsidR="00E42811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4F121353" w14:textId="77777777" w:rsidR="00E42811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42811" w14:paraId="0E104C91" w14:textId="77777777">
        <w:tc>
          <w:tcPr>
            <w:tcW w:w="2196" w:type="dxa"/>
            <w:shd w:val="clear" w:color="auto" w:fill="E6E6E6"/>
            <w:vAlign w:val="center"/>
          </w:tcPr>
          <w:p w14:paraId="513EF19D" w14:textId="77777777" w:rsidR="00E42811" w:rsidRDefault="00000000">
            <w:r>
              <w:t>聚苯颗粒保温砂浆</w:t>
            </w:r>
          </w:p>
        </w:tc>
        <w:tc>
          <w:tcPr>
            <w:tcW w:w="1018" w:type="dxa"/>
            <w:vAlign w:val="center"/>
          </w:tcPr>
          <w:p w14:paraId="76C7F2F7" w14:textId="77777777" w:rsidR="00E42811" w:rsidRDefault="00000000">
            <w:r>
              <w:t>0.060</w:t>
            </w:r>
          </w:p>
        </w:tc>
        <w:tc>
          <w:tcPr>
            <w:tcW w:w="1030" w:type="dxa"/>
            <w:vAlign w:val="center"/>
          </w:tcPr>
          <w:p w14:paraId="6FC0F340" w14:textId="77777777" w:rsidR="00E42811" w:rsidRDefault="00000000">
            <w:r>
              <w:t>0.950</w:t>
            </w:r>
          </w:p>
        </w:tc>
        <w:tc>
          <w:tcPr>
            <w:tcW w:w="848" w:type="dxa"/>
            <w:vAlign w:val="center"/>
          </w:tcPr>
          <w:p w14:paraId="5840D276" w14:textId="77777777" w:rsidR="00E42811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49D6EE94" w14:textId="77777777" w:rsidR="00E42811" w:rsidRDefault="00000000">
            <w:r>
              <w:t>900.0</w:t>
            </w:r>
          </w:p>
        </w:tc>
        <w:tc>
          <w:tcPr>
            <w:tcW w:w="1188" w:type="dxa"/>
            <w:vAlign w:val="center"/>
          </w:tcPr>
          <w:p w14:paraId="558B8B51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56C7D50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41D09089" w14:textId="77777777">
        <w:tc>
          <w:tcPr>
            <w:tcW w:w="2196" w:type="dxa"/>
            <w:shd w:val="clear" w:color="auto" w:fill="E6E6E6"/>
            <w:vAlign w:val="center"/>
          </w:tcPr>
          <w:p w14:paraId="22561CBC" w14:textId="77777777" w:rsidR="00E42811" w:rsidRDefault="00000000">
            <w:r>
              <w:t>酚醛泡沫板（用于墙体）</w:t>
            </w:r>
          </w:p>
        </w:tc>
        <w:tc>
          <w:tcPr>
            <w:tcW w:w="1018" w:type="dxa"/>
            <w:vAlign w:val="center"/>
          </w:tcPr>
          <w:p w14:paraId="5C992BC4" w14:textId="77777777" w:rsidR="00E42811" w:rsidRDefault="00000000">
            <w:r>
              <w:t>0.034</w:t>
            </w:r>
          </w:p>
        </w:tc>
        <w:tc>
          <w:tcPr>
            <w:tcW w:w="1030" w:type="dxa"/>
            <w:vAlign w:val="center"/>
          </w:tcPr>
          <w:p w14:paraId="7B30E560" w14:textId="77777777" w:rsidR="00E42811" w:rsidRDefault="00000000">
            <w:r>
              <w:t>0.452</w:t>
            </w:r>
          </w:p>
        </w:tc>
        <w:tc>
          <w:tcPr>
            <w:tcW w:w="848" w:type="dxa"/>
            <w:vAlign w:val="center"/>
          </w:tcPr>
          <w:p w14:paraId="1DDC98A6" w14:textId="77777777" w:rsidR="00E42811" w:rsidRDefault="00000000">
            <w:r>
              <w:t>60.0</w:t>
            </w:r>
          </w:p>
        </w:tc>
        <w:tc>
          <w:tcPr>
            <w:tcW w:w="1018" w:type="dxa"/>
            <w:vAlign w:val="center"/>
          </w:tcPr>
          <w:p w14:paraId="32D8ED0D" w14:textId="77777777" w:rsidR="00E42811" w:rsidRDefault="00000000">
            <w:r>
              <w:t>1378.6</w:t>
            </w:r>
          </w:p>
        </w:tc>
        <w:tc>
          <w:tcPr>
            <w:tcW w:w="1188" w:type="dxa"/>
            <w:vAlign w:val="center"/>
          </w:tcPr>
          <w:p w14:paraId="470ACFE8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4D6DC5D" w14:textId="77777777" w:rsidR="00E42811" w:rsidRDefault="00000000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1.15</w:t>
            </w:r>
          </w:p>
        </w:tc>
      </w:tr>
      <w:tr w:rsidR="00E42811" w14:paraId="6140842A" w14:textId="77777777">
        <w:tc>
          <w:tcPr>
            <w:tcW w:w="2196" w:type="dxa"/>
            <w:shd w:val="clear" w:color="auto" w:fill="E6E6E6"/>
            <w:vAlign w:val="center"/>
          </w:tcPr>
          <w:p w14:paraId="7945ACCF" w14:textId="77777777" w:rsidR="00E42811" w:rsidRDefault="00000000">
            <w:r>
              <w:t>细石混凝土</w:t>
            </w:r>
          </w:p>
        </w:tc>
        <w:tc>
          <w:tcPr>
            <w:tcW w:w="1018" w:type="dxa"/>
            <w:vAlign w:val="center"/>
          </w:tcPr>
          <w:p w14:paraId="010387A0" w14:textId="77777777" w:rsidR="00E42811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7F76B381" w14:textId="77777777" w:rsidR="00E42811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07D1466B" w14:textId="77777777" w:rsidR="00E42811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02871AC4" w14:textId="77777777" w:rsidR="00E4281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41A84E8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869787F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10A8C571" w14:textId="77777777">
        <w:tc>
          <w:tcPr>
            <w:tcW w:w="2196" w:type="dxa"/>
            <w:shd w:val="clear" w:color="auto" w:fill="E6E6E6"/>
            <w:vAlign w:val="center"/>
          </w:tcPr>
          <w:p w14:paraId="031B2BE8" w14:textId="77777777" w:rsidR="00E42811" w:rsidRDefault="00000000">
            <w:r>
              <w:t>玻璃棉板、毡</w:t>
            </w:r>
          </w:p>
        </w:tc>
        <w:tc>
          <w:tcPr>
            <w:tcW w:w="1018" w:type="dxa"/>
            <w:vAlign w:val="center"/>
          </w:tcPr>
          <w:p w14:paraId="4470254B" w14:textId="77777777" w:rsidR="00E42811" w:rsidRDefault="00000000">
            <w:r>
              <w:t>0.040</w:t>
            </w:r>
          </w:p>
        </w:tc>
        <w:tc>
          <w:tcPr>
            <w:tcW w:w="1030" w:type="dxa"/>
            <w:vAlign w:val="center"/>
          </w:tcPr>
          <w:p w14:paraId="1D538910" w14:textId="77777777" w:rsidR="00E42811" w:rsidRDefault="00000000">
            <w:r>
              <w:t>0.380</w:t>
            </w:r>
          </w:p>
        </w:tc>
        <w:tc>
          <w:tcPr>
            <w:tcW w:w="848" w:type="dxa"/>
            <w:vAlign w:val="center"/>
          </w:tcPr>
          <w:p w14:paraId="28BDFAFD" w14:textId="77777777" w:rsidR="00E42811" w:rsidRDefault="00000000">
            <w:r>
              <w:t>40.0</w:t>
            </w:r>
          </w:p>
        </w:tc>
        <w:tc>
          <w:tcPr>
            <w:tcW w:w="1018" w:type="dxa"/>
            <w:vAlign w:val="center"/>
          </w:tcPr>
          <w:p w14:paraId="1B527D07" w14:textId="77777777" w:rsidR="00E42811" w:rsidRDefault="00000000">
            <w:r>
              <w:t>1241.0</w:t>
            </w:r>
          </w:p>
        </w:tc>
        <w:tc>
          <w:tcPr>
            <w:tcW w:w="1188" w:type="dxa"/>
            <w:vAlign w:val="center"/>
          </w:tcPr>
          <w:p w14:paraId="46932319" w14:textId="77777777" w:rsidR="00E42811" w:rsidRDefault="00000000">
            <w:r>
              <w:t>0.4880</w:t>
            </w:r>
          </w:p>
        </w:tc>
        <w:tc>
          <w:tcPr>
            <w:tcW w:w="1516" w:type="dxa"/>
            <w:vAlign w:val="center"/>
          </w:tcPr>
          <w:p w14:paraId="15B660B5" w14:textId="77777777" w:rsidR="00E42811" w:rsidRDefault="00000000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；注：密度：＜</w:t>
            </w:r>
            <w:r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；导热系数修正系数（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1.10</w:t>
            </w:r>
          </w:p>
        </w:tc>
      </w:tr>
      <w:tr w:rsidR="00E42811" w14:paraId="4254CF4B" w14:textId="77777777">
        <w:tc>
          <w:tcPr>
            <w:tcW w:w="2196" w:type="dxa"/>
            <w:shd w:val="clear" w:color="auto" w:fill="E6E6E6"/>
            <w:vAlign w:val="center"/>
          </w:tcPr>
          <w:p w14:paraId="35AB30AE" w14:textId="77777777" w:rsidR="00E42811" w:rsidRDefault="00000000">
            <w:r>
              <w:t>STP(VIPB)</w:t>
            </w:r>
            <w:r>
              <w:t>真空绝热板</w:t>
            </w:r>
            <w:r>
              <w:t>I</w:t>
            </w:r>
            <w:r>
              <w:lastRenderedPageBreak/>
              <w:t>型</w:t>
            </w:r>
          </w:p>
        </w:tc>
        <w:tc>
          <w:tcPr>
            <w:tcW w:w="1018" w:type="dxa"/>
            <w:vAlign w:val="center"/>
          </w:tcPr>
          <w:p w14:paraId="037758A2" w14:textId="77777777" w:rsidR="00E42811" w:rsidRDefault="00000000">
            <w:r>
              <w:lastRenderedPageBreak/>
              <w:t>0.005</w:t>
            </w:r>
          </w:p>
        </w:tc>
        <w:tc>
          <w:tcPr>
            <w:tcW w:w="1030" w:type="dxa"/>
            <w:vAlign w:val="center"/>
          </w:tcPr>
          <w:p w14:paraId="148FF507" w14:textId="77777777" w:rsidR="00E42811" w:rsidRDefault="00000000">
            <w:r>
              <w:t>1.200</w:t>
            </w:r>
          </w:p>
        </w:tc>
        <w:tc>
          <w:tcPr>
            <w:tcW w:w="848" w:type="dxa"/>
            <w:vAlign w:val="center"/>
          </w:tcPr>
          <w:p w14:paraId="71B7CD87" w14:textId="77777777" w:rsidR="00E42811" w:rsidRDefault="00000000">
            <w:r>
              <w:t>450.0</w:t>
            </w:r>
          </w:p>
        </w:tc>
        <w:tc>
          <w:tcPr>
            <w:tcW w:w="1018" w:type="dxa"/>
            <w:vAlign w:val="center"/>
          </w:tcPr>
          <w:p w14:paraId="3354B8E4" w14:textId="77777777" w:rsidR="00E42811" w:rsidRDefault="00000000">
            <w:r>
              <w:t>8800.6</w:t>
            </w:r>
          </w:p>
        </w:tc>
        <w:tc>
          <w:tcPr>
            <w:tcW w:w="1188" w:type="dxa"/>
            <w:vAlign w:val="center"/>
          </w:tcPr>
          <w:p w14:paraId="5445DE9D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77A1A6F" w14:textId="77777777" w:rsidR="00E42811" w:rsidRDefault="00000000">
            <w:r>
              <w:rPr>
                <w:sz w:val="18"/>
                <w:szCs w:val="18"/>
              </w:rPr>
              <w:t>燃烧性能</w:t>
            </w: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级</w:t>
            </w:r>
          </w:p>
        </w:tc>
      </w:tr>
      <w:tr w:rsidR="00E42811" w14:paraId="7ECC7855" w14:textId="77777777">
        <w:tc>
          <w:tcPr>
            <w:tcW w:w="2196" w:type="dxa"/>
            <w:shd w:val="clear" w:color="auto" w:fill="E6E6E6"/>
            <w:vAlign w:val="center"/>
          </w:tcPr>
          <w:p w14:paraId="4AA14836" w14:textId="77777777" w:rsidR="00E42811" w:rsidRDefault="00000000">
            <w:r>
              <w:t>聚氨酯硬泡喷涂</w:t>
            </w:r>
          </w:p>
        </w:tc>
        <w:tc>
          <w:tcPr>
            <w:tcW w:w="1018" w:type="dxa"/>
            <w:vAlign w:val="center"/>
          </w:tcPr>
          <w:p w14:paraId="285C22E6" w14:textId="77777777" w:rsidR="00E42811" w:rsidRDefault="00000000">
            <w:r>
              <w:t>0.023</w:t>
            </w:r>
          </w:p>
        </w:tc>
        <w:tc>
          <w:tcPr>
            <w:tcW w:w="1030" w:type="dxa"/>
            <w:vAlign w:val="center"/>
          </w:tcPr>
          <w:p w14:paraId="71B39EE1" w14:textId="77777777" w:rsidR="00E42811" w:rsidRDefault="00000000">
            <w:r>
              <w:t>0.274</w:t>
            </w:r>
          </w:p>
        </w:tc>
        <w:tc>
          <w:tcPr>
            <w:tcW w:w="848" w:type="dxa"/>
            <w:vAlign w:val="center"/>
          </w:tcPr>
          <w:p w14:paraId="12E308F7" w14:textId="77777777" w:rsidR="00E42811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14:paraId="2ADB9C83" w14:textId="77777777" w:rsidR="00E42811" w:rsidRDefault="00000000">
            <w:r>
              <w:t>1500.0</w:t>
            </w:r>
          </w:p>
        </w:tc>
        <w:tc>
          <w:tcPr>
            <w:tcW w:w="1188" w:type="dxa"/>
            <w:vAlign w:val="center"/>
          </w:tcPr>
          <w:p w14:paraId="46100A95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072CA6C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042915F3" w14:textId="77777777">
        <w:tc>
          <w:tcPr>
            <w:tcW w:w="2196" w:type="dxa"/>
            <w:shd w:val="clear" w:color="auto" w:fill="E6E6E6"/>
            <w:vAlign w:val="center"/>
          </w:tcPr>
          <w:p w14:paraId="053152B0" w14:textId="77777777" w:rsidR="00E42811" w:rsidRDefault="00000000">
            <w:r>
              <w:t>混合砂浆抹面</w:t>
            </w:r>
          </w:p>
        </w:tc>
        <w:tc>
          <w:tcPr>
            <w:tcW w:w="1018" w:type="dxa"/>
            <w:vAlign w:val="center"/>
          </w:tcPr>
          <w:p w14:paraId="503DDC83" w14:textId="77777777" w:rsidR="00E42811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70417EBB" w14:textId="77777777" w:rsidR="00E42811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1BA7B06A" w14:textId="77777777" w:rsidR="00E42811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0B279C51" w14:textId="77777777" w:rsidR="00E4281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9A47FAF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6C30F28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3DE64D52" w14:textId="77777777">
        <w:tc>
          <w:tcPr>
            <w:tcW w:w="2196" w:type="dxa"/>
            <w:shd w:val="clear" w:color="auto" w:fill="E6E6E6"/>
            <w:vAlign w:val="center"/>
          </w:tcPr>
          <w:p w14:paraId="373BC965" w14:textId="77777777" w:rsidR="00E42811" w:rsidRDefault="00000000">
            <w:r>
              <w:t>建筑节能保温砂浆</w:t>
            </w:r>
          </w:p>
        </w:tc>
        <w:tc>
          <w:tcPr>
            <w:tcW w:w="1018" w:type="dxa"/>
            <w:vAlign w:val="center"/>
          </w:tcPr>
          <w:p w14:paraId="0BA9F16D" w14:textId="77777777" w:rsidR="00E42811" w:rsidRDefault="00000000">
            <w:r>
              <w:t>0.060</w:t>
            </w:r>
          </w:p>
        </w:tc>
        <w:tc>
          <w:tcPr>
            <w:tcW w:w="1030" w:type="dxa"/>
            <w:vAlign w:val="center"/>
          </w:tcPr>
          <w:p w14:paraId="119F8BE3" w14:textId="77777777" w:rsidR="00E42811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30C63A2A" w14:textId="77777777" w:rsidR="00E42811" w:rsidRDefault="00000000">
            <w:r>
              <w:t>300.0</w:t>
            </w:r>
          </w:p>
        </w:tc>
        <w:tc>
          <w:tcPr>
            <w:tcW w:w="1018" w:type="dxa"/>
            <w:vAlign w:val="center"/>
          </w:tcPr>
          <w:p w14:paraId="3FB227A9" w14:textId="77777777" w:rsidR="00E42811" w:rsidRDefault="00000000">
            <w:r>
              <w:t>1000.0</w:t>
            </w:r>
          </w:p>
        </w:tc>
        <w:tc>
          <w:tcPr>
            <w:tcW w:w="1188" w:type="dxa"/>
            <w:vAlign w:val="center"/>
          </w:tcPr>
          <w:p w14:paraId="30A86665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76D0F07" w14:textId="77777777" w:rsidR="00E42811" w:rsidRDefault="00000000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=1.02</w:t>
            </w:r>
          </w:p>
        </w:tc>
      </w:tr>
      <w:tr w:rsidR="00E42811" w14:paraId="55F925AE" w14:textId="77777777">
        <w:tc>
          <w:tcPr>
            <w:tcW w:w="2196" w:type="dxa"/>
            <w:shd w:val="clear" w:color="auto" w:fill="E6E6E6"/>
            <w:vAlign w:val="center"/>
          </w:tcPr>
          <w:p w14:paraId="47310B18" w14:textId="77777777" w:rsidR="00E42811" w:rsidRDefault="00000000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3F837C6C" w14:textId="77777777" w:rsidR="00E4281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324919DF" w14:textId="77777777" w:rsidR="00E42811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3972434C" w14:textId="77777777" w:rsidR="00E4281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6F8C98CB" w14:textId="77777777" w:rsidR="00E4281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FCE89F2" w14:textId="77777777" w:rsidR="00E42811" w:rsidRDefault="00000000">
            <w:r>
              <w:t>0.0430</w:t>
            </w:r>
          </w:p>
        </w:tc>
        <w:tc>
          <w:tcPr>
            <w:tcW w:w="1516" w:type="dxa"/>
            <w:vAlign w:val="center"/>
          </w:tcPr>
          <w:p w14:paraId="318EFFD4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745BC35F" w14:textId="77777777">
        <w:tc>
          <w:tcPr>
            <w:tcW w:w="2196" w:type="dxa"/>
            <w:shd w:val="clear" w:color="auto" w:fill="E6E6E6"/>
            <w:vAlign w:val="center"/>
          </w:tcPr>
          <w:p w14:paraId="522770DB" w14:textId="77777777" w:rsidR="00E42811" w:rsidRDefault="00000000">
            <w:r>
              <w:t>细石混凝土（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4E2169EF" w14:textId="77777777" w:rsidR="00E42811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72E9D0A2" w14:textId="77777777" w:rsidR="00E42811" w:rsidRDefault="00000000">
            <w:r>
              <w:t>17.398</w:t>
            </w:r>
          </w:p>
        </w:tc>
        <w:tc>
          <w:tcPr>
            <w:tcW w:w="848" w:type="dxa"/>
            <w:vAlign w:val="center"/>
          </w:tcPr>
          <w:p w14:paraId="0EF5DCC0" w14:textId="77777777" w:rsidR="00E42811" w:rsidRDefault="00000000">
            <w:r>
              <w:t>2600.0</w:t>
            </w:r>
          </w:p>
        </w:tc>
        <w:tc>
          <w:tcPr>
            <w:tcW w:w="1018" w:type="dxa"/>
            <w:vAlign w:val="center"/>
          </w:tcPr>
          <w:p w14:paraId="09227C02" w14:textId="77777777" w:rsidR="00E42811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AFC0C6E" w14:textId="77777777" w:rsidR="00E42811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0275982E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4EA2CF66" w14:textId="77777777">
        <w:tc>
          <w:tcPr>
            <w:tcW w:w="2196" w:type="dxa"/>
            <w:shd w:val="clear" w:color="auto" w:fill="E6E6E6"/>
            <w:vAlign w:val="center"/>
          </w:tcPr>
          <w:p w14:paraId="7F630939" w14:textId="77777777" w:rsidR="00E42811" w:rsidRDefault="00000000">
            <w:r>
              <w:t>挤塑聚苯板</w:t>
            </w:r>
          </w:p>
        </w:tc>
        <w:tc>
          <w:tcPr>
            <w:tcW w:w="1018" w:type="dxa"/>
            <w:vAlign w:val="center"/>
          </w:tcPr>
          <w:p w14:paraId="1565CE44" w14:textId="77777777" w:rsidR="00E42811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7DA6B23C" w14:textId="77777777" w:rsidR="00E42811" w:rsidRDefault="00000000">
            <w:r>
              <w:t>0.365</w:t>
            </w:r>
          </w:p>
        </w:tc>
        <w:tc>
          <w:tcPr>
            <w:tcW w:w="848" w:type="dxa"/>
            <w:vAlign w:val="center"/>
          </w:tcPr>
          <w:p w14:paraId="7F109616" w14:textId="77777777" w:rsidR="00E42811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14:paraId="3A5AD895" w14:textId="77777777" w:rsidR="00E42811" w:rsidRDefault="00000000">
            <w:r>
              <w:t>2032.0</w:t>
            </w:r>
          </w:p>
        </w:tc>
        <w:tc>
          <w:tcPr>
            <w:tcW w:w="1188" w:type="dxa"/>
            <w:vAlign w:val="center"/>
          </w:tcPr>
          <w:p w14:paraId="4A339914" w14:textId="77777777" w:rsidR="00E42811" w:rsidRDefault="00000000">
            <w:r>
              <w:t>0.0140</w:t>
            </w:r>
          </w:p>
        </w:tc>
        <w:tc>
          <w:tcPr>
            <w:tcW w:w="1516" w:type="dxa"/>
            <w:vAlign w:val="center"/>
          </w:tcPr>
          <w:p w14:paraId="38848303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43A126C0" w14:textId="77777777">
        <w:tc>
          <w:tcPr>
            <w:tcW w:w="2196" w:type="dxa"/>
            <w:shd w:val="clear" w:color="auto" w:fill="E6E6E6"/>
            <w:vAlign w:val="center"/>
          </w:tcPr>
          <w:p w14:paraId="56FB5691" w14:textId="77777777" w:rsidR="00E42811" w:rsidRDefault="00000000">
            <w:r>
              <w:t>防水层（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0334E2B4" w14:textId="77777777" w:rsidR="00E42811" w:rsidRDefault="00000000">
            <w:r>
              <w:t>0.170</w:t>
            </w:r>
          </w:p>
        </w:tc>
        <w:tc>
          <w:tcPr>
            <w:tcW w:w="1030" w:type="dxa"/>
            <w:vAlign w:val="center"/>
          </w:tcPr>
          <w:p w14:paraId="1EE9C7B1" w14:textId="77777777" w:rsidR="00E42811" w:rsidRDefault="00000000">
            <w:r>
              <w:t>0.111</w:t>
            </w:r>
          </w:p>
        </w:tc>
        <w:tc>
          <w:tcPr>
            <w:tcW w:w="848" w:type="dxa"/>
            <w:vAlign w:val="center"/>
          </w:tcPr>
          <w:p w14:paraId="099EA2E7" w14:textId="77777777" w:rsidR="00E42811" w:rsidRDefault="00000000">
            <w:r>
              <w:t>1.0</w:t>
            </w:r>
          </w:p>
        </w:tc>
        <w:tc>
          <w:tcPr>
            <w:tcW w:w="1018" w:type="dxa"/>
            <w:vAlign w:val="center"/>
          </w:tcPr>
          <w:p w14:paraId="25DC3AFB" w14:textId="77777777" w:rsidR="00E42811" w:rsidRDefault="00000000">
            <w:r>
              <w:t>1005.0</w:t>
            </w:r>
          </w:p>
        </w:tc>
        <w:tc>
          <w:tcPr>
            <w:tcW w:w="1188" w:type="dxa"/>
            <w:vAlign w:val="center"/>
          </w:tcPr>
          <w:p w14:paraId="0CCF7878" w14:textId="77777777" w:rsidR="00E42811" w:rsidRDefault="00000000">
            <w:r>
              <w:t>0.0100</w:t>
            </w:r>
          </w:p>
        </w:tc>
        <w:tc>
          <w:tcPr>
            <w:tcW w:w="1516" w:type="dxa"/>
            <w:vAlign w:val="center"/>
          </w:tcPr>
          <w:p w14:paraId="0E4D3970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6B0F5A03" w14:textId="77777777">
        <w:tc>
          <w:tcPr>
            <w:tcW w:w="2196" w:type="dxa"/>
            <w:shd w:val="clear" w:color="auto" w:fill="E6E6E6"/>
            <w:vAlign w:val="center"/>
          </w:tcPr>
          <w:p w14:paraId="18585BE9" w14:textId="77777777" w:rsidR="00E42811" w:rsidRDefault="00000000">
            <w:r>
              <w:t>抗裂砂浆（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10CAAA0D" w14:textId="77777777" w:rsidR="00E4281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49EA753C" w14:textId="77777777" w:rsidR="00E42811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42A067B2" w14:textId="77777777" w:rsidR="00E4281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1EB6FCE5" w14:textId="77777777" w:rsidR="00E4281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D109FE0" w14:textId="77777777" w:rsidR="00E42811" w:rsidRDefault="00000000">
            <w:r>
              <w:t>0.0140</w:t>
            </w:r>
          </w:p>
        </w:tc>
        <w:tc>
          <w:tcPr>
            <w:tcW w:w="1516" w:type="dxa"/>
            <w:vAlign w:val="center"/>
          </w:tcPr>
          <w:p w14:paraId="31D2478A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2FA1FAA1" w14:textId="77777777">
        <w:tc>
          <w:tcPr>
            <w:tcW w:w="2196" w:type="dxa"/>
            <w:shd w:val="clear" w:color="auto" w:fill="E6E6E6"/>
            <w:vAlign w:val="center"/>
          </w:tcPr>
          <w:p w14:paraId="46FD1FF9" w14:textId="77777777" w:rsidR="00E42811" w:rsidRDefault="00000000">
            <w:r>
              <w:t>TD</w:t>
            </w:r>
            <w:r>
              <w:t>泡沫混凝土保温板</w:t>
            </w:r>
          </w:p>
        </w:tc>
        <w:tc>
          <w:tcPr>
            <w:tcW w:w="1018" w:type="dxa"/>
            <w:vAlign w:val="center"/>
          </w:tcPr>
          <w:p w14:paraId="77C06919" w14:textId="77777777" w:rsidR="00E42811" w:rsidRDefault="00000000">
            <w:r>
              <w:t>0.045</w:t>
            </w:r>
          </w:p>
        </w:tc>
        <w:tc>
          <w:tcPr>
            <w:tcW w:w="1030" w:type="dxa"/>
            <w:vAlign w:val="center"/>
          </w:tcPr>
          <w:p w14:paraId="2B8CD586" w14:textId="77777777" w:rsidR="00E42811" w:rsidRDefault="00000000">
            <w:r>
              <w:t>1.050</w:t>
            </w:r>
          </w:p>
        </w:tc>
        <w:tc>
          <w:tcPr>
            <w:tcW w:w="848" w:type="dxa"/>
            <w:vAlign w:val="center"/>
          </w:tcPr>
          <w:p w14:paraId="54E84FD1" w14:textId="77777777" w:rsidR="00E42811" w:rsidRDefault="00000000">
            <w:r>
              <w:t>120.0</w:t>
            </w:r>
          </w:p>
        </w:tc>
        <w:tc>
          <w:tcPr>
            <w:tcW w:w="1018" w:type="dxa"/>
            <w:vAlign w:val="center"/>
          </w:tcPr>
          <w:p w14:paraId="6F4AF278" w14:textId="77777777" w:rsidR="00E42811" w:rsidRDefault="00000000">
            <w:r>
              <w:t>1092.0</w:t>
            </w:r>
          </w:p>
        </w:tc>
        <w:tc>
          <w:tcPr>
            <w:tcW w:w="1188" w:type="dxa"/>
            <w:vAlign w:val="center"/>
          </w:tcPr>
          <w:p w14:paraId="2944D4DD" w14:textId="77777777" w:rsidR="00E42811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50A6F215" w14:textId="77777777" w:rsidR="00E42811" w:rsidRDefault="00000000">
            <w:r>
              <w:rPr>
                <w:sz w:val="18"/>
                <w:szCs w:val="18"/>
              </w:rPr>
              <w:t>内蒙古天达建材有限责任公司</w:t>
            </w:r>
          </w:p>
        </w:tc>
      </w:tr>
      <w:tr w:rsidR="00E42811" w14:paraId="151AC5C8" w14:textId="77777777">
        <w:tc>
          <w:tcPr>
            <w:tcW w:w="2196" w:type="dxa"/>
            <w:shd w:val="clear" w:color="auto" w:fill="E6E6E6"/>
            <w:vAlign w:val="center"/>
          </w:tcPr>
          <w:p w14:paraId="7418B4A6" w14:textId="77777777" w:rsidR="00E42811" w:rsidRDefault="00000000">
            <w:r>
              <w:t>专用抹面砂浆</w:t>
            </w:r>
          </w:p>
        </w:tc>
        <w:tc>
          <w:tcPr>
            <w:tcW w:w="1018" w:type="dxa"/>
            <w:vAlign w:val="center"/>
          </w:tcPr>
          <w:p w14:paraId="72D72D0D" w14:textId="77777777" w:rsidR="00E4281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43E84987" w14:textId="77777777" w:rsidR="00E42811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415998FC" w14:textId="77777777" w:rsidR="00E4281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254EC654" w14:textId="77777777" w:rsidR="00E4281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A1B42A1" w14:textId="77777777" w:rsidR="00E42811" w:rsidRDefault="00000000">
            <w:r>
              <w:t>0.0140</w:t>
            </w:r>
          </w:p>
        </w:tc>
        <w:tc>
          <w:tcPr>
            <w:tcW w:w="1516" w:type="dxa"/>
            <w:vAlign w:val="center"/>
          </w:tcPr>
          <w:p w14:paraId="62D80A94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3A90CAD5" w14:textId="77777777">
        <w:tc>
          <w:tcPr>
            <w:tcW w:w="2196" w:type="dxa"/>
            <w:shd w:val="clear" w:color="auto" w:fill="E6E6E6"/>
            <w:vAlign w:val="center"/>
          </w:tcPr>
          <w:p w14:paraId="3F22405B" w14:textId="77777777" w:rsidR="00E42811" w:rsidRDefault="00000000">
            <w:r>
              <w:t>混凝土空心砌块</w:t>
            </w:r>
          </w:p>
        </w:tc>
        <w:tc>
          <w:tcPr>
            <w:tcW w:w="1018" w:type="dxa"/>
            <w:vAlign w:val="center"/>
          </w:tcPr>
          <w:p w14:paraId="200BAD77" w14:textId="77777777" w:rsidR="00E42811" w:rsidRDefault="00000000">
            <w:r>
              <w:t>0.950</w:t>
            </w:r>
          </w:p>
        </w:tc>
        <w:tc>
          <w:tcPr>
            <w:tcW w:w="1030" w:type="dxa"/>
            <w:vAlign w:val="center"/>
          </w:tcPr>
          <w:p w14:paraId="7B0A6FDD" w14:textId="77777777" w:rsidR="00E42811" w:rsidRDefault="00000000">
            <w:r>
              <w:t>11.438</w:t>
            </w:r>
          </w:p>
        </w:tc>
        <w:tc>
          <w:tcPr>
            <w:tcW w:w="848" w:type="dxa"/>
            <w:vAlign w:val="center"/>
          </w:tcPr>
          <w:p w14:paraId="5A7275FB" w14:textId="77777777" w:rsidR="00E42811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74251265" w14:textId="77777777" w:rsidR="00E42811" w:rsidRDefault="00000000">
            <w:r>
              <w:t>1114.0</w:t>
            </w:r>
          </w:p>
        </w:tc>
        <w:tc>
          <w:tcPr>
            <w:tcW w:w="1188" w:type="dxa"/>
            <w:vAlign w:val="center"/>
          </w:tcPr>
          <w:p w14:paraId="4D3FA254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D435140" w14:textId="77777777" w:rsidR="00E42811" w:rsidRDefault="00000000">
            <w:r>
              <w:rPr>
                <w:sz w:val="18"/>
                <w:szCs w:val="18"/>
              </w:rPr>
              <w:t>蒸汽渗透系数没有给出</w:t>
            </w:r>
          </w:p>
        </w:tc>
      </w:tr>
      <w:tr w:rsidR="00E42811" w14:paraId="0EDEC742" w14:textId="77777777">
        <w:tc>
          <w:tcPr>
            <w:tcW w:w="2196" w:type="dxa"/>
            <w:shd w:val="clear" w:color="auto" w:fill="E6E6E6"/>
            <w:vAlign w:val="center"/>
          </w:tcPr>
          <w:p w14:paraId="5FC22B43" w14:textId="77777777" w:rsidR="00E42811" w:rsidRDefault="00000000">
            <w:r>
              <w:t>胶粉聚苯颗粒保温层</w:t>
            </w:r>
          </w:p>
        </w:tc>
        <w:tc>
          <w:tcPr>
            <w:tcW w:w="1018" w:type="dxa"/>
            <w:vAlign w:val="center"/>
          </w:tcPr>
          <w:p w14:paraId="37029A08" w14:textId="77777777" w:rsidR="00E42811" w:rsidRDefault="00000000">
            <w:r>
              <w:t>0.060</w:t>
            </w:r>
          </w:p>
        </w:tc>
        <w:tc>
          <w:tcPr>
            <w:tcW w:w="1030" w:type="dxa"/>
            <w:vAlign w:val="center"/>
          </w:tcPr>
          <w:p w14:paraId="79DC05EF" w14:textId="77777777" w:rsidR="00E42811" w:rsidRDefault="00000000">
            <w:r>
              <w:t>1.126</w:t>
            </w:r>
          </w:p>
        </w:tc>
        <w:tc>
          <w:tcPr>
            <w:tcW w:w="848" w:type="dxa"/>
            <w:vAlign w:val="center"/>
          </w:tcPr>
          <w:p w14:paraId="08DCAAA6" w14:textId="77777777" w:rsidR="00E42811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148B497F" w14:textId="77777777" w:rsidR="00E42811" w:rsidRDefault="00000000">
            <w:r>
              <w:t>1263.4</w:t>
            </w:r>
          </w:p>
        </w:tc>
        <w:tc>
          <w:tcPr>
            <w:tcW w:w="1188" w:type="dxa"/>
            <w:vAlign w:val="center"/>
          </w:tcPr>
          <w:p w14:paraId="3E8F408A" w14:textId="77777777" w:rsidR="00E42811" w:rsidRDefault="00000000">
            <w:r>
              <w:t>0.0023</w:t>
            </w:r>
          </w:p>
        </w:tc>
        <w:tc>
          <w:tcPr>
            <w:tcW w:w="1516" w:type="dxa"/>
            <w:vAlign w:val="center"/>
          </w:tcPr>
          <w:p w14:paraId="18ABB8D7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70BE7939" w14:textId="77777777">
        <w:tc>
          <w:tcPr>
            <w:tcW w:w="2196" w:type="dxa"/>
            <w:shd w:val="clear" w:color="auto" w:fill="E6E6E6"/>
            <w:vAlign w:val="center"/>
          </w:tcPr>
          <w:p w14:paraId="138ED678" w14:textId="77777777" w:rsidR="00E42811" w:rsidRDefault="00000000">
            <w:r>
              <w:t>普通粘土砖</w:t>
            </w:r>
          </w:p>
        </w:tc>
        <w:tc>
          <w:tcPr>
            <w:tcW w:w="1018" w:type="dxa"/>
            <w:vAlign w:val="center"/>
          </w:tcPr>
          <w:p w14:paraId="69C66281" w14:textId="77777777" w:rsidR="00E42811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7ABDCF71" w14:textId="77777777" w:rsidR="00E42811" w:rsidRDefault="00000000">
            <w:r>
              <w:t>10.551</w:t>
            </w:r>
          </w:p>
        </w:tc>
        <w:tc>
          <w:tcPr>
            <w:tcW w:w="848" w:type="dxa"/>
            <w:vAlign w:val="center"/>
          </w:tcPr>
          <w:p w14:paraId="5ECC276C" w14:textId="77777777" w:rsidR="00E4281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5911405C" w14:textId="77777777" w:rsidR="00E4281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05DEF95E" w14:textId="77777777" w:rsidR="00E42811" w:rsidRDefault="00000000">
            <w:r>
              <w:t>0.0080</w:t>
            </w:r>
          </w:p>
        </w:tc>
        <w:tc>
          <w:tcPr>
            <w:tcW w:w="1516" w:type="dxa"/>
            <w:vAlign w:val="center"/>
          </w:tcPr>
          <w:p w14:paraId="56114CDC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52D24B27" w14:textId="77777777">
        <w:tc>
          <w:tcPr>
            <w:tcW w:w="2196" w:type="dxa"/>
            <w:shd w:val="clear" w:color="auto" w:fill="E6E6E6"/>
            <w:vAlign w:val="center"/>
          </w:tcPr>
          <w:p w14:paraId="563D6FB9" w14:textId="77777777" w:rsidR="00E42811" w:rsidRDefault="00000000">
            <w:r>
              <w:t>混合砂浆（石灰水泥砂浆）</w:t>
            </w:r>
          </w:p>
        </w:tc>
        <w:tc>
          <w:tcPr>
            <w:tcW w:w="1018" w:type="dxa"/>
            <w:vAlign w:val="center"/>
          </w:tcPr>
          <w:p w14:paraId="0DF3FB54" w14:textId="77777777" w:rsidR="00E42811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63FD874D" w14:textId="77777777" w:rsidR="00E42811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103C813F" w14:textId="77777777" w:rsidR="00E42811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7C37136B" w14:textId="77777777" w:rsidR="00E4281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7F0DF4A" w14:textId="77777777" w:rsidR="00E42811" w:rsidRDefault="00000000">
            <w:r>
              <w:t>0.0230</w:t>
            </w:r>
          </w:p>
        </w:tc>
        <w:tc>
          <w:tcPr>
            <w:tcW w:w="1516" w:type="dxa"/>
            <w:vAlign w:val="center"/>
          </w:tcPr>
          <w:p w14:paraId="1EB2F79F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302E8E19" w14:textId="77777777">
        <w:tc>
          <w:tcPr>
            <w:tcW w:w="2196" w:type="dxa"/>
            <w:shd w:val="clear" w:color="auto" w:fill="E6E6E6"/>
            <w:vAlign w:val="center"/>
          </w:tcPr>
          <w:p w14:paraId="689A0071" w14:textId="77777777" w:rsidR="00E42811" w:rsidRDefault="00000000">
            <w:r>
              <w:t>加气混凝土砌体</w:t>
            </w:r>
          </w:p>
        </w:tc>
        <w:tc>
          <w:tcPr>
            <w:tcW w:w="1018" w:type="dxa"/>
            <w:vAlign w:val="center"/>
          </w:tcPr>
          <w:p w14:paraId="770FD0C1" w14:textId="77777777" w:rsidR="00E42811" w:rsidRDefault="00000000">
            <w:r>
              <w:t>0.220</w:t>
            </w:r>
          </w:p>
        </w:tc>
        <w:tc>
          <w:tcPr>
            <w:tcW w:w="1030" w:type="dxa"/>
            <w:vAlign w:val="center"/>
          </w:tcPr>
          <w:p w14:paraId="34C876EC" w14:textId="77777777" w:rsidR="00E42811" w:rsidRDefault="00000000">
            <w:r>
              <w:t>3.601</w:t>
            </w:r>
          </w:p>
        </w:tc>
        <w:tc>
          <w:tcPr>
            <w:tcW w:w="848" w:type="dxa"/>
            <w:vAlign w:val="center"/>
          </w:tcPr>
          <w:p w14:paraId="09870A7D" w14:textId="77777777" w:rsidR="00E42811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1CAA0D38" w14:textId="77777777" w:rsidR="00E42811" w:rsidRDefault="00000000">
            <w:r>
              <w:t>1158.0</w:t>
            </w:r>
          </w:p>
        </w:tc>
        <w:tc>
          <w:tcPr>
            <w:tcW w:w="1188" w:type="dxa"/>
            <w:vAlign w:val="center"/>
          </w:tcPr>
          <w:p w14:paraId="42C9CC79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2B62176" w14:textId="77777777" w:rsidR="00E42811" w:rsidRDefault="00000000">
            <w:r>
              <w:rPr>
                <w:sz w:val="18"/>
                <w:szCs w:val="18"/>
              </w:rPr>
              <w:t>蒸汽渗透系数没有给出</w:t>
            </w:r>
          </w:p>
        </w:tc>
      </w:tr>
      <w:tr w:rsidR="00E42811" w14:paraId="0BAF1C9E" w14:textId="77777777">
        <w:tc>
          <w:tcPr>
            <w:tcW w:w="2196" w:type="dxa"/>
            <w:shd w:val="clear" w:color="auto" w:fill="E6E6E6"/>
            <w:vAlign w:val="center"/>
          </w:tcPr>
          <w:p w14:paraId="050E33F2" w14:textId="77777777" w:rsidR="00E42811" w:rsidRDefault="00000000">
            <w:r>
              <w:t>TD-</w:t>
            </w:r>
            <w:r>
              <w:t>泡沫混凝土保温板</w:t>
            </w:r>
          </w:p>
        </w:tc>
        <w:tc>
          <w:tcPr>
            <w:tcW w:w="1018" w:type="dxa"/>
            <w:vAlign w:val="center"/>
          </w:tcPr>
          <w:p w14:paraId="0CEB7CBF" w14:textId="77777777" w:rsidR="00E42811" w:rsidRDefault="00000000">
            <w:r>
              <w:t>0.045</w:t>
            </w:r>
          </w:p>
        </w:tc>
        <w:tc>
          <w:tcPr>
            <w:tcW w:w="1030" w:type="dxa"/>
            <w:vAlign w:val="center"/>
          </w:tcPr>
          <w:p w14:paraId="411D56D8" w14:textId="77777777" w:rsidR="00E42811" w:rsidRDefault="00000000">
            <w:r>
              <w:t>1.050</w:t>
            </w:r>
          </w:p>
        </w:tc>
        <w:tc>
          <w:tcPr>
            <w:tcW w:w="848" w:type="dxa"/>
            <w:vAlign w:val="center"/>
          </w:tcPr>
          <w:p w14:paraId="1D9983CC" w14:textId="77777777" w:rsidR="00E42811" w:rsidRDefault="00000000">
            <w:r>
              <w:t>120.0</w:t>
            </w:r>
          </w:p>
        </w:tc>
        <w:tc>
          <w:tcPr>
            <w:tcW w:w="1018" w:type="dxa"/>
            <w:vAlign w:val="center"/>
          </w:tcPr>
          <w:p w14:paraId="2561EF18" w14:textId="77777777" w:rsidR="00E42811" w:rsidRDefault="00000000">
            <w:r>
              <w:t>1092.0</w:t>
            </w:r>
          </w:p>
        </w:tc>
        <w:tc>
          <w:tcPr>
            <w:tcW w:w="1188" w:type="dxa"/>
            <w:vAlign w:val="center"/>
          </w:tcPr>
          <w:p w14:paraId="391E3839" w14:textId="77777777" w:rsidR="00E42811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575FA7A4" w14:textId="77777777" w:rsidR="00E42811" w:rsidRDefault="00000000">
            <w:r>
              <w:rPr>
                <w:sz w:val="18"/>
                <w:szCs w:val="18"/>
              </w:rPr>
              <w:t>天达</w:t>
            </w:r>
            <w:r>
              <w:rPr>
                <w:sz w:val="18"/>
                <w:szCs w:val="18"/>
              </w:rPr>
              <w:t>-A</w:t>
            </w:r>
            <w:r>
              <w:rPr>
                <w:sz w:val="18"/>
                <w:szCs w:val="18"/>
              </w:rPr>
              <w:t>级防火泡沫混凝土保温板外墙外保温系统应用技术规程</w:t>
            </w:r>
          </w:p>
        </w:tc>
      </w:tr>
      <w:tr w:rsidR="00E42811" w14:paraId="4A48AC65" w14:textId="77777777">
        <w:tc>
          <w:tcPr>
            <w:tcW w:w="2196" w:type="dxa"/>
            <w:shd w:val="clear" w:color="auto" w:fill="E6E6E6"/>
            <w:vAlign w:val="center"/>
          </w:tcPr>
          <w:p w14:paraId="57E98B4D" w14:textId="77777777" w:rsidR="00E42811" w:rsidRDefault="00000000">
            <w:r>
              <w:t>水泥砂浆找平层</w:t>
            </w:r>
          </w:p>
        </w:tc>
        <w:tc>
          <w:tcPr>
            <w:tcW w:w="1018" w:type="dxa"/>
            <w:vAlign w:val="center"/>
          </w:tcPr>
          <w:p w14:paraId="3591E1C3" w14:textId="77777777" w:rsidR="00E4281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388ED90C" w14:textId="77777777" w:rsidR="00E42811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5B2967B7" w14:textId="77777777" w:rsidR="00E4281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5E7CC6D3" w14:textId="77777777" w:rsidR="00E42811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3E46357" w14:textId="77777777" w:rsidR="00E42811" w:rsidRDefault="00000000">
            <w:r>
              <w:t>0.0430</w:t>
            </w:r>
          </w:p>
        </w:tc>
        <w:tc>
          <w:tcPr>
            <w:tcW w:w="1516" w:type="dxa"/>
            <w:vAlign w:val="center"/>
          </w:tcPr>
          <w:p w14:paraId="1BC406E1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31013435" w14:textId="77777777">
        <w:tc>
          <w:tcPr>
            <w:tcW w:w="2196" w:type="dxa"/>
            <w:shd w:val="clear" w:color="auto" w:fill="E6E6E6"/>
            <w:vAlign w:val="center"/>
          </w:tcPr>
          <w:p w14:paraId="610A838B" w14:textId="77777777" w:rsidR="00E42811" w:rsidRDefault="00000000">
            <w:r>
              <w:t>无机轻集料防火保温装饰板</w:t>
            </w:r>
          </w:p>
        </w:tc>
        <w:tc>
          <w:tcPr>
            <w:tcW w:w="1018" w:type="dxa"/>
            <w:vAlign w:val="center"/>
          </w:tcPr>
          <w:p w14:paraId="6B655811" w14:textId="77777777" w:rsidR="00E42811" w:rsidRDefault="00000000">
            <w:r>
              <w:t>0.058</w:t>
            </w:r>
          </w:p>
        </w:tc>
        <w:tc>
          <w:tcPr>
            <w:tcW w:w="1030" w:type="dxa"/>
            <w:vAlign w:val="center"/>
          </w:tcPr>
          <w:p w14:paraId="29F06596" w14:textId="77777777" w:rsidR="00E42811" w:rsidRDefault="00000000">
            <w:r>
              <w:t>1.200</w:t>
            </w:r>
          </w:p>
        </w:tc>
        <w:tc>
          <w:tcPr>
            <w:tcW w:w="848" w:type="dxa"/>
            <w:vAlign w:val="center"/>
          </w:tcPr>
          <w:p w14:paraId="0675E411" w14:textId="77777777" w:rsidR="00E42811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73BB18F8" w14:textId="77777777" w:rsidR="00E42811" w:rsidRDefault="00000000">
            <w:r>
              <w:t>1484.1</w:t>
            </w:r>
          </w:p>
        </w:tc>
        <w:tc>
          <w:tcPr>
            <w:tcW w:w="1188" w:type="dxa"/>
            <w:vAlign w:val="center"/>
          </w:tcPr>
          <w:p w14:paraId="6BB9D628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359A44E" w14:textId="77777777" w:rsidR="00E42811" w:rsidRDefault="00000000">
            <w:r>
              <w:rPr>
                <w:sz w:val="18"/>
                <w:szCs w:val="18"/>
              </w:rPr>
              <w:t>燃烧性能</w:t>
            </w:r>
            <w:r>
              <w:rPr>
                <w:sz w:val="18"/>
                <w:szCs w:val="18"/>
              </w:rPr>
              <w:t>A1</w:t>
            </w:r>
            <w:r>
              <w:rPr>
                <w:sz w:val="18"/>
                <w:szCs w:val="18"/>
              </w:rPr>
              <w:t>级，修正系数</w:t>
            </w:r>
            <w:r>
              <w:rPr>
                <w:sz w:val="18"/>
                <w:szCs w:val="18"/>
              </w:rPr>
              <w:t>1.1</w:t>
            </w:r>
          </w:p>
        </w:tc>
      </w:tr>
      <w:tr w:rsidR="00E42811" w14:paraId="1FD5EF7E" w14:textId="77777777">
        <w:tc>
          <w:tcPr>
            <w:tcW w:w="2196" w:type="dxa"/>
            <w:shd w:val="clear" w:color="auto" w:fill="E6E6E6"/>
            <w:vAlign w:val="center"/>
          </w:tcPr>
          <w:p w14:paraId="163C9000" w14:textId="77777777" w:rsidR="00E42811" w:rsidRDefault="00000000">
            <w:r>
              <w:t>粘结砂浆</w:t>
            </w:r>
          </w:p>
        </w:tc>
        <w:tc>
          <w:tcPr>
            <w:tcW w:w="1018" w:type="dxa"/>
            <w:vAlign w:val="center"/>
          </w:tcPr>
          <w:p w14:paraId="2C6D1310" w14:textId="77777777" w:rsidR="00E42811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6F811617" w14:textId="77777777" w:rsidR="00E42811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463962EC" w14:textId="77777777" w:rsidR="00E42811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2294C73C" w14:textId="77777777" w:rsidR="00E42811" w:rsidRDefault="00000000">
            <w:r>
              <w:t>1075.9</w:t>
            </w:r>
          </w:p>
        </w:tc>
        <w:tc>
          <w:tcPr>
            <w:tcW w:w="1188" w:type="dxa"/>
            <w:vAlign w:val="center"/>
          </w:tcPr>
          <w:p w14:paraId="40AC17EC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51E8B62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667DEAB4" w14:textId="77777777">
        <w:tc>
          <w:tcPr>
            <w:tcW w:w="2196" w:type="dxa"/>
            <w:shd w:val="clear" w:color="auto" w:fill="E6E6E6"/>
            <w:vAlign w:val="center"/>
          </w:tcPr>
          <w:p w14:paraId="6D5173C9" w14:textId="77777777" w:rsidR="00E42811" w:rsidRDefault="00000000">
            <w:r>
              <w:t>水泥砂浆（</w:t>
            </w:r>
            <w:r>
              <w:t>3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68D3DD01" w14:textId="77777777" w:rsidR="00E42811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22D25A4A" w14:textId="77777777" w:rsidR="00E42811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ADE8413" w14:textId="77777777" w:rsidR="00E42811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457DB9C6" w14:textId="77777777" w:rsidR="00E42811" w:rsidRDefault="00000000">
            <w:r>
              <w:t>1061.9</w:t>
            </w:r>
          </w:p>
        </w:tc>
        <w:tc>
          <w:tcPr>
            <w:tcW w:w="1188" w:type="dxa"/>
            <w:vAlign w:val="center"/>
          </w:tcPr>
          <w:p w14:paraId="034CB7ED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138AE27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7D2AE52A" w14:textId="77777777">
        <w:tc>
          <w:tcPr>
            <w:tcW w:w="2196" w:type="dxa"/>
            <w:shd w:val="clear" w:color="auto" w:fill="E6E6E6"/>
            <w:vAlign w:val="center"/>
          </w:tcPr>
          <w:p w14:paraId="07A1F8C0" w14:textId="77777777" w:rsidR="00E42811" w:rsidRDefault="00000000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6BD08CCD" w14:textId="77777777" w:rsidR="00E42811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3AB6975F" w14:textId="77777777" w:rsidR="00E42811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09D9FDF1" w14:textId="77777777" w:rsidR="00E42811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0AEFC5A5" w14:textId="77777777" w:rsidR="00E42811" w:rsidRDefault="00000000">
            <w:r>
              <w:t>935.2</w:t>
            </w:r>
          </w:p>
        </w:tc>
        <w:tc>
          <w:tcPr>
            <w:tcW w:w="1188" w:type="dxa"/>
            <w:vAlign w:val="center"/>
          </w:tcPr>
          <w:p w14:paraId="2B7DFC2C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B3FE46D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7EE38AC0" w14:textId="77777777">
        <w:tc>
          <w:tcPr>
            <w:tcW w:w="2196" w:type="dxa"/>
            <w:shd w:val="clear" w:color="auto" w:fill="E6E6E6"/>
            <w:vAlign w:val="center"/>
          </w:tcPr>
          <w:p w14:paraId="71A6659B" w14:textId="77777777" w:rsidR="00E42811" w:rsidRDefault="00000000">
            <w:r>
              <w:t>粘结砂浆（内保温专用）</w:t>
            </w:r>
          </w:p>
        </w:tc>
        <w:tc>
          <w:tcPr>
            <w:tcW w:w="1018" w:type="dxa"/>
            <w:vAlign w:val="center"/>
          </w:tcPr>
          <w:p w14:paraId="1794D423" w14:textId="77777777" w:rsidR="00E42811" w:rsidRDefault="00000000">
            <w:r>
              <w:t>0.100</w:t>
            </w:r>
          </w:p>
        </w:tc>
        <w:tc>
          <w:tcPr>
            <w:tcW w:w="1030" w:type="dxa"/>
            <w:vAlign w:val="center"/>
          </w:tcPr>
          <w:p w14:paraId="439AFAB0" w14:textId="77777777" w:rsidR="00E42811" w:rsidRDefault="00000000">
            <w:r>
              <w:t>2.480</w:t>
            </w:r>
          </w:p>
        </w:tc>
        <w:tc>
          <w:tcPr>
            <w:tcW w:w="848" w:type="dxa"/>
            <w:vAlign w:val="center"/>
          </w:tcPr>
          <w:p w14:paraId="2B8FFFB7" w14:textId="77777777" w:rsidR="00E42811" w:rsidRDefault="00000000">
            <w:r>
              <w:t>800.0</w:t>
            </w:r>
          </w:p>
        </w:tc>
        <w:tc>
          <w:tcPr>
            <w:tcW w:w="1018" w:type="dxa"/>
            <w:vAlign w:val="center"/>
          </w:tcPr>
          <w:p w14:paraId="4E51D7C9" w14:textId="77777777" w:rsidR="00E42811" w:rsidRDefault="00000000">
            <w:r>
              <w:t>1061.9</w:t>
            </w:r>
          </w:p>
        </w:tc>
        <w:tc>
          <w:tcPr>
            <w:tcW w:w="1188" w:type="dxa"/>
            <w:vAlign w:val="center"/>
          </w:tcPr>
          <w:p w14:paraId="34D01EB9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F377DD8" w14:textId="77777777" w:rsidR="00E42811" w:rsidRDefault="00E42811">
            <w:pPr>
              <w:rPr>
                <w:sz w:val="18"/>
                <w:szCs w:val="18"/>
              </w:rPr>
            </w:pPr>
          </w:p>
        </w:tc>
      </w:tr>
      <w:tr w:rsidR="00E42811" w14:paraId="0F05B107" w14:textId="77777777">
        <w:tc>
          <w:tcPr>
            <w:tcW w:w="2196" w:type="dxa"/>
            <w:shd w:val="clear" w:color="auto" w:fill="E6E6E6"/>
            <w:vAlign w:val="center"/>
          </w:tcPr>
          <w:p w14:paraId="7A4EEC4B" w14:textId="77777777" w:rsidR="00E42811" w:rsidRDefault="00000000">
            <w:r>
              <w:t>无机轻集料防火保温复合板</w:t>
            </w:r>
          </w:p>
        </w:tc>
        <w:tc>
          <w:tcPr>
            <w:tcW w:w="1018" w:type="dxa"/>
            <w:vAlign w:val="center"/>
          </w:tcPr>
          <w:p w14:paraId="40CC05E3" w14:textId="77777777" w:rsidR="00E42811" w:rsidRDefault="00000000">
            <w:r>
              <w:t>0.058</w:t>
            </w:r>
          </w:p>
        </w:tc>
        <w:tc>
          <w:tcPr>
            <w:tcW w:w="1030" w:type="dxa"/>
            <w:vAlign w:val="center"/>
          </w:tcPr>
          <w:p w14:paraId="6E0AAD0E" w14:textId="77777777" w:rsidR="00E42811" w:rsidRDefault="00000000">
            <w:r>
              <w:t>1.200</w:t>
            </w:r>
          </w:p>
        </w:tc>
        <w:tc>
          <w:tcPr>
            <w:tcW w:w="848" w:type="dxa"/>
            <w:vAlign w:val="center"/>
          </w:tcPr>
          <w:p w14:paraId="2A9DD8E4" w14:textId="77777777" w:rsidR="00E42811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04965E66" w14:textId="77777777" w:rsidR="00E42811" w:rsidRDefault="00000000">
            <w:r>
              <w:t>1484.1</w:t>
            </w:r>
          </w:p>
        </w:tc>
        <w:tc>
          <w:tcPr>
            <w:tcW w:w="1188" w:type="dxa"/>
            <w:vAlign w:val="center"/>
          </w:tcPr>
          <w:p w14:paraId="17B0320B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D7C924E" w14:textId="77777777" w:rsidR="00E42811" w:rsidRDefault="00000000">
            <w:r>
              <w:rPr>
                <w:sz w:val="18"/>
                <w:szCs w:val="18"/>
              </w:rPr>
              <w:t>燃烧性能</w:t>
            </w:r>
            <w:r>
              <w:rPr>
                <w:sz w:val="18"/>
                <w:szCs w:val="18"/>
              </w:rPr>
              <w:t>A1</w:t>
            </w:r>
            <w:r>
              <w:rPr>
                <w:sz w:val="18"/>
                <w:szCs w:val="18"/>
              </w:rPr>
              <w:t>级，修正系数</w:t>
            </w:r>
            <w:r>
              <w:rPr>
                <w:sz w:val="18"/>
                <w:szCs w:val="18"/>
              </w:rPr>
              <w:t>1.1</w:t>
            </w:r>
          </w:p>
        </w:tc>
      </w:tr>
      <w:tr w:rsidR="00E42811" w14:paraId="1E33EEC8" w14:textId="77777777">
        <w:tc>
          <w:tcPr>
            <w:tcW w:w="2196" w:type="dxa"/>
            <w:shd w:val="clear" w:color="auto" w:fill="E6E6E6"/>
            <w:vAlign w:val="center"/>
          </w:tcPr>
          <w:p w14:paraId="6865023A" w14:textId="77777777" w:rsidR="00E42811" w:rsidRDefault="00000000">
            <w:r>
              <w:t>抹面砂浆（内保温专用）</w:t>
            </w:r>
          </w:p>
        </w:tc>
        <w:tc>
          <w:tcPr>
            <w:tcW w:w="1018" w:type="dxa"/>
            <w:vAlign w:val="center"/>
          </w:tcPr>
          <w:p w14:paraId="06135D1D" w14:textId="77777777" w:rsidR="00E42811" w:rsidRDefault="00000000">
            <w:r>
              <w:t>0.100</w:t>
            </w:r>
          </w:p>
        </w:tc>
        <w:tc>
          <w:tcPr>
            <w:tcW w:w="1030" w:type="dxa"/>
            <w:vAlign w:val="center"/>
          </w:tcPr>
          <w:p w14:paraId="2FE7E68C" w14:textId="77777777" w:rsidR="00E42811" w:rsidRDefault="00000000">
            <w:r>
              <w:t>2.480</w:t>
            </w:r>
          </w:p>
        </w:tc>
        <w:tc>
          <w:tcPr>
            <w:tcW w:w="848" w:type="dxa"/>
            <w:vAlign w:val="center"/>
          </w:tcPr>
          <w:p w14:paraId="6E84477F" w14:textId="77777777" w:rsidR="00E42811" w:rsidRDefault="00000000">
            <w:r>
              <w:t>800.0</w:t>
            </w:r>
          </w:p>
        </w:tc>
        <w:tc>
          <w:tcPr>
            <w:tcW w:w="1018" w:type="dxa"/>
            <w:vAlign w:val="center"/>
          </w:tcPr>
          <w:p w14:paraId="63B7CDA5" w14:textId="77777777" w:rsidR="00E42811" w:rsidRDefault="00000000">
            <w:r>
              <w:t>1061.9</w:t>
            </w:r>
          </w:p>
        </w:tc>
        <w:tc>
          <w:tcPr>
            <w:tcW w:w="1188" w:type="dxa"/>
            <w:vAlign w:val="center"/>
          </w:tcPr>
          <w:p w14:paraId="1D590C2F" w14:textId="77777777" w:rsidR="00E42811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C35275C" w14:textId="77777777" w:rsidR="00E42811" w:rsidRDefault="00E42811">
            <w:pPr>
              <w:rPr>
                <w:sz w:val="18"/>
                <w:szCs w:val="18"/>
              </w:rPr>
            </w:pPr>
          </w:p>
        </w:tc>
      </w:tr>
    </w:tbl>
    <w:p w14:paraId="495C39F5" w14:textId="77777777" w:rsidR="00E42811" w:rsidRDefault="00000000">
      <w:pPr>
        <w:pStyle w:val="1"/>
      </w:pPr>
      <w:bookmarkStart w:id="49" w:name="_Toc154332339"/>
      <w:r>
        <w:t>工程构造</w:t>
      </w:r>
      <w:bookmarkEnd w:id="49"/>
    </w:p>
    <w:p w14:paraId="72285AE5" w14:textId="77777777" w:rsidR="00E42811" w:rsidRDefault="00000000">
      <w:pPr>
        <w:pStyle w:val="2"/>
        <w:jc w:val="left"/>
      </w:pPr>
      <w:bookmarkStart w:id="50" w:name="_Toc154332340"/>
      <w:r>
        <w:t>屋顶构造</w:t>
      </w:r>
      <w:bookmarkEnd w:id="50"/>
    </w:p>
    <w:p w14:paraId="1133FCCE" w14:textId="77777777" w:rsidR="00E42811" w:rsidRDefault="00000000">
      <w:pPr>
        <w:pStyle w:val="3"/>
      </w:pPr>
      <w:bookmarkStart w:id="51" w:name="_Toc154332341"/>
      <w:r>
        <w:t>屋顶构造一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E42811" w14:paraId="6CB9E127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127616D2" w14:textId="77777777" w:rsidR="00E4281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575641AA" w14:textId="77777777" w:rsidR="00E4281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3220C9F" w14:textId="77777777" w:rsidR="00E4281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C4AFEE2" w14:textId="77777777" w:rsidR="00E4281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4211D1D" w14:textId="77777777" w:rsidR="00E4281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566A27F" w14:textId="77777777" w:rsidR="00E4281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D74CE7B" w14:textId="77777777" w:rsidR="00E4281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522378C" w14:textId="77777777" w:rsidR="00E4281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E42811" w14:paraId="15F09AFD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31FF9991" w14:textId="77777777" w:rsidR="00E42811" w:rsidRDefault="00E42811"/>
        </w:tc>
        <w:tc>
          <w:tcPr>
            <w:tcW w:w="834" w:type="dxa"/>
            <w:shd w:val="clear" w:color="auto" w:fill="E6E6E6"/>
            <w:vAlign w:val="center"/>
          </w:tcPr>
          <w:p w14:paraId="35B32804" w14:textId="77777777" w:rsidR="00E4281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5130136" w14:textId="77777777" w:rsidR="00E4281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52253B4" w14:textId="77777777" w:rsidR="00E42811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0F1E721" w14:textId="77777777" w:rsidR="00E4281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B3C7C15" w14:textId="77777777" w:rsidR="00E4281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A711A15" w14:textId="77777777" w:rsidR="00E4281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0025E83" w14:textId="77777777" w:rsidR="00E42811" w:rsidRDefault="00000000">
            <w:r>
              <w:t>D=R*S</w:t>
            </w:r>
          </w:p>
        </w:tc>
      </w:tr>
      <w:tr w:rsidR="00E42811" w14:paraId="38D9D200" w14:textId="77777777">
        <w:tc>
          <w:tcPr>
            <w:tcW w:w="2838" w:type="dxa"/>
            <w:vAlign w:val="center"/>
          </w:tcPr>
          <w:p w14:paraId="4A7695C1" w14:textId="77777777" w:rsidR="00E42811" w:rsidRDefault="00000000">
            <w:r>
              <w:t>酚醛泡沫板（用于墙体）</w:t>
            </w:r>
          </w:p>
        </w:tc>
        <w:tc>
          <w:tcPr>
            <w:tcW w:w="834" w:type="dxa"/>
            <w:vAlign w:val="center"/>
          </w:tcPr>
          <w:p w14:paraId="425BEFA5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5C05614F" w14:textId="77777777" w:rsidR="00E42811" w:rsidRDefault="00000000">
            <w:r>
              <w:t>6.7</w:t>
            </w:r>
          </w:p>
        </w:tc>
        <w:tc>
          <w:tcPr>
            <w:tcW w:w="990" w:type="dxa"/>
            <w:vAlign w:val="center"/>
          </w:tcPr>
          <w:p w14:paraId="557301C5" w14:textId="77777777" w:rsidR="00E42811" w:rsidRDefault="00000000">
            <w:r>
              <w:t>0.034</w:t>
            </w:r>
          </w:p>
        </w:tc>
        <w:tc>
          <w:tcPr>
            <w:tcW w:w="1131" w:type="dxa"/>
            <w:vAlign w:val="center"/>
          </w:tcPr>
          <w:p w14:paraId="3817B5E3" w14:textId="77777777" w:rsidR="00E42811" w:rsidRDefault="00000000">
            <w:r>
              <w:t>0.452</w:t>
            </w:r>
          </w:p>
        </w:tc>
        <w:tc>
          <w:tcPr>
            <w:tcW w:w="707" w:type="dxa"/>
            <w:vAlign w:val="center"/>
          </w:tcPr>
          <w:p w14:paraId="00A99EB5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63A460C" w14:textId="77777777" w:rsidR="00E42811" w:rsidRDefault="00000000">
            <w:r>
              <w:t>0.588</w:t>
            </w:r>
          </w:p>
        </w:tc>
        <w:tc>
          <w:tcPr>
            <w:tcW w:w="990" w:type="dxa"/>
            <w:vAlign w:val="center"/>
          </w:tcPr>
          <w:p w14:paraId="049DE7FF" w14:textId="77777777" w:rsidR="00E42811" w:rsidRDefault="00000000">
            <w:r>
              <w:t>0.266</w:t>
            </w:r>
          </w:p>
        </w:tc>
      </w:tr>
      <w:tr w:rsidR="00E42811" w14:paraId="03C57131" w14:textId="77777777">
        <w:tc>
          <w:tcPr>
            <w:tcW w:w="2838" w:type="dxa"/>
            <w:vAlign w:val="center"/>
          </w:tcPr>
          <w:p w14:paraId="175A1296" w14:textId="77777777" w:rsidR="00E42811" w:rsidRDefault="00000000">
            <w:r>
              <w:t>STP(VIPB)</w:t>
            </w:r>
            <w:r>
              <w:t>真空绝热板</w:t>
            </w:r>
            <w:r>
              <w:t>I</w:t>
            </w:r>
            <w:r>
              <w:t>型</w:t>
            </w:r>
          </w:p>
        </w:tc>
        <w:tc>
          <w:tcPr>
            <w:tcW w:w="834" w:type="dxa"/>
            <w:vAlign w:val="center"/>
          </w:tcPr>
          <w:p w14:paraId="7587B890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72C075BA" w14:textId="77777777" w:rsidR="00E42811" w:rsidRDefault="00000000">
            <w:r>
              <w:t>0.5</w:t>
            </w:r>
          </w:p>
        </w:tc>
        <w:tc>
          <w:tcPr>
            <w:tcW w:w="990" w:type="dxa"/>
            <w:vAlign w:val="center"/>
          </w:tcPr>
          <w:p w14:paraId="5C7165DE" w14:textId="77777777" w:rsidR="00E42811" w:rsidRDefault="00000000">
            <w:r>
              <w:t>0.005</w:t>
            </w:r>
          </w:p>
        </w:tc>
        <w:tc>
          <w:tcPr>
            <w:tcW w:w="1131" w:type="dxa"/>
            <w:vAlign w:val="center"/>
          </w:tcPr>
          <w:p w14:paraId="055DD4E3" w14:textId="77777777" w:rsidR="00E42811" w:rsidRDefault="00000000">
            <w:r>
              <w:t>1.200</w:t>
            </w:r>
          </w:p>
        </w:tc>
        <w:tc>
          <w:tcPr>
            <w:tcW w:w="707" w:type="dxa"/>
            <w:vAlign w:val="center"/>
          </w:tcPr>
          <w:p w14:paraId="7BBCB6C4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11BC8726" w14:textId="77777777" w:rsidR="00E42811" w:rsidRDefault="00000000">
            <w:r>
              <w:t>4.000</w:t>
            </w:r>
          </w:p>
        </w:tc>
        <w:tc>
          <w:tcPr>
            <w:tcW w:w="990" w:type="dxa"/>
            <w:vAlign w:val="center"/>
          </w:tcPr>
          <w:p w14:paraId="08997FB8" w14:textId="77777777" w:rsidR="00E42811" w:rsidRDefault="00000000">
            <w:r>
              <w:t>4.800</w:t>
            </w:r>
          </w:p>
        </w:tc>
      </w:tr>
      <w:tr w:rsidR="00E42811" w14:paraId="6DE4FC6D" w14:textId="77777777">
        <w:tc>
          <w:tcPr>
            <w:tcW w:w="2838" w:type="dxa"/>
            <w:vAlign w:val="center"/>
          </w:tcPr>
          <w:p w14:paraId="489412E2" w14:textId="77777777" w:rsidR="00E42811" w:rsidRDefault="00000000">
            <w:r>
              <w:t>细石混凝土</w:t>
            </w:r>
          </w:p>
        </w:tc>
        <w:tc>
          <w:tcPr>
            <w:tcW w:w="834" w:type="dxa"/>
            <w:vAlign w:val="center"/>
          </w:tcPr>
          <w:p w14:paraId="73A536C6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24333F7F" w14:textId="77777777" w:rsidR="00E4281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5D179E76" w14:textId="77777777" w:rsidR="00E42811" w:rsidRDefault="00000000">
            <w:r>
              <w:t>1.510</w:t>
            </w:r>
          </w:p>
        </w:tc>
        <w:tc>
          <w:tcPr>
            <w:tcW w:w="1131" w:type="dxa"/>
            <w:vAlign w:val="center"/>
          </w:tcPr>
          <w:p w14:paraId="6E26FEF7" w14:textId="77777777" w:rsidR="00E42811" w:rsidRDefault="00000000">
            <w:r>
              <w:t>15.360</w:t>
            </w:r>
          </w:p>
        </w:tc>
        <w:tc>
          <w:tcPr>
            <w:tcW w:w="707" w:type="dxa"/>
            <w:vAlign w:val="center"/>
          </w:tcPr>
          <w:p w14:paraId="69102B5C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2C5C5C56" w14:textId="77777777" w:rsidR="00E42811" w:rsidRDefault="00000000">
            <w:r>
              <w:t>0.013</w:t>
            </w:r>
          </w:p>
        </w:tc>
        <w:tc>
          <w:tcPr>
            <w:tcW w:w="990" w:type="dxa"/>
            <w:vAlign w:val="center"/>
          </w:tcPr>
          <w:p w14:paraId="6E4F2901" w14:textId="77777777" w:rsidR="00E42811" w:rsidRDefault="00000000">
            <w:r>
              <w:t>0.203</w:t>
            </w:r>
          </w:p>
        </w:tc>
      </w:tr>
      <w:tr w:rsidR="00E42811" w14:paraId="62CB4D2A" w14:textId="77777777">
        <w:tc>
          <w:tcPr>
            <w:tcW w:w="2838" w:type="dxa"/>
            <w:vAlign w:val="center"/>
          </w:tcPr>
          <w:p w14:paraId="04B4E58D" w14:textId="77777777" w:rsidR="00E42811" w:rsidRDefault="00000000">
            <w:r>
              <w:t>钢筋混凝土</w:t>
            </w:r>
          </w:p>
        </w:tc>
        <w:tc>
          <w:tcPr>
            <w:tcW w:w="834" w:type="dxa"/>
            <w:vAlign w:val="center"/>
          </w:tcPr>
          <w:p w14:paraId="2AD700C1" w14:textId="77777777" w:rsidR="00E42811" w:rsidRDefault="00000000">
            <w:r>
              <w:t>120</w:t>
            </w:r>
          </w:p>
        </w:tc>
        <w:tc>
          <w:tcPr>
            <w:tcW w:w="707" w:type="dxa"/>
            <w:vAlign w:val="center"/>
          </w:tcPr>
          <w:p w14:paraId="1544BE3D" w14:textId="77777777" w:rsidR="00E42811" w:rsidRDefault="00000000">
            <w:r>
              <w:t>12.0</w:t>
            </w:r>
          </w:p>
        </w:tc>
        <w:tc>
          <w:tcPr>
            <w:tcW w:w="990" w:type="dxa"/>
            <w:vAlign w:val="center"/>
          </w:tcPr>
          <w:p w14:paraId="0942E0A3" w14:textId="77777777" w:rsidR="00E42811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65B082B6" w14:textId="77777777" w:rsidR="00E42811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3F93747B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16E86FE6" w14:textId="77777777" w:rsidR="00E42811" w:rsidRDefault="00000000">
            <w:r>
              <w:t>0.069</w:t>
            </w:r>
          </w:p>
        </w:tc>
        <w:tc>
          <w:tcPr>
            <w:tcW w:w="990" w:type="dxa"/>
            <w:vAlign w:val="center"/>
          </w:tcPr>
          <w:p w14:paraId="6E197C88" w14:textId="77777777" w:rsidR="00E42811" w:rsidRDefault="00000000">
            <w:r>
              <w:t>1.186</w:t>
            </w:r>
          </w:p>
        </w:tc>
      </w:tr>
      <w:tr w:rsidR="00E42811" w14:paraId="41BD3F5F" w14:textId="77777777">
        <w:tc>
          <w:tcPr>
            <w:tcW w:w="2838" w:type="dxa"/>
            <w:vAlign w:val="center"/>
          </w:tcPr>
          <w:p w14:paraId="2C5C237E" w14:textId="77777777" w:rsidR="00E42811" w:rsidRDefault="00000000">
            <w:r>
              <w:t>玻璃棉板、毡</w:t>
            </w:r>
          </w:p>
        </w:tc>
        <w:tc>
          <w:tcPr>
            <w:tcW w:w="834" w:type="dxa"/>
            <w:vAlign w:val="center"/>
          </w:tcPr>
          <w:p w14:paraId="65CA6D71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21D56BA2" w14:textId="77777777" w:rsidR="00E4281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138EE8B1" w14:textId="77777777" w:rsidR="00E42811" w:rsidRDefault="00000000">
            <w:r>
              <w:t>0.040</w:t>
            </w:r>
          </w:p>
        </w:tc>
        <w:tc>
          <w:tcPr>
            <w:tcW w:w="1131" w:type="dxa"/>
            <w:vAlign w:val="center"/>
          </w:tcPr>
          <w:p w14:paraId="6C8182AC" w14:textId="77777777" w:rsidR="00E42811" w:rsidRDefault="00000000">
            <w:r>
              <w:t>0.380</w:t>
            </w:r>
          </w:p>
        </w:tc>
        <w:tc>
          <w:tcPr>
            <w:tcW w:w="707" w:type="dxa"/>
            <w:vAlign w:val="center"/>
          </w:tcPr>
          <w:p w14:paraId="3F7EFF6A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61953F6" w14:textId="77777777" w:rsidR="00E42811" w:rsidRDefault="00000000">
            <w:r>
              <w:t>0.500</w:t>
            </w:r>
          </w:p>
        </w:tc>
        <w:tc>
          <w:tcPr>
            <w:tcW w:w="990" w:type="dxa"/>
            <w:vAlign w:val="center"/>
          </w:tcPr>
          <w:p w14:paraId="14B6BEAA" w14:textId="77777777" w:rsidR="00E42811" w:rsidRDefault="00000000">
            <w:r>
              <w:t>0.190</w:t>
            </w:r>
          </w:p>
        </w:tc>
      </w:tr>
      <w:tr w:rsidR="00E42811" w14:paraId="4B975DFD" w14:textId="77777777">
        <w:tc>
          <w:tcPr>
            <w:tcW w:w="2838" w:type="dxa"/>
            <w:vAlign w:val="center"/>
          </w:tcPr>
          <w:p w14:paraId="14350185" w14:textId="77777777" w:rsidR="00E4281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50881545" w14:textId="77777777" w:rsidR="00E42811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0FA4DCA0" w14:textId="77777777" w:rsidR="00E4281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42B09076" w14:textId="77777777" w:rsidR="00E4281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0AA2CA66" w14:textId="77777777" w:rsidR="00E4281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223B6221" w14:textId="77777777" w:rsidR="00E4281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5B3052DE" w14:textId="77777777" w:rsidR="00E42811" w:rsidRDefault="00000000">
            <w:r>
              <w:t>5.170</w:t>
            </w:r>
          </w:p>
        </w:tc>
        <w:tc>
          <w:tcPr>
            <w:tcW w:w="990" w:type="dxa"/>
            <w:vAlign w:val="center"/>
          </w:tcPr>
          <w:p w14:paraId="67E80868" w14:textId="77777777" w:rsidR="00E42811" w:rsidRDefault="00000000">
            <w:r>
              <w:t>6.646</w:t>
            </w:r>
          </w:p>
        </w:tc>
      </w:tr>
      <w:tr w:rsidR="00E42811" w14:paraId="50F9CAF1" w14:textId="77777777">
        <w:tc>
          <w:tcPr>
            <w:tcW w:w="2838" w:type="dxa"/>
            <w:shd w:val="clear" w:color="auto" w:fill="E6E6E6"/>
            <w:vAlign w:val="center"/>
          </w:tcPr>
          <w:p w14:paraId="08FD9572" w14:textId="77777777" w:rsidR="00E4281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035AE46D" w14:textId="77777777" w:rsidR="00E42811" w:rsidRDefault="00000000">
            <w:pPr>
              <w:jc w:val="center"/>
            </w:pPr>
            <w:r>
              <w:t>5.0</w:t>
            </w:r>
          </w:p>
        </w:tc>
      </w:tr>
      <w:tr w:rsidR="00E42811" w14:paraId="1C4A93E7" w14:textId="77777777">
        <w:tc>
          <w:tcPr>
            <w:tcW w:w="2838" w:type="dxa"/>
            <w:shd w:val="clear" w:color="auto" w:fill="E6E6E6"/>
            <w:vAlign w:val="center"/>
          </w:tcPr>
          <w:p w14:paraId="19EB52E0" w14:textId="77777777" w:rsidR="00E4281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73D70E40" w14:textId="77777777" w:rsidR="00E42811" w:rsidRDefault="00000000">
            <w:pPr>
              <w:jc w:val="center"/>
            </w:pPr>
            <w:r>
              <w:t>0.75</w:t>
            </w:r>
          </w:p>
        </w:tc>
      </w:tr>
      <w:tr w:rsidR="00E42811" w14:paraId="19A73DA8" w14:textId="77777777">
        <w:tc>
          <w:tcPr>
            <w:tcW w:w="2838" w:type="dxa"/>
            <w:shd w:val="clear" w:color="auto" w:fill="E6E6E6"/>
            <w:vAlign w:val="center"/>
          </w:tcPr>
          <w:p w14:paraId="7418D90F" w14:textId="77777777" w:rsidR="00E4281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784C13F9" w14:textId="77777777" w:rsidR="00E42811" w:rsidRDefault="00000000">
            <w:pPr>
              <w:jc w:val="center"/>
            </w:pPr>
            <w:r>
              <w:t>0.19</w:t>
            </w:r>
          </w:p>
        </w:tc>
      </w:tr>
      <w:tr w:rsidR="00E42811" w14:paraId="3C57D403" w14:textId="77777777">
        <w:tc>
          <w:tcPr>
            <w:tcW w:w="2838" w:type="dxa"/>
            <w:shd w:val="clear" w:color="auto" w:fill="E6E6E6"/>
            <w:vAlign w:val="center"/>
          </w:tcPr>
          <w:p w14:paraId="3FF515CC" w14:textId="77777777" w:rsidR="00E4281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3851FCB1" w14:textId="77777777" w:rsidR="00E42811" w:rsidRDefault="00000000">
            <w:pPr>
              <w:jc w:val="center"/>
            </w:pPr>
            <w:r>
              <w:t>重质围护结构</w:t>
            </w:r>
          </w:p>
        </w:tc>
      </w:tr>
    </w:tbl>
    <w:p w14:paraId="106D5C65" w14:textId="77777777" w:rsidR="00E42811" w:rsidRDefault="00000000">
      <w:pPr>
        <w:pStyle w:val="4"/>
      </w:pPr>
      <w:r>
        <w:t>自然通风房间：逐时温度</w:t>
      </w:r>
    </w:p>
    <w:p w14:paraId="4E7E5858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36F8382A" wp14:editId="6B8F7F91">
            <wp:extent cx="5667375" cy="30765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01703" w14:textId="77777777" w:rsidR="00E42811" w:rsidRDefault="00E42811"/>
    <w:p w14:paraId="644FAF45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1FC2FA30" w14:textId="77777777">
        <w:tc>
          <w:tcPr>
            <w:tcW w:w="777" w:type="dxa"/>
            <w:shd w:val="clear" w:color="auto" w:fill="E6E6E6"/>
            <w:vAlign w:val="center"/>
          </w:tcPr>
          <w:p w14:paraId="6003DA75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E0A608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4E271E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3F9C2A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56D12D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A35DA0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4B9864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22294B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96EA8D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B107EC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89EDBC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7208A8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1B9B5EA7" w14:textId="77777777">
        <w:tc>
          <w:tcPr>
            <w:tcW w:w="777" w:type="dxa"/>
            <w:vAlign w:val="center"/>
          </w:tcPr>
          <w:p w14:paraId="1604CA9F" w14:textId="77777777" w:rsidR="00E42811" w:rsidRDefault="00000000">
            <w:r>
              <w:t>36.22</w:t>
            </w:r>
          </w:p>
        </w:tc>
        <w:tc>
          <w:tcPr>
            <w:tcW w:w="777" w:type="dxa"/>
            <w:vAlign w:val="center"/>
          </w:tcPr>
          <w:p w14:paraId="50DDFEAB" w14:textId="77777777" w:rsidR="00E42811" w:rsidRDefault="00000000">
            <w:r>
              <w:t>35.41</w:t>
            </w:r>
          </w:p>
        </w:tc>
        <w:tc>
          <w:tcPr>
            <w:tcW w:w="777" w:type="dxa"/>
            <w:vAlign w:val="center"/>
          </w:tcPr>
          <w:p w14:paraId="6F7FB5D8" w14:textId="77777777" w:rsidR="00E42811" w:rsidRDefault="00000000">
            <w:r>
              <w:t>34.79</w:t>
            </w:r>
          </w:p>
        </w:tc>
        <w:tc>
          <w:tcPr>
            <w:tcW w:w="777" w:type="dxa"/>
            <w:vAlign w:val="center"/>
          </w:tcPr>
          <w:p w14:paraId="11700380" w14:textId="77777777" w:rsidR="00E42811" w:rsidRDefault="00000000">
            <w:r>
              <w:t>34.38</w:t>
            </w:r>
          </w:p>
        </w:tc>
        <w:tc>
          <w:tcPr>
            <w:tcW w:w="777" w:type="dxa"/>
            <w:vAlign w:val="center"/>
          </w:tcPr>
          <w:p w14:paraId="11430BDC" w14:textId="77777777" w:rsidR="00E42811" w:rsidRDefault="00000000">
            <w:r>
              <w:t>34.24</w:t>
            </w:r>
          </w:p>
        </w:tc>
        <w:tc>
          <w:tcPr>
            <w:tcW w:w="777" w:type="dxa"/>
            <w:vAlign w:val="center"/>
          </w:tcPr>
          <w:p w14:paraId="542ABFE7" w14:textId="77777777" w:rsidR="00E42811" w:rsidRDefault="00000000">
            <w:r>
              <w:t>34.35</w:t>
            </w:r>
          </w:p>
        </w:tc>
        <w:tc>
          <w:tcPr>
            <w:tcW w:w="777" w:type="dxa"/>
            <w:vAlign w:val="center"/>
          </w:tcPr>
          <w:p w14:paraId="0710D79D" w14:textId="77777777" w:rsidR="00E42811" w:rsidRDefault="00000000">
            <w:r>
              <w:t>34.72</w:t>
            </w:r>
          </w:p>
        </w:tc>
        <w:tc>
          <w:tcPr>
            <w:tcW w:w="777" w:type="dxa"/>
            <w:vAlign w:val="center"/>
          </w:tcPr>
          <w:p w14:paraId="2C2C5B95" w14:textId="77777777" w:rsidR="00E42811" w:rsidRDefault="00000000">
            <w:r>
              <w:t>35.32</w:t>
            </w:r>
          </w:p>
        </w:tc>
        <w:tc>
          <w:tcPr>
            <w:tcW w:w="777" w:type="dxa"/>
            <w:vAlign w:val="center"/>
          </w:tcPr>
          <w:p w14:paraId="3CC229C9" w14:textId="77777777" w:rsidR="00E42811" w:rsidRDefault="00000000">
            <w:r>
              <w:t>36.11</w:t>
            </w:r>
          </w:p>
        </w:tc>
        <w:tc>
          <w:tcPr>
            <w:tcW w:w="777" w:type="dxa"/>
            <w:vAlign w:val="center"/>
          </w:tcPr>
          <w:p w14:paraId="7FC9E8DF" w14:textId="77777777" w:rsidR="00E42811" w:rsidRDefault="00000000">
            <w:r>
              <w:t>37.03</w:t>
            </w:r>
          </w:p>
        </w:tc>
        <w:tc>
          <w:tcPr>
            <w:tcW w:w="777" w:type="dxa"/>
            <w:vAlign w:val="center"/>
          </w:tcPr>
          <w:p w14:paraId="7FF79F94" w14:textId="77777777" w:rsidR="00E42811" w:rsidRDefault="00000000">
            <w:r>
              <w:t>38.03</w:t>
            </w:r>
          </w:p>
        </w:tc>
        <w:tc>
          <w:tcPr>
            <w:tcW w:w="777" w:type="dxa"/>
            <w:vAlign w:val="center"/>
          </w:tcPr>
          <w:p w14:paraId="59B1F89C" w14:textId="77777777" w:rsidR="00E42811" w:rsidRDefault="00000000">
            <w:r>
              <w:t>39.03</w:t>
            </w:r>
          </w:p>
        </w:tc>
      </w:tr>
      <w:tr w:rsidR="00E42811" w14:paraId="62358E46" w14:textId="77777777">
        <w:tc>
          <w:tcPr>
            <w:tcW w:w="777" w:type="dxa"/>
            <w:shd w:val="clear" w:color="auto" w:fill="E6E6E6"/>
            <w:vAlign w:val="center"/>
          </w:tcPr>
          <w:p w14:paraId="328AE850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FF0F05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EFF101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FDAA6D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7FE334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3BFFEF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D63696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F8EC43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8CA307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571178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45FED7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4E3434" w14:textId="77777777" w:rsidR="00E42811" w:rsidRDefault="00000000">
            <w:r>
              <w:t>23:00</w:t>
            </w:r>
          </w:p>
        </w:tc>
      </w:tr>
      <w:tr w:rsidR="00E42811" w14:paraId="6AC46EDB" w14:textId="77777777">
        <w:tc>
          <w:tcPr>
            <w:tcW w:w="777" w:type="dxa"/>
            <w:vAlign w:val="center"/>
          </w:tcPr>
          <w:p w14:paraId="3B9FF609" w14:textId="77777777" w:rsidR="00E42811" w:rsidRDefault="00000000">
            <w:r>
              <w:t>39.96</w:t>
            </w:r>
          </w:p>
        </w:tc>
        <w:tc>
          <w:tcPr>
            <w:tcW w:w="777" w:type="dxa"/>
            <w:vAlign w:val="center"/>
          </w:tcPr>
          <w:p w14:paraId="02AE929C" w14:textId="77777777" w:rsidR="00E42811" w:rsidRDefault="00000000">
            <w:r>
              <w:t>40.77</w:t>
            </w:r>
          </w:p>
        </w:tc>
        <w:tc>
          <w:tcPr>
            <w:tcW w:w="777" w:type="dxa"/>
            <w:vAlign w:val="center"/>
          </w:tcPr>
          <w:p w14:paraId="7E3B2E41" w14:textId="77777777" w:rsidR="00E42811" w:rsidRDefault="00000000">
            <w:r>
              <w:t>41.40</w:t>
            </w:r>
          </w:p>
        </w:tc>
        <w:tc>
          <w:tcPr>
            <w:tcW w:w="777" w:type="dxa"/>
            <w:vAlign w:val="center"/>
          </w:tcPr>
          <w:p w14:paraId="3F6A6DAD" w14:textId="77777777" w:rsidR="00E42811" w:rsidRDefault="00000000">
            <w:r>
              <w:t>41.80</w:t>
            </w:r>
          </w:p>
        </w:tc>
        <w:tc>
          <w:tcPr>
            <w:tcW w:w="777" w:type="dxa"/>
            <w:vAlign w:val="center"/>
          </w:tcPr>
          <w:p w14:paraId="70FE4C34" w14:textId="77777777" w:rsidR="00E42811" w:rsidRDefault="00000000">
            <w:r>
              <w:rPr>
                <w:color w:val="3333CC"/>
              </w:rPr>
              <w:t>41.95</w:t>
            </w:r>
          </w:p>
        </w:tc>
        <w:tc>
          <w:tcPr>
            <w:tcW w:w="777" w:type="dxa"/>
            <w:vAlign w:val="center"/>
          </w:tcPr>
          <w:p w14:paraId="66BE563B" w14:textId="77777777" w:rsidR="00E42811" w:rsidRDefault="00000000">
            <w:r>
              <w:t>41.83</w:t>
            </w:r>
          </w:p>
        </w:tc>
        <w:tc>
          <w:tcPr>
            <w:tcW w:w="777" w:type="dxa"/>
            <w:vAlign w:val="center"/>
          </w:tcPr>
          <w:p w14:paraId="2EFF12A4" w14:textId="77777777" w:rsidR="00E42811" w:rsidRDefault="00000000">
            <w:r>
              <w:t>41.46</w:t>
            </w:r>
          </w:p>
        </w:tc>
        <w:tc>
          <w:tcPr>
            <w:tcW w:w="777" w:type="dxa"/>
            <w:vAlign w:val="center"/>
          </w:tcPr>
          <w:p w14:paraId="0A7AE510" w14:textId="77777777" w:rsidR="00E42811" w:rsidRDefault="00000000">
            <w:r>
              <w:t>40.87</w:t>
            </w:r>
          </w:p>
        </w:tc>
        <w:tc>
          <w:tcPr>
            <w:tcW w:w="777" w:type="dxa"/>
            <w:vAlign w:val="center"/>
          </w:tcPr>
          <w:p w14:paraId="27B2553B" w14:textId="77777777" w:rsidR="00E42811" w:rsidRDefault="00000000">
            <w:r>
              <w:t>40.08</w:t>
            </w:r>
          </w:p>
        </w:tc>
        <w:tc>
          <w:tcPr>
            <w:tcW w:w="777" w:type="dxa"/>
            <w:vAlign w:val="center"/>
          </w:tcPr>
          <w:p w14:paraId="7F7C77AB" w14:textId="77777777" w:rsidR="00E42811" w:rsidRDefault="00000000">
            <w:r>
              <w:t>39.15</w:t>
            </w:r>
          </w:p>
        </w:tc>
        <w:tc>
          <w:tcPr>
            <w:tcW w:w="777" w:type="dxa"/>
            <w:vAlign w:val="center"/>
          </w:tcPr>
          <w:p w14:paraId="6507E703" w14:textId="77777777" w:rsidR="00E42811" w:rsidRDefault="00000000">
            <w:r>
              <w:t>38.16</w:t>
            </w:r>
          </w:p>
        </w:tc>
        <w:tc>
          <w:tcPr>
            <w:tcW w:w="777" w:type="dxa"/>
            <w:vAlign w:val="center"/>
          </w:tcPr>
          <w:p w14:paraId="7B363CB9" w14:textId="77777777" w:rsidR="00E42811" w:rsidRDefault="00000000">
            <w:r>
              <w:t>37.16</w:t>
            </w:r>
          </w:p>
        </w:tc>
      </w:tr>
    </w:tbl>
    <w:p w14:paraId="0CDDA5E6" w14:textId="77777777" w:rsidR="00E42811" w:rsidRDefault="00000000">
      <w:pPr>
        <w:pStyle w:val="2"/>
      </w:pPr>
      <w:bookmarkStart w:id="52" w:name="_Toc154332342"/>
      <w:r>
        <w:t>外墙构造</w:t>
      </w:r>
      <w:bookmarkEnd w:id="52"/>
    </w:p>
    <w:p w14:paraId="2E32100B" w14:textId="77777777" w:rsidR="00E42811" w:rsidRDefault="00000000">
      <w:pPr>
        <w:pStyle w:val="3"/>
      </w:pPr>
      <w:bookmarkStart w:id="53" w:name="_Toc154332343"/>
      <w:r>
        <w:t>外墙构造一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E42811" w14:paraId="1632F898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519E4545" w14:textId="77777777" w:rsidR="00E4281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3FD448A6" w14:textId="77777777" w:rsidR="00E4281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DF3E750" w14:textId="77777777" w:rsidR="00E4281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0FDCE31" w14:textId="77777777" w:rsidR="00E4281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3DBF761" w14:textId="77777777" w:rsidR="00E4281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8AE2C50" w14:textId="77777777" w:rsidR="00E4281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CE6DE5D" w14:textId="77777777" w:rsidR="00E4281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FED85CE" w14:textId="77777777" w:rsidR="00E4281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E42811" w14:paraId="027C13A6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3C77A102" w14:textId="77777777" w:rsidR="00E42811" w:rsidRDefault="00E42811"/>
        </w:tc>
        <w:tc>
          <w:tcPr>
            <w:tcW w:w="834" w:type="dxa"/>
            <w:shd w:val="clear" w:color="auto" w:fill="E6E6E6"/>
            <w:vAlign w:val="center"/>
          </w:tcPr>
          <w:p w14:paraId="54688FA2" w14:textId="77777777" w:rsidR="00E4281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A5B25BF" w14:textId="77777777" w:rsidR="00E4281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5C3FFCF" w14:textId="77777777" w:rsidR="00E42811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B395F7E" w14:textId="77777777" w:rsidR="00E4281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31166ED" w14:textId="77777777" w:rsidR="00E4281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DA65935" w14:textId="77777777" w:rsidR="00E4281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1B90832" w14:textId="77777777" w:rsidR="00E42811" w:rsidRDefault="00000000">
            <w:r>
              <w:t>D=R*S</w:t>
            </w:r>
          </w:p>
        </w:tc>
      </w:tr>
      <w:tr w:rsidR="00E42811" w14:paraId="43C17D3C" w14:textId="77777777">
        <w:tc>
          <w:tcPr>
            <w:tcW w:w="2838" w:type="dxa"/>
            <w:vAlign w:val="center"/>
          </w:tcPr>
          <w:p w14:paraId="6D0A8498" w14:textId="77777777" w:rsidR="00E42811" w:rsidRDefault="00000000">
            <w:r>
              <w:t>抗裂砂浆（</w:t>
            </w:r>
            <w:r>
              <w:t>1</w:t>
            </w:r>
            <w:r>
              <w:t>）</w:t>
            </w:r>
          </w:p>
        </w:tc>
        <w:tc>
          <w:tcPr>
            <w:tcW w:w="834" w:type="dxa"/>
            <w:vAlign w:val="center"/>
          </w:tcPr>
          <w:p w14:paraId="478DAB63" w14:textId="77777777" w:rsidR="00E42811" w:rsidRDefault="00000000">
            <w:r>
              <w:t>5</w:t>
            </w:r>
          </w:p>
        </w:tc>
        <w:tc>
          <w:tcPr>
            <w:tcW w:w="707" w:type="dxa"/>
            <w:vAlign w:val="center"/>
          </w:tcPr>
          <w:p w14:paraId="20F4E296" w14:textId="77777777" w:rsidR="00E42811" w:rsidRDefault="00000000">
            <w:r>
              <w:t>5.0</w:t>
            </w:r>
          </w:p>
        </w:tc>
        <w:tc>
          <w:tcPr>
            <w:tcW w:w="990" w:type="dxa"/>
            <w:vAlign w:val="center"/>
          </w:tcPr>
          <w:p w14:paraId="6DA5645D" w14:textId="77777777" w:rsidR="00E4281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7D0835BF" w14:textId="77777777" w:rsidR="00E42811" w:rsidRDefault="00000000">
            <w:r>
              <w:t>11.306</w:t>
            </w:r>
          </w:p>
        </w:tc>
        <w:tc>
          <w:tcPr>
            <w:tcW w:w="707" w:type="dxa"/>
            <w:vAlign w:val="center"/>
          </w:tcPr>
          <w:p w14:paraId="3F02EB3B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E07003C" w14:textId="77777777" w:rsidR="00E42811" w:rsidRDefault="00000000">
            <w:r>
              <w:t>0.005</w:t>
            </w:r>
          </w:p>
        </w:tc>
        <w:tc>
          <w:tcPr>
            <w:tcW w:w="990" w:type="dxa"/>
            <w:vAlign w:val="center"/>
          </w:tcPr>
          <w:p w14:paraId="1DA0FAC8" w14:textId="77777777" w:rsidR="00E42811" w:rsidRDefault="00000000">
            <w:r>
              <w:t>0.061</w:t>
            </w:r>
          </w:p>
        </w:tc>
      </w:tr>
      <w:tr w:rsidR="00E42811" w14:paraId="71D796E9" w14:textId="77777777">
        <w:tc>
          <w:tcPr>
            <w:tcW w:w="2838" w:type="dxa"/>
            <w:vAlign w:val="center"/>
          </w:tcPr>
          <w:p w14:paraId="70EE3193" w14:textId="77777777" w:rsidR="00E42811" w:rsidRDefault="00000000">
            <w:r>
              <w:lastRenderedPageBreak/>
              <w:t>建筑节能保温砂浆</w:t>
            </w:r>
          </w:p>
        </w:tc>
        <w:tc>
          <w:tcPr>
            <w:tcW w:w="834" w:type="dxa"/>
            <w:vAlign w:val="center"/>
          </w:tcPr>
          <w:p w14:paraId="7CF0B8E1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39F17FE8" w14:textId="77777777" w:rsidR="00E42811" w:rsidRDefault="00000000">
            <w:r>
              <w:t>6.7</w:t>
            </w:r>
          </w:p>
        </w:tc>
        <w:tc>
          <w:tcPr>
            <w:tcW w:w="990" w:type="dxa"/>
            <w:vAlign w:val="center"/>
          </w:tcPr>
          <w:p w14:paraId="00C4BDFA" w14:textId="77777777" w:rsidR="00E42811" w:rsidRDefault="00000000">
            <w:r>
              <w:t>0.060</w:t>
            </w:r>
          </w:p>
        </w:tc>
        <w:tc>
          <w:tcPr>
            <w:tcW w:w="1131" w:type="dxa"/>
            <w:vAlign w:val="center"/>
          </w:tcPr>
          <w:p w14:paraId="16B8D95E" w14:textId="77777777" w:rsidR="00E42811" w:rsidRDefault="00000000">
            <w:r>
              <w:t>10.000</w:t>
            </w:r>
          </w:p>
        </w:tc>
        <w:tc>
          <w:tcPr>
            <w:tcW w:w="707" w:type="dxa"/>
            <w:vAlign w:val="center"/>
          </w:tcPr>
          <w:p w14:paraId="4C77B1CE" w14:textId="77777777" w:rsidR="00E42811" w:rsidRDefault="00000000">
            <w:r>
              <w:t>1.02</w:t>
            </w:r>
          </w:p>
        </w:tc>
        <w:tc>
          <w:tcPr>
            <w:tcW w:w="1131" w:type="dxa"/>
            <w:vAlign w:val="center"/>
          </w:tcPr>
          <w:p w14:paraId="26ED1C31" w14:textId="77777777" w:rsidR="00E42811" w:rsidRDefault="00000000">
            <w:r>
              <w:t>0.327</w:t>
            </w:r>
          </w:p>
        </w:tc>
        <w:tc>
          <w:tcPr>
            <w:tcW w:w="990" w:type="dxa"/>
            <w:vAlign w:val="center"/>
          </w:tcPr>
          <w:p w14:paraId="715F589E" w14:textId="77777777" w:rsidR="00E42811" w:rsidRDefault="00000000">
            <w:r>
              <w:t>3.333</w:t>
            </w:r>
          </w:p>
        </w:tc>
      </w:tr>
      <w:tr w:rsidR="00E42811" w14:paraId="54146691" w14:textId="77777777">
        <w:tc>
          <w:tcPr>
            <w:tcW w:w="2838" w:type="dxa"/>
            <w:vAlign w:val="center"/>
          </w:tcPr>
          <w:p w14:paraId="76C57009" w14:textId="77777777" w:rsidR="00E42811" w:rsidRDefault="00000000">
            <w:r>
              <w:t>挤塑聚苯板</w:t>
            </w:r>
          </w:p>
        </w:tc>
        <w:tc>
          <w:tcPr>
            <w:tcW w:w="834" w:type="dxa"/>
            <w:vAlign w:val="center"/>
          </w:tcPr>
          <w:p w14:paraId="0F68122B" w14:textId="77777777" w:rsidR="00E42811" w:rsidRDefault="00000000">
            <w:r>
              <w:t>100</w:t>
            </w:r>
          </w:p>
        </w:tc>
        <w:tc>
          <w:tcPr>
            <w:tcW w:w="707" w:type="dxa"/>
            <w:vAlign w:val="center"/>
          </w:tcPr>
          <w:p w14:paraId="268DA9B4" w14:textId="77777777" w:rsidR="00E4281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23B42D11" w14:textId="77777777" w:rsidR="00E42811" w:rsidRDefault="00000000">
            <w:r>
              <w:t>0.030</w:t>
            </w:r>
          </w:p>
        </w:tc>
        <w:tc>
          <w:tcPr>
            <w:tcW w:w="1131" w:type="dxa"/>
            <w:vAlign w:val="center"/>
          </w:tcPr>
          <w:p w14:paraId="5231B460" w14:textId="77777777" w:rsidR="00E42811" w:rsidRDefault="00000000">
            <w:r>
              <w:t>0.365</w:t>
            </w:r>
          </w:p>
        </w:tc>
        <w:tc>
          <w:tcPr>
            <w:tcW w:w="707" w:type="dxa"/>
            <w:vAlign w:val="center"/>
          </w:tcPr>
          <w:p w14:paraId="57E1A07D" w14:textId="77777777" w:rsidR="00E42811" w:rsidRDefault="00000000">
            <w:r>
              <w:t>1.10</w:t>
            </w:r>
          </w:p>
        </w:tc>
        <w:tc>
          <w:tcPr>
            <w:tcW w:w="1131" w:type="dxa"/>
            <w:vAlign w:val="center"/>
          </w:tcPr>
          <w:p w14:paraId="05D6BE8B" w14:textId="77777777" w:rsidR="00E42811" w:rsidRDefault="00000000">
            <w:r>
              <w:t>3.030</w:t>
            </w:r>
          </w:p>
        </w:tc>
        <w:tc>
          <w:tcPr>
            <w:tcW w:w="990" w:type="dxa"/>
            <w:vAlign w:val="center"/>
          </w:tcPr>
          <w:p w14:paraId="1A5899E3" w14:textId="77777777" w:rsidR="00E42811" w:rsidRDefault="00000000">
            <w:r>
              <w:t>1.217</w:t>
            </w:r>
          </w:p>
        </w:tc>
      </w:tr>
      <w:tr w:rsidR="00E42811" w14:paraId="67625083" w14:textId="77777777">
        <w:tc>
          <w:tcPr>
            <w:tcW w:w="2838" w:type="dxa"/>
            <w:vAlign w:val="center"/>
          </w:tcPr>
          <w:p w14:paraId="2DAF9EFF" w14:textId="77777777" w:rsidR="00E42811" w:rsidRDefault="00000000">
            <w:r>
              <w:t>聚苯颗粒保温砂浆</w:t>
            </w:r>
          </w:p>
        </w:tc>
        <w:tc>
          <w:tcPr>
            <w:tcW w:w="834" w:type="dxa"/>
            <w:vAlign w:val="center"/>
          </w:tcPr>
          <w:p w14:paraId="457359B4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754529A6" w14:textId="77777777" w:rsidR="00E42811" w:rsidRDefault="00000000">
            <w:r>
              <w:t>6.7</w:t>
            </w:r>
          </w:p>
        </w:tc>
        <w:tc>
          <w:tcPr>
            <w:tcW w:w="990" w:type="dxa"/>
            <w:vAlign w:val="center"/>
          </w:tcPr>
          <w:p w14:paraId="795BCEA5" w14:textId="77777777" w:rsidR="00E42811" w:rsidRDefault="00000000">
            <w:r>
              <w:t>0.060</w:t>
            </w:r>
          </w:p>
        </w:tc>
        <w:tc>
          <w:tcPr>
            <w:tcW w:w="1131" w:type="dxa"/>
            <w:vAlign w:val="center"/>
          </w:tcPr>
          <w:p w14:paraId="52138E32" w14:textId="77777777" w:rsidR="00E42811" w:rsidRDefault="00000000">
            <w:r>
              <w:t>0.950</w:t>
            </w:r>
          </w:p>
        </w:tc>
        <w:tc>
          <w:tcPr>
            <w:tcW w:w="707" w:type="dxa"/>
            <w:vAlign w:val="center"/>
          </w:tcPr>
          <w:p w14:paraId="5342F08D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A1329A3" w14:textId="77777777" w:rsidR="00E42811" w:rsidRDefault="00000000">
            <w:r>
              <w:t>0.333</w:t>
            </w:r>
          </w:p>
        </w:tc>
        <w:tc>
          <w:tcPr>
            <w:tcW w:w="990" w:type="dxa"/>
            <w:vAlign w:val="center"/>
          </w:tcPr>
          <w:p w14:paraId="5C3138F1" w14:textId="77777777" w:rsidR="00E42811" w:rsidRDefault="00000000">
            <w:r>
              <w:t>0.317</w:t>
            </w:r>
          </w:p>
        </w:tc>
      </w:tr>
      <w:tr w:rsidR="00E42811" w14:paraId="6AFD7293" w14:textId="77777777">
        <w:tc>
          <w:tcPr>
            <w:tcW w:w="2838" w:type="dxa"/>
            <w:vAlign w:val="center"/>
          </w:tcPr>
          <w:p w14:paraId="41B79F0F" w14:textId="77777777" w:rsidR="00E42811" w:rsidRDefault="00000000">
            <w:r>
              <w:t>水泥砂浆找平层</w:t>
            </w:r>
          </w:p>
        </w:tc>
        <w:tc>
          <w:tcPr>
            <w:tcW w:w="834" w:type="dxa"/>
            <w:vAlign w:val="center"/>
          </w:tcPr>
          <w:p w14:paraId="3C5DEAC0" w14:textId="77777777" w:rsidR="00E42811" w:rsidRDefault="00000000">
            <w:r>
              <w:t>15</w:t>
            </w:r>
          </w:p>
        </w:tc>
        <w:tc>
          <w:tcPr>
            <w:tcW w:w="707" w:type="dxa"/>
            <w:vAlign w:val="center"/>
          </w:tcPr>
          <w:p w14:paraId="7A039B97" w14:textId="77777777" w:rsidR="00E42811" w:rsidRDefault="00000000">
            <w:r>
              <w:t>7.5</w:t>
            </w:r>
          </w:p>
        </w:tc>
        <w:tc>
          <w:tcPr>
            <w:tcW w:w="990" w:type="dxa"/>
            <w:vAlign w:val="center"/>
          </w:tcPr>
          <w:p w14:paraId="7774F9DF" w14:textId="77777777" w:rsidR="00E4281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5DA2D054" w14:textId="77777777" w:rsidR="00E42811" w:rsidRDefault="00000000">
            <w:r>
              <w:t>11.306</w:t>
            </w:r>
          </w:p>
        </w:tc>
        <w:tc>
          <w:tcPr>
            <w:tcW w:w="707" w:type="dxa"/>
            <w:vAlign w:val="center"/>
          </w:tcPr>
          <w:p w14:paraId="4A1F0B25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23FB621C" w14:textId="77777777" w:rsidR="00E42811" w:rsidRDefault="00000000">
            <w:r>
              <w:t>0.016</w:t>
            </w:r>
          </w:p>
        </w:tc>
        <w:tc>
          <w:tcPr>
            <w:tcW w:w="990" w:type="dxa"/>
            <w:vAlign w:val="center"/>
          </w:tcPr>
          <w:p w14:paraId="7DEF9393" w14:textId="77777777" w:rsidR="00E42811" w:rsidRDefault="00000000">
            <w:r>
              <w:t>0.182</w:t>
            </w:r>
          </w:p>
        </w:tc>
      </w:tr>
      <w:tr w:rsidR="00E42811" w14:paraId="5503607A" w14:textId="77777777">
        <w:tc>
          <w:tcPr>
            <w:tcW w:w="2838" w:type="dxa"/>
            <w:vAlign w:val="center"/>
          </w:tcPr>
          <w:p w14:paraId="18215B21" w14:textId="77777777" w:rsidR="00E42811" w:rsidRDefault="00000000">
            <w:r>
              <w:t>加气混凝土砌体</w:t>
            </w:r>
          </w:p>
        </w:tc>
        <w:tc>
          <w:tcPr>
            <w:tcW w:w="834" w:type="dxa"/>
            <w:vAlign w:val="center"/>
          </w:tcPr>
          <w:p w14:paraId="52B1BFDA" w14:textId="77777777" w:rsidR="00E42811" w:rsidRDefault="00000000">
            <w:r>
              <w:t>300</w:t>
            </w:r>
          </w:p>
        </w:tc>
        <w:tc>
          <w:tcPr>
            <w:tcW w:w="707" w:type="dxa"/>
            <w:vAlign w:val="center"/>
          </w:tcPr>
          <w:p w14:paraId="0819F740" w14:textId="77777777" w:rsidR="00E42811" w:rsidRDefault="00000000">
            <w:r>
              <w:t>7.7</w:t>
            </w:r>
          </w:p>
        </w:tc>
        <w:tc>
          <w:tcPr>
            <w:tcW w:w="990" w:type="dxa"/>
            <w:vAlign w:val="center"/>
          </w:tcPr>
          <w:p w14:paraId="672EF8B0" w14:textId="77777777" w:rsidR="00E42811" w:rsidRDefault="00000000">
            <w:r>
              <w:t>0.220</w:t>
            </w:r>
          </w:p>
        </w:tc>
        <w:tc>
          <w:tcPr>
            <w:tcW w:w="1131" w:type="dxa"/>
            <w:vAlign w:val="center"/>
          </w:tcPr>
          <w:p w14:paraId="100758C0" w14:textId="77777777" w:rsidR="00E42811" w:rsidRDefault="00000000">
            <w:r>
              <w:t>3.601</w:t>
            </w:r>
          </w:p>
        </w:tc>
        <w:tc>
          <w:tcPr>
            <w:tcW w:w="707" w:type="dxa"/>
            <w:vAlign w:val="center"/>
          </w:tcPr>
          <w:p w14:paraId="04E464F1" w14:textId="77777777" w:rsidR="00E42811" w:rsidRDefault="00000000">
            <w:r>
              <w:t>1.25</w:t>
            </w:r>
          </w:p>
        </w:tc>
        <w:tc>
          <w:tcPr>
            <w:tcW w:w="1131" w:type="dxa"/>
            <w:vAlign w:val="center"/>
          </w:tcPr>
          <w:p w14:paraId="490124F4" w14:textId="77777777" w:rsidR="00E42811" w:rsidRDefault="00000000">
            <w:r>
              <w:t>1.091</w:t>
            </w:r>
          </w:p>
        </w:tc>
        <w:tc>
          <w:tcPr>
            <w:tcW w:w="990" w:type="dxa"/>
            <w:vAlign w:val="center"/>
          </w:tcPr>
          <w:p w14:paraId="4BF36F58" w14:textId="77777777" w:rsidR="00E42811" w:rsidRDefault="00000000">
            <w:r>
              <w:t>4.910</w:t>
            </w:r>
          </w:p>
        </w:tc>
      </w:tr>
      <w:tr w:rsidR="00E42811" w14:paraId="01454BA2" w14:textId="77777777">
        <w:tc>
          <w:tcPr>
            <w:tcW w:w="2838" w:type="dxa"/>
            <w:vAlign w:val="center"/>
          </w:tcPr>
          <w:p w14:paraId="7D991C88" w14:textId="77777777" w:rsidR="00E42811" w:rsidRDefault="00000000">
            <w:r>
              <w:t>建筑节能保温砂浆</w:t>
            </w:r>
          </w:p>
        </w:tc>
        <w:tc>
          <w:tcPr>
            <w:tcW w:w="834" w:type="dxa"/>
            <w:vAlign w:val="center"/>
          </w:tcPr>
          <w:p w14:paraId="75E8830A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73F81DBA" w14:textId="77777777" w:rsidR="00E42811" w:rsidRDefault="00000000">
            <w:r>
              <w:t>6.7</w:t>
            </w:r>
          </w:p>
        </w:tc>
        <w:tc>
          <w:tcPr>
            <w:tcW w:w="990" w:type="dxa"/>
            <w:vAlign w:val="center"/>
          </w:tcPr>
          <w:p w14:paraId="10995598" w14:textId="77777777" w:rsidR="00E42811" w:rsidRDefault="00000000">
            <w:r>
              <w:t>0.060</w:t>
            </w:r>
          </w:p>
        </w:tc>
        <w:tc>
          <w:tcPr>
            <w:tcW w:w="1131" w:type="dxa"/>
            <w:vAlign w:val="center"/>
          </w:tcPr>
          <w:p w14:paraId="657566C8" w14:textId="77777777" w:rsidR="00E42811" w:rsidRDefault="00000000">
            <w:r>
              <w:t>10.000</w:t>
            </w:r>
          </w:p>
        </w:tc>
        <w:tc>
          <w:tcPr>
            <w:tcW w:w="707" w:type="dxa"/>
            <w:vAlign w:val="center"/>
          </w:tcPr>
          <w:p w14:paraId="63F4FA32" w14:textId="77777777" w:rsidR="00E42811" w:rsidRDefault="00000000">
            <w:r>
              <w:t>1.02</w:t>
            </w:r>
          </w:p>
        </w:tc>
        <w:tc>
          <w:tcPr>
            <w:tcW w:w="1131" w:type="dxa"/>
            <w:vAlign w:val="center"/>
          </w:tcPr>
          <w:p w14:paraId="482F2D73" w14:textId="77777777" w:rsidR="00E42811" w:rsidRDefault="00000000">
            <w:r>
              <w:t>0.327</w:t>
            </w:r>
          </w:p>
        </w:tc>
        <w:tc>
          <w:tcPr>
            <w:tcW w:w="990" w:type="dxa"/>
            <w:vAlign w:val="center"/>
          </w:tcPr>
          <w:p w14:paraId="54EF7416" w14:textId="77777777" w:rsidR="00E42811" w:rsidRDefault="00000000">
            <w:r>
              <w:t>3.333</w:t>
            </w:r>
          </w:p>
        </w:tc>
      </w:tr>
      <w:tr w:rsidR="00E42811" w14:paraId="55B2DCB8" w14:textId="77777777">
        <w:tc>
          <w:tcPr>
            <w:tcW w:w="2838" w:type="dxa"/>
            <w:vAlign w:val="center"/>
          </w:tcPr>
          <w:p w14:paraId="5A733EF2" w14:textId="77777777" w:rsidR="00E4281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1242B37E" w14:textId="77777777" w:rsidR="00E42811" w:rsidRDefault="00000000">
            <w:r>
              <w:t>480</w:t>
            </w:r>
          </w:p>
        </w:tc>
        <w:tc>
          <w:tcPr>
            <w:tcW w:w="707" w:type="dxa"/>
            <w:vAlign w:val="center"/>
          </w:tcPr>
          <w:p w14:paraId="23ECA518" w14:textId="77777777" w:rsidR="00E4281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488645A9" w14:textId="77777777" w:rsidR="00E4281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622B4A38" w14:textId="77777777" w:rsidR="00E4281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31CB40C7" w14:textId="77777777" w:rsidR="00E4281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5D80E47D" w14:textId="77777777" w:rsidR="00E42811" w:rsidRDefault="00000000">
            <w:r>
              <w:t>5.130</w:t>
            </w:r>
          </w:p>
        </w:tc>
        <w:tc>
          <w:tcPr>
            <w:tcW w:w="990" w:type="dxa"/>
            <w:vAlign w:val="center"/>
          </w:tcPr>
          <w:p w14:paraId="34CA7337" w14:textId="77777777" w:rsidR="00E42811" w:rsidRDefault="00000000">
            <w:r>
              <w:t>13.354</w:t>
            </w:r>
          </w:p>
        </w:tc>
      </w:tr>
      <w:tr w:rsidR="00E42811" w14:paraId="637CE006" w14:textId="77777777">
        <w:tc>
          <w:tcPr>
            <w:tcW w:w="2838" w:type="dxa"/>
            <w:shd w:val="clear" w:color="auto" w:fill="E6E6E6"/>
            <w:vAlign w:val="center"/>
          </w:tcPr>
          <w:p w14:paraId="49CA7395" w14:textId="77777777" w:rsidR="00E4281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76C0F4D1" w14:textId="77777777" w:rsidR="00E42811" w:rsidRDefault="00000000">
            <w:pPr>
              <w:jc w:val="center"/>
            </w:pPr>
            <w:r>
              <w:t>5.0</w:t>
            </w:r>
          </w:p>
        </w:tc>
      </w:tr>
      <w:tr w:rsidR="00E42811" w14:paraId="042A666F" w14:textId="77777777">
        <w:tc>
          <w:tcPr>
            <w:tcW w:w="2838" w:type="dxa"/>
            <w:shd w:val="clear" w:color="auto" w:fill="E6E6E6"/>
            <w:vAlign w:val="center"/>
          </w:tcPr>
          <w:p w14:paraId="48AB27D0" w14:textId="77777777" w:rsidR="00E4281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69232409" w14:textId="77777777" w:rsidR="00E42811" w:rsidRDefault="00000000">
            <w:pPr>
              <w:jc w:val="center"/>
            </w:pPr>
            <w:r>
              <w:t>0.75</w:t>
            </w:r>
          </w:p>
        </w:tc>
      </w:tr>
      <w:tr w:rsidR="00E42811" w14:paraId="413D73E7" w14:textId="77777777">
        <w:tc>
          <w:tcPr>
            <w:tcW w:w="2838" w:type="dxa"/>
            <w:shd w:val="clear" w:color="auto" w:fill="E6E6E6"/>
            <w:vAlign w:val="center"/>
          </w:tcPr>
          <w:p w14:paraId="69A858C9" w14:textId="77777777" w:rsidR="00E4281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7A62F427" w14:textId="77777777" w:rsidR="00E42811" w:rsidRDefault="00000000">
            <w:pPr>
              <w:jc w:val="center"/>
            </w:pPr>
            <w:r>
              <w:t>0.19</w:t>
            </w:r>
          </w:p>
        </w:tc>
      </w:tr>
      <w:tr w:rsidR="00E42811" w14:paraId="03B54E7A" w14:textId="77777777">
        <w:tc>
          <w:tcPr>
            <w:tcW w:w="2838" w:type="dxa"/>
            <w:shd w:val="clear" w:color="auto" w:fill="E6E6E6"/>
            <w:vAlign w:val="center"/>
          </w:tcPr>
          <w:p w14:paraId="6D9448F2" w14:textId="77777777" w:rsidR="00E4281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6CBF588F" w14:textId="77777777" w:rsidR="00E42811" w:rsidRDefault="00000000">
            <w:pPr>
              <w:jc w:val="center"/>
            </w:pPr>
            <w:r>
              <w:t>重质围护结构</w:t>
            </w:r>
          </w:p>
        </w:tc>
      </w:tr>
    </w:tbl>
    <w:p w14:paraId="5D9060C8" w14:textId="77777777" w:rsidR="00E42811" w:rsidRDefault="00000000">
      <w:pPr>
        <w:pStyle w:val="4"/>
      </w:pPr>
      <w:r>
        <w:t>自然通风房间：东向逐时温度</w:t>
      </w:r>
    </w:p>
    <w:p w14:paraId="06DDB6EB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7B1DD57C" wp14:editId="4293E0F8">
            <wp:extent cx="5667375" cy="30765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F1C2F" w14:textId="77777777" w:rsidR="00E42811" w:rsidRDefault="00E42811"/>
    <w:p w14:paraId="78A8DD22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438FBF8C" w14:textId="77777777">
        <w:tc>
          <w:tcPr>
            <w:tcW w:w="777" w:type="dxa"/>
            <w:shd w:val="clear" w:color="auto" w:fill="E6E6E6"/>
            <w:vAlign w:val="center"/>
          </w:tcPr>
          <w:p w14:paraId="01386C0D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95DB27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055C5B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B4F7BD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90B79F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E11DD0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41803E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E18F89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4C3969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43454B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C6180C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958157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5E5EDE6E" w14:textId="77777777">
        <w:tc>
          <w:tcPr>
            <w:tcW w:w="777" w:type="dxa"/>
            <w:vAlign w:val="center"/>
          </w:tcPr>
          <w:p w14:paraId="7CB428A2" w14:textId="77777777" w:rsidR="00E42811" w:rsidRDefault="00000000">
            <w:r>
              <w:t>36.30</w:t>
            </w:r>
          </w:p>
        </w:tc>
        <w:tc>
          <w:tcPr>
            <w:tcW w:w="777" w:type="dxa"/>
            <w:vAlign w:val="center"/>
          </w:tcPr>
          <w:p w14:paraId="2687D9B2" w14:textId="77777777" w:rsidR="00E42811" w:rsidRDefault="00000000">
            <w:r>
              <w:t>35.45</w:t>
            </w:r>
          </w:p>
        </w:tc>
        <w:tc>
          <w:tcPr>
            <w:tcW w:w="777" w:type="dxa"/>
            <w:vAlign w:val="center"/>
          </w:tcPr>
          <w:p w14:paraId="44B74B78" w14:textId="77777777" w:rsidR="00E42811" w:rsidRDefault="00000000">
            <w:r>
              <w:t>34.78</w:t>
            </w:r>
          </w:p>
        </w:tc>
        <w:tc>
          <w:tcPr>
            <w:tcW w:w="777" w:type="dxa"/>
            <w:vAlign w:val="center"/>
          </w:tcPr>
          <w:p w14:paraId="46D71136" w14:textId="77777777" w:rsidR="00E42811" w:rsidRDefault="00000000">
            <w:r>
              <w:t>34.32</w:t>
            </w:r>
          </w:p>
        </w:tc>
        <w:tc>
          <w:tcPr>
            <w:tcW w:w="777" w:type="dxa"/>
            <w:vAlign w:val="center"/>
          </w:tcPr>
          <w:p w14:paraId="43BC1D8F" w14:textId="77777777" w:rsidR="00E42811" w:rsidRDefault="00000000">
            <w:r>
              <w:t>34.11</w:t>
            </w:r>
          </w:p>
        </w:tc>
        <w:tc>
          <w:tcPr>
            <w:tcW w:w="777" w:type="dxa"/>
            <w:vAlign w:val="center"/>
          </w:tcPr>
          <w:p w14:paraId="22C6C1BB" w14:textId="77777777" w:rsidR="00E42811" w:rsidRDefault="00000000">
            <w:r>
              <w:t>34.16</w:t>
            </w:r>
          </w:p>
        </w:tc>
        <w:tc>
          <w:tcPr>
            <w:tcW w:w="777" w:type="dxa"/>
            <w:vAlign w:val="center"/>
          </w:tcPr>
          <w:p w14:paraId="3E02E10D" w14:textId="77777777" w:rsidR="00E42811" w:rsidRDefault="00000000">
            <w:r>
              <w:t>34.47</w:t>
            </w:r>
          </w:p>
        </w:tc>
        <w:tc>
          <w:tcPr>
            <w:tcW w:w="777" w:type="dxa"/>
            <w:vAlign w:val="center"/>
          </w:tcPr>
          <w:p w14:paraId="0F807975" w14:textId="77777777" w:rsidR="00E42811" w:rsidRDefault="00000000">
            <w:r>
              <w:t>35.02</w:t>
            </w:r>
          </w:p>
        </w:tc>
        <w:tc>
          <w:tcPr>
            <w:tcW w:w="777" w:type="dxa"/>
            <w:vAlign w:val="center"/>
          </w:tcPr>
          <w:p w14:paraId="4EC026CA" w14:textId="77777777" w:rsidR="00E42811" w:rsidRDefault="00000000">
            <w:r>
              <w:t>35.77</w:t>
            </w:r>
          </w:p>
        </w:tc>
        <w:tc>
          <w:tcPr>
            <w:tcW w:w="777" w:type="dxa"/>
            <w:vAlign w:val="center"/>
          </w:tcPr>
          <w:p w14:paraId="3C9CF072" w14:textId="77777777" w:rsidR="00E42811" w:rsidRDefault="00000000">
            <w:r>
              <w:t>36.67</w:t>
            </w:r>
          </w:p>
        </w:tc>
        <w:tc>
          <w:tcPr>
            <w:tcW w:w="777" w:type="dxa"/>
            <w:vAlign w:val="center"/>
          </w:tcPr>
          <w:p w14:paraId="6BC10FD1" w14:textId="77777777" w:rsidR="00E42811" w:rsidRDefault="00000000">
            <w:r>
              <w:t>37.65</w:t>
            </w:r>
          </w:p>
        </w:tc>
        <w:tc>
          <w:tcPr>
            <w:tcW w:w="777" w:type="dxa"/>
            <w:vAlign w:val="center"/>
          </w:tcPr>
          <w:p w14:paraId="6888ACED" w14:textId="77777777" w:rsidR="00E42811" w:rsidRDefault="00000000">
            <w:r>
              <w:t>38.66</w:t>
            </w:r>
          </w:p>
        </w:tc>
      </w:tr>
      <w:tr w:rsidR="00E42811" w14:paraId="34908EAB" w14:textId="77777777">
        <w:tc>
          <w:tcPr>
            <w:tcW w:w="777" w:type="dxa"/>
            <w:shd w:val="clear" w:color="auto" w:fill="E6E6E6"/>
            <w:vAlign w:val="center"/>
          </w:tcPr>
          <w:p w14:paraId="78881619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C4ABC1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FDC987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2925A6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961078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02AA27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467CD9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307324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BDEB8B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020792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E917DF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45A9D1" w14:textId="77777777" w:rsidR="00E42811" w:rsidRDefault="00000000">
            <w:r>
              <w:t>23:00</w:t>
            </w:r>
          </w:p>
        </w:tc>
      </w:tr>
      <w:tr w:rsidR="00E42811" w14:paraId="1DC371F5" w14:textId="77777777">
        <w:tc>
          <w:tcPr>
            <w:tcW w:w="777" w:type="dxa"/>
            <w:vAlign w:val="center"/>
          </w:tcPr>
          <w:p w14:paraId="28BE047F" w14:textId="77777777" w:rsidR="00E42811" w:rsidRDefault="00000000">
            <w:r>
              <w:t>39.62</w:t>
            </w:r>
          </w:p>
        </w:tc>
        <w:tc>
          <w:tcPr>
            <w:tcW w:w="777" w:type="dxa"/>
            <w:vAlign w:val="center"/>
          </w:tcPr>
          <w:p w14:paraId="1CBF55D4" w14:textId="77777777" w:rsidR="00E42811" w:rsidRDefault="00000000">
            <w:r>
              <w:t>40.46</w:t>
            </w:r>
          </w:p>
        </w:tc>
        <w:tc>
          <w:tcPr>
            <w:tcW w:w="777" w:type="dxa"/>
            <w:vAlign w:val="center"/>
          </w:tcPr>
          <w:p w14:paraId="734C69BF" w14:textId="77777777" w:rsidR="00E42811" w:rsidRDefault="00000000">
            <w:r>
              <w:t>41.13</w:t>
            </w:r>
          </w:p>
        </w:tc>
        <w:tc>
          <w:tcPr>
            <w:tcW w:w="777" w:type="dxa"/>
            <w:vAlign w:val="center"/>
          </w:tcPr>
          <w:p w14:paraId="5581CC61" w14:textId="77777777" w:rsidR="00E42811" w:rsidRDefault="00000000">
            <w:r>
              <w:t>41.59</w:t>
            </w:r>
          </w:p>
        </w:tc>
        <w:tc>
          <w:tcPr>
            <w:tcW w:w="777" w:type="dxa"/>
            <w:vAlign w:val="center"/>
          </w:tcPr>
          <w:p w14:paraId="6F8A9926" w14:textId="77777777" w:rsidR="00E42811" w:rsidRDefault="00000000">
            <w:r>
              <w:rPr>
                <w:color w:val="3333CC"/>
              </w:rPr>
              <w:t>41.80</w:t>
            </w:r>
          </w:p>
        </w:tc>
        <w:tc>
          <w:tcPr>
            <w:tcW w:w="777" w:type="dxa"/>
            <w:vAlign w:val="center"/>
          </w:tcPr>
          <w:p w14:paraId="332246EF" w14:textId="77777777" w:rsidR="00E42811" w:rsidRDefault="00000000">
            <w:r>
              <w:t>41.75</w:t>
            </w:r>
          </w:p>
        </w:tc>
        <w:tc>
          <w:tcPr>
            <w:tcW w:w="777" w:type="dxa"/>
            <w:vAlign w:val="center"/>
          </w:tcPr>
          <w:p w14:paraId="450809AD" w14:textId="77777777" w:rsidR="00E42811" w:rsidRDefault="00000000">
            <w:r>
              <w:t>41.44</w:t>
            </w:r>
          </w:p>
        </w:tc>
        <w:tc>
          <w:tcPr>
            <w:tcW w:w="777" w:type="dxa"/>
            <w:vAlign w:val="center"/>
          </w:tcPr>
          <w:p w14:paraId="60681D4B" w14:textId="77777777" w:rsidR="00E42811" w:rsidRDefault="00000000">
            <w:r>
              <w:t>40.89</w:t>
            </w:r>
          </w:p>
        </w:tc>
        <w:tc>
          <w:tcPr>
            <w:tcW w:w="777" w:type="dxa"/>
            <w:vAlign w:val="center"/>
          </w:tcPr>
          <w:p w14:paraId="1538B238" w14:textId="77777777" w:rsidR="00E42811" w:rsidRDefault="00000000">
            <w:r>
              <w:t>40.14</w:t>
            </w:r>
          </w:p>
        </w:tc>
        <w:tc>
          <w:tcPr>
            <w:tcW w:w="777" w:type="dxa"/>
            <w:vAlign w:val="center"/>
          </w:tcPr>
          <w:p w14:paraId="3B19DE5E" w14:textId="77777777" w:rsidR="00E42811" w:rsidRDefault="00000000">
            <w:r>
              <w:t>39.25</w:t>
            </w:r>
          </w:p>
        </w:tc>
        <w:tc>
          <w:tcPr>
            <w:tcW w:w="777" w:type="dxa"/>
            <w:vAlign w:val="center"/>
          </w:tcPr>
          <w:p w14:paraId="6A7495AF" w14:textId="77777777" w:rsidR="00E42811" w:rsidRDefault="00000000">
            <w:r>
              <w:t>38.26</w:t>
            </w:r>
          </w:p>
        </w:tc>
        <w:tc>
          <w:tcPr>
            <w:tcW w:w="777" w:type="dxa"/>
            <w:vAlign w:val="center"/>
          </w:tcPr>
          <w:p w14:paraId="159F5D1A" w14:textId="77777777" w:rsidR="00E42811" w:rsidRDefault="00000000">
            <w:r>
              <w:t>37.26</w:t>
            </w:r>
          </w:p>
        </w:tc>
      </w:tr>
    </w:tbl>
    <w:p w14:paraId="6DF790BA" w14:textId="77777777" w:rsidR="00E42811" w:rsidRDefault="00000000">
      <w:pPr>
        <w:pStyle w:val="4"/>
      </w:pPr>
      <w:r>
        <w:lastRenderedPageBreak/>
        <w:t>自然通风房间：西向逐时温度</w:t>
      </w:r>
    </w:p>
    <w:p w14:paraId="4D782FC6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3E2A6BBA" wp14:editId="7C738C0B">
            <wp:extent cx="5667375" cy="30765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D90AE" w14:textId="77777777" w:rsidR="00E42811" w:rsidRDefault="00E42811"/>
    <w:p w14:paraId="67341D34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7B5F723F" w14:textId="77777777">
        <w:tc>
          <w:tcPr>
            <w:tcW w:w="777" w:type="dxa"/>
            <w:shd w:val="clear" w:color="auto" w:fill="E6E6E6"/>
            <w:vAlign w:val="center"/>
          </w:tcPr>
          <w:p w14:paraId="5551445B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B8498D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EA6EAE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A4D57D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9EF2CD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D58CDE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8A1E27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B3A199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4B45EB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C63252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85477B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1435C4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3D5F7351" w14:textId="77777777">
        <w:tc>
          <w:tcPr>
            <w:tcW w:w="777" w:type="dxa"/>
            <w:vAlign w:val="center"/>
          </w:tcPr>
          <w:p w14:paraId="17AED71F" w14:textId="77777777" w:rsidR="00E42811" w:rsidRDefault="00000000">
            <w:r>
              <w:t>36.31</w:t>
            </w:r>
          </w:p>
        </w:tc>
        <w:tc>
          <w:tcPr>
            <w:tcW w:w="777" w:type="dxa"/>
            <w:vAlign w:val="center"/>
          </w:tcPr>
          <w:p w14:paraId="297F7A08" w14:textId="77777777" w:rsidR="00E42811" w:rsidRDefault="00000000">
            <w:r>
              <w:t>35.46</w:t>
            </w:r>
          </w:p>
        </w:tc>
        <w:tc>
          <w:tcPr>
            <w:tcW w:w="777" w:type="dxa"/>
            <w:vAlign w:val="center"/>
          </w:tcPr>
          <w:p w14:paraId="1A796079" w14:textId="77777777" w:rsidR="00E42811" w:rsidRDefault="00000000">
            <w:r>
              <w:t>34.79</w:t>
            </w:r>
          </w:p>
        </w:tc>
        <w:tc>
          <w:tcPr>
            <w:tcW w:w="777" w:type="dxa"/>
            <w:vAlign w:val="center"/>
          </w:tcPr>
          <w:p w14:paraId="3D76B416" w14:textId="77777777" w:rsidR="00E42811" w:rsidRDefault="00000000">
            <w:r>
              <w:t>34.33</w:t>
            </w:r>
          </w:p>
        </w:tc>
        <w:tc>
          <w:tcPr>
            <w:tcW w:w="777" w:type="dxa"/>
            <w:vAlign w:val="center"/>
          </w:tcPr>
          <w:p w14:paraId="0DE77754" w14:textId="77777777" w:rsidR="00E42811" w:rsidRDefault="00000000">
            <w:r>
              <w:t>34.12</w:t>
            </w:r>
          </w:p>
        </w:tc>
        <w:tc>
          <w:tcPr>
            <w:tcW w:w="777" w:type="dxa"/>
            <w:vAlign w:val="center"/>
          </w:tcPr>
          <w:p w14:paraId="03D98200" w14:textId="77777777" w:rsidR="00E42811" w:rsidRDefault="00000000">
            <w:r>
              <w:t>34.18</w:t>
            </w:r>
          </w:p>
        </w:tc>
        <w:tc>
          <w:tcPr>
            <w:tcW w:w="777" w:type="dxa"/>
            <w:vAlign w:val="center"/>
          </w:tcPr>
          <w:p w14:paraId="4A5CDB1E" w14:textId="77777777" w:rsidR="00E42811" w:rsidRDefault="00000000">
            <w:r>
              <w:t>34.49</w:t>
            </w:r>
          </w:p>
        </w:tc>
        <w:tc>
          <w:tcPr>
            <w:tcW w:w="777" w:type="dxa"/>
            <w:vAlign w:val="center"/>
          </w:tcPr>
          <w:p w14:paraId="674EF2AD" w14:textId="77777777" w:rsidR="00E42811" w:rsidRDefault="00000000">
            <w:r>
              <w:t>35.04</w:t>
            </w:r>
          </w:p>
        </w:tc>
        <w:tc>
          <w:tcPr>
            <w:tcW w:w="777" w:type="dxa"/>
            <w:vAlign w:val="center"/>
          </w:tcPr>
          <w:p w14:paraId="5AC0BC73" w14:textId="77777777" w:rsidR="00E42811" w:rsidRDefault="00000000">
            <w:r>
              <w:t>35.79</w:t>
            </w:r>
          </w:p>
        </w:tc>
        <w:tc>
          <w:tcPr>
            <w:tcW w:w="777" w:type="dxa"/>
            <w:vAlign w:val="center"/>
          </w:tcPr>
          <w:p w14:paraId="2F0A6D4E" w14:textId="77777777" w:rsidR="00E42811" w:rsidRDefault="00000000">
            <w:r>
              <w:t>36.68</w:t>
            </w:r>
          </w:p>
        </w:tc>
        <w:tc>
          <w:tcPr>
            <w:tcW w:w="777" w:type="dxa"/>
            <w:vAlign w:val="center"/>
          </w:tcPr>
          <w:p w14:paraId="3E1027E5" w14:textId="77777777" w:rsidR="00E42811" w:rsidRDefault="00000000">
            <w:r>
              <w:t>37.67</w:t>
            </w:r>
          </w:p>
        </w:tc>
        <w:tc>
          <w:tcPr>
            <w:tcW w:w="777" w:type="dxa"/>
            <w:vAlign w:val="center"/>
          </w:tcPr>
          <w:p w14:paraId="0CD75EE0" w14:textId="77777777" w:rsidR="00E42811" w:rsidRDefault="00000000">
            <w:r>
              <w:t>38.67</w:t>
            </w:r>
          </w:p>
        </w:tc>
      </w:tr>
      <w:tr w:rsidR="00E42811" w14:paraId="576B2DAF" w14:textId="77777777">
        <w:tc>
          <w:tcPr>
            <w:tcW w:w="777" w:type="dxa"/>
            <w:shd w:val="clear" w:color="auto" w:fill="E6E6E6"/>
            <w:vAlign w:val="center"/>
          </w:tcPr>
          <w:p w14:paraId="11D7D042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5D21AF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E208C5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77515F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798141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6068FD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A88B99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0056AE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0A32D7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4D55F2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E6F7B6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B9CFF1" w14:textId="77777777" w:rsidR="00E42811" w:rsidRDefault="00000000">
            <w:r>
              <w:t>23:00</w:t>
            </w:r>
          </w:p>
        </w:tc>
      </w:tr>
      <w:tr w:rsidR="00E42811" w14:paraId="237DD59C" w14:textId="77777777">
        <w:tc>
          <w:tcPr>
            <w:tcW w:w="777" w:type="dxa"/>
            <w:vAlign w:val="center"/>
          </w:tcPr>
          <w:p w14:paraId="45C48A4F" w14:textId="77777777" w:rsidR="00E42811" w:rsidRDefault="00000000">
            <w:r>
              <w:t>39.63</w:t>
            </w:r>
          </w:p>
        </w:tc>
        <w:tc>
          <w:tcPr>
            <w:tcW w:w="777" w:type="dxa"/>
            <w:vAlign w:val="center"/>
          </w:tcPr>
          <w:p w14:paraId="1FFADC95" w14:textId="77777777" w:rsidR="00E42811" w:rsidRDefault="00000000">
            <w:r>
              <w:t>40.47</w:t>
            </w:r>
          </w:p>
        </w:tc>
        <w:tc>
          <w:tcPr>
            <w:tcW w:w="777" w:type="dxa"/>
            <w:vAlign w:val="center"/>
          </w:tcPr>
          <w:p w14:paraId="75ECF879" w14:textId="77777777" w:rsidR="00E42811" w:rsidRDefault="00000000">
            <w:r>
              <w:t>41.15</w:t>
            </w:r>
          </w:p>
        </w:tc>
        <w:tc>
          <w:tcPr>
            <w:tcW w:w="777" w:type="dxa"/>
            <w:vAlign w:val="center"/>
          </w:tcPr>
          <w:p w14:paraId="1F052A94" w14:textId="77777777" w:rsidR="00E42811" w:rsidRDefault="00000000">
            <w:r>
              <w:t>41.61</w:t>
            </w:r>
          </w:p>
        </w:tc>
        <w:tc>
          <w:tcPr>
            <w:tcW w:w="777" w:type="dxa"/>
            <w:vAlign w:val="center"/>
          </w:tcPr>
          <w:p w14:paraId="243F238B" w14:textId="77777777" w:rsidR="00E42811" w:rsidRDefault="00000000">
            <w:r>
              <w:rPr>
                <w:color w:val="3333CC"/>
              </w:rPr>
              <w:t>41.81</w:t>
            </w:r>
          </w:p>
        </w:tc>
        <w:tc>
          <w:tcPr>
            <w:tcW w:w="777" w:type="dxa"/>
            <w:vAlign w:val="center"/>
          </w:tcPr>
          <w:p w14:paraId="254352AE" w14:textId="77777777" w:rsidR="00E42811" w:rsidRDefault="00000000">
            <w:r>
              <w:t>41.76</w:t>
            </w:r>
          </w:p>
        </w:tc>
        <w:tc>
          <w:tcPr>
            <w:tcW w:w="777" w:type="dxa"/>
            <w:vAlign w:val="center"/>
          </w:tcPr>
          <w:p w14:paraId="22C7A61E" w14:textId="77777777" w:rsidR="00E42811" w:rsidRDefault="00000000">
            <w:r>
              <w:t>41.45</w:t>
            </w:r>
          </w:p>
        </w:tc>
        <w:tc>
          <w:tcPr>
            <w:tcW w:w="777" w:type="dxa"/>
            <w:vAlign w:val="center"/>
          </w:tcPr>
          <w:p w14:paraId="603C9C9F" w14:textId="77777777" w:rsidR="00E42811" w:rsidRDefault="00000000">
            <w:r>
              <w:t>40.90</w:t>
            </w:r>
          </w:p>
        </w:tc>
        <w:tc>
          <w:tcPr>
            <w:tcW w:w="777" w:type="dxa"/>
            <w:vAlign w:val="center"/>
          </w:tcPr>
          <w:p w14:paraId="105163CB" w14:textId="77777777" w:rsidR="00E42811" w:rsidRDefault="00000000">
            <w:r>
              <w:t>40.15</w:t>
            </w:r>
          </w:p>
        </w:tc>
        <w:tc>
          <w:tcPr>
            <w:tcW w:w="777" w:type="dxa"/>
            <w:vAlign w:val="center"/>
          </w:tcPr>
          <w:p w14:paraId="1D6E2908" w14:textId="77777777" w:rsidR="00E42811" w:rsidRDefault="00000000">
            <w:r>
              <w:t>39.25</w:t>
            </w:r>
          </w:p>
        </w:tc>
        <w:tc>
          <w:tcPr>
            <w:tcW w:w="777" w:type="dxa"/>
            <w:vAlign w:val="center"/>
          </w:tcPr>
          <w:p w14:paraId="2628D9EC" w14:textId="77777777" w:rsidR="00E42811" w:rsidRDefault="00000000">
            <w:r>
              <w:t>38.27</w:t>
            </w:r>
          </w:p>
        </w:tc>
        <w:tc>
          <w:tcPr>
            <w:tcW w:w="777" w:type="dxa"/>
            <w:vAlign w:val="center"/>
          </w:tcPr>
          <w:p w14:paraId="083CE730" w14:textId="77777777" w:rsidR="00E42811" w:rsidRDefault="00000000">
            <w:r>
              <w:t>37.27</w:t>
            </w:r>
          </w:p>
        </w:tc>
      </w:tr>
    </w:tbl>
    <w:p w14:paraId="2D788BDA" w14:textId="77777777" w:rsidR="00E42811" w:rsidRDefault="00000000">
      <w:pPr>
        <w:pStyle w:val="4"/>
      </w:pPr>
      <w:r>
        <w:t>自然通风房间：南向逐时温度</w:t>
      </w:r>
    </w:p>
    <w:p w14:paraId="0499FD4B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77D07B27" wp14:editId="14117C6F">
            <wp:extent cx="5667375" cy="30765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6EA95" w14:textId="77777777" w:rsidR="00E42811" w:rsidRDefault="00E42811"/>
    <w:p w14:paraId="12B222C9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2CF31332" w14:textId="77777777">
        <w:tc>
          <w:tcPr>
            <w:tcW w:w="777" w:type="dxa"/>
            <w:shd w:val="clear" w:color="auto" w:fill="E6E6E6"/>
            <w:vAlign w:val="center"/>
          </w:tcPr>
          <w:p w14:paraId="56ED2587" w14:textId="77777777" w:rsidR="00E42811" w:rsidRDefault="00000000">
            <w:pPr>
              <w:jc w:val="center"/>
            </w:pPr>
            <w:r>
              <w:lastRenderedPageBreak/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C581D6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12C7C2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862F39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CE7E10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C71C48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94C248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EE32F9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266D2C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370E6B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310C1F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AAAE72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77BC2A60" w14:textId="77777777">
        <w:tc>
          <w:tcPr>
            <w:tcW w:w="777" w:type="dxa"/>
            <w:vAlign w:val="center"/>
          </w:tcPr>
          <w:p w14:paraId="04343F75" w14:textId="77777777" w:rsidR="00E42811" w:rsidRDefault="00000000">
            <w:r>
              <w:t>36.29</w:t>
            </w:r>
          </w:p>
        </w:tc>
        <w:tc>
          <w:tcPr>
            <w:tcW w:w="777" w:type="dxa"/>
            <w:vAlign w:val="center"/>
          </w:tcPr>
          <w:p w14:paraId="63731A42" w14:textId="77777777" w:rsidR="00E42811" w:rsidRDefault="00000000">
            <w:r>
              <w:t>35.45</w:t>
            </w:r>
          </w:p>
        </w:tc>
        <w:tc>
          <w:tcPr>
            <w:tcW w:w="777" w:type="dxa"/>
            <w:vAlign w:val="center"/>
          </w:tcPr>
          <w:p w14:paraId="51C33D01" w14:textId="77777777" w:rsidR="00E42811" w:rsidRDefault="00000000">
            <w:r>
              <w:t>34.78</w:t>
            </w:r>
          </w:p>
        </w:tc>
        <w:tc>
          <w:tcPr>
            <w:tcW w:w="777" w:type="dxa"/>
            <w:vAlign w:val="center"/>
          </w:tcPr>
          <w:p w14:paraId="4A081FD6" w14:textId="77777777" w:rsidR="00E42811" w:rsidRDefault="00000000">
            <w:r>
              <w:t>34.32</w:t>
            </w:r>
          </w:p>
        </w:tc>
        <w:tc>
          <w:tcPr>
            <w:tcW w:w="777" w:type="dxa"/>
            <w:vAlign w:val="center"/>
          </w:tcPr>
          <w:p w14:paraId="34BA31BB" w14:textId="77777777" w:rsidR="00E42811" w:rsidRDefault="00000000">
            <w:r>
              <w:t>34.11</w:t>
            </w:r>
          </w:p>
        </w:tc>
        <w:tc>
          <w:tcPr>
            <w:tcW w:w="777" w:type="dxa"/>
            <w:vAlign w:val="center"/>
          </w:tcPr>
          <w:p w14:paraId="6612965E" w14:textId="77777777" w:rsidR="00E42811" w:rsidRDefault="00000000">
            <w:r>
              <w:t>34.16</w:t>
            </w:r>
          </w:p>
        </w:tc>
        <w:tc>
          <w:tcPr>
            <w:tcW w:w="777" w:type="dxa"/>
            <w:vAlign w:val="center"/>
          </w:tcPr>
          <w:p w14:paraId="721F8044" w14:textId="77777777" w:rsidR="00E42811" w:rsidRDefault="00000000">
            <w:r>
              <w:t>34.47</w:t>
            </w:r>
          </w:p>
        </w:tc>
        <w:tc>
          <w:tcPr>
            <w:tcW w:w="777" w:type="dxa"/>
            <w:vAlign w:val="center"/>
          </w:tcPr>
          <w:p w14:paraId="3D88B507" w14:textId="77777777" w:rsidR="00E42811" w:rsidRDefault="00000000">
            <w:r>
              <w:t>35.02</w:t>
            </w:r>
          </w:p>
        </w:tc>
        <w:tc>
          <w:tcPr>
            <w:tcW w:w="777" w:type="dxa"/>
            <w:vAlign w:val="center"/>
          </w:tcPr>
          <w:p w14:paraId="40959EFE" w14:textId="77777777" w:rsidR="00E42811" w:rsidRDefault="00000000">
            <w:r>
              <w:t>35.77</w:t>
            </w:r>
          </w:p>
        </w:tc>
        <w:tc>
          <w:tcPr>
            <w:tcW w:w="777" w:type="dxa"/>
            <w:vAlign w:val="center"/>
          </w:tcPr>
          <w:p w14:paraId="47013AC2" w14:textId="77777777" w:rsidR="00E42811" w:rsidRDefault="00000000">
            <w:r>
              <w:t>36.66</w:t>
            </w:r>
          </w:p>
        </w:tc>
        <w:tc>
          <w:tcPr>
            <w:tcW w:w="777" w:type="dxa"/>
            <w:vAlign w:val="center"/>
          </w:tcPr>
          <w:p w14:paraId="1537FF11" w14:textId="77777777" w:rsidR="00E42811" w:rsidRDefault="00000000">
            <w:r>
              <w:t>37.65</w:t>
            </w:r>
          </w:p>
        </w:tc>
        <w:tc>
          <w:tcPr>
            <w:tcW w:w="777" w:type="dxa"/>
            <w:vAlign w:val="center"/>
          </w:tcPr>
          <w:p w14:paraId="2040F9CE" w14:textId="77777777" w:rsidR="00E42811" w:rsidRDefault="00000000">
            <w:r>
              <w:t>38.66</w:t>
            </w:r>
          </w:p>
        </w:tc>
      </w:tr>
      <w:tr w:rsidR="00E42811" w14:paraId="0A22EA40" w14:textId="77777777">
        <w:tc>
          <w:tcPr>
            <w:tcW w:w="777" w:type="dxa"/>
            <w:shd w:val="clear" w:color="auto" w:fill="E6E6E6"/>
            <w:vAlign w:val="center"/>
          </w:tcPr>
          <w:p w14:paraId="08B29D37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45EFAB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083ECC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5E037C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B86AAF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E1B615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131CDE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47574D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ECF91D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1DCD10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50BEA5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AEA5FF" w14:textId="77777777" w:rsidR="00E42811" w:rsidRDefault="00000000">
            <w:r>
              <w:t>23:00</w:t>
            </w:r>
          </w:p>
        </w:tc>
      </w:tr>
      <w:tr w:rsidR="00E42811" w14:paraId="0EBD72A9" w14:textId="77777777">
        <w:tc>
          <w:tcPr>
            <w:tcW w:w="777" w:type="dxa"/>
            <w:vAlign w:val="center"/>
          </w:tcPr>
          <w:p w14:paraId="78815F14" w14:textId="77777777" w:rsidR="00E42811" w:rsidRDefault="00000000">
            <w:r>
              <w:t>39.61</w:t>
            </w:r>
          </w:p>
        </w:tc>
        <w:tc>
          <w:tcPr>
            <w:tcW w:w="777" w:type="dxa"/>
            <w:vAlign w:val="center"/>
          </w:tcPr>
          <w:p w14:paraId="16298D8F" w14:textId="77777777" w:rsidR="00E42811" w:rsidRDefault="00000000">
            <w:r>
              <w:t>40.46</w:t>
            </w:r>
          </w:p>
        </w:tc>
        <w:tc>
          <w:tcPr>
            <w:tcW w:w="777" w:type="dxa"/>
            <w:vAlign w:val="center"/>
          </w:tcPr>
          <w:p w14:paraId="53287433" w14:textId="77777777" w:rsidR="00E42811" w:rsidRDefault="00000000">
            <w:r>
              <w:t>41.13</w:t>
            </w:r>
          </w:p>
        </w:tc>
        <w:tc>
          <w:tcPr>
            <w:tcW w:w="777" w:type="dxa"/>
            <w:vAlign w:val="center"/>
          </w:tcPr>
          <w:p w14:paraId="51FEACC8" w14:textId="77777777" w:rsidR="00E42811" w:rsidRDefault="00000000">
            <w:r>
              <w:t>41.59</w:t>
            </w:r>
          </w:p>
        </w:tc>
        <w:tc>
          <w:tcPr>
            <w:tcW w:w="777" w:type="dxa"/>
            <w:vAlign w:val="center"/>
          </w:tcPr>
          <w:p w14:paraId="32374FD8" w14:textId="77777777" w:rsidR="00E42811" w:rsidRDefault="00000000">
            <w:r>
              <w:rPr>
                <w:color w:val="3333CC"/>
              </w:rPr>
              <w:t>41.80</w:t>
            </w:r>
          </w:p>
        </w:tc>
        <w:tc>
          <w:tcPr>
            <w:tcW w:w="777" w:type="dxa"/>
            <w:vAlign w:val="center"/>
          </w:tcPr>
          <w:p w14:paraId="0EFEED7C" w14:textId="77777777" w:rsidR="00E42811" w:rsidRDefault="00000000">
            <w:r>
              <w:t>41.74</w:t>
            </w:r>
          </w:p>
        </w:tc>
        <w:tc>
          <w:tcPr>
            <w:tcW w:w="777" w:type="dxa"/>
            <w:vAlign w:val="center"/>
          </w:tcPr>
          <w:p w14:paraId="64E9639E" w14:textId="77777777" w:rsidR="00E42811" w:rsidRDefault="00000000">
            <w:r>
              <w:t>41.43</w:t>
            </w:r>
          </w:p>
        </w:tc>
        <w:tc>
          <w:tcPr>
            <w:tcW w:w="777" w:type="dxa"/>
            <w:vAlign w:val="center"/>
          </w:tcPr>
          <w:p w14:paraId="689F9FBA" w14:textId="77777777" w:rsidR="00E42811" w:rsidRDefault="00000000">
            <w:r>
              <w:t>40.89</w:t>
            </w:r>
          </w:p>
        </w:tc>
        <w:tc>
          <w:tcPr>
            <w:tcW w:w="777" w:type="dxa"/>
            <w:vAlign w:val="center"/>
          </w:tcPr>
          <w:p w14:paraId="4EBFA206" w14:textId="77777777" w:rsidR="00E42811" w:rsidRDefault="00000000">
            <w:r>
              <w:t>40.14</w:t>
            </w:r>
          </w:p>
        </w:tc>
        <w:tc>
          <w:tcPr>
            <w:tcW w:w="777" w:type="dxa"/>
            <w:vAlign w:val="center"/>
          </w:tcPr>
          <w:p w14:paraId="28B798E6" w14:textId="77777777" w:rsidR="00E42811" w:rsidRDefault="00000000">
            <w:r>
              <w:t>39.24</w:t>
            </w:r>
          </w:p>
        </w:tc>
        <w:tc>
          <w:tcPr>
            <w:tcW w:w="777" w:type="dxa"/>
            <w:vAlign w:val="center"/>
          </w:tcPr>
          <w:p w14:paraId="2671656E" w14:textId="77777777" w:rsidR="00E42811" w:rsidRDefault="00000000">
            <w:r>
              <w:t>38.26</w:t>
            </w:r>
          </w:p>
        </w:tc>
        <w:tc>
          <w:tcPr>
            <w:tcW w:w="777" w:type="dxa"/>
            <w:vAlign w:val="center"/>
          </w:tcPr>
          <w:p w14:paraId="674CF770" w14:textId="77777777" w:rsidR="00E42811" w:rsidRDefault="00000000">
            <w:r>
              <w:t>37.25</w:t>
            </w:r>
          </w:p>
        </w:tc>
      </w:tr>
    </w:tbl>
    <w:p w14:paraId="14E4713F" w14:textId="77777777" w:rsidR="00E42811" w:rsidRDefault="00000000">
      <w:pPr>
        <w:pStyle w:val="4"/>
      </w:pPr>
      <w:r>
        <w:t>自然通风房间：北向逐时温度</w:t>
      </w:r>
    </w:p>
    <w:p w14:paraId="1AD94C0A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7DDF6C23" wp14:editId="7F44754B">
            <wp:extent cx="5667375" cy="30765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6E06B" w14:textId="77777777" w:rsidR="00E42811" w:rsidRDefault="00E42811"/>
    <w:p w14:paraId="431C38F8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5CE40628" w14:textId="77777777">
        <w:tc>
          <w:tcPr>
            <w:tcW w:w="777" w:type="dxa"/>
            <w:shd w:val="clear" w:color="auto" w:fill="E6E6E6"/>
            <w:vAlign w:val="center"/>
          </w:tcPr>
          <w:p w14:paraId="2CC2629A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4D85FD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19FECC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50A151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4965AA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CDD7F0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E20054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33972B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3B21D0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8D1690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A7384D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27BF56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6A1DEF82" w14:textId="77777777">
        <w:tc>
          <w:tcPr>
            <w:tcW w:w="777" w:type="dxa"/>
            <w:vAlign w:val="center"/>
          </w:tcPr>
          <w:p w14:paraId="32CD040C" w14:textId="77777777" w:rsidR="00E42811" w:rsidRDefault="00000000">
            <w:r>
              <w:t>36.23</w:t>
            </w:r>
          </w:p>
        </w:tc>
        <w:tc>
          <w:tcPr>
            <w:tcW w:w="777" w:type="dxa"/>
            <w:vAlign w:val="center"/>
          </w:tcPr>
          <w:p w14:paraId="7E212030" w14:textId="77777777" w:rsidR="00E42811" w:rsidRDefault="00000000">
            <w:r>
              <w:t>35.39</w:t>
            </w:r>
          </w:p>
        </w:tc>
        <w:tc>
          <w:tcPr>
            <w:tcW w:w="777" w:type="dxa"/>
            <w:vAlign w:val="center"/>
          </w:tcPr>
          <w:p w14:paraId="57DCDDDA" w14:textId="77777777" w:rsidR="00E42811" w:rsidRDefault="00000000">
            <w:r>
              <w:t>34.71</w:t>
            </w:r>
          </w:p>
        </w:tc>
        <w:tc>
          <w:tcPr>
            <w:tcW w:w="777" w:type="dxa"/>
            <w:vAlign w:val="center"/>
          </w:tcPr>
          <w:p w14:paraId="4F37DD52" w14:textId="77777777" w:rsidR="00E42811" w:rsidRDefault="00000000">
            <w:r>
              <w:t>34.26</w:t>
            </w:r>
          </w:p>
        </w:tc>
        <w:tc>
          <w:tcPr>
            <w:tcW w:w="777" w:type="dxa"/>
            <w:vAlign w:val="center"/>
          </w:tcPr>
          <w:p w14:paraId="2D32668F" w14:textId="77777777" w:rsidR="00E42811" w:rsidRDefault="00000000">
            <w:r>
              <w:t>34.05</w:t>
            </w:r>
          </w:p>
        </w:tc>
        <w:tc>
          <w:tcPr>
            <w:tcW w:w="777" w:type="dxa"/>
            <w:vAlign w:val="center"/>
          </w:tcPr>
          <w:p w14:paraId="019558A4" w14:textId="77777777" w:rsidR="00E42811" w:rsidRDefault="00000000">
            <w:r>
              <w:t>34.10</w:t>
            </w:r>
          </w:p>
        </w:tc>
        <w:tc>
          <w:tcPr>
            <w:tcW w:w="777" w:type="dxa"/>
            <w:vAlign w:val="center"/>
          </w:tcPr>
          <w:p w14:paraId="59763324" w14:textId="77777777" w:rsidR="00E42811" w:rsidRDefault="00000000">
            <w:r>
              <w:t>34.41</w:t>
            </w:r>
          </w:p>
        </w:tc>
        <w:tc>
          <w:tcPr>
            <w:tcW w:w="777" w:type="dxa"/>
            <w:vAlign w:val="center"/>
          </w:tcPr>
          <w:p w14:paraId="2694C253" w14:textId="77777777" w:rsidR="00E42811" w:rsidRDefault="00000000">
            <w:r>
              <w:t>34.96</w:t>
            </w:r>
          </w:p>
        </w:tc>
        <w:tc>
          <w:tcPr>
            <w:tcW w:w="777" w:type="dxa"/>
            <w:vAlign w:val="center"/>
          </w:tcPr>
          <w:p w14:paraId="33EFABB7" w14:textId="77777777" w:rsidR="00E42811" w:rsidRDefault="00000000">
            <w:r>
              <w:t>35.71</w:t>
            </w:r>
          </w:p>
        </w:tc>
        <w:tc>
          <w:tcPr>
            <w:tcW w:w="777" w:type="dxa"/>
            <w:vAlign w:val="center"/>
          </w:tcPr>
          <w:p w14:paraId="0C9B62DA" w14:textId="77777777" w:rsidR="00E42811" w:rsidRDefault="00000000">
            <w:r>
              <w:t>36.61</w:t>
            </w:r>
          </w:p>
        </w:tc>
        <w:tc>
          <w:tcPr>
            <w:tcW w:w="777" w:type="dxa"/>
            <w:vAlign w:val="center"/>
          </w:tcPr>
          <w:p w14:paraId="402BF0BB" w14:textId="77777777" w:rsidR="00E42811" w:rsidRDefault="00000000">
            <w:r>
              <w:t>37.59</w:t>
            </w:r>
          </w:p>
        </w:tc>
        <w:tc>
          <w:tcPr>
            <w:tcW w:w="777" w:type="dxa"/>
            <w:vAlign w:val="center"/>
          </w:tcPr>
          <w:p w14:paraId="70BEFDDD" w14:textId="77777777" w:rsidR="00E42811" w:rsidRDefault="00000000">
            <w:r>
              <w:t>38.60</w:t>
            </w:r>
          </w:p>
        </w:tc>
      </w:tr>
      <w:tr w:rsidR="00E42811" w14:paraId="58C73B01" w14:textId="77777777">
        <w:tc>
          <w:tcPr>
            <w:tcW w:w="777" w:type="dxa"/>
            <w:shd w:val="clear" w:color="auto" w:fill="E6E6E6"/>
            <w:vAlign w:val="center"/>
          </w:tcPr>
          <w:p w14:paraId="197A418B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3139E2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86320C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3AD0DF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6BFC0B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B0DD61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29B298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B561AF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716923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DB5981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057205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F40096" w14:textId="77777777" w:rsidR="00E42811" w:rsidRDefault="00000000">
            <w:r>
              <w:t>23:00</w:t>
            </w:r>
          </w:p>
        </w:tc>
      </w:tr>
      <w:tr w:rsidR="00E42811" w14:paraId="12A342B3" w14:textId="77777777">
        <w:tc>
          <w:tcPr>
            <w:tcW w:w="777" w:type="dxa"/>
            <w:vAlign w:val="center"/>
          </w:tcPr>
          <w:p w14:paraId="6E2F7E43" w14:textId="77777777" w:rsidR="00E42811" w:rsidRDefault="00000000">
            <w:r>
              <w:t>39.55</w:t>
            </w:r>
          </w:p>
        </w:tc>
        <w:tc>
          <w:tcPr>
            <w:tcW w:w="777" w:type="dxa"/>
            <w:vAlign w:val="center"/>
          </w:tcPr>
          <w:p w14:paraId="2F0BB592" w14:textId="77777777" w:rsidR="00E42811" w:rsidRDefault="00000000">
            <w:r>
              <w:t>40.40</w:t>
            </w:r>
          </w:p>
        </w:tc>
        <w:tc>
          <w:tcPr>
            <w:tcW w:w="777" w:type="dxa"/>
            <w:vAlign w:val="center"/>
          </w:tcPr>
          <w:p w14:paraId="6F4164CC" w14:textId="77777777" w:rsidR="00E42811" w:rsidRDefault="00000000">
            <w:r>
              <w:t>41.07</w:t>
            </w:r>
          </w:p>
        </w:tc>
        <w:tc>
          <w:tcPr>
            <w:tcW w:w="777" w:type="dxa"/>
            <w:vAlign w:val="center"/>
          </w:tcPr>
          <w:p w14:paraId="3AC4E03E" w14:textId="77777777" w:rsidR="00E42811" w:rsidRDefault="00000000">
            <w:r>
              <w:t>41.53</w:t>
            </w:r>
          </w:p>
        </w:tc>
        <w:tc>
          <w:tcPr>
            <w:tcW w:w="777" w:type="dxa"/>
            <w:vAlign w:val="center"/>
          </w:tcPr>
          <w:p w14:paraId="2DDB875C" w14:textId="77777777" w:rsidR="00E42811" w:rsidRDefault="00000000">
            <w:r>
              <w:rPr>
                <w:color w:val="3333CC"/>
              </w:rPr>
              <w:t>41.74</w:t>
            </w:r>
          </w:p>
        </w:tc>
        <w:tc>
          <w:tcPr>
            <w:tcW w:w="777" w:type="dxa"/>
            <w:vAlign w:val="center"/>
          </w:tcPr>
          <w:p w14:paraId="59E4B048" w14:textId="77777777" w:rsidR="00E42811" w:rsidRDefault="00000000">
            <w:r>
              <w:t>41.69</w:t>
            </w:r>
          </w:p>
        </w:tc>
        <w:tc>
          <w:tcPr>
            <w:tcW w:w="777" w:type="dxa"/>
            <w:vAlign w:val="center"/>
          </w:tcPr>
          <w:p w14:paraId="354BAE85" w14:textId="77777777" w:rsidR="00E42811" w:rsidRDefault="00000000">
            <w:r>
              <w:t>41.38</w:t>
            </w:r>
          </w:p>
        </w:tc>
        <w:tc>
          <w:tcPr>
            <w:tcW w:w="777" w:type="dxa"/>
            <w:vAlign w:val="center"/>
          </w:tcPr>
          <w:p w14:paraId="33730187" w14:textId="77777777" w:rsidR="00E42811" w:rsidRDefault="00000000">
            <w:r>
              <w:t>40.83</w:t>
            </w:r>
          </w:p>
        </w:tc>
        <w:tc>
          <w:tcPr>
            <w:tcW w:w="777" w:type="dxa"/>
            <w:vAlign w:val="center"/>
          </w:tcPr>
          <w:p w14:paraId="5E0E7062" w14:textId="77777777" w:rsidR="00E42811" w:rsidRDefault="00000000">
            <w:r>
              <w:t>40.08</w:t>
            </w:r>
          </w:p>
        </w:tc>
        <w:tc>
          <w:tcPr>
            <w:tcW w:w="777" w:type="dxa"/>
            <w:vAlign w:val="center"/>
          </w:tcPr>
          <w:p w14:paraId="6AFA3F5C" w14:textId="77777777" w:rsidR="00E42811" w:rsidRDefault="00000000">
            <w:r>
              <w:t>39.18</w:t>
            </w:r>
          </w:p>
        </w:tc>
        <w:tc>
          <w:tcPr>
            <w:tcW w:w="777" w:type="dxa"/>
            <w:vAlign w:val="center"/>
          </w:tcPr>
          <w:p w14:paraId="1D5D8B82" w14:textId="77777777" w:rsidR="00E42811" w:rsidRDefault="00000000">
            <w:r>
              <w:t>38.20</w:t>
            </w:r>
          </w:p>
        </w:tc>
        <w:tc>
          <w:tcPr>
            <w:tcW w:w="777" w:type="dxa"/>
            <w:vAlign w:val="center"/>
          </w:tcPr>
          <w:p w14:paraId="28BDC109" w14:textId="77777777" w:rsidR="00E42811" w:rsidRDefault="00000000">
            <w:r>
              <w:t>37.19</w:t>
            </w:r>
          </w:p>
        </w:tc>
      </w:tr>
    </w:tbl>
    <w:p w14:paraId="1C428AFF" w14:textId="77777777" w:rsidR="00E42811" w:rsidRDefault="00000000">
      <w:pPr>
        <w:pStyle w:val="2"/>
      </w:pPr>
      <w:bookmarkStart w:id="54" w:name="_Toc154332344"/>
      <w:r>
        <w:t>热桥柱构造</w:t>
      </w:r>
      <w:bookmarkEnd w:id="54"/>
    </w:p>
    <w:p w14:paraId="3FDB146E" w14:textId="77777777" w:rsidR="00E42811" w:rsidRDefault="00000000">
      <w:pPr>
        <w:pStyle w:val="3"/>
      </w:pPr>
      <w:bookmarkStart w:id="55" w:name="_Toc154332345"/>
      <w:r>
        <w:t>热桥柱构造一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E42811" w14:paraId="14D2CE59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52AB97DA" w14:textId="77777777" w:rsidR="00E4281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1BED6282" w14:textId="77777777" w:rsidR="00E4281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CE8E6AC" w14:textId="77777777" w:rsidR="00E4281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DE63F56" w14:textId="77777777" w:rsidR="00E4281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5187A9E" w14:textId="77777777" w:rsidR="00E4281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724D7F7" w14:textId="77777777" w:rsidR="00E4281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B7DED08" w14:textId="77777777" w:rsidR="00E4281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8FB1EA1" w14:textId="77777777" w:rsidR="00E4281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E42811" w14:paraId="4A4F0EBA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7642E739" w14:textId="77777777" w:rsidR="00E42811" w:rsidRDefault="00E42811"/>
        </w:tc>
        <w:tc>
          <w:tcPr>
            <w:tcW w:w="834" w:type="dxa"/>
            <w:shd w:val="clear" w:color="auto" w:fill="E6E6E6"/>
            <w:vAlign w:val="center"/>
          </w:tcPr>
          <w:p w14:paraId="7FAD6D10" w14:textId="77777777" w:rsidR="00E4281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B3E0CA7" w14:textId="77777777" w:rsidR="00E4281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67836A9" w14:textId="77777777" w:rsidR="00E42811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CD5E2FC" w14:textId="77777777" w:rsidR="00E4281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471C57A" w14:textId="77777777" w:rsidR="00E4281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BB18A52" w14:textId="77777777" w:rsidR="00E4281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514640D" w14:textId="77777777" w:rsidR="00E42811" w:rsidRDefault="00000000">
            <w:r>
              <w:t>D=R*S</w:t>
            </w:r>
          </w:p>
        </w:tc>
      </w:tr>
      <w:tr w:rsidR="00E42811" w14:paraId="7DF461A7" w14:textId="77777777">
        <w:tc>
          <w:tcPr>
            <w:tcW w:w="2838" w:type="dxa"/>
            <w:vAlign w:val="center"/>
          </w:tcPr>
          <w:p w14:paraId="55F4E4C3" w14:textId="77777777" w:rsidR="00E42811" w:rsidRDefault="00000000">
            <w:r>
              <w:t>无机轻集料防火保温装饰板</w:t>
            </w:r>
          </w:p>
        </w:tc>
        <w:tc>
          <w:tcPr>
            <w:tcW w:w="834" w:type="dxa"/>
            <w:vAlign w:val="center"/>
          </w:tcPr>
          <w:p w14:paraId="2EF8FBF6" w14:textId="77777777" w:rsidR="00E42811" w:rsidRDefault="00000000">
            <w:r>
              <w:t>40</w:t>
            </w:r>
          </w:p>
        </w:tc>
        <w:tc>
          <w:tcPr>
            <w:tcW w:w="707" w:type="dxa"/>
            <w:vAlign w:val="center"/>
          </w:tcPr>
          <w:p w14:paraId="20E6CE28" w14:textId="77777777" w:rsidR="00E42811" w:rsidRDefault="00000000">
            <w:r>
              <w:t>5.7</w:t>
            </w:r>
          </w:p>
        </w:tc>
        <w:tc>
          <w:tcPr>
            <w:tcW w:w="990" w:type="dxa"/>
            <w:vAlign w:val="center"/>
          </w:tcPr>
          <w:p w14:paraId="517F9A70" w14:textId="77777777" w:rsidR="00E42811" w:rsidRDefault="00000000">
            <w:r>
              <w:t>0.058</w:t>
            </w:r>
          </w:p>
        </w:tc>
        <w:tc>
          <w:tcPr>
            <w:tcW w:w="1131" w:type="dxa"/>
            <w:vAlign w:val="center"/>
          </w:tcPr>
          <w:p w14:paraId="2754A696" w14:textId="77777777" w:rsidR="00E42811" w:rsidRDefault="00000000">
            <w:r>
              <w:t>1.200</w:t>
            </w:r>
          </w:p>
        </w:tc>
        <w:tc>
          <w:tcPr>
            <w:tcW w:w="707" w:type="dxa"/>
            <w:vAlign w:val="center"/>
          </w:tcPr>
          <w:p w14:paraId="7587918B" w14:textId="77777777" w:rsidR="00E42811" w:rsidRDefault="00000000">
            <w:r>
              <w:t>1.10</w:t>
            </w:r>
          </w:p>
        </w:tc>
        <w:tc>
          <w:tcPr>
            <w:tcW w:w="1131" w:type="dxa"/>
            <w:vAlign w:val="center"/>
          </w:tcPr>
          <w:p w14:paraId="6CE78584" w14:textId="77777777" w:rsidR="00E42811" w:rsidRDefault="00000000">
            <w:r>
              <w:t>0.627</w:t>
            </w:r>
          </w:p>
        </w:tc>
        <w:tc>
          <w:tcPr>
            <w:tcW w:w="990" w:type="dxa"/>
            <w:vAlign w:val="center"/>
          </w:tcPr>
          <w:p w14:paraId="08FA1B42" w14:textId="77777777" w:rsidR="00E42811" w:rsidRDefault="00000000">
            <w:r>
              <w:t>0.828</w:t>
            </w:r>
          </w:p>
        </w:tc>
      </w:tr>
      <w:tr w:rsidR="00E42811" w14:paraId="6ABAC07F" w14:textId="77777777">
        <w:tc>
          <w:tcPr>
            <w:tcW w:w="2838" w:type="dxa"/>
            <w:vAlign w:val="center"/>
          </w:tcPr>
          <w:p w14:paraId="23534A17" w14:textId="77777777" w:rsidR="00E42811" w:rsidRDefault="00000000">
            <w:r>
              <w:t>粘结砂浆</w:t>
            </w:r>
          </w:p>
        </w:tc>
        <w:tc>
          <w:tcPr>
            <w:tcW w:w="834" w:type="dxa"/>
            <w:vAlign w:val="center"/>
          </w:tcPr>
          <w:p w14:paraId="4D4E2919" w14:textId="77777777" w:rsidR="00E42811" w:rsidRDefault="00000000">
            <w:r>
              <w:t>5</w:t>
            </w:r>
          </w:p>
        </w:tc>
        <w:tc>
          <w:tcPr>
            <w:tcW w:w="707" w:type="dxa"/>
            <w:vAlign w:val="center"/>
          </w:tcPr>
          <w:p w14:paraId="4A8B8EA1" w14:textId="77777777" w:rsidR="00E42811" w:rsidRDefault="00000000">
            <w:r>
              <w:t>5.0</w:t>
            </w:r>
          </w:p>
        </w:tc>
        <w:tc>
          <w:tcPr>
            <w:tcW w:w="990" w:type="dxa"/>
            <w:vAlign w:val="center"/>
          </w:tcPr>
          <w:p w14:paraId="66EB9B91" w14:textId="77777777" w:rsidR="00E42811" w:rsidRDefault="00000000">
            <w:r>
              <w:t>0.810</w:t>
            </w:r>
          </w:p>
        </w:tc>
        <w:tc>
          <w:tcPr>
            <w:tcW w:w="1131" w:type="dxa"/>
            <w:vAlign w:val="center"/>
          </w:tcPr>
          <w:p w14:paraId="77BBE4C9" w14:textId="77777777" w:rsidR="00E42811" w:rsidRDefault="00000000">
            <w:r>
              <w:t>10.070</w:t>
            </w:r>
          </w:p>
        </w:tc>
        <w:tc>
          <w:tcPr>
            <w:tcW w:w="707" w:type="dxa"/>
            <w:vAlign w:val="center"/>
          </w:tcPr>
          <w:p w14:paraId="7E44EE6C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357BABBB" w14:textId="77777777" w:rsidR="00E42811" w:rsidRDefault="00000000">
            <w:r>
              <w:t>0.006</w:t>
            </w:r>
          </w:p>
        </w:tc>
        <w:tc>
          <w:tcPr>
            <w:tcW w:w="990" w:type="dxa"/>
            <w:vAlign w:val="center"/>
          </w:tcPr>
          <w:p w14:paraId="64780092" w14:textId="77777777" w:rsidR="00E42811" w:rsidRDefault="00000000">
            <w:r>
              <w:t>0.062</w:t>
            </w:r>
          </w:p>
        </w:tc>
      </w:tr>
      <w:tr w:rsidR="00E42811" w14:paraId="75111431" w14:textId="77777777">
        <w:tc>
          <w:tcPr>
            <w:tcW w:w="2838" w:type="dxa"/>
            <w:vAlign w:val="center"/>
          </w:tcPr>
          <w:p w14:paraId="1977B1B7" w14:textId="77777777" w:rsidR="00E42811" w:rsidRDefault="00000000">
            <w:r>
              <w:t>建筑节能保温砂浆</w:t>
            </w:r>
          </w:p>
        </w:tc>
        <w:tc>
          <w:tcPr>
            <w:tcW w:w="834" w:type="dxa"/>
            <w:vAlign w:val="center"/>
          </w:tcPr>
          <w:p w14:paraId="1FE96A56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58A12933" w14:textId="77777777" w:rsidR="00E42811" w:rsidRDefault="00000000">
            <w:r>
              <w:t>6.7</w:t>
            </w:r>
          </w:p>
        </w:tc>
        <w:tc>
          <w:tcPr>
            <w:tcW w:w="990" w:type="dxa"/>
            <w:vAlign w:val="center"/>
          </w:tcPr>
          <w:p w14:paraId="39B68011" w14:textId="77777777" w:rsidR="00E42811" w:rsidRDefault="00000000">
            <w:r>
              <w:t>0.060</w:t>
            </w:r>
          </w:p>
        </w:tc>
        <w:tc>
          <w:tcPr>
            <w:tcW w:w="1131" w:type="dxa"/>
            <w:vAlign w:val="center"/>
          </w:tcPr>
          <w:p w14:paraId="295BCD4A" w14:textId="77777777" w:rsidR="00E42811" w:rsidRDefault="00000000">
            <w:r>
              <w:t>10.000</w:t>
            </w:r>
          </w:p>
        </w:tc>
        <w:tc>
          <w:tcPr>
            <w:tcW w:w="707" w:type="dxa"/>
            <w:vAlign w:val="center"/>
          </w:tcPr>
          <w:p w14:paraId="41DF63CD" w14:textId="77777777" w:rsidR="00E42811" w:rsidRDefault="00000000">
            <w:r>
              <w:t>1.02</w:t>
            </w:r>
          </w:p>
        </w:tc>
        <w:tc>
          <w:tcPr>
            <w:tcW w:w="1131" w:type="dxa"/>
            <w:vAlign w:val="center"/>
          </w:tcPr>
          <w:p w14:paraId="32049A19" w14:textId="77777777" w:rsidR="00E42811" w:rsidRDefault="00000000">
            <w:r>
              <w:t>0.327</w:t>
            </w:r>
          </w:p>
        </w:tc>
        <w:tc>
          <w:tcPr>
            <w:tcW w:w="990" w:type="dxa"/>
            <w:vAlign w:val="center"/>
          </w:tcPr>
          <w:p w14:paraId="759876C3" w14:textId="77777777" w:rsidR="00E42811" w:rsidRDefault="00000000">
            <w:r>
              <w:t>3.333</w:t>
            </w:r>
          </w:p>
        </w:tc>
      </w:tr>
      <w:tr w:rsidR="00E42811" w14:paraId="50977D46" w14:textId="77777777">
        <w:tc>
          <w:tcPr>
            <w:tcW w:w="2838" w:type="dxa"/>
            <w:vAlign w:val="center"/>
          </w:tcPr>
          <w:p w14:paraId="2B4097A9" w14:textId="77777777" w:rsidR="00E42811" w:rsidRDefault="00000000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34" w:type="dxa"/>
            <w:vAlign w:val="center"/>
          </w:tcPr>
          <w:p w14:paraId="6806EB9C" w14:textId="77777777" w:rsidR="00E42811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6C89A8DE" w14:textId="77777777" w:rsidR="00E42811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78204DBF" w14:textId="77777777" w:rsidR="00E42811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0A539765" w14:textId="77777777" w:rsidR="00E42811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43E3ACAC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1064180E" w14:textId="77777777" w:rsidR="00E42811" w:rsidRDefault="00000000">
            <w:r>
              <w:t>0.115</w:t>
            </w:r>
          </w:p>
        </w:tc>
        <w:tc>
          <w:tcPr>
            <w:tcW w:w="990" w:type="dxa"/>
            <w:vAlign w:val="center"/>
          </w:tcPr>
          <w:p w14:paraId="6AFB9532" w14:textId="77777777" w:rsidR="00E42811" w:rsidRDefault="00000000">
            <w:r>
              <w:t>1.977</w:t>
            </w:r>
          </w:p>
        </w:tc>
      </w:tr>
      <w:tr w:rsidR="00E42811" w14:paraId="20A88944" w14:textId="77777777">
        <w:tc>
          <w:tcPr>
            <w:tcW w:w="2838" w:type="dxa"/>
            <w:vAlign w:val="center"/>
          </w:tcPr>
          <w:p w14:paraId="5EADC5A9" w14:textId="77777777" w:rsidR="00E42811" w:rsidRDefault="00000000">
            <w:r>
              <w:t>建筑节能保温砂浆</w:t>
            </w:r>
          </w:p>
        </w:tc>
        <w:tc>
          <w:tcPr>
            <w:tcW w:w="834" w:type="dxa"/>
            <w:vAlign w:val="center"/>
          </w:tcPr>
          <w:p w14:paraId="4B84DF6D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437C3C2D" w14:textId="77777777" w:rsidR="00E42811" w:rsidRDefault="00000000">
            <w:r>
              <w:t>6.7</w:t>
            </w:r>
          </w:p>
        </w:tc>
        <w:tc>
          <w:tcPr>
            <w:tcW w:w="990" w:type="dxa"/>
            <w:vAlign w:val="center"/>
          </w:tcPr>
          <w:p w14:paraId="101D738D" w14:textId="77777777" w:rsidR="00E42811" w:rsidRDefault="00000000">
            <w:r>
              <w:t>0.060</w:t>
            </w:r>
          </w:p>
        </w:tc>
        <w:tc>
          <w:tcPr>
            <w:tcW w:w="1131" w:type="dxa"/>
            <w:vAlign w:val="center"/>
          </w:tcPr>
          <w:p w14:paraId="54E69C99" w14:textId="77777777" w:rsidR="00E42811" w:rsidRDefault="00000000">
            <w:r>
              <w:t>10.000</w:t>
            </w:r>
          </w:p>
        </w:tc>
        <w:tc>
          <w:tcPr>
            <w:tcW w:w="707" w:type="dxa"/>
            <w:vAlign w:val="center"/>
          </w:tcPr>
          <w:p w14:paraId="2E127226" w14:textId="77777777" w:rsidR="00E42811" w:rsidRDefault="00000000">
            <w:r>
              <w:t>1.02</w:t>
            </w:r>
          </w:p>
        </w:tc>
        <w:tc>
          <w:tcPr>
            <w:tcW w:w="1131" w:type="dxa"/>
            <w:vAlign w:val="center"/>
          </w:tcPr>
          <w:p w14:paraId="14B1EA1C" w14:textId="77777777" w:rsidR="00E42811" w:rsidRDefault="00000000">
            <w:r>
              <w:t>0.327</w:t>
            </w:r>
          </w:p>
        </w:tc>
        <w:tc>
          <w:tcPr>
            <w:tcW w:w="990" w:type="dxa"/>
            <w:vAlign w:val="center"/>
          </w:tcPr>
          <w:p w14:paraId="086EE088" w14:textId="77777777" w:rsidR="00E42811" w:rsidRDefault="00000000">
            <w:r>
              <w:t>3.333</w:t>
            </w:r>
          </w:p>
        </w:tc>
      </w:tr>
      <w:tr w:rsidR="00E42811" w14:paraId="18266C6D" w14:textId="77777777">
        <w:tc>
          <w:tcPr>
            <w:tcW w:w="2838" w:type="dxa"/>
            <w:vAlign w:val="center"/>
          </w:tcPr>
          <w:p w14:paraId="7CA6B098" w14:textId="77777777" w:rsidR="00E4281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21D1AE95" w14:textId="77777777" w:rsidR="00E42811" w:rsidRDefault="00000000">
            <w:r>
              <w:t>285</w:t>
            </w:r>
          </w:p>
        </w:tc>
        <w:tc>
          <w:tcPr>
            <w:tcW w:w="707" w:type="dxa"/>
            <w:vAlign w:val="center"/>
          </w:tcPr>
          <w:p w14:paraId="04234B3F" w14:textId="77777777" w:rsidR="00E4281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590A5D71" w14:textId="77777777" w:rsidR="00E4281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7DAFA2AC" w14:textId="77777777" w:rsidR="00E4281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56008C88" w14:textId="77777777" w:rsidR="00E4281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6E1C148C" w14:textId="77777777" w:rsidR="00E42811" w:rsidRDefault="00000000">
            <w:r>
              <w:t>1.402</w:t>
            </w:r>
          </w:p>
        </w:tc>
        <w:tc>
          <w:tcPr>
            <w:tcW w:w="990" w:type="dxa"/>
            <w:vAlign w:val="center"/>
          </w:tcPr>
          <w:p w14:paraId="464D2237" w14:textId="77777777" w:rsidR="00E42811" w:rsidRDefault="00000000">
            <w:r>
              <w:t>9.533</w:t>
            </w:r>
          </w:p>
        </w:tc>
      </w:tr>
      <w:tr w:rsidR="00E42811" w14:paraId="1278F61B" w14:textId="77777777">
        <w:tc>
          <w:tcPr>
            <w:tcW w:w="2838" w:type="dxa"/>
            <w:shd w:val="clear" w:color="auto" w:fill="E6E6E6"/>
            <w:vAlign w:val="center"/>
          </w:tcPr>
          <w:p w14:paraId="151A6046" w14:textId="77777777" w:rsidR="00E4281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2FEC2CA1" w14:textId="77777777" w:rsidR="00E42811" w:rsidRDefault="00000000">
            <w:pPr>
              <w:jc w:val="center"/>
            </w:pPr>
            <w:r>
              <w:t>5.0</w:t>
            </w:r>
          </w:p>
        </w:tc>
      </w:tr>
      <w:tr w:rsidR="00E42811" w14:paraId="2052BAA2" w14:textId="77777777">
        <w:tc>
          <w:tcPr>
            <w:tcW w:w="2838" w:type="dxa"/>
            <w:shd w:val="clear" w:color="auto" w:fill="E6E6E6"/>
            <w:vAlign w:val="center"/>
          </w:tcPr>
          <w:p w14:paraId="45862693" w14:textId="77777777" w:rsidR="00E4281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4682BB28" w14:textId="77777777" w:rsidR="00E42811" w:rsidRDefault="00000000">
            <w:pPr>
              <w:jc w:val="center"/>
            </w:pPr>
            <w:r>
              <w:t>0.75</w:t>
            </w:r>
          </w:p>
        </w:tc>
      </w:tr>
      <w:tr w:rsidR="00E42811" w14:paraId="3A2D15FC" w14:textId="77777777">
        <w:tc>
          <w:tcPr>
            <w:tcW w:w="2838" w:type="dxa"/>
            <w:shd w:val="clear" w:color="auto" w:fill="E6E6E6"/>
            <w:vAlign w:val="center"/>
          </w:tcPr>
          <w:p w14:paraId="20CEAF2C" w14:textId="77777777" w:rsidR="00E42811" w:rsidRDefault="00000000">
            <w:pPr>
              <w:jc w:val="center"/>
            </w:pPr>
            <w:r>
              <w:lastRenderedPageBreak/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3422E80D" w14:textId="77777777" w:rsidR="00E42811" w:rsidRDefault="00000000">
            <w:pPr>
              <w:jc w:val="center"/>
            </w:pPr>
            <w:r>
              <w:t>0.64</w:t>
            </w:r>
          </w:p>
        </w:tc>
      </w:tr>
      <w:tr w:rsidR="00E42811" w14:paraId="22791644" w14:textId="77777777">
        <w:tc>
          <w:tcPr>
            <w:tcW w:w="2838" w:type="dxa"/>
            <w:shd w:val="clear" w:color="auto" w:fill="E6E6E6"/>
            <w:vAlign w:val="center"/>
          </w:tcPr>
          <w:p w14:paraId="6EB14786" w14:textId="77777777" w:rsidR="00E4281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2211DDDC" w14:textId="77777777" w:rsidR="00E42811" w:rsidRDefault="00000000">
            <w:pPr>
              <w:jc w:val="center"/>
            </w:pPr>
            <w:r>
              <w:t>重质围护结构</w:t>
            </w:r>
          </w:p>
        </w:tc>
      </w:tr>
    </w:tbl>
    <w:p w14:paraId="1A580446" w14:textId="77777777" w:rsidR="00E42811" w:rsidRDefault="00000000">
      <w:pPr>
        <w:pStyle w:val="4"/>
      </w:pPr>
      <w:r>
        <w:t>自然通风房间：东向逐时温度</w:t>
      </w:r>
    </w:p>
    <w:p w14:paraId="3DA8B58A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0054C4BF" wp14:editId="4F0C88A9">
            <wp:extent cx="5667375" cy="30765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94D3F" w14:textId="77777777" w:rsidR="00E42811" w:rsidRDefault="00E42811"/>
    <w:p w14:paraId="732522C1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781746A4" w14:textId="77777777">
        <w:tc>
          <w:tcPr>
            <w:tcW w:w="777" w:type="dxa"/>
            <w:shd w:val="clear" w:color="auto" w:fill="E6E6E6"/>
            <w:vAlign w:val="center"/>
          </w:tcPr>
          <w:p w14:paraId="72B34125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D70C2B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FAC4D6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5DF8D8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204BAA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038064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6148AF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2E1893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717F52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2E1DF1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3F8663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1343A7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716AB7CD" w14:textId="77777777">
        <w:tc>
          <w:tcPr>
            <w:tcW w:w="777" w:type="dxa"/>
            <w:vAlign w:val="center"/>
          </w:tcPr>
          <w:p w14:paraId="2FFDEDC7" w14:textId="77777777" w:rsidR="00E42811" w:rsidRDefault="00000000">
            <w:r>
              <w:t>36.57</w:t>
            </w:r>
          </w:p>
        </w:tc>
        <w:tc>
          <w:tcPr>
            <w:tcW w:w="777" w:type="dxa"/>
            <w:vAlign w:val="center"/>
          </w:tcPr>
          <w:p w14:paraId="3B97A9DC" w14:textId="77777777" w:rsidR="00E42811" w:rsidRDefault="00000000">
            <w:r>
              <w:t>35.79</w:t>
            </w:r>
          </w:p>
        </w:tc>
        <w:tc>
          <w:tcPr>
            <w:tcW w:w="777" w:type="dxa"/>
            <w:vAlign w:val="center"/>
          </w:tcPr>
          <w:p w14:paraId="445C2A19" w14:textId="77777777" w:rsidR="00E42811" w:rsidRDefault="00000000">
            <w:r>
              <w:t>35.19</w:t>
            </w:r>
          </w:p>
        </w:tc>
        <w:tc>
          <w:tcPr>
            <w:tcW w:w="777" w:type="dxa"/>
            <w:vAlign w:val="center"/>
          </w:tcPr>
          <w:p w14:paraId="1EC7DE5F" w14:textId="77777777" w:rsidR="00E42811" w:rsidRDefault="00000000">
            <w:r>
              <w:t>34.78</w:t>
            </w:r>
          </w:p>
        </w:tc>
        <w:tc>
          <w:tcPr>
            <w:tcW w:w="777" w:type="dxa"/>
            <w:vAlign w:val="center"/>
          </w:tcPr>
          <w:p w14:paraId="74AA9B74" w14:textId="77777777" w:rsidR="00E42811" w:rsidRDefault="00000000">
            <w:r>
              <w:t>34.61</w:t>
            </w:r>
          </w:p>
        </w:tc>
        <w:tc>
          <w:tcPr>
            <w:tcW w:w="777" w:type="dxa"/>
            <w:vAlign w:val="center"/>
          </w:tcPr>
          <w:p w14:paraId="501AB324" w14:textId="77777777" w:rsidR="00E42811" w:rsidRDefault="00000000">
            <w:r>
              <w:t>34.68</w:t>
            </w:r>
          </w:p>
        </w:tc>
        <w:tc>
          <w:tcPr>
            <w:tcW w:w="777" w:type="dxa"/>
            <w:vAlign w:val="center"/>
          </w:tcPr>
          <w:p w14:paraId="2B574B9D" w14:textId="77777777" w:rsidR="00E42811" w:rsidRDefault="00000000">
            <w:r>
              <w:t>34.99</w:t>
            </w:r>
          </w:p>
        </w:tc>
        <w:tc>
          <w:tcPr>
            <w:tcW w:w="777" w:type="dxa"/>
            <w:vAlign w:val="center"/>
          </w:tcPr>
          <w:p w14:paraId="4EFC9037" w14:textId="77777777" w:rsidR="00E42811" w:rsidRDefault="00000000">
            <w:r>
              <w:t>35.51</w:t>
            </w:r>
          </w:p>
        </w:tc>
        <w:tc>
          <w:tcPr>
            <w:tcW w:w="777" w:type="dxa"/>
            <w:vAlign w:val="center"/>
          </w:tcPr>
          <w:p w14:paraId="4A356113" w14:textId="77777777" w:rsidR="00E42811" w:rsidRDefault="00000000">
            <w:r>
              <w:t>36.21</w:t>
            </w:r>
          </w:p>
        </w:tc>
        <w:tc>
          <w:tcPr>
            <w:tcW w:w="777" w:type="dxa"/>
            <w:vAlign w:val="center"/>
          </w:tcPr>
          <w:p w14:paraId="7CDA0099" w14:textId="77777777" w:rsidR="00E42811" w:rsidRDefault="00000000">
            <w:r>
              <w:t>37.05</w:t>
            </w:r>
          </w:p>
        </w:tc>
        <w:tc>
          <w:tcPr>
            <w:tcW w:w="777" w:type="dxa"/>
            <w:vAlign w:val="center"/>
          </w:tcPr>
          <w:p w14:paraId="5255E099" w14:textId="77777777" w:rsidR="00E42811" w:rsidRDefault="00000000">
            <w:r>
              <w:t>37.97</w:t>
            </w:r>
          </w:p>
        </w:tc>
        <w:tc>
          <w:tcPr>
            <w:tcW w:w="777" w:type="dxa"/>
            <w:vAlign w:val="center"/>
          </w:tcPr>
          <w:p w14:paraId="43962087" w14:textId="77777777" w:rsidR="00E42811" w:rsidRDefault="00000000">
            <w:r>
              <w:t>38.90</w:t>
            </w:r>
          </w:p>
        </w:tc>
      </w:tr>
      <w:tr w:rsidR="00E42811" w14:paraId="443E8FC2" w14:textId="77777777">
        <w:tc>
          <w:tcPr>
            <w:tcW w:w="777" w:type="dxa"/>
            <w:shd w:val="clear" w:color="auto" w:fill="E6E6E6"/>
            <w:vAlign w:val="center"/>
          </w:tcPr>
          <w:p w14:paraId="261A2EBB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7F8E21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7C6BCC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40227C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77E3CA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6A6FB5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4C5CDA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92F8D4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60AA90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7C5671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0CF7E8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8F445D" w14:textId="77777777" w:rsidR="00E42811" w:rsidRDefault="00000000">
            <w:r>
              <w:t>23:00</w:t>
            </w:r>
          </w:p>
        </w:tc>
      </w:tr>
      <w:tr w:rsidR="00E42811" w14:paraId="4531CCBB" w14:textId="77777777">
        <w:tc>
          <w:tcPr>
            <w:tcW w:w="777" w:type="dxa"/>
            <w:vAlign w:val="center"/>
          </w:tcPr>
          <w:p w14:paraId="2F1DD580" w14:textId="77777777" w:rsidR="00E42811" w:rsidRDefault="00000000">
            <w:r>
              <w:t>39.79</w:t>
            </w:r>
          </w:p>
        </w:tc>
        <w:tc>
          <w:tcPr>
            <w:tcW w:w="777" w:type="dxa"/>
            <w:vAlign w:val="center"/>
          </w:tcPr>
          <w:p w14:paraId="2694690B" w14:textId="77777777" w:rsidR="00E42811" w:rsidRDefault="00000000">
            <w:r>
              <w:t>40.56</w:t>
            </w:r>
          </w:p>
        </w:tc>
        <w:tc>
          <w:tcPr>
            <w:tcW w:w="777" w:type="dxa"/>
            <w:vAlign w:val="center"/>
          </w:tcPr>
          <w:p w14:paraId="268E80CC" w14:textId="77777777" w:rsidR="00E42811" w:rsidRDefault="00000000">
            <w:r>
              <w:t>41.17</w:t>
            </w:r>
          </w:p>
        </w:tc>
        <w:tc>
          <w:tcPr>
            <w:tcW w:w="777" w:type="dxa"/>
            <w:vAlign w:val="center"/>
          </w:tcPr>
          <w:p w14:paraId="43EFD59F" w14:textId="77777777" w:rsidR="00E42811" w:rsidRDefault="00000000">
            <w:r>
              <w:t>41.57</w:t>
            </w:r>
          </w:p>
        </w:tc>
        <w:tc>
          <w:tcPr>
            <w:tcW w:w="777" w:type="dxa"/>
            <w:vAlign w:val="center"/>
          </w:tcPr>
          <w:p w14:paraId="62E3017D" w14:textId="77777777" w:rsidR="00E42811" w:rsidRDefault="00000000">
            <w:r>
              <w:rPr>
                <w:color w:val="3333CC"/>
              </w:rPr>
              <w:t>41.74</w:t>
            </w:r>
          </w:p>
        </w:tc>
        <w:tc>
          <w:tcPr>
            <w:tcW w:w="777" w:type="dxa"/>
            <w:vAlign w:val="center"/>
          </w:tcPr>
          <w:p w14:paraId="39BCF240" w14:textId="77777777" w:rsidR="00E42811" w:rsidRDefault="00000000">
            <w:r>
              <w:t>41.67</w:t>
            </w:r>
          </w:p>
        </w:tc>
        <w:tc>
          <w:tcPr>
            <w:tcW w:w="777" w:type="dxa"/>
            <w:vAlign w:val="center"/>
          </w:tcPr>
          <w:p w14:paraId="20A652ED" w14:textId="77777777" w:rsidR="00E42811" w:rsidRDefault="00000000">
            <w:r>
              <w:t>41.36</w:t>
            </w:r>
          </w:p>
        </w:tc>
        <w:tc>
          <w:tcPr>
            <w:tcW w:w="777" w:type="dxa"/>
            <w:vAlign w:val="center"/>
          </w:tcPr>
          <w:p w14:paraId="27C80120" w14:textId="77777777" w:rsidR="00E42811" w:rsidRDefault="00000000">
            <w:r>
              <w:t>40.84</w:t>
            </w:r>
          </w:p>
        </w:tc>
        <w:tc>
          <w:tcPr>
            <w:tcW w:w="777" w:type="dxa"/>
            <w:vAlign w:val="center"/>
          </w:tcPr>
          <w:p w14:paraId="3EDFF6DA" w14:textId="77777777" w:rsidR="00E42811" w:rsidRDefault="00000000">
            <w:r>
              <w:t>40.13</w:t>
            </w:r>
          </w:p>
        </w:tc>
        <w:tc>
          <w:tcPr>
            <w:tcW w:w="777" w:type="dxa"/>
            <w:vAlign w:val="center"/>
          </w:tcPr>
          <w:p w14:paraId="310DD4F3" w14:textId="77777777" w:rsidR="00E42811" w:rsidRDefault="00000000">
            <w:r>
              <w:t>39.29</w:t>
            </w:r>
          </w:p>
        </w:tc>
        <w:tc>
          <w:tcPr>
            <w:tcW w:w="777" w:type="dxa"/>
            <w:vAlign w:val="center"/>
          </w:tcPr>
          <w:p w14:paraId="7AAF3A40" w14:textId="77777777" w:rsidR="00E42811" w:rsidRDefault="00000000">
            <w:r>
              <w:t>38.38</w:t>
            </w:r>
          </w:p>
        </w:tc>
        <w:tc>
          <w:tcPr>
            <w:tcW w:w="777" w:type="dxa"/>
            <w:vAlign w:val="center"/>
          </w:tcPr>
          <w:p w14:paraId="2F5AB07F" w14:textId="77777777" w:rsidR="00E42811" w:rsidRDefault="00000000">
            <w:r>
              <w:t>37.45</w:t>
            </w:r>
          </w:p>
        </w:tc>
      </w:tr>
    </w:tbl>
    <w:p w14:paraId="2287FE8C" w14:textId="77777777" w:rsidR="00E42811" w:rsidRDefault="00000000">
      <w:pPr>
        <w:pStyle w:val="4"/>
      </w:pPr>
      <w:r>
        <w:t>自然通风房间：西向逐时温度</w:t>
      </w:r>
    </w:p>
    <w:p w14:paraId="563D07D1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2EE39ADB" wp14:editId="6CB89527">
            <wp:extent cx="5667375" cy="307657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1B749" w14:textId="77777777" w:rsidR="00E42811" w:rsidRDefault="00E42811"/>
    <w:p w14:paraId="05C16DF9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7EB51826" w14:textId="77777777">
        <w:tc>
          <w:tcPr>
            <w:tcW w:w="777" w:type="dxa"/>
            <w:shd w:val="clear" w:color="auto" w:fill="E6E6E6"/>
            <w:vAlign w:val="center"/>
          </w:tcPr>
          <w:p w14:paraId="68A4A612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83FEB9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CFAE30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5A3D02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E339D5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2EA4D9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771E6E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D736B5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5A81F0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37B944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CB40D1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8266F9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48AE68FD" w14:textId="77777777">
        <w:tc>
          <w:tcPr>
            <w:tcW w:w="777" w:type="dxa"/>
            <w:vAlign w:val="center"/>
          </w:tcPr>
          <w:p w14:paraId="046C64C4" w14:textId="77777777" w:rsidR="00E42811" w:rsidRDefault="00000000">
            <w:r>
              <w:t>36.63</w:t>
            </w:r>
          </w:p>
        </w:tc>
        <w:tc>
          <w:tcPr>
            <w:tcW w:w="777" w:type="dxa"/>
            <w:vAlign w:val="center"/>
          </w:tcPr>
          <w:p w14:paraId="4D626987" w14:textId="77777777" w:rsidR="00E42811" w:rsidRDefault="00000000">
            <w:r>
              <w:t>35.86</w:t>
            </w:r>
          </w:p>
        </w:tc>
        <w:tc>
          <w:tcPr>
            <w:tcW w:w="777" w:type="dxa"/>
            <w:vAlign w:val="center"/>
          </w:tcPr>
          <w:p w14:paraId="53772DF8" w14:textId="77777777" w:rsidR="00E42811" w:rsidRDefault="00000000">
            <w:r>
              <w:t>35.25</w:t>
            </w:r>
          </w:p>
        </w:tc>
        <w:tc>
          <w:tcPr>
            <w:tcW w:w="777" w:type="dxa"/>
            <w:vAlign w:val="center"/>
          </w:tcPr>
          <w:p w14:paraId="1E2B5957" w14:textId="77777777" w:rsidR="00E42811" w:rsidRDefault="00000000">
            <w:r>
              <w:t>34.85</w:t>
            </w:r>
          </w:p>
        </w:tc>
        <w:tc>
          <w:tcPr>
            <w:tcW w:w="777" w:type="dxa"/>
            <w:vAlign w:val="center"/>
          </w:tcPr>
          <w:p w14:paraId="000F14B5" w14:textId="77777777" w:rsidR="00E42811" w:rsidRDefault="00000000">
            <w:r>
              <w:t>34.68</w:t>
            </w:r>
          </w:p>
        </w:tc>
        <w:tc>
          <w:tcPr>
            <w:tcW w:w="777" w:type="dxa"/>
            <w:vAlign w:val="center"/>
          </w:tcPr>
          <w:p w14:paraId="5D9A1CC6" w14:textId="77777777" w:rsidR="00E42811" w:rsidRDefault="00000000">
            <w:r>
              <w:t>34.74</w:t>
            </w:r>
          </w:p>
        </w:tc>
        <w:tc>
          <w:tcPr>
            <w:tcW w:w="777" w:type="dxa"/>
            <w:vAlign w:val="center"/>
          </w:tcPr>
          <w:p w14:paraId="7C4EBA89" w14:textId="77777777" w:rsidR="00E42811" w:rsidRDefault="00000000">
            <w:r>
              <w:t>35.05</w:t>
            </w:r>
          </w:p>
        </w:tc>
        <w:tc>
          <w:tcPr>
            <w:tcW w:w="777" w:type="dxa"/>
            <w:vAlign w:val="center"/>
          </w:tcPr>
          <w:p w14:paraId="735702BE" w14:textId="77777777" w:rsidR="00E42811" w:rsidRDefault="00000000">
            <w:r>
              <w:t>35.57</w:t>
            </w:r>
          </w:p>
        </w:tc>
        <w:tc>
          <w:tcPr>
            <w:tcW w:w="777" w:type="dxa"/>
            <w:vAlign w:val="center"/>
          </w:tcPr>
          <w:p w14:paraId="6C111F4B" w14:textId="77777777" w:rsidR="00E42811" w:rsidRDefault="00000000">
            <w:r>
              <w:t>36.27</w:t>
            </w:r>
          </w:p>
        </w:tc>
        <w:tc>
          <w:tcPr>
            <w:tcW w:w="777" w:type="dxa"/>
            <w:vAlign w:val="center"/>
          </w:tcPr>
          <w:p w14:paraId="67EA6C37" w14:textId="77777777" w:rsidR="00E42811" w:rsidRDefault="00000000">
            <w:r>
              <w:t>37.10</w:t>
            </w:r>
          </w:p>
        </w:tc>
        <w:tc>
          <w:tcPr>
            <w:tcW w:w="777" w:type="dxa"/>
            <w:vAlign w:val="center"/>
          </w:tcPr>
          <w:p w14:paraId="27467072" w14:textId="77777777" w:rsidR="00E42811" w:rsidRDefault="00000000">
            <w:r>
              <w:t>38.01</w:t>
            </w:r>
          </w:p>
        </w:tc>
        <w:tc>
          <w:tcPr>
            <w:tcW w:w="777" w:type="dxa"/>
            <w:vAlign w:val="center"/>
          </w:tcPr>
          <w:p w14:paraId="54547F8F" w14:textId="77777777" w:rsidR="00E42811" w:rsidRDefault="00000000">
            <w:r>
              <w:t>38.93</w:t>
            </w:r>
          </w:p>
        </w:tc>
      </w:tr>
      <w:tr w:rsidR="00E42811" w14:paraId="7CE4B016" w14:textId="77777777">
        <w:tc>
          <w:tcPr>
            <w:tcW w:w="777" w:type="dxa"/>
            <w:shd w:val="clear" w:color="auto" w:fill="E6E6E6"/>
            <w:vAlign w:val="center"/>
          </w:tcPr>
          <w:p w14:paraId="65FE9C28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B99A19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599CAE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DC92C2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F6E442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9F9243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BB0FD2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5AD251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433DE7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AA7D8A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9F00EF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F39695" w14:textId="77777777" w:rsidR="00E42811" w:rsidRDefault="00000000">
            <w:r>
              <w:t>23:00</w:t>
            </w:r>
          </w:p>
        </w:tc>
      </w:tr>
      <w:tr w:rsidR="00E42811" w14:paraId="3C745341" w14:textId="77777777">
        <w:tc>
          <w:tcPr>
            <w:tcW w:w="777" w:type="dxa"/>
            <w:vAlign w:val="center"/>
          </w:tcPr>
          <w:p w14:paraId="6C4433A6" w14:textId="77777777" w:rsidR="00E42811" w:rsidRDefault="00000000">
            <w:r>
              <w:t>39.80</w:t>
            </w:r>
          </w:p>
        </w:tc>
        <w:tc>
          <w:tcPr>
            <w:tcW w:w="777" w:type="dxa"/>
            <w:vAlign w:val="center"/>
          </w:tcPr>
          <w:p w14:paraId="0F7E6AA8" w14:textId="77777777" w:rsidR="00E42811" w:rsidRDefault="00000000">
            <w:r>
              <w:t>40.56</w:t>
            </w:r>
          </w:p>
        </w:tc>
        <w:tc>
          <w:tcPr>
            <w:tcW w:w="777" w:type="dxa"/>
            <w:vAlign w:val="center"/>
          </w:tcPr>
          <w:p w14:paraId="7FCE728A" w14:textId="77777777" w:rsidR="00E42811" w:rsidRDefault="00000000">
            <w:r>
              <w:t>41.16</w:t>
            </w:r>
          </w:p>
        </w:tc>
        <w:tc>
          <w:tcPr>
            <w:tcW w:w="777" w:type="dxa"/>
            <w:vAlign w:val="center"/>
          </w:tcPr>
          <w:p w14:paraId="2E0D0B39" w14:textId="77777777" w:rsidR="00E42811" w:rsidRDefault="00000000">
            <w:r>
              <w:t>41.56</w:t>
            </w:r>
          </w:p>
        </w:tc>
        <w:tc>
          <w:tcPr>
            <w:tcW w:w="777" w:type="dxa"/>
            <w:vAlign w:val="center"/>
          </w:tcPr>
          <w:p w14:paraId="4574638C" w14:textId="77777777" w:rsidR="00E42811" w:rsidRDefault="00000000">
            <w:r>
              <w:rPr>
                <w:color w:val="3333CC"/>
              </w:rPr>
              <w:t>41.74</w:t>
            </w:r>
          </w:p>
        </w:tc>
        <w:tc>
          <w:tcPr>
            <w:tcW w:w="777" w:type="dxa"/>
            <w:vAlign w:val="center"/>
          </w:tcPr>
          <w:p w14:paraId="1D1BC389" w14:textId="77777777" w:rsidR="00E42811" w:rsidRDefault="00000000">
            <w:r>
              <w:t>41.68</w:t>
            </w:r>
          </w:p>
        </w:tc>
        <w:tc>
          <w:tcPr>
            <w:tcW w:w="777" w:type="dxa"/>
            <w:vAlign w:val="center"/>
          </w:tcPr>
          <w:p w14:paraId="4D2911CC" w14:textId="77777777" w:rsidR="00E42811" w:rsidRDefault="00000000">
            <w:r>
              <w:t>41.39</w:t>
            </w:r>
          </w:p>
        </w:tc>
        <w:tc>
          <w:tcPr>
            <w:tcW w:w="777" w:type="dxa"/>
            <w:vAlign w:val="center"/>
          </w:tcPr>
          <w:p w14:paraId="3B9C8D56" w14:textId="77777777" w:rsidR="00E42811" w:rsidRDefault="00000000">
            <w:r>
              <w:t>40.88</w:t>
            </w:r>
          </w:p>
        </w:tc>
        <w:tc>
          <w:tcPr>
            <w:tcW w:w="777" w:type="dxa"/>
            <w:vAlign w:val="center"/>
          </w:tcPr>
          <w:p w14:paraId="7FE6E7FE" w14:textId="77777777" w:rsidR="00E42811" w:rsidRDefault="00000000">
            <w:r>
              <w:t>40.18</w:t>
            </w:r>
          </w:p>
        </w:tc>
        <w:tc>
          <w:tcPr>
            <w:tcW w:w="777" w:type="dxa"/>
            <w:vAlign w:val="center"/>
          </w:tcPr>
          <w:p w14:paraId="585EED9D" w14:textId="77777777" w:rsidR="00E42811" w:rsidRDefault="00000000">
            <w:r>
              <w:t>39.35</w:t>
            </w:r>
          </w:p>
        </w:tc>
        <w:tc>
          <w:tcPr>
            <w:tcW w:w="777" w:type="dxa"/>
            <w:vAlign w:val="center"/>
          </w:tcPr>
          <w:p w14:paraId="4CCE8111" w14:textId="77777777" w:rsidR="00E42811" w:rsidRDefault="00000000">
            <w:r>
              <w:t>38.44</w:t>
            </w:r>
          </w:p>
        </w:tc>
        <w:tc>
          <w:tcPr>
            <w:tcW w:w="777" w:type="dxa"/>
            <w:vAlign w:val="center"/>
          </w:tcPr>
          <w:p w14:paraId="293A4BA2" w14:textId="77777777" w:rsidR="00E42811" w:rsidRDefault="00000000">
            <w:r>
              <w:t>37.51</w:t>
            </w:r>
          </w:p>
        </w:tc>
      </w:tr>
    </w:tbl>
    <w:p w14:paraId="55AAB071" w14:textId="77777777" w:rsidR="00E42811" w:rsidRDefault="00000000">
      <w:pPr>
        <w:pStyle w:val="4"/>
      </w:pPr>
      <w:r>
        <w:t>自然通风房间：南向逐时温度</w:t>
      </w:r>
    </w:p>
    <w:p w14:paraId="103FB200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003EF1F5" wp14:editId="09D4EFFE">
            <wp:extent cx="5667375" cy="307657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C6065" w14:textId="77777777" w:rsidR="00E42811" w:rsidRDefault="00E42811"/>
    <w:p w14:paraId="682AFDF2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0BF26EFA" w14:textId="77777777">
        <w:tc>
          <w:tcPr>
            <w:tcW w:w="777" w:type="dxa"/>
            <w:shd w:val="clear" w:color="auto" w:fill="E6E6E6"/>
            <w:vAlign w:val="center"/>
          </w:tcPr>
          <w:p w14:paraId="545D2579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7376C4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9FEE95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909882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37668D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661952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E6406B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423CB5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1FE510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A373A6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98832A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ECD6A0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079CDA26" w14:textId="77777777">
        <w:tc>
          <w:tcPr>
            <w:tcW w:w="777" w:type="dxa"/>
            <w:vAlign w:val="center"/>
          </w:tcPr>
          <w:p w14:paraId="6E981ECC" w14:textId="77777777" w:rsidR="00E42811" w:rsidRDefault="00000000">
            <w:r>
              <w:t>36.56</w:t>
            </w:r>
          </w:p>
        </w:tc>
        <w:tc>
          <w:tcPr>
            <w:tcW w:w="777" w:type="dxa"/>
            <w:vAlign w:val="center"/>
          </w:tcPr>
          <w:p w14:paraId="5CE257DE" w14:textId="77777777" w:rsidR="00E42811" w:rsidRDefault="00000000">
            <w:r>
              <w:t>35.79</w:t>
            </w:r>
          </w:p>
        </w:tc>
        <w:tc>
          <w:tcPr>
            <w:tcW w:w="777" w:type="dxa"/>
            <w:vAlign w:val="center"/>
          </w:tcPr>
          <w:p w14:paraId="7251BEE1" w14:textId="77777777" w:rsidR="00E42811" w:rsidRDefault="00000000">
            <w:r>
              <w:t>35.18</w:t>
            </w:r>
          </w:p>
        </w:tc>
        <w:tc>
          <w:tcPr>
            <w:tcW w:w="777" w:type="dxa"/>
            <w:vAlign w:val="center"/>
          </w:tcPr>
          <w:p w14:paraId="4514B8C5" w14:textId="77777777" w:rsidR="00E42811" w:rsidRDefault="00000000">
            <w:r>
              <w:t>34.78</w:t>
            </w:r>
          </w:p>
        </w:tc>
        <w:tc>
          <w:tcPr>
            <w:tcW w:w="777" w:type="dxa"/>
            <w:vAlign w:val="center"/>
          </w:tcPr>
          <w:p w14:paraId="4701414C" w14:textId="77777777" w:rsidR="00E42811" w:rsidRDefault="00000000">
            <w:r>
              <w:t>34.61</w:t>
            </w:r>
          </w:p>
        </w:tc>
        <w:tc>
          <w:tcPr>
            <w:tcW w:w="777" w:type="dxa"/>
            <w:vAlign w:val="center"/>
          </w:tcPr>
          <w:p w14:paraId="1632D163" w14:textId="77777777" w:rsidR="00E42811" w:rsidRDefault="00000000">
            <w:r>
              <w:t>34.68</w:t>
            </w:r>
          </w:p>
        </w:tc>
        <w:tc>
          <w:tcPr>
            <w:tcW w:w="777" w:type="dxa"/>
            <w:vAlign w:val="center"/>
          </w:tcPr>
          <w:p w14:paraId="36976F19" w14:textId="77777777" w:rsidR="00E42811" w:rsidRDefault="00000000">
            <w:r>
              <w:t>34.99</w:t>
            </w:r>
          </w:p>
        </w:tc>
        <w:tc>
          <w:tcPr>
            <w:tcW w:w="777" w:type="dxa"/>
            <w:vAlign w:val="center"/>
          </w:tcPr>
          <w:p w14:paraId="6A8DEB65" w14:textId="77777777" w:rsidR="00E42811" w:rsidRDefault="00000000">
            <w:r>
              <w:t>35.51</w:t>
            </w:r>
          </w:p>
        </w:tc>
        <w:tc>
          <w:tcPr>
            <w:tcW w:w="777" w:type="dxa"/>
            <w:vAlign w:val="center"/>
          </w:tcPr>
          <w:p w14:paraId="618C6F4F" w14:textId="77777777" w:rsidR="00E42811" w:rsidRDefault="00000000">
            <w:r>
              <w:t>36.21</w:t>
            </w:r>
          </w:p>
        </w:tc>
        <w:tc>
          <w:tcPr>
            <w:tcW w:w="777" w:type="dxa"/>
            <w:vAlign w:val="center"/>
          </w:tcPr>
          <w:p w14:paraId="63971FEF" w14:textId="77777777" w:rsidR="00E42811" w:rsidRDefault="00000000">
            <w:r>
              <w:t>37.04</w:t>
            </w:r>
          </w:p>
        </w:tc>
        <w:tc>
          <w:tcPr>
            <w:tcW w:w="777" w:type="dxa"/>
            <w:vAlign w:val="center"/>
          </w:tcPr>
          <w:p w14:paraId="37B105CA" w14:textId="77777777" w:rsidR="00E42811" w:rsidRDefault="00000000">
            <w:r>
              <w:t>37.95</w:t>
            </w:r>
          </w:p>
        </w:tc>
        <w:tc>
          <w:tcPr>
            <w:tcW w:w="777" w:type="dxa"/>
            <w:vAlign w:val="center"/>
          </w:tcPr>
          <w:p w14:paraId="1D37FACA" w14:textId="77777777" w:rsidR="00E42811" w:rsidRDefault="00000000">
            <w:r>
              <w:t>38.87</w:t>
            </w:r>
          </w:p>
        </w:tc>
      </w:tr>
      <w:tr w:rsidR="00E42811" w14:paraId="63036B78" w14:textId="77777777">
        <w:tc>
          <w:tcPr>
            <w:tcW w:w="777" w:type="dxa"/>
            <w:shd w:val="clear" w:color="auto" w:fill="E6E6E6"/>
            <w:vAlign w:val="center"/>
          </w:tcPr>
          <w:p w14:paraId="27699137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F4A14E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DCFB44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A00F96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82A396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CAB73E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E481D7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55F76A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015CF9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589087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AD5D3E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DED0F7" w14:textId="77777777" w:rsidR="00E42811" w:rsidRDefault="00000000">
            <w:r>
              <w:t>23:00</w:t>
            </w:r>
          </w:p>
        </w:tc>
      </w:tr>
      <w:tr w:rsidR="00E42811" w14:paraId="3D7ED7AE" w14:textId="77777777">
        <w:tc>
          <w:tcPr>
            <w:tcW w:w="777" w:type="dxa"/>
            <w:vAlign w:val="center"/>
          </w:tcPr>
          <w:p w14:paraId="153ECF56" w14:textId="77777777" w:rsidR="00E42811" w:rsidRDefault="00000000">
            <w:r>
              <w:t>39.75</w:t>
            </w:r>
          </w:p>
        </w:tc>
        <w:tc>
          <w:tcPr>
            <w:tcW w:w="777" w:type="dxa"/>
            <w:vAlign w:val="center"/>
          </w:tcPr>
          <w:p w14:paraId="25A4C992" w14:textId="77777777" w:rsidR="00E42811" w:rsidRDefault="00000000">
            <w:r>
              <w:t>40.52</w:t>
            </w:r>
          </w:p>
        </w:tc>
        <w:tc>
          <w:tcPr>
            <w:tcW w:w="777" w:type="dxa"/>
            <w:vAlign w:val="center"/>
          </w:tcPr>
          <w:p w14:paraId="3DD5A9C6" w14:textId="77777777" w:rsidR="00E42811" w:rsidRDefault="00000000">
            <w:r>
              <w:t>41.13</w:t>
            </w:r>
          </w:p>
        </w:tc>
        <w:tc>
          <w:tcPr>
            <w:tcW w:w="777" w:type="dxa"/>
            <w:vAlign w:val="center"/>
          </w:tcPr>
          <w:p w14:paraId="48DEF290" w14:textId="77777777" w:rsidR="00E42811" w:rsidRDefault="00000000">
            <w:r>
              <w:t>41.54</w:t>
            </w:r>
          </w:p>
        </w:tc>
        <w:tc>
          <w:tcPr>
            <w:tcW w:w="777" w:type="dxa"/>
            <w:vAlign w:val="center"/>
          </w:tcPr>
          <w:p w14:paraId="2C0C4BCA" w14:textId="77777777" w:rsidR="00E42811" w:rsidRDefault="00000000">
            <w:r>
              <w:rPr>
                <w:color w:val="3333CC"/>
              </w:rPr>
              <w:t>41.72</w:t>
            </w:r>
          </w:p>
        </w:tc>
        <w:tc>
          <w:tcPr>
            <w:tcW w:w="777" w:type="dxa"/>
            <w:vAlign w:val="center"/>
          </w:tcPr>
          <w:p w14:paraId="6EC4572D" w14:textId="77777777" w:rsidR="00E42811" w:rsidRDefault="00000000">
            <w:r>
              <w:t>41.66</w:t>
            </w:r>
          </w:p>
        </w:tc>
        <w:tc>
          <w:tcPr>
            <w:tcW w:w="777" w:type="dxa"/>
            <w:vAlign w:val="center"/>
          </w:tcPr>
          <w:p w14:paraId="7D514E88" w14:textId="77777777" w:rsidR="00E42811" w:rsidRDefault="00000000">
            <w:r>
              <w:t>41.35</w:t>
            </w:r>
          </w:p>
        </w:tc>
        <w:tc>
          <w:tcPr>
            <w:tcW w:w="777" w:type="dxa"/>
            <w:vAlign w:val="center"/>
          </w:tcPr>
          <w:p w14:paraId="333EBAE8" w14:textId="77777777" w:rsidR="00E42811" w:rsidRDefault="00000000">
            <w:r>
              <w:t>40.83</w:t>
            </w:r>
          </w:p>
        </w:tc>
        <w:tc>
          <w:tcPr>
            <w:tcW w:w="777" w:type="dxa"/>
            <w:vAlign w:val="center"/>
          </w:tcPr>
          <w:p w14:paraId="089527BB" w14:textId="77777777" w:rsidR="00E42811" w:rsidRDefault="00000000">
            <w:r>
              <w:t>40.13</w:t>
            </w:r>
          </w:p>
        </w:tc>
        <w:tc>
          <w:tcPr>
            <w:tcW w:w="777" w:type="dxa"/>
            <w:vAlign w:val="center"/>
          </w:tcPr>
          <w:p w14:paraId="5D21F56B" w14:textId="77777777" w:rsidR="00E42811" w:rsidRDefault="00000000">
            <w:r>
              <w:t>39.29</w:t>
            </w:r>
          </w:p>
        </w:tc>
        <w:tc>
          <w:tcPr>
            <w:tcW w:w="777" w:type="dxa"/>
            <w:vAlign w:val="center"/>
          </w:tcPr>
          <w:p w14:paraId="7AD0E475" w14:textId="77777777" w:rsidR="00E42811" w:rsidRDefault="00000000">
            <w:r>
              <w:t>38.37</w:t>
            </w:r>
          </w:p>
        </w:tc>
        <w:tc>
          <w:tcPr>
            <w:tcW w:w="777" w:type="dxa"/>
            <w:vAlign w:val="center"/>
          </w:tcPr>
          <w:p w14:paraId="3AD94D7F" w14:textId="77777777" w:rsidR="00E42811" w:rsidRDefault="00000000">
            <w:r>
              <w:t>37.44</w:t>
            </w:r>
          </w:p>
        </w:tc>
      </w:tr>
    </w:tbl>
    <w:p w14:paraId="4625002F" w14:textId="77777777" w:rsidR="00E42811" w:rsidRDefault="00000000">
      <w:pPr>
        <w:pStyle w:val="4"/>
      </w:pPr>
      <w:r>
        <w:lastRenderedPageBreak/>
        <w:t>自然通风房间：北向逐时温度</w:t>
      </w:r>
    </w:p>
    <w:p w14:paraId="1484D9FA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4907884A" wp14:editId="41045CC2">
            <wp:extent cx="5667375" cy="307657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AB0990" w14:textId="77777777" w:rsidR="00E42811" w:rsidRDefault="00E42811"/>
    <w:p w14:paraId="079AA691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7431DE07" w14:textId="77777777">
        <w:tc>
          <w:tcPr>
            <w:tcW w:w="777" w:type="dxa"/>
            <w:shd w:val="clear" w:color="auto" w:fill="E6E6E6"/>
            <w:vAlign w:val="center"/>
          </w:tcPr>
          <w:p w14:paraId="52F4C691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7283DE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39914C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87EC8C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8A8BD4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231D1A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206D86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1689EB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B5C6D9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9A61CD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A6CFC4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7D40F6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02DA31E6" w14:textId="77777777">
        <w:tc>
          <w:tcPr>
            <w:tcW w:w="777" w:type="dxa"/>
            <w:vAlign w:val="center"/>
          </w:tcPr>
          <w:p w14:paraId="381FA961" w14:textId="77777777" w:rsidR="00E42811" w:rsidRDefault="00000000">
            <w:r>
              <w:t>36.35</w:t>
            </w:r>
          </w:p>
        </w:tc>
        <w:tc>
          <w:tcPr>
            <w:tcW w:w="777" w:type="dxa"/>
            <w:vAlign w:val="center"/>
          </w:tcPr>
          <w:p w14:paraId="31B1CB60" w14:textId="77777777" w:rsidR="00E42811" w:rsidRDefault="00000000">
            <w:r>
              <w:t>35.58</w:t>
            </w:r>
          </w:p>
        </w:tc>
        <w:tc>
          <w:tcPr>
            <w:tcW w:w="777" w:type="dxa"/>
            <w:vAlign w:val="center"/>
          </w:tcPr>
          <w:p w14:paraId="0CD3F340" w14:textId="77777777" w:rsidR="00E42811" w:rsidRDefault="00000000">
            <w:r>
              <w:t>34.98</w:t>
            </w:r>
          </w:p>
        </w:tc>
        <w:tc>
          <w:tcPr>
            <w:tcW w:w="777" w:type="dxa"/>
            <w:vAlign w:val="center"/>
          </w:tcPr>
          <w:p w14:paraId="3A279BC4" w14:textId="77777777" w:rsidR="00E42811" w:rsidRDefault="00000000">
            <w:r>
              <w:t>34.58</w:t>
            </w:r>
          </w:p>
        </w:tc>
        <w:tc>
          <w:tcPr>
            <w:tcW w:w="777" w:type="dxa"/>
            <w:vAlign w:val="center"/>
          </w:tcPr>
          <w:p w14:paraId="1C8F8CEA" w14:textId="77777777" w:rsidR="00E42811" w:rsidRDefault="00000000">
            <w:r>
              <w:t>34.41</w:t>
            </w:r>
          </w:p>
        </w:tc>
        <w:tc>
          <w:tcPr>
            <w:tcW w:w="777" w:type="dxa"/>
            <w:vAlign w:val="center"/>
          </w:tcPr>
          <w:p w14:paraId="4A1DB743" w14:textId="77777777" w:rsidR="00E42811" w:rsidRDefault="00000000">
            <w:r>
              <w:t>34.49</w:t>
            </w:r>
          </w:p>
        </w:tc>
        <w:tc>
          <w:tcPr>
            <w:tcW w:w="777" w:type="dxa"/>
            <w:vAlign w:val="center"/>
          </w:tcPr>
          <w:p w14:paraId="710C5F67" w14:textId="77777777" w:rsidR="00E42811" w:rsidRDefault="00000000">
            <w:r>
              <w:t>34.80</w:t>
            </w:r>
          </w:p>
        </w:tc>
        <w:tc>
          <w:tcPr>
            <w:tcW w:w="777" w:type="dxa"/>
            <w:vAlign w:val="center"/>
          </w:tcPr>
          <w:p w14:paraId="02B4D900" w14:textId="77777777" w:rsidR="00E42811" w:rsidRDefault="00000000">
            <w:r>
              <w:t>35.33</w:t>
            </w:r>
          </w:p>
        </w:tc>
        <w:tc>
          <w:tcPr>
            <w:tcW w:w="777" w:type="dxa"/>
            <w:vAlign w:val="center"/>
          </w:tcPr>
          <w:p w14:paraId="6EF57BBC" w14:textId="77777777" w:rsidR="00E42811" w:rsidRDefault="00000000">
            <w:r>
              <w:t>36.03</w:t>
            </w:r>
          </w:p>
        </w:tc>
        <w:tc>
          <w:tcPr>
            <w:tcW w:w="777" w:type="dxa"/>
            <w:vAlign w:val="center"/>
          </w:tcPr>
          <w:p w14:paraId="5A98D7FB" w14:textId="77777777" w:rsidR="00E42811" w:rsidRDefault="00000000">
            <w:r>
              <w:t>36.86</w:t>
            </w:r>
          </w:p>
        </w:tc>
        <w:tc>
          <w:tcPr>
            <w:tcW w:w="777" w:type="dxa"/>
            <w:vAlign w:val="center"/>
          </w:tcPr>
          <w:p w14:paraId="34A28C54" w14:textId="77777777" w:rsidR="00E42811" w:rsidRDefault="00000000">
            <w:r>
              <w:t>37.77</w:t>
            </w:r>
          </w:p>
        </w:tc>
        <w:tc>
          <w:tcPr>
            <w:tcW w:w="777" w:type="dxa"/>
            <w:vAlign w:val="center"/>
          </w:tcPr>
          <w:p w14:paraId="5AEE4BAE" w14:textId="77777777" w:rsidR="00E42811" w:rsidRDefault="00000000">
            <w:r>
              <w:t>38.70</w:t>
            </w:r>
          </w:p>
        </w:tc>
      </w:tr>
      <w:tr w:rsidR="00E42811" w14:paraId="4BEA2BD4" w14:textId="77777777">
        <w:tc>
          <w:tcPr>
            <w:tcW w:w="777" w:type="dxa"/>
            <w:shd w:val="clear" w:color="auto" w:fill="E6E6E6"/>
            <w:vAlign w:val="center"/>
          </w:tcPr>
          <w:p w14:paraId="07B8F650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CDFF8E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D1C6AA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BF3B62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55C6FD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BFAE13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860AC3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57980F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713A49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D5DD43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96058B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5F73CC" w14:textId="77777777" w:rsidR="00E42811" w:rsidRDefault="00000000">
            <w:r>
              <w:t>23:00</w:t>
            </w:r>
          </w:p>
        </w:tc>
      </w:tr>
      <w:tr w:rsidR="00E42811" w14:paraId="3B1C3628" w14:textId="77777777">
        <w:tc>
          <w:tcPr>
            <w:tcW w:w="777" w:type="dxa"/>
            <w:vAlign w:val="center"/>
          </w:tcPr>
          <w:p w14:paraId="71A0523C" w14:textId="77777777" w:rsidR="00E42811" w:rsidRDefault="00000000">
            <w:r>
              <w:t>39.57</w:t>
            </w:r>
          </w:p>
        </w:tc>
        <w:tc>
          <w:tcPr>
            <w:tcW w:w="777" w:type="dxa"/>
            <w:vAlign w:val="center"/>
          </w:tcPr>
          <w:p w14:paraId="2E7FA90E" w14:textId="77777777" w:rsidR="00E42811" w:rsidRDefault="00000000">
            <w:r>
              <w:t>40.34</w:t>
            </w:r>
          </w:p>
        </w:tc>
        <w:tc>
          <w:tcPr>
            <w:tcW w:w="777" w:type="dxa"/>
            <w:vAlign w:val="center"/>
          </w:tcPr>
          <w:p w14:paraId="72854F3B" w14:textId="77777777" w:rsidR="00E42811" w:rsidRDefault="00000000">
            <w:r>
              <w:t>40.94</w:t>
            </w:r>
          </w:p>
        </w:tc>
        <w:tc>
          <w:tcPr>
            <w:tcW w:w="777" w:type="dxa"/>
            <w:vAlign w:val="center"/>
          </w:tcPr>
          <w:p w14:paraId="7F3D7FC5" w14:textId="77777777" w:rsidR="00E42811" w:rsidRDefault="00000000">
            <w:r>
              <w:t>41.34</w:t>
            </w:r>
          </w:p>
        </w:tc>
        <w:tc>
          <w:tcPr>
            <w:tcW w:w="777" w:type="dxa"/>
            <w:vAlign w:val="center"/>
          </w:tcPr>
          <w:p w14:paraId="755B93C9" w14:textId="77777777" w:rsidR="00E42811" w:rsidRDefault="00000000">
            <w:r>
              <w:rPr>
                <w:color w:val="3333CC"/>
              </w:rPr>
              <w:t>41.51</w:t>
            </w:r>
          </w:p>
        </w:tc>
        <w:tc>
          <w:tcPr>
            <w:tcW w:w="777" w:type="dxa"/>
            <w:vAlign w:val="center"/>
          </w:tcPr>
          <w:p w14:paraId="55418386" w14:textId="77777777" w:rsidR="00E42811" w:rsidRDefault="00000000">
            <w:r>
              <w:t>41.44</w:t>
            </w:r>
          </w:p>
        </w:tc>
        <w:tc>
          <w:tcPr>
            <w:tcW w:w="777" w:type="dxa"/>
            <w:vAlign w:val="center"/>
          </w:tcPr>
          <w:p w14:paraId="4D5F8F1C" w14:textId="77777777" w:rsidR="00E42811" w:rsidRDefault="00000000">
            <w:r>
              <w:t>41.13</w:t>
            </w:r>
          </w:p>
        </w:tc>
        <w:tc>
          <w:tcPr>
            <w:tcW w:w="777" w:type="dxa"/>
            <w:vAlign w:val="center"/>
          </w:tcPr>
          <w:p w14:paraId="6602006F" w14:textId="77777777" w:rsidR="00E42811" w:rsidRDefault="00000000">
            <w:r>
              <w:t>40.61</w:t>
            </w:r>
          </w:p>
        </w:tc>
        <w:tc>
          <w:tcPr>
            <w:tcW w:w="777" w:type="dxa"/>
            <w:vAlign w:val="center"/>
          </w:tcPr>
          <w:p w14:paraId="75D7854D" w14:textId="77777777" w:rsidR="00E42811" w:rsidRDefault="00000000">
            <w:r>
              <w:t>39.90</w:t>
            </w:r>
          </w:p>
        </w:tc>
        <w:tc>
          <w:tcPr>
            <w:tcW w:w="777" w:type="dxa"/>
            <w:vAlign w:val="center"/>
          </w:tcPr>
          <w:p w14:paraId="6821D926" w14:textId="77777777" w:rsidR="00E42811" w:rsidRDefault="00000000">
            <w:r>
              <w:t>39.07</w:t>
            </w:r>
          </w:p>
        </w:tc>
        <w:tc>
          <w:tcPr>
            <w:tcW w:w="777" w:type="dxa"/>
            <w:vAlign w:val="center"/>
          </w:tcPr>
          <w:p w14:paraId="75948282" w14:textId="77777777" w:rsidR="00E42811" w:rsidRDefault="00000000">
            <w:r>
              <w:t>38.15</w:t>
            </w:r>
          </w:p>
        </w:tc>
        <w:tc>
          <w:tcPr>
            <w:tcW w:w="777" w:type="dxa"/>
            <w:vAlign w:val="center"/>
          </w:tcPr>
          <w:p w14:paraId="5D5FB128" w14:textId="77777777" w:rsidR="00E42811" w:rsidRDefault="00000000">
            <w:r>
              <w:t>37.23</w:t>
            </w:r>
          </w:p>
        </w:tc>
      </w:tr>
    </w:tbl>
    <w:p w14:paraId="44566237" w14:textId="77777777" w:rsidR="00E42811" w:rsidRDefault="00000000">
      <w:pPr>
        <w:pStyle w:val="2"/>
      </w:pPr>
      <w:bookmarkStart w:id="56" w:name="_Toc154332346"/>
      <w:r>
        <w:t>热桥梁构造</w:t>
      </w:r>
      <w:bookmarkEnd w:id="56"/>
    </w:p>
    <w:p w14:paraId="4102AEF9" w14:textId="77777777" w:rsidR="00E42811" w:rsidRDefault="00000000">
      <w:pPr>
        <w:pStyle w:val="3"/>
      </w:pPr>
      <w:bookmarkStart w:id="57" w:name="_Toc154332347"/>
      <w:r>
        <w:t>热桥梁构造一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E42811" w14:paraId="652FE80A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1EFF5BE1" w14:textId="77777777" w:rsidR="00E42811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45747CE9" w14:textId="77777777" w:rsidR="00E42811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0E8DD00" w14:textId="77777777" w:rsidR="00E42811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0730120" w14:textId="77777777" w:rsidR="00E42811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6FEDDF9" w14:textId="77777777" w:rsidR="00E42811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A967FE3" w14:textId="77777777" w:rsidR="00E42811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AB4E6A1" w14:textId="77777777" w:rsidR="00E42811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9008D0C" w14:textId="77777777" w:rsidR="00E42811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E42811" w14:paraId="2640DBBD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79E5A9EF" w14:textId="77777777" w:rsidR="00E42811" w:rsidRDefault="00E42811"/>
        </w:tc>
        <w:tc>
          <w:tcPr>
            <w:tcW w:w="834" w:type="dxa"/>
            <w:shd w:val="clear" w:color="auto" w:fill="E6E6E6"/>
            <w:vAlign w:val="center"/>
          </w:tcPr>
          <w:p w14:paraId="7AB54203" w14:textId="77777777" w:rsidR="00E42811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6B2679A" w14:textId="77777777" w:rsidR="00E42811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53D31D2" w14:textId="77777777" w:rsidR="00E42811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7AD2BF1" w14:textId="77777777" w:rsidR="00E42811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97B908C" w14:textId="77777777" w:rsidR="00E42811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4651616" w14:textId="77777777" w:rsidR="00E42811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50D31EB" w14:textId="77777777" w:rsidR="00E42811" w:rsidRDefault="00000000">
            <w:r>
              <w:t>D=R*S</w:t>
            </w:r>
          </w:p>
        </w:tc>
      </w:tr>
      <w:tr w:rsidR="00E42811" w14:paraId="7B37895A" w14:textId="77777777">
        <w:tc>
          <w:tcPr>
            <w:tcW w:w="2838" w:type="dxa"/>
            <w:vAlign w:val="center"/>
          </w:tcPr>
          <w:p w14:paraId="213AB38F" w14:textId="77777777" w:rsidR="00E42811" w:rsidRDefault="00000000">
            <w:r>
              <w:t>建筑节能保温砂浆</w:t>
            </w:r>
          </w:p>
        </w:tc>
        <w:tc>
          <w:tcPr>
            <w:tcW w:w="834" w:type="dxa"/>
            <w:vAlign w:val="center"/>
          </w:tcPr>
          <w:p w14:paraId="64073CE1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04B76BF8" w14:textId="77777777" w:rsidR="00E42811" w:rsidRDefault="00000000">
            <w:r>
              <w:t>6.7</w:t>
            </w:r>
          </w:p>
        </w:tc>
        <w:tc>
          <w:tcPr>
            <w:tcW w:w="990" w:type="dxa"/>
            <w:vAlign w:val="center"/>
          </w:tcPr>
          <w:p w14:paraId="0BB5AF9C" w14:textId="77777777" w:rsidR="00E42811" w:rsidRDefault="00000000">
            <w:r>
              <w:t>0.060</w:t>
            </w:r>
          </w:p>
        </w:tc>
        <w:tc>
          <w:tcPr>
            <w:tcW w:w="1131" w:type="dxa"/>
            <w:vAlign w:val="center"/>
          </w:tcPr>
          <w:p w14:paraId="541EB515" w14:textId="77777777" w:rsidR="00E42811" w:rsidRDefault="00000000">
            <w:r>
              <w:t>10.000</w:t>
            </w:r>
          </w:p>
        </w:tc>
        <w:tc>
          <w:tcPr>
            <w:tcW w:w="707" w:type="dxa"/>
            <w:vAlign w:val="center"/>
          </w:tcPr>
          <w:p w14:paraId="3915D66C" w14:textId="77777777" w:rsidR="00E42811" w:rsidRDefault="00000000">
            <w:r>
              <w:t>1.02</w:t>
            </w:r>
          </w:p>
        </w:tc>
        <w:tc>
          <w:tcPr>
            <w:tcW w:w="1131" w:type="dxa"/>
            <w:vAlign w:val="center"/>
          </w:tcPr>
          <w:p w14:paraId="15CFC760" w14:textId="77777777" w:rsidR="00E42811" w:rsidRDefault="00000000">
            <w:r>
              <w:t>0.327</w:t>
            </w:r>
          </w:p>
        </w:tc>
        <w:tc>
          <w:tcPr>
            <w:tcW w:w="990" w:type="dxa"/>
            <w:vAlign w:val="center"/>
          </w:tcPr>
          <w:p w14:paraId="5F20750E" w14:textId="77777777" w:rsidR="00E42811" w:rsidRDefault="00000000">
            <w:r>
              <w:t>3.333</w:t>
            </w:r>
          </w:p>
        </w:tc>
      </w:tr>
      <w:tr w:rsidR="00E42811" w14:paraId="09F68FAB" w14:textId="77777777">
        <w:tc>
          <w:tcPr>
            <w:tcW w:w="2838" w:type="dxa"/>
            <w:vAlign w:val="center"/>
          </w:tcPr>
          <w:p w14:paraId="1C9D37C9" w14:textId="77777777" w:rsidR="00E42811" w:rsidRDefault="00000000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34" w:type="dxa"/>
            <w:vAlign w:val="center"/>
          </w:tcPr>
          <w:p w14:paraId="5671D7AF" w14:textId="77777777" w:rsidR="00E42811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686C4138" w14:textId="77777777" w:rsidR="00E42811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1C0EE9B9" w14:textId="77777777" w:rsidR="00E42811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032912A9" w14:textId="77777777" w:rsidR="00E42811" w:rsidRDefault="00000000">
            <w:r>
              <w:t>17.200</w:t>
            </w:r>
          </w:p>
        </w:tc>
        <w:tc>
          <w:tcPr>
            <w:tcW w:w="707" w:type="dxa"/>
            <w:vAlign w:val="center"/>
          </w:tcPr>
          <w:p w14:paraId="59BD9690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94602DB" w14:textId="77777777" w:rsidR="00E42811" w:rsidRDefault="00000000">
            <w:r>
              <w:t>0.115</w:t>
            </w:r>
          </w:p>
        </w:tc>
        <w:tc>
          <w:tcPr>
            <w:tcW w:w="990" w:type="dxa"/>
            <w:vAlign w:val="center"/>
          </w:tcPr>
          <w:p w14:paraId="6DE875A8" w14:textId="77777777" w:rsidR="00E42811" w:rsidRDefault="00000000">
            <w:r>
              <w:t>1.977</w:t>
            </w:r>
          </w:p>
        </w:tc>
      </w:tr>
      <w:tr w:rsidR="00E42811" w14:paraId="7DF45C01" w14:textId="77777777">
        <w:tc>
          <w:tcPr>
            <w:tcW w:w="2838" w:type="dxa"/>
            <w:vAlign w:val="center"/>
          </w:tcPr>
          <w:p w14:paraId="52F23A4F" w14:textId="77777777" w:rsidR="00E42811" w:rsidRDefault="00000000">
            <w:r>
              <w:t>水泥砂浆（</w:t>
            </w:r>
            <w:r>
              <w:t>3</w:t>
            </w:r>
            <w:r>
              <w:t>）</w:t>
            </w:r>
          </w:p>
        </w:tc>
        <w:tc>
          <w:tcPr>
            <w:tcW w:w="834" w:type="dxa"/>
            <w:vAlign w:val="center"/>
          </w:tcPr>
          <w:p w14:paraId="31B3C277" w14:textId="77777777" w:rsidR="00E42811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583819EF" w14:textId="77777777" w:rsidR="00E42811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7B47C355" w14:textId="77777777" w:rsidR="00E42811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0B1D8819" w14:textId="77777777" w:rsidR="00E42811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06FAD012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5F0D03BA" w14:textId="77777777" w:rsidR="00E42811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1154D176" w14:textId="77777777" w:rsidR="00E42811" w:rsidRDefault="00000000">
            <w:r>
              <w:t>0.245</w:t>
            </w:r>
          </w:p>
        </w:tc>
      </w:tr>
      <w:tr w:rsidR="00E42811" w14:paraId="25BD65CE" w14:textId="77777777">
        <w:tc>
          <w:tcPr>
            <w:tcW w:w="2838" w:type="dxa"/>
            <w:vAlign w:val="center"/>
          </w:tcPr>
          <w:p w14:paraId="227A7EC9" w14:textId="77777777" w:rsidR="00E42811" w:rsidRDefault="00000000">
            <w:r>
              <w:t>粘结砂浆（内保温专用）</w:t>
            </w:r>
          </w:p>
        </w:tc>
        <w:tc>
          <w:tcPr>
            <w:tcW w:w="834" w:type="dxa"/>
            <w:vAlign w:val="center"/>
          </w:tcPr>
          <w:p w14:paraId="505EB890" w14:textId="77777777" w:rsidR="00E42811" w:rsidRDefault="00000000">
            <w:r>
              <w:t>5</w:t>
            </w:r>
          </w:p>
        </w:tc>
        <w:tc>
          <w:tcPr>
            <w:tcW w:w="707" w:type="dxa"/>
            <w:vAlign w:val="center"/>
          </w:tcPr>
          <w:p w14:paraId="5CDB5A75" w14:textId="77777777" w:rsidR="00E42811" w:rsidRDefault="00000000">
            <w:r>
              <w:t>5.0</w:t>
            </w:r>
          </w:p>
        </w:tc>
        <w:tc>
          <w:tcPr>
            <w:tcW w:w="990" w:type="dxa"/>
            <w:vAlign w:val="center"/>
          </w:tcPr>
          <w:p w14:paraId="662A14CA" w14:textId="77777777" w:rsidR="00E42811" w:rsidRDefault="00000000">
            <w:r>
              <w:t>0.100</w:t>
            </w:r>
          </w:p>
        </w:tc>
        <w:tc>
          <w:tcPr>
            <w:tcW w:w="1131" w:type="dxa"/>
            <w:vAlign w:val="center"/>
          </w:tcPr>
          <w:p w14:paraId="776C84DD" w14:textId="77777777" w:rsidR="00E42811" w:rsidRDefault="00000000">
            <w:r>
              <w:t>2.480</w:t>
            </w:r>
          </w:p>
        </w:tc>
        <w:tc>
          <w:tcPr>
            <w:tcW w:w="707" w:type="dxa"/>
            <w:vAlign w:val="center"/>
          </w:tcPr>
          <w:p w14:paraId="1931F950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2D36429D" w14:textId="77777777" w:rsidR="00E42811" w:rsidRDefault="00000000">
            <w:r>
              <w:t>0.050</w:t>
            </w:r>
          </w:p>
        </w:tc>
        <w:tc>
          <w:tcPr>
            <w:tcW w:w="990" w:type="dxa"/>
            <w:vAlign w:val="center"/>
          </w:tcPr>
          <w:p w14:paraId="15A63EA1" w14:textId="77777777" w:rsidR="00E42811" w:rsidRDefault="00000000">
            <w:r>
              <w:t>0.124</w:t>
            </w:r>
          </w:p>
        </w:tc>
      </w:tr>
      <w:tr w:rsidR="00E42811" w14:paraId="7B97DD8C" w14:textId="77777777">
        <w:tc>
          <w:tcPr>
            <w:tcW w:w="2838" w:type="dxa"/>
            <w:vAlign w:val="center"/>
          </w:tcPr>
          <w:p w14:paraId="6DF755F7" w14:textId="77777777" w:rsidR="00E42811" w:rsidRDefault="00000000">
            <w:r>
              <w:t>无机轻集料防火保温复合板</w:t>
            </w:r>
          </w:p>
        </w:tc>
        <w:tc>
          <w:tcPr>
            <w:tcW w:w="834" w:type="dxa"/>
            <w:vAlign w:val="center"/>
          </w:tcPr>
          <w:p w14:paraId="44A9E588" w14:textId="77777777" w:rsidR="00E42811" w:rsidRDefault="00000000">
            <w:r>
              <w:t>40</w:t>
            </w:r>
          </w:p>
        </w:tc>
        <w:tc>
          <w:tcPr>
            <w:tcW w:w="707" w:type="dxa"/>
            <w:vAlign w:val="center"/>
          </w:tcPr>
          <w:p w14:paraId="44D77589" w14:textId="77777777" w:rsidR="00E42811" w:rsidRDefault="00000000">
            <w:r>
              <w:t>5.7</w:t>
            </w:r>
          </w:p>
        </w:tc>
        <w:tc>
          <w:tcPr>
            <w:tcW w:w="990" w:type="dxa"/>
            <w:vAlign w:val="center"/>
          </w:tcPr>
          <w:p w14:paraId="18C4EE86" w14:textId="77777777" w:rsidR="00E42811" w:rsidRDefault="00000000">
            <w:r>
              <w:t>0.058</w:t>
            </w:r>
          </w:p>
        </w:tc>
        <w:tc>
          <w:tcPr>
            <w:tcW w:w="1131" w:type="dxa"/>
            <w:vAlign w:val="center"/>
          </w:tcPr>
          <w:p w14:paraId="55FF57C8" w14:textId="77777777" w:rsidR="00E42811" w:rsidRDefault="00000000">
            <w:r>
              <w:t>1.200</w:t>
            </w:r>
          </w:p>
        </w:tc>
        <w:tc>
          <w:tcPr>
            <w:tcW w:w="707" w:type="dxa"/>
            <w:vAlign w:val="center"/>
          </w:tcPr>
          <w:p w14:paraId="3FD769F9" w14:textId="77777777" w:rsidR="00E42811" w:rsidRDefault="00000000">
            <w:r>
              <w:t>1.10</w:t>
            </w:r>
          </w:p>
        </w:tc>
        <w:tc>
          <w:tcPr>
            <w:tcW w:w="1131" w:type="dxa"/>
            <w:vAlign w:val="center"/>
          </w:tcPr>
          <w:p w14:paraId="460958E3" w14:textId="77777777" w:rsidR="00E42811" w:rsidRDefault="00000000">
            <w:r>
              <w:t>0.627</w:t>
            </w:r>
          </w:p>
        </w:tc>
        <w:tc>
          <w:tcPr>
            <w:tcW w:w="990" w:type="dxa"/>
            <w:vAlign w:val="center"/>
          </w:tcPr>
          <w:p w14:paraId="6FA3D7BA" w14:textId="77777777" w:rsidR="00E42811" w:rsidRDefault="00000000">
            <w:r>
              <w:t>0.828</w:t>
            </w:r>
          </w:p>
        </w:tc>
      </w:tr>
      <w:tr w:rsidR="00E42811" w14:paraId="77CE68AA" w14:textId="77777777">
        <w:tc>
          <w:tcPr>
            <w:tcW w:w="2838" w:type="dxa"/>
            <w:vAlign w:val="center"/>
          </w:tcPr>
          <w:p w14:paraId="0C1B421E" w14:textId="77777777" w:rsidR="00E42811" w:rsidRDefault="00000000">
            <w:r>
              <w:t>抹面砂浆（内保温专用）</w:t>
            </w:r>
          </w:p>
        </w:tc>
        <w:tc>
          <w:tcPr>
            <w:tcW w:w="834" w:type="dxa"/>
            <w:vAlign w:val="center"/>
          </w:tcPr>
          <w:p w14:paraId="0CC42EED" w14:textId="77777777" w:rsidR="00E42811" w:rsidRDefault="00000000">
            <w:r>
              <w:t>5</w:t>
            </w:r>
          </w:p>
        </w:tc>
        <w:tc>
          <w:tcPr>
            <w:tcW w:w="707" w:type="dxa"/>
            <w:vAlign w:val="center"/>
          </w:tcPr>
          <w:p w14:paraId="5D48EC26" w14:textId="77777777" w:rsidR="00E42811" w:rsidRDefault="00000000">
            <w:r>
              <w:t>5.0</w:t>
            </w:r>
          </w:p>
        </w:tc>
        <w:tc>
          <w:tcPr>
            <w:tcW w:w="990" w:type="dxa"/>
            <w:vAlign w:val="center"/>
          </w:tcPr>
          <w:p w14:paraId="51985488" w14:textId="77777777" w:rsidR="00E42811" w:rsidRDefault="00000000">
            <w:r>
              <w:t>0.100</w:t>
            </w:r>
          </w:p>
        </w:tc>
        <w:tc>
          <w:tcPr>
            <w:tcW w:w="1131" w:type="dxa"/>
            <w:vAlign w:val="center"/>
          </w:tcPr>
          <w:p w14:paraId="5BEFC05E" w14:textId="77777777" w:rsidR="00E42811" w:rsidRDefault="00000000">
            <w:r>
              <w:t>2.480</w:t>
            </w:r>
          </w:p>
        </w:tc>
        <w:tc>
          <w:tcPr>
            <w:tcW w:w="707" w:type="dxa"/>
            <w:vAlign w:val="center"/>
          </w:tcPr>
          <w:p w14:paraId="17B3C39F" w14:textId="77777777" w:rsidR="00E42811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6646CB2" w14:textId="77777777" w:rsidR="00E42811" w:rsidRDefault="00000000">
            <w:r>
              <w:t>0.050</w:t>
            </w:r>
          </w:p>
        </w:tc>
        <w:tc>
          <w:tcPr>
            <w:tcW w:w="990" w:type="dxa"/>
            <w:vAlign w:val="center"/>
          </w:tcPr>
          <w:p w14:paraId="35AAE2E0" w14:textId="77777777" w:rsidR="00E42811" w:rsidRDefault="00000000">
            <w:r>
              <w:t>0.124</w:t>
            </w:r>
          </w:p>
        </w:tc>
      </w:tr>
      <w:tr w:rsidR="00E42811" w14:paraId="60AD3820" w14:textId="77777777">
        <w:tc>
          <w:tcPr>
            <w:tcW w:w="2838" w:type="dxa"/>
            <w:vAlign w:val="center"/>
          </w:tcPr>
          <w:p w14:paraId="449231ED" w14:textId="77777777" w:rsidR="00E42811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379227CA" w14:textId="77777777" w:rsidR="00E42811" w:rsidRDefault="00000000">
            <w:r>
              <w:t>290</w:t>
            </w:r>
          </w:p>
        </w:tc>
        <w:tc>
          <w:tcPr>
            <w:tcW w:w="707" w:type="dxa"/>
            <w:vAlign w:val="center"/>
          </w:tcPr>
          <w:p w14:paraId="7D0D504A" w14:textId="77777777" w:rsidR="00E42811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02CE13E8" w14:textId="77777777" w:rsidR="00E4281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36DE69D9" w14:textId="77777777" w:rsidR="00E42811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0D8F7704" w14:textId="77777777" w:rsidR="00E42811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53D57C04" w14:textId="77777777" w:rsidR="00E42811" w:rsidRDefault="00000000">
            <w:r>
              <w:t>1.190</w:t>
            </w:r>
          </w:p>
        </w:tc>
        <w:tc>
          <w:tcPr>
            <w:tcW w:w="990" w:type="dxa"/>
            <w:vAlign w:val="center"/>
          </w:tcPr>
          <w:p w14:paraId="40037BB2" w14:textId="77777777" w:rsidR="00E42811" w:rsidRDefault="00000000">
            <w:r>
              <w:t>6.630</w:t>
            </w:r>
          </w:p>
        </w:tc>
      </w:tr>
      <w:tr w:rsidR="00E42811" w14:paraId="241E0638" w14:textId="77777777">
        <w:tc>
          <w:tcPr>
            <w:tcW w:w="2838" w:type="dxa"/>
            <w:shd w:val="clear" w:color="auto" w:fill="E6E6E6"/>
            <w:vAlign w:val="center"/>
          </w:tcPr>
          <w:p w14:paraId="704F0302" w14:textId="77777777" w:rsidR="00E42811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22334656" w14:textId="77777777" w:rsidR="00E42811" w:rsidRDefault="00000000">
            <w:pPr>
              <w:jc w:val="center"/>
            </w:pPr>
            <w:r>
              <w:t>5.0</w:t>
            </w:r>
          </w:p>
        </w:tc>
      </w:tr>
      <w:tr w:rsidR="00E42811" w14:paraId="44115740" w14:textId="77777777">
        <w:tc>
          <w:tcPr>
            <w:tcW w:w="2838" w:type="dxa"/>
            <w:shd w:val="clear" w:color="auto" w:fill="E6E6E6"/>
            <w:vAlign w:val="center"/>
          </w:tcPr>
          <w:p w14:paraId="2EE155EE" w14:textId="77777777" w:rsidR="00E42811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15AA5F29" w14:textId="77777777" w:rsidR="00E42811" w:rsidRDefault="00000000">
            <w:pPr>
              <w:jc w:val="center"/>
            </w:pPr>
            <w:r>
              <w:t>0.75</w:t>
            </w:r>
          </w:p>
        </w:tc>
      </w:tr>
      <w:tr w:rsidR="00E42811" w14:paraId="47CE014E" w14:textId="77777777">
        <w:tc>
          <w:tcPr>
            <w:tcW w:w="2838" w:type="dxa"/>
            <w:shd w:val="clear" w:color="auto" w:fill="E6E6E6"/>
            <w:vAlign w:val="center"/>
          </w:tcPr>
          <w:p w14:paraId="684D044B" w14:textId="77777777" w:rsidR="00E42811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6DAAAD7A" w14:textId="77777777" w:rsidR="00E42811" w:rsidRDefault="00000000">
            <w:pPr>
              <w:jc w:val="center"/>
            </w:pPr>
            <w:r>
              <w:t>0.75</w:t>
            </w:r>
          </w:p>
        </w:tc>
      </w:tr>
      <w:tr w:rsidR="00E42811" w14:paraId="14EE45EC" w14:textId="77777777">
        <w:tc>
          <w:tcPr>
            <w:tcW w:w="2838" w:type="dxa"/>
            <w:shd w:val="clear" w:color="auto" w:fill="E6E6E6"/>
            <w:vAlign w:val="center"/>
          </w:tcPr>
          <w:p w14:paraId="4514DB09" w14:textId="77777777" w:rsidR="00E42811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4C23CFF8" w14:textId="77777777" w:rsidR="00E42811" w:rsidRDefault="00000000">
            <w:pPr>
              <w:jc w:val="center"/>
            </w:pPr>
            <w:r>
              <w:t>重质围护结构</w:t>
            </w:r>
          </w:p>
        </w:tc>
      </w:tr>
    </w:tbl>
    <w:p w14:paraId="13FD26A2" w14:textId="77777777" w:rsidR="00E42811" w:rsidRDefault="00000000">
      <w:pPr>
        <w:pStyle w:val="4"/>
      </w:pPr>
      <w:r>
        <w:lastRenderedPageBreak/>
        <w:t>自然通风房间：东向逐时温度</w:t>
      </w:r>
    </w:p>
    <w:p w14:paraId="71BFDBA8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5F675FE2" wp14:editId="1BD6400A">
            <wp:extent cx="5667375" cy="3076575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AAED2" w14:textId="77777777" w:rsidR="00E42811" w:rsidRDefault="00E42811"/>
    <w:p w14:paraId="79F1929D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4BB99E29" w14:textId="77777777">
        <w:tc>
          <w:tcPr>
            <w:tcW w:w="777" w:type="dxa"/>
            <w:shd w:val="clear" w:color="auto" w:fill="E6E6E6"/>
            <w:vAlign w:val="center"/>
          </w:tcPr>
          <w:p w14:paraId="4392998E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19B4A0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33485F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6C5415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E26EF0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C6C7B4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E8080D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89B564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006890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B82EBB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E5B4A5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4FE965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4ED1A314" w14:textId="77777777">
        <w:tc>
          <w:tcPr>
            <w:tcW w:w="777" w:type="dxa"/>
            <w:vAlign w:val="center"/>
          </w:tcPr>
          <w:p w14:paraId="2AF555E6" w14:textId="77777777" w:rsidR="00E42811" w:rsidRDefault="00000000">
            <w:r>
              <w:t>36.50</w:t>
            </w:r>
          </w:p>
        </w:tc>
        <w:tc>
          <w:tcPr>
            <w:tcW w:w="777" w:type="dxa"/>
            <w:vAlign w:val="center"/>
          </w:tcPr>
          <w:p w14:paraId="20ED2B94" w14:textId="77777777" w:rsidR="00E42811" w:rsidRDefault="00000000">
            <w:r>
              <w:t>35.61</w:t>
            </w:r>
          </w:p>
        </w:tc>
        <w:tc>
          <w:tcPr>
            <w:tcW w:w="777" w:type="dxa"/>
            <w:vAlign w:val="center"/>
          </w:tcPr>
          <w:p w14:paraId="45AD8A22" w14:textId="77777777" w:rsidR="00E42811" w:rsidRDefault="00000000">
            <w:r>
              <w:t>34.89</w:t>
            </w:r>
          </w:p>
        </w:tc>
        <w:tc>
          <w:tcPr>
            <w:tcW w:w="777" w:type="dxa"/>
            <w:vAlign w:val="center"/>
          </w:tcPr>
          <w:p w14:paraId="2D990B20" w14:textId="77777777" w:rsidR="00E42811" w:rsidRDefault="00000000">
            <w:r>
              <w:t>34.40</w:t>
            </w:r>
          </w:p>
        </w:tc>
        <w:tc>
          <w:tcPr>
            <w:tcW w:w="777" w:type="dxa"/>
            <w:vAlign w:val="center"/>
          </w:tcPr>
          <w:p w14:paraId="634C9D1F" w14:textId="77777777" w:rsidR="00E42811" w:rsidRDefault="00000000">
            <w:r>
              <w:t>34.18</w:t>
            </w:r>
          </w:p>
        </w:tc>
        <w:tc>
          <w:tcPr>
            <w:tcW w:w="777" w:type="dxa"/>
            <w:vAlign w:val="center"/>
          </w:tcPr>
          <w:p w14:paraId="0D348794" w14:textId="77777777" w:rsidR="00E42811" w:rsidRDefault="00000000">
            <w:r>
              <w:t>34.23</w:t>
            </w:r>
          </w:p>
        </w:tc>
        <w:tc>
          <w:tcPr>
            <w:tcW w:w="777" w:type="dxa"/>
            <w:vAlign w:val="center"/>
          </w:tcPr>
          <w:p w14:paraId="33420006" w14:textId="77777777" w:rsidR="00E42811" w:rsidRDefault="00000000">
            <w:r>
              <w:t>34.54</w:t>
            </w:r>
          </w:p>
        </w:tc>
        <w:tc>
          <w:tcPr>
            <w:tcW w:w="777" w:type="dxa"/>
            <w:vAlign w:val="center"/>
          </w:tcPr>
          <w:p w14:paraId="0607B60F" w14:textId="77777777" w:rsidR="00E42811" w:rsidRDefault="00000000">
            <w:r>
              <w:t>35.11</w:t>
            </w:r>
          </w:p>
        </w:tc>
        <w:tc>
          <w:tcPr>
            <w:tcW w:w="777" w:type="dxa"/>
            <w:vAlign w:val="center"/>
          </w:tcPr>
          <w:p w14:paraId="70E002B0" w14:textId="77777777" w:rsidR="00E42811" w:rsidRDefault="00000000">
            <w:r>
              <w:t>35.89</w:t>
            </w:r>
          </w:p>
        </w:tc>
        <w:tc>
          <w:tcPr>
            <w:tcW w:w="777" w:type="dxa"/>
            <w:vAlign w:val="center"/>
          </w:tcPr>
          <w:p w14:paraId="5CD3FE57" w14:textId="77777777" w:rsidR="00E42811" w:rsidRDefault="00000000">
            <w:r>
              <w:t>36.83</w:t>
            </w:r>
          </w:p>
        </w:tc>
        <w:tc>
          <w:tcPr>
            <w:tcW w:w="777" w:type="dxa"/>
            <w:vAlign w:val="center"/>
          </w:tcPr>
          <w:p w14:paraId="4BD138BB" w14:textId="77777777" w:rsidR="00E42811" w:rsidRDefault="00000000">
            <w:r>
              <w:t>37.87</w:t>
            </w:r>
          </w:p>
        </w:tc>
        <w:tc>
          <w:tcPr>
            <w:tcW w:w="777" w:type="dxa"/>
            <w:vAlign w:val="center"/>
          </w:tcPr>
          <w:p w14:paraId="347A31B4" w14:textId="77777777" w:rsidR="00E42811" w:rsidRDefault="00000000">
            <w:r>
              <w:t>38.93</w:t>
            </w:r>
          </w:p>
        </w:tc>
      </w:tr>
      <w:tr w:rsidR="00E42811" w14:paraId="7438038B" w14:textId="77777777">
        <w:tc>
          <w:tcPr>
            <w:tcW w:w="777" w:type="dxa"/>
            <w:shd w:val="clear" w:color="auto" w:fill="E6E6E6"/>
            <w:vAlign w:val="center"/>
          </w:tcPr>
          <w:p w14:paraId="5B6A0431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2FA20C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685C74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AFD3E2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608E25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3A03D3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B17C16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F227F1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F31B20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64548C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0C41FF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4CA3E4" w14:textId="77777777" w:rsidR="00E42811" w:rsidRDefault="00000000">
            <w:r>
              <w:t>23:00</w:t>
            </w:r>
          </w:p>
        </w:tc>
      </w:tr>
      <w:tr w:rsidR="00E42811" w14:paraId="6F67B969" w14:textId="77777777">
        <w:tc>
          <w:tcPr>
            <w:tcW w:w="777" w:type="dxa"/>
            <w:vAlign w:val="center"/>
          </w:tcPr>
          <w:p w14:paraId="23ECE1A9" w14:textId="77777777" w:rsidR="00E42811" w:rsidRDefault="00000000">
            <w:r>
              <w:t>39.95</w:t>
            </w:r>
          </w:p>
        </w:tc>
        <w:tc>
          <w:tcPr>
            <w:tcW w:w="777" w:type="dxa"/>
            <w:vAlign w:val="center"/>
          </w:tcPr>
          <w:p w14:paraId="5199E0A4" w14:textId="77777777" w:rsidR="00E42811" w:rsidRDefault="00000000">
            <w:r>
              <w:t>40.85</w:t>
            </w:r>
          </w:p>
        </w:tc>
        <w:tc>
          <w:tcPr>
            <w:tcW w:w="777" w:type="dxa"/>
            <w:vAlign w:val="center"/>
          </w:tcPr>
          <w:p w14:paraId="174BE206" w14:textId="77777777" w:rsidR="00E42811" w:rsidRDefault="00000000">
            <w:r>
              <w:t>41.57</w:t>
            </w:r>
          </w:p>
        </w:tc>
        <w:tc>
          <w:tcPr>
            <w:tcW w:w="777" w:type="dxa"/>
            <w:vAlign w:val="center"/>
          </w:tcPr>
          <w:p w14:paraId="552ACFFA" w14:textId="77777777" w:rsidR="00E42811" w:rsidRDefault="00000000">
            <w:r>
              <w:t>42.05</w:t>
            </w:r>
          </w:p>
        </w:tc>
        <w:tc>
          <w:tcPr>
            <w:tcW w:w="777" w:type="dxa"/>
            <w:vAlign w:val="center"/>
          </w:tcPr>
          <w:p w14:paraId="667994D1" w14:textId="77777777" w:rsidR="00E42811" w:rsidRDefault="00000000">
            <w:r>
              <w:rPr>
                <w:color w:val="3333CC"/>
              </w:rPr>
              <w:t>42.28</w:t>
            </w:r>
          </w:p>
        </w:tc>
        <w:tc>
          <w:tcPr>
            <w:tcW w:w="777" w:type="dxa"/>
            <w:vAlign w:val="center"/>
          </w:tcPr>
          <w:p w14:paraId="614EFE73" w14:textId="77777777" w:rsidR="00E42811" w:rsidRDefault="00000000">
            <w:r>
              <w:t>42.23</w:t>
            </w:r>
          </w:p>
        </w:tc>
        <w:tc>
          <w:tcPr>
            <w:tcW w:w="777" w:type="dxa"/>
            <w:vAlign w:val="center"/>
          </w:tcPr>
          <w:p w14:paraId="2E846A87" w14:textId="77777777" w:rsidR="00E42811" w:rsidRDefault="00000000">
            <w:r>
              <w:t>41.91</w:t>
            </w:r>
          </w:p>
        </w:tc>
        <w:tc>
          <w:tcPr>
            <w:tcW w:w="777" w:type="dxa"/>
            <w:vAlign w:val="center"/>
          </w:tcPr>
          <w:p w14:paraId="28F79456" w14:textId="77777777" w:rsidR="00E42811" w:rsidRDefault="00000000">
            <w:r>
              <w:t>41.34</w:t>
            </w:r>
          </w:p>
        </w:tc>
        <w:tc>
          <w:tcPr>
            <w:tcW w:w="777" w:type="dxa"/>
            <w:vAlign w:val="center"/>
          </w:tcPr>
          <w:p w14:paraId="3D02722C" w14:textId="77777777" w:rsidR="00E42811" w:rsidRDefault="00000000">
            <w:r>
              <w:t>40.55</w:t>
            </w:r>
          </w:p>
        </w:tc>
        <w:tc>
          <w:tcPr>
            <w:tcW w:w="777" w:type="dxa"/>
            <w:vAlign w:val="center"/>
          </w:tcPr>
          <w:p w14:paraId="21E2CE0A" w14:textId="77777777" w:rsidR="00E42811" w:rsidRDefault="00000000">
            <w:r>
              <w:t>39.61</w:t>
            </w:r>
          </w:p>
        </w:tc>
        <w:tc>
          <w:tcPr>
            <w:tcW w:w="777" w:type="dxa"/>
            <w:vAlign w:val="center"/>
          </w:tcPr>
          <w:p w14:paraId="15071720" w14:textId="77777777" w:rsidR="00E42811" w:rsidRDefault="00000000">
            <w:r>
              <w:t>38.57</w:t>
            </w:r>
          </w:p>
        </w:tc>
        <w:tc>
          <w:tcPr>
            <w:tcW w:w="777" w:type="dxa"/>
            <w:vAlign w:val="center"/>
          </w:tcPr>
          <w:p w14:paraId="4C0ED0A9" w14:textId="77777777" w:rsidR="00E42811" w:rsidRDefault="00000000">
            <w:r>
              <w:t>37.51</w:t>
            </w:r>
          </w:p>
        </w:tc>
      </w:tr>
    </w:tbl>
    <w:p w14:paraId="7940DF10" w14:textId="77777777" w:rsidR="00E42811" w:rsidRDefault="00000000">
      <w:pPr>
        <w:pStyle w:val="4"/>
      </w:pPr>
      <w:r>
        <w:t>自然通风房间：西向逐时温度</w:t>
      </w:r>
    </w:p>
    <w:p w14:paraId="48BA54A2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0563786F" wp14:editId="540FE1A9">
            <wp:extent cx="5667375" cy="307657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DB361" w14:textId="77777777" w:rsidR="00E42811" w:rsidRDefault="00E42811"/>
    <w:p w14:paraId="52E752A0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023E54D8" w14:textId="77777777">
        <w:tc>
          <w:tcPr>
            <w:tcW w:w="777" w:type="dxa"/>
            <w:shd w:val="clear" w:color="auto" w:fill="E6E6E6"/>
            <w:vAlign w:val="center"/>
          </w:tcPr>
          <w:p w14:paraId="0F599B6B" w14:textId="77777777" w:rsidR="00E42811" w:rsidRDefault="00000000">
            <w:pPr>
              <w:jc w:val="center"/>
            </w:pPr>
            <w:r>
              <w:lastRenderedPageBreak/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AC22CC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BFDE87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C8A29A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12EBAD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E81DE5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CFB010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A20F6F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36E2F4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AD6502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08EAAC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1FA65F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7C125B3E" w14:textId="77777777">
        <w:tc>
          <w:tcPr>
            <w:tcW w:w="777" w:type="dxa"/>
            <w:vAlign w:val="center"/>
          </w:tcPr>
          <w:p w14:paraId="2C499D24" w14:textId="77777777" w:rsidR="00E42811" w:rsidRDefault="00000000">
            <w:r>
              <w:t>36.58</w:t>
            </w:r>
          </w:p>
        </w:tc>
        <w:tc>
          <w:tcPr>
            <w:tcW w:w="777" w:type="dxa"/>
            <w:vAlign w:val="center"/>
          </w:tcPr>
          <w:p w14:paraId="1F1E2A2D" w14:textId="77777777" w:rsidR="00E42811" w:rsidRDefault="00000000">
            <w:r>
              <w:t>35.69</w:t>
            </w:r>
          </w:p>
        </w:tc>
        <w:tc>
          <w:tcPr>
            <w:tcW w:w="777" w:type="dxa"/>
            <w:vAlign w:val="center"/>
          </w:tcPr>
          <w:p w14:paraId="6344BE63" w14:textId="77777777" w:rsidR="00E42811" w:rsidRDefault="00000000">
            <w:r>
              <w:t>34.97</w:t>
            </w:r>
          </w:p>
        </w:tc>
        <w:tc>
          <w:tcPr>
            <w:tcW w:w="777" w:type="dxa"/>
            <w:vAlign w:val="center"/>
          </w:tcPr>
          <w:p w14:paraId="5F48C516" w14:textId="77777777" w:rsidR="00E42811" w:rsidRDefault="00000000">
            <w:r>
              <w:t>34.48</w:t>
            </w:r>
          </w:p>
        </w:tc>
        <w:tc>
          <w:tcPr>
            <w:tcW w:w="777" w:type="dxa"/>
            <w:vAlign w:val="center"/>
          </w:tcPr>
          <w:p w14:paraId="05BDD721" w14:textId="77777777" w:rsidR="00E42811" w:rsidRDefault="00000000">
            <w:r>
              <w:t>34.25</w:t>
            </w:r>
          </w:p>
        </w:tc>
        <w:tc>
          <w:tcPr>
            <w:tcW w:w="777" w:type="dxa"/>
            <w:vAlign w:val="center"/>
          </w:tcPr>
          <w:p w14:paraId="5EF2C34F" w14:textId="77777777" w:rsidR="00E42811" w:rsidRDefault="00000000">
            <w:r>
              <w:t>34.30</w:t>
            </w:r>
          </w:p>
        </w:tc>
        <w:tc>
          <w:tcPr>
            <w:tcW w:w="777" w:type="dxa"/>
            <w:vAlign w:val="center"/>
          </w:tcPr>
          <w:p w14:paraId="223BA1FD" w14:textId="77777777" w:rsidR="00E42811" w:rsidRDefault="00000000">
            <w:r>
              <w:t>34.62</w:t>
            </w:r>
          </w:p>
        </w:tc>
        <w:tc>
          <w:tcPr>
            <w:tcW w:w="777" w:type="dxa"/>
            <w:vAlign w:val="center"/>
          </w:tcPr>
          <w:p w14:paraId="64C23D27" w14:textId="77777777" w:rsidR="00E42811" w:rsidRDefault="00000000">
            <w:r>
              <w:t>35.18</w:t>
            </w:r>
          </w:p>
        </w:tc>
        <w:tc>
          <w:tcPr>
            <w:tcW w:w="777" w:type="dxa"/>
            <w:vAlign w:val="center"/>
          </w:tcPr>
          <w:p w14:paraId="0AB0DDA2" w14:textId="77777777" w:rsidR="00E42811" w:rsidRDefault="00000000">
            <w:r>
              <w:t>35.95</w:t>
            </w:r>
          </w:p>
        </w:tc>
        <w:tc>
          <w:tcPr>
            <w:tcW w:w="777" w:type="dxa"/>
            <w:vAlign w:val="center"/>
          </w:tcPr>
          <w:p w14:paraId="3E3348DF" w14:textId="77777777" w:rsidR="00E42811" w:rsidRDefault="00000000">
            <w:r>
              <w:t>36.88</w:t>
            </w:r>
          </w:p>
        </w:tc>
        <w:tc>
          <w:tcPr>
            <w:tcW w:w="777" w:type="dxa"/>
            <w:vAlign w:val="center"/>
          </w:tcPr>
          <w:p w14:paraId="507F759E" w14:textId="77777777" w:rsidR="00E42811" w:rsidRDefault="00000000">
            <w:r>
              <w:t>37.91</w:t>
            </w:r>
          </w:p>
        </w:tc>
        <w:tc>
          <w:tcPr>
            <w:tcW w:w="777" w:type="dxa"/>
            <w:vAlign w:val="center"/>
          </w:tcPr>
          <w:p w14:paraId="44D009BC" w14:textId="77777777" w:rsidR="00E42811" w:rsidRDefault="00000000">
            <w:r>
              <w:t>38.95</w:t>
            </w:r>
          </w:p>
        </w:tc>
      </w:tr>
      <w:tr w:rsidR="00E42811" w14:paraId="7D865F1F" w14:textId="77777777">
        <w:tc>
          <w:tcPr>
            <w:tcW w:w="777" w:type="dxa"/>
            <w:shd w:val="clear" w:color="auto" w:fill="E6E6E6"/>
            <w:vAlign w:val="center"/>
          </w:tcPr>
          <w:p w14:paraId="67435394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EA50ED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2F46BF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BA0580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71B97E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E6073D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B0A1BA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392C12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5C7DAA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4DB568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3517AC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D9E07F" w14:textId="77777777" w:rsidR="00E42811" w:rsidRDefault="00000000">
            <w:r>
              <w:t>23:00</w:t>
            </w:r>
          </w:p>
        </w:tc>
      </w:tr>
      <w:tr w:rsidR="00E42811" w14:paraId="41D5EDD5" w14:textId="77777777">
        <w:tc>
          <w:tcPr>
            <w:tcW w:w="777" w:type="dxa"/>
            <w:vAlign w:val="center"/>
          </w:tcPr>
          <w:p w14:paraId="26FC1EBA" w14:textId="77777777" w:rsidR="00E42811" w:rsidRDefault="00000000">
            <w:r>
              <w:t>39.95</w:t>
            </w:r>
          </w:p>
        </w:tc>
        <w:tc>
          <w:tcPr>
            <w:tcW w:w="777" w:type="dxa"/>
            <w:vAlign w:val="center"/>
          </w:tcPr>
          <w:p w14:paraId="31337FCA" w14:textId="77777777" w:rsidR="00E42811" w:rsidRDefault="00000000">
            <w:r>
              <w:t>40.84</w:t>
            </w:r>
          </w:p>
        </w:tc>
        <w:tc>
          <w:tcPr>
            <w:tcW w:w="777" w:type="dxa"/>
            <w:vAlign w:val="center"/>
          </w:tcPr>
          <w:p w14:paraId="1FBA4765" w14:textId="77777777" w:rsidR="00E42811" w:rsidRDefault="00000000">
            <w:r>
              <w:t>41.54</w:t>
            </w:r>
          </w:p>
        </w:tc>
        <w:tc>
          <w:tcPr>
            <w:tcW w:w="777" w:type="dxa"/>
            <w:vAlign w:val="center"/>
          </w:tcPr>
          <w:p w14:paraId="4851AD75" w14:textId="77777777" w:rsidR="00E42811" w:rsidRDefault="00000000">
            <w:r>
              <w:t>42.03</w:t>
            </w:r>
          </w:p>
        </w:tc>
        <w:tc>
          <w:tcPr>
            <w:tcW w:w="777" w:type="dxa"/>
            <w:vAlign w:val="center"/>
          </w:tcPr>
          <w:p w14:paraId="00782B16" w14:textId="77777777" w:rsidR="00E42811" w:rsidRDefault="00000000">
            <w:r>
              <w:rPr>
                <w:color w:val="3333CC"/>
              </w:rPr>
              <w:t>42.27</w:t>
            </w:r>
          </w:p>
        </w:tc>
        <w:tc>
          <w:tcPr>
            <w:tcW w:w="777" w:type="dxa"/>
            <w:vAlign w:val="center"/>
          </w:tcPr>
          <w:p w14:paraId="1D19ACB5" w14:textId="77777777" w:rsidR="00E42811" w:rsidRDefault="00000000">
            <w:r>
              <w:t>42.23</w:t>
            </w:r>
          </w:p>
        </w:tc>
        <w:tc>
          <w:tcPr>
            <w:tcW w:w="777" w:type="dxa"/>
            <w:vAlign w:val="center"/>
          </w:tcPr>
          <w:p w14:paraId="7D035AB1" w14:textId="77777777" w:rsidR="00E42811" w:rsidRDefault="00000000">
            <w:r>
              <w:t>41.93</w:t>
            </w:r>
          </w:p>
        </w:tc>
        <w:tc>
          <w:tcPr>
            <w:tcW w:w="777" w:type="dxa"/>
            <w:vAlign w:val="center"/>
          </w:tcPr>
          <w:p w14:paraId="04BB33D3" w14:textId="77777777" w:rsidR="00E42811" w:rsidRDefault="00000000">
            <w:r>
              <w:t>41.38</w:t>
            </w:r>
          </w:p>
        </w:tc>
        <w:tc>
          <w:tcPr>
            <w:tcW w:w="777" w:type="dxa"/>
            <w:vAlign w:val="center"/>
          </w:tcPr>
          <w:p w14:paraId="1CBFD6BC" w14:textId="77777777" w:rsidR="00E42811" w:rsidRDefault="00000000">
            <w:r>
              <w:t>40.62</w:t>
            </w:r>
          </w:p>
        </w:tc>
        <w:tc>
          <w:tcPr>
            <w:tcW w:w="777" w:type="dxa"/>
            <w:vAlign w:val="center"/>
          </w:tcPr>
          <w:p w14:paraId="069D9CCD" w14:textId="77777777" w:rsidR="00E42811" w:rsidRDefault="00000000">
            <w:r>
              <w:t>39.68</w:t>
            </w:r>
          </w:p>
        </w:tc>
        <w:tc>
          <w:tcPr>
            <w:tcW w:w="777" w:type="dxa"/>
            <w:vAlign w:val="center"/>
          </w:tcPr>
          <w:p w14:paraId="67952848" w14:textId="77777777" w:rsidR="00E42811" w:rsidRDefault="00000000">
            <w:r>
              <w:t>38.65</w:t>
            </w:r>
          </w:p>
        </w:tc>
        <w:tc>
          <w:tcPr>
            <w:tcW w:w="777" w:type="dxa"/>
            <w:vAlign w:val="center"/>
          </w:tcPr>
          <w:p w14:paraId="60373AC1" w14:textId="77777777" w:rsidR="00E42811" w:rsidRDefault="00000000">
            <w:r>
              <w:t>37.59</w:t>
            </w:r>
          </w:p>
        </w:tc>
      </w:tr>
    </w:tbl>
    <w:p w14:paraId="4711D78D" w14:textId="77777777" w:rsidR="00E42811" w:rsidRDefault="00000000">
      <w:pPr>
        <w:pStyle w:val="4"/>
      </w:pPr>
      <w:r>
        <w:t>自然通风房间：南向逐时温度</w:t>
      </w:r>
    </w:p>
    <w:p w14:paraId="12870787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0050F819" wp14:editId="3D4A998B">
            <wp:extent cx="5667375" cy="307657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388E92" w14:textId="77777777" w:rsidR="00E42811" w:rsidRDefault="00E42811"/>
    <w:p w14:paraId="51C270A6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5BF6A703" w14:textId="77777777">
        <w:tc>
          <w:tcPr>
            <w:tcW w:w="777" w:type="dxa"/>
            <w:shd w:val="clear" w:color="auto" w:fill="E6E6E6"/>
            <w:vAlign w:val="center"/>
          </w:tcPr>
          <w:p w14:paraId="2B686294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9A8C2C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006DF7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8791D8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F2E1A3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C6FFB6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4CA642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931436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7B141E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BF74BA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EDD564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2044A7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5CE24D7E" w14:textId="77777777">
        <w:tc>
          <w:tcPr>
            <w:tcW w:w="777" w:type="dxa"/>
            <w:vAlign w:val="center"/>
          </w:tcPr>
          <w:p w14:paraId="207210F5" w14:textId="77777777" w:rsidR="00E42811" w:rsidRDefault="00000000">
            <w:r>
              <w:t>36.50</w:t>
            </w:r>
          </w:p>
        </w:tc>
        <w:tc>
          <w:tcPr>
            <w:tcW w:w="777" w:type="dxa"/>
            <w:vAlign w:val="center"/>
          </w:tcPr>
          <w:p w14:paraId="53014BF0" w14:textId="77777777" w:rsidR="00E42811" w:rsidRDefault="00000000">
            <w:r>
              <w:t>35.60</w:t>
            </w:r>
          </w:p>
        </w:tc>
        <w:tc>
          <w:tcPr>
            <w:tcW w:w="777" w:type="dxa"/>
            <w:vAlign w:val="center"/>
          </w:tcPr>
          <w:p w14:paraId="73CB1438" w14:textId="77777777" w:rsidR="00E42811" w:rsidRDefault="00000000">
            <w:r>
              <w:t>34.89</w:t>
            </w:r>
          </w:p>
        </w:tc>
        <w:tc>
          <w:tcPr>
            <w:tcW w:w="777" w:type="dxa"/>
            <w:vAlign w:val="center"/>
          </w:tcPr>
          <w:p w14:paraId="50D3A6F9" w14:textId="77777777" w:rsidR="00E42811" w:rsidRDefault="00000000">
            <w:r>
              <w:t>34.40</w:t>
            </w:r>
          </w:p>
        </w:tc>
        <w:tc>
          <w:tcPr>
            <w:tcW w:w="777" w:type="dxa"/>
            <w:vAlign w:val="center"/>
          </w:tcPr>
          <w:p w14:paraId="62B97765" w14:textId="77777777" w:rsidR="00E42811" w:rsidRDefault="00000000">
            <w:r>
              <w:t>34.17</w:t>
            </w:r>
          </w:p>
        </w:tc>
        <w:tc>
          <w:tcPr>
            <w:tcW w:w="777" w:type="dxa"/>
            <w:vAlign w:val="center"/>
          </w:tcPr>
          <w:p w14:paraId="00264ED6" w14:textId="77777777" w:rsidR="00E42811" w:rsidRDefault="00000000">
            <w:r>
              <w:t>34.22</w:t>
            </w:r>
          </w:p>
        </w:tc>
        <w:tc>
          <w:tcPr>
            <w:tcW w:w="777" w:type="dxa"/>
            <w:vAlign w:val="center"/>
          </w:tcPr>
          <w:p w14:paraId="58AB25DB" w14:textId="77777777" w:rsidR="00E42811" w:rsidRDefault="00000000">
            <w:r>
              <w:t>34.54</w:t>
            </w:r>
          </w:p>
        </w:tc>
        <w:tc>
          <w:tcPr>
            <w:tcW w:w="777" w:type="dxa"/>
            <w:vAlign w:val="center"/>
          </w:tcPr>
          <w:p w14:paraId="38D832A7" w14:textId="77777777" w:rsidR="00E42811" w:rsidRDefault="00000000">
            <w:r>
              <w:t>35.11</w:t>
            </w:r>
          </w:p>
        </w:tc>
        <w:tc>
          <w:tcPr>
            <w:tcW w:w="777" w:type="dxa"/>
            <w:vAlign w:val="center"/>
          </w:tcPr>
          <w:p w14:paraId="591C0EB4" w14:textId="77777777" w:rsidR="00E42811" w:rsidRDefault="00000000">
            <w:r>
              <w:t>35.88</w:t>
            </w:r>
          </w:p>
        </w:tc>
        <w:tc>
          <w:tcPr>
            <w:tcW w:w="777" w:type="dxa"/>
            <w:vAlign w:val="center"/>
          </w:tcPr>
          <w:p w14:paraId="246CE7A8" w14:textId="77777777" w:rsidR="00E42811" w:rsidRDefault="00000000">
            <w:r>
              <w:t>36.82</w:t>
            </w:r>
          </w:p>
        </w:tc>
        <w:tc>
          <w:tcPr>
            <w:tcW w:w="777" w:type="dxa"/>
            <w:vAlign w:val="center"/>
          </w:tcPr>
          <w:p w14:paraId="00FFF0D3" w14:textId="77777777" w:rsidR="00E42811" w:rsidRDefault="00000000">
            <w:r>
              <w:t>37.84</w:t>
            </w:r>
          </w:p>
        </w:tc>
        <w:tc>
          <w:tcPr>
            <w:tcW w:w="777" w:type="dxa"/>
            <w:vAlign w:val="center"/>
          </w:tcPr>
          <w:p w14:paraId="75C68B7E" w14:textId="77777777" w:rsidR="00E42811" w:rsidRDefault="00000000">
            <w:r>
              <w:t>38.90</w:t>
            </w:r>
          </w:p>
        </w:tc>
      </w:tr>
      <w:tr w:rsidR="00E42811" w14:paraId="4BEF82B5" w14:textId="77777777">
        <w:tc>
          <w:tcPr>
            <w:tcW w:w="777" w:type="dxa"/>
            <w:shd w:val="clear" w:color="auto" w:fill="E6E6E6"/>
            <w:vAlign w:val="center"/>
          </w:tcPr>
          <w:p w14:paraId="70C3D5BA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EB438C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8B18D2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43E44A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99C6F7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72FB00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13FFD9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4B014D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7D95CD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E8C779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3912F3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98AB47" w14:textId="77777777" w:rsidR="00E42811" w:rsidRDefault="00000000">
            <w:r>
              <w:t>23:00</w:t>
            </w:r>
          </w:p>
        </w:tc>
      </w:tr>
      <w:tr w:rsidR="00E42811" w14:paraId="6D37F088" w14:textId="77777777">
        <w:tc>
          <w:tcPr>
            <w:tcW w:w="777" w:type="dxa"/>
            <w:vAlign w:val="center"/>
          </w:tcPr>
          <w:p w14:paraId="3E763145" w14:textId="77777777" w:rsidR="00E42811" w:rsidRDefault="00000000">
            <w:r>
              <w:t>39.90</w:t>
            </w:r>
          </w:p>
        </w:tc>
        <w:tc>
          <w:tcPr>
            <w:tcW w:w="777" w:type="dxa"/>
            <w:vAlign w:val="center"/>
          </w:tcPr>
          <w:p w14:paraId="574D03E6" w14:textId="77777777" w:rsidR="00E42811" w:rsidRDefault="00000000">
            <w:r>
              <w:t>40.80</w:t>
            </w:r>
          </w:p>
        </w:tc>
        <w:tc>
          <w:tcPr>
            <w:tcW w:w="777" w:type="dxa"/>
            <w:vAlign w:val="center"/>
          </w:tcPr>
          <w:p w14:paraId="409B749B" w14:textId="77777777" w:rsidR="00E42811" w:rsidRDefault="00000000">
            <w:r>
              <w:t>41.52</w:t>
            </w:r>
          </w:p>
        </w:tc>
        <w:tc>
          <w:tcPr>
            <w:tcW w:w="777" w:type="dxa"/>
            <w:vAlign w:val="center"/>
          </w:tcPr>
          <w:p w14:paraId="26D54749" w14:textId="77777777" w:rsidR="00E42811" w:rsidRDefault="00000000">
            <w:r>
              <w:t>42.01</w:t>
            </w:r>
          </w:p>
        </w:tc>
        <w:tc>
          <w:tcPr>
            <w:tcW w:w="777" w:type="dxa"/>
            <w:vAlign w:val="center"/>
          </w:tcPr>
          <w:p w14:paraId="5F1C815A" w14:textId="77777777" w:rsidR="00E42811" w:rsidRDefault="00000000">
            <w:r>
              <w:rPr>
                <w:color w:val="3333CC"/>
              </w:rPr>
              <w:t>42.25</w:t>
            </w:r>
          </w:p>
        </w:tc>
        <w:tc>
          <w:tcPr>
            <w:tcW w:w="777" w:type="dxa"/>
            <w:vAlign w:val="center"/>
          </w:tcPr>
          <w:p w14:paraId="639B3E9F" w14:textId="77777777" w:rsidR="00E42811" w:rsidRDefault="00000000">
            <w:r>
              <w:t>42.21</w:t>
            </w:r>
          </w:p>
        </w:tc>
        <w:tc>
          <w:tcPr>
            <w:tcW w:w="777" w:type="dxa"/>
            <w:vAlign w:val="center"/>
          </w:tcPr>
          <w:p w14:paraId="55BE4D4D" w14:textId="77777777" w:rsidR="00E42811" w:rsidRDefault="00000000">
            <w:r>
              <w:t>41.89</w:t>
            </w:r>
          </w:p>
        </w:tc>
        <w:tc>
          <w:tcPr>
            <w:tcW w:w="777" w:type="dxa"/>
            <w:vAlign w:val="center"/>
          </w:tcPr>
          <w:p w14:paraId="00A86043" w14:textId="77777777" w:rsidR="00E42811" w:rsidRDefault="00000000">
            <w:r>
              <w:t>41.33</w:t>
            </w:r>
          </w:p>
        </w:tc>
        <w:tc>
          <w:tcPr>
            <w:tcW w:w="777" w:type="dxa"/>
            <w:vAlign w:val="center"/>
          </w:tcPr>
          <w:p w14:paraId="5681A349" w14:textId="77777777" w:rsidR="00E42811" w:rsidRDefault="00000000">
            <w:r>
              <w:t>40.55</w:t>
            </w:r>
          </w:p>
        </w:tc>
        <w:tc>
          <w:tcPr>
            <w:tcW w:w="777" w:type="dxa"/>
            <w:vAlign w:val="center"/>
          </w:tcPr>
          <w:p w14:paraId="46620328" w14:textId="77777777" w:rsidR="00E42811" w:rsidRDefault="00000000">
            <w:r>
              <w:t>39.61</w:t>
            </w:r>
          </w:p>
        </w:tc>
        <w:tc>
          <w:tcPr>
            <w:tcW w:w="777" w:type="dxa"/>
            <w:vAlign w:val="center"/>
          </w:tcPr>
          <w:p w14:paraId="39200074" w14:textId="77777777" w:rsidR="00E42811" w:rsidRDefault="00000000">
            <w:r>
              <w:t>38.57</w:t>
            </w:r>
          </w:p>
        </w:tc>
        <w:tc>
          <w:tcPr>
            <w:tcW w:w="777" w:type="dxa"/>
            <w:vAlign w:val="center"/>
          </w:tcPr>
          <w:p w14:paraId="1BBE43B3" w14:textId="77777777" w:rsidR="00E42811" w:rsidRDefault="00000000">
            <w:r>
              <w:t>37.51</w:t>
            </w:r>
          </w:p>
        </w:tc>
      </w:tr>
    </w:tbl>
    <w:p w14:paraId="16138EB0" w14:textId="77777777" w:rsidR="00E42811" w:rsidRDefault="00000000">
      <w:pPr>
        <w:pStyle w:val="4"/>
      </w:pPr>
      <w:r>
        <w:lastRenderedPageBreak/>
        <w:t>自然通风房间：北向逐时温度</w:t>
      </w:r>
    </w:p>
    <w:p w14:paraId="0755C464" w14:textId="77777777" w:rsidR="00E42811" w:rsidRDefault="00000000">
      <w:pPr>
        <w:jc w:val="center"/>
      </w:pPr>
      <w:r>
        <w:rPr>
          <w:noProof/>
        </w:rPr>
        <w:drawing>
          <wp:inline distT="0" distB="0" distL="0" distR="0" wp14:anchorId="71F147C1" wp14:editId="505AB2AB">
            <wp:extent cx="5667375" cy="3076575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BEAA0" w14:textId="77777777" w:rsidR="00E42811" w:rsidRDefault="00E42811"/>
    <w:p w14:paraId="6144BBBD" w14:textId="77777777" w:rsidR="00E42811" w:rsidRDefault="00E42811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E42811" w14:paraId="36FFE0D3" w14:textId="77777777">
        <w:tc>
          <w:tcPr>
            <w:tcW w:w="777" w:type="dxa"/>
            <w:shd w:val="clear" w:color="auto" w:fill="E6E6E6"/>
            <w:vAlign w:val="center"/>
          </w:tcPr>
          <w:p w14:paraId="24E323AB" w14:textId="77777777" w:rsidR="00E42811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DC2F76" w14:textId="77777777" w:rsidR="00E42811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15A19F" w14:textId="77777777" w:rsidR="00E42811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E65636" w14:textId="77777777" w:rsidR="00E42811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861C6D" w14:textId="77777777" w:rsidR="00E42811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FD4E06" w14:textId="77777777" w:rsidR="00E42811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A72082" w14:textId="77777777" w:rsidR="00E42811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96FD61" w14:textId="77777777" w:rsidR="00E42811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83707F" w14:textId="77777777" w:rsidR="00E42811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7F6E29" w14:textId="77777777" w:rsidR="00E42811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B1F34F" w14:textId="77777777" w:rsidR="00E42811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D00FED" w14:textId="77777777" w:rsidR="00E42811" w:rsidRDefault="00000000">
            <w:pPr>
              <w:jc w:val="center"/>
            </w:pPr>
            <w:r>
              <w:t>11:00</w:t>
            </w:r>
          </w:p>
        </w:tc>
      </w:tr>
      <w:tr w:rsidR="00E42811" w14:paraId="478A4C00" w14:textId="77777777">
        <w:tc>
          <w:tcPr>
            <w:tcW w:w="777" w:type="dxa"/>
            <w:vAlign w:val="center"/>
          </w:tcPr>
          <w:p w14:paraId="1160BD72" w14:textId="77777777" w:rsidR="00E42811" w:rsidRDefault="00000000">
            <w:r>
              <w:t>36.25</w:t>
            </w:r>
          </w:p>
        </w:tc>
        <w:tc>
          <w:tcPr>
            <w:tcW w:w="777" w:type="dxa"/>
            <w:vAlign w:val="center"/>
          </w:tcPr>
          <w:p w14:paraId="47507A22" w14:textId="77777777" w:rsidR="00E42811" w:rsidRDefault="00000000">
            <w:r>
              <w:t>35.36</w:t>
            </w:r>
          </w:p>
        </w:tc>
        <w:tc>
          <w:tcPr>
            <w:tcW w:w="777" w:type="dxa"/>
            <w:vAlign w:val="center"/>
          </w:tcPr>
          <w:p w14:paraId="756A3B45" w14:textId="77777777" w:rsidR="00E42811" w:rsidRDefault="00000000">
            <w:r>
              <w:t>34.65</w:t>
            </w:r>
          </w:p>
        </w:tc>
        <w:tc>
          <w:tcPr>
            <w:tcW w:w="777" w:type="dxa"/>
            <w:vAlign w:val="center"/>
          </w:tcPr>
          <w:p w14:paraId="0770CCDE" w14:textId="77777777" w:rsidR="00E42811" w:rsidRDefault="00000000">
            <w:r>
              <w:t>34.17</w:t>
            </w:r>
          </w:p>
        </w:tc>
        <w:tc>
          <w:tcPr>
            <w:tcW w:w="777" w:type="dxa"/>
            <w:vAlign w:val="center"/>
          </w:tcPr>
          <w:p w14:paraId="0D700B70" w14:textId="77777777" w:rsidR="00E42811" w:rsidRDefault="00000000">
            <w:r>
              <w:t>33.95</w:t>
            </w:r>
          </w:p>
        </w:tc>
        <w:tc>
          <w:tcPr>
            <w:tcW w:w="777" w:type="dxa"/>
            <w:vAlign w:val="center"/>
          </w:tcPr>
          <w:p w14:paraId="1E73704D" w14:textId="77777777" w:rsidR="00E42811" w:rsidRDefault="00000000">
            <w:r>
              <w:t>34.01</w:t>
            </w:r>
          </w:p>
        </w:tc>
        <w:tc>
          <w:tcPr>
            <w:tcW w:w="777" w:type="dxa"/>
            <w:vAlign w:val="center"/>
          </w:tcPr>
          <w:p w14:paraId="4DA7FEAE" w14:textId="77777777" w:rsidR="00E42811" w:rsidRDefault="00000000">
            <w:r>
              <w:t>34.33</w:t>
            </w:r>
          </w:p>
        </w:tc>
        <w:tc>
          <w:tcPr>
            <w:tcW w:w="777" w:type="dxa"/>
            <w:vAlign w:val="center"/>
          </w:tcPr>
          <w:p w14:paraId="40E248B4" w14:textId="77777777" w:rsidR="00E42811" w:rsidRDefault="00000000">
            <w:r>
              <w:t>34.90</w:t>
            </w:r>
          </w:p>
        </w:tc>
        <w:tc>
          <w:tcPr>
            <w:tcW w:w="777" w:type="dxa"/>
            <w:vAlign w:val="center"/>
          </w:tcPr>
          <w:p w14:paraId="440C0605" w14:textId="77777777" w:rsidR="00E42811" w:rsidRDefault="00000000">
            <w:r>
              <w:t>35.68</w:t>
            </w:r>
          </w:p>
        </w:tc>
        <w:tc>
          <w:tcPr>
            <w:tcW w:w="777" w:type="dxa"/>
            <w:vAlign w:val="center"/>
          </w:tcPr>
          <w:p w14:paraId="1C4FC57C" w14:textId="77777777" w:rsidR="00E42811" w:rsidRDefault="00000000">
            <w:r>
              <w:t>36.62</w:t>
            </w:r>
          </w:p>
        </w:tc>
        <w:tc>
          <w:tcPr>
            <w:tcW w:w="777" w:type="dxa"/>
            <w:vAlign w:val="center"/>
          </w:tcPr>
          <w:p w14:paraId="3B57ED74" w14:textId="77777777" w:rsidR="00E42811" w:rsidRDefault="00000000">
            <w:r>
              <w:t>37.64</w:t>
            </w:r>
          </w:p>
        </w:tc>
        <w:tc>
          <w:tcPr>
            <w:tcW w:w="777" w:type="dxa"/>
            <w:vAlign w:val="center"/>
          </w:tcPr>
          <w:p w14:paraId="373D58F4" w14:textId="77777777" w:rsidR="00E42811" w:rsidRDefault="00000000">
            <w:r>
              <w:t>38.69</w:t>
            </w:r>
          </w:p>
        </w:tc>
      </w:tr>
      <w:tr w:rsidR="00E42811" w14:paraId="7986DB55" w14:textId="77777777">
        <w:tc>
          <w:tcPr>
            <w:tcW w:w="777" w:type="dxa"/>
            <w:shd w:val="clear" w:color="auto" w:fill="E6E6E6"/>
            <w:vAlign w:val="center"/>
          </w:tcPr>
          <w:p w14:paraId="1F928128" w14:textId="77777777" w:rsidR="00E42811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719740" w14:textId="77777777" w:rsidR="00E42811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C4432C" w14:textId="77777777" w:rsidR="00E42811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51CF6C" w14:textId="77777777" w:rsidR="00E42811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8F0D06" w14:textId="77777777" w:rsidR="00E42811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F347CB" w14:textId="77777777" w:rsidR="00E42811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15FB74" w14:textId="77777777" w:rsidR="00E42811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5C80A2" w14:textId="77777777" w:rsidR="00E42811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BFAB7B" w14:textId="77777777" w:rsidR="00E42811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226559" w14:textId="77777777" w:rsidR="00E42811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96F51B" w14:textId="77777777" w:rsidR="00E42811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45C441" w14:textId="77777777" w:rsidR="00E42811" w:rsidRDefault="00000000">
            <w:r>
              <w:t>23:00</w:t>
            </w:r>
          </w:p>
        </w:tc>
      </w:tr>
      <w:tr w:rsidR="00E42811" w14:paraId="49B7B2EE" w14:textId="77777777">
        <w:tc>
          <w:tcPr>
            <w:tcW w:w="777" w:type="dxa"/>
            <w:vAlign w:val="center"/>
          </w:tcPr>
          <w:p w14:paraId="45995778" w14:textId="77777777" w:rsidR="00E42811" w:rsidRDefault="00000000">
            <w:r>
              <w:t>39.70</w:t>
            </w:r>
          </w:p>
        </w:tc>
        <w:tc>
          <w:tcPr>
            <w:tcW w:w="777" w:type="dxa"/>
            <w:vAlign w:val="center"/>
          </w:tcPr>
          <w:p w14:paraId="26BD7FB8" w14:textId="77777777" w:rsidR="00E42811" w:rsidRDefault="00000000">
            <w:r>
              <w:t>40.58</w:t>
            </w:r>
          </w:p>
        </w:tc>
        <w:tc>
          <w:tcPr>
            <w:tcW w:w="777" w:type="dxa"/>
            <w:vAlign w:val="center"/>
          </w:tcPr>
          <w:p w14:paraId="4ED9899D" w14:textId="77777777" w:rsidR="00E42811" w:rsidRDefault="00000000">
            <w:r>
              <w:t>41.29</w:t>
            </w:r>
          </w:p>
        </w:tc>
        <w:tc>
          <w:tcPr>
            <w:tcW w:w="777" w:type="dxa"/>
            <w:vAlign w:val="center"/>
          </w:tcPr>
          <w:p w14:paraId="0A8128BA" w14:textId="77777777" w:rsidR="00E42811" w:rsidRDefault="00000000">
            <w:r>
              <w:t>41.78</w:t>
            </w:r>
          </w:p>
        </w:tc>
        <w:tc>
          <w:tcPr>
            <w:tcW w:w="777" w:type="dxa"/>
            <w:vAlign w:val="center"/>
          </w:tcPr>
          <w:p w14:paraId="18040F23" w14:textId="77777777" w:rsidR="00E42811" w:rsidRDefault="00000000">
            <w:r>
              <w:rPr>
                <w:color w:val="3333CC"/>
              </w:rPr>
              <w:t>42.00</w:t>
            </w:r>
          </w:p>
        </w:tc>
        <w:tc>
          <w:tcPr>
            <w:tcW w:w="777" w:type="dxa"/>
            <w:vAlign w:val="center"/>
          </w:tcPr>
          <w:p w14:paraId="6EC56197" w14:textId="77777777" w:rsidR="00E42811" w:rsidRDefault="00000000">
            <w:r>
              <w:t>41.95</w:t>
            </w:r>
          </w:p>
        </w:tc>
        <w:tc>
          <w:tcPr>
            <w:tcW w:w="777" w:type="dxa"/>
            <w:vAlign w:val="center"/>
          </w:tcPr>
          <w:p w14:paraId="253DE0AF" w14:textId="77777777" w:rsidR="00E42811" w:rsidRDefault="00000000">
            <w:r>
              <w:t>41.64</w:t>
            </w:r>
          </w:p>
        </w:tc>
        <w:tc>
          <w:tcPr>
            <w:tcW w:w="777" w:type="dxa"/>
            <w:vAlign w:val="center"/>
          </w:tcPr>
          <w:p w14:paraId="51E152BE" w14:textId="77777777" w:rsidR="00E42811" w:rsidRDefault="00000000">
            <w:r>
              <w:t>41.07</w:t>
            </w:r>
          </w:p>
        </w:tc>
        <w:tc>
          <w:tcPr>
            <w:tcW w:w="777" w:type="dxa"/>
            <w:vAlign w:val="center"/>
          </w:tcPr>
          <w:p w14:paraId="4C303391" w14:textId="77777777" w:rsidR="00E42811" w:rsidRDefault="00000000">
            <w:r>
              <w:t>40.29</w:t>
            </w:r>
          </w:p>
        </w:tc>
        <w:tc>
          <w:tcPr>
            <w:tcW w:w="777" w:type="dxa"/>
            <w:vAlign w:val="center"/>
          </w:tcPr>
          <w:p w14:paraId="703714C5" w14:textId="77777777" w:rsidR="00E42811" w:rsidRDefault="00000000">
            <w:r>
              <w:t>39.35</w:t>
            </w:r>
          </w:p>
        </w:tc>
        <w:tc>
          <w:tcPr>
            <w:tcW w:w="777" w:type="dxa"/>
            <w:vAlign w:val="center"/>
          </w:tcPr>
          <w:p w14:paraId="0C24B445" w14:textId="77777777" w:rsidR="00E42811" w:rsidRDefault="00000000">
            <w:r>
              <w:t>38.32</w:t>
            </w:r>
          </w:p>
        </w:tc>
        <w:tc>
          <w:tcPr>
            <w:tcW w:w="777" w:type="dxa"/>
            <w:vAlign w:val="center"/>
          </w:tcPr>
          <w:p w14:paraId="7724615A" w14:textId="77777777" w:rsidR="00E42811" w:rsidRDefault="00000000">
            <w:r>
              <w:t>37.26</w:t>
            </w:r>
          </w:p>
        </w:tc>
      </w:tr>
    </w:tbl>
    <w:p w14:paraId="27582A68" w14:textId="77777777" w:rsidR="00E42811" w:rsidRDefault="00000000">
      <w:pPr>
        <w:pStyle w:val="1"/>
      </w:pPr>
      <w:bookmarkStart w:id="58" w:name="_Toc154332348"/>
      <w:r>
        <w:t>验算结论</w:t>
      </w:r>
      <w:bookmarkEnd w:id="58"/>
    </w:p>
    <w:p w14:paraId="7C5F985E" w14:textId="77777777" w:rsidR="00E42811" w:rsidRDefault="00000000">
      <w:pPr>
        <w:pStyle w:val="2"/>
      </w:pPr>
      <w:bookmarkStart w:id="59" w:name="_Toc154332349"/>
      <w:r>
        <w:t>自然通风房间</w:t>
      </w:r>
      <w:bookmarkEnd w:id="59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E42811" w14:paraId="5B7E47A3" w14:textId="77777777">
        <w:tc>
          <w:tcPr>
            <w:tcW w:w="1403" w:type="dxa"/>
            <w:shd w:val="clear" w:color="auto" w:fill="DEDEDE"/>
            <w:vAlign w:val="center"/>
          </w:tcPr>
          <w:p w14:paraId="7A653E03" w14:textId="77777777" w:rsidR="00E42811" w:rsidRDefault="00000000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190900A3" w14:textId="77777777" w:rsidR="00E42811" w:rsidRDefault="00000000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096A3753" w14:textId="77777777" w:rsidR="00E42811" w:rsidRDefault="00000000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4AD910EA" w14:textId="77777777" w:rsidR="00E42811" w:rsidRDefault="00000000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046ACFD5" w14:textId="77777777" w:rsidR="00E42811" w:rsidRDefault="00000000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10B3C44C" w14:textId="77777777" w:rsidR="00E42811" w:rsidRDefault="00000000">
            <w:r>
              <w:t>结论</w:t>
            </w:r>
          </w:p>
        </w:tc>
      </w:tr>
      <w:tr w:rsidR="00E42811" w14:paraId="68A70DD2" w14:textId="77777777">
        <w:tc>
          <w:tcPr>
            <w:tcW w:w="1403" w:type="dxa"/>
            <w:vAlign w:val="center"/>
          </w:tcPr>
          <w:p w14:paraId="168F229E" w14:textId="77777777" w:rsidR="00E42811" w:rsidRDefault="00000000">
            <w:r>
              <w:t>屋顶</w:t>
            </w:r>
          </w:p>
        </w:tc>
        <w:tc>
          <w:tcPr>
            <w:tcW w:w="3395" w:type="dxa"/>
            <w:vAlign w:val="center"/>
          </w:tcPr>
          <w:p w14:paraId="0C2FB82E" w14:textId="77777777" w:rsidR="00E42811" w:rsidRDefault="00000000">
            <w:r>
              <w:t>上</w:t>
            </w:r>
            <w:r>
              <w:t>:</w:t>
            </w:r>
            <w:r>
              <w:t>屋顶构造一</w:t>
            </w:r>
          </w:p>
        </w:tc>
        <w:tc>
          <w:tcPr>
            <w:tcW w:w="848" w:type="dxa"/>
            <w:vAlign w:val="center"/>
          </w:tcPr>
          <w:p w14:paraId="1DB979B4" w14:textId="77777777" w:rsidR="00E42811" w:rsidRDefault="00000000">
            <w:r>
              <w:t>16:00</w:t>
            </w:r>
          </w:p>
        </w:tc>
        <w:tc>
          <w:tcPr>
            <w:tcW w:w="1415" w:type="dxa"/>
            <w:vAlign w:val="center"/>
          </w:tcPr>
          <w:p w14:paraId="6F7EC2AF" w14:textId="77777777" w:rsidR="00E42811" w:rsidRDefault="00000000">
            <w:r>
              <w:t>41.95</w:t>
            </w:r>
          </w:p>
        </w:tc>
        <w:tc>
          <w:tcPr>
            <w:tcW w:w="1131" w:type="dxa"/>
            <w:vAlign w:val="center"/>
          </w:tcPr>
          <w:p w14:paraId="6CFF9AAC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24DDB64A" w14:textId="77777777" w:rsidR="00E42811" w:rsidRDefault="00000000">
            <w:r>
              <w:t>满足</w:t>
            </w:r>
          </w:p>
        </w:tc>
      </w:tr>
      <w:tr w:rsidR="00E42811" w14:paraId="7C943605" w14:textId="77777777">
        <w:tc>
          <w:tcPr>
            <w:tcW w:w="1403" w:type="dxa"/>
            <w:vMerge w:val="restart"/>
            <w:vAlign w:val="center"/>
          </w:tcPr>
          <w:p w14:paraId="6BCA226E" w14:textId="77777777" w:rsidR="00E42811" w:rsidRDefault="00000000">
            <w:r>
              <w:t>外墙</w:t>
            </w:r>
          </w:p>
        </w:tc>
        <w:tc>
          <w:tcPr>
            <w:tcW w:w="3395" w:type="dxa"/>
            <w:vAlign w:val="center"/>
          </w:tcPr>
          <w:p w14:paraId="4497BA71" w14:textId="77777777" w:rsidR="00E42811" w:rsidRDefault="00000000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0BD84ADC" w14:textId="77777777" w:rsidR="00E42811" w:rsidRDefault="00000000">
            <w:r>
              <w:t>16:05</w:t>
            </w:r>
          </w:p>
        </w:tc>
        <w:tc>
          <w:tcPr>
            <w:tcW w:w="1415" w:type="dxa"/>
            <w:vAlign w:val="center"/>
          </w:tcPr>
          <w:p w14:paraId="03BC8A2E" w14:textId="77777777" w:rsidR="00E42811" w:rsidRDefault="00000000">
            <w:r>
              <w:t>41.80</w:t>
            </w:r>
          </w:p>
        </w:tc>
        <w:tc>
          <w:tcPr>
            <w:tcW w:w="1131" w:type="dxa"/>
            <w:vAlign w:val="center"/>
          </w:tcPr>
          <w:p w14:paraId="730DB949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708A16A9" w14:textId="77777777" w:rsidR="00E42811" w:rsidRDefault="00000000">
            <w:r>
              <w:t>满足</w:t>
            </w:r>
          </w:p>
        </w:tc>
      </w:tr>
      <w:tr w:rsidR="00E42811" w14:paraId="085425BA" w14:textId="77777777">
        <w:tc>
          <w:tcPr>
            <w:tcW w:w="1403" w:type="dxa"/>
            <w:vMerge/>
            <w:vAlign w:val="center"/>
          </w:tcPr>
          <w:p w14:paraId="5CE95BEB" w14:textId="77777777" w:rsidR="00E42811" w:rsidRDefault="00E42811"/>
        </w:tc>
        <w:tc>
          <w:tcPr>
            <w:tcW w:w="3395" w:type="dxa"/>
            <w:vAlign w:val="center"/>
          </w:tcPr>
          <w:p w14:paraId="7F783B2E" w14:textId="77777777" w:rsidR="00E42811" w:rsidRDefault="00000000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42835ABB" w14:textId="77777777" w:rsidR="00E42811" w:rsidRDefault="00000000">
            <w:r>
              <w:t>16:05</w:t>
            </w:r>
          </w:p>
        </w:tc>
        <w:tc>
          <w:tcPr>
            <w:tcW w:w="1415" w:type="dxa"/>
            <w:vAlign w:val="center"/>
          </w:tcPr>
          <w:p w14:paraId="443C9E10" w14:textId="77777777" w:rsidR="00E42811" w:rsidRDefault="00000000">
            <w:r>
              <w:t>41.82</w:t>
            </w:r>
          </w:p>
        </w:tc>
        <w:tc>
          <w:tcPr>
            <w:tcW w:w="1131" w:type="dxa"/>
            <w:vAlign w:val="center"/>
          </w:tcPr>
          <w:p w14:paraId="64889564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66D80567" w14:textId="77777777" w:rsidR="00E42811" w:rsidRDefault="00000000">
            <w:r>
              <w:t>满足</w:t>
            </w:r>
          </w:p>
        </w:tc>
      </w:tr>
      <w:tr w:rsidR="00E42811" w14:paraId="0C4F0C0F" w14:textId="77777777">
        <w:tc>
          <w:tcPr>
            <w:tcW w:w="1403" w:type="dxa"/>
            <w:vMerge/>
            <w:vAlign w:val="center"/>
          </w:tcPr>
          <w:p w14:paraId="1F37F3DD" w14:textId="77777777" w:rsidR="00E42811" w:rsidRDefault="00E42811"/>
        </w:tc>
        <w:tc>
          <w:tcPr>
            <w:tcW w:w="3395" w:type="dxa"/>
            <w:vAlign w:val="center"/>
          </w:tcPr>
          <w:p w14:paraId="40932DF7" w14:textId="77777777" w:rsidR="00E42811" w:rsidRDefault="00000000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9573DE9" w14:textId="77777777" w:rsidR="00E42811" w:rsidRDefault="00000000">
            <w:r>
              <w:t>16:05</w:t>
            </w:r>
          </w:p>
        </w:tc>
        <w:tc>
          <w:tcPr>
            <w:tcW w:w="1415" w:type="dxa"/>
            <w:vAlign w:val="center"/>
          </w:tcPr>
          <w:p w14:paraId="52EF0409" w14:textId="77777777" w:rsidR="00E42811" w:rsidRDefault="00000000">
            <w:r>
              <w:t>41.80</w:t>
            </w:r>
          </w:p>
        </w:tc>
        <w:tc>
          <w:tcPr>
            <w:tcW w:w="1131" w:type="dxa"/>
            <w:vAlign w:val="center"/>
          </w:tcPr>
          <w:p w14:paraId="367AB8CB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1D101053" w14:textId="77777777" w:rsidR="00E42811" w:rsidRDefault="00000000">
            <w:r>
              <w:t>满足</w:t>
            </w:r>
          </w:p>
        </w:tc>
      </w:tr>
      <w:tr w:rsidR="00E42811" w14:paraId="690F0D8B" w14:textId="77777777">
        <w:tc>
          <w:tcPr>
            <w:tcW w:w="1403" w:type="dxa"/>
            <w:vMerge/>
            <w:vAlign w:val="center"/>
          </w:tcPr>
          <w:p w14:paraId="4F8E4F00" w14:textId="77777777" w:rsidR="00E42811" w:rsidRDefault="00E42811"/>
        </w:tc>
        <w:tc>
          <w:tcPr>
            <w:tcW w:w="3395" w:type="dxa"/>
            <w:vAlign w:val="center"/>
          </w:tcPr>
          <w:p w14:paraId="21798BA4" w14:textId="77777777" w:rsidR="00E42811" w:rsidRDefault="00000000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4EEEE7D9" w14:textId="77777777" w:rsidR="00E42811" w:rsidRDefault="00000000">
            <w:r>
              <w:t>16:05</w:t>
            </w:r>
          </w:p>
        </w:tc>
        <w:tc>
          <w:tcPr>
            <w:tcW w:w="1415" w:type="dxa"/>
            <w:vAlign w:val="center"/>
          </w:tcPr>
          <w:p w14:paraId="3E413E6F" w14:textId="77777777" w:rsidR="00E42811" w:rsidRDefault="00000000">
            <w:r>
              <w:t>41.74</w:t>
            </w:r>
          </w:p>
        </w:tc>
        <w:tc>
          <w:tcPr>
            <w:tcW w:w="1131" w:type="dxa"/>
            <w:vAlign w:val="center"/>
          </w:tcPr>
          <w:p w14:paraId="6804F08E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208D5553" w14:textId="77777777" w:rsidR="00E42811" w:rsidRDefault="00000000">
            <w:r>
              <w:t>满足</w:t>
            </w:r>
          </w:p>
        </w:tc>
      </w:tr>
      <w:tr w:rsidR="00E42811" w14:paraId="10FEA57E" w14:textId="77777777">
        <w:tc>
          <w:tcPr>
            <w:tcW w:w="1403" w:type="dxa"/>
            <w:vMerge w:val="restart"/>
            <w:vAlign w:val="center"/>
          </w:tcPr>
          <w:p w14:paraId="018776C6" w14:textId="77777777" w:rsidR="00E42811" w:rsidRDefault="00000000">
            <w:r>
              <w:t>热桥柱</w:t>
            </w:r>
          </w:p>
        </w:tc>
        <w:tc>
          <w:tcPr>
            <w:tcW w:w="3395" w:type="dxa"/>
            <w:vAlign w:val="center"/>
          </w:tcPr>
          <w:p w14:paraId="44E44546" w14:textId="77777777" w:rsidR="00E42811" w:rsidRDefault="00000000">
            <w:r>
              <w:t>东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044262E1" w14:textId="77777777" w:rsidR="00E42811" w:rsidRDefault="00000000">
            <w:r>
              <w:t>16:00</w:t>
            </w:r>
          </w:p>
        </w:tc>
        <w:tc>
          <w:tcPr>
            <w:tcW w:w="1415" w:type="dxa"/>
            <w:vAlign w:val="center"/>
          </w:tcPr>
          <w:p w14:paraId="01D80585" w14:textId="77777777" w:rsidR="00E42811" w:rsidRDefault="00000000">
            <w:r>
              <w:t>41.74</w:t>
            </w:r>
          </w:p>
        </w:tc>
        <w:tc>
          <w:tcPr>
            <w:tcW w:w="1131" w:type="dxa"/>
            <w:vAlign w:val="center"/>
          </w:tcPr>
          <w:p w14:paraId="57586022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746CE79F" w14:textId="77777777" w:rsidR="00E42811" w:rsidRDefault="00000000">
            <w:r>
              <w:t>满足</w:t>
            </w:r>
          </w:p>
        </w:tc>
      </w:tr>
      <w:tr w:rsidR="00E42811" w14:paraId="308726F8" w14:textId="77777777">
        <w:tc>
          <w:tcPr>
            <w:tcW w:w="1403" w:type="dxa"/>
            <w:vMerge/>
            <w:vAlign w:val="center"/>
          </w:tcPr>
          <w:p w14:paraId="141F8773" w14:textId="77777777" w:rsidR="00E42811" w:rsidRDefault="00E42811"/>
        </w:tc>
        <w:tc>
          <w:tcPr>
            <w:tcW w:w="3395" w:type="dxa"/>
            <w:vAlign w:val="center"/>
          </w:tcPr>
          <w:p w14:paraId="189C14DB" w14:textId="77777777" w:rsidR="00E42811" w:rsidRDefault="00000000">
            <w:r>
              <w:t>西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36D8D360" w14:textId="77777777" w:rsidR="00E42811" w:rsidRDefault="00000000">
            <w:r>
              <w:t>16:05</w:t>
            </w:r>
          </w:p>
        </w:tc>
        <w:tc>
          <w:tcPr>
            <w:tcW w:w="1415" w:type="dxa"/>
            <w:vAlign w:val="center"/>
          </w:tcPr>
          <w:p w14:paraId="3731DE18" w14:textId="77777777" w:rsidR="00E42811" w:rsidRDefault="00000000">
            <w:r>
              <w:t>41.74</w:t>
            </w:r>
          </w:p>
        </w:tc>
        <w:tc>
          <w:tcPr>
            <w:tcW w:w="1131" w:type="dxa"/>
            <w:vAlign w:val="center"/>
          </w:tcPr>
          <w:p w14:paraId="0F221EDB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2B066CC2" w14:textId="77777777" w:rsidR="00E42811" w:rsidRDefault="00000000">
            <w:r>
              <w:t>满足</w:t>
            </w:r>
          </w:p>
        </w:tc>
      </w:tr>
      <w:tr w:rsidR="00E42811" w14:paraId="64DD5282" w14:textId="77777777">
        <w:tc>
          <w:tcPr>
            <w:tcW w:w="1403" w:type="dxa"/>
            <w:vMerge/>
            <w:vAlign w:val="center"/>
          </w:tcPr>
          <w:p w14:paraId="4BEEBF6D" w14:textId="77777777" w:rsidR="00E42811" w:rsidRDefault="00E42811"/>
        </w:tc>
        <w:tc>
          <w:tcPr>
            <w:tcW w:w="3395" w:type="dxa"/>
            <w:vAlign w:val="center"/>
          </w:tcPr>
          <w:p w14:paraId="21328F71" w14:textId="77777777" w:rsidR="00E42811" w:rsidRDefault="00000000">
            <w:r>
              <w:t>南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2BB5A989" w14:textId="77777777" w:rsidR="00E42811" w:rsidRDefault="00000000">
            <w:r>
              <w:t>16:05</w:t>
            </w:r>
          </w:p>
        </w:tc>
        <w:tc>
          <w:tcPr>
            <w:tcW w:w="1415" w:type="dxa"/>
            <w:vAlign w:val="center"/>
          </w:tcPr>
          <w:p w14:paraId="7335AB2F" w14:textId="77777777" w:rsidR="00E42811" w:rsidRDefault="00000000">
            <w:r>
              <w:t>41.72</w:t>
            </w:r>
          </w:p>
        </w:tc>
        <w:tc>
          <w:tcPr>
            <w:tcW w:w="1131" w:type="dxa"/>
            <w:vAlign w:val="center"/>
          </w:tcPr>
          <w:p w14:paraId="6CF50FAD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10674561" w14:textId="77777777" w:rsidR="00E42811" w:rsidRDefault="00000000">
            <w:r>
              <w:t>满足</w:t>
            </w:r>
          </w:p>
        </w:tc>
      </w:tr>
      <w:tr w:rsidR="00E42811" w14:paraId="597E417F" w14:textId="77777777">
        <w:tc>
          <w:tcPr>
            <w:tcW w:w="1403" w:type="dxa"/>
            <w:vMerge/>
            <w:vAlign w:val="center"/>
          </w:tcPr>
          <w:p w14:paraId="19B32EE1" w14:textId="77777777" w:rsidR="00E42811" w:rsidRDefault="00E42811"/>
        </w:tc>
        <w:tc>
          <w:tcPr>
            <w:tcW w:w="3395" w:type="dxa"/>
            <w:vAlign w:val="center"/>
          </w:tcPr>
          <w:p w14:paraId="0A1A2590" w14:textId="77777777" w:rsidR="00E42811" w:rsidRDefault="00000000">
            <w:r>
              <w:t>北</w:t>
            </w:r>
            <w:r>
              <w:t>:</w:t>
            </w:r>
            <w:r>
              <w:t>热桥柱构造一</w:t>
            </w:r>
          </w:p>
        </w:tc>
        <w:tc>
          <w:tcPr>
            <w:tcW w:w="848" w:type="dxa"/>
            <w:vAlign w:val="center"/>
          </w:tcPr>
          <w:p w14:paraId="281FC527" w14:textId="77777777" w:rsidR="00E42811" w:rsidRDefault="00000000">
            <w:r>
              <w:t>16:00</w:t>
            </w:r>
          </w:p>
        </w:tc>
        <w:tc>
          <w:tcPr>
            <w:tcW w:w="1415" w:type="dxa"/>
            <w:vAlign w:val="center"/>
          </w:tcPr>
          <w:p w14:paraId="65DB39B7" w14:textId="77777777" w:rsidR="00E42811" w:rsidRDefault="00000000">
            <w:r>
              <w:t>41.51</w:t>
            </w:r>
          </w:p>
        </w:tc>
        <w:tc>
          <w:tcPr>
            <w:tcW w:w="1131" w:type="dxa"/>
            <w:vAlign w:val="center"/>
          </w:tcPr>
          <w:p w14:paraId="26420570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4DD75900" w14:textId="77777777" w:rsidR="00E42811" w:rsidRDefault="00000000">
            <w:r>
              <w:t>满足</w:t>
            </w:r>
          </w:p>
        </w:tc>
      </w:tr>
      <w:tr w:rsidR="00E42811" w14:paraId="7E7D8FE4" w14:textId="77777777">
        <w:tc>
          <w:tcPr>
            <w:tcW w:w="1403" w:type="dxa"/>
            <w:vMerge w:val="restart"/>
            <w:vAlign w:val="center"/>
          </w:tcPr>
          <w:p w14:paraId="5BA37F93" w14:textId="77777777" w:rsidR="00E42811" w:rsidRDefault="00000000">
            <w:r>
              <w:t>热桥梁</w:t>
            </w:r>
          </w:p>
        </w:tc>
        <w:tc>
          <w:tcPr>
            <w:tcW w:w="3395" w:type="dxa"/>
            <w:vAlign w:val="center"/>
          </w:tcPr>
          <w:p w14:paraId="2A620D76" w14:textId="77777777" w:rsidR="00E42811" w:rsidRDefault="00000000">
            <w:r>
              <w:t>东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14:paraId="0EAB204B" w14:textId="77777777" w:rsidR="00E42811" w:rsidRDefault="00000000">
            <w:r>
              <w:t>16:10</w:t>
            </w:r>
          </w:p>
        </w:tc>
        <w:tc>
          <w:tcPr>
            <w:tcW w:w="1415" w:type="dxa"/>
            <w:vAlign w:val="center"/>
          </w:tcPr>
          <w:p w14:paraId="5602881B" w14:textId="77777777" w:rsidR="00E42811" w:rsidRDefault="00000000">
            <w:r>
              <w:t>42.28</w:t>
            </w:r>
          </w:p>
        </w:tc>
        <w:tc>
          <w:tcPr>
            <w:tcW w:w="1131" w:type="dxa"/>
            <w:vAlign w:val="center"/>
          </w:tcPr>
          <w:p w14:paraId="3A2C49C1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501631B3" w14:textId="77777777" w:rsidR="00E42811" w:rsidRDefault="00000000">
            <w:r>
              <w:t>满足</w:t>
            </w:r>
          </w:p>
        </w:tc>
      </w:tr>
      <w:tr w:rsidR="00E42811" w14:paraId="12208FD9" w14:textId="77777777">
        <w:tc>
          <w:tcPr>
            <w:tcW w:w="1403" w:type="dxa"/>
            <w:vMerge/>
            <w:vAlign w:val="center"/>
          </w:tcPr>
          <w:p w14:paraId="3206254D" w14:textId="77777777" w:rsidR="00E42811" w:rsidRDefault="00E42811"/>
        </w:tc>
        <w:tc>
          <w:tcPr>
            <w:tcW w:w="3395" w:type="dxa"/>
            <w:vAlign w:val="center"/>
          </w:tcPr>
          <w:p w14:paraId="30D1BE09" w14:textId="77777777" w:rsidR="00E42811" w:rsidRDefault="00000000">
            <w:r>
              <w:t>西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14:paraId="7974288C" w14:textId="77777777" w:rsidR="00E42811" w:rsidRDefault="00000000">
            <w:r>
              <w:t>16:10</w:t>
            </w:r>
          </w:p>
        </w:tc>
        <w:tc>
          <w:tcPr>
            <w:tcW w:w="1415" w:type="dxa"/>
            <w:vAlign w:val="center"/>
          </w:tcPr>
          <w:p w14:paraId="7844756C" w14:textId="77777777" w:rsidR="00E42811" w:rsidRDefault="00000000">
            <w:r>
              <w:t>42.28</w:t>
            </w:r>
          </w:p>
        </w:tc>
        <w:tc>
          <w:tcPr>
            <w:tcW w:w="1131" w:type="dxa"/>
            <w:vAlign w:val="center"/>
          </w:tcPr>
          <w:p w14:paraId="7559A618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0B45DC49" w14:textId="77777777" w:rsidR="00E42811" w:rsidRDefault="00000000">
            <w:r>
              <w:t>满足</w:t>
            </w:r>
          </w:p>
        </w:tc>
      </w:tr>
      <w:tr w:rsidR="00E42811" w14:paraId="236C547B" w14:textId="77777777">
        <w:tc>
          <w:tcPr>
            <w:tcW w:w="1403" w:type="dxa"/>
            <w:vMerge/>
            <w:vAlign w:val="center"/>
          </w:tcPr>
          <w:p w14:paraId="063B3B92" w14:textId="77777777" w:rsidR="00E42811" w:rsidRDefault="00E42811"/>
        </w:tc>
        <w:tc>
          <w:tcPr>
            <w:tcW w:w="3395" w:type="dxa"/>
            <w:vAlign w:val="center"/>
          </w:tcPr>
          <w:p w14:paraId="29690B4F" w14:textId="77777777" w:rsidR="00E42811" w:rsidRDefault="00000000">
            <w:r>
              <w:t>南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14:paraId="3DE3A32D" w14:textId="77777777" w:rsidR="00E42811" w:rsidRDefault="00000000">
            <w:r>
              <w:t>16:10</w:t>
            </w:r>
          </w:p>
        </w:tc>
        <w:tc>
          <w:tcPr>
            <w:tcW w:w="1415" w:type="dxa"/>
            <w:vAlign w:val="center"/>
          </w:tcPr>
          <w:p w14:paraId="60F7C824" w14:textId="77777777" w:rsidR="00E42811" w:rsidRDefault="00000000">
            <w:r>
              <w:t>42.26</w:t>
            </w:r>
          </w:p>
        </w:tc>
        <w:tc>
          <w:tcPr>
            <w:tcW w:w="1131" w:type="dxa"/>
            <w:vAlign w:val="center"/>
          </w:tcPr>
          <w:p w14:paraId="1CC60245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7351C7D6" w14:textId="77777777" w:rsidR="00E42811" w:rsidRDefault="00000000">
            <w:r>
              <w:t>满足</w:t>
            </w:r>
          </w:p>
        </w:tc>
      </w:tr>
      <w:tr w:rsidR="00E42811" w14:paraId="41C0A768" w14:textId="77777777">
        <w:tc>
          <w:tcPr>
            <w:tcW w:w="1403" w:type="dxa"/>
            <w:vMerge/>
            <w:vAlign w:val="center"/>
          </w:tcPr>
          <w:p w14:paraId="0DF1B05A" w14:textId="77777777" w:rsidR="00E42811" w:rsidRDefault="00E42811"/>
        </w:tc>
        <w:tc>
          <w:tcPr>
            <w:tcW w:w="3395" w:type="dxa"/>
            <w:vAlign w:val="center"/>
          </w:tcPr>
          <w:p w14:paraId="0C0732FB" w14:textId="77777777" w:rsidR="00E42811" w:rsidRDefault="00000000">
            <w:r>
              <w:t>北</w:t>
            </w:r>
            <w:r>
              <w:t>:</w:t>
            </w:r>
            <w:r>
              <w:t>热桥梁构造一</w:t>
            </w:r>
          </w:p>
        </w:tc>
        <w:tc>
          <w:tcPr>
            <w:tcW w:w="848" w:type="dxa"/>
            <w:vAlign w:val="center"/>
          </w:tcPr>
          <w:p w14:paraId="0B3B8933" w14:textId="77777777" w:rsidR="00E42811" w:rsidRDefault="00000000">
            <w:r>
              <w:t>16:10</w:t>
            </w:r>
          </w:p>
        </w:tc>
        <w:tc>
          <w:tcPr>
            <w:tcW w:w="1415" w:type="dxa"/>
            <w:vAlign w:val="center"/>
          </w:tcPr>
          <w:p w14:paraId="060B1DFB" w14:textId="77777777" w:rsidR="00E42811" w:rsidRDefault="00000000">
            <w:r>
              <w:t>42.01</w:t>
            </w:r>
          </w:p>
        </w:tc>
        <w:tc>
          <w:tcPr>
            <w:tcW w:w="1131" w:type="dxa"/>
            <w:vAlign w:val="center"/>
          </w:tcPr>
          <w:p w14:paraId="7389DF5A" w14:textId="77777777" w:rsidR="00E42811" w:rsidRDefault="00000000">
            <w:r>
              <w:t>42.90</w:t>
            </w:r>
          </w:p>
        </w:tc>
        <w:tc>
          <w:tcPr>
            <w:tcW w:w="1131" w:type="dxa"/>
            <w:vAlign w:val="center"/>
          </w:tcPr>
          <w:p w14:paraId="0B4A703E" w14:textId="77777777" w:rsidR="00E42811" w:rsidRDefault="00000000">
            <w:r>
              <w:t>满足</w:t>
            </w:r>
          </w:p>
        </w:tc>
      </w:tr>
    </w:tbl>
    <w:p w14:paraId="16E3130E" w14:textId="77777777" w:rsidR="00E42811" w:rsidRDefault="00E42811"/>
    <w:sectPr w:rsidR="00E42811" w:rsidSect="00A6328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5FB51" w14:textId="77777777" w:rsidR="00754F96" w:rsidRDefault="00754F96">
      <w:r>
        <w:separator/>
      </w:r>
    </w:p>
  </w:endnote>
  <w:endnote w:type="continuationSeparator" w:id="0">
    <w:p w14:paraId="015AAC6B" w14:textId="77777777" w:rsidR="00754F96" w:rsidRDefault="00754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4359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60DD6B9" w14:textId="77777777"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F324C3" w14:textId="77777777"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5EE3A" w14:textId="77777777" w:rsidR="00754F96" w:rsidRDefault="00754F96">
      <w:r>
        <w:separator/>
      </w:r>
    </w:p>
  </w:footnote>
  <w:footnote w:type="continuationSeparator" w:id="0">
    <w:p w14:paraId="521D4D93" w14:textId="77777777" w:rsidR="00754F96" w:rsidRDefault="00754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0632" w14:textId="77777777"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03929C" wp14:editId="561C633B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FE3BF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1A17B23E" wp14:editId="1A1DA5E7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3174671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2547310">
    <w:abstractNumId w:val="2"/>
  </w:num>
  <w:num w:numId="3" w16cid:durableId="1707829060">
    <w:abstractNumId w:val="1"/>
  </w:num>
  <w:num w:numId="4" w16cid:durableId="1055543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46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1946"/>
    <w:rsid w:val="00713B47"/>
    <w:rsid w:val="007224F0"/>
    <w:rsid w:val="00731929"/>
    <w:rsid w:val="007354A4"/>
    <w:rsid w:val="00735BFB"/>
    <w:rsid w:val="00750F18"/>
    <w:rsid w:val="00754F96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42811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7E725D4A"/>
  <w15:chartTrackingRefBased/>
  <w15:docId w15:val="{60A27C10-EF73-49DF-9B25-0D1168814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TOC2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TOC3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</Template>
  <TotalTime>1</TotalTime>
  <Pages>19</Pages>
  <Words>2001</Words>
  <Characters>11410</Characters>
  <Application>Microsoft Office Word</Application>
  <DocSecurity>0</DocSecurity>
  <Lines>95</Lines>
  <Paragraphs>26</Paragraphs>
  <ScaleCrop>false</ScaleCrop>
  <Company/>
  <LinksUpToDate>false</LinksUpToDate>
  <CharactersWithSpaces>13385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 Z</dc:creator>
  <cp:keywords/>
  <dc:description/>
  <cp:lastModifiedBy>CL Z</cp:lastModifiedBy>
  <cp:revision>1</cp:revision>
  <dcterms:created xsi:type="dcterms:W3CDTF">2023-12-24T09:45:00Z</dcterms:created>
  <dcterms:modified xsi:type="dcterms:W3CDTF">2023-12-24T09:46:00Z</dcterms:modified>
</cp:coreProperties>
</file>