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696B8" w14:textId="77777777" w:rsidR="00794676" w:rsidRDefault="00794676" w:rsidP="00794676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14:paraId="6320DB2C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隔热检查计算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14:paraId="7E850803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1"/>
    </w:p>
    <w:p w14:paraId="509163E9" w14:textId="77777777" w:rsidR="00794676" w:rsidRPr="00ED542A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12FC7751" w14:textId="77777777" w:rsidTr="009205C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74B2AF31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5F7EAEF" w14:textId="77777777" w:rsidR="00794676" w:rsidRPr="00D40158" w:rsidRDefault="00794676" w:rsidP="009205C5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乡村民宿</w:t>
            </w:r>
            <w:bookmarkEnd w:id="2"/>
          </w:p>
        </w:tc>
      </w:tr>
      <w:tr w:rsidR="00794676" w:rsidRPr="00D40158" w14:paraId="37E05AA0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A7A238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AB11E3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重庆</w:t>
            </w:r>
            <w:r>
              <w:t>-</w:t>
            </w:r>
            <w:r>
              <w:t>重庆</w:t>
            </w:r>
            <w:bookmarkEnd w:id="3"/>
          </w:p>
        </w:tc>
      </w:tr>
      <w:tr w:rsidR="00794676" w:rsidRPr="00D40158" w14:paraId="30B1E714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5018CA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77CFAE5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794676" w:rsidRPr="00D40158" w14:paraId="7E95A158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3FAB37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3C3EE3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794676" w:rsidRPr="00D40158" w14:paraId="01391084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D5B9B1D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E5A81F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794676" w:rsidRPr="00D40158" w14:paraId="134C5486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53B506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4F87441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124A24F2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253604F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14:paraId="03A2A96B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62577412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1781EC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38424B8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0349A15B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500CB91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1324BBE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2024年1月8日</w:t>
              </w:r>
            </w:smartTag>
            <w:bookmarkEnd w:id="7"/>
          </w:p>
        </w:tc>
      </w:tr>
    </w:tbl>
    <w:p w14:paraId="3ABFCD04" w14:textId="77777777" w:rsidR="00794676" w:rsidRDefault="00794676" w:rsidP="00E610F9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5EE60404" wp14:editId="39350138">
            <wp:extent cx="1514634" cy="1514634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8EBB1" w14:textId="77777777" w:rsidR="0047570D" w:rsidRDefault="0047570D">
      <w:pPr>
        <w:spacing w:line="240" w:lineRule="atLeast"/>
        <w:jc w:val="center"/>
        <w:rPr>
          <w:rFonts w:ascii="宋体" w:hAnsi="宋体"/>
        </w:rPr>
      </w:pPr>
    </w:p>
    <w:p w14:paraId="1BE6E2F5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7873421D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039D9C03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076CBBF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</w:t>
            </w:r>
            <w:r>
              <w:t>BECS2023</w:t>
            </w:r>
            <w:bookmarkEnd w:id="9"/>
          </w:p>
        </w:tc>
      </w:tr>
      <w:tr w:rsidR="00794676" w:rsidRPr="00D40158" w14:paraId="7787BF50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8BC49AB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6A631E2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20220923</w:t>
            </w:r>
            <w:bookmarkEnd w:id="10"/>
          </w:p>
        </w:tc>
      </w:tr>
      <w:tr w:rsidR="00794676" w:rsidRPr="00D40158" w14:paraId="022B78FC" w14:textId="77777777" w:rsidTr="009205C5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2DC34C6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385724C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555301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794676" w:rsidRPr="00D40158" w14:paraId="038C877F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8CD0AF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4D2AF1D6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T15123135409</w:t>
            </w:r>
            <w:bookmarkEnd w:id="11"/>
          </w:p>
        </w:tc>
      </w:tr>
    </w:tbl>
    <w:p w14:paraId="4136C411" w14:textId="77777777" w:rsidR="00794676" w:rsidRDefault="00794676" w:rsidP="00794676">
      <w:pPr>
        <w:pStyle w:val="TOC1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6D0C8B1A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154156DD" w14:textId="77777777" w:rsidR="00794676" w:rsidRDefault="00794676" w:rsidP="00794676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06AE1DDA" w14:textId="77777777" w:rsidR="00153A0F" w:rsidRDefault="0079467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5601019" w:history="1">
        <w:r w:rsidR="00153A0F" w:rsidRPr="002B6707">
          <w:rPr>
            <w:rStyle w:val="a8"/>
          </w:rPr>
          <w:t>1</w:t>
        </w:r>
        <w:r w:rsidR="00153A0F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153A0F" w:rsidRPr="002B6707">
          <w:rPr>
            <w:rStyle w:val="a8"/>
          </w:rPr>
          <w:t>建筑概况</w:t>
        </w:r>
        <w:r w:rsidR="00153A0F">
          <w:rPr>
            <w:webHidden/>
          </w:rPr>
          <w:tab/>
        </w:r>
        <w:r w:rsidR="00153A0F">
          <w:rPr>
            <w:webHidden/>
          </w:rPr>
          <w:fldChar w:fldCharType="begin"/>
        </w:r>
        <w:r w:rsidR="00153A0F">
          <w:rPr>
            <w:webHidden/>
          </w:rPr>
          <w:instrText xml:space="preserve"> PAGEREF _Toc155601019 \h </w:instrText>
        </w:r>
        <w:r w:rsidR="00153A0F">
          <w:rPr>
            <w:webHidden/>
          </w:rPr>
        </w:r>
        <w:r w:rsidR="00153A0F">
          <w:rPr>
            <w:webHidden/>
          </w:rPr>
          <w:fldChar w:fldCharType="separate"/>
        </w:r>
        <w:r w:rsidR="00153A0F">
          <w:rPr>
            <w:webHidden/>
          </w:rPr>
          <w:t>3</w:t>
        </w:r>
        <w:r w:rsidR="00153A0F">
          <w:rPr>
            <w:webHidden/>
          </w:rPr>
          <w:fldChar w:fldCharType="end"/>
        </w:r>
      </w:hyperlink>
    </w:p>
    <w:p w14:paraId="60BBE532" w14:textId="77777777" w:rsidR="00153A0F" w:rsidRDefault="00153A0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020" w:history="1">
        <w:r w:rsidRPr="002B6707">
          <w:rPr>
            <w:rStyle w:val="a8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2B6707">
          <w:rPr>
            <w:rStyle w:val="a8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354A76D" w14:textId="77777777" w:rsidR="00153A0F" w:rsidRDefault="00153A0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021" w:history="1">
        <w:r w:rsidRPr="002B6707">
          <w:rPr>
            <w:rStyle w:val="a8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2B6707">
          <w:rPr>
            <w:rStyle w:val="a8"/>
          </w:rPr>
          <w:t>评价目标与方法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1A7C888" w14:textId="77777777" w:rsidR="00153A0F" w:rsidRDefault="00153A0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022" w:history="1">
        <w:r w:rsidRPr="002B6707">
          <w:rPr>
            <w:rStyle w:val="a8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B6707">
          <w:rPr>
            <w:rStyle w:val="a8"/>
          </w:rPr>
          <w:t>评价目标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CC4CB45" w14:textId="77777777" w:rsidR="00153A0F" w:rsidRDefault="00153A0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023" w:history="1">
        <w:r w:rsidRPr="002B6707">
          <w:rPr>
            <w:rStyle w:val="a8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B6707">
          <w:rPr>
            <w:rStyle w:val="a8"/>
          </w:rPr>
          <w:t>评价方法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4B6E2F2" w14:textId="77777777" w:rsidR="00153A0F" w:rsidRDefault="00153A0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024" w:history="1">
        <w:r w:rsidRPr="002B6707">
          <w:rPr>
            <w:rStyle w:val="a8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2B6707">
          <w:rPr>
            <w:rStyle w:val="a8"/>
          </w:rPr>
          <w:t>边界条件参数设置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72D2AD4" w14:textId="77777777" w:rsidR="00153A0F" w:rsidRDefault="00153A0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025" w:history="1">
        <w:r w:rsidRPr="002B6707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B6707">
          <w:rPr>
            <w:rStyle w:val="a8"/>
          </w:rPr>
          <w:t>基本设置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AD0DF21" w14:textId="77777777" w:rsidR="00153A0F" w:rsidRDefault="00153A0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026" w:history="1">
        <w:r w:rsidRPr="002B6707">
          <w:rPr>
            <w:rStyle w:val="a8"/>
            <w:rFonts w:hAnsi="宋体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B6707">
          <w:rPr>
            <w:rStyle w:val="a8"/>
            <w:rFonts w:hAnsi="宋体"/>
          </w:rPr>
          <w:t>室外空气温度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A0CE635" w14:textId="77777777" w:rsidR="00153A0F" w:rsidRDefault="00153A0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027" w:history="1">
        <w:r w:rsidRPr="002B6707">
          <w:rPr>
            <w:rStyle w:val="a8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B6707">
          <w:rPr>
            <w:rStyle w:val="a8"/>
          </w:rPr>
          <w:t>室外太阳辐射照度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BE84456" w14:textId="77777777" w:rsidR="00153A0F" w:rsidRDefault="00153A0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028" w:history="1">
        <w:r w:rsidRPr="002B6707">
          <w:rPr>
            <w:rStyle w:val="a8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B6707">
          <w:rPr>
            <w:rStyle w:val="a8"/>
          </w:rPr>
          <w:t>室内空气温度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8928337" w14:textId="77777777" w:rsidR="00153A0F" w:rsidRDefault="00153A0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029" w:history="1">
        <w:r w:rsidRPr="002B6707">
          <w:rPr>
            <w:rStyle w:val="a8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2B6707">
          <w:rPr>
            <w:rStyle w:val="a8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7C0A514" w14:textId="77777777" w:rsidR="00153A0F" w:rsidRDefault="00153A0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030" w:history="1">
        <w:r w:rsidRPr="002B6707">
          <w:rPr>
            <w:rStyle w:val="a8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2B6707">
          <w:rPr>
            <w:rStyle w:val="a8"/>
          </w:rPr>
          <w:t>工程构造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489D0C6" w14:textId="77777777" w:rsidR="00153A0F" w:rsidRDefault="00153A0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031" w:history="1">
        <w:r w:rsidRPr="002B6707">
          <w:rPr>
            <w:rStyle w:val="a8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B6707">
          <w:rPr>
            <w:rStyle w:val="a8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61B13F8" w14:textId="77777777" w:rsidR="00153A0F" w:rsidRDefault="00153A0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032" w:history="1">
        <w:r w:rsidRPr="002B6707">
          <w:rPr>
            <w:rStyle w:val="a8"/>
            <w:lang w:val="en-GB"/>
          </w:rPr>
          <w:t>6.1.1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B6707">
          <w:rPr>
            <w:rStyle w:val="a8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7D9FB59" w14:textId="77777777" w:rsidR="00153A0F" w:rsidRDefault="00153A0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033" w:history="1">
        <w:r w:rsidRPr="002B6707">
          <w:rPr>
            <w:rStyle w:val="a8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B6707">
          <w:rPr>
            <w:rStyle w:val="a8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08C2853" w14:textId="77777777" w:rsidR="00153A0F" w:rsidRDefault="00153A0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034" w:history="1">
        <w:r w:rsidRPr="002B6707">
          <w:rPr>
            <w:rStyle w:val="a8"/>
            <w:lang w:val="en-GB"/>
          </w:rPr>
          <w:t>6.2.1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B6707">
          <w:rPr>
            <w:rStyle w:val="a8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BF3CB53" w14:textId="77777777" w:rsidR="00153A0F" w:rsidRDefault="00153A0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035" w:history="1">
        <w:r w:rsidRPr="002B6707">
          <w:rPr>
            <w:rStyle w:val="a8"/>
            <w:lang w:val="en-GB"/>
          </w:rPr>
          <w:t>6.3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B6707">
          <w:rPr>
            <w:rStyle w:val="a8"/>
          </w:rPr>
          <w:t>热桥柱构造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2CBFA75" w14:textId="77777777" w:rsidR="00153A0F" w:rsidRDefault="00153A0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036" w:history="1">
        <w:r w:rsidRPr="002B6707">
          <w:rPr>
            <w:rStyle w:val="a8"/>
            <w:lang w:val="en-GB"/>
          </w:rPr>
          <w:t>6.3.1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B6707">
          <w:rPr>
            <w:rStyle w:val="a8"/>
          </w:rPr>
          <w:t>热桥柱构造一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6542309" w14:textId="77777777" w:rsidR="00153A0F" w:rsidRDefault="00153A0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037" w:history="1">
        <w:r w:rsidRPr="002B6707">
          <w:rPr>
            <w:rStyle w:val="a8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2B6707">
          <w:rPr>
            <w:rStyle w:val="a8"/>
          </w:rPr>
          <w:t>验算结论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4D0E385" w14:textId="77777777" w:rsidR="00153A0F" w:rsidRDefault="00153A0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038" w:history="1">
        <w:r w:rsidRPr="002B6707">
          <w:rPr>
            <w:rStyle w:val="a8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2B6707">
          <w:rPr>
            <w:rStyle w:val="a8"/>
          </w:rPr>
          <w:t>空调房间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_Toc155601038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CB51139" w14:textId="77777777" w:rsidR="00794676" w:rsidRDefault="00794676" w:rsidP="00794676">
      <w:pPr>
        <w:spacing w:line="240" w:lineRule="atLeast"/>
      </w:pPr>
      <w:r>
        <w:fldChar w:fldCharType="end"/>
      </w:r>
    </w:p>
    <w:p w14:paraId="2962A27B" w14:textId="77777777" w:rsidR="00794676" w:rsidRPr="009C4D39" w:rsidRDefault="00794676" w:rsidP="00794676">
      <w:pPr>
        <w:spacing w:line="240" w:lineRule="atLeast"/>
        <w:sectPr w:rsidR="00794676" w:rsidRPr="009C4D39" w:rsidSect="00EE2AA2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48001C4E" w14:textId="77777777" w:rsidR="00794676" w:rsidRPr="005E5F93" w:rsidRDefault="00794676" w:rsidP="00794676">
      <w:pPr>
        <w:pStyle w:val="1"/>
        <w:spacing w:line="240" w:lineRule="atLeast"/>
        <w:ind w:left="432" w:hanging="432"/>
      </w:pPr>
      <w:bookmarkStart w:id="12" w:name="_Toc155601019"/>
      <w:r w:rsidRPr="005E5F93">
        <w:rPr>
          <w:rFonts w:hint="eastAsia"/>
        </w:rPr>
        <w:lastRenderedPageBreak/>
        <w:t>建筑概况</w:t>
      </w:r>
      <w:bookmarkEnd w:id="12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0"/>
        <w:gridCol w:w="3049"/>
        <w:gridCol w:w="3053"/>
      </w:tblGrid>
      <w:tr w:rsidR="00794676" w:rsidRPr="005816EB" w14:paraId="03DA9764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474AAB16" w14:textId="77777777" w:rsidR="00794676" w:rsidRPr="005816EB" w:rsidRDefault="00794676" w:rsidP="009205C5">
            <w:pPr>
              <w:spacing w:line="240" w:lineRule="atLeast"/>
            </w:pPr>
            <w:bookmarkStart w:id="13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1692412A" w14:textId="77777777" w:rsidR="00794676" w:rsidRPr="005816EB" w:rsidRDefault="00794676" w:rsidP="009205C5">
            <w:pPr>
              <w:spacing w:line="240" w:lineRule="atLeast"/>
            </w:pPr>
            <w:bookmarkStart w:id="14" w:name="工程名称"/>
            <w:r>
              <w:t>乡村民宿</w:t>
            </w:r>
            <w:bookmarkEnd w:id="14"/>
          </w:p>
        </w:tc>
      </w:tr>
      <w:tr w:rsidR="00794676" w:rsidRPr="005816EB" w14:paraId="1FC6FA97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73EE9477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22C2A1D4" w14:textId="77777777" w:rsidR="00794676" w:rsidRPr="005816EB" w:rsidRDefault="00794676" w:rsidP="009205C5">
            <w:pPr>
              <w:spacing w:line="240" w:lineRule="atLeast"/>
            </w:pPr>
            <w:bookmarkStart w:id="15" w:name="工程地点"/>
            <w:r>
              <w:t>重庆</w:t>
            </w:r>
            <w:r>
              <w:t>-</w:t>
            </w:r>
            <w:r>
              <w:t>重庆</w:t>
            </w:r>
            <w:bookmarkEnd w:id="15"/>
          </w:p>
        </w:tc>
      </w:tr>
      <w:tr w:rsidR="00794676" w:rsidRPr="005816EB" w14:paraId="2001A1A9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F882BA7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14:paraId="15FF735F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16" w:name="纬度"/>
            <w:r w:rsidRPr="00FF2243">
              <w:rPr>
                <w:rFonts w:ascii="宋体" w:hAnsi="宋体" w:hint="eastAsia"/>
              </w:rPr>
              <w:t>29.58</w:t>
            </w:r>
            <w:bookmarkEnd w:id="16"/>
            <w:r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14:paraId="03F9C4DA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17" w:name="经度"/>
            <w:r w:rsidRPr="00FF2243">
              <w:rPr>
                <w:rFonts w:ascii="宋体" w:hAnsi="宋体" w:hint="eastAsia"/>
              </w:rPr>
              <w:t>106.47</w:t>
            </w:r>
            <w:bookmarkEnd w:id="17"/>
            <w:r w:rsidRPr="00FF2243">
              <w:rPr>
                <w:rFonts w:ascii="宋体" w:hAnsi="宋体" w:hint="eastAsia"/>
              </w:rPr>
              <w:t>°</w:t>
            </w:r>
          </w:p>
        </w:tc>
      </w:tr>
      <w:tr w:rsidR="00794676" w:rsidRPr="005816EB" w14:paraId="382E2197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79A3884A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11B06C0E" w14:textId="77777777" w:rsidR="00794676" w:rsidRPr="005816EB" w:rsidRDefault="00794676" w:rsidP="009205C5">
            <w:pPr>
              <w:spacing w:line="240" w:lineRule="atLeast"/>
            </w:pPr>
            <w:bookmarkStart w:id="18" w:name="气候分区"/>
            <w:r>
              <w:t>夏热冬冷</w:t>
            </w:r>
            <w:bookmarkEnd w:id="18"/>
          </w:p>
        </w:tc>
      </w:tr>
      <w:tr w:rsidR="00794676" w:rsidRPr="005816EB" w14:paraId="02048A24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5CCB62CA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0199BD6C" w14:textId="77777777" w:rsidR="00794676" w:rsidRPr="005816EB" w:rsidRDefault="00794676" w:rsidP="009205C5">
            <w:pPr>
              <w:spacing w:line="240" w:lineRule="atLeast"/>
            </w:pPr>
            <w:bookmarkStart w:id="19" w:name="大气透明度等级"/>
            <w:r>
              <w:t>5</w:t>
            </w:r>
            <w:bookmarkEnd w:id="19"/>
          </w:p>
        </w:tc>
      </w:tr>
      <w:tr w:rsidR="00794676" w:rsidRPr="005816EB" w14:paraId="58E2B70D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03343983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058EF892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0" w:name="地上建筑面积"/>
            <w:r w:rsidRPr="005816EB">
              <w:rPr>
                <w:rFonts w:hint="eastAsia"/>
              </w:rPr>
              <w:t>926</w:t>
            </w:r>
            <w:bookmarkEnd w:id="20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1" w:name="地下建筑面积"/>
            <w:r w:rsidRPr="005816EB">
              <w:rPr>
                <w:rFonts w:hint="eastAsia"/>
              </w:rPr>
              <w:t>0</w:t>
            </w:r>
            <w:bookmarkEnd w:id="21"/>
            <w:r w:rsidRPr="005816EB">
              <w:rPr>
                <w:rFonts w:hint="eastAsia"/>
              </w:rPr>
              <w:t>㎡</w:t>
            </w:r>
          </w:p>
        </w:tc>
      </w:tr>
      <w:tr w:rsidR="00794676" w:rsidRPr="005816EB" w14:paraId="69FA5CA4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0C954F71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7155F6A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2" w:name="地上建筑层数"/>
            <w:r w:rsidRPr="005816EB">
              <w:rPr>
                <w:rFonts w:hint="eastAsia"/>
              </w:rPr>
              <w:t>3</w:t>
            </w:r>
            <w:bookmarkEnd w:id="22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3" w:name="地下建筑层数"/>
            <w:r>
              <w:t>0</w:t>
            </w:r>
            <w:bookmarkEnd w:id="23"/>
          </w:p>
        </w:tc>
      </w:tr>
      <w:tr w:rsidR="00794676" w:rsidRPr="005816EB" w14:paraId="55777F9E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44C0F870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3A07BA01" w14:textId="77777777" w:rsidR="00794676" w:rsidRPr="005816EB" w:rsidRDefault="00794676" w:rsidP="009205C5">
            <w:pPr>
              <w:spacing w:line="240" w:lineRule="atLeast"/>
            </w:pPr>
            <w:bookmarkStart w:id="24" w:name="地上建筑高度"/>
            <w:r w:rsidRPr="005816EB">
              <w:rPr>
                <w:rFonts w:hint="eastAsia"/>
              </w:rPr>
              <w:t>19.8</w:t>
            </w:r>
            <w:bookmarkEnd w:id="24"/>
            <w:r w:rsidRPr="005816EB">
              <w:rPr>
                <w:rFonts w:hint="eastAsia"/>
              </w:rPr>
              <w:t>m</w:t>
            </w:r>
          </w:p>
        </w:tc>
      </w:tr>
      <w:tr w:rsidR="00794676" w:rsidRPr="005816EB" w14:paraId="2AAA0455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6467C6A2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7C3C26D0" w14:textId="77777777" w:rsidR="00794676" w:rsidRPr="005816EB" w:rsidRDefault="00794676" w:rsidP="009205C5">
            <w:pPr>
              <w:spacing w:line="240" w:lineRule="atLeast"/>
            </w:pPr>
            <w:bookmarkStart w:id="25" w:name="结构类型"/>
            <w:bookmarkEnd w:id="25"/>
          </w:p>
        </w:tc>
      </w:tr>
    </w:tbl>
    <w:p w14:paraId="5774F3A4" w14:textId="77777777" w:rsidR="00794676" w:rsidRDefault="00794676" w:rsidP="00794676">
      <w:pPr>
        <w:pStyle w:val="1"/>
        <w:spacing w:line="240" w:lineRule="atLeast"/>
        <w:ind w:left="432" w:hanging="432"/>
      </w:pPr>
      <w:bookmarkStart w:id="26" w:name="TitleFormat"/>
      <w:bookmarkStart w:id="27" w:name="_Toc155601020"/>
      <w:bookmarkEnd w:id="13"/>
      <w:r>
        <w:rPr>
          <w:rFonts w:hint="eastAsia"/>
        </w:rPr>
        <w:t>评价依据</w:t>
      </w:r>
      <w:bookmarkEnd w:id="27"/>
    </w:p>
    <w:bookmarkEnd w:id="26"/>
    <w:p w14:paraId="3CB3AE59" w14:textId="77777777" w:rsidR="00794676" w:rsidRDefault="00794676" w:rsidP="00794676">
      <w:pPr>
        <w:spacing w:line="240" w:lineRule="atLeast"/>
      </w:pPr>
      <w:r>
        <w:rPr>
          <w:rFonts w:hint="eastAsia"/>
        </w:rPr>
        <w:t xml:space="preserve">1. </w:t>
      </w:r>
      <w:bookmarkStart w:id="28" w:name="标准名称"/>
      <w:r>
        <w:rPr>
          <w:rFonts w:hint="eastAsia"/>
        </w:rPr>
        <w:t>《公共建筑节能设计标准》</w:t>
      </w:r>
      <w:r>
        <w:rPr>
          <w:rFonts w:hint="eastAsia"/>
        </w:rPr>
        <w:t>GB50189-2015</w:t>
      </w:r>
      <w:bookmarkEnd w:id="28"/>
    </w:p>
    <w:p w14:paraId="54346904" w14:textId="77777777" w:rsidR="00794676" w:rsidRDefault="00794676" w:rsidP="00794676">
      <w:pPr>
        <w:spacing w:line="240" w:lineRule="atLeast"/>
      </w:pPr>
      <w:r>
        <w:rPr>
          <w:rFonts w:hint="eastAsia"/>
        </w:rPr>
        <w:t xml:space="preserve">2. </w:t>
      </w:r>
      <w:bookmarkStart w:id="29" w:name="OLE_LINK2"/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  <w:bookmarkEnd w:id="29"/>
    </w:p>
    <w:p w14:paraId="79ADB2BD" w14:textId="77777777" w:rsidR="00794676" w:rsidRPr="00CC07EB" w:rsidRDefault="00794676" w:rsidP="00794676">
      <w:pPr>
        <w:spacing w:line="240" w:lineRule="atLeast"/>
      </w:pPr>
      <w:r>
        <w:rPr>
          <w:rFonts w:hint="eastAsia"/>
        </w:rPr>
        <w:t xml:space="preserve">3. </w:t>
      </w:r>
      <w:bookmarkStart w:id="30" w:name="地方绿建评价标准"/>
      <w:r w:rsidRPr="003449FB">
        <w:rPr>
          <w:rFonts w:hint="eastAsia"/>
        </w:rPr>
        <w:t>《绿色建筑评价标准》</w:t>
      </w:r>
      <w:r w:rsidRPr="003449FB">
        <w:rPr>
          <w:rFonts w:hint="eastAsia"/>
        </w:rPr>
        <w:t>GB/T 50378-2019</w:t>
      </w:r>
    </w:p>
    <w:bookmarkEnd w:id="30"/>
    <w:p w14:paraId="17AEF945" w14:textId="77777777" w:rsidR="00794676" w:rsidRPr="00CC07EB" w:rsidRDefault="00794676" w:rsidP="00794676">
      <w:pPr>
        <w:spacing w:line="240" w:lineRule="atLeast"/>
      </w:pPr>
      <w:r>
        <w:rPr>
          <w:rFonts w:hint="eastAsia"/>
        </w:rPr>
        <w:t xml:space="preserve">4. </w:t>
      </w:r>
      <w:r w:rsidRPr="003449FB">
        <w:rPr>
          <w:rFonts w:hint="eastAsia"/>
        </w:rPr>
        <w:t>《绿色建筑评价技术细则》</w:t>
      </w:r>
    </w:p>
    <w:p w14:paraId="2E9D823E" w14:textId="77777777" w:rsidR="00794676" w:rsidRPr="000730E7" w:rsidRDefault="00794676" w:rsidP="00794676">
      <w:pPr>
        <w:spacing w:line="240" w:lineRule="atLeast"/>
      </w:pPr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设计说明、节能计算书</w:t>
      </w:r>
    </w:p>
    <w:p w14:paraId="6B9A4483" w14:textId="77777777" w:rsidR="00794676" w:rsidRDefault="00794676" w:rsidP="00794676">
      <w:pPr>
        <w:pStyle w:val="1"/>
        <w:spacing w:line="240" w:lineRule="atLeast"/>
        <w:ind w:left="432" w:hanging="432"/>
      </w:pPr>
      <w:bookmarkStart w:id="31" w:name="_Toc155601021"/>
      <w:r>
        <w:rPr>
          <w:rFonts w:hint="eastAsia"/>
        </w:rPr>
        <w:t>评价目标与方法</w:t>
      </w:r>
      <w:bookmarkEnd w:id="31"/>
    </w:p>
    <w:p w14:paraId="18433414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2" w:name="_Toc155601022"/>
      <w:r>
        <w:rPr>
          <w:rFonts w:hint="eastAsia"/>
          <w:kern w:val="2"/>
        </w:rPr>
        <w:t>评价目标</w:t>
      </w:r>
      <w:bookmarkEnd w:id="32"/>
    </w:p>
    <w:p w14:paraId="653198B0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0F6937">
        <w:rPr>
          <w:rFonts w:ascii="宋体" w:hAnsi="宋体"/>
          <w:szCs w:val="21"/>
        </w:rPr>
        <w:t>依据《民用建筑热工设计规范》</w:t>
      </w:r>
      <w:r>
        <w:rPr>
          <w:rFonts w:ascii="宋体" w:hAnsi="宋体" w:hint="eastAsia"/>
          <w:szCs w:val="21"/>
        </w:rPr>
        <w:t>和</w:t>
      </w:r>
      <w:bookmarkStart w:id="33" w:name="地方绿建评价标准：1"/>
      <w:r>
        <w:rPr>
          <w:rFonts w:ascii="宋体" w:hAnsi="宋体" w:hint="eastAsia"/>
          <w:szCs w:val="21"/>
        </w:rPr>
        <w:t>《绿色建筑评价标准》GB/T 50378-2019</w:t>
      </w:r>
      <w:bookmarkEnd w:id="33"/>
      <w:r>
        <w:rPr>
          <w:rFonts w:ascii="宋体" w:hAnsi="宋体" w:hint="eastAsia"/>
          <w:szCs w:val="21"/>
        </w:rPr>
        <w:t>的</w:t>
      </w:r>
      <w:r w:rsidRPr="000F6937">
        <w:rPr>
          <w:rFonts w:ascii="宋体" w:hAnsi="宋体" w:hint="eastAsia"/>
          <w:szCs w:val="21"/>
        </w:rPr>
        <w:t>要求</w:t>
      </w:r>
      <w:r>
        <w:rPr>
          <w:rFonts w:ascii="宋体" w:hAnsi="宋体" w:hint="eastAsia"/>
          <w:szCs w:val="21"/>
        </w:rPr>
        <w:t>和规定</w:t>
      </w:r>
      <w:r w:rsidRPr="000F6937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屋顶和</w:t>
      </w:r>
      <w:r w:rsidRPr="005E30F8">
        <w:rPr>
          <w:rFonts w:ascii="宋体" w:hAnsi="宋体" w:hint="eastAsia"/>
          <w:szCs w:val="21"/>
        </w:rPr>
        <w:t>外墙的</w:t>
      </w:r>
      <w:r>
        <w:rPr>
          <w:rFonts w:ascii="宋体" w:hAnsi="宋体" w:hint="eastAsia"/>
          <w:szCs w:val="21"/>
        </w:rPr>
        <w:t>隔热性能</w:t>
      </w:r>
      <w:r w:rsidRPr="005E30F8">
        <w:rPr>
          <w:rFonts w:ascii="宋体" w:hAnsi="宋体" w:hint="eastAsia"/>
          <w:szCs w:val="21"/>
        </w:rPr>
        <w:t>应满足要求</w:t>
      </w:r>
      <w:r w:rsidRPr="000F6937">
        <w:rPr>
          <w:rFonts w:ascii="宋体" w:hAnsi="宋体" w:hint="eastAsia"/>
          <w:szCs w:val="21"/>
        </w:rPr>
        <w:t>。</w:t>
      </w:r>
    </w:p>
    <w:p w14:paraId="3ABB8555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通过房间围护结构</w:t>
      </w:r>
      <w:r w:rsidRPr="000F6937">
        <w:rPr>
          <w:rFonts w:ascii="宋体" w:hAnsi="宋体"/>
          <w:szCs w:val="21"/>
        </w:rPr>
        <w:t>的内表面温度计算，判断是否</w:t>
      </w:r>
      <w:r>
        <w:rPr>
          <w:rFonts w:ascii="宋体" w:hAnsi="宋体" w:hint="eastAsia"/>
          <w:szCs w:val="21"/>
        </w:rPr>
        <w:t>不大于</w:t>
      </w:r>
      <w:r w:rsidRPr="000F6937">
        <w:rPr>
          <w:rFonts w:ascii="宋体" w:hAnsi="宋体"/>
          <w:szCs w:val="21"/>
        </w:rPr>
        <w:t>《民用建筑热工设计规范</w:t>
      </w:r>
      <w:r w:rsidRPr="000F6937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给出的内表面最高温度</w:t>
      </w:r>
      <w:r w:rsidRPr="000F6937">
        <w:rPr>
          <w:rFonts w:ascii="宋体" w:hAnsi="宋体" w:hint="eastAsia"/>
          <w:szCs w:val="21"/>
        </w:rPr>
        <w:t>。</w:t>
      </w:r>
    </w:p>
    <w:p w14:paraId="46F6EF36" w14:textId="77777777" w:rsidR="00794676" w:rsidRPr="00481875" w:rsidRDefault="00794676" w:rsidP="00794676">
      <w:pPr>
        <w:pStyle w:val="2"/>
        <w:spacing w:line="240" w:lineRule="atLeast"/>
        <w:rPr>
          <w:kern w:val="2"/>
        </w:rPr>
      </w:pPr>
      <w:bookmarkStart w:id="34" w:name="_Toc155601023"/>
      <w:r>
        <w:rPr>
          <w:rFonts w:hint="eastAsia"/>
          <w:kern w:val="2"/>
        </w:rPr>
        <w:t>评价方法</w:t>
      </w:r>
      <w:bookmarkEnd w:id="34"/>
    </w:p>
    <w:p w14:paraId="0A43C296" w14:textId="77777777" w:rsidR="00794676" w:rsidRPr="0077209E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5" w:name="OLE_LINK3"/>
      <w:r w:rsidRPr="00FE74EF">
        <w:rPr>
          <w:color w:val="000000"/>
          <w:szCs w:val="21"/>
        </w:rPr>
        <w:t>在给定两侧空气温度及变化规律的情况下，</w:t>
      </w:r>
      <w:bookmarkEnd w:id="35"/>
      <w:r w:rsidR="00D80AF1">
        <w:rPr>
          <w:rFonts w:hint="eastAsia"/>
          <w:color w:val="000000"/>
          <w:szCs w:val="21"/>
        </w:rPr>
        <w:t>外墙</w:t>
      </w:r>
      <w:r w:rsidRPr="00FE74EF">
        <w:rPr>
          <w:color w:val="000000"/>
          <w:szCs w:val="21"/>
        </w:rPr>
        <w:t>内表面最高温度</w:t>
      </w:r>
      <w:r w:rsidRPr="00FE74EF">
        <w:rPr>
          <w:rFonts w:hint="eastAsia"/>
          <w:color w:val="000000"/>
          <w:szCs w:val="21"/>
        </w:rPr>
        <w:t>应符合</w:t>
      </w:r>
      <w:r w:rsidRPr="00FE74EF">
        <w:rPr>
          <w:color w:val="000000"/>
          <w:szCs w:val="21"/>
        </w:rPr>
        <w:t>表</w:t>
      </w:r>
      <w:r w:rsidRPr="00FE74EF">
        <w:rPr>
          <w:rFonts w:hint="eastAsia"/>
          <w:color w:val="000000"/>
          <w:szCs w:val="21"/>
        </w:rPr>
        <w:t>3.2.1</w:t>
      </w:r>
      <w:r w:rsidRPr="00FE74EF">
        <w:rPr>
          <w:color w:val="000000"/>
          <w:szCs w:val="21"/>
        </w:rPr>
        <w:t>的</w:t>
      </w:r>
      <w:r w:rsidRPr="00FE74EF">
        <w:rPr>
          <w:rFonts w:hint="eastAsia"/>
          <w:color w:val="000000"/>
          <w:szCs w:val="21"/>
        </w:rPr>
        <w:t>要</w:t>
      </w:r>
      <w:r w:rsidRPr="00FE74EF">
        <w:rPr>
          <w:color w:val="000000"/>
          <w:szCs w:val="21"/>
        </w:rPr>
        <w:t>求</w:t>
      </w:r>
      <w:r w:rsidRPr="00FE74EF">
        <w:rPr>
          <w:rFonts w:hint="eastAsia"/>
          <w:color w:val="000000"/>
          <w:szCs w:val="21"/>
        </w:rPr>
        <w:t>：</w:t>
      </w:r>
    </w:p>
    <w:p w14:paraId="648CB168" w14:textId="77777777" w:rsidR="00794676" w:rsidRPr="00FE74EF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FE74EF">
        <w:rPr>
          <w:rFonts w:ascii="黑体" w:eastAsia="黑体" w:hAnsi="黑体" w:hint="eastAsia"/>
          <w:b/>
          <w:color w:val="000000"/>
          <w:szCs w:val="21"/>
        </w:rPr>
        <w:t>表3.2.1 外墙</w:t>
      </w:r>
      <w:r w:rsidRPr="00FE74EF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FE74EF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9"/>
        <w:gridCol w:w="1942"/>
        <w:gridCol w:w="2330"/>
      </w:tblGrid>
      <w:tr w:rsidR="00DB3CB8" w:rsidRPr="00607740" w14:paraId="4CE838A9" w14:textId="77777777" w:rsidTr="00DB3CB8"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047ED679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10F6A4D2" w14:textId="77777777" w:rsidR="00DB3CB8" w:rsidRPr="006222BA" w:rsidRDefault="00DB3CB8" w:rsidP="00DB3CB8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611DBCFE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DB3CB8" w:rsidRPr="00607740" w14:paraId="7D44882B" w14:textId="77777777" w:rsidTr="00DB3CB8">
        <w:trPr>
          <w:jc w:val="center"/>
        </w:trPr>
        <w:tc>
          <w:tcPr>
            <w:tcW w:w="1885" w:type="dxa"/>
            <w:vMerge/>
            <w:shd w:val="clear" w:color="auto" w:fill="D9D9D9"/>
          </w:tcPr>
          <w:p w14:paraId="03D283D0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/>
            <w:shd w:val="clear" w:color="auto" w:fill="D9D9D9"/>
          </w:tcPr>
          <w:p w14:paraId="3E1782ED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27069910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432AC1EB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30" w:type="dxa"/>
            <w:shd w:val="clear" w:color="auto" w:fill="D9D9D9"/>
          </w:tcPr>
          <w:p w14:paraId="5A5E3CAC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6C4A6654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0" w:right="0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DB3CB8" w:rsidRPr="00607740" w14:paraId="3C4BFEF0" w14:textId="77777777" w:rsidTr="00844F8C">
        <w:trPr>
          <w:jc w:val="center"/>
        </w:trPr>
        <w:tc>
          <w:tcPr>
            <w:tcW w:w="1885" w:type="dxa"/>
            <w:shd w:val="clear" w:color="auto" w:fill="D9D9D9"/>
          </w:tcPr>
          <w:p w14:paraId="4928C9F0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A66A31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A66A31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begin"/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7CF9E0E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separate"/>
            </w:r>
            <w:r w:rsidR="00153A0F">
              <w:rPr>
                <w:position w:val="-9"/>
              </w:rPr>
              <w:pict w14:anchorId="1936AF54">
                <v:shape id="_x0000_i1071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3CD7E0D1" w14:textId="77777777" w:rsidR="00DB3CB8" w:rsidRPr="00DB3CB8" w:rsidRDefault="00DB3CB8" w:rsidP="00D80AF1">
            <w:pPr>
              <w:pStyle w:val="a0"/>
              <w:spacing w:line="240" w:lineRule="atLeast"/>
              <w:ind w:leftChars="0" w:left="0" w:rightChars="0" w:right="0"/>
              <w:rPr>
                <w:rFonts w:ascii="等线" w:eastAsia="等线" w:hAnsi="等线"/>
                <w:color w:val="000000"/>
                <w:szCs w:val="21"/>
                <w:vertAlign w:val="subscript"/>
              </w:rPr>
            </w:pPr>
            <w:r w:rsidRPr="00D80AF1">
              <w:rPr>
                <w:rFonts w:hint="eastAsia"/>
                <w:position w:val="-9"/>
              </w:rPr>
              <w:t>≤</w:t>
            </w:r>
            <w:r w:rsidRPr="00D80AF1">
              <w:rPr>
                <w:rFonts w:hint="eastAsia"/>
                <w:position w:val="-9"/>
              </w:rPr>
              <w:t xml:space="preserve"> </w:t>
            </w:r>
            <w:proofErr w:type="spellStart"/>
            <w:r w:rsidRPr="00D80AF1">
              <w:rPr>
                <w:position w:val="-9"/>
              </w:rPr>
              <w:t>t</w:t>
            </w:r>
            <w:r w:rsidRPr="00D80AF1">
              <w:rPr>
                <w:position w:val="-9"/>
                <w:vertAlign w:val="subscript"/>
              </w:rPr>
              <w:t>e.max</w:t>
            </w:r>
            <w:proofErr w:type="spellEnd"/>
          </w:p>
        </w:tc>
        <w:tc>
          <w:tcPr>
            <w:tcW w:w="1942" w:type="dxa"/>
            <w:shd w:val="clear" w:color="auto" w:fill="auto"/>
            <w:vAlign w:val="center"/>
          </w:tcPr>
          <w:p w14:paraId="40D88998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4E2353A0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4A80008C" w14:textId="77777777" w:rsidR="00794676" w:rsidRPr="0033198E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2BA1E004" w14:textId="77777777" w:rsidR="00794676" w:rsidRPr="00BE4789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 w:rsidRPr="00BE4789">
        <w:rPr>
          <w:color w:val="000000"/>
          <w:szCs w:val="21"/>
        </w:rPr>
        <w:t>在给定两侧空气温度及变化规律的情况下，</w:t>
      </w:r>
      <w:r w:rsidR="00DB5AC7">
        <w:rPr>
          <w:rFonts w:hint="eastAsia"/>
          <w:color w:val="000000"/>
          <w:szCs w:val="21"/>
        </w:rPr>
        <w:t>屋面</w:t>
      </w:r>
      <w:r w:rsidRPr="00BE4789">
        <w:rPr>
          <w:color w:val="000000"/>
          <w:szCs w:val="21"/>
        </w:rPr>
        <w:t>内表面最高温度</w:t>
      </w:r>
      <w:r w:rsidRPr="00BE4789">
        <w:rPr>
          <w:rFonts w:hint="eastAsia"/>
          <w:color w:val="000000"/>
          <w:szCs w:val="21"/>
        </w:rPr>
        <w:t>应符合</w:t>
      </w:r>
      <w:r w:rsidRPr="00BE4789">
        <w:rPr>
          <w:color w:val="000000"/>
          <w:szCs w:val="21"/>
        </w:rPr>
        <w:t>表</w:t>
      </w:r>
      <w:r w:rsidRPr="00BE4789">
        <w:rPr>
          <w:rFonts w:hint="eastAsia"/>
          <w:color w:val="000000"/>
          <w:szCs w:val="21"/>
        </w:rPr>
        <w:t>3.2</w:t>
      </w:r>
      <w:r w:rsidRPr="00BE4789">
        <w:rPr>
          <w:color w:val="000000"/>
          <w:szCs w:val="21"/>
        </w:rPr>
        <w:t>.2</w:t>
      </w:r>
      <w:r w:rsidRPr="00BE4789">
        <w:rPr>
          <w:color w:val="000000"/>
          <w:szCs w:val="21"/>
        </w:rPr>
        <w:t>的</w:t>
      </w:r>
      <w:r w:rsidRPr="00BE4789">
        <w:rPr>
          <w:rFonts w:hint="eastAsia"/>
          <w:color w:val="000000"/>
          <w:szCs w:val="21"/>
        </w:rPr>
        <w:t>要</w:t>
      </w:r>
      <w:r w:rsidRPr="00BE4789">
        <w:rPr>
          <w:color w:val="000000"/>
          <w:szCs w:val="21"/>
        </w:rPr>
        <w:t>求</w:t>
      </w:r>
      <w:r w:rsidRPr="00BE4789">
        <w:rPr>
          <w:rFonts w:hint="eastAsia"/>
          <w:color w:val="000000"/>
          <w:szCs w:val="21"/>
        </w:rPr>
        <w:t>：</w:t>
      </w:r>
    </w:p>
    <w:p w14:paraId="7C1BB52B" w14:textId="77777777" w:rsidR="00794676" w:rsidRPr="00BE4789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BE4789">
        <w:rPr>
          <w:rFonts w:ascii="黑体" w:eastAsia="黑体" w:hAnsi="黑体" w:hint="eastAsia"/>
          <w:b/>
          <w:color w:val="000000"/>
          <w:szCs w:val="21"/>
        </w:rPr>
        <w:t>表3.2.2 屋顶</w:t>
      </w:r>
      <w:r w:rsidRPr="00BE4789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BE4789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57"/>
        <w:gridCol w:w="1595"/>
        <w:gridCol w:w="2402"/>
      </w:tblGrid>
      <w:tr w:rsidR="0035600A" w:rsidRPr="00607740" w14:paraId="535CC997" w14:textId="77777777" w:rsidTr="0035600A"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4E0229E8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440E89B7" w14:textId="77777777" w:rsidR="0035600A" w:rsidRPr="006222BA" w:rsidRDefault="006A7B80" w:rsidP="0035600A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7CC6028D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35600A" w:rsidRPr="00607740" w14:paraId="3646CCCE" w14:textId="77777777" w:rsidTr="0035600A">
        <w:trPr>
          <w:jc w:val="center"/>
        </w:trPr>
        <w:tc>
          <w:tcPr>
            <w:tcW w:w="1689" w:type="dxa"/>
            <w:vMerge/>
            <w:shd w:val="clear" w:color="auto" w:fill="D9D9D9"/>
          </w:tcPr>
          <w:p w14:paraId="29AE9520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/>
            <w:shd w:val="clear" w:color="auto" w:fill="D9D9D9"/>
          </w:tcPr>
          <w:p w14:paraId="299BBC5A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5695865C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41506411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441BC88D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78E9A408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35600A" w:rsidRPr="00607740" w14:paraId="0D1F8E30" w14:textId="77777777" w:rsidTr="00844F8C">
        <w:trPr>
          <w:jc w:val="center"/>
        </w:trPr>
        <w:tc>
          <w:tcPr>
            <w:tcW w:w="1689" w:type="dxa"/>
            <w:shd w:val="clear" w:color="auto" w:fill="D9D9D9"/>
          </w:tcPr>
          <w:p w14:paraId="552BC517" w14:textId="77777777" w:rsidR="0035600A" w:rsidRPr="00A66A31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内表面</w:t>
            </w:r>
            <w:r w:rsidRPr="006222BA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b/>
                <w:color w:val="000000"/>
                <w:szCs w:val="21"/>
              </w:rPr>
              <w:fldChar w:fldCharType="begin"/>
            </w:r>
            <w:r w:rsidRPr="00794676">
              <w:rPr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61F0EB13">
                <v:shape id="_x0000_i1027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b/>
                <w:color w:val="000000"/>
                <w:szCs w:val="21"/>
              </w:rPr>
              <w:fldChar w:fldCharType="separate"/>
            </w:r>
            <w:r w:rsidR="00153A0F">
              <w:rPr>
                <w:position w:val="-9"/>
              </w:rPr>
              <w:pict w14:anchorId="727735A1">
                <v:shape id="_x0000_i1072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0B34DD6C" w14:textId="77777777" w:rsidR="0035600A" w:rsidRPr="00A66A31" w:rsidRDefault="0035600A" w:rsidP="00116DC2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b/>
                <w:color w:val="000000"/>
                <w:szCs w:val="21"/>
              </w:rPr>
            </w:pPr>
            <w:r w:rsidRPr="00116DC2">
              <w:rPr>
                <w:rFonts w:hint="eastAsia"/>
                <w:position w:val="-8"/>
              </w:rPr>
              <w:t>≤</w:t>
            </w:r>
            <w:r w:rsidRPr="00116DC2">
              <w:rPr>
                <w:rFonts w:hint="eastAsia"/>
                <w:position w:val="-8"/>
              </w:rPr>
              <w:t xml:space="preserve"> </w:t>
            </w:r>
            <w:proofErr w:type="spellStart"/>
            <w:r w:rsidRPr="00116DC2">
              <w:rPr>
                <w:position w:val="-8"/>
              </w:rPr>
              <w:t>t</w:t>
            </w:r>
            <w:r w:rsidRPr="007224F0">
              <w:rPr>
                <w:position w:val="-8"/>
                <w:vertAlign w:val="subscript"/>
              </w:rPr>
              <w:t>e</w:t>
            </w:r>
            <w:r w:rsidRPr="00224DAA">
              <w:rPr>
                <w:position w:val="-8"/>
                <w:shd w:val="clear" w:color="auto" w:fill="FFFFFF"/>
                <w:vertAlign w:val="subscript"/>
              </w:rPr>
              <w:t>.max</w:t>
            </w:r>
            <w:proofErr w:type="spellEnd"/>
          </w:p>
        </w:tc>
        <w:tc>
          <w:tcPr>
            <w:tcW w:w="1595" w:type="dxa"/>
            <w:shd w:val="clear" w:color="auto" w:fill="auto"/>
            <w:vAlign w:val="center"/>
          </w:tcPr>
          <w:p w14:paraId="061F3874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76C560CD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0E9E88B4" w14:textId="77777777" w:rsidR="00794676" w:rsidRPr="00BE4789" w:rsidRDefault="00794676" w:rsidP="00794676">
      <w:pPr>
        <w:spacing w:line="240" w:lineRule="atLeast"/>
        <w:ind w:left="420"/>
        <w:rPr>
          <w:color w:val="000000"/>
          <w:szCs w:val="21"/>
        </w:rPr>
      </w:pPr>
    </w:p>
    <w:p w14:paraId="72EF1CE2" w14:textId="77777777" w:rsidR="00794676" w:rsidRPr="00BE4789" w:rsidRDefault="00116DC2" w:rsidP="009E6FDA">
      <w:pPr>
        <w:pStyle w:val="Default"/>
        <w:spacing w:line="240" w:lineRule="atLeast"/>
        <w:ind w:left="420"/>
        <w:rPr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表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中：</w:t>
      </w:r>
      <w:r w:rsidR="00794676" w:rsidRPr="00BE4789">
        <w:rPr>
          <w:rFonts w:ascii="Times New Roman" w:cs="Times New Roman"/>
          <w:kern w:val="2"/>
          <w:sz w:val="21"/>
          <w:szCs w:val="21"/>
        </w:rPr>
        <w:object w:dxaOrig="600" w:dyaOrig="279" w14:anchorId="625159BF">
          <v:shape id="_x0000_i1029" type="#_x0000_t75" style="width:30.75pt;height:15.75pt" o:ole="">
            <v:imagedata r:id="rId11" o:title=""/>
          </v:shape>
          <o:OLEObject Type="Embed" ProgID="Equation.DSMT4" ShapeID="_x0000_i1029" DrawAspect="Content" ObjectID="_1766213866" r:id="rId12"/>
        </w:objec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—围护结构内表面最高温度（</w:t>
      </w:r>
      <w:r w:rsidR="00794676" w:rsidRPr="00794676">
        <w:rPr>
          <w:rFonts w:ascii="Times New Roman" w:cs="Times New Roman"/>
        </w:rPr>
        <w:fldChar w:fldCharType="begin"/>
      </w:r>
      <w:r w:rsidR="00794676" w:rsidRPr="00794676">
        <w:rPr>
          <w:rFonts w:ascii="Times New Roman" w:cs="Times New Roman"/>
        </w:rPr>
        <w:instrText xml:space="preserve"> QUOTE </w:instrText>
      </w:r>
      <w:r w:rsidR="00000000">
        <w:rPr>
          <w:position w:val="-6"/>
        </w:rPr>
        <w:pict w14:anchorId="65ECE2C1">
          <v:shape id="_x0000_i103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instrText xml:space="preserve"> </w:instrText>
      </w:r>
      <w:r w:rsidR="00794676" w:rsidRPr="00794676">
        <w:rPr>
          <w:rFonts w:ascii="Times New Roman" w:cs="Times New Roman"/>
        </w:rPr>
        <w:fldChar w:fldCharType="separate"/>
      </w:r>
      <w:r w:rsidR="00153A0F">
        <w:rPr>
          <w:position w:val="-6"/>
        </w:rPr>
        <w:pict w14:anchorId="4BC3F54E">
          <v:shape id="_x0000_i1073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fldChar w:fldCharType="end"/>
      </w:r>
      <w:r w:rsidR="00794676" w:rsidRPr="00BE4789">
        <w:rPr>
          <w:rFonts w:ascii="Times New Roman" w:cs="Times New Roman" w:hint="eastAsia"/>
        </w:rPr>
        <w:t>）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，应按《民用建筑热工设计规范》</w:t>
      </w:r>
      <w:r w:rsidR="00794676">
        <w:rPr>
          <w:rFonts w:ascii="Times New Roman" w:cs="Times New Roman" w:hint="eastAsia"/>
          <w:kern w:val="2"/>
          <w:sz w:val="21"/>
          <w:szCs w:val="21"/>
        </w:rPr>
        <w:t xml:space="preserve">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附录</w:t>
      </w:r>
      <w:r w:rsidR="00794676" w:rsidRPr="00BE4789">
        <w:rPr>
          <w:rFonts w:ascii="Times New Roman" w:cs="Times New Roman"/>
          <w:kern w:val="2"/>
          <w:sz w:val="21"/>
          <w:szCs w:val="21"/>
        </w:rPr>
        <w:t xml:space="preserve">C.3 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的规定计算；</w:t>
      </w:r>
      <w:r w:rsidR="009E6FDA" w:rsidRPr="00BE4789">
        <w:rPr>
          <w:szCs w:val="21"/>
        </w:rPr>
        <w:t xml:space="preserve"> </w:t>
      </w:r>
    </w:p>
    <w:p w14:paraId="5A33EC7B" w14:textId="77777777" w:rsidR="00794676" w:rsidRDefault="00110BBC" w:rsidP="00794676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="00794676" w:rsidRPr="00BE4789">
        <w:rPr>
          <w:rFonts w:hint="eastAsia"/>
          <w:color w:val="000000"/>
          <w:szCs w:val="21"/>
        </w:rPr>
        <w:t>—室内空气</w:t>
      </w:r>
      <w:r w:rsidR="00794676" w:rsidRPr="00BE4789">
        <w:rPr>
          <w:color w:val="000000"/>
          <w:szCs w:val="21"/>
        </w:rPr>
        <w:t>温度</w:t>
      </w:r>
      <w:r w:rsidR="00794676" w:rsidRPr="00BE4789">
        <w:rPr>
          <w:rFonts w:hint="eastAsia"/>
          <w:color w:val="000000"/>
          <w:szCs w:val="21"/>
        </w:rPr>
        <w:t>，（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37A6A075">
          <v:shape id="_x0000_i1032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153A0F">
        <w:rPr>
          <w:position w:val="-8"/>
        </w:rPr>
        <w:pict w14:anchorId="0E666A4B">
          <v:shape id="_x0000_i107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BE4789">
        <w:rPr>
          <w:rFonts w:hint="eastAsia"/>
          <w:color w:val="000000"/>
          <w:szCs w:val="21"/>
        </w:rPr>
        <w:t>）</w:t>
      </w:r>
      <w:r w:rsidR="00217124">
        <w:rPr>
          <w:rFonts w:hint="eastAsia"/>
          <w:color w:val="000000"/>
          <w:szCs w:val="21"/>
        </w:rPr>
        <w:t>。</w:t>
      </w:r>
    </w:p>
    <w:p w14:paraId="1504178F" w14:textId="77777777" w:rsidR="004F3382" w:rsidRDefault="00116DC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szCs w:val="21"/>
        </w:rPr>
      </w:pPr>
      <w:proofErr w:type="spellStart"/>
      <w:r w:rsidRPr="00224DAA">
        <w:rPr>
          <w:rFonts w:ascii="宋体" w:hAnsi="宋体"/>
          <w:color w:val="000000"/>
          <w:szCs w:val="21"/>
        </w:rPr>
        <w:t>t</w:t>
      </w:r>
      <w:r w:rsidRPr="00224DAA">
        <w:rPr>
          <w:rFonts w:ascii="宋体" w:hAnsi="宋体"/>
          <w:color w:val="000000"/>
          <w:szCs w:val="21"/>
          <w:vertAlign w:val="subscript"/>
        </w:rPr>
        <w:t>e.max</w:t>
      </w:r>
      <w:proofErr w:type="spellEnd"/>
      <w:r w:rsidR="00217124" w:rsidRPr="00224DAA">
        <w:rPr>
          <w:rFonts w:ascii="宋体" w:hAnsi="宋体"/>
          <w:color w:val="000000"/>
          <w:szCs w:val="21"/>
        </w:rPr>
        <w:t>—</w:t>
      </w:r>
      <w:r w:rsidR="00217124" w:rsidRPr="00224DAA">
        <w:rPr>
          <w:rFonts w:ascii="宋体" w:hAnsi="宋体" w:hint="eastAsia"/>
          <w:color w:val="000000"/>
          <w:szCs w:val="21"/>
        </w:rPr>
        <w:t>累年</w:t>
      </w:r>
      <w:r w:rsidR="00217124" w:rsidRPr="00224DAA">
        <w:rPr>
          <w:rFonts w:ascii="宋体" w:hAnsi="宋体"/>
          <w:color w:val="000000"/>
          <w:szCs w:val="21"/>
        </w:rPr>
        <w:t>日平均温度最高日的最高温度</w:t>
      </w:r>
      <w:r w:rsidR="00217124" w:rsidRPr="00224DAA">
        <w:rPr>
          <w:rFonts w:ascii="宋体" w:hAnsi="宋体" w:hint="eastAsia"/>
          <w:color w:val="000000"/>
          <w:szCs w:val="21"/>
        </w:rPr>
        <w:t>（</w:t>
      </w:r>
      <w:r w:rsidR="00217124" w:rsidRPr="00224DAA">
        <w:rPr>
          <w:rFonts w:ascii="宋体" w:hAnsi="宋体"/>
          <w:color w:val="000000"/>
          <w:szCs w:val="21"/>
        </w:rPr>
        <w:fldChar w:fldCharType="begin"/>
      </w:r>
      <w:r w:rsidR="00217124" w:rsidRPr="00224DAA">
        <w:rPr>
          <w:rFonts w:ascii="宋体" w:hAnsi="宋体"/>
          <w:color w:val="000000"/>
          <w:szCs w:val="21"/>
        </w:rPr>
        <w:instrText xml:space="preserve"> QUOTE </w:instrText>
      </w:r>
      <w:r w:rsidR="00000000">
        <w:rPr>
          <w:rFonts w:ascii="宋体" w:hAnsi="宋体"/>
          <w:position w:val="-8"/>
        </w:rPr>
        <w:pict w14:anchorId="0A088528">
          <v:shape id="_x0000_i103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instrText xml:space="preserve"> </w:instrText>
      </w:r>
      <w:r w:rsidR="00217124" w:rsidRPr="00224DAA">
        <w:rPr>
          <w:rFonts w:ascii="宋体" w:hAnsi="宋体"/>
          <w:color w:val="000000"/>
          <w:szCs w:val="21"/>
        </w:rPr>
        <w:fldChar w:fldCharType="separate"/>
      </w:r>
      <w:r w:rsidR="00153A0F">
        <w:rPr>
          <w:rFonts w:ascii="宋体" w:hAnsi="宋体"/>
          <w:position w:val="-8"/>
        </w:rPr>
        <w:pict w14:anchorId="03E91512">
          <v:shape id="_x0000_i107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fldChar w:fldCharType="end"/>
      </w:r>
      <w:r w:rsidR="00217124" w:rsidRPr="00224DAA">
        <w:rPr>
          <w:rFonts w:ascii="宋体" w:hAnsi="宋体" w:hint="eastAsia"/>
          <w:color w:val="000000"/>
          <w:szCs w:val="21"/>
        </w:rPr>
        <w:t>）</w:t>
      </w:r>
      <w:r w:rsidR="00212969">
        <w:rPr>
          <w:rFonts w:ascii="宋体" w:hAnsi="宋体" w:hint="eastAsia"/>
          <w:color w:val="000000"/>
          <w:szCs w:val="21"/>
        </w:rPr>
        <w:t>,</w:t>
      </w:r>
      <w:r w:rsidR="004F3382" w:rsidRPr="00BE4789">
        <w:rPr>
          <w:rFonts w:hint="eastAsia"/>
          <w:szCs w:val="21"/>
        </w:rPr>
        <w:t>应按《民用建筑热工设计规范》</w:t>
      </w:r>
      <w:r w:rsidR="004F3382">
        <w:rPr>
          <w:rFonts w:hint="eastAsia"/>
          <w:szCs w:val="21"/>
        </w:rPr>
        <w:t xml:space="preserve"> </w:t>
      </w:r>
    </w:p>
    <w:p w14:paraId="59087980" w14:textId="77777777" w:rsidR="00116DC2" w:rsidRPr="00217124" w:rsidRDefault="004F338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 w:rsidR="00C054AA">
        <w:rPr>
          <w:rFonts w:hint="eastAsia"/>
          <w:szCs w:val="21"/>
        </w:rPr>
        <w:t>气象</w:t>
      </w:r>
      <w:r>
        <w:rPr>
          <w:rFonts w:hint="eastAsia"/>
          <w:szCs w:val="21"/>
        </w:rPr>
        <w:t>数据</w:t>
      </w:r>
      <w:r>
        <w:rPr>
          <w:szCs w:val="21"/>
        </w:rPr>
        <w:t>取用</w:t>
      </w:r>
      <w:r w:rsidR="00217124" w:rsidRPr="00224DAA">
        <w:rPr>
          <w:rFonts w:ascii="宋体" w:hAnsi="宋体" w:hint="eastAsia"/>
          <w:color w:val="000000"/>
          <w:szCs w:val="21"/>
        </w:rPr>
        <w:t>。</w:t>
      </w:r>
    </w:p>
    <w:p w14:paraId="352A1850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2AF395B9" w14:textId="77777777" w:rsidR="00794676" w:rsidRPr="00E80E5C" w:rsidRDefault="009E6FDA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 w:rsidR="00794676" w:rsidRPr="00E80E5C">
        <w:rPr>
          <w:rFonts w:hint="eastAsia"/>
          <w:color w:val="000000"/>
          <w:szCs w:val="21"/>
        </w:rPr>
        <w:t>结构内表面最高温度按照规范</w:t>
      </w:r>
      <w:r w:rsidR="00D80AF1">
        <w:rPr>
          <w:rFonts w:hint="eastAsia"/>
        </w:rPr>
        <w:t>《民用建筑热工设计规范》</w:t>
      </w:r>
      <w:r w:rsidR="00D80AF1">
        <w:rPr>
          <w:rFonts w:hint="eastAsia"/>
        </w:rPr>
        <w:t>(GB50176</w:t>
      </w:r>
      <w:r w:rsidR="00D80AF1">
        <w:t>-2016</w:t>
      </w:r>
      <w:r w:rsidR="00D80AF1">
        <w:rPr>
          <w:rFonts w:hint="eastAsia"/>
        </w:rPr>
        <w:t>)</w:t>
      </w:r>
      <w:r w:rsidR="00794676" w:rsidRPr="00E80E5C">
        <w:rPr>
          <w:rFonts w:hint="eastAsia"/>
          <w:color w:val="000000"/>
          <w:szCs w:val="21"/>
        </w:rPr>
        <w:t>附录</w:t>
      </w:r>
      <w:r w:rsidR="00794676" w:rsidRPr="00E80E5C">
        <w:rPr>
          <w:color w:val="000000"/>
          <w:szCs w:val="21"/>
        </w:rPr>
        <w:t xml:space="preserve">C.3 </w:t>
      </w:r>
      <w:r w:rsidR="00794676" w:rsidRPr="00E80E5C">
        <w:rPr>
          <w:rFonts w:hint="eastAsia"/>
          <w:color w:val="000000"/>
          <w:szCs w:val="21"/>
        </w:rPr>
        <w:t>的规定计算：</w:t>
      </w:r>
    </w:p>
    <w:p w14:paraId="5DC399D2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建立常物性、无内热</w:t>
      </w:r>
      <w:r w:rsidRPr="00EA1A05">
        <w:rPr>
          <w:color w:val="000000"/>
          <w:szCs w:val="21"/>
        </w:rPr>
        <w:t>源的一</w:t>
      </w:r>
      <w:r w:rsidRPr="00EA1A05">
        <w:rPr>
          <w:rFonts w:hint="eastAsia"/>
          <w:color w:val="000000"/>
          <w:szCs w:val="21"/>
        </w:rPr>
        <w:t>维</w:t>
      </w:r>
      <w:r w:rsidRPr="00EA1A05">
        <w:rPr>
          <w:color w:val="000000"/>
          <w:szCs w:val="21"/>
        </w:rPr>
        <w:t>非</w:t>
      </w:r>
      <w:r w:rsidRPr="00EA1A05">
        <w:rPr>
          <w:rFonts w:hint="eastAsia"/>
          <w:color w:val="000000"/>
          <w:szCs w:val="21"/>
        </w:rPr>
        <w:t>稳态导热</w:t>
      </w:r>
      <w:r w:rsidRPr="00EA1A05">
        <w:rPr>
          <w:color w:val="000000"/>
          <w:szCs w:val="21"/>
        </w:rPr>
        <w:t>的内部微分方程，微</w:t>
      </w:r>
      <w:r w:rsidRPr="00EA1A05">
        <w:rPr>
          <w:rFonts w:hint="eastAsia"/>
          <w:color w:val="000000"/>
          <w:szCs w:val="21"/>
        </w:rPr>
        <w:t>分方程的求解可采用有限差分法：</w:t>
      </w:r>
      <w:r w:rsidRPr="00EA1A05">
        <w:rPr>
          <w:color w:val="000000"/>
          <w:szCs w:val="21"/>
        </w:rPr>
        <w:t xml:space="preserve"> </w:t>
      </w:r>
    </w:p>
    <w:p w14:paraId="33F0EF4C" w14:textId="77777777" w:rsidR="00794676" w:rsidRPr="00EA1A05" w:rsidRDefault="00794676" w:rsidP="00794676">
      <w:pPr>
        <w:snapToGrid w:val="0"/>
        <w:ind w:left="420"/>
        <w:jc w:val="right"/>
        <w:textAlignment w:val="center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3"/>
        </w:rPr>
        <w:pict w14:anchorId="1FD9F63C">
          <v:shape id="_x0000_i1036" type="#_x0000_t75" style="width:46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53A0F">
        <w:rPr>
          <w:position w:val="-23"/>
        </w:rPr>
        <w:pict w14:anchorId="07C81319">
          <v:shape id="_x0000_i1076" type="#_x0000_t75" style="width:46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r w:rsidRPr="00EA1A05">
        <w:rPr>
          <w:color w:val="000000"/>
          <w:szCs w:val="21"/>
        </w:rPr>
        <w:t xml:space="preserve">                                </w:t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）</w:t>
      </w:r>
    </w:p>
    <w:p w14:paraId="3D190090" w14:textId="77777777" w:rsidR="00794676" w:rsidRDefault="00794676" w:rsidP="00794676">
      <w:pPr>
        <w:snapToGrid w:val="0"/>
        <w:ind w:left="420" w:firstLineChars="400" w:firstLine="840"/>
        <w:jc w:val="left"/>
        <w:textAlignment w:val="baseline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4"/>
        </w:rPr>
        <w:pict w14:anchorId="21915B82">
          <v:shape id="_x0000_i1038" type="#_x0000_t75" style="width:10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53A0F">
        <w:rPr>
          <w:position w:val="-24"/>
        </w:rPr>
        <w:pict w14:anchorId="60705142">
          <v:shape id="_x0000_i1077" type="#_x0000_t75" style="width:10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</w:t>
      </w:r>
      <w:r w:rsidRPr="00EA1A05">
        <w:rPr>
          <w:rFonts w:hint="eastAsia"/>
          <w:color w:val="000000"/>
          <w:szCs w:val="21"/>
        </w:rPr>
        <w:t>温度</w:t>
      </w:r>
      <w:r w:rsidRPr="00EA1A05">
        <w:rPr>
          <w:color w:val="000000"/>
          <w:szCs w:val="21"/>
        </w:rPr>
        <w:t>对于时间的</w:t>
      </w:r>
      <w:r w:rsidRPr="00EA1A05">
        <w:rPr>
          <w:rFonts w:hint="eastAsia"/>
          <w:color w:val="000000"/>
          <w:szCs w:val="21"/>
        </w:rPr>
        <w:t>导数，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4FEA324F">
          <v:shape id="_x0000_i104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53A0F">
        <w:rPr>
          <w:position w:val="-8"/>
        </w:rPr>
        <w:pict w14:anchorId="6698D8AA">
          <v:shape id="_x0000_i107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033778DF" w14:textId="77777777" w:rsidR="00794676" w:rsidRPr="00EA1A05" w:rsidRDefault="00794676" w:rsidP="00794676">
      <w:pPr>
        <w:snapToGrid w:val="0"/>
        <w:spacing w:line="480" w:lineRule="auto"/>
        <w:ind w:left="420" w:firstLineChars="700" w:firstLine="1470"/>
        <w:jc w:val="left"/>
        <w:textAlignment w:val="baseline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10BCD50A">
          <v:shape id="_x0000_i1042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53A0F">
        <w:rPr>
          <w:position w:val="-8"/>
        </w:rPr>
        <w:pict w14:anchorId="3745ADF6">
          <v:shape id="_x0000_i1079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072F7B3B">
          <v:shape id="_x0000_i1044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53A0F">
        <w:rPr>
          <w:position w:val="-26"/>
        </w:rPr>
        <w:pict w14:anchorId="43973723">
          <v:shape id="_x0000_i1080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0224AD5A" w14:textId="77777777" w:rsidR="00794676" w:rsidRPr="00FD131A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建立第三类边</w:t>
      </w:r>
      <w:r w:rsidRPr="00EA1A05">
        <w:rPr>
          <w:color w:val="000000"/>
          <w:szCs w:val="21"/>
        </w:rPr>
        <w:t>界条件</w:t>
      </w:r>
      <w:r w:rsidRPr="00EA1A05">
        <w:rPr>
          <w:rFonts w:hint="eastAsia"/>
          <w:color w:val="000000"/>
          <w:szCs w:val="21"/>
        </w:rPr>
        <w:t>隐</w:t>
      </w:r>
      <w:r w:rsidRPr="00EA1A05">
        <w:rPr>
          <w:color w:val="000000"/>
          <w:szCs w:val="21"/>
        </w:rPr>
        <w:t>式差分格式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点方程（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>1</w:t>
      </w:r>
      <w:r w:rsidRPr="00EA1A05">
        <w:rPr>
          <w:rFonts w:hint="eastAsia"/>
          <w:color w:val="000000"/>
          <w:szCs w:val="21"/>
        </w:rPr>
        <w:t>，节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 xml:space="preserve">n </w:t>
      </w:r>
      <w:r w:rsidRPr="00EA1A05">
        <w:rPr>
          <w:rFonts w:hint="eastAsia"/>
          <w:color w:val="000000"/>
          <w:szCs w:val="21"/>
        </w:rPr>
        <w:t>可参照）：</w:t>
      </w:r>
    </w:p>
    <w:p w14:paraId="541AFADC" w14:textId="77777777" w:rsidR="00794676" w:rsidRPr="00EA1A05" w:rsidRDefault="00794676" w:rsidP="00794676">
      <w:pPr>
        <w:snapToGrid w:val="0"/>
        <w:ind w:left="420" w:right="105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1"/>
        </w:rPr>
        <w:pict w14:anchorId="1B2B161B">
          <v:shape id="_x0000_i1046" type="#_x0000_t75" style="width:308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53A0F">
        <w:rPr>
          <w:position w:val="-21"/>
        </w:rPr>
        <w:pict w14:anchorId="5EFBBBDC">
          <v:shape id="_x0000_i1081" type="#_x0000_t75" style="width:308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）</w:t>
      </w:r>
    </w:p>
    <w:p w14:paraId="2A16BE5B" w14:textId="77777777" w:rsidR="00794676" w:rsidRPr="00EA1A05" w:rsidRDefault="00794676" w:rsidP="00794676">
      <w:pPr>
        <w:snapToGrid w:val="0"/>
        <w:ind w:left="420" w:firstLineChars="350" w:firstLine="735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p</m:t>
            </m:r>
          </m:sub>
        </m:sSub>
      </m:oMath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材料的比热</w:t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 J /(</w:t>
      </w:r>
      <w:proofErr w:type="spellStart"/>
      <w:r w:rsidRPr="00EA1A05">
        <w:rPr>
          <w:color w:val="000000"/>
          <w:szCs w:val="21"/>
        </w:rPr>
        <w:t>kg·</w:t>
      </w:r>
      <w:r w:rsidRPr="00EA1A05">
        <w:rPr>
          <w:rFonts w:hint="eastAsia"/>
          <w:color w:val="000000"/>
          <w:szCs w:val="21"/>
        </w:rPr>
        <w:t>K</w:t>
      </w:r>
      <w:proofErr w:type="spellEnd"/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；</w:t>
      </w:r>
    </w:p>
    <w:p w14:paraId="45918598" w14:textId="77777777" w:rsidR="00794676" w:rsidRPr="00EA1A05" w:rsidRDefault="00110BBC" w:rsidP="00794676">
      <w:pPr>
        <w:snapToGrid w:val="0"/>
        <w:ind w:firstLineChars="900" w:firstLine="1890"/>
        <w:jc w:val="left"/>
        <w:rPr>
          <w:color w:val="000000"/>
          <w:szCs w:val="21"/>
        </w:rPr>
      </w:pPr>
      <m:oMath>
        <m:r>
          <w:rPr>
            <w:rFonts w:ascii="Cambria Math" w:hAnsi="Cambria Math"/>
            <w:color w:val="000000"/>
            <w:szCs w:val="21"/>
          </w:rPr>
          <m:t>ρ</m:t>
        </m:r>
      </m:oMath>
      <w:r w:rsidR="00794676" w:rsidRPr="00EA1A05">
        <w:rPr>
          <w:rFonts w:hint="eastAsia"/>
          <w:color w:val="000000"/>
          <w:szCs w:val="21"/>
        </w:rPr>
        <w:t>—</w:t>
      </w:r>
      <w:r w:rsidR="00794676" w:rsidRPr="00EA1A05">
        <w:rPr>
          <w:color w:val="000000"/>
          <w:szCs w:val="21"/>
        </w:rPr>
        <w:t>材料的</w:t>
      </w:r>
      <w:r w:rsidR="00794676" w:rsidRPr="00EA1A05">
        <w:rPr>
          <w:rFonts w:hint="eastAsia"/>
          <w:color w:val="000000"/>
          <w:szCs w:val="21"/>
        </w:rPr>
        <w:t>密度，</w:t>
      </w:r>
      <w:r w:rsidR="00794676" w:rsidRPr="00EA1A05">
        <w:rPr>
          <w:color w:val="000000"/>
          <w:szCs w:val="21"/>
        </w:rPr>
        <w:t>kg/m³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7ABEFE91" w14:textId="77777777" w:rsidR="00794676" w:rsidRPr="00EA1A05" w:rsidRDefault="00794676" w:rsidP="00794676">
      <w:pPr>
        <w:snapToGrid w:val="0"/>
        <w:ind w:left="420" w:firstLineChars="300" w:firstLine="63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7A62CDA5">
          <v:shape id="_x0000_i1048" type="#_x0000_t75" style="width:51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53A0F">
        <w:rPr>
          <w:position w:val="-8"/>
        </w:rPr>
        <w:pict w14:anchorId="3B783445">
          <v:shape id="_x0000_i1082" type="#_x0000_t75" style="width:51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0D7A0254">
          <v:shape id="_x0000_i1050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53A0F">
        <w:rPr>
          <w:position w:val="-26"/>
        </w:rPr>
        <w:pict w14:anchorId="1CB7FA07">
          <v:shape id="_x0000_i1083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；</w:t>
      </w:r>
    </w:p>
    <w:p w14:paraId="0C390587" w14:textId="77777777" w:rsidR="00794676" w:rsidRPr="00EA1A05" w:rsidRDefault="00110BBC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w:rPr>
            <w:rFonts w:ascii="Cambria Math" w:hAnsi="Cambria Math"/>
            <w:color w:val="000000"/>
            <w:szCs w:val="21"/>
          </w:rPr>
          <m:t>x</m:t>
        </m:r>
      </m:oMath>
      <w:r w:rsidR="00794676" w:rsidRPr="00EA1A05">
        <w:rPr>
          <w:rFonts w:hint="eastAsia"/>
          <w:color w:val="000000"/>
          <w:szCs w:val="21"/>
        </w:rPr>
        <w:t>—差分步长，</w:t>
      </w:r>
      <w:r w:rsidR="00794676" w:rsidRPr="00EA1A05">
        <w:rPr>
          <w:color w:val="000000"/>
          <w:szCs w:val="21"/>
        </w:rPr>
        <w:t>m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0295C179" w14:textId="77777777" w:rsidR="00794676" w:rsidRPr="00EA1A05" w:rsidRDefault="00794676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58FFAA25">
          <v:shape id="_x0000_i1052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53A0F">
        <w:rPr>
          <w:position w:val="-8"/>
        </w:rPr>
        <w:pict w14:anchorId="632F31D8">
          <v:shape id="_x0000_i1084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材料的导热系数</w:t>
      </w:r>
      <w:r w:rsidRPr="00EA1A05">
        <w:rPr>
          <w:rFonts w:hint="eastAsia"/>
          <w:color w:val="000000"/>
          <w:szCs w:val="21"/>
        </w:rPr>
        <w:t>，［</w:t>
      </w:r>
      <w:r w:rsidRPr="00EA1A05">
        <w:rPr>
          <w:color w:val="000000"/>
          <w:szCs w:val="21"/>
        </w:rPr>
        <w:t>W/(</w:t>
      </w:r>
      <w:proofErr w:type="spellStart"/>
      <w:r w:rsidRPr="00EA1A05">
        <w:rPr>
          <w:rFonts w:hint="eastAsia"/>
          <w:color w:val="000000"/>
          <w:szCs w:val="21"/>
        </w:rPr>
        <w:t>m</w:t>
      </w:r>
      <w:r w:rsidRPr="00EA1A05">
        <w:rPr>
          <w:color w:val="000000"/>
          <w:szCs w:val="21"/>
        </w:rPr>
        <w:t>·K</w:t>
      </w:r>
      <w:proofErr w:type="spellEnd"/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］；</w:t>
      </w:r>
    </w:p>
    <w:p w14:paraId="462BDFA0" w14:textId="77777777" w:rsidR="00794676" w:rsidRPr="00EA1A05" w:rsidRDefault="00000000" w:rsidP="00794676">
      <w:pPr>
        <w:snapToGrid w:val="0"/>
        <w:ind w:left="420" w:firstLineChars="650" w:firstLine="1365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f</m:t>
            </m:r>
          </m:sub>
          <m:sup>
            <m:r>
              <w:rPr>
                <w:rFonts w:ascii="Cambria Math" w:hAnsi="Cambria Math"/>
                <w:color w:val="000000"/>
                <w:szCs w:val="21"/>
              </w:rPr>
              <m:t>k</m:t>
            </m:r>
          </m:sup>
        </m:sSubSup>
      </m:oMath>
      <w:r w:rsidR="00794676" w:rsidRPr="00EA1A05">
        <w:rPr>
          <w:rFonts w:hint="eastAsia"/>
          <w:color w:val="000000"/>
          <w:szCs w:val="21"/>
        </w:rPr>
        <w:t>—对流</w:t>
      </w:r>
      <w:r w:rsidR="00794676" w:rsidRPr="00EA1A05">
        <w:rPr>
          <w:color w:val="000000"/>
          <w:szCs w:val="21"/>
        </w:rPr>
        <w:t>换热温度</w:t>
      </w:r>
      <w:r w:rsidR="00794676" w:rsidRPr="00EA1A05">
        <w:rPr>
          <w:rFonts w:hint="eastAsia"/>
          <w:color w:val="000000"/>
          <w:szCs w:val="21"/>
        </w:rPr>
        <w:t>，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>
        <w:rPr>
          <w:position w:val="-8"/>
        </w:rPr>
        <w:pict w14:anchorId="24981498">
          <v:shape id="_x0000_i105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153A0F">
        <w:rPr>
          <w:position w:val="-8"/>
        </w:rPr>
        <w:pict w14:anchorId="795ADEFC">
          <v:shape id="_x0000_i108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EA1A05">
        <w:rPr>
          <w:rFonts w:hint="eastAsia"/>
          <w:color w:val="000000"/>
          <w:szCs w:val="21"/>
        </w:rPr>
        <w:t>。</w:t>
      </w:r>
    </w:p>
    <w:p w14:paraId="1C2EDE76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列出各内部节</w:t>
      </w:r>
      <w:r w:rsidRPr="00EA1A05">
        <w:rPr>
          <w:color w:val="000000"/>
          <w:szCs w:val="21"/>
        </w:rPr>
        <w:t>点和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界点的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点方程，并求解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</w:t>
      </w:r>
      <w:r w:rsidRPr="00EA1A05">
        <w:rPr>
          <w:rFonts w:hint="eastAsia"/>
          <w:color w:val="000000"/>
          <w:szCs w:val="21"/>
        </w:rPr>
        <w:t>组</w:t>
      </w:r>
      <w:r w:rsidRPr="00EA1A05">
        <w:rPr>
          <w:color w:val="000000"/>
          <w:szCs w:val="21"/>
        </w:rPr>
        <w:t>得</w:t>
      </w:r>
      <w:r w:rsidRPr="00EA1A05">
        <w:rPr>
          <w:rFonts w:hint="eastAsia"/>
          <w:color w:val="000000"/>
          <w:szCs w:val="21"/>
        </w:rPr>
        <w:t>到外墙</w:t>
      </w:r>
      <w:r w:rsidRPr="00EA1A05">
        <w:rPr>
          <w:color w:val="000000"/>
          <w:szCs w:val="21"/>
        </w:rPr>
        <w:t>、屋</w:t>
      </w:r>
      <w:r w:rsidRPr="00EA1A05">
        <w:rPr>
          <w:rFonts w:hint="eastAsia"/>
          <w:color w:val="000000"/>
          <w:szCs w:val="21"/>
        </w:rPr>
        <w:t>顶</w:t>
      </w:r>
      <w:r w:rsidRPr="00EA1A05">
        <w:rPr>
          <w:color w:val="000000"/>
          <w:szCs w:val="21"/>
        </w:rPr>
        <w:t>内表</w:t>
      </w:r>
      <w:r w:rsidRPr="00EA1A05">
        <w:rPr>
          <w:rFonts w:hint="eastAsia"/>
          <w:color w:val="000000"/>
          <w:szCs w:val="21"/>
        </w:rPr>
        <w:t>面温度值。</w:t>
      </w:r>
    </w:p>
    <w:p w14:paraId="4D191D79" w14:textId="77777777" w:rsidR="00794676" w:rsidRPr="00EA1A05" w:rsidRDefault="00794676" w:rsidP="00794676">
      <w:pPr>
        <w:snapToGrid w:val="0"/>
        <w:ind w:left="420" w:right="210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9"/>
        </w:rPr>
        <w:pict w14:anchorId="2E296C99">
          <v:shape id="_x0000_i1056" type="#_x0000_t75" style="width:82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53A0F">
        <w:rPr>
          <w:position w:val="-9"/>
        </w:rPr>
        <w:pict w14:anchorId="0637F796">
          <v:shape id="_x0000_i1086" type="#_x0000_t75" style="width:82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proofErr w:type="gramStart"/>
      <w:r w:rsidRPr="00EA1A05">
        <w:rPr>
          <w:rFonts w:hint="eastAsia"/>
          <w:color w:val="000000"/>
          <w:szCs w:val="21"/>
        </w:rPr>
        <w:t>,</w:t>
      </w:r>
      <w:proofErr w:type="spellStart"/>
      <w:r w:rsidRPr="00EA1A05">
        <w:rPr>
          <w:color w:val="000000"/>
          <w:szCs w:val="21"/>
        </w:rPr>
        <w:t>i</w:t>
      </w:r>
      <w:proofErr w:type="spellEnd"/>
      <w:proofErr w:type="gramEnd"/>
      <w:r w:rsidRPr="00EA1A05">
        <w:rPr>
          <w:color w:val="000000"/>
          <w:szCs w:val="21"/>
        </w:rPr>
        <w:t xml:space="preserve">=1,2,……n                      </w:t>
      </w:r>
      <w:r w:rsidRPr="00EA1A05">
        <w:rPr>
          <w:rFonts w:hint="eastAsia"/>
          <w:color w:val="000000"/>
          <w:szCs w:val="21"/>
        </w:rPr>
        <w:t>（</w:t>
      </w:r>
      <w:r w:rsidRPr="00EA1A05"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）</w:t>
      </w:r>
    </w:p>
    <w:p w14:paraId="578C852B" w14:textId="77777777" w:rsidR="00794676" w:rsidRPr="0097710D" w:rsidRDefault="00794676" w:rsidP="00794676">
      <w:pPr>
        <w:ind w:firstLineChars="600" w:firstLine="1260"/>
        <w:textAlignment w:val="top"/>
      </w:pPr>
      <w:r w:rsidRPr="0097710D">
        <w:rPr>
          <w:rFonts w:hint="eastAsia"/>
        </w:rPr>
        <w:t>式中</w:t>
      </w:r>
      <w:r w:rsidRPr="0097710D"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i</m:t>
            </m:r>
          </m:sub>
        </m:sSub>
      </m:oMath>
      <w:r w:rsidRPr="00415D81">
        <w:rPr>
          <w:rFonts w:ascii="Cambria Math" w:hAnsi="Cambria Math" w:hint="eastAsia"/>
          <w:color w:val="000000"/>
          <w:szCs w:val="21"/>
        </w:rPr>
        <w:t>—差分</w:t>
      </w:r>
      <w:r w:rsidRPr="00415D81">
        <w:rPr>
          <w:rFonts w:ascii="Cambria Math" w:hAnsi="Cambria Math"/>
          <w:color w:val="000000"/>
          <w:szCs w:val="21"/>
        </w:rPr>
        <w:t>节点温度值</w:t>
      </w:r>
      <w:r w:rsidRPr="00415D81">
        <w:rPr>
          <w:rFonts w:ascii="Cambria Math" w:hAnsi="Cambria Math" w:hint="eastAsia"/>
          <w:color w:val="000000"/>
          <w:szCs w:val="21"/>
        </w:rPr>
        <w:t>，</w:t>
      </w:r>
      <w:r w:rsidRPr="00415D81">
        <w:rPr>
          <w:rFonts w:ascii="Cambria Math" w:hAnsi="Cambria Math"/>
          <w:color w:val="000000"/>
          <w:szCs w:val="21"/>
        </w:rPr>
        <w:fldChar w:fldCharType="begin"/>
      </w:r>
      <w:r w:rsidRPr="00415D81">
        <w:rPr>
          <w:rFonts w:ascii="Cambria Math" w:hAnsi="Cambria Math"/>
          <w:color w:val="000000"/>
          <w:szCs w:val="21"/>
        </w:rPr>
        <w:instrText xml:space="preserve"> QUOTE </w:instrText>
      </w:r>
      <w:r w:rsidR="00000000">
        <w:rPr>
          <w:rFonts w:ascii="Cambria Math" w:hAnsi="Cambria Math"/>
          <w:color w:val="000000"/>
          <w:szCs w:val="21"/>
        </w:rPr>
        <w:pict w14:anchorId="2C21EC57">
          <v:shape id="_x0000_i105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instrText xml:space="preserve"> </w:instrText>
      </w:r>
      <w:r w:rsidRPr="00415D81">
        <w:rPr>
          <w:rFonts w:ascii="Cambria Math" w:hAnsi="Cambria Math"/>
          <w:color w:val="000000"/>
          <w:szCs w:val="21"/>
        </w:rPr>
        <w:fldChar w:fldCharType="separate"/>
      </w:r>
      <w:r w:rsidR="00153A0F">
        <w:rPr>
          <w:rFonts w:ascii="Cambria Math" w:hAnsi="Cambria Math"/>
          <w:color w:val="000000"/>
          <w:szCs w:val="21"/>
        </w:rPr>
        <w:pict w14:anchorId="2C749DF3">
          <v:shape id="_x0000_i1087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fldChar w:fldCharType="end"/>
      </w:r>
      <w:r w:rsidRPr="00415D81">
        <w:rPr>
          <w:rFonts w:ascii="Cambria Math" w:hAnsi="Cambria Math" w:hint="eastAsia"/>
          <w:color w:val="000000"/>
          <w:szCs w:val="21"/>
        </w:rPr>
        <w:t>。</w:t>
      </w:r>
    </w:p>
    <w:p w14:paraId="44DDB722" w14:textId="77777777" w:rsidR="00794676" w:rsidRPr="00C72292" w:rsidRDefault="00794676" w:rsidP="00794676">
      <w:pPr>
        <w:pStyle w:val="a0"/>
        <w:ind w:left="1470" w:right="1470"/>
      </w:pPr>
    </w:p>
    <w:p w14:paraId="08C77E81" w14:textId="77777777" w:rsidR="00794676" w:rsidRPr="0097710D" w:rsidRDefault="00794676" w:rsidP="00794676">
      <w:pPr>
        <w:pStyle w:val="1"/>
        <w:snapToGrid w:val="0"/>
        <w:spacing w:line="240" w:lineRule="atLeast"/>
        <w:ind w:left="432" w:hanging="432"/>
      </w:pPr>
      <w:bookmarkStart w:id="36" w:name="_Toc155601024"/>
      <w:r>
        <w:rPr>
          <w:rFonts w:hint="eastAsia"/>
        </w:rPr>
        <w:t>边界</w:t>
      </w:r>
      <w:r>
        <w:t>条件参数设置</w:t>
      </w:r>
      <w:bookmarkEnd w:id="36"/>
    </w:p>
    <w:p w14:paraId="684CC499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7" w:name="_Toc155601025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7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2"/>
        <w:gridCol w:w="3105"/>
        <w:gridCol w:w="685"/>
        <w:gridCol w:w="3777"/>
      </w:tblGrid>
      <w:tr w:rsidR="00794676" w:rsidRPr="00A2276A" w14:paraId="6632E5B5" w14:textId="77777777" w:rsidTr="00174B09">
        <w:trPr>
          <w:trHeight w:val="177"/>
          <w:jc w:val="center"/>
        </w:trPr>
        <w:tc>
          <w:tcPr>
            <w:tcW w:w="1738" w:type="dxa"/>
            <w:shd w:val="clear" w:color="auto" w:fill="D9D9D9"/>
          </w:tcPr>
          <w:p w14:paraId="641F0216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公式</w:t>
            </w:r>
            <w:r>
              <w:rPr>
                <w:rFonts w:hint="eastAsia"/>
                <w:b/>
                <w:color w:val="000000"/>
                <w:szCs w:val="21"/>
              </w:rPr>
              <w:t>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14A00466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59D580F0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6EC066C1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:rsidR="00794676" w:rsidRPr="00A2276A" w14:paraId="1874238B" w14:textId="77777777" w:rsidTr="00174B09">
        <w:trPr>
          <w:trHeight w:val="258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49A34AA9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b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（一）内表面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2276A" w14:paraId="7709D311" w14:textId="77777777" w:rsidTr="00224DAA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A843F6C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lastRenderedPageBreak/>
              <w:pict w14:anchorId="10DC2CAD">
                <v:shape id="_x0000_i1060" type="#_x0000_t75" style="width:15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7E81E759" w14:textId="77777777" w:rsidR="00713B47" w:rsidRPr="00A2276A" w:rsidRDefault="00E81B1E" w:rsidP="009205C5">
            <w:pPr>
              <w:pStyle w:val="a0"/>
              <w:ind w:leftChars="0" w:left="0" w:rightChars="16" w:right="3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夏季室内</w:t>
            </w:r>
            <w:r w:rsidR="00794676" w:rsidRPr="00A2276A">
              <w:rPr>
                <w:rFonts w:ascii="宋体" w:hAnsi="宋体"/>
                <w:szCs w:val="21"/>
              </w:rPr>
              <w:t>温度</w:t>
            </w:r>
            <w:r w:rsidR="00794676" w:rsidRPr="00A2276A">
              <w:rPr>
                <w:rFonts w:ascii="宋体" w:hAnsi="宋体" w:hint="eastAsia"/>
                <w:szCs w:val="21"/>
              </w:rPr>
              <w:t>，</w:t>
            </w:r>
            <w:r w:rsidR="00794676" w:rsidRPr="00794676">
              <w:rPr>
                <w:rFonts w:ascii="宋体" w:hAnsi="宋体"/>
                <w:szCs w:val="21"/>
              </w:rPr>
              <w:fldChar w:fldCharType="begin"/>
            </w:r>
            <w:r w:rsidR="00794676"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69AAA191">
                <v:shape id="_x0000_i1061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instrText xml:space="preserve"> </w:instrText>
            </w:r>
            <w:r w:rsidR="00794676" w:rsidRPr="00794676">
              <w:rPr>
                <w:rFonts w:ascii="宋体" w:hAnsi="宋体"/>
                <w:szCs w:val="21"/>
              </w:rPr>
              <w:fldChar w:fldCharType="separate"/>
            </w:r>
            <w:r w:rsidR="00153A0F">
              <w:rPr>
                <w:position w:val="-8"/>
              </w:rPr>
              <w:pict w14:anchorId="520524C5">
                <v:shape id="_x0000_i108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58954EB8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72F9DFC1" w14:textId="77777777" w:rsidR="00794676" w:rsidRPr="00F87B9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>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第</w:t>
            </w:r>
            <w:r w:rsidRPr="00F87B95">
              <w:rPr>
                <w:rFonts w:hint="eastAsia"/>
                <w:color w:val="000000"/>
                <w:szCs w:val="21"/>
              </w:rPr>
              <w:t>3.3.2</w:t>
            </w:r>
            <w:r w:rsidRPr="00F87B95">
              <w:rPr>
                <w:rFonts w:hint="eastAsia"/>
                <w:color w:val="000000"/>
                <w:szCs w:val="21"/>
              </w:rPr>
              <w:t>条</w:t>
            </w:r>
            <w:r w:rsidRPr="00F87B95">
              <w:rPr>
                <w:color w:val="000000"/>
                <w:szCs w:val="21"/>
              </w:rPr>
              <w:t>的规定</w:t>
            </w:r>
            <w:r w:rsidR="00AE03A3">
              <w:rPr>
                <w:rFonts w:hint="eastAsia"/>
                <w:color w:val="000000"/>
                <w:szCs w:val="21"/>
              </w:rPr>
              <w:t>取值</w:t>
            </w:r>
            <w:r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09517649" w14:textId="77777777" w:rsidTr="00CD5270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EF31901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 w14:anchorId="2A608564">
                <v:shape id="_x0000_i1063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5F130F82" w14:textId="77777777" w:rsidR="00794676" w:rsidRPr="004B3388" w:rsidRDefault="00794676" w:rsidP="00CD5270">
            <w:pPr>
              <w:pStyle w:val="a0"/>
              <w:ind w:leftChars="0" w:left="0" w:rightChars="-62" w:right="-130"/>
              <w:rPr>
                <w:color w:val="000000"/>
                <w:szCs w:val="21"/>
              </w:rPr>
            </w:pPr>
            <w:r w:rsidRPr="004B3388">
              <w:rPr>
                <w:rFonts w:hint="eastAsia"/>
                <w:color w:val="000000"/>
                <w:szCs w:val="21"/>
              </w:rPr>
              <w:t>室内</w:t>
            </w:r>
            <w:r w:rsidRPr="004B3388">
              <w:rPr>
                <w:color w:val="000000"/>
                <w:szCs w:val="21"/>
              </w:rPr>
              <w:t>侧</w:t>
            </w:r>
            <w:r w:rsidRPr="004B3388">
              <w:rPr>
                <w:rFonts w:hint="eastAsia"/>
                <w:color w:val="000000"/>
                <w:szCs w:val="21"/>
              </w:rPr>
              <w:t>对流换热</w:t>
            </w:r>
            <w:r w:rsidRPr="004B3388">
              <w:rPr>
                <w:color w:val="000000"/>
                <w:szCs w:val="21"/>
              </w:rPr>
              <w:t>系数</w:t>
            </w:r>
            <w:r w:rsidRPr="004B3388">
              <w:rPr>
                <w:rFonts w:hint="eastAsia"/>
                <w:color w:val="000000"/>
                <w:szCs w:val="21"/>
              </w:rPr>
              <w:t>，</w:t>
            </w:r>
            <w:r w:rsidRPr="004B3388">
              <w:rPr>
                <w:color w:val="000000"/>
                <w:szCs w:val="21"/>
              </w:rPr>
              <w:t>W/(m</w:t>
            </w:r>
            <w:r w:rsidRPr="007B6E16">
              <w:rPr>
                <w:color w:val="000000"/>
                <w:szCs w:val="21"/>
                <w:vertAlign w:val="superscript"/>
              </w:rPr>
              <w:t>2</w:t>
            </w:r>
            <w:r w:rsidR="00CD5270" w:rsidRPr="004B3388">
              <w:rPr>
                <w:color w:val="000000"/>
                <w:szCs w:val="21"/>
              </w:rPr>
              <w:t>·</w:t>
            </w:r>
            <w:r w:rsidR="004B3388" w:rsidRPr="004B3388">
              <w:rPr>
                <w:color w:val="000000"/>
                <w:szCs w:val="21"/>
              </w:rPr>
              <w:t>K</w:t>
            </w:r>
            <w:r w:rsidRPr="004B3388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946C763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2B5C2703" w14:textId="77777777" w:rsidR="00794676" w:rsidRPr="00A2276A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附录</w:t>
            </w:r>
            <w:r w:rsidR="00941814">
              <w:rPr>
                <w:color w:val="000000"/>
                <w:szCs w:val="21"/>
              </w:rPr>
              <w:t>B.4.1</w:t>
            </w:r>
            <w:r w:rsidR="00941814">
              <w:rPr>
                <w:rFonts w:hint="eastAsia"/>
                <w:color w:val="000000"/>
                <w:szCs w:val="21"/>
              </w:rPr>
              <w:t>，表</w:t>
            </w:r>
            <w:r w:rsidR="00941814">
              <w:rPr>
                <w:color w:val="000000"/>
                <w:szCs w:val="21"/>
              </w:rPr>
              <w:t>B.4.1-1</w:t>
            </w:r>
            <w:r w:rsidR="00AE03A3"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:rsidR="00794676" w:rsidRPr="00A2276A" w14:paraId="72DB5325" w14:textId="77777777" w:rsidTr="00174B09"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153379FB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（二）外表面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D2254" w14:paraId="69E13A06" w14:textId="77777777" w:rsidTr="00174B09">
        <w:trPr>
          <w:trHeight w:val="210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63119EC9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53EA0F6A">
                <v:shape id="_x0000_i1064" type="#_x0000_t75" style="width:20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36057809" w14:textId="77777777" w:rsidR="00794676" w:rsidRPr="00A2276A" w:rsidRDefault="00794676" w:rsidP="00CD5270">
            <w:pPr>
              <w:pStyle w:val="a0"/>
              <w:ind w:leftChars="0" w:left="0" w:rightChars="-51" w:right="-107"/>
              <w:textAlignment w:val="center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color w:val="000000"/>
                <w:szCs w:val="21"/>
              </w:rPr>
              <w:t>室外侧对流换热</w:t>
            </w:r>
            <w:r w:rsidRPr="00A2276A">
              <w:rPr>
                <w:rFonts w:ascii="宋体" w:hAnsi="宋体"/>
                <w:color w:val="000000"/>
                <w:szCs w:val="21"/>
              </w:rPr>
              <w:t>系数，</w:t>
            </w:r>
            <w:r w:rsidRPr="00F87B95"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 w:rsidR="00CD5270">
              <w:rPr>
                <w:rFonts w:hint="eastAsia"/>
                <w:color w:val="000000"/>
                <w:szCs w:val="21"/>
              </w:rPr>
              <w:t>·</w:t>
            </w:r>
            <w:r w:rsidR="004B3388">
              <w:rPr>
                <w:color w:val="000000"/>
                <w:szCs w:val="21"/>
              </w:rPr>
              <w:t>K</w:t>
            </w:r>
            <w:r w:rsidRPr="00F87B95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ADAC425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05A36EE0" w14:textId="77777777" w:rsidR="00794676" w:rsidRPr="00F87B95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AD2254">
              <w:rPr>
                <w:color w:val="000000"/>
                <w:szCs w:val="21"/>
              </w:rPr>
              <w:t>-2016</w:t>
            </w:r>
            <w:r w:rsidR="00AD2254" w:rsidRPr="00F87B95">
              <w:rPr>
                <w:rFonts w:hint="eastAsia"/>
                <w:color w:val="000000"/>
                <w:szCs w:val="21"/>
              </w:rPr>
              <w:t>附录</w:t>
            </w:r>
            <w:r w:rsidR="00AD2254">
              <w:rPr>
                <w:color w:val="000000"/>
                <w:szCs w:val="21"/>
              </w:rPr>
              <w:t>B.4.1</w:t>
            </w:r>
            <w:r w:rsidR="00AD2254">
              <w:rPr>
                <w:rFonts w:hint="eastAsia"/>
                <w:color w:val="000000"/>
                <w:szCs w:val="21"/>
              </w:rPr>
              <w:t>，表</w:t>
            </w:r>
            <w:r w:rsidR="00AD2254">
              <w:rPr>
                <w:color w:val="000000"/>
                <w:szCs w:val="21"/>
              </w:rPr>
              <w:t>B.4.1-2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ED2DFD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0997E50B" w14:textId="77777777" w:rsidTr="00174B09">
        <w:trPr>
          <w:trHeight w:val="493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07BF04B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555E374A">
                <v:shape id="_x0000_i106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2DBE273E" w14:textId="77777777" w:rsidR="00794676" w:rsidRPr="00A2276A" w:rsidRDefault="00794676" w:rsidP="009205C5">
            <w:pPr>
              <w:pStyle w:val="a0"/>
              <w:ind w:leftChars="0" w:left="0" w:rightChars="-51" w:right="-107"/>
              <w:jc w:val="left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室外</w:t>
            </w:r>
            <w:r w:rsidRPr="00A2276A">
              <w:rPr>
                <w:rFonts w:ascii="宋体" w:hAnsi="宋体"/>
                <w:szCs w:val="21"/>
              </w:rPr>
              <w:t>空气逐时温度</w:t>
            </w:r>
            <w:r w:rsidRPr="00A2276A">
              <w:rPr>
                <w:rFonts w:ascii="宋体" w:hAnsi="宋体" w:hint="eastAsia"/>
                <w:szCs w:val="21"/>
              </w:rPr>
              <w:t>，</w:t>
            </w:r>
            <w:r w:rsidRPr="00794676">
              <w:rPr>
                <w:rFonts w:ascii="宋体" w:hAnsi="宋体"/>
                <w:szCs w:val="21"/>
              </w:rPr>
              <w:fldChar w:fldCharType="begin"/>
            </w:r>
            <w:r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1A7BED4C">
                <v:shape id="_x0000_i1066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instrText xml:space="preserve"> </w:instrText>
            </w:r>
            <w:r w:rsidRPr="00794676">
              <w:rPr>
                <w:rFonts w:ascii="宋体" w:hAnsi="宋体"/>
                <w:szCs w:val="21"/>
              </w:rPr>
              <w:fldChar w:fldCharType="separate"/>
            </w:r>
            <w:r w:rsidR="00153A0F">
              <w:rPr>
                <w:position w:val="-8"/>
              </w:rPr>
              <w:pict w14:anchorId="1F4B472A">
                <v:shape id="_x0000_i1089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72F43FA0" w14:textId="77777777" w:rsidR="00794676" w:rsidRPr="00A2276A" w:rsidRDefault="00794676" w:rsidP="009205C5">
            <w:pPr>
              <w:pStyle w:val="a0"/>
              <w:ind w:leftChars="-5" w:left="-10" w:rightChars="-14" w:right="-29" w:firstLineChars="6" w:firstLine="13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1F39DB1F" w14:textId="77777777" w:rsidR="00794676" w:rsidRPr="00F87B95" w:rsidRDefault="000937CE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2B1480">
              <w:rPr>
                <w:rFonts w:hint="eastAsia"/>
                <w:szCs w:val="21"/>
              </w:rPr>
              <w:t>配套</w:t>
            </w:r>
            <w:r w:rsidR="002B1480">
              <w:rPr>
                <w:szCs w:val="21"/>
              </w:rPr>
              <w:t>软件</w:t>
            </w:r>
            <w:r w:rsidR="002B1480">
              <w:rPr>
                <w:rFonts w:hint="eastAsia"/>
                <w:szCs w:val="21"/>
              </w:rPr>
              <w:t>气象数据</w:t>
            </w:r>
            <w:r w:rsidR="002B1480"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1E40E259" w14:textId="77777777" w:rsidTr="00174B09">
        <w:trPr>
          <w:trHeight w:val="448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233A93FD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25F5E5D5">
                <v:shape id="_x0000_i106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194C2535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2D64D1">
              <w:rPr>
                <w:rFonts w:hint="eastAsia"/>
                <w:color w:val="000000"/>
                <w:szCs w:val="21"/>
              </w:rPr>
              <w:t>表面</w:t>
            </w:r>
            <w:r w:rsidRPr="002D64D1">
              <w:rPr>
                <w:color w:val="000000"/>
                <w:szCs w:val="21"/>
              </w:rPr>
              <w:t>法向太阳</w:t>
            </w:r>
            <w:r w:rsidRPr="002D64D1">
              <w:rPr>
                <w:rFonts w:hint="eastAsia"/>
                <w:color w:val="000000"/>
                <w:szCs w:val="21"/>
              </w:rPr>
              <w:t>总</w:t>
            </w:r>
            <w:r w:rsidRPr="002D64D1">
              <w:rPr>
                <w:color w:val="000000"/>
                <w:szCs w:val="21"/>
              </w:rPr>
              <w:t>辐射</w:t>
            </w:r>
            <w:r w:rsidRPr="002D64D1">
              <w:rPr>
                <w:rFonts w:hint="eastAsia"/>
                <w:color w:val="000000"/>
                <w:szCs w:val="21"/>
              </w:rPr>
              <w:t>强度，</w:t>
            </w:r>
            <w:r w:rsidRPr="002D64D1">
              <w:rPr>
                <w:color w:val="000000"/>
                <w:szCs w:val="21"/>
              </w:rPr>
              <w:t>包括直射</w:t>
            </w:r>
            <w:r w:rsidRPr="002D64D1"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193C22FF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31741B7" w14:textId="77777777" w:rsidR="00794676" w:rsidRPr="00F87B95" w:rsidRDefault="000937CE" w:rsidP="00DD23EE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DD23EE">
              <w:rPr>
                <w:rFonts w:hint="eastAsia"/>
                <w:color w:val="000000"/>
                <w:szCs w:val="21"/>
              </w:rPr>
              <w:t>气象</w:t>
            </w:r>
            <w:r w:rsidR="00DD23EE">
              <w:rPr>
                <w:color w:val="000000"/>
                <w:szCs w:val="21"/>
              </w:rPr>
              <w:t>参数</w:t>
            </w:r>
            <w:r w:rsidR="00224212">
              <w:rPr>
                <w:rFonts w:hint="eastAsia"/>
                <w:color w:val="000000"/>
                <w:szCs w:val="21"/>
              </w:rPr>
              <w:t>取值</w:t>
            </w:r>
            <w:r w:rsidR="00DD23EE"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2CE93A23" w14:textId="77777777" w:rsidTr="006101CA">
        <w:trPr>
          <w:trHeight w:val="245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A383425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657EF278">
                <v:shape id="_x0000_i1069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193531AE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外</w:t>
            </w:r>
            <w:r w:rsidRPr="00A2276A"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28BFA991" w14:textId="77777777" w:rsidR="00472C78" w:rsidRPr="00472C78" w:rsidRDefault="00472C78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5BD8F2D8" w14:textId="77777777" w:rsidR="00794676" w:rsidRPr="00F87B95" w:rsidRDefault="00472C78" w:rsidP="00472C78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794676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0A681940" w14:textId="77777777" w:rsidR="00794676" w:rsidRPr="006B4973" w:rsidRDefault="006B4973" w:rsidP="006B4973">
      <w:pPr>
        <w:pStyle w:val="2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8" w:name="_Toc155601026"/>
      <w:r w:rsidRPr="006B4973">
        <w:rPr>
          <w:rFonts w:hAnsi="宋体" w:hint="eastAsia"/>
          <w:szCs w:val="21"/>
        </w:rPr>
        <w:t>室外</w:t>
      </w:r>
      <w:r w:rsidRPr="006B4973">
        <w:rPr>
          <w:rFonts w:hAnsi="宋体"/>
          <w:szCs w:val="21"/>
        </w:rPr>
        <w:t>空气温度</w:t>
      </w:r>
      <w:bookmarkEnd w:id="38"/>
    </w:p>
    <w:p w14:paraId="569D5922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9" w:name="室外逐时温度"/>
      <w:bookmarkEnd w:id="39"/>
      <w:r>
        <w:rPr>
          <w:noProof/>
        </w:rPr>
        <w:drawing>
          <wp:inline distT="0" distB="0" distL="0" distR="0" wp14:anchorId="3E772729" wp14:editId="7C2614FA">
            <wp:extent cx="5667375" cy="273367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13F9F" w14:textId="77777777" w:rsidR="00826C9F" w:rsidRPr="006F36DE" w:rsidRDefault="00826C9F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7570D" w14:paraId="2CBCA1BB" w14:textId="77777777">
        <w:tc>
          <w:tcPr>
            <w:tcW w:w="777" w:type="dxa"/>
            <w:shd w:val="clear" w:color="auto" w:fill="E6E6E6"/>
            <w:vAlign w:val="center"/>
          </w:tcPr>
          <w:p w14:paraId="2CA2A189" w14:textId="77777777" w:rsidR="0047570D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1BD876" w14:textId="77777777" w:rsidR="0047570D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4C22F3" w14:textId="77777777" w:rsidR="0047570D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E59652" w14:textId="77777777" w:rsidR="0047570D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C4C406" w14:textId="77777777" w:rsidR="0047570D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A0D3F3" w14:textId="77777777" w:rsidR="0047570D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EFECD6" w14:textId="77777777" w:rsidR="0047570D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05DCC99" w14:textId="77777777" w:rsidR="0047570D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7ED0E9" w14:textId="77777777" w:rsidR="0047570D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2177DA" w14:textId="77777777" w:rsidR="0047570D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FFADAD" w14:textId="77777777" w:rsidR="0047570D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B6AAA0" w14:textId="77777777" w:rsidR="0047570D" w:rsidRDefault="00000000">
            <w:pPr>
              <w:jc w:val="center"/>
            </w:pPr>
            <w:r>
              <w:t>11:00</w:t>
            </w:r>
          </w:p>
        </w:tc>
      </w:tr>
      <w:tr w:rsidR="0047570D" w14:paraId="51CCC92F" w14:textId="77777777">
        <w:tc>
          <w:tcPr>
            <w:tcW w:w="777" w:type="dxa"/>
            <w:vAlign w:val="center"/>
          </w:tcPr>
          <w:p w14:paraId="5B954219" w14:textId="77777777" w:rsidR="0047570D" w:rsidRDefault="00000000">
            <w:r>
              <w:t>32.10</w:t>
            </w:r>
          </w:p>
        </w:tc>
        <w:tc>
          <w:tcPr>
            <w:tcW w:w="777" w:type="dxa"/>
            <w:vAlign w:val="center"/>
          </w:tcPr>
          <w:p w14:paraId="081597A5" w14:textId="77777777" w:rsidR="0047570D" w:rsidRDefault="00000000">
            <w:r>
              <w:t>31.40</w:t>
            </w:r>
          </w:p>
        </w:tc>
        <w:tc>
          <w:tcPr>
            <w:tcW w:w="777" w:type="dxa"/>
            <w:vAlign w:val="center"/>
          </w:tcPr>
          <w:p w14:paraId="3F675142" w14:textId="77777777" w:rsidR="0047570D" w:rsidRDefault="00000000">
            <w:r>
              <w:t>31.00</w:t>
            </w:r>
          </w:p>
        </w:tc>
        <w:tc>
          <w:tcPr>
            <w:tcW w:w="777" w:type="dxa"/>
            <w:vAlign w:val="center"/>
          </w:tcPr>
          <w:p w14:paraId="79A53347" w14:textId="77777777" w:rsidR="0047570D" w:rsidRDefault="00000000">
            <w:r>
              <w:t>30.50</w:t>
            </w:r>
          </w:p>
        </w:tc>
        <w:tc>
          <w:tcPr>
            <w:tcW w:w="777" w:type="dxa"/>
            <w:vAlign w:val="center"/>
          </w:tcPr>
          <w:p w14:paraId="51AD36FC" w14:textId="77777777" w:rsidR="0047570D" w:rsidRDefault="00000000">
            <w:r>
              <w:t>30.10</w:t>
            </w:r>
          </w:p>
        </w:tc>
        <w:tc>
          <w:tcPr>
            <w:tcW w:w="777" w:type="dxa"/>
            <w:vAlign w:val="center"/>
          </w:tcPr>
          <w:p w14:paraId="7D2335B0" w14:textId="77777777" w:rsidR="0047570D" w:rsidRDefault="00000000">
            <w:r>
              <w:t>29.40</w:t>
            </w:r>
          </w:p>
        </w:tc>
        <w:tc>
          <w:tcPr>
            <w:tcW w:w="777" w:type="dxa"/>
            <w:vAlign w:val="center"/>
          </w:tcPr>
          <w:p w14:paraId="4ACFA077" w14:textId="77777777" w:rsidR="0047570D" w:rsidRDefault="00000000">
            <w:r>
              <w:t>29.10</w:t>
            </w:r>
          </w:p>
        </w:tc>
        <w:tc>
          <w:tcPr>
            <w:tcW w:w="777" w:type="dxa"/>
            <w:vAlign w:val="center"/>
          </w:tcPr>
          <w:p w14:paraId="1A4BD511" w14:textId="77777777" w:rsidR="0047570D" w:rsidRDefault="00000000">
            <w:r>
              <w:t>30.00</w:t>
            </w:r>
          </w:p>
        </w:tc>
        <w:tc>
          <w:tcPr>
            <w:tcW w:w="777" w:type="dxa"/>
            <w:vAlign w:val="center"/>
          </w:tcPr>
          <w:p w14:paraId="6A39ACDD" w14:textId="77777777" w:rsidR="0047570D" w:rsidRDefault="00000000">
            <w:r>
              <w:t>32.10</w:t>
            </w:r>
          </w:p>
        </w:tc>
        <w:tc>
          <w:tcPr>
            <w:tcW w:w="777" w:type="dxa"/>
            <w:vAlign w:val="center"/>
          </w:tcPr>
          <w:p w14:paraId="41A98343" w14:textId="77777777" w:rsidR="0047570D" w:rsidRDefault="00000000">
            <w:r>
              <w:t>34.90</w:t>
            </w:r>
          </w:p>
        </w:tc>
        <w:tc>
          <w:tcPr>
            <w:tcW w:w="777" w:type="dxa"/>
            <w:vAlign w:val="center"/>
          </w:tcPr>
          <w:p w14:paraId="1F1D672D" w14:textId="77777777" w:rsidR="0047570D" w:rsidRDefault="00000000">
            <w:r>
              <w:t>37.40</w:t>
            </w:r>
          </w:p>
        </w:tc>
        <w:tc>
          <w:tcPr>
            <w:tcW w:w="777" w:type="dxa"/>
            <w:vAlign w:val="center"/>
          </w:tcPr>
          <w:p w14:paraId="460BE7EA" w14:textId="77777777" w:rsidR="0047570D" w:rsidRDefault="00000000">
            <w:r>
              <w:t>38.90</w:t>
            </w:r>
          </w:p>
        </w:tc>
      </w:tr>
      <w:tr w:rsidR="0047570D" w14:paraId="6C295902" w14:textId="77777777">
        <w:tc>
          <w:tcPr>
            <w:tcW w:w="777" w:type="dxa"/>
            <w:shd w:val="clear" w:color="auto" w:fill="E6E6E6"/>
            <w:vAlign w:val="center"/>
          </w:tcPr>
          <w:p w14:paraId="384EED5C" w14:textId="77777777" w:rsidR="0047570D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F4C1BB" w14:textId="77777777" w:rsidR="0047570D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B8FE92" w14:textId="77777777" w:rsidR="0047570D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0B067F" w14:textId="77777777" w:rsidR="0047570D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051FB6" w14:textId="77777777" w:rsidR="0047570D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9E6068" w14:textId="77777777" w:rsidR="0047570D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E56712" w14:textId="77777777" w:rsidR="0047570D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B00FF5" w14:textId="77777777" w:rsidR="0047570D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60EB7D" w14:textId="77777777" w:rsidR="0047570D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37112D" w14:textId="77777777" w:rsidR="0047570D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9A9B13" w14:textId="77777777" w:rsidR="0047570D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3C1CCB" w14:textId="77777777" w:rsidR="0047570D" w:rsidRDefault="00000000">
            <w:r>
              <w:t>23:00</w:t>
            </w:r>
          </w:p>
        </w:tc>
      </w:tr>
      <w:tr w:rsidR="0047570D" w14:paraId="0CECCC28" w14:textId="77777777">
        <w:tc>
          <w:tcPr>
            <w:tcW w:w="777" w:type="dxa"/>
            <w:vAlign w:val="center"/>
          </w:tcPr>
          <w:p w14:paraId="09488396" w14:textId="77777777" w:rsidR="0047570D" w:rsidRDefault="00000000">
            <w:r>
              <w:t>39.50</w:t>
            </w:r>
          </w:p>
        </w:tc>
        <w:tc>
          <w:tcPr>
            <w:tcW w:w="777" w:type="dxa"/>
            <w:vAlign w:val="center"/>
          </w:tcPr>
          <w:p w14:paraId="3DECCDA9" w14:textId="77777777" w:rsidR="0047570D" w:rsidRDefault="00000000">
            <w:r>
              <w:t>39.80</w:t>
            </w:r>
          </w:p>
        </w:tc>
        <w:tc>
          <w:tcPr>
            <w:tcW w:w="777" w:type="dxa"/>
            <w:vAlign w:val="center"/>
          </w:tcPr>
          <w:p w14:paraId="409AA0C4" w14:textId="77777777" w:rsidR="0047570D" w:rsidRDefault="00000000">
            <w:r>
              <w:t>40.30</w:t>
            </w:r>
          </w:p>
        </w:tc>
        <w:tc>
          <w:tcPr>
            <w:tcW w:w="777" w:type="dxa"/>
            <w:vAlign w:val="center"/>
          </w:tcPr>
          <w:p w14:paraId="071646EA" w14:textId="77777777" w:rsidR="0047570D" w:rsidRDefault="00000000">
            <w:r>
              <w:t>40.80</w:t>
            </w:r>
          </w:p>
        </w:tc>
        <w:tc>
          <w:tcPr>
            <w:tcW w:w="777" w:type="dxa"/>
            <w:vAlign w:val="center"/>
          </w:tcPr>
          <w:p w14:paraId="7CAB2BF6" w14:textId="77777777" w:rsidR="0047570D" w:rsidRDefault="00000000">
            <w:r>
              <w:t>40.80</w:t>
            </w:r>
          </w:p>
        </w:tc>
        <w:tc>
          <w:tcPr>
            <w:tcW w:w="777" w:type="dxa"/>
            <w:vAlign w:val="center"/>
          </w:tcPr>
          <w:p w14:paraId="4DC27BF8" w14:textId="77777777" w:rsidR="0047570D" w:rsidRDefault="00000000">
            <w:r>
              <w:t>40.00</w:t>
            </w:r>
          </w:p>
        </w:tc>
        <w:tc>
          <w:tcPr>
            <w:tcW w:w="777" w:type="dxa"/>
            <w:vAlign w:val="center"/>
          </w:tcPr>
          <w:p w14:paraId="391ABFD2" w14:textId="77777777" w:rsidR="0047570D" w:rsidRDefault="00000000">
            <w:r>
              <w:t>38.70</w:t>
            </w:r>
          </w:p>
        </w:tc>
        <w:tc>
          <w:tcPr>
            <w:tcW w:w="777" w:type="dxa"/>
            <w:vAlign w:val="center"/>
          </w:tcPr>
          <w:p w14:paraId="523DB640" w14:textId="77777777" w:rsidR="0047570D" w:rsidRDefault="00000000">
            <w:r>
              <w:t>37.20</w:t>
            </w:r>
          </w:p>
        </w:tc>
        <w:tc>
          <w:tcPr>
            <w:tcW w:w="777" w:type="dxa"/>
            <w:vAlign w:val="center"/>
          </w:tcPr>
          <w:p w14:paraId="2485A2B9" w14:textId="77777777" w:rsidR="0047570D" w:rsidRDefault="00000000">
            <w:r>
              <w:t>36.30</w:t>
            </w:r>
          </w:p>
        </w:tc>
        <w:tc>
          <w:tcPr>
            <w:tcW w:w="777" w:type="dxa"/>
            <w:vAlign w:val="center"/>
          </w:tcPr>
          <w:p w14:paraId="35C05525" w14:textId="77777777" w:rsidR="0047570D" w:rsidRDefault="00000000">
            <w:r>
              <w:t>35.30</w:t>
            </w:r>
          </w:p>
        </w:tc>
        <w:tc>
          <w:tcPr>
            <w:tcW w:w="777" w:type="dxa"/>
            <w:vAlign w:val="center"/>
          </w:tcPr>
          <w:p w14:paraId="2E8F404A" w14:textId="77777777" w:rsidR="0047570D" w:rsidRDefault="00000000">
            <w:r>
              <w:t>34.40</w:t>
            </w:r>
          </w:p>
        </w:tc>
        <w:tc>
          <w:tcPr>
            <w:tcW w:w="777" w:type="dxa"/>
            <w:vAlign w:val="center"/>
          </w:tcPr>
          <w:p w14:paraId="48A2142D" w14:textId="77777777" w:rsidR="0047570D" w:rsidRDefault="00000000">
            <w:r>
              <w:t>34.10</w:t>
            </w:r>
          </w:p>
        </w:tc>
      </w:tr>
    </w:tbl>
    <w:p w14:paraId="7360CAC8" w14:textId="77777777" w:rsidR="00D10026" w:rsidRPr="00D10026" w:rsidRDefault="00D1002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0" w:name="室外逐时温度表格"/>
      <w:bookmarkEnd w:id="40"/>
    </w:p>
    <w:p w14:paraId="635059F5" w14:textId="77777777" w:rsidR="005C5049" w:rsidRDefault="005C5049" w:rsidP="005C5049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1" w:name="室外逐时温度备注"/>
      <w:bookmarkEnd w:id="41"/>
    </w:p>
    <w:p w14:paraId="1C97FD39" w14:textId="77777777" w:rsidR="00794676" w:rsidRPr="008700A2" w:rsidRDefault="00794676" w:rsidP="00794676">
      <w:pPr>
        <w:pStyle w:val="2"/>
        <w:spacing w:line="240" w:lineRule="atLeast"/>
        <w:rPr>
          <w:kern w:val="2"/>
        </w:rPr>
      </w:pPr>
      <w:bookmarkStart w:id="42" w:name="_Toc155601027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2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3257"/>
        <w:gridCol w:w="4140"/>
      </w:tblGrid>
      <w:tr w:rsidR="00794676" w:rsidRPr="00175D62" w14:paraId="10D7572C" w14:textId="77777777" w:rsidTr="006E15FC">
        <w:trPr>
          <w:trHeight w:val="122"/>
          <w:jc w:val="center"/>
        </w:trPr>
        <w:tc>
          <w:tcPr>
            <w:tcW w:w="2019" w:type="dxa"/>
            <w:shd w:val="clear" w:color="auto" w:fill="E7E6E6"/>
          </w:tcPr>
          <w:p w14:paraId="0DDA38CB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07C1895C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26BF3815" w14:textId="77777777" w:rsidR="00794676" w:rsidRPr="006D6B19" w:rsidRDefault="00794676" w:rsidP="009205C5">
            <w:pPr>
              <w:spacing w:line="240" w:lineRule="atLeast"/>
              <w:ind w:left="1470" w:rightChars="-53" w:right="-111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:rsidR="00794676" w:rsidRPr="00A13D30" w14:paraId="62EB0379" w14:textId="77777777" w:rsidTr="006E15FC">
        <w:trPr>
          <w:trHeight w:val="560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3037E8C9" w14:textId="77777777" w:rsidR="00794676" w:rsidRPr="009E2851" w:rsidRDefault="00000000" w:rsidP="009205C5">
            <w:pPr>
              <w:pStyle w:val="a0"/>
              <w:ind w:leftChars="0" w:left="0" w:rightChars="0" w:right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 w14:anchorId="6D44208E">
                <v:shape id="_x0000_i107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6BEA2A87" w14:textId="77777777" w:rsidR="00794676" w:rsidRPr="001D0C6B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表面</w:t>
            </w:r>
            <w:r w:rsidRPr="006D6B19">
              <w:rPr>
                <w:color w:val="000000"/>
                <w:szCs w:val="21"/>
              </w:rPr>
              <w:t>法向太阳</w:t>
            </w:r>
            <w:r w:rsidRPr="006D6B19">
              <w:rPr>
                <w:rFonts w:hint="eastAsia"/>
                <w:color w:val="000000"/>
                <w:szCs w:val="21"/>
              </w:rPr>
              <w:t>总</w:t>
            </w:r>
            <w:r w:rsidRPr="006D6B19">
              <w:rPr>
                <w:color w:val="000000"/>
                <w:szCs w:val="21"/>
              </w:rPr>
              <w:t>辐射</w:t>
            </w:r>
            <w:r w:rsidRPr="006D6B19">
              <w:rPr>
                <w:rFonts w:hint="eastAsia"/>
                <w:color w:val="000000"/>
                <w:szCs w:val="21"/>
              </w:rPr>
              <w:t>强度，</w:t>
            </w:r>
            <w:r w:rsidRPr="006D6B19">
              <w:rPr>
                <w:color w:val="000000"/>
                <w:szCs w:val="21"/>
              </w:rPr>
              <w:t>包括直</w:t>
            </w:r>
            <w:r w:rsidRPr="006D6B19">
              <w:rPr>
                <w:color w:val="000000"/>
                <w:szCs w:val="21"/>
              </w:rPr>
              <w:lastRenderedPageBreak/>
              <w:t>射</w:t>
            </w:r>
            <w:r w:rsidRPr="006D6B19">
              <w:rPr>
                <w:rFonts w:hint="eastAsia"/>
                <w:color w:val="000000"/>
                <w:szCs w:val="21"/>
              </w:rPr>
              <w:t>和散射，</w:t>
            </w:r>
            <w:r w:rsidRPr="006D6B19"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 xml:space="preserve">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116E7023" w14:textId="77777777" w:rsidR="000A0AB9" w:rsidRDefault="00794676" w:rsidP="000A0AB9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lastRenderedPageBreak/>
              <w:t>按《</w:t>
            </w:r>
            <w:r w:rsidR="000A0AB9">
              <w:rPr>
                <w:rFonts w:hint="eastAsia"/>
                <w:color w:val="000000"/>
                <w:szCs w:val="21"/>
              </w:rPr>
              <w:t>民用建筑热工</w:t>
            </w:r>
            <w:r w:rsidR="000A0AB9">
              <w:rPr>
                <w:color w:val="000000"/>
                <w:szCs w:val="21"/>
              </w:rPr>
              <w:t>设计规范</w:t>
            </w:r>
            <w:r w:rsidR="000A0AB9">
              <w:rPr>
                <w:rFonts w:hint="eastAsia"/>
                <w:color w:val="000000"/>
                <w:szCs w:val="21"/>
              </w:rPr>
              <w:t>GB</w:t>
            </w:r>
          </w:p>
          <w:p w14:paraId="54D0A231" w14:textId="77777777" w:rsidR="00794676" w:rsidRPr="006D6B19" w:rsidRDefault="000A0AB9" w:rsidP="00B97703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lastRenderedPageBreak/>
              <w:t>50176-2016</w:t>
            </w:r>
            <w:r w:rsidR="00794676" w:rsidRPr="006D6B19">
              <w:rPr>
                <w:rFonts w:hint="eastAsia"/>
                <w:color w:val="000000"/>
                <w:szCs w:val="21"/>
              </w:rPr>
              <w:t>》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B97703">
              <w:rPr>
                <w:rFonts w:hint="eastAsia"/>
                <w:color w:val="000000"/>
                <w:szCs w:val="21"/>
              </w:rPr>
              <w:t>气象</w:t>
            </w:r>
            <w:r w:rsidR="00B97703">
              <w:rPr>
                <w:color w:val="000000"/>
                <w:szCs w:val="21"/>
              </w:rPr>
              <w:t>数据</w:t>
            </w:r>
            <w:r w:rsidR="00B97703">
              <w:rPr>
                <w:rFonts w:hint="eastAsia"/>
                <w:color w:val="000000"/>
                <w:szCs w:val="21"/>
              </w:rPr>
              <w:t>取用</w:t>
            </w:r>
            <w:r w:rsidR="00794676" w:rsidRPr="006D6B19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6CF11258" w14:textId="77777777" w:rsidR="00794676" w:rsidRDefault="00794676" w:rsidP="00794676">
      <w:pPr>
        <w:jc w:val="center"/>
        <w:rPr>
          <w:rFonts w:ascii="宋体" w:hAnsi="宋体"/>
          <w:color w:val="000000"/>
          <w:szCs w:val="21"/>
        </w:rPr>
      </w:pP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7"/>
        <w:gridCol w:w="1556"/>
        <w:gridCol w:w="1556"/>
        <w:gridCol w:w="1556"/>
        <w:gridCol w:w="1556"/>
      </w:tblGrid>
      <w:tr w:rsidR="0047570D" w14:paraId="04C675F9" w14:textId="77777777">
        <w:tc>
          <w:tcPr>
            <w:tcW w:w="1556" w:type="dxa"/>
            <w:shd w:val="clear" w:color="auto" w:fill="E6E6E6"/>
            <w:vAlign w:val="center"/>
          </w:tcPr>
          <w:p w14:paraId="7759AE8E" w14:textId="77777777" w:rsidR="0047570D" w:rsidRDefault="00000000">
            <w:pPr>
              <w:jc w:val="center"/>
            </w:pPr>
            <w:r>
              <w:t>时刻</w:t>
            </w:r>
            <w:r>
              <w:t>\</w:t>
            </w:r>
            <w:r>
              <w:t>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68A6FB4" w14:textId="77777777" w:rsidR="0047570D" w:rsidRDefault="00000000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7EC1871" w14:textId="77777777" w:rsidR="0047570D" w:rsidRDefault="00000000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7728EE7" w14:textId="77777777" w:rsidR="0047570D" w:rsidRDefault="00000000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0E10452" w14:textId="77777777" w:rsidR="0047570D" w:rsidRDefault="00000000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36F6D72" w14:textId="77777777" w:rsidR="0047570D" w:rsidRDefault="00000000">
            <w:pPr>
              <w:jc w:val="center"/>
            </w:pPr>
            <w:r>
              <w:t>水平</w:t>
            </w:r>
          </w:p>
        </w:tc>
      </w:tr>
      <w:tr w:rsidR="0047570D" w14:paraId="00D49881" w14:textId="77777777">
        <w:tc>
          <w:tcPr>
            <w:tcW w:w="1556" w:type="dxa"/>
            <w:shd w:val="clear" w:color="auto" w:fill="E6E6E6"/>
            <w:vAlign w:val="center"/>
          </w:tcPr>
          <w:p w14:paraId="4CA896D7" w14:textId="77777777" w:rsidR="0047570D" w:rsidRDefault="00000000">
            <w:r>
              <w:t>0:00</w:t>
            </w:r>
          </w:p>
        </w:tc>
        <w:tc>
          <w:tcPr>
            <w:tcW w:w="1556" w:type="dxa"/>
            <w:vAlign w:val="center"/>
          </w:tcPr>
          <w:p w14:paraId="7AAF9795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D573B65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68E6CBA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0EE1003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7E900E8" w14:textId="77777777" w:rsidR="0047570D" w:rsidRDefault="00000000">
            <w:r>
              <w:t>0.00</w:t>
            </w:r>
          </w:p>
        </w:tc>
      </w:tr>
      <w:tr w:rsidR="0047570D" w14:paraId="0DD69C8B" w14:textId="77777777">
        <w:tc>
          <w:tcPr>
            <w:tcW w:w="1556" w:type="dxa"/>
            <w:shd w:val="clear" w:color="auto" w:fill="E6E6E6"/>
            <w:vAlign w:val="center"/>
          </w:tcPr>
          <w:p w14:paraId="76EB46A1" w14:textId="77777777" w:rsidR="0047570D" w:rsidRDefault="00000000">
            <w:r>
              <w:t>1:00</w:t>
            </w:r>
          </w:p>
        </w:tc>
        <w:tc>
          <w:tcPr>
            <w:tcW w:w="1556" w:type="dxa"/>
            <w:vAlign w:val="center"/>
          </w:tcPr>
          <w:p w14:paraId="3B01906A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60E1689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583726B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EC934E2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7FE9CEA" w14:textId="77777777" w:rsidR="0047570D" w:rsidRDefault="00000000">
            <w:r>
              <w:t>0.00</w:t>
            </w:r>
          </w:p>
        </w:tc>
      </w:tr>
      <w:tr w:rsidR="0047570D" w14:paraId="31DFB1BC" w14:textId="77777777">
        <w:tc>
          <w:tcPr>
            <w:tcW w:w="1556" w:type="dxa"/>
            <w:shd w:val="clear" w:color="auto" w:fill="E6E6E6"/>
            <w:vAlign w:val="center"/>
          </w:tcPr>
          <w:p w14:paraId="7D404AAC" w14:textId="77777777" w:rsidR="0047570D" w:rsidRDefault="00000000">
            <w:r>
              <w:t>2:00</w:t>
            </w:r>
          </w:p>
        </w:tc>
        <w:tc>
          <w:tcPr>
            <w:tcW w:w="1556" w:type="dxa"/>
            <w:vAlign w:val="center"/>
          </w:tcPr>
          <w:p w14:paraId="267DA1F2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CBA8553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A9994C5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0ED3EAE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88A6F61" w14:textId="77777777" w:rsidR="0047570D" w:rsidRDefault="00000000">
            <w:r>
              <w:t>0.00</w:t>
            </w:r>
          </w:p>
        </w:tc>
      </w:tr>
      <w:tr w:rsidR="0047570D" w14:paraId="3D8DF2E0" w14:textId="77777777">
        <w:tc>
          <w:tcPr>
            <w:tcW w:w="1556" w:type="dxa"/>
            <w:shd w:val="clear" w:color="auto" w:fill="E6E6E6"/>
            <w:vAlign w:val="center"/>
          </w:tcPr>
          <w:p w14:paraId="6DB23670" w14:textId="77777777" w:rsidR="0047570D" w:rsidRDefault="00000000">
            <w:r>
              <w:t>3:00</w:t>
            </w:r>
          </w:p>
        </w:tc>
        <w:tc>
          <w:tcPr>
            <w:tcW w:w="1556" w:type="dxa"/>
            <w:vAlign w:val="center"/>
          </w:tcPr>
          <w:p w14:paraId="68DF48EB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8FD3E4E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64C1580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FE176D7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798D771" w14:textId="77777777" w:rsidR="0047570D" w:rsidRDefault="00000000">
            <w:r>
              <w:t>0.00</w:t>
            </w:r>
          </w:p>
        </w:tc>
      </w:tr>
      <w:tr w:rsidR="0047570D" w14:paraId="453DF3D4" w14:textId="77777777">
        <w:tc>
          <w:tcPr>
            <w:tcW w:w="1556" w:type="dxa"/>
            <w:shd w:val="clear" w:color="auto" w:fill="E6E6E6"/>
            <w:vAlign w:val="center"/>
          </w:tcPr>
          <w:p w14:paraId="09AB59B7" w14:textId="77777777" w:rsidR="0047570D" w:rsidRDefault="00000000">
            <w:r>
              <w:t>4:00</w:t>
            </w:r>
          </w:p>
        </w:tc>
        <w:tc>
          <w:tcPr>
            <w:tcW w:w="1556" w:type="dxa"/>
            <w:vAlign w:val="center"/>
          </w:tcPr>
          <w:p w14:paraId="0D9D68E5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ACDE17F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750A9D6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C907BBD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DE7EB61" w14:textId="77777777" w:rsidR="0047570D" w:rsidRDefault="00000000">
            <w:r>
              <w:t>0.00</w:t>
            </w:r>
          </w:p>
        </w:tc>
      </w:tr>
      <w:tr w:rsidR="0047570D" w14:paraId="4C553563" w14:textId="77777777">
        <w:tc>
          <w:tcPr>
            <w:tcW w:w="1556" w:type="dxa"/>
            <w:shd w:val="clear" w:color="auto" w:fill="E6E6E6"/>
            <w:vAlign w:val="center"/>
          </w:tcPr>
          <w:p w14:paraId="74BFF523" w14:textId="77777777" w:rsidR="0047570D" w:rsidRDefault="00000000">
            <w:r>
              <w:t>5:00</w:t>
            </w:r>
          </w:p>
        </w:tc>
        <w:tc>
          <w:tcPr>
            <w:tcW w:w="1556" w:type="dxa"/>
            <w:vAlign w:val="center"/>
          </w:tcPr>
          <w:p w14:paraId="032C39DA" w14:textId="77777777" w:rsidR="0047570D" w:rsidRDefault="00000000">
            <w:r>
              <w:t>0.09</w:t>
            </w:r>
          </w:p>
        </w:tc>
        <w:tc>
          <w:tcPr>
            <w:tcW w:w="1556" w:type="dxa"/>
            <w:vAlign w:val="center"/>
          </w:tcPr>
          <w:p w14:paraId="52B416AB" w14:textId="77777777" w:rsidR="0047570D" w:rsidRDefault="00000000">
            <w:r>
              <w:t>0.01</w:t>
            </w:r>
          </w:p>
        </w:tc>
        <w:tc>
          <w:tcPr>
            <w:tcW w:w="1556" w:type="dxa"/>
            <w:vAlign w:val="center"/>
          </w:tcPr>
          <w:p w14:paraId="61D679FC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C129D8C" w14:textId="77777777" w:rsidR="0047570D" w:rsidRDefault="00000000">
            <w:r>
              <w:t>0.01</w:t>
            </w:r>
          </w:p>
        </w:tc>
        <w:tc>
          <w:tcPr>
            <w:tcW w:w="1556" w:type="dxa"/>
            <w:vAlign w:val="center"/>
          </w:tcPr>
          <w:p w14:paraId="7132FE5D" w14:textId="77777777" w:rsidR="0047570D" w:rsidRDefault="00000000">
            <w:r>
              <w:t>0.00</w:t>
            </w:r>
          </w:p>
        </w:tc>
      </w:tr>
      <w:tr w:rsidR="0047570D" w14:paraId="1F41C59D" w14:textId="77777777">
        <w:tc>
          <w:tcPr>
            <w:tcW w:w="1556" w:type="dxa"/>
            <w:shd w:val="clear" w:color="auto" w:fill="E6E6E6"/>
            <w:vAlign w:val="center"/>
          </w:tcPr>
          <w:p w14:paraId="7BEDFDB0" w14:textId="77777777" w:rsidR="0047570D" w:rsidRDefault="00000000">
            <w:r>
              <w:t>6:00</w:t>
            </w:r>
          </w:p>
        </w:tc>
        <w:tc>
          <w:tcPr>
            <w:tcW w:w="1556" w:type="dxa"/>
            <w:vAlign w:val="center"/>
          </w:tcPr>
          <w:p w14:paraId="742A4A43" w14:textId="77777777" w:rsidR="0047570D" w:rsidRDefault="00000000">
            <w:r>
              <w:t>60.41</w:t>
            </w:r>
          </w:p>
        </w:tc>
        <w:tc>
          <w:tcPr>
            <w:tcW w:w="1556" w:type="dxa"/>
            <w:vAlign w:val="center"/>
          </w:tcPr>
          <w:p w14:paraId="156FD9F6" w14:textId="77777777" w:rsidR="0047570D" w:rsidRDefault="00000000">
            <w:r>
              <w:t>28.37</w:t>
            </w:r>
          </w:p>
        </w:tc>
        <w:tc>
          <w:tcPr>
            <w:tcW w:w="1556" w:type="dxa"/>
            <w:vAlign w:val="center"/>
          </w:tcPr>
          <w:p w14:paraId="7F098250" w14:textId="77777777" w:rsidR="0047570D" w:rsidRDefault="00000000">
            <w:r>
              <w:t>34.60</w:t>
            </w:r>
          </w:p>
        </w:tc>
        <w:tc>
          <w:tcPr>
            <w:tcW w:w="1556" w:type="dxa"/>
            <w:vAlign w:val="center"/>
          </w:tcPr>
          <w:p w14:paraId="2AD93000" w14:textId="77777777" w:rsidR="0047570D" w:rsidRDefault="00000000">
            <w:r>
              <w:t>30.29</w:t>
            </w:r>
          </w:p>
        </w:tc>
        <w:tc>
          <w:tcPr>
            <w:tcW w:w="1556" w:type="dxa"/>
            <w:vAlign w:val="center"/>
          </w:tcPr>
          <w:p w14:paraId="69132A11" w14:textId="77777777" w:rsidR="0047570D" w:rsidRDefault="00000000">
            <w:r>
              <w:t>71.10</w:t>
            </w:r>
          </w:p>
        </w:tc>
      </w:tr>
      <w:tr w:rsidR="0047570D" w14:paraId="15EEBC9B" w14:textId="77777777">
        <w:tc>
          <w:tcPr>
            <w:tcW w:w="1556" w:type="dxa"/>
            <w:shd w:val="clear" w:color="auto" w:fill="E6E6E6"/>
            <w:vAlign w:val="center"/>
          </w:tcPr>
          <w:p w14:paraId="3946E00B" w14:textId="77777777" w:rsidR="0047570D" w:rsidRDefault="00000000">
            <w:r>
              <w:t>7:00</w:t>
            </w:r>
          </w:p>
        </w:tc>
        <w:tc>
          <w:tcPr>
            <w:tcW w:w="1556" w:type="dxa"/>
            <w:vAlign w:val="center"/>
          </w:tcPr>
          <w:p w14:paraId="6F0DCED3" w14:textId="77777777" w:rsidR="0047570D" w:rsidRDefault="00000000">
            <w:r>
              <w:t>168.34</w:t>
            </w:r>
          </w:p>
        </w:tc>
        <w:tc>
          <w:tcPr>
            <w:tcW w:w="1556" w:type="dxa"/>
            <w:vAlign w:val="center"/>
          </w:tcPr>
          <w:p w14:paraId="7FC463C4" w14:textId="77777777" w:rsidR="0047570D" w:rsidRDefault="00000000">
            <w:r>
              <w:t>81.56</w:t>
            </w:r>
          </w:p>
        </w:tc>
        <w:tc>
          <w:tcPr>
            <w:tcW w:w="1556" w:type="dxa"/>
            <w:vAlign w:val="center"/>
          </w:tcPr>
          <w:p w14:paraId="2C3464CB" w14:textId="77777777" w:rsidR="0047570D" w:rsidRDefault="00000000">
            <w:r>
              <w:t>90.87</w:t>
            </w:r>
          </w:p>
        </w:tc>
        <w:tc>
          <w:tcPr>
            <w:tcW w:w="1556" w:type="dxa"/>
            <w:vAlign w:val="center"/>
          </w:tcPr>
          <w:p w14:paraId="710B8CB2" w14:textId="77777777" w:rsidR="0047570D" w:rsidRDefault="00000000">
            <w:r>
              <w:t>80.16</w:t>
            </w:r>
          </w:p>
        </w:tc>
        <w:tc>
          <w:tcPr>
            <w:tcW w:w="1556" w:type="dxa"/>
            <w:vAlign w:val="center"/>
          </w:tcPr>
          <w:p w14:paraId="63217768" w14:textId="77777777" w:rsidR="0047570D" w:rsidRDefault="00000000">
            <w:r>
              <w:t>209.20</w:t>
            </w:r>
          </w:p>
        </w:tc>
      </w:tr>
      <w:tr w:rsidR="0047570D" w14:paraId="6D1D9782" w14:textId="77777777">
        <w:tc>
          <w:tcPr>
            <w:tcW w:w="1556" w:type="dxa"/>
            <w:shd w:val="clear" w:color="auto" w:fill="E6E6E6"/>
            <w:vAlign w:val="center"/>
          </w:tcPr>
          <w:p w14:paraId="02C64866" w14:textId="77777777" w:rsidR="0047570D" w:rsidRDefault="00000000">
            <w:r>
              <w:t>8:00</w:t>
            </w:r>
          </w:p>
        </w:tc>
        <w:tc>
          <w:tcPr>
            <w:tcW w:w="1556" w:type="dxa"/>
            <w:vAlign w:val="center"/>
          </w:tcPr>
          <w:p w14:paraId="0BD42C7A" w14:textId="77777777" w:rsidR="0047570D" w:rsidRDefault="00000000">
            <w:r>
              <w:t>349.14</w:t>
            </w:r>
          </w:p>
        </w:tc>
        <w:tc>
          <w:tcPr>
            <w:tcW w:w="1556" w:type="dxa"/>
            <w:vAlign w:val="center"/>
          </w:tcPr>
          <w:p w14:paraId="65BAF95F" w14:textId="77777777" w:rsidR="0047570D" w:rsidRDefault="00000000">
            <w:r>
              <w:t>170.71</w:t>
            </w:r>
          </w:p>
        </w:tc>
        <w:tc>
          <w:tcPr>
            <w:tcW w:w="1556" w:type="dxa"/>
            <w:vAlign w:val="center"/>
          </w:tcPr>
          <w:p w14:paraId="50FD930F" w14:textId="77777777" w:rsidR="0047570D" w:rsidRDefault="00000000">
            <w:r>
              <w:t>159.83</w:t>
            </w:r>
          </w:p>
        </w:tc>
        <w:tc>
          <w:tcPr>
            <w:tcW w:w="1556" w:type="dxa"/>
            <w:vAlign w:val="center"/>
          </w:tcPr>
          <w:p w14:paraId="2AFF8409" w14:textId="77777777" w:rsidR="0047570D" w:rsidRDefault="00000000">
            <w:r>
              <w:t>143.45</w:t>
            </w:r>
          </w:p>
        </w:tc>
        <w:tc>
          <w:tcPr>
            <w:tcW w:w="1556" w:type="dxa"/>
            <w:vAlign w:val="center"/>
          </w:tcPr>
          <w:p w14:paraId="27792217" w14:textId="77777777" w:rsidR="0047570D" w:rsidRDefault="00000000">
            <w:r>
              <w:t>463.10</w:t>
            </w:r>
          </w:p>
        </w:tc>
      </w:tr>
      <w:tr w:rsidR="0047570D" w14:paraId="1C564890" w14:textId="77777777">
        <w:tc>
          <w:tcPr>
            <w:tcW w:w="1556" w:type="dxa"/>
            <w:shd w:val="clear" w:color="auto" w:fill="E6E6E6"/>
            <w:vAlign w:val="center"/>
          </w:tcPr>
          <w:p w14:paraId="234A3730" w14:textId="77777777" w:rsidR="0047570D" w:rsidRDefault="00000000">
            <w:r>
              <w:t>9:00</w:t>
            </w:r>
          </w:p>
        </w:tc>
        <w:tc>
          <w:tcPr>
            <w:tcW w:w="1556" w:type="dxa"/>
            <w:vAlign w:val="center"/>
          </w:tcPr>
          <w:p w14:paraId="7133E1B5" w14:textId="77777777" w:rsidR="0047570D" w:rsidRDefault="00000000">
            <w:r>
              <w:t>468.35</w:t>
            </w:r>
          </w:p>
        </w:tc>
        <w:tc>
          <w:tcPr>
            <w:tcW w:w="1556" w:type="dxa"/>
            <w:vAlign w:val="center"/>
          </w:tcPr>
          <w:p w14:paraId="6E66E293" w14:textId="77777777" w:rsidR="0047570D" w:rsidRDefault="00000000">
            <w:r>
              <w:t>279.93</w:t>
            </w:r>
          </w:p>
        </w:tc>
        <w:tc>
          <w:tcPr>
            <w:tcW w:w="1556" w:type="dxa"/>
            <w:vAlign w:val="center"/>
          </w:tcPr>
          <w:p w14:paraId="7C0F0B1F" w14:textId="77777777" w:rsidR="0047570D" w:rsidRDefault="00000000">
            <w:r>
              <w:t>220.78</w:t>
            </w:r>
          </w:p>
        </w:tc>
        <w:tc>
          <w:tcPr>
            <w:tcW w:w="1556" w:type="dxa"/>
            <w:vAlign w:val="center"/>
          </w:tcPr>
          <w:p w14:paraId="682AAFDA" w14:textId="77777777" w:rsidR="0047570D" w:rsidRDefault="00000000">
            <w:r>
              <w:t>201.84</w:t>
            </w:r>
          </w:p>
        </w:tc>
        <w:tc>
          <w:tcPr>
            <w:tcW w:w="1556" w:type="dxa"/>
            <w:vAlign w:val="center"/>
          </w:tcPr>
          <w:p w14:paraId="48A92752" w14:textId="77777777" w:rsidR="0047570D" w:rsidRDefault="00000000">
            <w:r>
              <w:t>781.30</w:t>
            </w:r>
          </w:p>
        </w:tc>
      </w:tr>
      <w:tr w:rsidR="0047570D" w14:paraId="28D298D8" w14:textId="77777777">
        <w:tc>
          <w:tcPr>
            <w:tcW w:w="1556" w:type="dxa"/>
            <w:shd w:val="clear" w:color="auto" w:fill="E6E6E6"/>
            <w:vAlign w:val="center"/>
          </w:tcPr>
          <w:p w14:paraId="352A72A3" w14:textId="77777777" w:rsidR="0047570D" w:rsidRDefault="00000000">
            <w:r>
              <w:t>10:00</w:t>
            </w:r>
          </w:p>
        </w:tc>
        <w:tc>
          <w:tcPr>
            <w:tcW w:w="1556" w:type="dxa"/>
            <w:vAlign w:val="center"/>
          </w:tcPr>
          <w:p w14:paraId="387CA524" w14:textId="77777777" w:rsidR="0047570D" w:rsidRDefault="00000000">
            <w:r>
              <w:t>421.65</w:t>
            </w:r>
          </w:p>
        </w:tc>
        <w:tc>
          <w:tcPr>
            <w:tcW w:w="1556" w:type="dxa"/>
            <w:vAlign w:val="center"/>
          </w:tcPr>
          <w:p w14:paraId="20D82C53" w14:textId="77777777" w:rsidR="0047570D" w:rsidRDefault="00000000">
            <w:r>
              <w:t>357.32</w:t>
            </w:r>
          </w:p>
        </w:tc>
        <w:tc>
          <w:tcPr>
            <w:tcW w:w="1556" w:type="dxa"/>
            <w:vAlign w:val="center"/>
          </w:tcPr>
          <w:p w14:paraId="20292241" w14:textId="77777777" w:rsidR="0047570D" w:rsidRDefault="00000000">
            <w:r>
              <w:t>265.45</w:t>
            </w:r>
          </w:p>
        </w:tc>
        <w:tc>
          <w:tcPr>
            <w:tcW w:w="1556" w:type="dxa"/>
            <w:vAlign w:val="center"/>
          </w:tcPr>
          <w:p w14:paraId="6513D0A2" w14:textId="77777777" w:rsidR="0047570D" w:rsidRDefault="00000000">
            <w:r>
              <w:t>244.10</w:t>
            </w:r>
          </w:p>
        </w:tc>
        <w:tc>
          <w:tcPr>
            <w:tcW w:w="1556" w:type="dxa"/>
            <w:vAlign w:val="center"/>
          </w:tcPr>
          <w:p w14:paraId="4437B975" w14:textId="77777777" w:rsidR="0047570D" w:rsidRDefault="00000000">
            <w:r>
              <w:t>994.10</w:t>
            </w:r>
          </w:p>
        </w:tc>
      </w:tr>
      <w:tr w:rsidR="0047570D" w14:paraId="51244216" w14:textId="77777777">
        <w:tc>
          <w:tcPr>
            <w:tcW w:w="1556" w:type="dxa"/>
            <w:shd w:val="clear" w:color="auto" w:fill="E6E6E6"/>
            <w:vAlign w:val="center"/>
          </w:tcPr>
          <w:p w14:paraId="323E5A0E" w14:textId="77777777" w:rsidR="0047570D" w:rsidRDefault="00000000">
            <w:r>
              <w:t>11:00</w:t>
            </w:r>
          </w:p>
        </w:tc>
        <w:tc>
          <w:tcPr>
            <w:tcW w:w="1556" w:type="dxa"/>
            <w:vAlign w:val="center"/>
          </w:tcPr>
          <w:p w14:paraId="1D119EC9" w14:textId="77777777" w:rsidR="0047570D" w:rsidRDefault="00000000">
            <w:r>
              <w:t>264.60</w:t>
            </w:r>
          </w:p>
        </w:tc>
        <w:tc>
          <w:tcPr>
            <w:tcW w:w="1556" w:type="dxa"/>
            <w:vAlign w:val="center"/>
          </w:tcPr>
          <w:p w14:paraId="48053460" w14:textId="77777777" w:rsidR="0047570D" w:rsidRDefault="00000000">
            <w:r>
              <w:t>355.17</w:t>
            </w:r>
          </w:p>
        </w:tc>
        <w:tc>
          <w:tcPr>
            <w:tcW w:w="1556" w:type="dxa"/>
            <w:vAlign w:val="center"/>
          </w:tcPr>
          <w:p w14:paraId="0AB718ED" w14:textId="77777777" w:rsidR="0047570D" w:rsidRDefault="00000000">
            <w:r>
              <w:t>352.80</w:t>
            </w:r>
          </w:p>
        </w:tc>
        <w:tc>
          <w:tcPr>
            <w:tcW w:w="1556" w:type="dxa"/>
            <w:vAlign w:val="center"/>
          </w:tcPr>
          <w:p w14:paraId="2D43EB9B" w14:textId="77777777" w:rsidR="0047570D" w:rsidRDefault="00000000">
            <w:r>
              <w:t>243.07</w:t>
            </w:r>
          </w:p>
        </w:tc>
        <w:tc>
          <w:tcPr>
            <w:tcW w:w="1556" w:type="dxa"/>
            <w:vAlign w:val="center"/>
          </w:tcPr>
          <w:p w14:paraId="21B252EE" w14:textId="77777777" w:rsidR="0047570D" w:rsidRDefault="00000000">
            <w:r>
              <w:t>981.20</w:t>
            </w:r>
          </w:p>
        </w:tc>
      </w:tr>
      <w:tr w:rsidR="0047570D" w14:paraId="73DAF0FE" w14:textId="77777777">
        <w:tc>
          <w:tcPr>
            <w:tcW w:w="1556" w:type="dxa"/>
            <w:shd w:val="clear" w:color="auto" w:fill="E6E6E6"/>
            <w:vAlign w:val="center"/>
          </w:tcPr>
          <w:p w14:paraId="770826B9" w14:textId="77777777" w:rsidR="0047570D" w:rsidRDefault="00000000">
            <w:r>
              <w:t>12:00</w:t>
            </w:r>
          </w:p>
        </w:tc>
        <w:tc>
          <w:tcPr>
            <w:tcW w:w="1556" w:type="dxa"/>
            <w:vAlign w:val="center"/>
          </w:tcPr>
          <w:p w14:paraId="0EC27428" w14:textId="77777777" w:rsidR="0047570D" w:rsidRDefault="00000000">
            <w:r>
              <w:t>223.84</w:t>
            </w:r>
          </w:p>
        </w:tc>
        <w:tc>
          <w:tcPr>
            <w:tcW w:w="1556" w:type="dxa"/>
            <w:vAlign w:val="center"/>
          </w:tcPr>
          <w:p w14:paraId="54EEDA34" w14:textId="77777777" w:rsidR="0047570D" w:rsidRDefault="00000000">
            <w:r>
              <w:t>287.65</w:t>
            </w:r>
          </w:p>
        </w:tc>
        <w:tc>
          <w:tcPr>
            <w:tcW w:w="1556" w:type="dxa"/>
            <w:vAlign w:val="center"/>
          </w:tcPr>
          <w:p w14:paraId="6A35D527" w14:textId="77777777" w:rsidR="0047570D" w:rsidRDefault="00000000">
            <w:r>
              <w:t>454.03</w:t>
            </w:r>
          </w:p>
        </w:tc>
        <w:tc>
          <w:tcPr>
            <w:tcW w:w="1556" w:type="dxa"/>
            <w:vAlign w:val="center"/>
          </w:tcPr>
          <w:p w14:paraId="2E3F3853" w14:textId="77777777" w:rsidR="0047570D" w:rsidRDefault="00000000">
            <w:r>
              <w:t>204.59</w:t>
            </w:r>
          </w:p>
        </w:tc>
        <w:tc>
          <w:tcPr>
            <w:tcW w:w="1556" w:type="dxa"/>
            <w:vAlign w:val="center"/>
          </w:tcPr>
          <w:p w14:paraId="4A6084FE" w14:textId="77777777" w:rsidR="0047570D" w:rsidRDefault="00000000">
            <w:r>
              <w:t>789.90</w:t>
            </w:r>
          </w:p>
        </w:tc>
      </w:tr>
      <w:tr w:rsidR="0047570D" w14:paraId="0D2A174C" w14:textId="77777777">
        <w:tc>
          <w:tcPr>
            <w:tcW w:w="1556" w:type="dxa"/>
            <w:shd w:val="clear" w:color="auto" w:fill="E6E6E6"/>
            <w:vAlign w:val="center"/>
          </w:tcPr>
          <w:p w14:paraId="315C2F9E" w14:textId="77777777" w:rsidR="0047570D" w:rsidRDefault="00000000">
            <w:r>
              <w:t>13:00</w:t>
            </w:r>
          </w:p>
        </w:tc>
        <w:tc>
          <w:tcPr>
            <w:tcW w:w="1556" w:type="dxa"/>
            <w:vAlign w:val="center"/>
          </w:tcPr>
          <w:p w14:paraId="389B973E" w14:textId="77777777" w:rsidR="0047570D" w:rsidRDefault="00000000">
            <w:r>
              <w:t>177.36</w:t>
            </w:r>
          </w:p>
        </w:tc>
        <w:tc>
          <w:tcPr>
            <w:tcW w:w="1556" w:type="dxa"/>
            <w:vAlign w:val="center"/>
          </w:tcPr>
          <w:p w14:paraId="4405ED01" w14:textId="77777777" w:rsidR="0047570D" w:rsidRDefault="00000000">
            <w:r>
              <w:t>208.13</w:t>
            </w:r>
          </w:p>
        </w:tc>
        <w:tc>
          <w:tcPr>
            <w:tcW w:w="1556" w:type="dxa"/>
            <w:vAlign w:val="center"/>
          </w:tcPr>
          <w:p w14:paraId="32622425" w14:textId="77777777" w:rsidR="0047570D" w:rsidRDefault="00000000">
            <w:r>
              <w:t>446.84</w:t>
            </w:r>
          </w:p>
        </w:tc>
        <w:tc>
          <w:tcPr>
            <w:tcW w:w="1556" w:type="dxa"/>
            <w:vAlign w:val="center"/>
          </w:tcPr>
          <w:p w14:paraId="7A115EAD" w14:textId="77777777" w:rsidR="0047570D" w:rsidRDefault="00000000">
            <w:r>
              <w:t>160.55</w:t>
            </w:r>
          </w:p>
        </w:tc>
        <w:tc>
          <w:tcPr>
            <w:tcW w:w="1556" w:type="dxa"/>
            <w:vAlign w:val="center"/>
          </w:tcPr>
          <w:p w14:paraId="076A1EBE" w14:textId="77777777" w:rsidR="0047570D" w:rsidRDefault="00000000">
            <w:r>
              <w:t>565.80</w:t>
            </w:r>
          </w:p>
        </w:tc>
      </w:tr>
      <w:tr w:rsidR="0047570D" w14:paraId="6E046CFB" w14:textId="77777777">
        <w:tc>
          <w:tcPr>
            <w:tcW w:w="1556" w:type="dxa"/>
            <w:shd w:val="clear" w:color="auto" w:fill="E6E6E6"/>
            <w:vAlign w:val="center"/>
          </w:tcPr>
          <w:p w14:paraId="22CC81E6" w14:textId="77777777" w:rsidR="0047570D" w:rsidRDefault="00000000">
            <w:r>
              <w:t>14:00</w:t>
            </w:r>
          </w:p>
        </w:tc>
        <w:tc>
          <w:tcPr>
            <w:tcW w:w="1556" w:type="dxa"/>
            <w:vAlign w:val="center"/>
          </w:tcPr>
          <w:p w14:paraId="1AA00C61" w14:textId="77777777" w:rsidR="0047570D" w:rsidRDefault="00000000">
            <w:r>
              <w:t>144.23</w:t>
            </w:r>
          </w:p>
        </w:tc>
        <w:tc>
          <w:tcPr>
            <w:tcW w:w="1556" w:type="dxa"/>
            <w:vAlign w:val="center"/>
          </w:tcPr>
          <w:p w14:paraId="0907A515" w14:textId="77777777" w:rsidR="0047570D" w:rsidRDefault="00000000">
            <w:r>
              <w:t>150.68</w:t>
            </w:r>
          </w:p>
        </w:tc>
        <w:tc>
          <w:tcPr>
            <w:tcW w:w="1556" w:type="dxa"/>
            <w:vAlign w:val="center"/>
          </w:tcPr>
          <w:p w14:paraId="0554C0D1" w14:textId="77777777" w:rsidR="0047570D" w:rsidRDefault="00000000">
            <w:r>
              <w:t>366.10</w:t>
            </w:r>
          </w:p>
        </w:tc>
        <w:tc>
          <w:tcPr>
            <w:tcW w:w="1556" w:type="dxa"/>
            <w:vAlign w:val="center"/>
          </w:tcPr>
          <w:p w14:paraId="1F75CF85" w14:textId="77777777" w:rsidR="0047570D" w:rsidRDefault="00000000">
            <w:r>
              <w:t>129.10</w:t>
            </w:r>
          </w:p>
        </w:tc>
        <w:tc>
          <w:tcPr>
            <w:tcW w:w="1556" w:type="dxa"/>
            <w:vAlign w:val="center"/>
          </w:tcPr>
          <w:p w14:paraId="05A6E0A2" w14:textId="77777777" w:rsidR="0047570D" w:rsidRDefault="00000000">
            <w:r>
              <w:t>404.20</w:t>
            </w:r>
          </w:p>
        </w:tc>
      </w:tr>
      <w:tr w:rsidR="0047570D" w14:paraId="0F1760F3" w14:textId="77777777">
        <w:tc>
          <w:tcPr>
            <w:tcW w:w="1556" w:type="dxa"/>
            <w:shd w:val="clear" w:color="auto" w:fill="E6E6E6"/>
            <w:vAlign w:val="center"/>
          </w:tcPr>
          <w:p w14:paraId="3AD5D9FC" w14:textId="77777777" w:rsidR="0047570D" w:rsidRDefault="00000000">
            <w:r>
              <w:t>15:00</w:t>
            </w:r>
          </w:p>
        </w:tc>
        <w:tc>
          <w:tcPr>
            <w:tcW w:w="1556" w:type="dxa"/>
            <w:vAlign w:val="center"/>
          </w:tcPr>
          <w:p w14:paraId="39187BAE" w14:textId="77777777" w:rsidR="0047570D" w:rsidRDefault="00000000">
            <w:r>
              <w:t>109.23</w:t>
            </w:r>
          </w:p>
        </w:tc>
        <w:tc>
          <w:tcPr>
            <w:tcW w:w="1556" w:type="dxa"/>
            <w:vAlign w:val="center"/>
          </w:tcPr>
          <w:p w14:paraId="7B4D8199" w14:textId="77777777" w:rsidR="0047570D" w:rsidRDefault="00000000">
            <w:r>
              <w:t>102.31</w:t>
            </w:r>
          </w:p>
        </w:tc>
        <w:tc>
          <w:tcPr>
            <w:tcW w:w="1556" w:type="dxa"/>
            <w:vAlign w:val="center"/>
          </w:tcPr>
          <w:p w14:paraId="6771BE0B" w14:textId="77777777" w:rsidR="0047570D" w:rsidRDefault="00000000">
            <w:r>
              <w:t>244.43</w:t>
            </w:r>
          </w:p>
        </w:tc>
        <w:tc>
          <w:tcPr>
            <w:tcW w:w="1556" w:type="dxa"/>
            <w:vAlign w:val="center"/>
          </w:tcPr>
          <w:p w14:paraId="1194A8C1" w14:textId="77777777" w:rsidR="0047570D" w:rsidRDefault="00000000">
            <w:r>
              <w:t>96.93</w:t>
            </w:r>
          </w:p>
        </w:tc>
        <w:tc>
          <w:tcPr>
            <w:tcW w:w="1556" w:type="dxa"/>
            <w:vAlign w:val="center"/>
          </w:tcPr>
          <w:p w14:paraId="0F1AB827" w14:textId="77777777" w:rsidR="0047570D" w:rsidRDefault="00000000">
            <w:r>
              <w:t>273.70</w:t>
            </w:r>
          </w:p>
        </w:tc>
      </w:tr>
      <w:tr w:rsidR="0047570D" w14:paraId="3E57F025" w14:textId="77777777">
        <w:tc>
          <w:tcPr>
            <w:tcW w:w="1556" w:type="dxa"/>
            <w:shd w:val="clear" w:color="auto" w:fill="E6E6E6"/>
            <w:vAlign w:val="center"/>
          </w:tcPr>
          <w:p w14:paraId="0EEF0746" w14:textId="77777777" w:rsidR="0047570D" w:rsidRDefault="00000000">
            <w:r>
              <w:t>16:00</w:t>
            </w:r>
          </w:p>
        </w:tc>
        <w:tc>
          <w:tcPr>
            <w:tcW w:w="1556" w:type="dxa"/>
            <w:vAlign w:val="center"/>
          </w:tcPr>
          <w:p w14:paraId="02F6B65D" w14:textId="77777777" w:rsidR="0047570D" w:rsidRDefault="00000000">
            <w:r>
              <w:t>53.34</w:t>
            </w:r>
          </w:p>
        </w:tc>
        <w:tc>
          <w:tcPr>
            <w:tcW w:w="1556" w:type="dxa"/>
            <w:vAlign w:val="center"/>
          </w:tcPr>
          <w:p w14:paraId="4DBECE86" w14:textId="77777777" w:rsidR="0047570D" w:rsidRDefault="00000000">
            <w:r>
              <w:t>44.23</w:t>
            </w:r>
          </w:p>
        </w:tc>
        <w:tc>
          <w:tcPr>
            <w:tcW w:w="1556" w:type="dxa"/>
            <w:vAlign w:val="center"/>
          </w:tcPr>
          <w:p w14:paraId="2C05C220" w14:textId="77777777" w:rsidR="0047570D" w:rsidRDefault="00000000">
            <w:r>
              <w:t>134.48</w:t>
            </w:r>
          </w:p>
        </w:tc>
        <w:tc>
          <w:tcPr>
            <w:tcW w:w="1556" w:type="dxa"/>
            <w:vAlign w:val="center"/>
          </w:tcPr>
          <w:p w14:paraId="73F50F20" w14:textId="77777777" w:rsidR="0047570D" w:rsidRDefault="00000000">
            <w:r>
              <w:t>47.00</w:t>
            </w:r>
          </w:p>
        </w:tc>
        <w:tc>
          <w:tcPr>
            <w:tcW w:w="1556" w:type="dxa"/>
            <w:vAlign w:val="center"/>
          </w:tcPr>
          <w:p w14:paraId="1B524619" w14:textId="77777777" w:rsidR="0047570D" w:rsidRDefault="00000000">
            <w:r>
              <w:t>120.90</w:t>
            </w:r>
          </w:p>
        </w:tc>
      </w:tr>
      <w:tr w:rsidR="0047570D" w14:paraId="40AE3A24" w14:textId="77777777">
        <w:tc>
          <w:tcPr>
            <w:tcW w:w="1556" w:type="dxa"/>
            <w:shd w:val="clear" w:color="auto" w:fill="E6E6E6"/>
            <w:vAlign w:val="center"/>
          </w:tcPr>
          <w:p w14:paraId="4EA484B9" w14:textId="77777777" w:rsidR="0047570D" w:rsidRDefault="00000000">
            <w:r>
              <w:t>17:00</w:t>
            </w:r>
          </w:p>
        </w:tc>
        <w:tc>
          <w:tcPr>
            <w:tcW w:w="1556" w:type="dxa"/>
            <w:vAlign w:val="center"/>
          </w:tcPr>
          <w:p w14:paraId="18847969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D328092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57B2933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0E839EE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8034656" w14:textId="77777777" w:rsidR="0047570D" w:rsidRDefault="00000000">
            <w:r>
              <w:t>0.00</w:t>
            </w:r>
          </w:p>
        </w:tc>
      </w:tr>
      <w:tr w:rsidR="0047570D" w14:paraId="4B95A569" w14:textId="77777777">
        <w:tc>
          <w:tcPr>
            <w:tcW w:w="1556" w:type="dxa"/>
            <w:shd w:val="clear" w:color="auto" w:fill="E6E6E6"/>
            <w:vAlign w:val="center"/>
          </w:tcPr>
          <w:p w14:paraId="76F95C4E" w14:textId="77777777" w:rsidR="0047570D" w:rsidRDefault="00000000">
            <w:r>
              <w:t>18:00</w:t>
            </w:r>
          </w:p>
        </w:tc>
        <w:tc>
          <w:tcPr>
            <w:tcW w:w="1556" w:type="dxa"/>
            <w:vAlign w:val="center"/>
          </w:tcPr>
          <w:p w14:paraId="57570562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07673EB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B49C6C1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85A9F6B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7A2CCBF" w14:textId="77777777" w:rsidR="0047570D" w:rsidRDefault="00000000">
            <w:r>
              <w:t>0.00</w:t>
            </w:r>
          </w:p>
        </w:tc>
      </w:tr>
      <w:tr w:rsidR="0047570D" w14:paraId="727C38A0" w14:textId="77777777">
        <w:tc>
          <w:tcPr>
            <w:tcW w:w="1556" w:type="dxa"/>
            <w:shd w:val="clear" w:color="auto" w:fill="E6E6E6"/>
            <w:vAlign w:val="center"/>
          </w:tcPr>
          <w:p w14:paraId="46F787CF" w14:textId="77777777" w:rsidR="0047570D" w:rsidRDefault="00000000">
            <w:r>
              <w:t>19:00</w:t>
            </w:r>
          </w:p>
        </w:tc>
        <w:tc>
          <w:tcPr>
            <w:tcW w:w="1556" w:type="dxa"/>
            <w:vAlign w:val="center"/>
          </w:tcPr>
          <w:p w14:paraId="2121E1CC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BE02188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07330C0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E22277D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F51DC46" w14:textId="77777777" w:rsidR="0047570D" w:rsidRDefault="00000000">
            <w:r>
              <w:t>0.00</w:t>
            </w:r>
          </w:p>
        </w:tc>
      </w:tr>
      <w:tr w:rsidR="0047570D" w14:paraId="256CBE12" w14:textId="77777777">
        <w:tc>
          <w:tcPr>
            <w:tcW w:w="1556" w:type="dxa"/>
            <w:shd w:val="clear" w:color="auto" w:fill="E6E6E6"/>
            <w:vAlign w:val="center"/>
          </w:tcPr>
          <w:p w14:paraId="2295521B" w14:textId="77777777" w:rsidR="0047570D" w:rsidRDefault="00000000">
            <w:r>
              <w:t>20:00</w:t>
            </w:r>
          </w:p>
        </w:tc>
        <w:tc>
          <w:tcPr>
            <w:tcW w:w="1556" w:type="dxa"/>
            <w:vAlign w:val="center"/>
          </w:tcPr>
          <w:p w14:paraId="557B9293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0B2F729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CC086A1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0F9CB2C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9F41F96" w14:textId="77777777" w:rsidR="0047570D" w:rsidRDefault="00000000">
            <w:r>
              <w:t>0.00</w:t>
            </w:r>
          </w:p>
        </w:tc>
      </w:tr>
      <w:tr w:rsidR="0047570D" w14:paraId="4CB40B9F" w14:textId="77777777">
        <w:tc>
          <w:tcPr>
            <w:tcW w:w="1556" w:type="dxa"/>
            <w:shd w:val="clear" w:color="auto" w:fill="E6E6E6"/>
            <w:vAlign w:val="center"/>
          </w:tcPr>
          <w:p w14:paraId="57C486B0" w14:textId="77777777" w:rsidR="0047570D" w:rsidRDefault="00000000">
            <w:r>
              <w:t>21:00</w:t>
            </w:r>
          </w:p>
        </w:tc>
        <w:tc>
          <w:tcPr>
            <w:tcW w:w="1556" w:type="dxa"/>
            <w:vAlign w:val="center"/>
          </w:tcPr>
          <w:p w14:paraId="296FF916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7B39117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ED1FFDD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9519953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A73EF66" w14:textId="77777777" w:rsidR="0047570D" w:rsidRDefault="00000000">
            <w:r>
              <w:t>0.00</w:t>
            </w:r>
          </w:p>
        </w:tc>
      </w:tr>
      <w:tr w:rsidR="0047570D" w14:paraId="52138F37" w14:textId="77777777">
        <w:tc>
          <w:tcPr>
            <w:tcW w:w="1556" w:type="dxa"/>
            <w:shd w:val="clear" w:color="auto" w:fill="E6E6E6"/>
            <w:vAlign w:val="center"/>
          </w:tcPr>
          <w:p w14:paraId="322EBE6F" w14:textId="77777777" w:rsidR="0047570D" w:rsidRDefault="00000000">
            <w:r>
              <w:t>22:00</w:t>
            </w:r>
          </w:p>
        </w:tc>
        <w:tc>
          <w:tcPr>
            <w:tcW w:w="1556" w:type="dxa"/>
            <w:vAlign w:val="center"/>
          </w:tcPr>
          <w:p w14:paraId="464C82D6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04435C5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3CF7ADE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9A9683F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31119B1" w14:textId="77777777" w:rsidR="0047570D" w:rsidRDefault="00000000">
            <w:r>
              <w:t>0.00</w:t>
            </w:r>
          </w:p>
        </w:tc>
      </w:tr>
      <w:tr w:rsidR="0047570D" w14:paraId="75FDF699" w14:textId="77777777">
        <w:tc>
          <w:tcPr>
            <w:tcW w:w="1556" w:type="dxa"/>
            <w:shd w:val="clear" w:color="auto" w:fill="E6E6E6"/>
            <w:vAlign w:val="center"/>
          </w:tcPr>
          <w:p w14:paraId="536A0ABE" w14:textId="77777777" w:rsidR="0047570D" w:rsidRDefault="00000000">
            <w:r>
              <w:t>23:00</w:t>
            </w:r>
          </w:p>
        </w:tc>
        <w:tc>
          <w:tcPr>
            <w:tcW w:w="1556" w:type="dxa"/>
            <w:vAlign w:val="center"/>
          </w:tcPr>
          <w:p w14:paraId="262B0C18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C7BABDD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F7D3181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0E0CAC6" w14:textId="77777777" w:rsidR="0047570D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ACFEE83" w14:textId="77777777" w:rsidR="0047570D" w:rsidRDefault="00000000">
            <w:r>
              <w:t>0.00</w:t>
            </w:r>
          </w:p>
        </w:tc>
      </w:tr>
    </w:tbl>
    <w:p w14:paraId="2AEA31B6" w14:textId="77777777" w:rsidR="00794676" w:rsidRPr="00A45CFE" w:rsidRDefault="00794676" w:rsidP="007B104F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3" w:name="室外逐时辐射"/>
      <w:bookmarkEnd w:id="43"/>
    </w:p>
    <w:p w14:paraId="7581DCC5" w14:textId="77777777" w:rsidR="005C5049" w:rsidRDefault="005C5049" w:rsidP="005C5049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4" w:name="室外逐时辐射备注"/>
      <w:bookmarkEnd w:id="44"/>
    </w:p>
    <w:p w14:paraId="11FF609D" w14:textId="77777777" w:rsidR="00697366" w:rsidRDefault="00697366" w:rsidP="00CA66B7">
      <w:pPr>
        <w:pStyle w:val="2"/>
      </w:pPr>
      <w:bookmarkStart w:id="45" w:name="_Toc155601028"/>
      <w:bookmarkEnd w:id="0"/>
      <w:r>
        <w:rPr>
          <w:rFonts w:hint="eastAsia"/>
        </w:rPr>
        <w:t>室内</w:t>
      </w:r>
      <w:r>
        <w:t>空气温度</w:t>
      </w:r>
      <w:bookmarkEnd w:id="45"/>
    </w:p>
    <w:p w14:paraId="0D2A2202" w14:textId="77777777" w:rsidR="009C002A" w:rsidRPr="00CA66B7" w:rsidRDefault="009C002A" w:rsidP="006A4FEA">
      <w:pPr>
        <w:rPr>
          <w:color w:val="000000"/>
          <w:szCs w:val="21"/>
        </w:rPr>
      </w:pPr>
      <w:bookmarkStart w:id="46" w:name="室内空气温度"/>
      <w:r>
        <w:t>根据《民用建筑热工设计规范》</w:t>
      </w:r>
      <w:r>
        <w:t>GB50176-2016</w:t>
      </w:r>
      <w:r>
        <w:t>第</w:t>
      </w:r>
      <w:r>
        <w:t>3.3.2</w:t>
      </w:r>
      <w:r>
        <w:t>条的规定取</w:t>
      </w:r>
      <w:r>
        <w:t>26</w:t>
      </w:r>
      <w:r>
        <w:t>摄氏度</w:t>
      </w:r>
      <w:bookmarkEnd w:id="46"/>
    </w:p>
    <w:p w14:paraId="24675855" w14:textId="77777777" w:rsidR="00800A70" w:rsidRDefault="00800A70" w:rsidP="006B27F7">
      <w:pPr>
        <w:jc w:val="center"/>
      </w:pPr>
      <w:bookmarkStart w:id="47" w:name="自然通风室内温度表格"/>
      <w:bookmarkEnd w:id="47"/>
    </w:p>
    <w:p w14:paraId="2BB471CC" w14:textId="77777777" w:rsidR="00A279F8" w:rsidRPr="00794676" w:rsidRDefault="00A279F8" w:rsidP="009A61CA">
      <w:pPr>
        <w:pStyle w:val="1"/>
      </w:pPr>
      <w:bookmarkStart w:id="48" w:name="_Toc155601029"/>
      <w:r>
        <w:t>工程材料</w:t>
      </w:r>
      <w:bookmarkEnd w:id="48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47570D" w14:paraId="6CEC280D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447E6C6F" w14:textId="77777777" w:rsidR="0047570D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112C98C" w14:textId="77777777" w:rsidR="0047570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08CAD6EE" w14:textId="77777777" w:rsidR="0047570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8A41E7B" w14:textId="77777777" w:rsidR="0047570D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B325375" w14:textId="77777777" w:rsidR="0047570D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4B8BC98" w14:textId="77777777" w:rsidR="0047570D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4E27EE42" w14:textId="77777777" w:rsidR="0047570D" w:rsidRDefault="00000000">
            <w:pPr>
              <w:jc w:val="center"/>
            </w:pPr>
            <w:r>
              <w:t>备注</w:t>
            </w:r>
          </w:p>
        </w:tc>
      </w:tr>
      <w:tr w:rsidR="0047570D" w14:paraId="08A73EDC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3AC95EE7" w14:textId="77777777" w:rsidR="0047570D" w:rsidRDefault="0047570D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5A4A9836" w14:textId="77777777" w:rsidR="0047570D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7ABE36B7" w14:textId="77777777" w:rsidR="0047570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460848" w14:textId="77777777" w:rsidR="0047570D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FB8B176" w14:textId="77777777" w:rsidR="0047570D" w:rsidRDefault="00000000">
            <w:pPr>
              <w:jc w:val="center"/>
            </w:pPr>
            <w:r>
              <w:t>J/(</w:t>
            </w:r>
            <w:proofErr w:type="spellStart"/>
            <w:r>
              <w:t>kg.K</w:t>
            </w:r>
            <w:proofErr w:type="spellEnd"/>
            <w:r>
              <w:t>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B7CC6B9" w14:textId="77777777" w:rsidR="0047570D" w:rsidRDefault="00000000">
            <w:pPr>
              <w:jc w:val="center"/>
            </w:pPr>
            <w:r>
              <w:t>g/(</w:t>
            </w:r>
            <w:proofErr w:type="spellStart"/>
            <w:r>
              <w:t>m.h.kPa</w:t>
            </w:r>
            <w:proofErr w:type="spellEnd"/>
            <w:r>
              <w:t>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3CE06C4B" w14:textId="77777777" w:rsidR="0047570D" w:rsidRDefault="0047570D">
            <w:pPr>
              <w:jc w:val="center"/>
            </w:pPr>
          </w:p>
        </w:tc>
      </w:tr>
      <w:tr w:rsidR="0047570D" w14:paraId="680F17B7" w14:textId="77777777">
        <w:tc>
          <w:tcPr>
            <w:tcW w:w="2196" w:type="dxa"/>
            <w:shd w:val="clear" w:color="auto" w:fill="E6E6E6"/>
            <w:vAlign w:val="center"/>
          </w:tcPr>
          <w:p w14:paraId="13232796" w14:textId="77777777" w:rsidR="0047570D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46B258AB" w14:textId="77777777" w:rsidR="0047570D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43007448" w14:textId="77777777" w:rsidR="0047570D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379D809" w14:textId="77777777" w:rsidR="0047570D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746177A1" w14:textId="77777777" w:rsidR="0047570D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5A375BB0" w14:textId="77777777" w:rsidR="0047570D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18C5670D" w14:textId="77777777" w:rsidR="0047570D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lastRenderedPageBreak/>
              <w:t>GB50176-2016</w:t>
            </w:r>
          </w:p>
        </w:tc>
      </w:tr>
      <w:tr w:rsidR="0047570D" w14:paraId="68827810" w14:textId="77777777">
        <w:tc>
          <w:tcPr>
            <w:tcW w:w="2196" w:type="dxa"/>
            <w:shd w:val="clear" w:color="auto" w:fill="E6E6E6"/>
            <w:vAlign w:val="center"/>
          </w:tcPr>
          <w:p w14:paraId="260DB7F3" w14:textId="77777777" w:rsidR="0047570D" w:rsidRDefault="00000000">
            <w:r>
              <w:lastRenderedPageBreak/>
              <w:t>石灰砂浆</w:t>
            </w:r>
          </w:p>
        </w:tc>
        <w:tc>
          <w:tcPr>
            <w:tcW w:w="1018" w:type="dxa"/>
            <w:vAlign w:val="center"/>
          </w:tcPr>
          <w:p w14:paraId="7756B167" w14:textId="77777777" w:rsidR="0047570D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53E0AB3C" w14:textId="77777777" w:rsidR="0047570D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6D160F82" w14:textId="77777777" w:rsidR="0047570D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025DF1F4" w14:textId="77777777" w:rsidR="0047570D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917DDB4" w14:textId="77777777" w:rsidR="0047570D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53A127D8" w14:textId="77777777" w:rsidR="0047570D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7570D" w14:paraId="309E0CEC" w14:textId="77777777">
        <w:tc>
          <w:tcPr>
            <w:tcW w:w="2196" w:type="dxa"/>
            <w:shd w:val="clear" w:color="auto" w:fill="E6E6E6"/>
            <w:vAlign w:val="center"/>
          </w:tcPr>
          <w:p w14:paraId="7044DB8C" w14:textId="77777777" w:rsidR="0047570D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1CA76C9E" w14:textId="77777777" w:rsidR="0047570D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5DFEAC75" w14:textId="77777777" w:rsidR="0047570D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E2AF427" w14:textId="77777777" w:rsidR="0047570D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20E52202" w14:textId="77777777" w:rsidR="0047570D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11567627" w14:textId="77777777" w:rsidR="0047570D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3CFF7E53" w14:textId="77777777" w:rsidR="0047570D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7570D" w14:paraId="4FFF2CD3" w14:textId="77777777">
        <w:tc>
          <w:tcPr>
            <w:tcW w:w="2196" w:type="dxa"/>
            <w:shd w:val="clear" w:color="auto" w:fill="E6E6E6"/>
            <w:vAlign w:val="center"/>
          </w:tcPr>
          <w:p w14:paraId="3A627A40" w14:textId="77777777" w:rsidR="0047570D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6EF8ABC9" w14:textId="77777777" w:rsidR="0047570D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54E3233F" w14:textId="77777777" w:rsidR="0047570D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28CC1103" w14:textId="77777777" w:rsidR="0047570D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37B573DC" w14:textId="77777777" w:rsidR="0047570D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472A9B9C" w14:textId="77777777" w:rsidR="0047570D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48A07D99" w14:textId="77777777" w:rsidR="0047570D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7570D" w14:paraId="6684420C" w14:textId="77777777">
        <w:tc>
          <w:tcPr>
            <w:tcW w:w="2196" w:type="dxa"/>
            <w:shd w:val="clear" w:color="auto" w:fill="E6E6E6"/>
            <w:vAlign w:val="center"/>
          </w:tcPr>
          <w:p w14:paraId="0B67771E" w14:textId="77777777" w:rsidR="0047570D" w:rsidRDefault="00000000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1B5172EC" w14:textId="77777777" w:rsidR="0047570D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1EB283FB" w14:textId="77777777" w:rsidR="0047570D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417DE928" w14:textId="77777777" w:rsidR="0047570D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16668D7C" w14:textId="77777777" w:rsidR="0047570D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774E7B60" w14:textId="77777777" w:rsidR="0047570D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8E00DF5" w14:textId="77777777" w:rsidR="0047570D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47570D" w14:paraId="30D36B52" w14:textId="77777777">
        <w:tc>
          <w:tcPr>
            <w:tcW w:w="2196" w:type="dxa"/>
            <w:shd w:val="clear" w:color="auto" w:fill="E6E6E6"/>
            <w:vAlign w:val="center"/>
          </w:tcPr>
          <w:p w14:paraId="7AE6C296" w14:textId="77777777" w:rsidR="0047570D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01C3FAD8" w14:textId="77777777" w:rsidR="0047570D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567AD7CE" w14:textId="77777777" w:rsidR="0047570D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41B5E18A" w14:textId="77777777" w:rsidR="0047570D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799A4498" w14:textId="77777777" w:rsidR="0047570D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2E4676C7" w14:textId="77777777" w:rsidR="0047570D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604777FF" w14:textId="77777777" w:rsidR="0047570D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7570D" w14:paraId="66E08398" w14:textId="77777777">
        <w:tc>
          <w:tcPr>
            <w:tcW w:w="2196" w:type="dxa"/>
            <w:shd w:val="clear" w:color="auto" w:fill="E6E6E6"/>
            <w:vAlign w:val="center"/>
          </w:tcPr>
          <w:p w14:paraId="39C90208" w14:textId="77777777" w:rsidR="0047570D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6F5FAD31" w14:textId="77777777" w:rsidR="0047570D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44842B29" w14:textId="77777777" w:rsidR="0047570D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1D788F33" w14:textId="77777777" w:rsidR="0047570D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351A600F" w14:textId="77777777" w:rsidR="0047570D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4FE3F2B2" w14:textId="77777777" w:rsidR="0047570D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6E268EF" w14:textId="77777777" w:rsidR="0047570D" w:rsidRDefault="0047570D">
            <w:pPr>
              <w:rPr>
                <w:sz w:val="18"/>
                <w:szCs w:val="18"/>
              </w:rPr>
            </w:pPr>
          </w:p>
        </w:tc>
      </w:tr>
    </w:tbl>
    <w:p w14:paraId="4E255847" w14:textId="77777777" w:rsidR="0047570D" w:rsidRDefault="00000000">
      <w:pPr>
        <w:pStyle w:val="1"/>
      </w:pPr>
      <w:bookmarkStart w:id="49" w:name="_Toc155601030"/>
      <w:r>
        <w:t>工程构造</w:t>
      </w:r>
      <w:bookmarkEnd w:id="49"/>
    </w:p>
    <w:p w14:paraId="09B87184" w14:textId="77777777" w:rsidR="0047570D" w:rsidRDefault="00000000">
      <w:pPr>
        <w:pStyle w:val="2"/>
        <w:jc w:val="left"/>
      </w:pPr>
      <w:bookmarkStart w:id="50" w:name="_Toc155601031"/>
      <w:r>
        <w:t>屋顶构造</w:t>
      </w:r>
      <w:bookmarkEnd w:id="50"/>
    </w:p>
    <w:p w14:paraId="03E780A4" w14:textId="77777777" w:rsidR="0047570D" w:rsidRDefault="00000000">
      <w:pPr>
        <w:pStyle w:val="3"/>
      </w:pPr>
      <w:bookmarkStart w:id="51" w:name="_Toc155601032"/>
      <w:r>
        <w:t>屋顶构造一</w:t>
      </w:r>
      <w:bookmarkEnd w:id="5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47570D" w14:paraId="2B1C3105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633EC315" w14:textId="77777777" w:rsidR="0047570D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79CEDC9C" w14:textId="77777777" w:rsidR="0047570D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FF240AA" w14:textId="77777777" w:rsidR="0047570D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BA77420" w14:textId="77777777" w:rsidR="0047570D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21EDC92" w14:textId="77777777" w:rsidR="0047570D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500AAED" w14:textId="77777777" w:rsidR="0047570D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5AA106C" w14:textId="77777777" w:rsidR="0047570D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84506A2" w14:textId="77777777" w:rsidR="0047570D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47570D" w14:paraId="38A900A5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7391612F" w14:textId="77777777" w:rsidR="0047570D" w:rsidRDefault="0047570D"/>
        </w:tc>
        <w:tc>
          <w:tcPr>
            <w:tcW w:w="834" w:type="dxa"/>
            <w:shd w:val="clear" w:color="auto" w:fill="E6E6E6"/>
            <w:vAlign w:val="center"/>
          </w:tcPr>
          <w:p w14:paraId="2B4A3625" w14:textId="77777777" w:rsidR="0047570D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90BFCD6" w14:textId="77777777" w:rsidR="0047570D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BEF7DF3" w14:textId="77777777" w:rsidR="0047570D" w:rsidRDefault="00000000"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DBFB5CE" w14:textId="77777777" w:rsidR="0047570D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EAE9A91" w14:textId="77777777" w:rsidR="0047570D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B6C9AE5" w14:textId="77777777" w:rsidR="0047570D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07F2486" w14:textId="77777777" w:rsidR="0047570D" w:rsidRDefault="00000000">
            <w:r>
              <w:t>D=R*S</w:t>
            </w:r>
          </w:p>
        </w:tc>
      </w:tr>
      <w:tr w:rsidR="0047570D" w14:paraId="5B653E78" w14:textId="77777777">
        <w:tc>
          <w:tcPr>
            <w:tcW w:w="2838" w:type="dxa"/>
            <w:vAlign w:val="center"/>
          </w:tcPr>
          <w:p w14:paraId="468A9D39" w14:textId="77777777" w:rsidR="0047570D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34" w:type="dxa"/>
            <w:vAlign w:val="center"/>
          </w:tcPr>
          <w:p w14:paraId="4EBE6108" w14:textId="77777777" w:rsidR="0047570D" w:rsidRDefault="00000000">
            <w:r>
              <w:t>40</w:t>
            </w:r>
          </w:p>
        </w:tc>
        <w:tc>
          <w:tcPr>
            <w:tcW w:w="707" w:type="dxa"/>
            <w:vAlign w:val="center"/>
          </w:tcPr>
          <w:p w14:paraId="789D5B20" w14:textId="77777777" w:rsidR="0047570D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47BDD80E" w14:textId="77777777" w:rsidR="0047570D" w:rsidRDefault="00000000">
            <w:r>
              <w:t>1.510</w:t>
            </w:r>
          </w:p>
        </w:tc>
        <w:tc>
          <w:tcPr>
            <w:tcW w:w="1131" w:type="dxa"/>
            <w:vAlign w:val="center"/>
          </w:tcPr>
          <w:p w14:paraId="59166D9F" w14:textId="77777777" w:rsidR="0047570D" w:rsidRDefault="00000000">
            <w:r>
              <w:t>15.360</w:t>
            </w:r>
          </w:p>
        </w:tc>
        <w:tc>
          <w:tcPr>
            <w:tcW w:w="707" w:type="dxa"/>
            <w:vAlign w:val="center"/>
          </w:tcPr>
          <w:p w14:paraId="4C78531D" w14:textId="77777777" w:rsidR="0047570D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3F195E05" w14:textId="77777777" w:rsidR="0047570D" w:rsidRDefault="00000000">
            <w:r>
              <w:t>0.026</w:t>
            </w:r>
          </w:p>
        </w:tc>
        <w:tc>
          <w:tcPr>
            <w:tcW w:w="990" w:type="dxa"/>
            <w:vAlign w:val="center"/>
          </w:tcPr>
          <w:p w14:paraId="4B38C187" w14:textId="77777777" w:rsidR="0047570D" w:rsidRDefault="00000000">
            <w:r>
              <w:t>0.407</w:t>
            </w:r>
          </w:p>
        </w:tc>
      </w:tr>
      <w:tr w:rsidR="0047570D" w14:paraId="4C9A0FF9" w14:textId="77777777">
        <w:tc>
          <w:tcPr>
            <w:tcW w:w="2838" w:type="dxa"/>
            <w:vAlign w:val="center"/>
          </w:tcPr>
          <w:p w14:paraId="561A670C" w14:textId="77777777" w:rsidR="0047570D" w:rsidRDefault="00000000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14:paraId="4DF00EF3" w14:textId="77777777" w:rsidR="0047570D" w:rsidRDefault="00000000">
            <w:r>
              <w:t>50</w:t>
            </w:r>
          </w:p>
        </w:tc>
        <w:tc>
          <w:tcPr>
            <w:tcW w:w="707" w:type="dxa"/>
            <w:vAlign w:val="center"/>
          </w:tcPr>
          <w:p w14:paraId="0D7A6715" w14:textId="77777777" w:rsidR="0047570D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2BD14C33" w14:textId="77777777" w:rsidR="0047570D" w:rsidRDefault="00000000">
            <w:r>
              <w:t>0.030</w:t>
            </w:r>
          </w:p>
        </w:tc>
        <w:tc>
          <w:tcPr>
            <w:tcW w:w="1131" w:type="dxa"/>
            <w:vAlign w:val="center"/>
          </w:tcPr>
          <w:p w14:paraId="17650384" w14:textId="77777777" w:rsidR="0047570D" w:rsidRDefault="00000000">
            <w:r>
              <w:t>0.340</w:t>
            </w:r>
          </w:p>
        </w:tc>
        <w:tc>
          <w:tcPr>
            <w:tcW w:w="707" w:type="dxa"/>
            <w:vAlign w:val="center"/>
          </w:tcPr>
          <w:p w14:paraId="1944A144" w14:textId="77777777" w:rsidR="0047570D" w:rsidRDefault="00000000">
            <w:r>
              <w:t>1.20</w:t>
            </w:r>
          </w:p>
        </w:tc>
        <w:tc>
          <w:tcPr>
            <w:tcW w:w="1131" w:type="dxa"/>
            <w:vAlign w:val="center"/>
          </w:tcPr>
          <w:p w14:paraId="78EB7E06" w14:textId="77777777" w:rsidR="0047570D" w:rsidRDefault="00000000">
            <w:r>
              <w:t>1.389</w:t>
            </w:r>
          </w:p>
        </w:tc>
        <w:tc>
          <w:tcPr>
            <w:tcW w:w="990" w:type="dxa"/>
            <w:vAlign w:val="center"/>
          </w:tcPr>
          <w:p w14:paraId="7D4EA197" w14:textId="77777777" w:rsidR="0047570D" w:rsidRDefault="00000000">
            <w:r>
              <w:t>0.567</w:t>
            </w:r>
          </w:p>
        </w:tc>
      </w:tr>
      <w:tr w:rsidR="0047570D" w14:paraId="0DE6E5C4" w14:textId="77777777">
        <w:tc>
          <w:tcPr>
            <w:tcW w:w="2838" w:type="dxa"/>
            <w:vAlign w:val="center"/>
          </w:tcPr>
          <w:p w14:paraId="4D638F82" w14:textId="77777777" w:rsidR="0047570D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7F855613" w14:textId="77777777" w:rsidR="0047570D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39440DAA" w14:textId="77777777" w:rsidR="0047570D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02CD08DB" w14:textId="77777777" w:rsidR="0047570D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0ED961B9" w14:textId="77777777" w:rsidR="0047570D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4486B779" w14:textId="77777777" w:rsidR="0047570D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F396F73" w14:textId="77777777" w:rsidR="0047570D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59758E74" w14:textId="77777777" w:rsidR="0047570D" w:rsidRDefault="00000000">
            <w:r>
              <w:t>0.245</w:t>
            </w:r>
          </w:p>
        </w:tc>
      </w:tr>
      <w:tr w:rsidR="0047570D" w14:paraId="27AEC4CE" w14:textId="77777777">
        <w:tc>
          <w:tcPr>
            <w:tcW w:w="2838" w:type="dxa"/>
            <w:vAlign w:val="center"/>
          </w:tcPr>
          <w:p w14:paraId="6E0939B6" w14:textId="77777777" w:rsidR="0047570D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34" w:type="dxa"/>
            <w:vAlign w:val="center"/>
          </w:tcPr>
          <w:p w14:paraId="72F7ED15" w14:textId="77777777" w:rsidR="0047570D" w:rsidRDefault="00000000">
            <w:r>
              <w:t>80</w:t>
            </w:r>
          </w:p>
        </w:tc>
        <w:tc>
          <w:tcPr>
            <w:tcW w:w="707" w:type="dxa"/>
            <w:vAlign w:val="center"/>
          </w:tcPr>
          <w:p w14:paraId="2C4F231C" w14:textId="77777777" w:rsidR="0047570D" w:rsidRDefault="00000000">
            <w:r>
              <w:t>7.3</w:t>
            </w:r>
          </w:p>
        </w:tc>
        <w:tc>
          <w:tcPr>
            <w:tcW w:w="990" w:type="dxa"/>
            <w:vAlign w:val="center"/>
          </w:tcPr>
          <w:p w14:paraId="7302B2F9" w14:textId="77777777" w:rsidR="0047570D" w:rsidRDefault="00000000">
            <w:r>
              <w:t>0.180</w:t>
            </w:r>
          </w:p>
        </w:tc>
        <w:tc>
          <w:tcPr>
            <w:tcW w:w="1131" w:type="dxa"/>
            <w:vAlign w:val="center"/>
          </w:tcPr>
          <w:p w14:paraId="4998F770" w14:textId="77777777" w:rsidR="0047570D" w:rsidRDefault="00000000">
            <w:r>
              <w:t>3.100</w:t>
            </w:r>
          </w:p>
        </w:tc>
        <w:tc>
          <w:tcPr>
            <w:tcW w:w="707" w:type="dxa"/>
            <w:vAlign w:val="center"/>
          </w:tcPr>
          <w:p w14:paraId="0C595CA2" w14:textId="77777777" w:rsidR="0047570D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5B435744" w14:textId="77777777" w:rsidR="0047570D" w:rsidRDefault="00000000">
            <w:r>
              <w:t>0.444</w:t>
            </w:r>
          </w:p>
        </w:tc>
        <w:tc>
          <w:tcPr>
            <w:tcW w:w="990" w:type="dxa"/>
            <w:vAlign w:val="center"/>
          </w:tcPr>
          <w:p w14:paraId="4177B02F" w14:textId="77777777" w:rsidR="0047570D" w:rsidRDefault="00000000">
            <w:r>
              <w:t>1.378</w:t>
            </w:r>
          </w:p>
        </w:tc>
      </w:tr>
      <w:tr w:rsidR="0047570D" w14:paraId="25060108" w14:textId="77777777">
        <w:tc>
          <w:tcPr>
            <w:tcW w:w="2838" w:type="dxa"/>
            <w:vAlign w:val="center"/>
          </w:tcPr>
          <w:p w14:paraId="76C0E27B" w14:textId="77777777" w:rsidR="0047570D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60BD8C1B" w14:textId="77777777" w:rsidR="0047570D" w:rsidRDefault="00000000">
            <w:r>
              <w:t>120</w:t>
            </w:r>
          </w:p>
        </w:tc>
        <w:tc>
          <w:tcPr>
            <w:tcW w:w="707" w:type="dxa"/>
            <w:vAlign w:val="center"/>
          </w:tcPr>
          <w:p w14:paraId="62B4D8B9" w14:textId="77777777" w:rsidR="0047570D" w:rsidRDefault="00000000">
            <w:r>
              <w:t>12.0</w:t>
            </w:r>
          </w:p>
        </w:tc>
        <w:tc>
          <w:tcPr>
            <w:tcW w:w="990" w:type="dxa"/>
            <w:vAlign w:val="center"/>
          </w:tcPr>
          <w:p w14:paraId="4EEB2725" w14:textId="77777777" w:rsidR="0047570D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2E498C89" w14:textId="77777777" w:rsidR="0047570D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56A1324B" w14:textId="77777777" w:rsidR="0047570D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01134EE0" w14:textId="77777777" w:rsidR="0047570D" w:rsidRDefault="00000000">
            <w:r>
              <w:t>0.069</w:t>
            </w:r>
          </w:p>
        </w:tc>
        <w:tc>
          <w:tcPr>
            <w:tcW w:w="990" w:type="dxa"/>
            <w:vAlign w:val="center"/>
          </w:tcPr>
          <w:p w14:paraId="5CC5A2DE" w14:textId="77777777" w:rsidR="0047570D" w:rsidRDefault="00000000">
            <w:r>
              <w:t>1.186</w:t>
            </w:r>
          </w:p>
        </w:tc>
      </w:tr>
      <w:tr w:rsidR="0047570D" w14:paraId="351B26EC" w14:textId="77777777">
        <w:tc>
          <w:tcPr>
            <w:tcW w:w="2838" w:type="dxa"/>
            <w:vAlign w:val="center"/>
          </w:tcPr>
          <w:p w14:paraId="726261CD" w14:textId="77777777" w:rsidR="0047570D" w:rsidRDefault="00000000">
            <w:r>
              <w:t>石灰砂浆</w:t>
            </w:r>
          </w:p>
        </w:tc>
        <w:tc>
          <w:tcPr>
            <w:tcW w:w="834" w:type="dxa"/>
            <w:vAlign w:val="center"/>
          </w:tcPr>
          <w:p w14:paraId="434EE3C4" w14:textId="77777777" w:rsidR="0047570D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4484BE6E" w14:textId="77777777" w:rsidR="0047570D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338A4ED7" w14:textId="77777777" w:rsidR="0047570D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5BFF4F84" w14:textId="77777777" w:rsidR="0047570D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6C9A6ABE" w14:textId="77777777" w:rsidR="0047570D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AFDFB86" w14:textId="77777777" w:rsidR="0047570D" w:rsidRDefault="00000000">
            <w:r>
              <w:t>0.025</w:t>
            </w:r>
          </w:p>
        </w:tc>
        <w:tc>
          <w:tcPr>
            <w:tcW w:w="990" w:type="dxa"/>
            <w:vAlign w:val="center"/>
          </w:tcPr>
          <w:p w14:paraId="7CA7314C" w14:textId="77777777" w:rsidR="0047570D" w:rsidRDefault="00000000">
            <w:r>
              <w:t>0.249</w:t>
            </w:r>
          </w:p>
        </w:tc>
      </w:tr>
      <w:tr w:rsidR="0047570D" w14:paraId="5781A197" w14:textId="77777777">
        <w:tc>
          <w:tcPr>
            <w:tcW w:w="2838" w:type="dxa"/>
            <w:vAlign w:val="center"/>
          </w:tcPr>
          <w:p w14:paraId="6DB0FE61" w14:textId="77777777" w:rsidR="0047570D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3A1BB67D" w14:textId="77777777" w:rsidR="0047570D" w:rsidRDefault="00000000">
            <w:r>
              <w:t>330</w:t>
            </w:r>
          </w:p>
        </w:tc>
        <w:tc>
          <w:tcPr>
            <w:tcW w:w="707" w:type="dxa"/>
            <w:vAlign w:val="center"/>
          </w:tcPr>
          <w:p w14:paraId="5434BEF0" w14:textId="77777777" w:rsidR="0047570D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068DDBC0" w14:textId="77777777" w:rsidR="0047570D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0B341112" w14:textId="77777777" w:rsidR="0047570D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677F9B7B" w14:textId="77777777" w:rsidR="0047570D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257CA383" w14:textId="77777777" w:rsidR="0047570D" w:rsidRDefault="00000000">
            <w:r>
              <w:t>1.975</w:t>
            </w:r>
          </w:p>
        </w:tc>
        <w:tc>
          <w:tcPr>
            <w:tcW w:w="990" w:type="dxa"/>
            <w:vAlign w:val="center"/>
          </w:tcPr>
          <w:p w14:paraId="3999ACA9" w14:textId="77777777" w:rsidR="0047570D" w:rsidRDefault="00000000">
            <w:r>
              <w:t>4.031</w:t>
            </w:r>
          </w:p>
        </w:tc>
      </w:tr>
      <w:tr w:rsidR="0047570D" w14:paraId="53F87517" w14:textId="77777777">
        <w:tc>
          <w:tcPr>
            <w:tcW w:w="2838" w:type="dxa"/>
            <w:shd w:val="clear" w:color="auto" w:fill="E6E6E6"/>
            <w:vAlign w:val="center"/>
          </w:tcPr>
          <w:p w14:paraId="232101A9" w14:textId="77777777" w:rsidR="0047570D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44498823" w14:textId="77777777" w:rsidR="0047570D" w:rsidRDefault="00000000">
            <w:pPr>
              <w:jc w:val="center"/>
            </w:pPr>
            <w:r>
              <w:t>5.0</w:t>
            </w:r>
          </w:p>
        </w:tc>
      </w:tr>
      <w:tr w:rsidR="0047570D" w14:paraId="42E4BF5A" w14:textId="77777777">
        <w:tc>
          <w:tcPr>
            <w:tcW w:w="2838" w:type="dxa"/>
            <w:shd w:val="clear" w:color="auto" w:fill="E6E6E6"/>
            <w:vAlign w:val="center"/>
          </w:tcPr>
          <w:p w14:paraId="7DB0CD0B" w14:textId="77777777" w:rsidR="0047570D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02B70919" w14:textId="77777777" w:rsidR="0047570D" w:rsidRDefault="00000000">
            <w:pPr>
              <w:jc w:val="center"/>
            </w:pPr>
            <w:r>
              <w:t>0.90</w:t>
            </w:r>
          </w:p>
        </w:tc>
      </w:tr>
      <w:tr w:rsidR="0047570D" w14:paraId="2D5C96C7" w14:textId="77777777">
        <w:tc>
          <w:tcPr>
            <w:tcW w:w="2838" w:type="dxa"/>
            <w:shd w:val="clear" w:color="auto" w:fill="E6E6E6"/>
            <w:vAlign w:val="center"/>
          </w:tcPr>
          <w:p w14:paraId="5C8DAD2C" w14:textId="77777777" w:rsidR="0047570D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42395AC9" w14:textId="77777777" w:rsidR="0047570D" w:rsidRDefault="00000000">
            <w:pPr>
              <w:jc w:val="center"/>
            </w:pPr>
            <w:r>
              <w:t>0.47</w:t>
            </w:r>
          </w:p>
        </w:tc>
      </w:tr>
      <w:tr w:rsidR="0047570D" w14:paraId="4DE87B8E" w14:textId="77777777">
        <w:tc>
          <w:tcPr>
            <w:tcW w:w="2838" w:type="dxa"/>
            <w:shd w:val="clear" w:color="auto" w:fill="E6E6E6"/>
            <w:vAlign w:val="center"/>
          </w:tcPr>
          <w:p w14:paraId="54112E41" w14:textId="77777777" w:rsidR="0047570D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322844E9" w14:textId="77777777" w:rsidR="0047570D" w:rsidRDefault="00000000">
            <w:pPr>
              <w:jc w:val="center"/>
            </w:pPr>
            <w:r>
              <w:t>重质围护结构</w:t>
            </w:r>
          </w:p>
        </w:tc>
      </w:tr>
    </w:tbl>
    <w:p w14:paraId="6AD8D96A" w14:textId="77777777" w:rsidR="0047570D" w:rsidRDefault="00000000">
      <w:pPr>
        <w:pStyle w:val="4"/>
      </w:pPr>
      <w:r>
        <w:lastRenderedPageBreak/>
        <w:t>空调房间：逐时温度</w:t>
      </w:r>
    </w:p>
    <w:p w14:paraId="1C19A7C1" w14:textId="77777777" w:rsidR="0047570D" w:rsidRDefault="00000000">
      <w:pPr>
        <w:jc w:val="center"/>
      </w:pPr>
      <w:r>
        <w:rPr>
          <w:noProof/>
        </w:rPr>
        <w:drawing>
          <wp:inline distT="0" distB="0" distL="0" distR="0" wp14:anchorId="79AE89D7" wp14:editId="37EB03FA">
            <wp:extent cx="5667375" cy="28289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54E7D" w14:textId="77777777" w:rsidR="0047570D" w:rsidRDefault="0047570D"/>
    <w:p w14:paraId="40E0CDCD" w14:textId="77777777" w:rsidR="0047570D" w:rsidRDefault="0047570D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7570D" w14:paraId="36ACC7F8" w14:textId="77777777">
        <w:tc>
          <w:tcPr>
            <w:tcW w:w="777" w:type="dxa"/>
            <w:shd w:val="clear" w:color="auto" w:fill="E6E6E6"/>
            <w:vAlign w:val="center"/>
          </w:tcPr>
          <w:p w14:paraId="0B441AC0" w14:textId="77777777" w:rsidR="0047570D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C2F318" w14:textId="77777777" w:rsidR="0047570D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F4B42A" w14:textId="77777777" w:rsidR="0047570D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B07DEE" w14:textId="77777777" w:rsidR="0047570D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DC0907" w14:textId="77777777" w:rsidR="0047570D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5304DF" w14:textId="77777777" w:rsidR="0047570D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EEA2BF" w14:textId="77777777" w:rsidR="0047570D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E65B05" w14:textId="77777777" w:rsidR="0047570D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3E9C4B" w14:textId="77777777" w:rsidR="0047570D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FEBC0B" w14:textId="77777777" w:rsidR="0047570D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80C0D2" w14:textId="77777777" w:rsidR="0047570D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72156C" w14:textId="77777777" w:rsidR="0047570D" w:rsidRDefault="00000000">
            <w:pPr>
              <w:jc w:val="center"/>
            </w:pPr>
            <w:r>
              <w:t>11:00</w:t>
            </w:r>
          </w:p>
        </w:tc>
      </w:tr>
      <w:tr w:rsidR="0047570D" w14:paraId="3A76F15A" w14:textId="77777777">
        <w:tc>
          <w:tcPr>
            <w:tcW w:w="777" w:type="dxa"/>
            <w:vAlign w:val="center"/>
          </w:tcPr>
          <w:p w14:paraId="1D8058FA" w14:textId="77777777" w:rsidR="0047570D" w:rsidRDefault="00000000">
            <w:r>
              <w:t>27.22</w:t>
            </w:r>
          </w:p>
        </w:tc>
        <w:tc>
          <w:tcPr>
            <w:tcW w:w="777" w:type="dxa"/>
            <w:vAlign w:val="center"/>
          </w:tcPr>
          <w:p w14:paraId="5FE2272A" w14:textId="77777777" w:rsidR="0047570D" w:rsidRDefault="00000000">
            <w:r>
              <w:t>27.21</w:t>
            </w:r>
          </w:p>
        </w:tc>
        <w:tc>
          <w:tcPr>
            <w:tcW w:w="777" w:type="dxa"/>
            <w:vAlign w:val="center"/>
          </w:tcPr>
          <w:p w14:paraId="020566E1" w14:textId="77777777" w:rsidR="0047570D" w:rsidRDefault="00000000">
            <w:r>
              <w:t>27.20</w:t>
            </w:r>
          </w:p>
        </w:tc>
        <w:tc>
          <w:tcPr>
            <w:tcW w:w="777" w:type="dxa"/>
            <w:vAlign w:val="center"/>
          </w:tcPr>
          <w:p w14:paraId="24487971" w14:textId="77777777" w:rsidR="0047570D" w:rsidRDefault="00000000">
            <w:r>
              <w:t>27.18</w:t>
            </w:r>
          </w:p>
        </w:tc>
        <w:tc>
          <w:tcPr>
            <w:tcW w:w="777" w:type="dxa"/>
            <w:vAlign w:val="center"/>
          </w:tcPr>
          <w:p w14:paraId="0B67A445" w14:textId="77777777" w:rsidR="0047570D" w:rsidRDefault="00000000">
            <w:r>
              <w:t>27.16</w:t>
            </w:r>
          </w:p>
        </w:tc>
        <w:tc>
          <w:tcPr>
            <w:tcW w:w="777" w:type="dxa"/>
            <w:vAlign w:val="center"/>
          </w:tcPr>
          <w:p w14:paraId="2215A8BC" w14:textId="77777777" w:rsidR="0047570D" w:rsidRDefault="00000000">
            <w:r>
              <w:t>27.13</w:t>
            </w:r>
          </w:p>
        </w:tc>
        <w:tc>
          <w:tcPr>
            <w:tcW w:w="777" w:type="dxa"/>
            <w:vAlign w:val="center"/>
          </w:tcPr>
          <w:p w14:paraId="33F6FA95" w14:textId="77777777" w:rsidR="0047570D" w:rsidRDefault="00000000">
            <w:r>
              <w:t>27.10</w:t>
            </w:r>
          </w:p>
        </w:tc>
        <w:tc>
          <w:tcPr>
            <w:tcW w:w="777" w:type="dxa"/>
            <w:vAlign w:val="center"/>
          </w:tcPr>
          <w:p w14:paraId="24F7E825" w14:textId="77777777" w:rsidR="0047570D" w:rsidRDefault="00000000">
            <w:r>
              <w:t>27.07</w:t>
            </w:r>
          </w:p>
        </w:tc>
        <w:tc>
          <w:tcPr>
            <w:tcW w:w="777" w:type="dxa"/>
            <w:vAlign w:val="center"/>
          </w:tcPr>
          <w:p w14:paraId="559187E4" w14:textId="77777777" w:rsidR="0047570D" w:rsidRDefault="00000000">
            <w:r>
              <w:t>27.04</w:t>
            </w:r>
          </w:p>
        </w:tc>
        <w:tc>
          <w:tcPr>
            <w:tcW w:w="777" w:type="dxa"/>
            <w:vAlign w:val="center"/>
          </w:tcPr>
          <w:p w14:paraId="4B17155D" w14:textId="77777777" w:rsidR="0047570D" w:rsidRDefault="00000000">
            <w:r>
              <w:t>27.01</w:t>
            </w:r>
          </w:p>
        </w:tc>
        <w:tc>
          <w:tcPr>
            <w:tcW w:w="777" w:type="dxa"/>
            <w:vAlign w:val="center"/>
          </w:tcPr>
          <w:p w14:paraId="4F9B5AF7" w14:textId="77777777" w:rsidR="0047570D" w:rsidRDefault="00000000">
            <w:r>
              <w:t>26.98</w:t>
            </w:r>
          </w:p>
        </w:tc>
        <w:tc>
          <w:tcPr>
            <w:tcW w:w="777" w:type="dxa"/>
            <w:vAlign w:val="center"/>
          </w:tcPr>
          <w:p w14:paraId="15FD88D4" w14:textId="77777777" w:rsidR="0047570D" w:rsidRDefault="00000000">
            <w:r>
              <w:t>26.95</w:t>
            </w:r>
          </w:p>
        </w:tc>
      </w:tr>
      <w:tr w:rsidR="0047570D" w14:paraId="1AE39402" w14:textId="77777777">
        <w:tc>
          <w:tcPr>
            <w:tcW w:w="777" w:type="dxa"/>
            <w:shd w:val="clear" w:color="auto" w:fill="E6E6E6"/>
            <w:vAlign w:val="center"/>
          </w:tcPr>
          <w:p w14:paraId="0015D65A" w14:textId="77777777" w:rsidR="0047570D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CCE733" w14:textId="77777777" w:rsidR="0047570D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CE8BB0" w14:textId="77777777" w:rsidR="0047570D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D19F3A" w14:textId="77777777" w:rsidR="0047570D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D64812" w14:textId="77777777" w:rsidR="0047570D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977F68" w14:textId="77777777" w:rsidR="0047570D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FF7A59" w14:textId="77777777" w:rsidR="0047570D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057056" w14:textId="77777777" w:rsidR="0047570D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B3826F" w14:textId="77777777" w:rsidR="0047570D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9FCB71" w14:textId="77777777" w:rsidR="0047570D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4C9634" w14:textId="77777777" w:rsidR="0047570D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2B0ECC" w14:textId="77777777" w:rsidR="0047570D" w:rsidRDefault="00000000">
            <w:r>
              <w:t>23:00</w:t>
            </w:r>
          </w:p>
        </w:tc>
      </w:tr>
      <w:tr w:rsidR="0047570D" w14:paraId="6A43456F" w14:textId="77777777">
        <w:tc>
          <w:tcPr>
            <w:tcW w:w="777" w:type="dxa"/>
            <w:vAlign w:val="center"/>
          </w:tcPr>
          <w:p w14:paraId="27B1D9C9" w14:textId="77777777" w:rsidR="0047570D" w:rsidRDefault="00000000">
            <w:r>
              <w:t>26.93</w:t>
            </w:r>
          </w:p>
        </w:tc>
        <w:tc>
          <w:tcPr>
            <w:tcW w:w="777" w:type="dxa"/>
            <w:vAlign w:val="center"/>
          </w:tcPr>
          <w:p w14:paraId="6CFCAB50" w14:textId="77777777" w:rsidR="0047570D" w:rsidRDefault="00000000">
            <w:r>
              <w:t>26.93</w:t>
            </w:r>
          </w:p>
        </w:tc>
        <w:tc>
          <w:tcPr>
            <w:tcW w:w="777" w:type="dxa"/>
            <w:vAlign w:val="center"/>
          </w:tcPr>
          <w:p w14:paraId="34451E37" w14:textId="77777777" w:rsidR="0047570D" w:rsidRDefault="00000000">
            <w:r>
              <w:t>26.95</w:t>
            </w:r>
          </w:p>
        </w:tc>
        <w:tc>
          <w:tcPr>
            <w:tcW w:w="777" w:type="dxa"/>
            <w:vAlign w:val="center"/>
          </w:tcPr>
          <w:p w14:paraId="5AA4EB16" w14:textId="77777777" w:rsidR="0047570D" w:rsidRDefault="00000000">
            <w:r>
              <w:t>26.97</w:t>
            </w:r>
          </w:p>
        </w:tc>
        <w:tc>
          <w:tcPr>
            <w:tcW w:w="777" w:type="dxa"/>
            <w:vAlign w:val="center"/>
          </w:tcPr>
          <w:p w14:paraId="03DB934C" w14:textId="77777777" w:rsidR="0047570D" w:rsidRDefault="00000000">
            <w:r>
              <w:t>27.01</w:t>
            </w:r>
          </w:p>
        </w:tc>
        <w:tc>
          <w:tcPr>
            <w:tcW w:w="777" w:type="dxa"/>
            <w:vAlign w:val="center"/>
          </w:tcPr>
          <w:p w14:paraId="19AE7818" w14:textId="77777777" w:rsidR="0047570D" w:rsidRDefault="00000000">
            <w:r>
              <w:t>27.06</w:t>
            </w:r>
          </w:p>
        </w:tc>
        <w:tc>
          <w:tcPr>
            <w:tcW w:w="777" w:type="dxa"/>
            <w:vAlign w:val="center"/>
          </w:tcPr>
          <w:p w14:paraId="5541EE02" w14:textId="77777777" w:rsidR="0047570D" w:rsidRDefault="00000000">
            <w:r>
              <w:t>27.10</w:t>
            </w:r>
          </w:p>
        </w:tc>
        <w:tc>
          <w:tcPr>
            <w:tcW w:w="777" w:type="dxa"/>
            <w:vAlign w:val="center"/>
          </w:tcPr>
          <w:p w14:paraId="5D54B2E5" w14:textId="77777777" w:rsidR="0047570D" w:rsidRDefault="00000000">
            <w:r>
              <w:t>27.14</w:t>
            </w:r>
          </w:p>
        </w:tc>
        <w:tc>
          <w:tcPr>
            <w:tcW w:w="777" w:type="dxa"/>
            <w:vAlign w:val="center"/>
          </w:tcPr>
          <w:p w14:paraId="155FD1D0" w14:textId="77777777" w:rsidR="0047570D" w:rsidRDefault="00000000">
            <w:r>
              <w:t>27.18</w:t>
            </w:r>
          </w:p>
        </w:tc>
        <w:tc>
          <w:tcPr>
            <w:tcW w:w="777" w:type="dxa"/>
            <w:vAlign w:val="center"/>
          </w:tcPr>
          <w:p w14:paraId="1800CB24" w14:textId="77777777" w:rsidR="0047570D" w:rsidRDefault="00000000">
            <w:r>
              <w:t>27.20</w:t>
            </w:r>
          </w:p>
        </w:tc>
        <w:tc>
          <w:tcPr>
            <w:tcW w:w="777" w:type="dxa"/>
            <w:vAlign w:val="center"/>
          </w:tcPr>
          <w:p w14:paraId="717DEEDB" w14:textId="77777777" w:rsidR="0047570D" w:rsidRDefault="00000000">
            <w:r>
              <w:t>27.22</w:t>
            </w:r>
          </w:p>
        </w:tc>
        <w:tc>
          <w:tcPr>
            <w:tcW w:w="777" w:type="dxa"/>
            <w:vAlign w:val="center"/>
          </w:tcPr>
          <w:p w14:paraId="07412C0B" w14:textId="77777777" w:rsidR="0047570D" w:rsidRDefault="00000000">
            <w:r>
              <w:rPr>
                <w:color w:val="3333CC"/>
              </w:rPr>
              <w:t>27.22</w:t>
            </w:r>
          </w:p>
        </w:tc>
      </w:tr>
    </w:tbl>
    <w:p w14:paraId="31CBB04E" w14:textId="77777777" w:rsidR="0047570D" w:rsidRDefault="00000000">
      <w:pPr>
        <w:pStyle w:val="2"/>
      </w:pPr>
      <w:bookmarkStart w:id="52" w:name="_Toc155601033"/>
      <w:r>
        <w:t>外墙构造</w:t>
      </w:r>
      <w:bookmarkEnd w:id="52"/>
    </w:p>
    <w:p w14:paraId="6E377946" w14:textId="77777777" w:rsidR="0047570D" w:rsidRDefault="00000000">
      <w:pPr>
        <w:pStyle w:val="3"/>
      </w:pPr>
      <w:bookmarkStart w:id="53" w:name="_Toc155601034"/>
      <w:r>
        <w:t>外墙构造一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47570D" w14:paraId="44E15029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61346392" w14:textId="77777777" w:rsidR="0047570D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31DCBCAB" w14:textId="77777777" w:rsidR="0047570D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C3EC3C9" w14:textId="77777777" w:rsidR="0047570D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EE9E3CB" w14:textId="77777777" w:rsidR="0047570D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DD49A45" w14:textId="77777777" w:rsidR="0047570D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02F1366" w14:textId="77777777" w:rsidR="0047570D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907EAB9" w14:textId="77777777" w:rsidR="0047570D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FC49DAA" w14:textId="77777777" w:rsidR="0047570D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47570D" w14:paraId="4B36365B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12CD00BA" w14:textId="77777777" w:rsidR="0047570D" w:rsidRDefault="0047570D"/>
        </w:tc>
        <w:tc>
          <w:tcPr>
            <w:tcW w:w="834" w:type="dxa"/>
            <w:shd w:val="clear" w:color="auto" w:fill="E6E6E6"/>
            <w:vAlign w:val="center"/>
          </w:tcPr>
          <w:p w14:paraId="5DA18C27" w14:textId="77777777" w:rsidR="0047570D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98A90EF" w14:textId="77777777" w:rsidR="0047570D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3E6CF5A" w14:textId="77777777" w:rsidR="0047570D" w:rsidRDefault="00000000"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8ADA82D" w14:textId="77777777" w:rsidR="0047570D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919C98C" w14:textId="77777777" w:rsidR="0047570D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D55DBCC" w14:textId="77777777" w:rsidR="0047570D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1DDF614" w14:textId="77777777" w:rsidR="0047570D" w:rsidRDefault="00000000">
            <w:r>
              <w:t>D=R*S</w:t>
            </w:r>
          </w:p>
        </w:tc>
      </w:tr>
      <w:tr w:rsidR="0047570D" w14:paraId="62370842" w14:textId="77777777">
        <w:tc>
          <w:tcPr>
            <w:tcW w:w="2838" w:type="dxa"/>
            <w:vAlign w:val="center"/>
          </w:tcPr>
          <w:p w14:paraId="79D019C5" w14:textId="77777777" w:rsidR="0047570D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3F799D2B" w14:textId="77777777" w:rsidR="0047570D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378F452D" w14:textId="77777777" w:rsidR="0047570D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0E5D9EED" w14:textId="77777777" w:rsidR="0047570D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38A699D4" w14:textId="77777777" w:rsidR="0047570D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6A68288A" w14:textId="77777777" w:rsidR="0047570D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38E81DC2" w14:textId="77777777" w:rsidR="0047570D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3BCA7D55" w14:textId="77777777" w:rsidR="0047570D" w:rsidRDefault="00000000">
            <w:r>
              <w:t>0.245</w:t>
            </w:r>
          </w:p>
        </w:tc>
      </w:tr>
      <w:tr w:rsidR="0047570D" w14:paraId="7FF89012" w14:textId="77777777">
        <w:tc>
          <w:tcPr>
            <w:tcW w:w="2838" w:type="dxa"/>
            <w:vAlign w:val="center"/>
          </w:tcPr>
          <w:p w14:paraId="7444B8C5" w14:textId="77777777" w:rsidR="0047570D" w:rsidRDefault="00000000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14:paraId="0B7153E2" w14:textId="77777777" w:rsidR="0047570D" w:rsidRDefault="00000000">
            <w:r>
              <w:t>50</w:t>
            </w:r>
          </w:p>
        </w:tc>
        <w:tc>
          <w:tcPr>
            <w:tcW w:w="707" w:type="dxa"/>
            <w:vAlign w:val="center"/>
          </w:tcPr>
          <w:p w14:paraId="15ABB163" w14:textId="77777777" w:rsidR="0047570D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76C0E3DA" w14:textId="77777777" w:rsidR="0047570D" w:rsidRDefault="00000000">
            <w:r>
              <w:t>0.030</w:t>
            </w:r>
          </w:p>
        </w:tc>
        <w:tc>
          <w:tcPr>
            <w:tcW w:w="1131" w:type="dxa"/>
            <w:vAlign w:val="center"/>
          </w:tcPr>
          <w:p w14:paraId="60F20792" w14:textId="77777777" w:rsidR="0047570D" w:rsidRDefault="00000000">
            <w:r>
              <w:t>0.340</w:t>
            </w:r>
          </w:p>
        </w:tc>
        <w:tc>
          <w:tcPr>
            <w:tcW w:w="707" w:type="dxa"/>
            <w:vAlign w:val="center"/>
          </w:tcPr>
          <w:p w14:paraId="4019631A" w14:textId="77777777" w:rsidR="0047570D" w:rsidRDefault="00000000">
            <w:r>
              <w:t>1.20</w:t>
            </w:r>
          </w:p>
        </w:tc>
        <w:tc>
          <w:tcPr>
            <w:tcW w:w="1131" w:type="dxa"/>
            <w:vAlign w:val="center"/>
          </w:tcPr>
          <w:p w14:paraId="28FBA7FA" w14:textId="77777777" w:rsidR="0047570D" w:rsidRDefault="00000000">
            <w:r>
              <w:t>1.389</w:t>
            </w:r>
          </w:p>
        </w:tc>
        <w:tc>
          <w:tcPr>
            <w:tcW w:w="990" w:type="dxa"/>
            <w:vAlign w:val="center"/>
          </w:tcPr>
          <w:p w14:paraId="5967D8E4" w14:textId="77777777" w:rsidR="0047570D" w:rsidRDefault="00000000">
            <w:r>
              <w:t>0.567</w:t>
            </w:r>
          </w:p>
        </w:tc>
      </w:tr>
      <w:tr w:rsidR="0047570D" w14:paraId="30960862" w14:textId="77777777">
        <w:tc>
          <w:tcPr>
            <w:tcW w:w="2838" w:type="dxa"/>
            <w:vAlign w:val="center"/>
          </w:tcPr>
          <w:p w14:paraId="7DBBFC4B" w14:textId="77777777" w:rsidR="0047570D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2FCACFE5" w14:textId="77777777" w:rsidR="0047570D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12964768" w14:textId="77777777" w:rsidR="0047570D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2A3E11A3" w14:textId="77777777" w:rsidR="0047570D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2A375E2D" w14:textId="77777777" w:rsidR="0047570D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2924B486" w14:textId="77777777" w:rsidR="0047570D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002E39CC" w14:textId="77777777" w:rsidR="0047570D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086BF4AB" w14:textId="77777777" w:rsidR="0047570D" w:rsidRDefault="00000000">
            <w:r>
              <w:t>0.245</w:t>
            </w:r>
          </w:p>
        </w:tc>
      </w:tr>
      <w:tr w:rsidR="0047570D" w14:paraId="429D134F" w14:textId="77777777">
        <w:tc>
          <w:tcPr>
            <w:tcW w:w="2838" w:type="dxa"/>
            <w:vAlign w:val="center"/>
          </w:tcPr>
          <w:p w14:paraId="06CC6BAA" w14:textId="77777777" w:rsidR="0047570D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6B4B1BB4" w14:textId="77777777" w:rsidR="0047570D" w:rsidRDefault="00000000">
            <w:r>
              <w:t>200</w:t>
            </w:r>
          </w:p>
        </w:tc>
        <w:tc>
          <w:tcPr>
            <w:tcW w:w="707" w:type="dxa"/>
            <w:vAlign w:val="center"/>
          </w:tcPr>
          <w:p w14:paraId="3B72C0C3" w14:textId="77777777" w:rsidR="0047570D" w:rsidRDefault="00000000">
            <w:r>
              <w:t>12.5</w:t>
            </w:r>
          </w:p>
        </w:tc>
        <w:tc>
          <w:tcPr>
            <w:tcW w:w="990" w:type="dxa"/>
            <w:vAlign w:val="center"/>
          </w:tcPr>
          <w:p w14:paraId="3C59DE85" w14:textId="77777777" w:rsidR="0047570D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5EBA5A73" w14:textId="77777777" w:rsidR="0047570D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2E2CC838" w14:textId="77777777" w:rsidR="0047570D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0709C90A" w14:textId="77777777" w:rsidR="0047570D" w:rsidRDefault="00000000">
            <w:r>
              <w:t>0.115</w:t>
            </w:r>
          </w:p>
        </w:tc>
        <w:tc>
          <w:tcPr>
            <w:tcW w:w="990" w:type="dxa"/>
            <w:vAlign w:val="center"/>
          </w:tcPr>
          <w:p w14:paraId="1D723D0E" w14:textId="77777777" w:rsidR="0047570D" w:rsidRDefault="00000000">
            <w:r>
              <w:t>1.977</w:t>
            </w:r>
          </w:p>
        </w:tc>
      </w:tr>
      <w:tr w:rsidR="0047570D" w14:paraId="4B9BD4BA" w14:textId="77777777">
        <w:tc>
          <w:tcPr>
            <w:tcW w:w="2838" w:type="dxa"/>
            <w:vAlign w:val="center"/>
          </w:tcPr>
          <w:p w14:paraId="1EFA93A5" w14:textId="77777777" w:rsidR="0047570D" w:rsidRDefault="00000000">
            <w:r>
              <w:t>石灰砂浆</w:t>
            </w:r>
          </w:p>
        </w:tc>
        <w:tc>
          <w:tcPr>
            <w:tcW w:w="834" w:type="dxa"/>
            <w:vAlign w:val="center"/>
          </w:tcPr>
          <w:p w14:paraId="0DFEE188" w14:textId="77777777" w:rsidR="0047570D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061EE7EA" w14:textId="77777777" w:rsidR="0047570D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6AB3B6C0" w14:textId="77777777" w:rsidR="0047570D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0B76CD2D" w14:textId="77777777" w:rsidR="0047570D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67AA00A0" w14:textId="77777777" w:rsidR="0047570D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FE6ECB0" w14:textId="77777777" w:rsidR="0047570D" w:rsidRDefault="00000000">
            <w:r>
              <w:t>0.025</w:t>
            </w:r>
          </w:p>
        </w:tc>
        <w:tc>
          <w:tcPr>
            <w:tcW w:w="990" w:type="dxa"/>
            <w:vAlign w:val="center"/>
          </w:tcPr>
          <w:p w14:paraId="591311B9" w14:textId="77777777" w:rsidR="0047570D" w:rsidRDefault="00000000">
            <w:r>
              <w:t>0.249</w:t>
            </w:r>
          </w:p>
        </w:tc>
      </w:tr>
      <w:tr w:rsidR="0047570D" w14:paraId="31AEADD3" w14:textId="77777777">
        <w:tc>
          <w:tcPr>
            <w:tcW w:w="2838" w:type="dxa"/>
            <w:vAlign w:val="center"/>
          </w:tcPr>
          <w:p w14:paraId="343CBA57" w14:textId="77777777" w:rsidR="0047570D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18C55C1F" w14:textId="77777777" w:rsidR="0047570D" w:rsidRDefault="00000000">
            <w:r>
              <w:t>310</w:t>
            </w:r>
          </w:p>
        </w:tc>
        <w:tc>
          <w:tcPr>
            <w:tcW w:w="707" w:type="dxa"/>
            <w:vAlign w:val="center"/>
          </w:tcPr>
          <w:p w14:paraId="666BD3CC" w14:textId="77777777" w:rsidR="0047570D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51A91E56" w14:textId="77777777" w:rsidR="0047570D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5FFDB24A" w14:textId="77777777" w:rsidR="0047570D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22ADB40D" w14:textId="77777777" w:rsidR="0047570D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7CE1112A" w14:textId="77777777" w:rsidR="0047570D" w:rsidRDefault="00000000">
            <w:r>
              <w:t>1.572</w:t>
            </w:r>
          </w:p>
        </w:tc>
        <w:tc>
          <w:tcPr>
            <w:tcW w:w="990" w:type="dxa"/>
            <w:vAlign w:val="center"/>
          </w:tcPr>
          <w:p w14:paraId="615C6C2C" w14:textId="77777777" w:rsidR="0047570D" w:rsidRDefault="00000000">
            <w:r>
              <w:t>3.281</w:t>
            </w:r>
          </w:p>
        </w:tc>
      </w:tr>
      <w:tr w:rsidR="0047570D" w14:paraId="6F4C78B8" w14:textId="77777777">
        <w:tc>
          <w:tcPr>
            <w:tcW w:w="2838" w:type="dxa"/>
            <w:shd w:val="clear" w:color="auto" w:fill="E6E6E6"/>
            <w:vAlign w:val="center"/>
          </w:tcPr>
          <w:p w14:paraId="154F4954" w14:textId="77777777" w:rsidR="0047570D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1DBCCE8B" w14:textId="77777777" w:rsidR="0047570D" w:rsidRDefault="00000000">
            <w:pPr>
              <w:jc w:val="center"/>
            </w:pPr>
            <w:r>
              <w:t>5.0</w:t>
            </w:r>
          </w:p>
        </w:tc>
      </w:tr>
      <w:tr w:rsidR="0047570D" w14:paraId="65BF51B8" w14:textId="77777777">
        <w:tc>
          <w:tcPr>
            <w:tcW w:w="2838" w:type="dxa"/>
            <w:shd w:val="clear" w:color="auto" w:fill="E6E6E6"/>
            <w:vAlign w:val="center"/>
          </w:tcPr>
          <w:p w14:paraId="63C01CF5" w14:textId="77777777" w:rsidR="0047570D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5C23D56B" w14:textId="77777777" w:rsidR="0047570D" w:rsidRDefault="00000000">
            <w:pPr>
              <w:jc w:val="center"/>
            </w:pPr>
            <w:r>
              <w:t>0.77</w:t>
            </w:r>
          </w:p>
        </w:tc>
      </w:tr>
      <w:tr w:rsidR="0047570D" w14:paraId="7F905412" w14:textId="77777777">
        <w:tc>
          <w:tcPr>
            <w:tcW w:w="2838" w:type="dxa"/>
            <w:shd w:val="clear" w:color="auto" w:fill="E6E6E6"/>
            <w:vAlign w:val="center"/>
          </w:tcPr>
          <w:p w14:paraId="77AEF69A" w14:textId="77777777" w:rsidR="0047570D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0E376E54" w14:textId="77777777" w:rsidR="0047570D" w:rsidRDefault="00000000">
            <w:pPr>
              <w:jc w:val="center"/>
            </w:pPr>
            <w:r>
              <w:t>0.58</w:t>
            </w:r>
          </w:p>
        </w:tc>
      </w:tr>
      <w:tr w:rsidR="0047570D" w14:paraId="2040A1A5" w14:textId="77777777">
        <w:tc>
          <w:tcPr>
            <w:tcW w:w="2838" w:type="dxa"/>
            <w:shd w:val="clear" w:color="auto" w:fill="E6E6E6"/>
            <w:vAlign w:val="center"/>
          </w:tcPr>
          <w:p w14:paraId="5EF62249" w14:textId="77777777" w:rsidR="0047570D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238E2C27" w14:textId="77777777" w:rsidR="0047570D" w:rsidRDefault="00000000">
            <w:pPr>
              <w:jc w:val="center"/>
            </w:pPr>
            <w:r>
              <w:t>重质围护结构</w:t>
            </w:r>
          </w:p>
        </w:tc>
      </w:tr>
    </w:tbl>
    <w:p w14:paraId="6A8609BC" w14:textId="77777777" w:rsidR="0047570D" w:rsidRDefault="00000000">
      <w:pPr>
        <w:pStyle w:val="4"/>
      </w:pPr>
      <w:r>
        <w:lastRenderedPageBreak/>
        <w:t>空调房间：东向逐时温度</w:t>
      </w:r>
    </w:p>
    <w:p w14:paraId="3330667C" w14:textId="77777777" w:rsidR="0047570D" w:rsidRDefault="00000000">
      <w:pPr>
        <w:jc w:val="center"/>
      </w:pPr>
      <w:r>
        <w:rPr>
          <w:noProof/>
        </w:rPr>
        <w:drawing>
          <wp:inline distT="0" distB="0" distL="0" distR="0" wp14:anchorId="4E0465DC" wp14:editId="19C4932C">
            <wp:extent cx="5667375" cy="28289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8802E" w14:textId="77777777" w:rsidR="0047570D" w:rsidRDefault="0047570D"/>
    <w:p w14:paraId="26BA5C73" w14:textId="77777777" w:rsidR="0047570D" w:rsidRDefault="0047570D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7570D" w14:paraId="47AF290F" w14:textId="77777777">
        <w:tc>
          <w:tcPr>
            <w:tcW w:w="777" w:type="dxa"/>
            <w:shd w:val="clear" w:color="auto" w:fill="E6E6E6"/>
            <w:vAlign w:val="center"/>
          </w:tcPr>
          <w:p w14:paraId="5679654B" w14:textId="77777777" w:rsidR="0047570D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A2FCCF6" w14:textId="77777777" w:rsidR="0047570D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D69D41" w14:textId="77777777" w:rsidR="0047570D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5BC70A" w14:textId="77777777" w:rsidR="0047570D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EFB136" w14:textId="77777777" w:rsidR="0047570D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6E31A4" w14:textId="77777777" w:rsidR="0047570D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73564A" w14:textId="77777777" w:rsidR="0047570D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C23C82" w14:textId="77777777" w:rsidR="0047570D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982916" w14:textId="77777777" w:rsidR="0047570D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6CED02" w14:textId="77777777" w:rsidR="0047570D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CD5286" w14:textId="77777777" w:rsidR="0047570D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E3AEA0" w14:textId="77777777" w:rsidR="0047570D" w:rsidRDefault="00000000">
            <w:pPr>
              <w:jc w:val="center"/>
            </w:pPr>
            <w:r>
              <w:t>11:00</w:t>
            </w:r>
          </w:p>
        </w:tc>
      </w:tr>
      <w:tr w:rsidR="0047570D" w14:paraId="27F9FE8E" w14:textId="77777777">
        <w:tc>
          <w:tcPr>
            <w:tcW w:w="777" w:type="dxa"/>
            <w:vAlign w:val="center"/>
          </w:tcPr>
          <w:p w14:paraId="25C704BC" w14:textId="77777777" w:rsidR="0047570D" w:rsidRDefault="00000000">
            <w:r>
              <w:t>26.94</w:t>
            </w:r>
          </w:p>
        </w:tc>
        <w:tc>
          <w:tcPr>
            <w:tcW w:w="777" w:type="dxa"/>
            <w:vAlign w:val="center"/>
          </w:tcPr>
          <w:p w14:paraId="5F0D636E" w14:textId="77777777" w:rsidR="0047570D" w:rsidRDefault="00000000">
            <w:r>
              <w:t>26.93</w:t>
            </w:r>
          </w:p>
        </w:tc>
        <w:tc>
          <w:tcPr>
            <w:tcW w:w="777" w:type="dxa"/>
            <w:vAlign w:val="center"/>
          </w:tcPr>
          <w:p w14:paraId="1FAC6993" w14:textId="77777777" w:rsidR="0047570D" w:rsidRDefault="00000000">
            <w:r>
              <w:t>26.91</w:t>
            </w:r>
          </w:p>
        </w:tc>
        <w:tc>
          <w:tcPr>
            <w:tcW w:w="777" w:type="dxa"/>
            <w:vAlign w:val="center"/>
          </w:tcPr>
          <w:p w14:paraId="345AF47C" w14:textId="77777777" w:rsidR="0047570D" w:rsidRDefault="00000000">
            <w:r>
              <w:t>26.90</w:t>
            </w:r>
          </w:p>
        </w:tc>
        <w:tc>
          <w:tcPr>
            <w:tcW w:w="777" w:type="dxa"/>
            <w:vAlign w:val="center"/>
          </w:tcPr>
          <w:p w14:paraId="206208D9" w14:textId="77777777" w:rsidR="0047570D" w:rsidRDefault="00000000">
            <w:r>
              <w:t>26.88</w:t>
            </w:r>
          </w:p>
        </w:tc>
        <w:tc>
          <w:tcPr>
            <w:tcW w:w="777" w:type="dxa"/>
            <w:vAlign w:val="center"/>
          </w:tcPr>
          <w:p w14:paraId="6BFA3177" w14:textId="77777777" w:rsidR="0047570D" w:rsidRDefault="00000000">
            <w:r>
              <w:t>26.86</w:t>
            </w:r>
          </w:p>
        </w:tc>
        <w:tc>
          <w:tcPr>
            <w:tcW w:w="777" w:type="dxa"/>
            <w:vAlign w:val="center"/>
          </w:tcPr>
          <w:p w14:paraId="78488AC1" w14:textId="77777777" w:rsidR="0047570D" w:rsidRDefault="00000000">
            <w:r>
              <w:t>26.84</w:t>
            </w:r>
          </w:p>
        </w:tc>
        <w:tc>
          <w:tcPr>
            <w:tcW w:w="777" w:type="dxa"/>
            <w:vAlign w:val="center"/>
          </w:tcPr>
          <w:p w14:paraId="11FFF6F1" w14:textId="77777777" w:rsidR="0047570D" w:rsidRDefault="00000000">
            <w:r>
              <w:t>26.81</w:t>
            </w:r>
          </w:p>
        </w:tc>
        <w:tc>
          <w:tcPr>
            <w:tcW w:w="777" w:type="dxa"/>
            <w:vAlign w:val="center"/>
          </w:tcPr>
          <w:p w14:paraId="23B13386" w14:textId="77777777" w:rsidR="0047570D" w:rsidRDefault="00000000">
            <w:r>
              <w:t>26.79</w:t>
            </w:r>
          </w:p>
        </w:tc>
        <w:tc>
          <w:tcPr>
            <w:tcW w:w="777" w:type="dxa"/>
            <w:vAlign w:val="center"/>
          </w:tcPr>
          <w:p w14:paraId="60126974" w14:textId="77777777" w:rsidR="0047570D" w:rsidRDefault="00000000">
            <w:r>
              <w:t>26.78</w:t>
            </w:r>
          </w:p>
        </w:tc>
        <w:tc>
          <w:tcPr>
            <w:tcW w:w="777" w:type="dxa"/>
            <w:vAlign w:val="center"/>
          </w:tcPr>
          <w:p w14:paraId="3D6475CF" w14:textId="77777777" w:rsidR="0047570D" w:rsidRDefault="00000000">
            <w:r>
              <w:t>26.77</w:t>
            </w:r>
          </w:p>
        </w:tc>
        <w:tc>
          <w:tcPr>
            <w:tcW w:w="777" w:type="dxa"/>
            <w:vAlign w:val="center"/>
          </w:tcPr>
          <w:p w14:paraId="52086AE7" w14:textId="77777777" w:rsidR="0047570D" w:rsidRDefault="00000000">
            <w:r>
              <w:t>26.77</w:t>
            </w:r>
          </w:p>
        </w:tc>
      </w:tr>
      <w:tr w:rsidR="0047570D" w14:paraId="0ADB68A2" w14:textId="77777777">
        <w:tc>
          <w:tcPr>
            <w:tcW w:w="777" w:type="dxa"/>
            <w:shd w:val="clear" w:color="auto" w:fill="E6E6E6"/>
            <w:vAlign w:val="center"/>
          </w:tcPr>
          <w:p w14:paraId="3CA750DF" w14:textId="77777777" w:rsidR="0047570D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D65932" w14:textId="77777777" w:rsidR="0047570D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28B95E" w14:textId="77777777" w:rsidR="0047570D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5C1BB2" w14:textId="77777777" w:rsidR="0047570D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9F5F9F" w14:textId="77777777" w:rsidR="0047570D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241613" w14:textId="77777777" w:rsidR="0047570D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6FC365" w14:textId="77777777" w:rsidR="0047570D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A7FA7E" w14:textId="77777777" w:rsidR="0047570D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4196E7" w14:textId="77777777" w:rsidR="0047570D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4701AB" w14:textId="77777777" w:rsidR="0047570D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17F096" w14:textId="77777777" w:rsidR="0047570D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7580CF" w14:textId="77777777" w:rsidR="0047570D" w:rsidRDefault="00000000">
            <w:r>
              <w:t>23:00</w:t>
            </w:r>
          </w:p>
        </w:tc>
      </w:tr>
      <w:tr w:rsidR="0047570D" w14:paraId="3DE7FCE2" w14:textId="77777777">
        <w:tc>
          <w:tcPr>
            <w:tcW w:w="777" w:type="dxa"/>
            <w:vAlign w:val="center"/>
          </w:tcPr>
          <w:p w14:paraId="1E49C3C1" w14:textId="77777777" w:rsidR="0047570D" w:rsidRDefault="00000000">
            <w:r>
              <w:t>26.79</w:t>
            </w:r>
          </w:p>
        </w:tc>
        <w:tc>
          <w:tcPr>
            <w:tcW w:w="777" w:type="dxa"/>
            <w:vAlign w:val="center"/>
          </w:tcPr>
          <w:p w14:paraId="0EE77FBC" w14:textId="77777777" w:rsidR="0047570D" w:rsidRDefault="00000000">
            <w:r>
              <w:t>26.82</w:t>
            </w:r>
          </w:p>
        </w:tc>
        <w:tc>
          <w:tcPr>
            <w:tcW w:w="777" w:type="dxa"/>
            <w:vAlign w:val="center"/>
          </w:tcPr>
          <w:p w14:paraId="621C00BF" w14:textId="77777777" w:rsidR="0047570D" w:rsidRDefault="00000000">
            <w:r>
              <w:t>26.85</w:t>
            </w:r>
          </w:p>
        </w:tc>
        <w:tc>
          <w:tcPr>
            <w:tcW w:w="777" w:type="dxa"/>
            <w:vAlign w:val="center"/>
          </w:tcPr>
          <w:p w14:paraId="67559B17" w14:textId="77777777" w:rsidR="0047570D" w:rsidRDefault="00000000">
            <w:r>
              <w:t>26.88</w:t>
            </w:r>
          </w:p>
        </w:tc>
        <w:tc>
          <w:tcPr>
            <w:tcW w:w="777" w:type="dxa"/>
            <w:vAlign w:val="center"/>
          </w:tcPr>
          <w:p w14:paraId="5A2BBD49" w14:textId="77777777" w:rsidR="0047570D" w:rsidRDefault="00000000">
            <w:r>
              <w:t>26.90</w:t>
            </w:r>
          </w:p>
        </w:tc>
        <w:tc>
          <w:tcPr>
            <w:tcW w:w="777" w:type="dxa"/>
            <w:vAlign w:val="center"/>
          </w:tcPr>
          <w:p w14:paraId="5B0983FE" w14:textId="77777777" w:rsidR="0047570D" w:rsidRDefault="00000000">
            <w:r>
              <w:t>26.93</w:t>
            </w:r>
          </w:p>
        </w:tc>
        <w:tc>
          <w:tcPr>
            <w:tcW w:w="777" w:type="dxa"/>
            <w:vAlign w:val="center"/>
          </w:tcPr>
          <w:p w14:paraId="17198563" w14:textId="77777777" w:rsidR="0047570D" w:rsidRDefault="00000000">
            <w:r>
              <w:t>26.94</w:t>
            </w:r>
          </w:p>
        </w:tc>
        <w:tc>
          <w:tcPr>
            <w:tcW w:w="777" w:type="dxa"/>
            <w:vAlign w:val="center"/>
          </w:tcPr>
          <w:p w14:paraId="491EDFD6" w14:textId="77777777" w:rsidR="0047570D" w:rsidRDefault="00000000">
            <w:r>
              <w:t>26.95</w:t>
            </w:r>
          </w:p>
        </w:tc>
        <w:tc>
          <w:tcPr>
            <w:tcW w:w="777" w:type="dxa"/>
            <w:vAlign w:val="center"/>
          </w:tcPr>
          <w:p w14:paraId="407DE969" w14:textId="77777777" w:rsidR="0047570D" w:rsidRDefault="00000000">
            <w:r>
              <w:t>26.96</w:t>
            </w:r>
          </w:p>
        </w:tc>
        <w:tc>
          <w:tcPr>
            <w:tcW w:w="777" w:type="dxa"/>
            <w:vAlign w:val="center"/>
          </w:tcPr>
          <w:p w14:paraId="397044BA" w14:textId="77777777" w:rsidR="0047570D" w:rsidRDefault="00000000">
            <w:r>
              <w:rPr>
                <w:color w:val="3333CC"/>
              </w:rPr>
              <w:t>26.96</w:t>
            </w:r>
          </w:p>
        </w:tc>
        <w:tc>
          <w:tcPr>
            <w:tcW w:w="777" w:type="dxa"/>
            <w:vAlign w:val="center"/>
          </w:tcPr>
          <w:p w14:paraId="23095669" w14:textId="77777777" w:rsidR="0047570D" w:rsidRDefault="00000000">
            <w:r>
              <w:t>26.96</w:t>
            </w:r>
          </w:p>
        </w:tc>
        <w:tc>
          <w:tcPr>
            <w:tcW w:w="777" w:type="dxa"/>
            <w:vAlign w:val="center"/>
          </w:tcPr>
          <w:p w14:paraId="3844AE85" w14:textId="77777777" w:rsidR="0047570D" w:rsidRDefault="00000000">
            <w:r>
              <w:t>26.95</w:t>
            </w:r>
          </w:p>
        </w:tc>
      </w:tr>
    </w:tbl>
    <w:p w14:paraId="07DD3868" w14:textId="77777777" w:rsidR="0047570D" w:rsidRDefault="00000000">
      <w:pPr>
        <w:pStyle w:val="4"/>
      </w:pPr>
      <w:r>
        <w:t>空调房间：西向逐时温度</w:t>
      </w:r>
    </w:p>
    <w:p w14:paraId="4CC99A23" w14:textId="77777777" w:rsidR="0047570D" w:rsidRDefault="00000000">
      <w:pPr>
        <w:jc w:val="center"/>
      </w:pPr>
      <w:r>
        <w:rPr>
          <w:noProof/>
        </w:rPr>
        <w:drawing>
          <wp:inline distT="0" distB="0" distL="0" distR="0" wp14:anchorId="254EC831" wp14:editId="5A62C509">
            <wp:extent cx="5667375" cy="28289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B1EEF" w14:textId="77777777" w:rsidR="0047570D" w:rsidRDefault="0047570D"/>
    <w:p w14:paraId="2A4E9815" w14:textId="77777777" w:rsidR="0047570D" w:rsidRDefault="0047570D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7570D" w14:paraId="5DB7E5BC" w14:textId="77777777">
        <w:tc>
          <w:tcPr>
            <w:tcW w:w="777" w:type="dxa"/>
            <w:shd w:val="clear" w:color="auto" w:fill="E6E6E6"/>
            <w:vAlign w:val="center"/>
          </w:tcPr>
          <w:p w14:paraId="242D2EC7" w14:textId="77777777" w:rsidR="0047570D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685744" w14:textId="77777777" w:rsidR="0047570D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E8B6C6" w14:textId="77777777" w:rsidR="0047570D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B8B980" w14:textId="77777777" w:rsidR="0047570D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B128BC" w14:textId="77777777" w:rsidR="0047570D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7487D7" w14:textId="77777777" w:rsidR="0047570D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8C3141" w14:textId="77777777" w:rsidR="0047570D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4A3E8A" w14:textId="77777777" w:rsidR="0047570D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4E0940" w14:textId="77777777" w:rsidR="0047570D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C5C347" w14:textId="77777777" w:rsidR="0047570D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E14B44" w14:textId="77777777" w:rsidR="0047570D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114CB1" w14:textId="77777777" w:rsidR="0047570D" w:rsidRDefault="00000000">
            <w:pPr>
              <w:jc w:val="center"/>
            </w:pPr>
            <w:r>
              <w:t>11:00</w:t>
            </w:r>
          </w:p>
        </w:tc>
      </w:tr>
      <w:tr w:rsidR="0047570D" w14:paraId="5253DD1E" w14:textId="77777777">
        <w:tc>
          <w:tcPr>
            <w:tcW w:w="777" w:type="dxa"/>
            <w:vAlign w:val="center"/>
          </w:tcPr>
          <w:p w14:paraId="72F5496A" w14:textId="77777777" w:rsidR="0047570D" w:rsidRDefault="00000000">
            <w:r>
              <w:t>27.00</w:t>
            </w:r>
          </w:p>
        </w:tc>
        <w:tc>
          <w:tcPr>
            <w:tcW w:w="777" w:type="dxa"/>
            <w:vAlign w:val="center"/>
          </w:tcPr>
          <w:p w14:paraId="470E6BD5" w14:textId="77777777" w:rsidR="0047570D" w:rsidRDefault="00000000">
            <w:r>
              <w:t>26.99</w:t>
            </w:r>
          </w:p>
        </w:tc>
        <w:tc>
          <w:tcPr>
            <w:tcW w:w="777" w:type="dxa"/>
            <w:vAlign w:val="center"/>
          </w:tcPr>
          <w:p w14:paraId="0F4B9BD4" w14:textId="77777777" w:rsidR="0047570D" w:rsidRDefault="00000000">
            <w:r>
              <w:t>26.97</w:t>
            </w:r>
          </w:p>
        </w:tc>
        <w:tc>
          <w:tcPr>
            <w:tcW w:w="777" w:type="dxa"/>
            <w:vAlign w:val="center"/>
          </w:tcPr>
          <w:p w14:paraId="62A5D880" w14:textId="77777777" w:rsidR="0047570D" w:rsidRDefault="00000000">
            <w:r>
              <w:t>26.95</w:t>
            </w:r>
          </w:p>
        </w:tc>
        <w:tc>
          <w:tcPr>
            <w:tcW w:w="777" w:type="dxa"/>
            <w:vAlign w:val="center"/>
          </w:tcPr>
          <w:p w14:paraId="0F6F8117" w14:textId="77777777" w:rsidR="0047570D" w:rsidRDefault="00000000">
            <w:r>
              <w:t>26.93</w:t>
            </w:r>
          </w:p>
        </w:tc>
        <w:tc>
          <w:tcPr>
            <w:tcW w:w="777" w:type="dxa"/>
            <w:vAlign w:val="center"/>
          </w:tcPr>
          <w:p w14:paraId="43B819FC" w14:textId="77777777" w:rsidR="0047570D" w:rsidRDefault="00000000">
            <w:r>
              <w:t>26.91</w:t>
            </w:r>
          </w:p>
        </w:tc>
        <w:tc>
          <w:tcPr>
            <w:tcW w:w="777" w:type="dxa"/>
            <w:vAlign w:val="center"/>
          </w:tcPr>
          <w:p w14:paraId="08C9AF18" w14:textId="77777777" w:rsidR="0047570D" w:rsidRDefault="00000000">
            <w:r>
              <w:t>26.88</w:t>
            </w:r>
          </w:p>
        </w:tc>
        <w:tc>
          <w:tcPr>
            <w:tcW w:w="777" w:type="dxa"/>
            <w:vAlign w:val="center"/>
          </w:tcPr>
          <w:p w14:paraId="3C4ED754" w14:textId="77777777" w:rsidR="0047570D" w:rsidRDefault="00000000">
            <w:r>
              <w:t>26.86</w:t>
            </w:r>
          </w:p>
        </w:tc>
        <w:tc>
          <w:tcPr>
            <w:tcW w:w="777" w:type="dxa"/>
            <w:vAlign w:val="center"/>
          </w:tcPr>
          <w:p w14:paraId="37A7806A" w14:textId="77777777" w:rsidR="0047570D" w:rsidRDefault="00000000">
            <w:r>
              <w:t>26.84</w:t>
            </w:r>
          </w:p>
        </w:tc>
        <w:tc>
          <w:tcPr>
            <w:tcW w:w="777" w:type="dxa"/>
            <w:vAlign w:val="center"/>
          </w:tcPr>
          <w:p w14:paraId="2FF6469D" w14:textId="77777777" w:rsidR="0047570D" w:rsidRDefault="00000000">
            <w:r>
              <w:t>26.81</w:t>
            </w:r>
          </w:p>
        </w:tc>
        <w:tc>
          <w:tcPr>
            <w:tcW w:w="777" w:type="dxa"/>
            <w:vAlign w:val="center"/>
          </w:tcPr>
          <w:p w14:paraId="15FFC24A" w14:textId="77777777" w:rsidR="0047570D" w:rsidRDefault="00000000">
            <w:r>
              <w:t>26.80</w:t>
            </w:r>
          </w:p>
        </w:tc>
        <w:tc>
          <w:tcPr>
            <w:tcW w:w="777" w:type="dxa"/>
            <w:vAlign w:val="center"/>
          </w:tcPr>
          <w:p w14:paraId="0FCD4EC7" w14:textId="77777777" w:rsidR="0047570D" w:rsidRDefault="00000000">
            <w:r>
              <w:t>26.79</w:t>
            </w:r>
          </w:p>
        </w:tc>
      </w:tr>
      <w:tr w:rsidR="0047570D" w14:paraId="2B96AAA4" w14:textId="77777777">
        <w:tc>
          <w:tcPr>
            <w:tcW w:w="777" w:type="dxa"/>
            <w:shd w:val="clear" w:color="auto" w:fill="E6E6E6"/>
            <w:vAlign w:val="center"/>
          </w:tcPr>
          <w:p w14:paraId="7656A3E8" w14:textId="77777777" w:rsidR="0047570D" w:rsidRDefault="00000000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DAFD94" w14:textId="77777777" w:rsidR="0047570D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3F122D" w14:textId="77777777" w:rsidR="0047570D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A9021E" w14:textId="77777777" w:rsidR="0047570D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C31477" w14:textId="77777777" w:rsidR="0047570D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F4CB5C" w14:textId="77777777" w:rsidR="0047570D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2A4FC1" w14:textId="77777777" w:rsidR="0047570D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4275F5" w14:textId="77777777" w:rsidR="0047570D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B3FF7D" w14:textId="77777777" w:rsidR="0047570D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5D1CD4" w14:textId="77777777" w:rsidR="0047570D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27B042" w14:textId="77777777" w:rsidR="0047570D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A19325" w14:textId="77777777" w:rsidR="0047570D" w:rsidRDefault="00000000">
            <w:r>
              <w:t>23:00</w:t>
            </w:r>
          </w:p>
        </w:tc>
      </w:tr>
      <w:tr w:rsidR="0047570D" w14:paraId="667D74D3" w14:textId="77777777">
        <w:tc>
          <w:tcPr>
            <w:tcW w:w="777" w:type="dxa"/>
            <w:vAlign w:val="center"/>
          </w:tcPr>
          <w:p w14:paraId="4E1D11E5" w14:textId="77777777" w:rsidR="0047570D" w:rsidRDefault="00000000">
            <w:r>
              <w:t>26.79</w:t>
            </w:r>
          </w:p>
        </w:tc>
        <w:tc>
          <w:tcPr>
            <w:tcW w:w="777" w:type="dxa"/>
            <w:vAlign w:val="center"/>
          </w:tcPr>
          <w:p w14:paraId="4C44607F" w14:textId="77777777" w:rsidR="0047570D" w:rsidRDefault="00000000">
            <w:r>
              <w:t>26.81</w:t>
            </w:r>
          </w:p>
        </w:tc>
        <w:tc>
          <w:tcPr>
            <w:tcW w:w="777" w:type="dxa"/>
            <w:vAlign w:val="center"/>
          </w:tcPr>
          <w:p w14:paraId="7636CDF6" w14:textId="77777777" w:rsidR="0047570D" w:rsidRDefault="00000000">
            <w:r>
              <w:t>26.83</w:t>
            </w:r>
          </w:p>
        </w:tc>
        <w:tc>
          <w:tcPr>
            <w:tcW w:w="777" w:type="dxa"/>
            <w:vAlign w:val="center"/>
          </w:tcPr>
          <w:p w14:paraId="2F8850CD" w14:textId="77777777" w:rsidR="0047570D" w:rsidRDefault="00000000">
            <w:r>
              <w:t>26.87</w:t>
            </w:r>
          </w:p>
        </w:tc>
        <w:tc>
          <w:tcPr>
            <w:tcW w:w="777" w:type="dxa"/>
            <w:vAlign w:val="center"/>
          </w:tcPr>
          <w:p w14:paraId="1B909AD2" w14:textId="77777777" w:rsidR="0047570D" w:rsidRDefault="00000000">
            <w:r>
              <w:t>26.91</w:t>
            </w:r>
          </w:p>
        </w:tc>
        <w:tc>
          <w:tcPr>
            <w:tcW w:w="777" w:type="dxa"/>
            <w:vAlign w:val="center"/>
          </w:tcPr>
          <w:p w14:paraId="159035AB" w14:textId="77777777" w:rsidR="0047570D" w:rsidRDefault="00000000">
            <w:r>
              <w:t>26.95</w:t>
            </w:r>
          </w:p>
        </w:tc>
        <w:tc>
          <w:tcPr>
            <w:tcW w:w="777" w:type="dxa"/>
            <w:vAlign w:val="center"/>
          </w:tcPr>
          <w:p w14:paraId="5867B09E" w14:textId="77777777" w:rsidR="0047570D" w:rsidRDefault="00000000">
            <w:r>
              <w:t>26.98</w:t>
            </w:r>
          </w:p>
        </w:tc>
        <w:tc>
          <w:tcPr>
            <w:tcW w:w="777" w:type="dxa"/>
            <w:vAlign w:val="center"/>
          </w:tcPr>
          <w:p w14:paraId="1CEF92E3" w14:textId="77777777" w:rsidR="0047570D" w:rsidRDefault="00000000">
            <w:r>
              <w:t>27.01</w:t>
            </w:r>
          </w:p>
        </w:tc>
        <w:tc>
          <w:tcPr>
            <w:tcW w:w="777" w:type="dxa"/>
            <w:vAlign w:val="center"/>
          </w:tcPr>
          <w:p w14:paraId="2DE2E11D" w14:textId="77777777" w:rsidR="0047570D" w:rsidRDefault="00000000">
            <w:r>
              <w:t>27.02</w:t>
            </w:r>
          </w:p>
        </w:tc>
        <w:tc>
          <w:tcPr>
            <w:tcW w:w="777" w:type="dxa"/>
            <w:vAlign w:val="center"/>
          </w:tcPr>
          <w:p w14:paraId="73E2D66C" w14:textId="77777777" w:rsidR="0047570D" w:rsidRDefault="00000000">
            <w:r>
              <w:rPr>
                <w:color w:val="3333CC"/>
              </w:rPr>
              <w:t>27.02</w:t>
            </w:r>
          </w:p>
        </w:tc>
        <w:tc>
          <w:tcPr>
            <w:tcW w:w="777" w:type="dxa"/>
            <w:vAlign w:val="center"/>
          </w:tcPr>
          <w:p w14:paraId="6048D29C" w14:textId="77777777" w:rsidR="0047570D" w:rsidRDefault="00000000">
            <w:r>
              <w:t>27.02</w:t>
            </w:r>
          </w:p>
        </w:tc>
        <w:tc>
          <w:tcPr>
            <w:tcW w:w="777" w:type="dxa"/>
            <w:vAlign w:val="center"/>
          </w:tcPr>
          <w:p w14:paraId="64C4A1BB" w14:textId="77777777" w:rsidR="0047570D" w:rsidRDefault="00000000">
            <w:r>
              <w:t>27.01</w:t>
            </w:r>
          </w:p>
        </w:tc>
      </w:tr>
    </w:tbl>
    <w:p w14:paraId="75F7A016" w14:textId="77777777" w:rsidR="0047570D" w:rsidRDefault="00000000">
      <w:pPr>
        <w:pStyle w:val="4"/>
      </w:pPr>
      <w:r>
        <w:t>空调房间：南向逐时温度</w:t>
      </w:r>
    </w:p>
    <w:p w14:paraId="37C5593D" w14:textId="77777777" w:rsidR="0047570D" w:rsidRDefault="00000000">
      <w:pPr>
        <w:jc w:val="center"/>
      </w:pPr>
      <w:r>
        <w:rPr>
          <w:noProof/>
        </w:rPr>
        <w:drawing>
          <wp:inline distT="0" distB="0" distL="0" distR="0" wp14:anchorId="1A2DBDD1" wp14:editId="67D7C2B4">
            <wp:extent cx="5667375" cy="28289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D4CB5" w14:textId="77777777" w:rsidR="0047570D" w:rsidRDefault="0047570D"/>
    <w:p w14:paraId="1874838A" w14:textId="77777777" w:rsidR="0047570D" w:rsidRDefault="0047570D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7570D" w14:paraId="3415C096" w14:textId="77777777">
        <w:tc>
          <w:tcPr>
            <w:tcW w:w="777" w:type="dxa"/>
            <w:shd w:val="clear" w:color="auto" w:fill="E6E6E6"/>
            <w:vAlign w:val="center"/>
          </w:tcPr>
          <w:p w14:paraId="48E6F90F" w14:textId="77777777" w:rsidR="0047570D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ED8991" w14:textId="77777777" w:rsidR="0047570D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C366B4" w14:textId="77777777" w:rsidR="0047570D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47D7DE" w14:textId="77777777" w:rsidR="0047570D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311646" w14:textId="77777777" w:rsidR="0047570D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303EDE" w14:textId="77777777" w:rsidR="0047570D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E89BDF" w14:textId="77777777" w:rsidR="0047570D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9B08FF5" w14:textId="77777777" w:rsidR="0047570D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8F6A97" w14:textId="77777777" w:rsidR="0047570D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F912BA" w14:textId="77777777" w:rsidR="0047570D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502465" w14:textId="77777777" w:rsidR="0047570D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90DA5C" w14:textId="77777777" w:rsidR="0047570D" w:rsidRDefault="00000000">
            <w:pPr>
              <w:jc w:val="center"/>
            </w:pPr>
            <w:r>
              <w:t>11:00</w:t>
            </w:r>
          </w:p>
        </w:tc>
      </w:tr>
      <w:tr w:rsidR="0047570D" w14:paraId="6780135B" w14:textId="77777777">
        <w:tc>
          <w:tcPr>
            <w:tcW w:w="777" w:type="dxa"/>
            <w:vAlign w:val="center"/>
          </w:tcPr>
          <w:p w14:paraId="4189F7B5" w14:textId="77777777" w:rsidR="0047570D" w:rsidRDefault="00000000">
            <w:r>
              <w:t>26.90</w:t>
            </w:r>
          </w:p>
        </w:tc>
        <w:tc>
          <w:tcPr>
            <w:tcW w:w="777" w:type="dxa"/>
            <w:vAlign w:val="center"/>
          </w:tcPr>
          <w:p w14:paraId="64F0C3F4" w14:textId="77777777" w:rsidR="0047570D" w:rsidRDefault="00000000">
            <w:r>
              <w:t>26.89</w:t>
            </w:r>
          </w:p>
        </w:tc>
        <w:tc>
          <w:tcPr>
            <w:tcW w:w="777" w:type="dxa"/>
            <w:vAlign w:val="center"/>
          </w:tcPr>
          <w:p w14:paraId="039A4262" w14:textId="77777777" w:rsidR="0047570D" w:rsidRDefault="00000000">
            <w:r>
              <w:t>26.88</w:t>
            </w:r>
          </w:p>
        </w:tc>
        <w:tc>
          <w:tcPr>
            <w:tcW w:w="777" w:type="dxa"/>
            <w:vAlign w:val="center"/>
          </w:tcPr>
          <w:p w14:paraId="4FF15BCE" w14:textId="77777777" w:rsidR="0047570D" w:rsidRDefault="00000000">
            <w:r>
              <w:t>26.86</w:t>
            </w:r>
          </w:p>
        </w:tc>
        <w:tc>
          <w:tcPr>
            <w:tcW w:w="777" w:type="dxa"/>
            <w:vAlign w:val="center"/>
          </w:tcPr>
          <w:p w14:paraId="795BBC22" w14:textId="77777777" w:rsidR="0047570D" w:rsidRDefault="00000000">
            <w:r>
              <w:t>26.85</w:t>
            </w:r>
          </w:p>
        </w:tc>
        <w:tc>
          <w:tcPr>
            <w:tcW w:w="777" w:type="dxa"/>
            <w:vAlign w:val="center"/>
          </w:tcPr>
          <w:p w14:paraId="4F4D5D6F" w14:textId="77777777" w:rsidR="0047570D" w:rsidRDefault="00000000">
            <w:r>
              <w:t>26.83</w:t>
            </w:r>
          </w:p>
        </w:tc>
        <w:tc>
          <w:tcPr>
            <w:tcW w:w="777" w:type="dxa"/>
            <w:vAlign w:val="center"/>
          </w:tcPr>
          <w:p w14:paraId="6606598B" w14:textId="77777777" w:rsidR="0047570D" w:rsidRDefault="00000000">
            <w:r>
              <w:t>26.81</w:t>
            </w:r>
          </w:p>
        </w:tc>
        <w:tc>
          <w:tcPr>
            <w:tcW w:w="777" w:type="dxa"/>
            <w:vAlign w:val="center"/>
          </w:tcPr>
          <w:p w14:paraId="1CA60AC1" w14:textId="77777777" w:rsidR="0047570D" w:rsidRDefault="00000000">
            <w:r>
              <w:t>26.79</w:t>
            </w:r>
          </w:p>
        </w:tc>
        <w:tc>
          <w:tcPr>
            <w:tcW w:w="777" w:type="dxa"/>
            <w:vAlign w:val="center"/>
          </w:tcPr>
          <w:p w14:paraId="28F75F1D" w14:textId="77777777" w:rsidR="0047570D" w:rsidRDefault="00000000">
            <w:r>
              <w:t>26.77</w:t>
            </w:r>
          </w:p>
        </w:tc>
        <w:tc>
          <w:tcPr>
            <w:tcW w:w="777" w:type="dxa"/>
            <w:vAlign w:val="center"/>
          </w:tcPr>
          <w:p w14:paraId="35089C93" w14:textId="77777777" w:rsidR="0047570D" w:rsidRDefault="00000000">
            <w:r>
              <w:t>26.75</w:t>
            </w:r>
          </w:p>
        </w:tc>
        <w:tc>
          <w:tcPr>
            <w:tcW w:w="777" w:type="dxa"/>
            <w:vAlign w:val="center"/>
          </w:tcPr>
          <w:p w14:paraId="266B805B" w14:textId="77777777" w:rsidR="0047570D" w:rsidRDefault="00000000">
            <w:r>
              <w:t>26.73</w:t>
            </w:r>
          </w:p>
        </w:tc>
        <w:tc>
          <w:tcPr>
            <w:tcW w:w="777" w:type="dxa"/>
            <w:vAlign w:val="center"/>
          </w:tcPr>
          <w:p w14:paraId="0527EB71" w14:textId="77777777" w:rsidR="0047570D" w:rsidRDefault="00000000">
            <w:r>
              <w:t>26.73</w:t>
            </w:r>
          </w:p>
        </w:tc>
      </w:tr>
      <w:tr w:rsidR="0047570D" w14:paraId="208230B4" w14:textId="77777777">
        <w:tc>
          <w:tcPr>
            <w:tcW w:w="777" w:type="dxa"/>
            <w:shd w:val="clear" w:color="auto" w:fill="E6E6E6"/>
            <w:vAlign w:val="center"/>
          </w:tcPr>
          <w:p w14:paraId="37738AF0" w14:textId="77777777" w:rsidR="0047570D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A5DCD9" w14:textId="77777777" w:rsidR="0047570D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164B80" w14:textId="77777777" w:rsidR="0047570D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5B18BB" w14:textId="77777777" w:rsidR="0047570D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D0B6B8" w14:textId="77777777" w:rsidR="0047570D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FE8331" w14:textId="77777777" w:rsidR="0047570D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FBBA2F" w14:textId="77777777" w:rsidR="0047570D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224637" w14:textId="77777777" w:rsidR="0047570D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EC54BE" w14:textId="77777777" w:rsidR="0047570D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7BE6AD" w14:textId="77777777" w:rsidR="0047570D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4D32AC" w14:textId="77777777" w:rsidR="0047570D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9DB053" w14:textId="77777777" w:rsidR="0047570D" w:rsidRDefault="00000000">
            <w:r>
              <w:t>23:00</w:t>
            </w:r>
          </w:p>
        </w:tc>
      </w:tr>
      <w:tr w:rsidR="0047570D" w14:paraId="2BB82349" w14:textId="77777777">
        <w:tc>
          <w:tcPr>
            <w:tcW w:w="777" w:type="dxa"/>
            <w:vAlign w:val="center"/>
          </w:tcPr>
          <w:p w14:paraId="3D9326FB" w14:textId="77777777" w:rsidR="0047570D" w:rsidRDefault="00000000">
            <w:r>
              <w:t>26.74</w:t>
            </w:r>
          </w:p>
        </w:tc>
        <w:tc>
          <w:tcPr>
            <w:tcW w:w="777" w:type="dxa"/>
            <w:vAlign w:val="center"/>
          </w:tcPr>
          <w:p w14:paraId="514B50DC" w14:textId="77777777" w:rsidR="0047570D" w:rsidRDefault="00000000">
            <w:r>
              <w:t>26.76</w:t>
            </w:r>
          </w:p>
        </w:tc>
        <w:tc>
          <w:tcPr>
            <w:tcW w:w="777" w:type="dxa"/>
            <w:vAlign w:val="center"/>
          </w:tcPr>
          <w:p w14:paraId="5169F46B" w14:textId="77777777" w:rsidR="0047570D" w:rsidRDefault="00000000">
            <w:r>
              <w:t>26.79</w:t>
            </w:r>
          </w:p>
        </w:tc>
        <w:tc>
          <w:tcPr>
            <w:tcW w:w="777" w:type="dxa"/>
            <w:vAlign w:val="center"/>
          </w:tcPr>
          <w:p w14:paraId="68D2874F" w14:textId="77777777" w:rsidR="0047570D" w:rsidRDefault="00000000">
            <w:r>
              <w:t>26.82</w:t>
            </w:r>
          </w:p>
        </w:tc>
        <w:tc>
          <w:tcPr>
            <w:tcW w:w="777" w:type="dxa"/>
            <w:vAlign w:val="center"/>
          </w:tcPr>
          <w:p w14:paraId="6F9DC4C0" w14:textId="77777777" w:rsidR="0047570D" w:rsidRDefault="00000000">
            <w:r>
              <w:t>26.85</w:t>
            </w:r>
          </w:p>
        </w:tc>
        <w:tc>
          <w:tcPr>
            <w:tcW w:w="777" w:type="dxa"/>
            <w:vAlign w:val="center"/>
          </w:tcPr>
          <w:p w14:paraId="1291FEE7" w14:textId="77777777" w:rsidR="0047570D" w:rsidRDefault="00000000">
            <w:r>
              <w:t>26.87</w:t>
            </w:r>
          </w:p>
        </w:tc>
        <w:tc>
          <w:tcPr>
            <w:tcW w:w="777" w:type="dxa"/>
            <w:vAlign w:val="center"/>
          </w:tcPr>
          <w:p w14:paraId="05EC8EDB" w14:textId="77777777" w:rsidR="0047570D" w:rsidRDefault="00000000">
            <w:r>
              <w:t>26.89</w:t>
            </w:r>
          </w:p>
        </w:tc>
        <w:tc>
          <w:tcPr>
            <w:tcW w:w="777" w:type="dxa"/>
            <w:vAlign w:val="center"/>
          </w:tcPr>
          <w:p w14:paraId="5F311E1B" w14:textId="77777777" w:rsidR="0047570D" w:rsidRDefault="00000000">
            <w:r>
              <w:t>26.91</w:t>
            </w:r>
          </w:p>
        </w:tc>
        <w:tc>
          <w:tcPr>
            <w:tcW w:w="777" w:type="dxa"/>
            <w:vAlign w:val="center"/>
          </w:tcPr>
          <w:p w14:paraId="7A5CD4A3" w14:textId="77777777" w:rsidR="0047570D" w:rsidRDefault="00000000">
            <w:r>
              <w:t>26.92</w:t>
            </w:r>
          </w:p>
        </w:tc>
        <w:tc>
          <w:tcPr>
            <w:tcW w:w="777" w:type="dxa"/>
            <w:vAlign w:val="center"/>
          </w:tcPr>
          <w:p w14:paraId="56566175" w14:textId="77777777" w:rsidR="0047570D" w:rsidRDefault="00000000">
            <w:r>
              <w:rPr>
                <w:color w:val="3333CC"/>
              </w:rPr>
              <w:t>26.92</w:t>
            </w:r>
          </w:p>
        </w:tc>
        <w:tc>
          <w:tcPr>
            <w:tcW w:w="777" w:type="dxa"/>
            <w:vAlign w:val="center"/>
          </w:tcPr>
          <w:p w14:paraId="4AE5A33D" w14:textId="77777777" w:rsidR="0047570D" w:rsidRDefault="00000000">
            <w:r>
              <w:t>26.92</w:t>
            </w:r>
          </w:p>
        </w:tc>
        <w:tc>
          <w:tcPr>
            <w:tcW w:w="777" w:type="dxa"/>
            <w:vAlign w:val="center"/>
          </w:tcPr>
          <w:p w14:paraId="66B43DEA" w14:textId="77777777" w:rsidR="0047570D" w:rsidRDefault="00000000">
            <w:r>
              <w:t>26.91</w:t>
            </w:r>
          </w:p>
        </w:tc>
      </w:tr>
    </w:tbl>
    <w:p w14:paraId="522E62DD" w14:textId="77777777" w:rsidR="0047570D" w:rsidRDefault="00000000">
      <w:pPr>
        <w:pStyle w:val="4"/>
      </w:pPr>
      <w:r>
        <w:t>空调房间：北向逐时温度</w:t>
      </w:r>
    </w:p>
    <w:p w14:paraId="58938CBA" w14:textId="77777777" w:rsidR="0047570D" w:rsidRDefault="00000000">
      <w:pPr>
        <w:jc w:val="center"/>
      </w:pPr>
      <w:r>
        <w:rPr>
          <w:noProof/>
        </w:rPr>
        <w:drawing>
          <wp:inline distT="0" distB="0" distL="0" distR="0" wp14:anchorId="5B55740B" wp14:editId="78519F1D">
            <wp:extent cx="5667375" cy="28289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AB09C" w14:textId="77777777" w:rsidR="0047570D" w:rsidRDefault="0047570D"/>
    <w:p w14:paraId="76A61FDE" w14:textId="77777777" w:rsidR="0047570D" w:rsidRDefault="0047570D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7570D" w14:paraId="6B01B292" w14:textId="77777777">
        <w:tc>
          <w:tcPr>
            <w:tcW w:w="777" w:type="dxa"/>
            <w:shd w:val="clear" w:color="auto" w:fill="E6E6E6"/>
            <w:vAlign w:val="center"/>
          </w:tcPr>
          <w:p w14:paraId="5E2187A0" w14:textId="77777777" w:rsidR="0047570D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5CE841" w14:textId="77777777" w:rsidR="0047570D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46EB5D" w14:textId="77777777" w:rsidR="0047570D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C04241" w14:textId="77777777" w:rsidR="0047570D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BA6791" w14:textId="77777777" w:rsidR="0047570D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24091A" w14:textId="77777777" w:rsidR="0047570D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7E2C11" w14:textId="77777777" w:rsidR="0047570D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6D91AB" w14:textId="77777777" w:rsidR="0047570D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7A32F3" w14:textId="77777777" w:rsidR="0047570D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016859" w14:textId="77777777" w:rsidR="0047570D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0CF087" w14:textId="77777777" w:rsidR="0047570D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744ED9" w14:textId="77777777" w:rsidR="0047570D" w:rsidRDefault="00000000">
            <w:pPr>
              <w:jc w:val="center"/>
            </w:pPr>
            <w:r>
              <w:t>11:00</w:t>
            </w:r>
          </w:p>
        </w:tc>
      </w:tr>
      <w:tr w:rsidR="0047570D" w14:paraId="4D5036E7" w14:textId="77777777">
        <w:tc>
          <w:tcPr>
            <w:tcW w:w="777" w:type="dxa"/>
            <w:vAlign w:val="center"/>
          </w:tcPr>
          <w:p w14:paraId="3B2C7FC7" w14:textId="77777777" w:rsidR="0047570D" w:rsidRDefault="00000000">
            <w:r>
              <w:t>26.85</w:t>
            </w:r>
          </w:p>
        </w:tc>
        <w:tc>
          <w:tcPr>
            <w:tcW w:w="777" w:type="dxa"/>
            <w:vAlign w:val="center"/>
          </w:tcPr>
          <w:p w14:paraId="352ECF22" w14:textId="77777777" w:rsidR="0047570D" w:rsidRDefault="00000000">
            <w:r>
              <w:t>26.84</w:t>
            </w:r>
          </w:p>
        </w:tc>
        <w:tc>
          <w:tcPr>
            <w:tcW w:w="777" w:type="dxa"/>
            <w:vAlign w:val="center"/>
          </w:tcPr>
          <w:p w14:paraId="5FCD1D06" w14:textId="77777777" w:rsidR="0047570D" w:rsidRDefault="00000000">
            <w:r>
              <w:t>26.83</w:t>
            </w:r>
          </w:p>
        </w:tc>
        <w:tc>
          <w:tcPr>
            <w:tcW w:w="777" w:type="dxa"/>
            <w:vAlign w:val="center"/>
          </w:tcPr>
          <w:p w14:paraId="5ADF4891" w14:textId="77777777" w:rsidR="0047570D" w:rsidRDefault="00000000">
            <w:r>
              <w:t>26.81</w:t>
            </w:r>
          </w:p>
        </w:tc>
        <w:tc>
          <w:tcPr>
            <w:tcW w:w="777" w:type="dxa"/>
            <w:vAlign w:val="center"/>
          </w:tcPr>
          <w:p w14:paraId="42EFD744" w14:textId="77777777" w:rsidR="0047570D" w:rsidRDefault="00000000">
            <w:r>
              <w:t>26.80</w:t>
            </w:r>
          </w:p>
        </w:tc>
        <w:tc>
          <w:tcPr>
            <w:tcW w:w="777" w:type="dxa"/>
            <w:vAlign w:val="center"/>
          </w:tcPr>
          <w:p w14:paraId="06221776" w14:textId="77777777" w:rsidR="0047570D" w:rsidRDefault="00000000">
            <w:r>
              <w:t>26.78</w:t>
            </w:r>
          </w:p>
        </w:tc>
        <w:tc>
          <w:tcPr>
            <w:tcW w:w="777" w:type="dxa"/>
            <w:vAlign w:val="center"/>
          </w:tcPr>
          <w:p w14:paraId="64EAAF7B" w14:textId="77777777" w:rsidR="0047570D" w:rsidRDefault="00000000">
            <w:r>
              <w:t>26.76</w:t>
            </w:r>
          </w:p>
        </w:tc>
        <w:tc>
          <w:tcPr>
            <w:tcW w:w="777" w:type="dxa"/>
            <w:vAlign w:val="center"/>
          </w:tcPr>
          <w:p w14:paraId="1A5AE292" w14:textId="77777777" w:rsidR="0047570D" w:rsidRDefault="00000000">
            <w:r>
              <w:t>26.74</w:t>
            </w:r>
          </w:p>
        </w:tc>
        <w:tc>
          <w:tcPr>
            <w:tcW w:w="777" w:type="dxa"/>
            <w:vAlign w:val="center"/>
          </w:tcPr>
          <w:p w14:paraId="2BB2A932" w14:textId="77777777" w:rsidR="0047570D" w:rsidRDefault="00000000">
            <w:r>
              <w:t>26.72</w:t>
            </w:r>
          </w:p>
        </w:tc>
        <w:tc>
          <w:tcPr>
            <w:tcW w:w="777" w:type="dxa"/>
            <w:vAlign w:val="center"/>
          </w:tcPr>
          <w:p w14:paraId="0011B8D0" w14:textId="77777777" w:rsidR="0047570D" w:rsidRDefault="00000000">
            <w:r>
              <w:t>26.71</w:t>
            </w:r>
          </w:p>
        </w:tc>
        <w:tc>
          <w:tcPr>
            <w:tcW w:w="777" w:type="dxa"/>
            <w:vAlign w:val="center"/>
          </w:tcPr>
          <w:p w14:paraId="42EBA847" w14:textId="77777777" w:rsidR="0047570D" w:rsidRDefault="00000000">
            <w:r>
              <w:t>26.69</w:t>
            </w:r>
          </w:p>
        </w:tc>
        <w:tc>
          <w:tcPr>
            <w:tcW w:w="777" w:type="dxa"/>
            <w:vAlign w:val="center"/>
          </w:tcPr>
          <w:p w14:paraId="65A385C8" w14:textId="77777777" w:rsidR="0047570D" w:rsidRDefault="00000000">
            <w:r>
              <w:t>26.69</w:t>
            </w:r>
          </w:p>
        </w:tc>
      </w:tr>
      <w:tr w:rsidR="0047570D" w14:paraId="0E34B6C5" w14:textId="77777777">
        <w:tc>
          <w:tcPr>
            <w:tcW w:w="777" w:type="dxa"/>
            <w:shd w:val="clear" w:color="auto" w:fill="E6E6E6"/>
            <w:vAlign w:val="center"/>
          </w:tcPr>
          <w:p w14:paraId="19570F51" w14:textId="77777777" w:rsidR="0047570D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F35045" w14:textId="77777777" w:rsidR="0047570D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5B499A" w14:textId="77777777" w:rsidR="0047570D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2346F3" w14:textId="77777777" w:rsidR="0047570D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65C659" w14:textId="77777777" w:rsidR="0047570D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77260B" w14:textId="77777777" w:rsidR="0047570D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FB2213" w14:textId="77777777" w:rsidR="0047570D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5727F1" w14:textId="77777777" w:rsidR="0047570D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A4234A" w14:textId="77777777" w:rsidR="0047570D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EAA673" w14:textId="77777777" w:rsidR="0047570D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005813" w14:textId="77777777" w:rsidR="0047570D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3FC9FD" w14:textId="77777777" w:rsidR="0047570D" w:rsidRDefault="00000000">
            <w:r>
              <w:t>23:00</w:t>
            </w:r>
          </w:p>
        </w:tc>
      </w:tr>
      <w:tr w:rsidR="0047570D" w14:paraId="4FF13713" w14:textId="77777777">
        <w:tc>
          <w:tcPr>
            <w:tcW w:w="777" w:type="dxa"/>
            <w:vAlign w:val="center"/>
          </w:tcPr>
          <w:p w14:paraId="17545E76" w14:textId="77777777" w:rsidR="0047570D" w:rsidRDefault="00000000">
            <w:r>
              <w:t>26.70</w:t>
            </w:r>
          </w:p>
        </w:tc>
        <w:tc>
          <w:tcPr>
            <w:tcW w:w="777" w:type="dxa"/>
            <w:vAlign w:val="center"/>
          </w:tcPr>
          <w:p w14:paraId="1AB8A5DE" w14:textId="77777777" w:rsidR="0047570D" w:rsidRDefault="00000000">
            <w:r>
              <w:t>26.71</w:t>
            </w:r>
          </w:p>
        </w:tc>
        <w:tc>
          <w:tcPr>
            <w:tcW w:w="777" w:type="dxa"/>
            <w:vAlign w:val="center"/>
          </w:tcPr>
          <w:p w14:paraId="38BFF6B0" w14:textId="77777777" w:rsidR="0047570D" w:rsidRDefault="00000000">
            <w:r>
              <w:t>26.73</w:t>
            </w:r>
          </w:p>
        </w:tc>
        <w:tc>
          <w:tcPr>
            <w:tcW w:w="777" w:type="dxa"/>
            <w:vAlign w:val="center"/>
          </w:tcPr>
          <w:p w14:paraId="37678AE4" w14:textId="77777777" w:rsidR="0047570D" w:rsidRDefault="00000000">
            <w:r>
              <w:t>26.76</w:t>
            </w:r>
          </w:p>
        </w:tc>
        <w:tc>
          <w:tcPr>
            <w:tcW w:w="777" w:type="dxa"/>
            <w:vAlign w:val="center"/>
          </w:tcPr>
          <w:p w14:paraId="1A481536" w14:textId="77777777" w:rsidR="0047570D" w:rsidRDefault="00000000">
            <w:r>
              <w:t>26.78</w:t>
            </w:r>
          </w:p>
        </w:tc>
        <w:tc>
          <w:tcPr>
            <w:tcW w:w="777" w:type="dxa"/>
            <w:vAlign w:val="center"/>
          </w:tcPr>
          <w:p w14:paraId="5A627DED" w14:textId="77777777" w:rsidR="0047570D" w:rsidRDefault="00000000">
            <w:r>
              <w:t>26.80</w:t>
            </w:r>
          </w:p>
        </w:tc>
        <w:tc>
          <w:tcPr>
            <w:tcW w:w="777" w:type="dxa"/>
            <w:vAlign w:val="center"/>
          </w:tcPr>
          <w:p w14:paraId="0F85C79D" w14:textId="77777777" w:rsidR="0047570D" w:rsidRDefault="00000000">
            <w:r>
              <w:t>26.82</w:t>
            </w:r>
          </w:p>
        </w:tc>
        <w:tc>
          <w:tcPr>
            <w:tcW w:w="777" w:type="dxa"/>
            <w:vAlign w:val="center"/>
          </w:tcPr>
          <w:p w14:paraId="1A4795B3" w14:textId="77777777" w:rsidR="0047570D" w:rsidRDefault="00000000">
            <w:r>
              <w:t>26.84</w:t>
            </w:r>
          </w:p>
        </w:tc>
        <w:tc>
          <w:tcPr>
            <w:tcW w:w="777" w:type="dxa"/>
            <w:vAlign w:val="center"/>
          </w:tcPr>
          <w:p w14:paraId="4746A854" w14:textId="77777777" w:rsidR="0047570D" w:rsidRDefault="00000000">
            <w:r>
              <w:t>26.85</w:t>
            </w:r>
          </w:p>
        </w:tc>
        <w:tc>
          <w:tcPr>
            <w:tcW w:w="777" w:type="dxa"/>
            <w:vAlign w:val="center"/>
          </w:tcPr>
          <w:p w14:paraId="7CB4701C" w14:textId="77777777" w:rsidR="0047570D" w:rsidRDefault="00000000">
            <w:r>
              <w:t>26.85</w:t>
            </w:r>
          </w:p>
        </w:tc>
        <w:tc>
          <w:tcPr>
            <w:tcW w:w="777" w:type="dxa"/>
            <w:vAlign w:val="center"/>
          </w:tcPr>
          <w:p w14:paraId="313DDAF5" w14:textId="77777777" w:rsidR="0047570D" w:rsidRDefault="00000000">
            <w:r>
              <w:rPr>
                <w:color w:val="3333CC"/>
              </w:rPr>
              <w:t>26.86</w:t>
            </w:r>
          </w:p>
        </w:tc>
        <w:tc>
          <w:tcPr>
            <w:tcW w:w="777" w:type="dxa"/>
            <w:vAlign w:val="center"/>
          </w:tcPr>
          <w:p w14:paraId="2D05BB5A" w14:textId="77777777" w:rsidR="0047570D" w:rsidRDefault="00000000">
            <w:r>
              <w:t>26.85</w:t>
            </w:r>
          </w:p>
        </w:tc>
      </w:tr>
    </w:tbl>
    <w:p w14:paraId="73DAA366" w14:textId="77777777" w:rsidR="0047570D" w:rsidRDefault="00000000">
      <w:pPr>
        <w:pStyle w:val="2"/>
      </w:pPr>
      <w:bookmarkStart w:id="54" w:name="_Toc155601035"/>
      <w:r>
        <w:t>热桥柱构造</w:t>
      </w:r>
      <w:bookmarkEnd w:id="54"/>
    </w:p>
    <w:p w14:paraId="25BB758B" w14:textId="77777777" w:rsidR="0047570D" w:rsidRDefault="00000000">
      <w:pPr>
        <w:pStyle w:val="3"/>
      </w:pPr>
      <w:bookmarkStart w:id="55" w:name="_Toc155601036"/>
      <w:r>
        <w:t>热桥柱构造一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47570D" w14:paraId="29EEC0B4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23992825" w14:textId="77777777" w:rsidR="0047570D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45A5D454" w14:textId="77777777" w:rsidR="0047570D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5CF7FE6" w14:textId="77777777" w:rsidR="0047570D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46A44D1" w14:textId="77777777" w:rsidR="0047570D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BDECA7B" w14:textId="77777777" w:rsidR="0047570D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D0AD89B" w14:textId="77777777" w:rsidR="0047570D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42478F8" w14:textId="77777777" w:rsidR="0047570D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6418095" w14:textId="77777777" w:rsidR="0047570D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47570D" w14:paraId="0F4235B3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4763746F" w14:textId="77777777" w:rsidR="0047570D" w:rsidRDefault="0047570D"/>
        </w:tc>
        <w:tc>
          <w:tcPr>
            <w:tcW w:w="834" w:type="dxa"/>
            <w:shd w:val="clear" w:color="auto" w:fill="E6E6E6"/>
            <w:vAlign w:val="center"/>
          </w:tcPr>
          <w:p w14:paraId="4D76A542" w14:textId="77777777" w:rsidR="0047570D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BAEB422" w14:textId="77777777" w:rsidR="0047570D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841706A" w14:textId="77777777" w:rsidR="0047570D" w:rsidRDefault="00000000"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1827A35" w14:textId="77777777" w:rsidR="0047570D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5972C14" w14:textId="77777777" w:rsidR="0047570D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382D986" w14:textId="77777777" w:rsidR="0047570D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DDFD6D9" w14:textId="77777777" w:rsidR="0047570D" w:rsidRDefault="00000000">
            <w:r>
              <w:t>D=R*S</w:t>
            </w:r>
          </w:p>
        </w:tc>
      </w:tr>
      <w:tr w:rsidR="0047570D" w14:paraId="4BF2213F" w14:textId="77777777">
        <w:tc>
          <w:tcPr>
            <w:tcW w:w="2838" w:type="dxa"/>
            <w:vAlign w:val="center"/>
          </w:tcPr>
          <w:p w14:paraId="7A12D908" w14:textId="77777777" w:rsidR="0047570D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401D1346" w14:textId="77777777" w:rsidR="0047570D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36793893" w14:textId="77777777" w:rsidR="0047570D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637C3891" w14:textId="77777777" w:rsidR="0047570D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2F92F25C" w14:textId="77777777" w:rsidR="0047570D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33688B8A" w14:textId="77777777" w:rsidR="0047570D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CBDF7FC" w14:textId="77777777" w:rsidR="0047570D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2EDF69FF" w14:textId="77777777" w:rsidR="0047570D" w:rsidRDefault="00000000">
            <w:r>
              <w:t>0.245</w:t>
            </w:r>
          </w:p>
        </w:tc>
      </w:tr>
      <w:tr w:rsidR="0047570D" w14:paraId="5681B12E" w14:textId="77777777">
        <w:tc>
          <w:tcPr>
            <w:tcW w:w="2838" w:type="dxa"/>
            <w:vAlign w:val="center"/>
          </w:tcPr>
          <w:p w14:paraId="22F23DEA" w14:textId="77777777" w:rsidR="0047570D" w:rsidRDefault="00000000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14:paraId="423DED2F" w14:textId="77777777" w:rsidR="0047570D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5CC1003C" w14:textId="77777777" w:rsidR="0047570D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7332E7AB" w14:textId="77777777" w:rsidR="0047570D" w:rsidRDefault="00000000">
            <w:r>
              <w:t>0.030</w:t>
            </w:r>
          </w:p>
        </w:tc>
        <w:tc>
          <w:tcPr>
            <w:tcW w:w="1131" w:type="dxa"/>
            <w:vAlign w:val="center"/>
          </w:tcPr>
          <w:p w14:paraId="02EE7E37" w14:textId="77777777" w:rsidR="0047570D" w:rsidRDefault="00000000">
            <w:r>
              <w:t>0.340</w:t>
            </w:r>
          </w:p>
        </w:tc>
        <w:tc>
          <w:tcPr>
            <w:tcW w:w="707" w:type="dxa"/>
            <w:vAlign w:val="center"/>
          </w:tcPr>
          <w:p w14:paraId="126CB776" w14:textId="77777777" w:rsidR="0047570D" w:rsidRDefault="00000000">
            <w:r>
              <w:t>1.20</w:t>
            </w:r>
          </w:p>
        </w:tc>
        <w:tc>
          <w:tcPr>
            <w:tcW w:w="1131" w:type="dxa"/>
            <w:vAlign w:val="center"/>
          </w:tcPr>
          <w:p w14:paraId="6FC6D52D" w14:textId="77777777" w:rsidR="0047570D" w:rsidRDefault="00000000">
            <w:r>
              <w:t>0.556</w:t>
            </w:r>
          </w:p>
        </w:tc>
        <w:tc>
          <w:tcPr>
            <w:tcW w:w="990" w:type="dxa"/>
            <w:vAlign w:val="center"/>
          </w:tcPr>
          <w:p w14:paraId="39ED0FBE" w14:textId="77777777" w:rsidR="0047570D" w:rsidRDefault="00000000">
            <w:r>
              <w:t>0.227</w:t>
            </w:r>
          </w:p>
        </w:tc>
      </w:tr>
      <w:tr w:rsidR="0047570D" w14:paraId="6B3DB65F" w14:textId="77777777">
        <w:tc>
          <w:tcPr>
            <w:tcW w:w="2838" w:type="dxa"/>
            <w:vAlign w:val="center"/>
          </w:tcPr>
          <w:p w14:paraId="487724A7" w14:textId="77777777" w:rsidR="0047570D" w:rsidRDefault="00000000">
            <w:r>
              <w:t>水泥砂浆</w:t>
            </w:r>
          </w:p>
        </w:tc>
        <w:tc>
          <w:tcPr>
            <w:tcW w:w="834" w:type="dxa"/>
            <w:vAlign w:val="center"/>
          </w:tcPr>
          <w:p w14:paraId="1DC5E693" w14:textId="77777777" w:rsidR="0047570D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4C2B48F4" w14:textId="77777777" w:rsidR="0047570D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339A9148" w14:textId="77777777" w:rsidR="0047570D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4BC44C6D" w14:textId="77777777" w:rsidR="0047570D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44B4C033" w14:textId="77777777" w:rsidR="0047570D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653E2CC2" w14:textId="77777777" w:rsidR="0047570D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1D47EC37" w14:textId="77777777" w:rsidR="0047570D" w:rsidRDefault="00000000">
            <w:r>
              <w:t>0.245</w:t>
            </w:r>
          </w:p>
        </w:tc>
      </w:tr>
      <w:tr w:rsidR="0047570D" w14:paraId="393C384D" w14:textId="77777777">
        <w:tc>
          <w:tcPr>
            <w:tcW w:w="2838" w:type="dxa"/>
            <w:vAlign w:val="center"/>
          </w:tcPr>
          <w:p w14:paraId="398A43C9" w14:textId="77777777" w:rsidR="0047570D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085757CE" w14:textId="77777777" w:rsidR="0047570D" w:rsidRDefault="00000000">
            <w:r>
              <w:t>200</w:t>
            </w:r>
          </w:p>
        </w:tc>
        <w:tc>
          <w:tcPr>
            <w:tcW w:w="707" w:type="dxa"/>
            <w:vAlign w:val="center"/>
          </w:tcPr>
          <w:p w14:paraId="19D02EE3" w14:textId="77777777" w:rsidR="0047570D" w:rsidRDefault="00000000">
            <w:r>
              <w:t>12.5</w:t>
            </w:r>
          </w:p>
        </w:tc>
        <w:tc>
          <w:tcPr>
            <w:tcW w:w="990" w:type="dxa"/>
            <w:vAlign w:val="center"/>
          </w:tcPr>
          <w:p w14:paraId="62A38504" w14:textId="77777777" w:rsidR="0047570D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3632E064" w14:textId="77777777" w:rsidR="0047570D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58D7326B" w14:textId="77777777" w:rsidR="0047570D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52B627C2" w14:textId="77777777" w:rsidR="0047570D" w:rsidRDefault="00000000">
            <w:r>
              <w:t>0.115</w:t>
            </w:r>
          </w:p>
        </w:tc>
        <w:tc>
          <w:tcPr>
            <w:tcW w:w="990" w:type="dxa"/>
            <w:vAlign w:val="center"/>
          </w:tcPr>
          <w:p w14:paraId="3120251B" w14:textId="77777777" w:rsidR="0047570D" w:rsidRDefault="00000000">
            <w:r>
              <w:t>1.977</w:t>
            </w:r>
          </w:p>
        </w:tc>
      </w:tr>
      <w:tr w:rsidR="0047570D" w14:paraId="64EEB730" w14:textId="77777777">
        <w:tc>
          <w:tcPr>
            <w:tcW w:w="2838" w:type="dxa"/>
            <w:vAlign w:val="center"/>
          </w:tcPr>
          <w:p w14:paraId="5648C45A" w14:textId="77777777" w:rsidR="0047570D" w:rsidRDefault="00000000">
            <w:r>
              <w:t>石灰砂浆</w:t>
            </w:r>
          </w:p>
        </w:tc>
        <w:tc>
          <w:tcPr>
            <w:tcW w:w="834" w:type="dxa"/>
            <w:vAlign w:val="center"/>
          </w:tcPr>
          <w:p w14:paraId="40A19D7E" w14:textId="77777777" w:rsidR="0047570D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1323BABA" w14:textId="77777777" w:rsidR="0047570D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5CBF1DC7" w14:textId="77777777" w:rsidR="0047570D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2AE63B94" w14:textId="77777777" w:rsidR="0047570D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5D885FE6" w14:textId="77777777" w:rsidR="0047570D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53D3F12A" w14:textId="77777777" w:rsidR="0047570D" w:rsidRDefault="00000000">
            <w:r>
              <w:t>0.025</w:t>
            </w:r>
          </w:p>
        </w:tc>
        <w:tc>
          <w:tcPr>
            <w:tcW w:w="990" w:type="dxa"/>
            <w:vAlign w:val="center"/>
          </w:tcPr>
          <w:p w14:paraId="04D7C6B5" w14:textId="77777777" w:rsidR="0047570D" w:rsidRDefault="00000000">
            <w:r>
              <w:t>0.249</w:t>
            </w:r>
          </w:p>
        </w:tc>
      </w:tr>
      <w:tr w:rsidR="0047570D" w14:paraId="688ED4FF" w14:textId="77777777">
        <w:tc>
          <w:tcPr>
            <w:tcW w:w="2838" w:type="dxa"/>
            <w:vAlign w:val="center"/>
          </w:tcPr>
          <w:p w14:paraId="34F69770" w14:textId="77777777" w:rsidR="0047570D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731C65D9" w14:textId="77777777" w:rsidR="0047570D" w:rsidRDefault="00000000">
            <w:r>
              <w:t>280</w:t>
            </w:r>
          </w:p>
        </w:tc>
        <w:tc>
          <w:tcPr>
            <w:tcW w:w="707" w:type="dxa"/>
            <w:vAlign w:val="center"/>
          </w:tcPr>
          <w:p w14:paraId="237C1E95" w14:textId="77777777" w:rsidR="0047570D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6BAE1191" w14:textId="77777777" w:rsidR="0047570D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0FE4E6E8" w14:textId="77777777" w:rsidR="0047570D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5B7B163D" w14:textId="77777777" w:rsidR="0047570D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1C1118B3" w14:textId="77777777" w:rsidR="0047570D" w:rsidRDefault="00000000">
            <w:r>
              <w:t>0.738</w:t>
            </w:r>
          </w:p>
        </w:tc>
        <w:tc>
          <w:tcPr>
            <w:tcW w:w="990" w:type="dxa"/>
            <w:vAlign w:val="center"/>
          </w:tcPr>
          <w:p w14:paraId="56ED4C24" w14:textId="77777777" w:rsidR="0047570D" w:rsidRDefault="00000000">
            <w:r>
              <w:t>2.941</w:t>
            </w:r>
          </w:p>
        </w:tc>
      </w:tr>
      <w:tr w:rsidR="0047570D" w14:paraId="6B235A2B" w14:textId="77777777">
        <w:tc>
          <w:tcPr>
            <w:tcW w:w="2838" w:type="dxa"/>
            <w:shd w:val="clear" w:color="auto" w:fill="E6E6E6"/>
            <w:vAlign w:val="center"/>
          </w:tcPr>
          <w:p w14:paraId="4A8E2542" w14:textId="77777777" w:rsidR="0047570D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4A384106" w14:textId="77777777" w:rsidR="0047570D" w:rsidRDefault="00000000">
            <w:pPr>
              <w:jc w:val="center"/>
            </w:pPr>
            <w:r>
              <w:t>5.0</w:t>
            </w:r>
          </w:p>
        </w:tc>
      </w:tr>
      <w:tr w:rsidR="0047570D" w14:paraId="78550CFD" w14:textId="77777777">
        <w:tc>
          <w:tcPr>
            <w:tcW w:w="2838" w:type="dxa"/>
            <w:shd w:val="clear" w:color="auto" w:fill="E6E6E6"/>
            <w:vAlign w:val="center"/>
          </w:tcPr>
          <w:p w14:paraId="46471F67" w14:textId="77777777" w:rsidR="0047570D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318C8EF5" w14:textId="77777777" w:rsidR="0047570D" w:rsidRDefault="00000000">
            <w:pPr>
              <w:jc w:val="center"/>
            </w:pPr>
            <w:r>
              <w:t>0.77</w:t>
            </w:r>
          </w:p>
        </w:tc>
      </w:tr>
      <w:tr w:rsidR="0047570D" w14:paraId="686287CF" w14:textId="77777777">
        <w:tc>
          <w:tcPr>
            <w:tcW w:w="2838" w:type="dxa"/>
            <w:shd w:val="clear" w:color="auto" w:fill="E6E6E6"/>
            <w:vAlign w:val="center"/>
          </w:tcPr>
          <w:p w14:paraId="71E04AC1" w14:textId="77777777" w:rsidR="0047570D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44A0D044" w14:textId="77777777" w:rsidR="0047570D" w:rsidRDefault="00000000">
            <w:pPr>
              <w:jc w:val="center"/>
            </w:pPr>
            <w:r>
              <w:t>1.11</w:t>
            </w:r>
          </w:p>
        </w:tc>
      </w:tr>
      <w:tr w:rsidR="0047570D" w14:paraId="14E185A0" w14:textId="77777777">
        <w:tc>
          <w:tcPr>
            <w:tcW w:w="2838" w:type="dxa"/>
            <w:shd w:val="clear" w:color="auto" w:fill="E6E6E6"/>
            <w:vAlign w:val="center"/>
          </w:tcPr>
          <w:p w14:paraId="2700F880" w14:textId="77777777" w:rsidR="0047570D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6B4A1A58" w14:textId="77777777" w:rsidR="0047570D" w:rsidRDefault="00000000">
            <w:pPr>
              <w:jc w:val="center"/>
            </w:pPr>
            <w:r>
              <w:t>重质围护结构</w:t>
            </w:r>
          </w:p>
        </w:tc>
      </w:tr>
    </w:tbl>
    <w:p w14:paraId="2AD01515" w14:textId="77777777" w:rsidR="0047570D" w:rsidRDefault="00000000">
      <w:pPr>
        <w:pStyle w:val="4"/>
      </w:pPr>
      <w:r>
        <w:t>空调房间：东向逐时温度</w:t>
      </w:r>
    </w:p>
    <w:p w14:paraId="0BC584D3" w14:textId="77777777" w:rsidR="0047570D" w:rsidRDefault="00000000">
      <w:pPr>
        <w:jc w:val="center"/>
      </w:pPr>
      <w:r>
        <w:rPr>
          <w:noProof/>
        </w:rPr>
        <w:drawing>
          <wp:inline distT="0" distB="0" distL="0" distR="0" wp14:anchorId="6E52028F" wp14:editId="5B391EDC">
            <wp:extent cx="5667375" cy="28289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53CFD" w14:textId="77777777" w:rsidR="0047570D" w:rsidRDefault="0047570D"/>
    <w:p w14:paraId="19818171" w14:textId="77777777" w:rsidR="0047570D" w:rsidRDefault="0047570D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7570D" w14:paraId="0ACC0535" w14:textId="77777777">
        <w:tc>
          <w:tcPr>
            <w:tcW w:w="777" w:type="dxa"/>
            <w:shd w:val="clear" w:color="auto" w:fill="E6E6E6"/>
            <w:vAlign w:val="center"/>
          </w:tcPr>
          <w:p w14:paraId="184F8320" w14:textId="77777777" w:rsidR="0047570D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662982" w14:textId="77777777" w:rsidR="0047570D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5333A0" w14:textId="77777777" w:rsidR="0047570D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F03AF7" w14:textId="77777777" w:rsidR="0047570D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131EA1" w14:textId="77777777" w:rsidR="0047570D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8AB492" w14:textId="77777777" w:rsidR="0047570D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3E13B8" w14:textId="77777777" w:rsidR="0047570D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8722AE" w14:textId="77777777" w:rsidR="0047570D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4A46D4" w14:textId="77777777" w:rsidR="0047570D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8BEFC9" w14:textId="77777777" w:rsidR="0047570D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7AB169" w14:textId="77777777" w:rsidR="0047570D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F4D63F" w14:textId="77777777" w:rsidR="0047570D" w:rsidRDefault="00000000">
            <w:pPr>
              <w:jc w:val="center"/>
            </w:pPr>
            <w:r>
              <w:t>11:00</w:t>
            </w:r>
          </w:p>
        </w:tc>
      </w:tr>
      <w:tr w:rsidR="0047570D" w14:paraId="60BE04D9" w14:textId="77777777">
        <w:tc>
          <w:tcPr>
            <w:tcW w:w="777" w:type="dxa"/>
            <w:vAlign w:val="center"/>
          </w:tcPr>
          <w:p w14:paraId="4FF07F52" w14:textId="77777777" w:rsidR="0047570D" w:rsidRDefault="00000000">
            <w:r>
              <w:lastRenderedPageBreak/>
              <w:t>27.82</w:t>
            </w:r>
          </w:p>
        </w:tc>
        <w:tc>
          <w:tcPr>
            <w:tcW w:w="777" w:type="dxa"/>
            <w:vAlign w:val="center"/>
          </w:tcPr>
          <w:p w14:paraId="5851480D" w14:textId="77777777" w:rsidR="0047570D" w:rsidRDefault="00000000">
            <w:r>
              <w:t>27.79</w:t>
            </w:r>
          </w:p>
        </w:tc>
        <w:tc>
          <w:tcPr>
            <w:tcW w:w="777" w:type="dxa"/>
            <w:vAlign w:val="center"/>
          </w:tcPr>
          <w:p w14:paraId="4145FDB4" w14:textId="77777777" w:rsidR="0047570D" w:rsidRDefault="00000000">
            <w:r>
              <w:t>27.75</w:t>
            </w:r>
          </w:p>
        </w:tc>
        <w:tc>
          <w:tcPr>
            <w:tcW w:w="777" w:type="dxa"/>
            <w:vAlign w:val="center"/>
          </w:tcPr>
          <w:p w14:paraId="3522BA35" w14:textId="77777777" w:rsidR="0047570D" w:rsidRDefault="00000000">
            <w:r>
              <w:t>27.72</w:t>
            </w:r>
          </w:p>
        </w:tc>
        <w:tc>
          <w:tcPr>
            <w:tcW w:w="777" w:type="dxa"/>
            <w:vAlign w:val="center"/>
          </w:tcPr>
          <w:p w14:paraId="104E589A" w14:textId="77777777" w:rsidR="0047570D" w:rsidRDefault="00000000">
            <w:r>
              <w:t>27.67</w:t>
            </w:r>
          </w:p>
        </w:tc>
        <w:tc>
          <w:tcPr>
            <w:tcW w:w="777" w:type="dxa"/>
            <w:vAlign w:val="center"/>
          </w:tcPr>
          <w:p w14:paraId="28A9BB27" w14:textId="77777777" w:rsidR="0047570D" w:rsidRDefault="00000000">
            <w:r>
              <w:t>27.63</w:t>
            </w:r>
          </w:p>
        </w:tc>
        <w:tc>
          <w:tcPr>
            <w:tcW w:w="777" w:type="dxa"/>
            <w:vAlign w:val="center"/>
          </w:tcPr>
          <w:p w14:paraId="127D8B48" w14:textId="77777777" w:rsidR="0047570D" w:rsidRDefault="00000000">
            <w:r>
              <w:t>27.58</w:t>
            </w:r>
          </w:p>
        </w:tc>
        <w:tc>
          <w:tcPr>
            <w:tcW w:w="777" w:type="dxa"/>
            <w:vAlign w:val="center"/>
          </w:tcPr>
          <w:p w14:paraId="755500E6" w14:textId="77777777" w:rsidR="0047570D" w:rsidRDefault="00000000">
            <w:r>
              <w:t>27.53</w:t>
            </w:r>
          </w:p>
        </w:tc>
        <w:tc>
          <w:tcPr>
            <w:tcW w:w="777" w:type="dxa"/>
            <w:vAlign w:val="center"/>
          </w:tcPr>
          <w:p w14:paraId="59107D27" w14:textId="77777777" w:rsidR="0047570D" w:rsidRDefault="00000000">
            <w:r>
              <w:t>27.48</w:t>
            </w:r>
          </w:p>
        </w:tc>
        <w:tc>
          <w:tcPr>
            <w:tcW w:w="777" w:type="dxa"/>
            <w:vAlign w:val="center"/>
          </w:tcPr>
          <w:p w14:paraId="689E15E9" w14:textId="77777777" w:rsidR="0047570D" w:rsidRDefault="00000000">
            <w:r>
              <w:t>27.45</w:t>
            </w:r>
          </w:p>
        </w:tc>
        <w:tc>
          <w:tcPr>
            <w:tcW w:w="777" w:type="dxa"/>
            <w:vAlign w:val="center"/>
          </w:tcPr>
          <w:p w14:paraId="13BB7632" w14:textId="77777777" w:rsidR="0047570D" w:rsidRDefault="00000000">
            <w:r>
              <w:t>27.44</w:t>
            </w:r>
          </w:p>
        </w:tc>
        <w:tc>
          <w:tcPr>
            <w:tcW w:w="777" w:type="dxa"/>
            <w:vAlign w:val="center"/>
          </w:tcPr>
          <w:p w14:paraId="19B21AE2" w14:textId="77777777" w:rsidR="0047570D" w:rsidRDefault="00000000">
            <w:r>
              <w:t>27.46</w:t>
            </w:r>
          </w:p>
        </w:tc>
      </w:tr>
      <w:tr w:rsidR="0047570D" w14:paraId="088DC07D" w14:textId="77777777">
        <w:tc>
          <w:tcPr>
            <w:tcW w:w="777" w:type="dxa"/>
            <w:shd w:val="clear" w:color="auto" w:fill="E6E6E6"/>
            <w:vAlign w:val="center"/>
          </w:tcPr>
          <w:p w14:paraId="74CCF43C" w14:textId="77777777" w:rsidR="0047570D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C2A837" w14:textId="77777777" w:rsidR="0047570D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BC4116" w14:textId="77777777" w:rsidR="0047570D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19D39E" w14:textId="77777777" w:rsidR="0047570D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D81A15" w14:textId="77777777" w:rsidR="0047570D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6D6E9E" w14:textId="77777777" w:rsidR="0047570D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399F2D" w14:textId="77777777" w:rsidR="0047570D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9C843F" w14:textId="77777777" w:rsidR="0047570D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8A4B51" w14:textId="77777777" w:rsidR="0047570D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F782196" w14:textId="77777777" w:rsidR="0047570D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AD7C6A" w14:textId="77777777" w:rsidR="0047570D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8AD157" w14:textId="77777777" w:rsidR="0047570D" w:rsidRDefault="00000000">
            <w:r>
              <w:t>23:00</w:t>
            </w:r>
          </w:p>
        </w:tc>
      </w:tr>
      <w:tr w:rsidR="0047570D" w14:paraId="1B468D11" w14:textId="77777777">
        <w:tc>
          <w:tcPr>
            <w:tcW w:w="777" w:type="dxa"/>
            <w:vAlign w:val="center"/>
          </w:tcPr>
          <w:p w14:paraId="411E32A2" w14:textId="77777777" w:rsidR="0047570D" w:rsidRDefault="00000000">
            <w:r>
              <w:t>27.51</w:t>
            </w:r>
          </w:p>
        </w:tc>
        <w:tc>
          <w:tcPr>
            <w:tcW w:w="777" w:type="dxa"/>
            <w:vAlign w:val="center"/>
          </w:tcPr>
          <w:p w14:paraId="3E8945AC" w14:textId="77777777" w:rsidR="0047570D" w:rsidRDefault="00000000">
            <w:r>
              <w:t>27.58</w:t>
            </w:r>
          </w:p>
        </w:tc>
        <w:tc>
          <w:tcPr>
            <w:tcW w:w="777" w:type="dxa"/>
            <w:vAlign w:val="center"/>
          </w:tcPr>
          <w:p w14:paraId="3342A2A3" w14:textId="77777777" w:rsidR="0047570D" w:rsidRDefault="00000000">
            <w:r>
              <w:t>27.64</w:t>
            </w:r>
          </w:p>
        </w:tc>
        <w:tc>
          <w:tcPr>
            <w:tcW w:w="777" w:type="dxa"/>
            <w:vAlign w:val="center"/>
          </w:tcPr>
          <w:p w14:paraId="1E66282D" w14:textId="77777777" w:rsidR="0047570D" w:rsidRDefault="00000000">
            <w:r>
              <w:t>27.71</w:t>
            </w:r>
          </w:p>
        </w:tc>
        <w:tc>
          <w:tcPr>
            <w:tcW w:w="777" w:type="dxa"/>
            <w:vAlign w:val="center"/>
          </w:tcPr>
          <w:p w14:paraId="501FFB79" w14:textId="77777777" w:rsidR="0047570D" w:rsidRDefault="00000000">
            <w:r>
              <w:t>27.76</w:t>
            </w:r>
          </w:p>
        </w:tc>
        <w:tc>
          <w:tcPr>
            <w:tcW w:w="777" w:type="dxa"/>
            <w:vAlign w:val="center"/>
          </w:tcPr>
          <w:p w14:paraId="75FF227A" w14:textId="77777777" w:rsidR="0047570D" w:rsidRDefault="00000000">
            <w:r>
              <w:t>27.80</w:t>
            </w:r>
          </w:p>
        </w:tc>
        <w:tc>
          <w:tcPr>
            <w:tcW w:w="777" w:type="dxa"/>
            <w:vAlign w:val="center"/>
          </w:tcPr>
          <w:p w14:paraId="57DA9423" w14:textId="77777777" w:rsidR="0047570D" w:rsidRDefault="00000000">
            <w:r>
              <w:t>27.84</w:t>
            </w:r>
          </w:p>
        </w:tc>
        <w:tc>
          <w:tcPr>
            <w:tcW w:w="777" w:type="dxa"/>
            <w:vAlign w:val="center"/>
          </w:tcPr>
          <w:p w14:paraId="7771D941" w14:textId="77777777" w:rsidR="0047570D" w:rsidRDefault="00000000">
            <w:r>
              <w:t>27.86</w:t>
            </w:r>
          </w:p>
        </w:tc>
        <w:tc>
          <w:tcPr>
            <w:tcW w:w="777" w:type="dxa"/>
            <w:vAlign w:val="center"/>
          </w:tcPr>
          <w:p w14:paraId="65A88AF2" w14:textId="77777777" w:rsidR="0047570D" w:rsidRDefault="00000000">
            <w:r>
              <w:rPr>
                <w:color w:val="3333CC"/>
              </w:rPr>
              <w:t>27.87</w:t>
            </w:r>
          </w:p>
        </w:tc>
        <w:tc>
          <w:tcPr>
            <w:tcW w:w="777" w:type="dxa"/>
            <w:vAlign w:val="center"/>
          </w:tcPr>
          <w:p w14:paraId="0DE75B54" w14:textId="77777777" w:rsidR="0047570D" w:rsidRDefault="00000000">
            <w:r>
              <w:t>27.87</w:t>
            </w:r>
          </w:p>
        </w:tc>
        <w:tc>
          <w:tcPr>
            <w:tcW w:w="777" w:type="dxa"/>
            <w:vAlign w:val="center"/>
          </w:tcPr>
          <w:p w14:paraId="7FA77131" w14:textId="77777777" w:rsidR="0047570D" w:rsidRDefault="00000000">
            <w:r>
              <w:t>27.86</w:t>
            </w:r>
          </w:p>
        </w:tc>
        <w:tc>
          <w:tcPr>
            <w:tcW w:w="777" w:type="dxa"/>
            <w:vAlign w:val="center"/>
          </w:tcPr>
          <w:p w14:paraId="55AE502C" w14:textId="77777777" w:rsidR="0047570D" w:rsidRDefault="00000000">
            <w:r>
              <w:t>27.84</w:t>
            </w:r>
          </w:p>
        </w:tc>
      </w:tr>
    </w:tbl>
    <w:p w14:paraId="7C9E79EC" w14:textId="77777777" w:rsidR="0047570D" w:rsidRDefault="00000000">
      <w:pPr>
        <w:pStyle w:val="4"/>
      </w:pPr>
      <w:r>
        <w:t>空调房间：西向逐时温度</w:t>
      </w:r>
    </w:p>
    <w:p w14:paraId="66B84E24" w14:textId="77777777" w:rsidR="0047570D" w:rsidRDefault="00000000">
      <w:pPr>
        <w:jc w:val="center"/>
      </w:pPr>
      <w:r>
        <w:rPr>
          <w:noProof/>
        </w:rPr>
        <w:drawing>
          <wp:inline distT="0" distB="0" distL="0" distR="0" wp14:anchorId="3961C1F4" wp14:editId="765A73EC">
            <wp:extent cx="5667375" cy="282892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A9B36" w14:textId="77777777" w:rsidR="0047570D" w:rsidRDefault="0047570D"/>
    <w:p w14:paraId="1141422F" w14:textId="77777777" w:rsidR="0047570D" w:rsidRDefault="0047570D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7570D" w14:paraId="64166503" w14:textId="77777777">
        <w:tc>
          <w:tcPr>
            <w:tcW w:w="777" w:type="dxa"/>
            <w:shd w:val="clear" w:color="auto" w:fill="E6E6E6"/>
            <w:vAlign w:val="center"/>
          </w:tcPr>
          <w:p w14:paraId="0F94B734" w14:textId="77777777" w:rsidR="0047570D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450D39" w14:textId="77777777" w:rsidR="0047570D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191A8D" w14:textId="77777777" w:rsidR="0047570D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1C5AB4" w14:textId="77777777" w:rsidR="0047570D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D0902B" w14:textId="77777777" w:rsidR="0047570D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37A73A" w14:textId="77777777" w:rsidR="0047570D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171B3D" w14:textId="77777777" w:rsidR="0047570D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7CAB5C" w14:textId="77777777" w:rsidR="0047570D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C6A4BD" w14:textId="77777777" w:rsidR="0047570D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AAC8F7" w14:textId="77777777" w:rsidR="0047570D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EC9190" w14:textId="77777777" w:rsidR="0047570D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98EF04" w14:textId="77777777" w:rsidR="0047570D" w:rsidRDefault="00000000">
            <w:pPr>
              <w:jc w:val="center"/>
            </w:pPr>
            <w:r>
              <w:t>11:00</w:t>
            </w:r>
          </w:p>
        </w:tc>
      </w:tr>
      <w:tr w:rsidR="0047570D" w14:paraId="0FBF9987" w14:textId="77777777">
        <w:tc>
          <w:tcPr>
            <w:tcW w:w="777" w:type="dxa"/>
            <w:vAlign w:val="center"/>
          </w:tcPr>
          <w:p w14:paraId="4A2E07F8" w14:textId="77777777" w:rsidR="0047570D" w:rsidRDefault="00000000">
            <w:r>
              <w:t>27.94</w:t>
            </w:r>
          </w:p>
        </w:tc>
        <w:tc>
          <w:tcPr>
            <w:tcW w:w="777" w:type="dxa"/>
            <w:vAlign w:val="center"/>
          </w:tcPr>
          <w:p w14:paraId="62F493CD" w14:textId="77777777" w:rsidR="0047570D" w:rsidRDefault="00000000">
            <w:r>
              <w:t>27.91</w:t>
            </w:r>
          </w:p>
        </w:tc>
        <w:tc>
          <w:tcPr>
            <w:tcW w:w="777" w:type="dxa"/>
            <w:vAlign w:val="center"/>
          </w:tcPr>
          <w:p w14:paraId="5BD71017" w14:textId="77777777" w:rsidR="0047570D" w:rsidRDefault="00000000">
            <w:r>
              <w:t>27.87</w:t>
            </w:r>
          </w:p>
        </w:tc>
        <w:tc>
          <w:tcPr>
            <w:tcW w:w="777" w:type="dxa"/>
            <w:vAlign w:val="center"/>
          </w:tcPr>
          <w:p w14:paraId="64911C6B" w14:textId="77777777" w:rsidR="0047570D" w:rsidRDefault="00000000">
            <w:r>
              <w:t>27.82</w:t>
            </w:r>
          </w:p>
        </w:tc>
        <w:tc>
          <w:tcPr>
            <w:tcW w:w="777" w:type="dxa"/>
            <w:vAlign w:val="center"/>
          </w:tcPr>
          <w:p w14:paraId="2DFC1B73" w14:textId="77777777" w:rsidR="0047570D" w:rsidRDefault="00000000">
            <w:r>
              <w:t>27.77</w:t>
            </w:r>
          </w:p>
        </w:tc>
        <w:tc>
          <w:tcPr>
            <w:tcW w:w="777" w:type="dxa"/>
            <w:vAlign w:val="center"/>
          </w:tcPr>
          <w:p w14:paraId="3BB5D7CE" w14:textId="77777777" w:rsidR="0047570D" w:rsidRDefault="00000000">
            <w:r>
              <w:t>27.72</w:t>
            </w:r>
          </w:p>
        </w:tc>
        <w:tc>
          <w:tcPr>
            <w:tcW w:w="777" w:type="dxa"/>
            <w:vAlign w:val="center"/>
          </w:tcPr>
          <w:p w14:paraId="4A24C92F" w14:textId="77777777" w:rsidR="0047570D" w:rsidRDefault="00000000">
            <w:r>
              <w:t>27.67</w:t>
            </w:r>
          </w:p>
        </w:tc>
        <w:tc>
          <w:tcPr>
            <w:tcW w:w="777" w:type="dxa"/>
            <w:vAlign w:val="center"/>
          </w:tcPr>
          <w:p w14:paraId="0046F7A1" w14:textId="77777777" w:rsidR="0047570D" w:rsidRDefault="00000000">
            <w:r>
              <w:t>27.62</w:t>
            </w:r>
          </w:p>
        </w:tc>
        <w:tc>
          <w:tcPr>
            <w:tcW w:w="777" w:type="dxa"/>
            <w:vAlign w:val="center"/>
          </w:tcPr>
          <w:p w14:paraId="3D969003" w14:textId="77777777" w:rsidR="0047570D" w:rsidRDefault="00000000">
            <w:r>
              <w:t>27.56</w:t>
            </w:r>
          </w:p>
        </w:tc>
        <w:tc>
          <w:tcPr>
            <w:tcW w:w="777" w:type="dxa"/>
            <w:vAlign w:val="center"/>
          </w:tcPr>
          <w:p w14:paraId="541FA998" w14:textId="77777777" w:rsidR="0047570D" w:rsidRDefault="00000000">
            <w:r>
              <w:t>27.52</w:t>
            </w:r>
          </w:p>
        </w:tc>
        <w:tc>
          <w:tcPr>
            <w:tcW w:w="777" w:type="dxa"/>
            <w:vAlign w:val="center"/>
          </w:tcPr>
          <w:p w14:paraId="5DBA00A9" w14:textId="77777777" w:rsidR="0047570D" w:rsidRDefault="00000000">
            <w:r>
              <w:t>27.49</w:t>
            </w:r>
          </w:p>
        </w:tc>
        <w:tc>
          <w:tcPr>
            <w:tcW w:w="777" w:type="dxa"/>
            <w:vAlign w:val="center"/>
          </w:tcPr>
          <w:p w14:paraId="43B8486F" w14:textId="77777777" w:rsidR="0047570D" w:rsidRDefault="00000000">
            <w:r>
              <w:t>27.48</w:t>
            </w:r>
          </w:p>
        </w:tc>
      </w:tr>
      <w:tr w:rsidR="0047570D" w14:paraId="767E591C" w14:textId="77777777">
        <w:tc>
          <w:tcPr>
            <w:tcW w:w="777" w:type="dxa"/>
            <w:shd w:val="clear" w:color="auto" w:fill="E6E6E6"/>
            <w:vAlign w:val="center"/>
          </w:tcPr>
          <w:p w14:paraId="4471834B" w14:textId="77777777" w:rsidR="0047570D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C6B760" w14:textId="77777777" w:rsidR="0047570D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75C3A1" w14:textId="77777777" w:rsidR="0047570D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DEC496" w14:textId="77777777" w:rsidR="0047570D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28AB2C" w14:textId="77777777" w:rsidR="0047570D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3B9A6A" w14:textId="77777777" w:rsidR="0047570D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9FAFC5" w14:textId="77777777" w:rsidR="0047570D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26FB8C" w14:textId="77777777" w:rsidR="0047570D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8D01C0" w14:textId="77777777" w:rsidR="0047570D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88FF0F" w14:textId="77777777" w:rsidR="0047570D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ADDA42" w14:textId="77777777" w:rsidR="0047570D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9B00E7" w14:textId="77777777" w:rsidR="0047570D" w:rsidRDefault="00000000">
            <w:r>
              <w:t>23:00</w:t>
            </w:r>
          </w:p>
        </w:tc>
      </w:tr>
      <w:tr w:rsidR="0047570D" w14:paraId="27F9D77C" w14:textId="77777777">
        <w:tc>
          <w:tcPr>
            <w:tcW w:w="777" w:type="dxa"/>
            <w:vAlign w:val="center"/>
          </w:tcPr>
          <w:p w14:paraId="682D740A" w14:textId="77777777" w:rsidR="0047570D" w:rsidRDefault="00000000">
            <w:r>
              <w:t>27.49</w:t>
            </w:r>
          </w:p>
        </w:tc>
        <w:tc>
          <w:tcPr>
            <w:tcW w:w="777" w:type="dxa"/>
            <w:vAlign w:val="center"/>
          </w:tcPr>
          <w:p w14:paraId="32C9A0FD" w14:textId="77777777" w:rsidR="0047570D" w:rsidRDefault="00000000">
            <w:r>
              <w:t>27.53</w:t>
            </w:r>
          </w:p>
        </w:tc>
        <w:tc>
          <w:tcPr>
            <w:tcW w:w="777" w:type="dxa"/>
            <w:vAlign w:val="center"/>
          </w:tcPr>
          <w:p w14:paraId="7C31DF53" w14:textId="77777777" w:rsidR="0047570D" w:rsidRDefault="00000000">
            <w:r>
              <w:t>27.60</w:t>
            </w:r>
          </w:p>
        </w:tc>
        <w:tc>
          <w:tcPr>
            <w:tcW w:w="777" w:type="dxa"/>
            <w:vAlign w:val="center"/>
          </w:tcPr>
          <w:p w14:paraId="2051760E" w14:textId="77777777" w:rsidR="0047570D" w:rsidRDefault="00000000">
            <w:r>
              <w:t>27.68</w:t>
            </w:r>
          </w:p>
        </w:tc>
        <w:tc>
          <w:tcPr>
            <w:tcW w:w="777" w:type="dxa"/>
            <w:vAlign w:val="center"/>
          </w:tcPr>
          <w:p w14:paraId="702AB726" w14:textId="77777777" w:rsidR="0047570D" w:rsidRDefault="00000000">
            <w:r>
              <w:t>27.77</w:t>
            </w:r>
          </w:p>
        </w:tc>
        <w:tc>
          <w:tcPr>
            <w:tcW w:w="777" w:type="dxa"/>
            <w:vAlign w:val="center"/>
          </w:tcPr>
          <w:p w14:paraId="31C11242" w14:textId="77777777" w:rsidR="0047570D" w:rsidRDefault="00000000">
            <w:r>
              <w:t>27.86</w:t>
            </w:r>
          </w:p>
        </w:tc>
        <w:tc>
          <w:tcPr>
            <w:tcW w:w="777" w:type="dxa"/>
            <w:vAlign w:val="center"/>
          </w:tcPr>
          <w:p w14:paraId="56E645B7" w14:textId="77777777" w:rsidR="0047570D" w:rsidRDefault="00000000">
            <w:r>
              <w:t>27.93</w:t>
            </w:r>
          </w:p>
        </w:tc>
        <w:tc>
          <w:tcPr>
            <w:tcW w:w="777" w:type="dxa"/>
            <w:vAlign w:val="center"/>
          </w:tcPr>
          <w:p w14:paraId="5B0D7238" w14:textId="77777777" w:rsidR="0047570D" w:rsidRDefault="00000000">
            <w:r>
              <w:t>27.98</w:t>
            </w:r>
          </w:p>
        </w:tc>
        <w:tc>
          <w:tcPr>
            <w:tcW w:w="777" w:type="dxa"/>
            <w:vAlign w:val="center"/>
          </w:tcPr>
          <w:p w14:paraId="2DE3A809" w14:textId="77777777" w:rsidR="0047570D" w:rsidRDefault="00000000">
            <w:r>
              <w:t>28.00</w:t>
            </w:r>
          </w:p>
        </w:tc>
        <w:tc>
          <w:tcPr>
            <w:tcW w:w="777" w:type="dxa"/>
            <w:vAlign w:val="center"/>
          </w:tcPr>
          <w:p w14:paraId="11B22502" w14:textId="77777777" w:rsidR="0047570D" w:rsidRDefault="00000000">
            <w:r>
              <w:rPr>
                <w:color w:val="3333CC"/>
              </w:rPr>
              <w:t>28.00</w:t>
            </w:r>
          </w:p>
        </w:tc>
        <w:tc>
          <w:tcPr>
            <w:tcW w:w="777" w:type="dxa"/>
            <w:vAlign w:val="center"/>
          </w:tcPr>
          <w:p w14:paraId="7A4278FE" w14:textId="77777777" w:rsidR="0047570D" w:rsidRDefault="00000000">
            <w:r>
              <w:t>27.99</w:t>
            </w:r>
          </w:p>
        </w:tc>
        <w:tc>
          <w:tcPr>
            <w:tcW w:w="777" w:type="dxa"/>
            <w:vAlign w:val="center"/>
          </w:tcPr>
          <w:p w14:paraId="63289C1C" w14:textId="77777777" w:rsidR="0047570D" w:rsidRDefault="00000000">
            <w:r>
              <w:t>27.97</w:t>
            </w:r>
          </w:p>
        </w:tc>
      </w:tr>
    </w:tbl>
    <w:p w14:paraId="36CC6672" w14:textId="77777777" w:rsidR="0047570D" w:rsidRDefault="00000000">
      <w:pPr>
        <w:pStyle w:val="4"/>
      </w:pPr>
      <w:r>
        <w:t>空调房间：南向逐时温度</w:t>
      </w:r>
    </w:p>
    <w:p w14:paraId="5A82F84E" w14:textId="77777777" w:rsidR="0047570D" w:rsidRDefault="00000000">
      <w:pPr>
        <w:jc w:val="center"/>
      </w:pPr>
      <w:r>
        <w:rPr>
          <w:noProof/>
        </w:rPr>
        <w:drawing>
          <wp:inline distT="0" distB="0" distL="0" distR="0" wp14:anchorId="071E0D1D" wp14:editId="26E9C610">
            <wp:extent cx="5667375" cy="28289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CC0D1" w14:textId="77777777" w:rsidR="0047570D" w:rsidRDefault="0047570D"/>
    <w:p w14:paraId="65FE1520" w14:textId="77777777" w:rsidR="0047570D" w:rsidRDefault="0047570D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7570D" w14:paraId="5D7AF63C" w14:textId="77777777">
        <w:tc>
          <w:tcPr>
            <w:tcW w:w="777" w:type="dxa"/>
            <w:shd w:val="clear" w:color="auto" w:fill="E6E6E6"/>
            <w:vAlign w:val="center"/>
          </w:tcPr>
          <w:p w14:paraId="5F7D488F" w14:textId="77777777" w:rsidR="0047570D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559147" w14:textId="77777777" w:rsidR="0047570D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B3503F" w14:textId="77777777" w:rsidR="0047570D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1A599B" w14:textId="77777777" w:rsidR="0047570D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EC452E" w14:textId="77777777" w:rsidR="0047570D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26E68D" w14:textId="77777777" w:rsidR="0047570D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679E31" w14:textId="77777777" w:rsidR="0047570D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2C9803" w14:textId="77777777" w:rsidR="0047570D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D09F9B" w14:textId="77777777" w:rsidR="0047570D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87C217" w14:textId="77777777" w:rsidR="0047570D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2DE2D2" w14:textId="77777777" w:rsidR="0047570D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634C82" w14:textId="77777777" w:rsidR="0047570D" w:rsidRDefault="00000000">
            <w:pPr>
              <w:jc w:val="center"/>
            </w:pPr>
            <w:r>
              <w:t>11:00</w:t>
            </w:r>
          </w:p>
        </w:tc>
      </w:tr>
      <w:tr w:rsidR="0047570D" w14:paraId="5E063E7B" w14:textId="77777777">
        <w:tc>
          <w:tcPr>
            <w:tcW w:w="777" w:type="dxa"/>
            <w:vAlign w:val="center"/>
          </w:tcPr>
          <w:p w14:paraId="514541EC" w14:textId="77777777" w:rsidR="0047570D" w:rsidRDefault="00000000">
            <w:r>
              <w:t>27.75</w:t>
            </w:r>
          </w:p>
        </w:tc>
        <w:tc>
          <w:tcPr>
            <w:tcW w:w="777" w:type="dxa"/>
            <w:vAlign w:val="center"/>
          </w:tcPr>
          <w:p w14:paraId="68FEEAAD" w14:textId="77777777" w:rsidR="0047570D" w:rsidRDefault="00000000">
            <w:r>
              <w:t>27.72</w:t>
            </w:r>
          </w:p>
        </w:tc>
        <w:tc>
          <w:tcPr>
            <w:tcW w:w="777" w:type="dxa"/>
            <w:vAlign w:val="center"/>
          </w:tcPr>
          <w:p w14:paraId="167DD6ED" w14:textId="77777777" w:rsidR="0047570D" w:rsidRDefault="00000000">
            <w:r>
              <w:t>27.69</w:t>
            </w:r>
          </w:p>
        </w:tc>
        <w:tc>
          <w:tcPr>
            <w:tcW w:w="777" w:type="dxa"/>
            <w:vAlign w:val="center"/>
          </w:tcPr>
          <w:p w14:paraId="74AB0109" w14:textId="77777777" w:rsidR="0047570D" w:rsidRDefault="00000000">
            <w:r>
              <w:t>27.66</w:t>
            </w:r>
          </w:p>
        </w:tc>
        <w:tc>
          <w:tcPr>
            <w:tcW w:w="777" w:type="dxa"/>
            <w:vAlign w:val="center"/>
          </w:tcPr>
          <w:p w14:paraId="5F53A649" w14:textId="77777777" w:rsidR="0047570D" w:rsidRDefault="00000000">
            <w:r>
              <w:t>27.62</w:t>
            </w:r>
          </w:p>
        </w:tc>
        <w:tc>
          <w:tcPr>
            <w:tcW w:w="777" w:type="dxa"/>
            <w:vAlign w:val="center"/>
          </w:tcPr>
          <w:p w14:paraId="271F2DA4" w14:textId="77777777" w:rsidR="0047570D" w:rsidRDefault="00000000">
            <w:r>
              <w:t>27.57</w:t>
            </w:r>
          </w:p>
        </w:tc>
        <w:tc>
          <w:tcPr>
            <w:tcW w:w="777" w:type="dxa"/>
            <w:vAlign w:val="center"/>
          </w:tcPr>
          <w:p w14:paraId="7226AE5D" w14:textId="77777777" w:rsidR="0047570D" w:rsidRDefault="00000000">
            <w:r>
              <w:t>27.53</w:t>
            </w:r>
          </w:p>
        </w:tc>
        <w:tc>
          <w:tcPr>
            <w:tcW w:w="777" w:type="dxa"/>
            <w:vAlign w:val="center"/>
          </w:tcPr>
          <w:p w14:paraId="50FC120E" w14:textId="77777777" w:rsidR="0047570D" w:rsidRDefault="00000000">
            <w:r>
              <w:t>27.48</w:t>
            </w:r>
          </w:p>
        </w:tc>
        <w:tc>
          <w:tcPr>
            <w:tcW w:w="777" w:type="dxa"/>
            <w:vAlign w:val="center"/>
          </w:tcPr>
          <w:p w14:paraId="714D8F0E" w14:textId="77777777" w:rsidR="0047570D" w:rsidRDefault="00000000">
            <w:r>
              <w:t>27.44</w:t>
            </w:r>
          </w:p>
        </w:tc>
        <w:tc>
          <w:tcPr>
            <w:tcW w:w="777" w:type="dxa"/>
            <w:vAlign w:val="center"/>
          </w:tcPr>
          <w:p w14:paraId="47760279" w14:textId="77777777" w:rsidR="0047570D" w:rsidRDefault="00000000">
            <w:r>
              <w:t>27.40</w:t>
            </w:r>
          </w:p>
        </w:tc>
        <w:tc>
          <w:tcPr>
            <w:tcW w:w="777" w:type="dxa"/>
            <w:vAlign w:val="center"/>
          </w:tcPr>
          <w:p w14:paraId="1549B580" w14:textId="77777777" w:rsidR="0047570D" w:rsidRDefault="00000000">
            <w:r>
              <w:t>27.37</w:t>
            </w:r>
          </w:p>
        </w:tc>
        <w:tc>
          <w:tcPr>
            <w:tcW w:w="777" w:type="dxa"/>
            <w:vAlign w:val="center"/>
          </w:tcPr>
          <w:p w14:paraId="47C4A54C" w14:textId="77777777" w:rsidR="0047570D" w:rsidRDefault="00000000">
            <w:r>
              <w:t>27.37</w:t>
            </w:r>
          </w:p>
        </w:tc>
      </w:tr>
      <w:tr w:rsidR="0047570D" w14:paraId="46C3549F" w14:textId="77777777">
        <w:tc>
          <w:tcPr>
            <w:tcW w:w="777" w:type="dxa"/>
            <w:shd w:val="clear" w:color="auto" w:fill="E6E6E6"/>
            <w:vAlign w:val="center"/>
          </w:tcPr>
          <w:p w14:paraId="3097E7C6" w14:textId="77777777" w:rsidR="0047570D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A370C5" w14:textId="77777777" w:rsidR="0047570D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2A073C" w14:textId="77777777" w:rsidR="0047570D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64888D" w14:textId="77777777" w:rsidR="0047570D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D75786" w14:textId="77777777" w:rsidR="0047570D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458267" w14:textId="77777777" w:rsidR="0047570D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A87146" w14:textId="77777777" w:rsidR="0047570D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0E6BB0" w14:textId="77777777" w:rsidR="0047570D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460FF0" w14:textId="77777777" w:rsidR="0047570D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DE2B3A" w14:textId="77777777" w:rsidR="0047570D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2D1D05" w14:textId="77777777" w:rsidR="0047570D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BF378F" w14:textId="77777777" w:rsidR="0047570D" w:rsidRDefault="00000000">
            <w:r>
              <w:t>23:00</w:t>
            </w:r>
          </w:p>
        </w:tc>
      </w:tr>
      <w:tr w:rsidR="0047570D" w14:paraId="1399C53A" w14:textId="77777777">
        <w:tc>
          <w:tcPr>
            <w:tcW w:w="777" w:type="dxa"/>
            <w:vAlign w:val="center"/>
          </w:tcPr>
          <w:p w14:paraId="4E923246" w14:textId="77777777" w:rsidR="0047570D" w:rsidRDefault="00000000">
            <w:r>
              <w:t>27.40</w:t>
            </w:r>
          </w:p>
        </w:tc>
        <w:tc>
          <w:tcPr>
            <w:tcW w:w="777" w:type="dxa"/>
            <w:vAlign w:val="center"/>
          </w:tcPr>
          <w:p w14:paraId="599F9174" w14:textId="77777777" w:rsidR="0047570D" w:rsidRDefault="00000000">
            <w:r>
              <w:t>27.45</w:t>
            </w:r>
          </w:p>
        </w:tc>
        <w:tc>
          <w:tcPr>
            <w:tcW w:w="777" w:type="dxa"/>
            <w:vAlign w:val="center"/>
          </w:tcPr>
          <w:p w14:paraId="599BE9CD" w14:textId="77777777" w:rsidR="0047570D" w:rsidRDefault="00000000">
            <w:r>
              <w:t>27.52</w:t>
            </w:r>
          </w:p>
        </w:tc>
        <w:tc>
          <w:tcPr>
            <w:tcW w:w="777" w:type="dxa"/>
            <w:vAlign w:val="center"/>
          </w:tcPr>
          <w:p w14:paraId="4D65556F" w14:textId="77777777" w:rsidR="0047570D" w:rsidRDefault="00000000">
            <w:r>
              <w:t>27.59</w:t>
            </w:r>
          </w:p>
        </w:tc>
        <w:tc>
          <w:tcPr>
            <w:tcW w:w="777" w:type="dxa"/>
            <w:vAlign w:val="center"/>
          </w:tcPr>
          <w:p w14:paraId="438B55BF" w14:textId="77777777" w:rsidR="0047570D" w:rsidRDefault="00000000">
            <w:r>
              <w:t>27.65</w:t>
            </w:r>
          </w:p>
        </w:tc>
        <w:tc>
          <w:tcPr>
            <w:tcW w:w="777" w:type="dxa"/>
            <w:vAlign w:val="center"/>
          </w:tcPr>
          <w:p w14:paraId="536552BB" w14:textId="77777777" w:rsidR="0047570D" w:rsidRDefault="00000000">
            <w:r>
              <w:t>27.70</w:t>
            </w:r>
          </w:p>
        </w:tc>
        <w:tc>
          <w:tcPr>
            <w:tcW w:w="777" w:type="dxa"/>
            <w:vAlign w:val="center"/>
          </w:tcPr>
          <w:p w14:paraId="7123C1AC" w14:textId="77777777" w:rsidR="0047570D" w:rsidRDefault="00000000">
            <w:r>
              <w:t>27.75</w:t>
            </w:r>
          </w:p>
        </w:tc>
        <w:tc>
          <w:tcPr>
            <w:tcW w:w="777" w:type="dxa"/>
            <w:vAlign w:val="center"/>
          </w:tcPr>
          <w:p w14:paraId="03C9D95A" w14:textId="77777777" w:rsidR="0047570D" w:rsidRDefault="00000000">
            <w:r>
              <w:t>27.77</w:t>
            </w:r>
          </w:p>
        </w:tc>
        <w:tc>
          <w:tcPr>
            <w:tcW w:w="777" w:type="dxa"/>
            <w:vAlign w:val="center"/>
          </w:tcPr>
          <w:p w14:paraId="71A3FA87" w14:textId="77777777" w:rsidR="0047570D" w:rsidRDefault="00000000">
            <w:r>
              <w:t>27.79</w:t>
            </w:r>
          </w:p>
        </w:tc>
        <w:tc>
          <w:tcPr>
            <w:tcW w:w="777" w:type="dxa"/>
            <w:vAlign w:val="center"/>
          </w:tcPr>
          <w:p w14:paraId="3ACF0D05" w14:textId="77777777" w:rsidR="0047570D" w:rsidRDefault="00000000">
            <w:r>
              <w:rPr>
                <w:color w:val="3333CC"/>
              </w:rPr>
              <w:t>27.79</w:t>
            </w:r>
          </w:p>
        </w:tc>
        <w:tc>
          <w:tcPr>
            <w:tcW w:w="777" w:type="dxa"/>
            <w:vAlign w:val="center"/>
          </w:tcPr>
          <w:p w14:paraId="34335BF3" w14:textId="77777777" w:rsidR="0047570D" w:rsidRDefault="00000000">
            <w:r>
              <w:t>27.79</w:t>
            </w:r>
          </w:p>
        </w:tc>
        <w:tc>
          <w:tcPr>
            <w:tcW w:w="777" w:type="dxa"/>
            <w:vAlign w:val="center"/>
          </w:tcPr>
          <w:p w14:paraId="315B38AB" w14:textId="77777777" w:rsidR="0047570D" w:rsidRDefault="00000000">
            <w:r>
              <w:t>27.77</w:t>
            </w:r>
          </w:p>
        </w:tc>
      </w:tr>
    </w:tbl>
    <w:p w14:paraId="0D2FF207" w14:textId="77777777" w:rsidR="0047570D" w:rsidRDefault="00000000">
      <w:pPr>
        <w:pStyle w:val="4"/>
      </w:pPr>
      <w:r>
        <w:t>空调房间：北向逐时温度</w:t>
      </w:r>
    </w:p>
    <w:p w14:paraId="0364B39D" w14:textId="77777777" w:rsidR="0047570D" w:rsidRDefault="00000000">
      <w:pPr>
        <w:jc w:val="center"/>
      </w:pPr>
      <w:r>
        <w:rPr>
          <w:noProof/>
        </w:rPr>
        <w:drawing>
          <wp:inline distT="0" distB="0" distL="0" distR="0" wp14:anchorId="716013F3" wp14:editId="0DEA3DB4">
            <wp:extent cx="5667375" cy="28289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B42EF" w14:textId="77777777" w:rsidR="0047570D" w:rsidRDefault="0047570D"/>
    <w:p w14:paraId="6753ADCD" w14:textId="77777777" w:rsidR="0047570D" w:rsidRDefault="0047570D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7570D" w14:paraId="45F8AB21" w14:textId="77777777">
        <w:tc>
          <w:tcPr>
            <w:tcW w:w="777" w:type="dxa"/>
            <w:shd w:val="clear" w:color="auto" w:fill="E6E6E6"/>
            <w:vAlign w:val="center"/>
          </w:tcPr>
          <w:p w14:paraId="103F8FA8" w14:textId="77777777" w:rsidR="0047570D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76CF02" w14:textId="77777777" w:rsidR="0047570D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F07BA8" w14:textId="77777777" w:rsidR="0047570D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C4C6A8" w14:textId="77777777" w:rsidR="0047570D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05E0CB" w14:textId="77777777" w:rsidR="0047570D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8D8358" w14:textId="77777777" w:rsidR="0047570D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F49843" w14:textId="77777777" w:rsidR="0047570D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82459C" w14:textId="77777777" w:rsidR="0047570D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B57ADD" w14:textId="77777777" w:rsidR="0047570D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37609A" w14:textId="77777777" w:rsidR="0047570D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81D87F" w14:textId="77777777" w:rsidR="0047570D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5B7732" w14:textId="77777777" w:rsidR="0047570D" w:rsidRDefault="00000000">
            <w:pPr>
              <w:jc w:val="center"/>
            </w:pPr>
            <w:r>
              <w:t>11:00</w:t>
            </w:r>
          </w:p>
        </w:tc>
      </w:tr>
      <w:tr w:rsidR="0047570D" w14:paraId="19BAF30E" w14:textId="77777777">
        <w:tc>
          <w:tcPr>
            <w:tcW w:w="777" w:type="dxa"/>
            <w:vAlign w:val="center"/>
          </w:tcPr>
          <w:p w14:paraId="6FC9F577" w14:textId="77777777" w:rsidR="0047570D" w:rsidRDefault="00000000">
            <w:r>
              <w:t>27.64</w:t>
            </w:r>
          </w:p>
        </w:tc>
        <w:tc>
          <w:tcPr>
            <w:tcW w:w="777" w:type="dxa"/>
            <w:vAlign w:val="center"/>
          </w:tcPr>
          <w:p w14:paraId="31DAC653" w14:textId="77777777" w:rsidR="0047570D" w:rsidRDefault="00000000">
            <w:r>
              <w:t>27.62</w:t>
            </w:r>
          </w:p>
        </w:tc>
        <w:tc>
          <w:tcPr>
            <w:tcW w:w="777" w:type="dxa"/>
            <w:vAlign w:val="center"/>
          </w:tcPr>
          <w:p w14:paraId="30F72DCD" w14:textId="77777777" w:rsidR="0047570D" w:rsidRDefault="00000000">
            <w:r>
              <w:t>27.59</w:t>
            </w:r>
          </w:p>
        </w:tc>
        <w:tc>
          <w:tcPr>
            <w:tcW w:w="777" w:type="dxa"/>
            <w:vAlign w:val="center"/>
          </w:tcPr>
          <w:p w14:paraId="15A4EE89" w14:textId="77777777" w:rsidR="0047570D" w:rsidRDefault="00000000">
            <w:r>
              <w:t>27.56</w:t>
            </w:r>
          </w:p>
        </w:tc>
        <w:tc>
          <w:tcPr>
            <w:tcW w:w="777" w:type="dxa"/>
            <w:vAlign w:val="center"/>
          </w:tcPr>
          <w:p w14:paraId="735FC82C" w14:textId="77777777" w:rsidR="0047570D" w:rsidRDefault="00000000">
            <w:r>
              <w:t>27.52</w:t>
            </w:r>
          </w:p>
        </w:tc>
        <w:tc>
          <w:tcPr>
            <w:tcW w:w="777" w:type="dxa"/>
            <w:vAlign w:val="center"/>
          </w:tcPr>
          <w:p w14:paraId="3C8F27FC" w14:textId="77777777" w:rsidR="0047570D" w:rsidRDefault="00000000">
            <w:r>
              <w:t>27.49</w:t>
            </w:r>
          </w:p>
        </w:tc>
        <w:tc>
          <w:tcPr>
            <w:tcW w:w="777" w:type="dxa"/>
            <w:vAlign w:val="center"/>
          </w:tcPr>
          <w:p w14:paraId="5AFDCCE1" w14:textId="77777777" w:rsidR="0047570D" w:rsidRDefault="00000000">
            <w:r>
              <w:t>27.45</w:t>
            </w:r>
          </w:p>
        </w:tc>
        <w:tc>
          <w:tcPr>
            <w:tcW w:w="777" w:type="dxa"/>
            <w:vAlign w:val="center"/>
          </w:tcPr>
          <w:p w14:paraId="55A9C7E0" w14:textId="77777777" w:rsidR="0047570D" w:rsidRDefault="00000000">
            <w:r>
              <w:t>27.40</w:t>
            </w:r>
          </w:p>
        </w:tc>
        <w:tc>
          <w:tcPr>
            <w:tcW w:w="777" w:type="dxa"/>
            <w:vAlign w:val="center"/>
          </w:tcPr>
          <w:p w14:paraId="6D65CB0B" w14:textId="77777777" w:rsidR="0047570D" w:rsidRDefault="00000000">
            <w:r>
              <w:t>27.36</w:t>
            </w:r>
          </w:p>
        </w:tc>
        <w:tc>
          <w:tcPr>
            <w:tcW w:w="777" w:type="dxa"/>
            <w:vAlign w:val="center"/>
          </w:tcPr>
          <w:p w14:paraId="752B49B2" w14:textId="77777777" w:rsidR="0047570D" w:rsidRDefault="00000000">
            <w:r>
              <w:t>27.33</w:t>
            </w:r>
          </w:p>
        </w:tc>
        <w:tc>
          <w:tcPr>
            <w:tcW w:w="777" w:type="dxa"/>
            <w:vAlign w:val="center"/>
          </w:tcPr>
          <w:p w14:paraId="18B736AA" w14:textId="77777777" w:rsidR="0047570D" w:rsidRDefault="00000000">
            <w:r>
              <w:t>27.30</w:t>
            </w:r>
          </w:p>
        </w:tc>
        <w:tc>
          <w:tcPr>
            <w:tcW w:w="777" w:type="dxa"/>
            <w:vAlign w:val="center"/>
          </w:tcPr>
          <w:p w14:paraId="47B8DB1E" w14:textId="77777777" w:rsidR="0047570D" w:rsidRDefault="00000000">
            <w:r>
              <w:t>27.30</w:t>
            </w:r>
          </w:p>
        </w:tc>
      </w:tr>
      <w:tr w:rsidR="0047570D" w14:paraId="313EE99A" w14:textId="77777777">
        <w:tc>
          <w:tcPr>
            <w:tcW w:w="777" w:type="dxa"/>
            <w:shd w:val="clear" w:color="auto" w:fill="E6E6E6"/>
            <w:vAlign w:val="center"/>
          </w:tcPr>
          <w:p w14:paraId="340B1BCE" w14:textId="77777777" w:rsidR="0047570D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9367EC3" w14:textId="77777777" w:rsidR="0047570D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A9B8E9" w14:textId="77777777" w:rsidR="0047570D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2793B7" w14:textId="77777777" w:rsidR="0047570D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5AC1DA" w14:textId="77777777" w:rsidR="0047570D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CB9107" w14:textId="77777777" w:rsidR="0047570D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87824D" w14:textId="77777777" w:rsidR="0047570D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9E85C3" w14:textId="77777777" w:rsidR="0047570D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7E4FC0" w14:textId="77777777" w:rsidR="0047570D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C63E49" w14:textId="77777777" w:rsidR="0047570D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503F94" w14:textId="77777777" w:rsidR="0047570D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A3C811" w14:textId="77777777" w:rsidR="0047570D" w:rsidRDefault="00000000">
            <w:r>
              <w:t>23:00</w:t>
            </w:r>
          </w:p>
        </w:tc>
      </w:tr>
      <w:tr w:rsidR="0047570D" w14:paraId="5A4C20DF" w14:textId="77777777">
        <w:tc>
          <w:tcPr>
            <w:tcW w:w="777" w:type="dxa"/>
            <w:vAlign w:val="center"/>
          </w:tcPr>
          <w:p w14:paraId="55947FFA" w14:textId="77777777" w:rsidR="0047570D" w:rsidRDefault="00000000">
            <w:r>
              <w:t>27.32</w:t>
            </w:r>
          </w:p>
        </w:tc>
        <w:tc>
          <w:tcPr>
            <w:tcW w:w="777" w:type="dxa"/>
            <w:vAlign w:val="center"/>
          </w:tcPr>
          <w:p w14:paraId="3CFE7B27" w14:textId="77777777" w:rsidR="0047570D" w:rsidRDefault="00000000">
            <w:r>
              <w:t>27.35</w:t>
            </w:r>
          </w:p>
        </w:tc>
        <w:tc>
          <w:tcPr>
            <w:tcW w:w="777" w:type="dxa"/>
            <w:vAlign w:val="center"/>
          </w:tcPr>
          <w:p w14:paraId="09C75F23" w14:textId="77777777" w:rsidR="0047570D" w:rsidRDefault="00000000">
            <w:r>
              <w:t>27.41</w:t>
            </w:r>
          </w:p>
        </w:tc>
        <w:tc>
          <w:tcPr>
            <w:tcW w:w="777" w:type="dxa"/>
            <w:vAlign w:val="center"/>
          </w:tcPr>
          <w:p w14:paraId="40997EA2" w14:textId="77777777" w:rsidR="0047570D" w:rsidRDefault="00000000">
            <w:r>
              <w:t>27.46</w:t>
            </w:r>
          </w:p>
        </w:tc>
        <w:tc>
          <w:tcPr>
            <w:tcW w:w="777" w:type="dxa"/>
            <w:vAlign w:val="center"/>
          </w:tcPr>
          <w:p w14:paraId="5B9BDA2D" w14:textId="77777777" w:rsidR="0047570D" w:rsidRDefault="00000000">
            <w:r>
              <w:t>27.51</w:t>
            </w:r>
          </w:p>
        </w:tc>
        <w:tc>
          <w:tcPr>
            <w:tcW w:w="777" w:type="dxa"/>
            <w:vAlign w:val="center"/>
          </w:tcPr>
          <w:p w14:paraId="050DDB93" w14:textId="77777777" w:rsidR="0047570D" w:rsidRDefault="00000000">
            <w:r>
              <w:t>27.56</w:t>
            </w:r>
          </w:p>
        </w:tc>
        <w:tc>
          <w:tcPr>
            <w:tcW w:w="777" w:type="dxa"/>
            <w:vAlign w:val="center"/>
          </w:tcPr>
          <w:p w14:paraId="7FAD471A" w14:textId="77777777" w:rsidR="0047570D" w:rsidRDefault="00000000">
            <w:r>
              <w:t>27.61</w:t>
            </w:r>
          </w:p>
        </w:tc>
        <w:tc>
          <w:tcPr>
            <w:tcW w:w="777" w:type="dxa"/>
            <w:vAlign w:val="center"/>
          </w:tcPr>
          <w:p w14:paraId="358DB332" w14:textId="77777777" w:rsidR="0047570D" w:rsidRDefault="00000000">
            <w:r>
              <w:t>27.64</w:t>
            </w:r>
          </w:p>
        </w:tc>
        <w:tc>
          <w:tcPr>
            <w:tcW w:w="777" w:type="dxa"/>
            <w:vAlign w:val="center"/>
          </w:tcPr>
          <w:p w14:paraId="18205DA8" w14:textId="77777777" w:rsidR="0047570D" w:rsidRDefault="00000000">
            <w:r>
              <w:t>27.66</w:t>
            </w:r>
          </w:p>
        </w:tc>
        <w:tc>
          <w:tcPr>
            <w:tcW w:w="777" w:type="dxa"/>
            <w:vAlign w:val="center"/>
          </w:tcPr>
          <w:p w14:paraId="2CB5BD5D" w14:textId="77777777" w:rsidR="0047570D" w:rsidRDefault="00000000">
            <w:r>
              <w:rPr>
                <w:color w:val="3333CC"/>
              </w:rPr>
              <w:t>27.66</w:t>
            </w:r>
          </w:p>
        </w:tc>
        <w:tc>
          <w:tcPr>
            <w:tcW w:w="777" w:type="dxa"/>
            <w:vAlign w:val="center"/>
          </w:tcPr>
          <w:p w14:paraId="532E6FA0" w14:textId="77777777" w:rsidR="0047570D" w:rsidRDefault="00000000">
            <w:r>
              <w:t>27.66</w:t>
            </w:r>
          </w:p>
        </w:tc>
        <w:tc>
          <w:tcPr>
            <w:tcW w:w="777" w:type="dxa"/>
            <w:vAlign w:val="center"/>
          </w:tcPr>
          <w:p w14:paraId="377D3AF9" w14:textId="77777777" w:rsidR="0047570D" w:rsidRDefault="00000000">
            <w:r>
              <w:t>27.66</w:t>
            </w:r>
          </w:p>
        </w:tc>
      </w:tr>
    </w:tbl>
    <w:p w14:paraId="3595F09E" w14:textId="77777777" w:rsidR="0047570D" w:rsidRDefault="00000000">
      <w:pPr>
        <w:pStyle w:val="1"/>
      </w:pPr>
      <w:bookmarkStart w:id="56" w:name="_Toc155601037"/>
      <w:r>
        <w:t>验算结论</w:t>
      </w:r>
      <w:bookmarkEnd w:id="56"/>
    </w:p>
    <w:p w14:paraId="543C9C90" w14:textId="77777777" w:rsidR="0047570D" w:rsidRDefault="00000000">
      <w:pPr>
        <w:pStyle w:val="2"/>
      </w:pPr>
      <w:bookmarkStart w:id="57" w:name="_Toc155601038"/>
      <w:r>
        <w:t>空调房间</w:t>
      </w:r>
      <w:bookmarkEnd w:id="57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3396"/>
        <w:gridCol w:w="848"/>
        <w:gridCol w:w="1416"/>
        <w:gridCol w:w="1131"/>
        <w:gridCol w:w="1131"/>
      </w:tblGrid>
      <w:tr w:rsidR="0047570D" w14:paraId="012A8FCA" w14:textId="77777777">
        <w:tc>
          <w:tcPr>
            <w:tcW w:w="1403" w:type="dxa"/>
            <w:shd w:val="clear" w:color="auto" w:fill="DEDEDE"/>
            <w:vAlign w:val="center"/>
          </w:tcPr>
          <w:p w14:paraId="344F1EDF" w14:textId="77777777" w:rsidR="0047570D" w:rsidRDefault="00000000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5A6033B1" w14:textId="77777777" w:rsidR="0047570D" w:rsidRDefault="00000000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37ABEF9C" w14:textId="77777777" w:rsidR="0047570D" w:rsidRDefault="00000000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5A13F323" w14:textId="77777777" w:rsidR="0047570D" w:rsidRDefault="00000000">
            <w:r>
              <w:t>最高温度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4A6359C9" w14:textId="77777777" w:rsidR="0047570D" w:rsidRDefault="00000000">
            <w:r>
              <w:t>限值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60784637" w14:textId="77777777" w:rsidR="0047570D" w:rsidRDefault="00000000">
            <w:r>
              <w:t>结论</w:t>
            </w:r>
          </w:p>
        </w:tc>
      </w:tr>
      <w:tr w:rsidR="0047570D" w14:paraId="0047CDB4" w14:textId="77777777">
        <w:tc>
          <w:tcPr>
            <w:tcW w:w="1403" w:type="dxa"/>
            <w:vAlign w:val="center"/>
          </w:tcPr>
          <w:p w14:paraId="58DAE9C2" w14:textId="77777777" w:rsidR="0047570D" w:rsidRDefault="00000000">
            <w:r>
              <w:t>屋顶</w:t>
            </w:r>
          </w:p>
        </w:tc>
        <w:tc>
          <w:tcPr>
            <w:tcW w:w="3395" w:type="dxa"/>
            <w:vAlign w:val="center"/>
          </w:tcPr>
          <w:p w14:paraId="6146AC37" w14:textId="77777777" w:rsidR="0047570D" w:rsidRDefault="00000000">
            <w:r>
              <w:t>上</w:t>
            </w:r>
            <w:r>
              <w:t>:</w:t>
            </w:r>
            <w:r>
              <w:t>屋顶构造一</w:t>
            </w:r>
          </w:p>
        </w:tc>
        <w:tc>
          <w:tcPr>
            <w:tcW w:w="848" w:type="dxa"/>
            <w:vAlign w:val="center"/>
          </w:tcPr>
          <w:p w14:paraId="6F499F22" w14:textId="77777777" w:rsidR="0047570D" w:rsidRDefault="00000000">
            <w:r>
              <w:t>23:20</w:t>
            </w:r>
          </w:p>
        </w:tc>
        <w:tc>
          <w:tcPr>
            <w:tcW w:w="1415" w:type="dxa"/>
            <w:vAlign w:val="center"/>
          </w:tcPr>
          <w:p w14:paraId="766ABD6E" w14:textId="77777777" w:rsidR="0047570D" w:rsidRDefault="00000000">
            <w:r>
              <w:t>27.22</w:t>
            </w:r>
          </w:p>
        </w:tc>
        <w:tc>
          <w:tcPr>
            <w:tcW w:w="1131" w:type="dxa"/>
            <w:vAlign w:val="center"/>
          </w:tcPr>
          <w:p w14:paraId="77F21C52" w14:textId="77777777" w:rsidR="0047570D" w:rsidRDefault="00000000">
            <w:r>
              <w:t>28.50</w:t>
            </w:r>
          </w:p>
        </w:tc>
        <w:tc>
          <w:tcPr>
            <w:tcW w:w="1131" w:type="dxa"/>
            <w:vAlign w:val="center"/>
          </w:tcPr>
          <w:p w14:paraId="1E355D44" w14:textId="77777777" w:rsidR="0047570D" w:rsidRDefault="00000000">
            <w:r>
              <w:t>满足</w:t>
            </w:r>
          </w:p>
        </w:tc>
      </w:tr>
      <w:tr w:rsidR="0047570D" w14:paraId="2C7743A8" w14:textId="77777777">
        <w:tc>
          <w:tcPr>
            <w:tcW w:w="1403" w:type="dxa"/>
            <w:vMerge w:val="restart"/>
            <w:vAlign w:val="center"/>
          </w:tcPr>
          <w:p w14:paraId="5DAB1741" w14:textId="77777777" w:rsidR="0047570D" w:rsidRDefault="00000000">
            <w:r>
              <w:t>外墙</w:t>
            </w:r>
          </w:p>
        </w:tc>
        <w:tc>
          <w:tcPr>
            <w:tcW w:w="3395" w:type="dxa"/>
            <w:vAlign w:val="center"/>
          </w:tcPr>
          <w:p w14:paraId="07A8008B" w14:textId="77777777" w:rsidR="0047570D" w:rsidRDefault="00000000">
            <w:r>
              <w:t>东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532993E2" w14:textId="77777777" w:rsidR="0047570D" w:rsidRDefault="00000000">
            <w:r>
              <w:t>20:45</w:t>
            </w:r>
          </w:p>
        </w:tc>
        <w:tc>
          <w:tcPr>
            <w:tcW w:w="1415" w:type="dxa"/>
            <w:vAlign w:val="center"/>
          </w:tcPr>
          <w:p w14:paraId="7D1B3890" w14:textId="77777777" w:rsidR="0047570D" w:rsidRDefault="00000000">
            <w:r>
              <w:t>26.96</w:t>
            </w:r>
          </w:p>
        </w:tc>
        <w:tc>
          <w:tcPr>
            <w:tcW w:w="1131" w:type="dxa"/>
            <w:vAlign w:val="center"/>
          </w:tcPr>
          <w:p w14:paraId="1855E8FF" w14:textId="77777777" w:rsidR="0047570D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32D83BB4" w14:textId="77777777" w:rsidR="0047570D" w:rsidRDefault="00000000">
            <w:r>
              <w:t>满足</w:t>
            </w:r>
          </w:p>
        </w:tc>
      </w:tr>
      <w:tr w:rsidR="0047570D" w14:paraId="4C5F7AB7" w14:textId="77777777">
        <w:tc>
          <w:tcPr>
            <w:tcW w:w="1403" w:type="dxa"/>
            <w:vMerge/>
            <w:vAlign w:val="center"/>
          </w:tcPr>
          <w:p w14:paraId="766B40A5" w14:textId="77777777" w:rsidR="0047570D" w:rsidRDefault="0047570D"/>
        </w:tc>
        <w:tc>
          <w:tcPr>
            <w:tcW w:w="3395" w:type="dxa"/>
            <w:vAlign w:val="center"/>
          </w:tcPr>
          <w:p w14:paraId="0B9BF820" w14:textId="77777777" w:rsidR="0047570D" w:rsidRDefault="00000000">
            <w:r>
              <w:t>西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798A929A" w14:textId="77777777" w:rsidR="0047570D" w:rsidRDefault="00000000">
            <w:r>
              <w:t>21:05</w:t>
            </w:r>
          </w:p>
        </w:tc>
        <w:tc>
          <w:tcPr>
            <w:tcW w:w="1415" w:type="dxa"/>
            <w:vAlign w:val="center"/>
          </w:tcPr>
          <w:p w14:paraId="542719E0" w14:textId="77777777" w:rsidR="0047570D" w:rsidRDefault="00000000">
            <w:r>
              <w:t>27.02</w:t>
            </w:r>
          </w:p>
        </w:tc>
        <w:tc>
          <w:tcPr>
            <w:tcW w:w="1131" w:type="dxa"/>
            <w:vAlign w:val="center"/>
          </w:tcPr>
          <w:p w14:paraId="7B1890FF" w14:textId="77777777" w:rsidR="0047570D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787F72AE" w14:textId="77777777" w:rsidR="0047570D" w:rsidRDefault="00000000">
            <w:r>
              <w:t>满足</w:t>
            </w:r>
          </w:p>
        </w:tc>
      </w:tr>
      <w:tr w:rsidR="0047570D" w14:paraId="34A5EC3A" w14:textId="77777777">
        <w:tc>
          <w:tcPr>
            <w:tcW w:w="1403" w:type="dxa"/>
            <w:vMerge/>
            <w:vAlign w:val="center"/>
          </w:tcPr>
          <w:p w14:paraId="05F3A1EA" w14:textId="77777777" w:rsidR="0047570D" w:rsidRDefault="0047570D"/>
        </w:tc>
        <w:tc>
          <w:tcPr>
            <w:tcW w:w="3395" w:type="dxa"/>
            <w:vAlign w:val="center"/>
          </w:tcPr>
          <w:p w14:paraId="6E9742E8" w14:textId="77777777" w:rsidR="0047570D" w:rsidRDefault="00000000">
            <w:r>
              <w:t>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3BEEA143" w14:textId="77777777" w:rsidR="0047570D" w:rsidRDefault="00000000">
            <w:r>
              <w:t>21:10</w:t>
            </w:r>
          </w:p>
        </w:tc>
        <w:tc>
          <w:tcPr>
            <w:tcW w:w="1415" w:type="dxa"/>
            <w:vAlign w:val="center"/>
          </w:tcPr>
          <w:p w14:paraId="4CAD5F3B" w14:textId="77777777" w:rsidR="0047570D" w:rsidRDefault="00000000">
            <w:r>
              <w:t>26.92</w:t>
            </w:r>
          </w:p>
        </w:tc>
        <w:tc>
          <w:tcPr>
            <w:tcW w:w="1131" w:type="dxa"/>
            <w:vAlign w:val="center"/>
          </w:tcPr>
          <w:p w14:paraId="322B36BF" w14:textId="77777777" w:rsidR="0047570D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3EE00ED6" w14:textId="77777777" w:rsidR="0047570D" w:rsidRDefault="00000000">
            <w:r>
              <w:t>满足</w:t>
            </w:r>
          </w:p>
        </w:tc>
      </w:tr>
      <w:tr w:rsidR="0047570D" w14:paraId="7D1AA669" w14:textId="77777777">
        <w:tc>
          <w:tcPr>
            <w:tcW w:w="1403" w:type="dxa"/>
            <w:vMerge/>
            <w:vAlign w:val="center"/>
          </w:tcPr>
          <w:p w14:paraId="5C6447A8" w14:textId="77777777" w:rsidR="0047570D" w:rsidRDefault="0047570D"/>
        </w:tc>
        <w:tc>
          <w:tcPr>
            <w:tcW w:w="3395" w:type="dxa"/>
            <w:vAlign w:val="center"/>
          </w:tcPr>
          <w:p w14:paraId="0E1DE907" w14:textId="77777777" w:rsidR="0047570D" w:rsidRDefault="00000000">
            <w:r>
              <w:t>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2C8161B9" w14:textId="77777777" w:rsidR="0047570D" w:rsidRDefault="00000000">
            <w:r>
              <w:t>21:45</w:t>
            </w:r>
          </w:p>
        </w:tc>
        <w:tc>
          <w:tcPr>
            <w:tcW w:w="1415" w:type="dxa"/>
            <w:vAlign w:val="center"/>
          </w:tcPr>
          <w:p w14:paraId="7A8EC82D" w14:textId="77777777" w:rsidR="0047570D" w:rsidRDefault="00000000">
            <w:r>
              <w:t>26.86</w:t>
            </w:r>
          </w:p>
        </w:tc>
        <w:tc>
          <w:tcPr>
            <w:tcW w:w="1131" w:type="dxa"/>
            <w:vAlign w:val="center"/>
          </w:tcPr>
          <w:p w14:paraId="52A25B9C" w14:textId="77777777" w:rsidR="0047570D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39A153DA" w14:textId="77777777" w:rsidR="0047570D" w:rsidRDefault="00000000">
            <w:r>
              <w:t>满足</w:t>
            </w:r>
          </w:p>
        </w:tc>
      </w:tr>
      <w:tr w:rsidR="0047570D" w14:paraId="10562946" w14:textId="77777777">
        <w:tc>
          <w:tcPr>
            <w:tcW w:w="1403" w:type="dxa"/>
            <w:vMerge w:val="restart"/>
            <w:vAlign w:val="center"/>
          </w:tcPr>
          <w:p w14:paraId="026F10A5" w14:textId="77777777" w:rsidR="0047570D" w:rsidRDefault="00000000">
            <w:r>
              <w:t>热桥柱</w:t>
            </w:r>
          </w:p>
        </w:tc>
        <w:tc>
          <w:tcPr>
            <w:tcW w:w="3395" w:type="dxa"/>
            <w:vAlign w:val="center"/>
          </w:tcPr>
          <w:p w14:paraId="79DE3F36" w14:textId="77777777" w:rsidR="0047570D" w:rsidRDefault="00000000">
            <w:r>
              <w:t>东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14:paraId="5E2C0071" w14:textId="77777777" w:rsidR="0047570D" w:rsidRDefault="00000000">
            <w:r>
              <w:t>20:25</w:t>
            </w:r>
          </w:p>
        </w:tc>
        <w:tc>
          <w:tcPr>
            <w:tcW w:w="1415" w:type="dxa"/>
            <w:vAlign w:val="center"/>
          </w:tcPr>
          <w:p w14:paraId="5919C957" w14:textId="77777777" w:rsidR="0047570D" w:rsidRDefault="00000000">
            <w:r>
              <w:t>27.87</w:t>
            </w:r>
          </w:p>
        </w:tc>
        <w:tc>
          <w:tcPr>
            <w:tcW w:w="1131" w:type="dxa"/>
            <w:vAlign w:val="center"/>
          </w:tcPr>
          <w:p w14:paraId="4D4DE3B9" w14:textId="77777777" w:rsidR="0047570D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4026173C" w14:textId="77777777" w:rsidR="0047570D" w:rsidRDefault="00000000">
            <w:r>
              <w:t>满足</w:t>
            </w:r>
          </w:p>
        </w:tc>
      </w:tr>
      <w:tr w:rsidR="0047570D" w14:paraId="13C78298" w14:textId="77777777">
        <w:tc>
          <w:tcPr>
            <w:tcW w:w="1403" w:type="dxa"/>
            <w:vMerge/>
            <w:vAlign w:val="center"/>
          </w:tcPr>
          <w:p w14:paraId="547A190D" w14:textId="77777777" w:rsidR="0047570D" w:rsidRDefault="0047570D"/>
        </w:tc>
        <w:tc>
          <w:tcPr>
            <w:tcW w:w="3395" w:type="dxa"/>
            <w:vAlign w:val="center"/>
          </w:tcPr>
          <w:p w14:paraId="6B1FF185" w14:textId="77777777" w:rsidR="0047570D" w:rsidRDefault="00000000">
            <w:r>
              <w:t>西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14:paraId="43816770" w14:textId="77777777" w:rsidR="0047570D" w:rsidRDefault="00000000">
            <w:r>
              <w:t>20:40</w:t>
            </w:r>
          </w:p>
        </w:tc>
        <w:tc>
          <w:tcPr>
            <w:tcW w:w="1415" w:type="dxa"/>
            <w:vAlign w:val="center"/>
          </w:tcPr>
          <w:p w14:paraId="566A11B9" w14:textId="77777777" w:rsidR="0047570D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3E36BE79" w14:textId="77777777" w:rsidR="0047570D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553600BF" w14:textId="77777777" w:rsidR="0047570D" w:rsidRDefault="00000000">
            <w:r>
              <w:t>满足</w:t>
            </w:r>
          </w:p>
        </w:tc>
      </w:tr>
      <w:tr w:rsidR="0047570D" w14:paraId="1560546D" w14:textId="77777777">
        <w:tc>
          <w:tcPr>
            <w:tcW w:w="1403" w:type="dxa"/>
            <w:vMerge/>
            <w:vAlign w:val="center"/>
          </w:tcPr>
          <w:p w14:paraId="67E9C793" w14:textId="77777777" w:rsidR="0047570D" w:rsidRDefault="0047570D"/>
        </w:tc>
        <w:tc>
          <w:tcPr>
            <w:tcW w:w="3395" w:type="dxa"/>
            <w:vAlign w:val="center"/>
          </w:tcPr>
          <w:p w14:paraId="0E9A41C0" w14:textId="77777777" w:rsidR="0047570D" w:rsidRDefault="00000000">
            <w:r>
              <w:t>南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14:paraId="4ED91314" w14:textId="77777777" w:rsidR="0047570D" w:rsidRDefault="00000000">
            <w:r>
              <w:t>20:50</w:t>
            </w:r>
          </w:p>
        </w:tc>
        <w:tc>
          <w:tcPr>
            <w:tcW w:w="1415" w:type="dxa"/>
            <w:vAlign w:val="center"/>
          </w:tcPr>
          <w:p w14:paraId="78BDC62C" w14:textId="77777777" w:rsidR="0047570D" w:rsidRDefault="00000000">
            <w:r>
              <w:t>27.79</w:t>
            </w:r>
          </w:p>
        </w:tc>
        <w:tc>
          <w:tcPr>
            <w:tcW w:w="1131" w:type="dxa"/>
            <w:vAlign w:val="center"/>
          </w:tcPr>
          <w:p w14:paraId="23687302" w14:textId="77777777" w:rsidR="0047570D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7910D24A" w14:textId="77777777" w:rsidR="0047570D" w:rsidRDefault="00000000">
            <w:r>
              <w:t>满足</w:t>
            </w:r>
          </w:p>
        </w:tc>
      </w:tr>
      <w:tr w:rsidR="0047570D" w14:paraId="529E4684" w14:textId="77777777">
        <w:tc>
          <w:tcPr>
            <w:tcW w:w="1403" w:type="dxa"/>
            <w:vMerge/>
            <w:vAlign w:val="center"/>
          </w:tcPr>
          <w:p w14:paraId="2B9390AC" w14:textId="77777777" w:rsidR="0047570D" w:rsidRDefault="0047570D"/>
        </w:tc>
        <w:tc>
          <w:tcPr>
            <w:tcW w:w="3395" w:type="dxa"/>
            <w:vAlign w:val="center"/>
          </w:tcPr>
          <w:p w14:paraId="5721DD5E" w14:textId="77777777" w:rsidR="0047570D" w:rsidRDefault="00000000">
            <w:r>
              <w:t>北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14:paraId="4936328B" w14:textId="77777777" w:rsidR="0047570D" w:rsidRDefault="00000000">
            <w:r>
              <w:t>21:25</w:t>
            </w:r>
          </w:p>
        </w:tc>
        <w:tc>
          <w:tcPr>
            <w:tcW w:w="1415" w:type="dxa"/>
            <w:vAlign w:val="center"/>
          </w:tcPr>
          <w:p w14:paraId="3F3DDEB4" w14:textId="77777777" w:rsidR="0047570D" w:rsidRDefault="00000000">
            <w:r>
              <w:t>27.67</w:t>
            </w:r>
          </w:p>
        </w:tc>
        <w:tc>
          <w:tcPr>
            <w:tcW w:w="1131" w:type="dxa"/>
            <w:vAlign w:val="center"/>
          </w:tcPr>
          <w:p w14:paraId="439581EC" w14:textId="77777777" w:rsidR="0047570D" w:rsidRDefault="00000000">
            <w:r>
              <w:t>28.00</w:t>
            </w:r>
          </w:p>
        </w:tc>
        <w:tc>
          <w:tcPr>
            <w:tcW w:w="1131" w:type="dxa"/>
            <w:vAlign w:val="center"/>
          </w:tcPr>
          <w:p w14:paraId="59A60F1A" w14:textId="77777777" w:rsidR="0047570D" w:rsidRDefault="00000000">
            <w:r>
              <w:t>满足</w:t>
            </w:r>
          </w:p>
        </w:tc>
      </w:tr>
    </w:tbl>
    <w:p w14:paraId="1D040947" w14:textId="77777777" w:rsidR="0047570D" w:rsidRDefault="0047570D"/>
    <w:sectPr w:rsidR="0047570D" w:rsidSect="00A6328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11077" w14:textId="77777777" w:rsidR="00CC7937" w:rsidRDefault="00CC7937">
      <w:r>
        <w:separator/>
      </w:r>
    </w:p>
  </w:endnote>
  <w:endnote w:type="continuationSeparator" w:id="0">
    <w:p w14:paraId="2C9A9277" w14:textId="77777777" w:rsidR="00CC7937" w:rsidRDefault="00CC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4359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19C40BC" w14:textId="77777777" w:rsidR="00EE2AA2" w:rsidRDefault="00EE2AA2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6C5F02" w14:textId="77777777" w:rsidR="00EE2AA2" w:rsidRDefault="00EE2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3CC1E" w14:textId="77777777" w:rsidR="00CC7937" w:rsidRDefault="00CC7937">
      <w:r>
        <w:separator/>
      </w:r>
    </w:p>
  </w:footnote>
  <w:footnote w:type="continuationSeparator" w:id="0">
    <w:p w14:paraId="05E0F9C8" w14:textId="77777777" w:rsidR="00CC7937" w:rsidRDefault="00CC7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5D3FD" w14:textId="77777777" w:rsidR="00EE2AA2" w:rsidRDefault="003E2F83" w:rsidP="00EE2AA2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5888C1" wp14:editId="5C830D6F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59D91"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45pt" to="4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2AA73371" wp14:editId="6B6D40E7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4B65D7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722D1A"/>
    <w:multiLevelType w:val="hybridMultilevel"/>
    <w:tmpl w:val="E26E311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396859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2010722">
    <w:abstractNumId w:val="2"/>
  </w:num>
  <w:num w:numId="3" w16cid:durableId="796144805">
    <w:abstractNumId w:val="1"/>
  </w:num>
  <w:num w:numId="4" w16cid:durableId="1699313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A0F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53A0F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3418"/>
    <w:rsid w:val="004550F7"/>
    <w:rsid w:val="00472A9D"/>
    <w:rsid w:val="00472C78"/>
    <w:rsid w:val="0047570D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C7937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595FC95D"/>
  <w15:chartTrackingRefBased/>
  <w15:docId w15:val="{B264859F-7B60-4541-8A91-087A0774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0">
    <w:name w:val="标题 3 字符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0">
    <w:name w:val="标题 4 字符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0">
    <w:name w:val="标题 5 字符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0">
    <w:name w:val="标题 6 字符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0">
    <w:name w:val="标题 7 字符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0">
    <w:name w:val="标题 8 字符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0">
    <w:name w:val="标题 9 字符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a5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TOC2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TOC3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8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9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MEONE\AppData\Local\Temp\tmp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tmp3.dotx</Template>
  <TotalTime>1</TotalTime>
  <Pages>14</Pages>
  <Words>1497</Words>
  <Characters>8539</Characters>
  <Application>Microsoft Office Word</Application>
  <DocSecurity>0</DocSecurity>
  <Lines>71</Lines>
  <Paragraphs>20</Paragraphs>
  <ScaleCrop>false</ScaleCrop>
  <Company/>
  <LinksUpToDate>false</LinksUpToDate>
  <CharactersWithSpaces>10016</CharactersWithSpaces>
  <SharedDoc>false</SharedDoc>
  <HLinks>
    <vt:vector size="114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李杭</dc:creator>
  <cp:keywords/>
  <dc:description/>
  <cp:lastModifiedBy>杭 李</cp:lastModifiedBy>
  <cp:revision>1</cp:revision>
  <dcterms:created xsi:type="dcterms:W3CDTF">2024-01-08T02:10:00Z</dcterms:created>
  <dcterms:modified xsi:type="dcterms:W3CDTF">2024-01-08T02:11:00Z</dcterms:modified>
</cp:coreProperties>
</file>