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EE225" w14:textId="77777777" w:rsidR="00D40158" w:rsidRPr="00A22524" w:rsidRDefault="00D40158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 w:rsidRPr="00A22524">
        <w:rPr>
          <w:rFonts w:ascii="黑体" w:eastAsia="黑体" w:hAnsi="宋体" w:hint="eastAsia"/>
          <w:b/>
          <w:bCs/>
          <w:sz w:val="72"/>
          <w:szCs w:val="72"/>
        </w:rPr>
        <w:t>建筑</w:t>
      </w:r>
      <w:bookmarkStart w:id="0" w:name="软件中文名称"/>
      <w:r w:rsidRPr="00A22524">
        <w:rPr>
          <w:rFonts w:ascii="黑体" w:eastAsia="黑体" w:hAnsi="宋体" w:hint="eastAsia"/>
          <w:b/>
          <w:bCs/>
          <w:sz w:val="72"/>
          <w:szCs w:val="72"/>
        </w:rPr>
        <w:t>节能设计</w:t>
      </w:r>
      <w:bookmarkEnd w:id="0"/>
      <w:r w:rsidRPr="00A22524">
        <w:rPr>
          <w:rFonts w:ascii="黑体" w:eastAsia="黑体" w:hAnsi="宋体" w:hint="eastAsia"/>
          <w:b/>
          <w:bCs/>
          <w:sz w:val="72"/>
          <w:szCs w:val="72"/>
        </w:rPr>
        <w:t>报告书</w:t>
      </w:r>
    </w:p>
    <w:p w14:paraId="1086A772" w14:textId="77777777" w:rsidR="00D40158" w:rsidRPr="00A22524" w:rsidRDefault="00D40158" w:rsidP="00D40158">
      <w:pPr>
        <w:spacing w:beforeLines="100" w:before="312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1" w:name="地区"/>
      <w:r>
        <w:rPr>
          <w:rFonts w:ascii="宋体" w:hAnsi="宋体" w:hint="eastAsia"/>
          <w:bCs/>
          <w:sz w:val="44"/>
          <w:szCs w:val="44"/>
          <w:lang w:val="en-US"/>
        </w:rPr>
        <w:t>居住建筑</w:t>
      </w:r>
      <w:bookmarkEnd w:id="1"/>
    </w:p>
    <w:p w14:paraId="18D27996" w14:textId="77777777" w:rsidR="00D40158" w:rsidRPr="00E547DE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5D8F39AB" w14:textId="77777777" w:rsidR="00D40158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5AA44E94" w14:textId="77777777" w:rsidR="00E547DE" w:rsidRPr="00E547DE" w:rsidRDefault="00E547DE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0CA08C0D" w14:textId="77777777" w:rsidTr="00E15E69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6C676E76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570597E2" w14:textId="77777777"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2" w:name="项目名称"/>
            <w:r w:rsidRPr="00D40158">
              <w:rPr>
                <w:rFonts w:ascii="宋体" w:hAnsi="宋体" w:hint="eastAsia"/>
                <w:szCs w:val="21"/>
              </w:rPr>
              <w:t>新建项目</w:t>
            </w:r>
            <w:bookmarkEnd w:id="2"/>
          </w:p>
        </w:tc>
      </w:tr>
      <w:tr w:rsidR="00D40158" w:rsidRPr="00D40158" w14:paraId="41528FA7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6298520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01E4CB29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3" w:name="地理位置"/>
            <w:r>
              <w:t>北京</w:t>
            </w:r>
            <w:r>
              <w:t>-</w:t>
            </w:r>
            <w:r>
              <w:t>北京</w:t>
            </w:r>
            <w:bookmarkEnd w:id="3"/>
          </w:p>
        </w:tc>
      </w:tr>
      <w:tr w:rsidR="00D40158" w:rsidRPr="00D40158" w14:paraId="0A179BDF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75DD682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05FB05BB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4" w:name="设计编号"/>
            <w:bookmarkEnd w:id="4"/>
          </w:p>
        </w:tc>
      </w:tr>
      <w:tr w:rsidR="00D40158" w:rsidRPr="00D40158" w14:paraId="6DC4F6E5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6C371AF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52ED1ED7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5" w:name="建设单位"/>
            <w:bookmarkEnd w:id="5"/>
          </w:p>
        </w:tc>
      </w:tr>
      <w:tr w:rsidR="00D40158" w:rsidRPr="00D40158" w14:paraId="6304C07C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8409266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203D196A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6" w:name="设计单位"/>
            <w:bookmarkEnd w:id="6"/>
          </w:p>
        </w:tc>
      </w:tr>
      <w:tr w:rsidR="00D40158" w:rsidRPr="00D40158" w14:paraId="5B1B5CB7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859521A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25AF8F5B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4363E72F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3C0BD56" w14:textId="77777777" w:rsidR="00D40158" w:rsidRPr="00D40158" w:rsidRDefault="004A3A91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校 对 </w:t>
            </w:r>
            <w:r w:rsidR="00D40158"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542C5273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3229AE2B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AA8D502" w14:textId="77777777" w:rsidR="00D40158" w:rsidRPr="00D40158" w:rsidRDefault="004A3A91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="00D40158"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6A008CE2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0A8A0E47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040B68F6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44C667D4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7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2024年3月4日</w:t>
              </w:r>
            </w:smartTag>
            <w:bookmarkEnd w:id="7"/>
          </w:p>
        </w:tc>
      </w:tr>
    </w:tbl>
    <w:p w14:paraId="6D528099" w14:textId="77777777" w:rsidR="00D40158" w:rsidRDefault="00D40158" w:rsidP="008A622C">
      <w:pPr>
        <w:jc w:val="center"/>
        <w:rPr>
          <w:rFonts w:ascii="宋体" w:hAnsi="宋体"/>
          <w:lang w:val="en-US"/>
        </w:rPr>
      </w:pPr>
    </w:p>
    <w:p w14:paraId="111C6060" w14:textId="77777777" w:rsidR="00D40158" w:rsidRDefault="00D40158" w:rsidP="00C26225">
      <w:pPr>
        <w:jc w:val="center"/>
        <w:rPr>
          <w:rFonts w:ascii="宋体" w:hAnsi="宋体"/>
          <w:lang w:val="en-US"/>
        </w:rPr>
      </w:pPr>
      <w:bookmarkStart w:id="8" w:name="二维码"/>
      <w:bookmarkEnd w:id="8"/>
      <w:r>
        <w:rPr>
          <w:noProof/>
        </w:rPr>
        <w:drawing>
          <wp:inline distT="0" distB="0" distL="0" distR="0" wp14:anchorId="6BEF6B8C" wp14:editId="5AFDD591">
            <wp:extent cx="1514634" cy="1514634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AA00D8" w14:textId="77777777" w:rsidR="008A622C" w:rsidRPr="00C01025" w:rsidRDefault="008A622C" w:rsidP="008A622C">
      <w:pPr>
        <w:jc w:val="center"/>
        <w:rPr>
          <w:rFonts w:ascii="宋体" w:hAnsi="宋体"/>
          <w:b/>
          <w:bCs/>
          <w:szCs w:val="1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5BDF37D2" w14:textId="77777777" w:rsidTr="00E15E69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7CEF1A42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7BCF543A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9" w:name="软件全称"/>
            <w:r>
              <w:t>节能设计</w:t>
            </w:r>
            <w:r>
              <w:t>Becs2023</w:t>
            </w:r>
            <w:bookmarkEnd w:id="9"/>
          </w:p>
        </w:tc>
      </w:tr>
      <w:tr w:rsidR="00D40158" w:rsidRPr="00D40158" w14:paraId="124306C1" w14:textId="77777777" w:rsidTr="00E15E69">
        <w:trPr>
          <w:cantSplit/>
          <w:trHeight w:hRule="exact" w:val="340"/>
          <w:jc w:val="center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D6D4BC8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14:paraId="0500FEFE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18"/>
              </w:rPr>
            </w:pPr>
            <w:bookmarkStart w:id="10" w:name="软件版本"/>
            <w:r w:rsidRPr="00D40158">
              <w:rPr>
                <w:rFonts w:ascii="宋体" w:hAnsi="宋体" w:hint="eastAsia"/>
                <w:szCs w:val="18"/>
              </w:rPr>
              <w:t>20220401</w:t>
            </w:r>
            <w:bookmarkEnd w:id="10"/>
          </w:p>
        </w:tc>
      </w:tr>
      <w:tr w:rsidR="000D77BD" w:rsidRPr="00D40158" w14:paraId="166DE43E" w14:textId="77777777" w:rsidTr="00264EEA">
        <w:trPr>
          <w:cantSplit/>
          <w:trHeight w:val="35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3066E199" w14:textId="77777777" w:rsidR="000D77BD" w:rsidRPr="00D40158" w:rsidRDefault="000D77BD" w:rsidP="00790573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75E968FF" w14:textId="77777777" w:rsidR="000D77BD" w:rsidRPr="00D40158" w:rsidRDefault="000D77BD" w:rsidP="000D77BD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 w:rsidR="001D2236"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D40158" w:rsidRPr="00D40158" w14:paraId="41CCF5D1" w14:textId="77777777" w:rsidTr="00E15E69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10D9DDB1" w14:textId="77777777" w:rsidR="00D40158" w:rsidRPr="00D40158" w:rsidRDefault="00467891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</w:tcBorders>
            <w:vAlign w:val="center"/>
          </w:tcPr>
          <w:p w14:paraId="111A8780" w14:textId="77777777" w:rsidR="00D40158" w:rsidRPr="00D40158" w:rsidRDefault="00467891" w:rsidP="00C97E25">
            <w:pPr>
              <w:jc w:val="both"/>
              <w:rPr>
                <w:rFonts w:ascii="宋体" w:hAnsi="宋体"/>
                <w:szCs w:val="18"/>
              </w:rPr>
            </w:pPr>
            <w:bookmarkStart w:id="11" w:name="加密锁号"/>
            <w:r w:rsidRPr="00D40158">
              <w:rPr>
                <w:rFonts w:ascii="宋体" w:hAnsi="宋体" w:hint="eastAsia"/>
                <w:szCs w:val="18"/>
              </w:rPr>
              <w:t>T18613309897</w:t>
            </w:r>
            <w:bookmarkEnd w:id="11"/>
          </w:p>
        </w:tc>
      </w:tr>
    </w:tbl>
    <w:p w14:paraId="6EFF353B" w14:textId="77777777" w:rsidR="005B76BA" w:rsidRDefault="00D40158" w:rsidP="005B76BA">
      <w:pPr>
        <w:spacing w:line="1000" w:lineRule="exact"/>
        <w:jc w:val="center"/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 w:rsidR="005B76BA">
        <w:t xml:space="preserve"> </w:t>
      </w:r>
    </w:p>
    <w:p w14:paraId="4FA9FE43" w14:textId="77777777" w:rsidR="009C4D39" w:rsidRDefault="009C4D39" w:rsidP="009C4D39">
      <w:pPr>
        <w:pStyle w:val="TOC1"/>
      </w:pPr>
    </w:p>
    <w:p w14:paraId="478C247C" w14:textId="77777777" w:rsidR="009C4D39" w:rsidRPr="009C4D39" w:rsidRDefault="009C4D39" w:rsidP="009C4D39">
      <w:pPr>
        <w:rPr>
          <w:lang w:val="en-US"/>
        </w:rPr>
        <w:sectPr w:rsidR="009C4D39" w:rsidRPr="009C4D39" w:rsidSect="006E6213">
          <w:headerReference w:type="default" r:id="rId8"/>
          <w:footerReference w:type="default" r:id="rId9"/>
          <w:pgSz w:w="11906" w:h="16838" w:code="9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14:paraId="66608236" w14:textId="77777777" w:rsidR="00B51927" w:rsidRPr="00B51927" w:rsidRDefault="00B51927" w:rsidP="009C4D39">
      <w:pPr>
        <w:pStyle w:val="TOC1"/>
      </w:pPr>
    </w:p>
    <w:p w14:paraId="1F70314E" w14:textId="77777777" w:rsidR="00D40158" w:rsidRPr="005E5F93" w:rsidRDefault="00D40158" w:rsidP="005215FB">
      <w:pPr>
        <w:pStyle w:val="1"/>
      </w:pPr>
      <w:bookmarkStart w:id="12" w:name="_Toc316568035"/>
      <w:r w:rsidRPr="005E5F93">
        <w:rPr>
          <w:rFonts w:hint="eastAsia"/>
        </w:rPr>
        <w:t>建筑概况</w:t>
      </w:r>
      <w:bookmarkEnd w:id="12"/>
    </w:p>
    <w:tbl>
      <w:tblPr>
        <w:tblW w:w="4885" w:type="pct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69"/>
        <w:gridCol w:w="6063"/>
      </w:tblGrid>
      <w:tr w:rsidR="00D40158" w:rsidRPr="00FB028F" w14:paraId="6400ECB3" w14:textId="77777777">
        <w:tc>
          <w:tcPr>
            <w:tcW w:w="2841" w:type="dxa"/>
            <w:shd w:val="clear" w:color="auto" w:fill="E6E6E6"/>
          </w:tcPr>
          <w:p w14:paraId="2E202F17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231" w:type="dxa"/>
            <w:shd w:val="clear" w:color="auto" w:fill="auto"/>
          </w:tcPr>
          <w:p w14:paraId="23BB5036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3" w:name="工程名称"/>
            <w:r>
              <w:t>新建项目</w:t>
            </w:r>
            <w:bookmarkEnd w:id="13"/>
          </w:p>
        </w:tc>
      </w:tr>
      <w:tr w:rsidR="00D40158" w:rsidRPr="00FB028F" w14:paraId="3131E2B8" w14:textId="77777777">
        <w:tc>
          <w:tcPr>
            <w:tcW w:w="2841" w:type="dxa"/>
            <w:shd w:val="clear" w:color="auto" w:fill="E6E6E6"/>
          </w:tcPr>
          <w:p w14:paraId="12857B01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231" w:type="dxa"/>
            <w:shd w:val="clear" w:color="auto" w:fill="auto"/>
          </w:tcPr>
          <w:p w14:paraId="25CC7F06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4" w:name="工程地点"/>
            <w:r>
              <w:t>北京</w:t>
            </w:r>
            <w:r>
              <w:t>-</w:t>
            </w:r>
            <w:r>
              <w:t>北京</w:t>
            </w:r>
            <w:bookmarkEnd w:id="14"/>
          </w:p>
        </w:tc>
      </w:tr>
      <w:tr w:rsidR="00D40158" w:rsidRPr="00FB028F" w14:paraId="117051E4" w14:textId="77777777">
        <w:tc>
          <w:tcPr>
            <w:tcW w:w="2841" w:type="dxa"/>
            <w:shd w:val="clear" w:color="auto" w:fill="E6E6E6"/>
          </w:tcPr>
          <w:p w14:paraId="61D38901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气候子区</w:t>
            </w:r>
          </w:p>
        </w:tc>
        <w:tc>
          <w:tcPr>
            <w:tcW w:w="6231" w:type="dxa"/>
            <w:shd w:val="clear" w:color="auto" w:fill="auto"/>
          </w:tcPr>
          <w:p w14:paraId="0B3BD53E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5" w:name="气候分区"/>
            <w:r>
              <w:t>寒冷</w:t>
            </w:r>
            <w:r>
              <w:t>B</w:t>
            </w:r>
            <w:r>
              <w:t>区</w:t>
            </w:r>
            <w:bookmarkEnd w:id="15"/>
          </w:p>
        </w:tc>
      </w:tr>
      <w:tr w:rsidR="00D40158" w:rsidRPr="00FB028F" w14:paraId="036C431F" w14:textId="77777777">
        <w:tc>
          <w:tcPr>
            <w:tcW w:w="2841" w:type="dxa"/>
            <w:shd w:val="clear" w:color="auto" w:fill="E6E6E6"/>
          </w:tcPr>
          <w:p w14:paraId="1D024B4E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建筑面积</w:t>
            </w:r>
          </w:p>
        </w:tc>
        <w:tc>
          <w:tcPr>
            <w:tcW w:w="6231" w:type="dxa"/>
            <w:shd w:val="clear" w:color="auto" w:fill="auto"/>
          </w:tcPr>
          <w:p w14:paraId="7C0FC101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地上</w:t>
            </w:r>
            <w:bookmarkStart w:id="16" w:name="地上建筑面积"/>
            <w:r w:rsidRPr="00FB028F">
              <w:rPr>
                <w:rFonts w:ascii="宋体" w:hAnsi="宋体" w:hint="eastAsia"/>
                <w:lang w:val="en-US"/>
              </w:rPr>
              <w:t>874</w:t>
            </w:r>
            <w:bookmarkEnd w:id="16"/>
            <w:r w:rsidRPr="00FB028F">
              <w:rPr>
                <w:rFonts w:ascii="宋体" w:hAnsi="宋体" w:hint="eastAsia"/>
              </w:rPr>
              <w:t>㎡</w:t>
            </w:r>
            <w:r w:rsidRPr="00FB028F">
              <w:rPr>
                <w:rFonts w:ascii="宋体" w:hAnsi="宋体" w:hint="eastAsia"/>
                <w:lang w:val="en-US"/>
              </w:rPr>
              <w:t xml:space="preserve">    地下</w:t>
            </w:r>
            <w:bookmarkStart w:id="17" w:name="地下建筑面积"/>
            <w:r w:rsidRPr="00FB028F">
              <w:rPr>
                <w:rFonts w:ascii="宋体" w:hAnsi="宋体" w:hint="eastAsia"/>
                <w:lang w:val="en-US"/>
              </w:rPr>
              <w:t>481</w:t>
            </w:r>
            <w:bookmarkEnd w:id="17"/>
            <w:r w:rsidRPr="00FB028F">
              <w:rPr>
                <w:rFonts w:ascii="宋体" w:hAnsi="宋体" w:hint="eastAsia"/>
              </w:rPr>
              <w:t>㎡</w:t>
            </w:r>
          </w:p>
        </w:tc>
      </w:tr>
      <w:tr w:rsidR="00D40158" w:rsidRPr="00FB028F" w14:paraId="53135E1B" w14:textId="77777777">
        <w:tc>
          <w:tcPr>
            <w:tcW w:w="2841" w:type="dxa"/>
            <w:shd w:val="clear" w:color="auto" w:fill="E6E6E6"/>
          </w:tcPr>
          <w:p w14:paraId="6B57A432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建筑层数</w:t>
            </w:r>
          </w:p>
        </w:tc>
        <w:tc>
          <w:tcPr>
            <w:tcW w:w="6231" w:type="dxa"/>
            <w:shd w:val="clear" w:color="auto" w:fill="auto"/>
          </w:tcPr>
          <w:p w14:paraId="1C430B40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地上</w:t>
            </w:r>
            <w:bookmarkStart w:id="18" w:name="地上建筑层数"/>
            <w:r w:rsidRPr="00FB028F">
              <w:rPr>
                <w:rFonts w:ascii="宋体" w:hAnsi="宋体" w:hint="eastAsia"/>
                <w:lang w:val="en-US"/>
              </w:rPr>
              <w:t>2</w:t>
            </w:r>
            <w:bookmarkEnd w:id="18"/>
            <w:r w:rsidRPr="00FB028F">
              <w:rPr>
                <w:rFonts w:ascii="宋体" w:hAnsi="宋体" w:hint="eastAsia"/>
                <w:lang w:val="en-US"/>
              </w:rPr>
              <w:t xml:space="preserve">          地下</w:t>
            </w:r>
            <w:bookmarkStart w:id="19" w:name="地下建筑层数"/>
            <w:r>
              <w:t>1</w:t>
            </w:r>
            <w:bookmarkEnd w:id="19"/>
          </w:p>
        </w:tc>
      </w:tr>
      <w:tr w:rsidR="00D40158" w:rsidRPr="00FB028F" w14:paraId="048A3364" w14:textId="77777777">
        <w:tc>
          <w:tcPr>
            <w:tcW w:w="2841" w:type="dxa"/>
            <w:shd w:val="clear" w:color="auto" w:fill="E6E6E6"/>
          </w:tcPr>
          <w:p w14:paraId="290E1311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建筑高度</w:t>
            </w:r>
          </w:p>
        </w:tc>
        <w:tc>
          <w:tcPr>
            <w:tcW w:w="6231" w:type="dxa"/>
            <w:shd w:val="clear" w:color="auto" w:fill="auto"/>
          </w:tcPr>
          <w:p w14:paraId="1BFE442D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0" w:name="地上建筑高度"/>
            <w:r w:rsidRPr="00FB028F">
              <w:rPr>
                <w:rFonts w:ascii="宋体" w:hAnsi="宋体" w:hint="eastAsia"/>
                <w:lang w:val="en-US"/>
              </w:rPr>
              <w:t>9.0</w:t>
            </w:r>
            <w:bookmarkEnd w:id="20"/>
            <w:r w:rsidRPr="00FB028F">
              <w:rPr>
                <w:rFonts w:ascii="宋体" w:hAnsi="宋体" w:hint="eastAsia"/>
                <w:lang w:val="en-US"/>
              </w:rPr>
              <w:t>m</w:t>
            </w:r>
          </w:p>
        </w:tc>
      </w:tr>
      <w:tr w:rsidR="005A24B8" w:rsidRPr="00FB028F" w14:paraId="404A856C" w14:textId="77777777">
        <w:tc>
          <w:tcPr>
            <w:tcW w:w="2841" w:type="dxa"/>
            <w:shd w:val="clear" w:color="auto" w:fill="E6E6E6"/>
          </w:tcPr>
          <w:p w14:paraId="44E229EB" w14:textId="77777777" w:rsidR="005A24B8" w:rsidRPr="00FF2243" w:rsidRDefault="005A24B8" w:rsidP="005A24B8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231" w:type="dxa"/>
            <w:shd w:val="clear" w:color="auto" w:fill="auto"/>
          </w:tcPr>
          <w:p w14:paraId="336EE4C1" w14:textId="77777777" w:rsidR="005A24B8" w:rsidRPr="00FF2243" w:rsidRDefault="005A24B8" w:rsidP="005A24B8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1" w:name="北向角度"/>
            <w:r>
              <w:t>90</w:t>
            </w:r>
            <w:bookmarkEnd w:id="21"/>
          </w:p>
        </w:tc>
      </w:tr>
      <w:tr w:rsidR="00D40158" w:rsidRPr="00FB028F" w14:paraId="2C5705CF" w14:textId="77777777">
        <w:tc>
          <w:tcPr>
            <w:tcW w:w="2841" w:type="dxa"/>
            <w:shd w:val="clear" w:color="auto" w:fill="E6E6E6"/>
          </w:tcPr>
          <w:p w14:paraId="05ED5AC0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结构类型</w:t>
            </w:r>
          </w:p>
        </w:tc>
        <w:tc>
          <w:tcPr>
            <w:tcW w:w="6231" w:type="dxa"/>
            <w:shd w:val="clear" w:color="auto" w:fill="auto"/>
          </w:tcPr>
          <w:p w14:paraId="7DBF3B68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2" w:name="结构类型"/>
            <w:bookmarkEnd w:id="22"/>
          </w:p>
        </w:tc>
      </w:tr>
      <w:tr w:rsidR="00D40158" w:rsidRPr="00FB028F" w14:paraId="1C4D7A89" w14:textId="77777777">
        <w:tc>
          <w:tcPr>
            <w:tcW w:w="2841" w:type="dxa"/>
            <w:shd w:val="clear" w:color="auto" w:fill="E6E6E6"/>
          </w:tcPr>
          <w:p w14:paraId="2186A7F3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采暖期天数（d）</w:t>
            </w:r>
          </w:p>
        </w:tc>
        <w:tc>
          <w:tcPr>
            <w:tcW w:w="6231" w:type="dxa"/>
            <w:shd w:val="clear" w:color="auto" w:fill="auto"/>
          </w:tcPr>
          <w:p w14:paraId="45E5CF46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3" w:name="采暖期天数"/>
            <w:r>
              <w:t>125</w:t>
            </w:r>
            <w:bookmarkEnd w:id="23"/>
          </w:p>
        </w:tc>
      </w:tr>
      <w:tr w:rsidR="00D40158" w:rsidRPr="00FB028F" w14:paraId="75FC0C5D" w14:textId="77777777">
        <w:tc>
          <w:tcPr>
            <w:tcW w:w="2841" w:type="dxa"/>
            <w:shd w:val="clear" w:color="auto" w:fill="E6E6E6"/>
          </w:tcPr>
          <w:p w14:paraId="6362A5E5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采暖期室外平均温度（C°）</w:t>
            </w:r>
          </w:p>
        </w:tc>
        <w:tc>
          <w:tcPr>
            <w:tcW w:w="6231" w:type="dxa"/>
            <w:shd w:val="clear" w:color="auto" w:fill="auto"/>
          </w:tcPr>
          <w:p w14:paraId="5A833102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4" w:name="采暖期平均外温"/>
            <w:r>
              <w:t>-1.60</w:t>
            </w:r>
            <w:bookmarkEnd w:id="24"/>
          </w:p>
        </w:tc>
      </w:tr>
    </w:tbl>
    <w:p w14:paraId="6173488A" w14:textId="77777777" w:rsidR="00D40158" w:rsidRDefault="00D40158" w:rsidP="00D40158">
      <w:pPr>
        <w:pStyle w:val="1"/>
      </w:pPr>
      <w:bookmarkStart w:id="25" w:name="_Toc316568036"/>
      <w:bookmarkStart w:id="26" w:name="TitleFormat"/>
      <w:r>
        <w:rPr>
          <w:rFonts w:hint="eastAsia"/>
        </w:rPr>
        <w:t>设计依据</w:t>
      </w:r>
      <w:bookmarkEnd w:id="25"/>
    </w:p>
    <w:p w14:paraId="1EB2C09C" w14:textId="77777777" w:rsidR="00D40158" w:rsidRPr="00D62A9A" w:rsidRDefault="00D40158" w:rsidP="00D62A9A">
      <w:pPr>
        <w:widowControl w:val="0"/>
        <w:jc w:val="both"/>
        <w:rPr>
          <w:kern w:val="2"/>
          <w:szCs w:val="24"/>
          <w:lang w:val="en-US"/>
        </w:rPr>
      </w:pPr>
      <w:bookmarkStart w:id="27" w:name="计算依据"/>
      <w:bookmarkEnd w:id="26"/>
      <w:bookmarkEnd w:id="27"/>
      <w:r>
        <w:rPr>
          <w:kern w:val="2"/>
          <w:szCs w:val="24"/>
          <w:lang w:val="en-US"/>
        </w:rPr>
        <w:t xml:space="preserve">1. </w:t>
      </w:r>
      <w:r>
        <w:rPr>
          <w:kern w:val="2"/>
          <w:szCs w:val="24"/>
          <w:lang w:val="en-US"/>
        </w:rPr>
        <w:t>《建筑节能与可再生能源利用通用规范》</w:t>
      </w:r>
      <w:r>
        <w:rPr>
          <w:kern w:val="2"/>
          <w:szCs w:val="24"/>
          <w:lang w:val="en-US"/>
        </w:rPr>
        <w:t>GB55015-2021</w:t>
      </w:r>
    </w:p>
    <w:p w14:paraId="4A93D86B" w14:textId="77777777" w:rsidR="002A0849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2. </w:t>
      </w:r>
      <w:r>
        <w:rPr>
          <w:kern w:val="2"/>
          <w:szCs w:val="24"/>
          <w:lang w:val="en-US"/>
        </w:rPr>
        <w:t>《严寒和寒冷地区居住建筑节能设计标准》</w:t>
      </w:r>
      <w:r>
        <w:rPr>
          <w:kern w:val="2"/>
          <w:szCs w:val="24"/>
          <w:lang w:val="en-US"/>
        </w:rPr>
        <w:t>JGJ 26-2018</w:t>
      </w:r>
    </w:p>
    <w:p w14:paraId="24E2601B" w14:textId="77777777" w:rsidR="002A0849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3. </w:t>
      </w:r>
      <w:r>
        <w:rPr>
          <w:kern w:val="2"/>
          <w:szCs w:val="24"/>
          <w:lang w:val="en-US"/>
        </w:rPr>
        <w:t>《民用建筑热工设计规范》</w:t>
      </w:r>
      <w:r>
        <w:rPr>
          <w:kern w:val="2"/>
          <w:szCs w:val="24"/>
          <w:lang w:val="en-US"/>
        </w:rPr>
        <w:t>GB50176</w:t>
      </w:r>
    </w:p>
    <w:p w14:paraId="1B8DC07B" w14:textId="77777777" w:rsidR="002A0849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4. </w:t>
      </w:r>
      <w:r>
        <w:rPr>
          <w:kern w:val="2"/>
          <w:szCs w:val="24"/>
          <w:lang w:val="en-US"/>
        </w:rPr>
        <w:t>《建筑幕墙、门窗通用技术条件》</w:t>
      </w:r>
      <w:r>
        <w:rPr>
          <w:kern w:val="2"/>
          <w:szCs w:val="24"/>
          <w:lang w:val="en-US"/>
        </w:rPr>
        <w:t>GB/T31433-2015</w:t>
      </w:r>
    </w:p>
    <w:p w14:paraId="281DEBE7" w14:textId="77777777" w:rsidR="002A0849" w:rsidRDefault="00000000">
      <w:pPr>
        <w:pStyle w:val="1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规定性指标检查</w:t>
      </w:r>
    </w:p>
    <w:p w14:paraId="1EEFBFC2" w14:textId="77777777" w:rsidR="002A0849" w:rsidRDefault="00000000">
      <w:pPr>
        <w:pStyle w:val="2"/>
        <w:widowControl w:val="0"/>
        <w:rPr>
          <w:kern w:val="2"/>
        </w:rPr>
      </w:pPr>
      <w:r>
        <w:rPr>
          <w:kern w:val="2"/>
        </w:rPr>
        <w:t>工程材料</w:t>
      </w:r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2A0849" w14:paraId="4AD89DE2" w14:textId="77777777">
        <w:tc>
          <w:tcPr>
            <w:tcW w:w="2196" w:type="dxa"/>
            <w:vMerge w:val="restart"/>
            <w:shd w:val="clear" w:color="auto" w:fill="E6E6E6"/>
            <w:vAlign w:val="center"/>
          </w:tcPr>
          <w:p w14:paraId="6E9C29D9" w14:textId="77777777" w:rsidR="002A0849" w:rsidRDefault="00000000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77FE68C2" w14:textId="77777777" w:rsidR="002A0849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7605CF49" w14:textId="77777777" w:rsidR="002A0849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7EE2A9D" w14:textId="77777777" w:rsidR="002A0849" w:rsidRDefault="00000000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66E5B60E" w14:textId="77777777" w:rsidR="002A0849" w:rsidRDefault="00000000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15861BF1" w14:textId="77777777" w:rsidR="002A0849" w:rsidRDefault="00000000">
            <w:pPr>
              <w:jc w:val="center"/>
            </w:pPr>
            <w:r>
              <w:t>蒸汽渗透系数</w:t>
            </w:r>
            <w:r>
              <w:t>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14:paraId="54EAB2C2" w14:textId="77777777" w:rsidR="002A0849" w:rsidRDefault="00000000">
            <w:pPr>
              <w:jc w:val="center"/>
            </w:pPr>
            <w:r>
              <w:t>备注</w:t>
            </w:r>
          </w:p>
        </w:tc>
      </w:tr>
      <w:tr w:rsidR="002A0849" w14:paraId="044A752B" w14:textId="77777777">
        <w:tc>
          <w:tcPr>
            <w:tcW w:w="2196" w:type="dxa"/>
            <w:vMerge/>
            <w:shd w:val="clear" w:color="auto" w:fill="E6E6E6"/>
            <w:vAlign w:val="center"/>
          </w:tcPr>
          <w:p w14:paraId="732DC608" w14:textId="77777777" w:rsidR="002A0849" w:rsidRDefault="002A0849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14:paraId="3E13266E" w14:textId="77777777" w:rsidR="002A0849" w:rsidRDefault="00000000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7FB617CF" w14:textId="77777777" w:rsidR="002A0849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7BC55D7" w14:textId="77777777" w:rsidR="002A0849" w:rsidRDefault="00000000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5F35D379" w14:textId="77777777" w:rsidR="002A0849" w:rsidRDefault="00000000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2EFEB5E7" w14:textId="77777777" w:rsidR="002A0849" w:rsidRDefault="00000000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14:paraId="7C953CCD" w14:textId="77777777" w:rsidR="002A0849" w:rsidRDefault="002A0849">
            <w:pPr>
              <w:jc w:val="center"/>
            </w:pPr>
          </w:p>
        </w:tc>
      </w:tr>
      <w:tr w:rsidR="002A0849" w14:paraId="6ACE84A5" w14:textId="77777777">
        <w:tc>
          <w:tcPr>
            <w:tcW w:w="2196" w:type="dxa"/>
            <w:shd w:val="clear" w:color="auto" w:fill="E6E6E6"/>
            <w:vAlign w:val="center"/>
          </w:tcPr>
          <w:p w14:paraId="377DAD4A" w14:textId="77777777" w:rsidR="002A0849" w:rsidRDefault="00000000">
            <w:r>
              <w:t>水泥砂浆</w:t>
            </w:r>
          </w:p>
        </w:tc>
        <w:tc>
          <w:tcPr>
            <w:tcW w:w="1018" w:type="dxa"/>
            <w:vAlign w:val="center"/>
          </w:tcPr>
          <w:p w14:paraId="6B6DD256" w14:textId="77777777" w:rsidR="002A0849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6F2B2101" w14:textId="77777777" w:rsidR="002A0849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649E15A1" w14:textId="77777777" w:rsidR="002A0849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1FB09B7B" w14:textId="77777777" w:rsidR="002A0849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554976EE" w14:textId="77777777" w:rsidR="002A0849" w:rsidRDefault="00000000">
            <w:r>
              <w:t>0.0210</w:t>
            </w:r>
          </w:p>
        </w:tc>
        <w:tc>
          <w:tcPr>
            <w:tcW w:w="1516" w:type="dxa"/>
            <w:vAlign w:val="center"/>
          </w:tcPr>
          <w:p w14:paraId="7E64599B" w14:textId="77777777" w:rsidR="002A0849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2A0849" w14:paraId="692A7F20" w14:textId="77777777">
        <w:tc>
          <w:tcPr>
            <w:tcW w:w="2196" w:type="dxa"/>
            <w:shd w:val="clear" w:color="auto" w:fill="E6E6E6"/>
            <w:vAlign w:val="center"/>
          </w:tcPr>
          <w:p w14:paraId="0FC3992B" w14:textId="77777777" w:rsidR="002A0849" w:rsidRDefault="00000000">
            <w:r>
              <w:t>石灰砂浆</w:t>
            </w:r>
          </w:p>
        </w:tc>
        <w:tc>
          <w:tcPr>
            <w:tcW w:w="1018" w:type="dxa"/>
            <w:vAlign w:val="center"/>
          </w:tcPr>
          <w:p w14:paraId="5DD7B766" w14:textId="77777777" w:rsidR="002A0849" w:rsidRDefault="00000000">
            <w:r>
              <w:t>0.810</w:t>
            </w:r>
          </w:p>
        </w:tc>
        <w:tc>
          <w:tcPr>
            <w:tcW w:w="1030" w:type="dxa"/>
            <w:vAlign w:val="center"/>
          </w:tcPr>
          <w:p w14:paraId="37A3A769" w14:textId="77777777" w:rsidR="002A0849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1C5A3B71" w14:textId="77777777" w:rsidR="002A0849" w:rsidRDefault="00000000">
            <w:r>
              <w:t>1600.0</w:t>
            </w:r>
          </w:p>
        </w:tc>
        <w:tc>
          <w:tcPr>
            <w:tcW w:w="1018" w:type="dxa"/>
            <w:vAlign w:val="center"/>
          </w:tcPr>
          <w:p w14:paraId="4CA71ECA" w14:textId="77777777" w:rsidR="002A0849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425502D3" w14:textId="77777777" w:rsidR="002A0849" w:rsidRDefault="00000000">
            <w:r>
              <w:t>0.0443</w:t>
            </w:r>
          </w:p>
        </w:tc>
        <w:tc>
          <w:tcPr>
            <w:tcW w:w="1516" w:type="dxa"/>
            <w:vAlign w:val="center"/>
          </w:tcPr>
          <w:p w14:paraId="525A3184" w14:textId="77777777" w:rsidR="002A0849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2A0849" w14:paraId="37E46A05" w14:textId="77777777">
        <w:tc>
          <w:tcPr>
            <w:tcW w:w="2196" w:type="dxa"/>
            <w:shd w:val="clear" w:color="auto" w:fill="E6E6E6"/>
            <w:vAlign w:val="center"/>
          </w:tcPr>
          <w:p w14:paraId="1E5BD73A" w14:textId="77777777" w:rsidR="002A0849" w:rsidRDefault="00000000">
            <w:r>
              <w:t>钢筋混凝土</w:t>
            </w:r>
          </w:p>
        </w:tc>
        <w:tc>
          <w:tcPr>
            <w:tcW w:w="1018" w:type="dxa"/>
            <w:vAlign w:val="center"/>
          </w:tcPr>
          <w:p w14:paraId="445C956D" w14:textId="77777777" w:rsidR="002A0849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14:paraId="2EDD49C5" w14:textId="77777777" w:rsidR="002A0849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7A63D5DE" w14:textId="77777777" w:rsidR="002A0849" w:rsidRDefault="00000000">
            <w:r>
              <w:t>2500.0</w:t>
            </w:r>
          </w:p>
        </w:tc>
        <w:tc>
          <w:tcPr>
            <w:tcW w:w="1018" w:type="dxa"/>
            <w:vAlign w:val="center"/>
          </w:tcPr>
          <w:p w14:paraId="6310948A" w14:textId="77777777" w:rsidR="002A0849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0E1F6BBF" w14:textId="77777777" w:rsidR="002A0849" w:rsidRDefault="00000000">
            <w:r>
              <w:t>0.0158</w:t>
            </w:r>
          </w:p>
        </w:tc>
        <w:tc>
          <w:tcPr>
            <w:tcW w:w="1516" w:type="dxa"/>
            <w:vAlign w:val="center"/>
          </w:tcPr>
          <w:p w14:paraId="66752A4B" w14:textId="77777777" w:rsidR="002A0849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2A0849" w14:paraId="647A3991" w14:textId="77777777">
        <w:tc>
          <w:tcPr>
            <w:tcW w:w="2196" w:type="dxa"/>
            <w:shd w:val="clear" w:color="auto" w:fill="E6E6E6"/>
            <w:vAlign w:val="center"/>
          </w:tcPr>
          <w:p w14:paraId="50C41570" w14:textId="77777777" w:rsidR="002A0849" w:rsidRDefault="00000000">
            <w:r>
              <w:t>碎石、卵石混凝土</w:t>
            </w:r>
            <w:r>
              <w:t>(ρ=2300)</w:t>
            </w:r>
          </w:p>
        </w:tc>
        <w:tc>
          <w:tcPr>
            <w:tcW w:w="1018" w:type="dxa"/>
            <w:vAlign w:val="center"/>
          </w:tcPr>
          <w:p w14:paraId="0D773871" w14:textId="77777777" w:rsidR="002A0849" w:rsidRDefault="00000000">
            <w:r>
              <w:t>1.510</w:t>
            </w:r>
          </w:p>
        </w:tc>
        <w:tc>
          <w:tcPr>
            <w:tcW w:w="1030" w:type="dxa"/>
            <w:vAlign w:val="center"/>
          </w:tcPr>
          <w:p w14:paraId="31BCF6DB" w14:textId="77777777" w:rsidR="002A0849" w:rsidRDefault="00000000">
            <w:r>
              <w:t>15.360</w:t>
            </w:r>
          </w:p>
        </w:tc>
        <w:tc>
          <w:tcPr>
            <w:tcW w:w="848" w:type="dxa"/>
            <w:vAlign w:val="center"/>
          </w:tcPr>
          <w:p w14:paraId="3957050D" w14:textId="77777777" w:rsidR="002A0849" w:rsidRDefault="00000000">
            <w:r>
              <w:t>2300.0</w:t>
            </w:r>
          </w:p>
        </w:tc>
        <w:tc>
          <w:tcPr>
            <w:tcW w:w="1018" w:type="dxa"/>
            <w:vAlign w:val="center"/>
          </w:tcPr>
          <w:p w14:paraId="5A69A73A" w14:textId="77777777" w:rsidR="002A0849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22413E4E" w14:textId="77777777" w:rsidR="002A0849" w:rsidRDefault="00000000">
            <w:r>
              <w:t>0.0173</w:t>
            </w:r>
          </w:p>
        </w:tc>
        <w:tc>
          <w:tcPr>
            <w:tcW w:w="1516" w:type="dxa"/>
            <w:vAlign w:val="center"/>
          </w:tcPr>
          <w:p w14:paraId="3BFFEED5" w14:textId="77777777" w:rsidR="002A0849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lastRenderedPageBreak/>
              <w:t>GB50176-2016</w:t>
            </w:r>
          </w:p>
        </w:tc>
      </w:tr>
      <w:tr w:rsidR="002A0849" w14:paraId="0AA9D34C" w14:textId="77777777">
        <w:tc>
          <w:tcPr>
            <w:tcW w:w="2196" w:type="dxa"/>
            <w:shd w:val="clear" w:color="auto" w:fill="E6E6E6"/>
            <w:vAlign w:val="center"/>
          </w:tcPr>
          <w:p w14:paraId="3FFF67DC" w14:textId="77777777" w:rsidR="002A0849" w:rsidRDefault="00000000">
            <w:r>
              <w:lastRenderedPageBreak/>
              <w:t>挤塑聚苯乙烯泡沫塑料（带表皮）</w:t>
            </w:r>
          </w:p>
        </w:tc>
        <w:tc>
          <w:tcPr>
            <w:tcW w:w="1018" w:type="dxa"/>
            <w:vAlign w:val="center"/>
          </w:tcPr>
          <w:p w14:paraId="44404A40" w14:textId="77777777" w:rsidR="002A0849" w:rsidRDefault="00000000">
            <w:r>
              <w:t>0.030</w:t>
            </w:r>
          </w:p>
        </w:tc>
        <w:tc>
          <w:tcPr>
            <w:tcW w:w="1030" w:type="dxa"/>
            <w:vAlign w:val="center"/>
          </w:tcPr>
          <w:p w14:paraId="716D3F3B" w14:textId="77777777" w:rsidR="002A0849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071FAD4D" w14:textId="77777777" w:rsidR="002A0849" w:rsidRDefault="00000000">
            <w:r>
              <w:t>35.0</w:t>
            </w:r>
          </w:p>
        </w:tc>
        <w:tc>
          <w:tcPr>
            <w:tcW w:w="1018" w:type="dxa"/>
            <w:vAlign w:val="center"/>
          </w:tcPr>
          <w:p w14:paraId="654827FB" w14:textId="77777777" w:rsidR="002A0849" w:rsidRDefault="00000000">
            <w:r>
              <w:t>1380.0</w:t>
            </w:r>
          </w:p>
        </w:tc>
        <w:tc>
          <w:tcPr>
            <w:tcW w:w="1188" w:type="dxa"/>
            <w:vAlign w:val="center"/>
          </w:tcPr>
          <w:p w14:paraId="1C32AD30" w14:textId="77777777" w:rsidR="002A0849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5F2ADE95" w14:textId="77777777" w:rsidR="002A0849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  <w:r>
              <w:rPr>
                <w:sz w:val="18"/>
                <w:szCs w:val="18"/>
              </w:rPr>
              <w:t>，蒸汽渗透系数没有给出</w:t>
            </w:r>
          </w:p>
        </w:tc>
      </w:tr>
      <w:tr w:rsidR="002A0849" w14:paraId="52449F5C" w14:textId="77777777">
        <w:tc>
          <w:tcPr>
            <w:tcW w:w="2196" w:type="dxa"/>
            <w:shd w:val="clear" w:color="auto" w:fill="E6E6E6"/>
            <w:vAlign w:val="center"/>
          </w:tcPr>
          <w:p w14:paraId="301BC3EE" w14:textId="77777777" w:rsidR="002A0849" w:rsidRDefault="00000000">
            <w:r>
              <w:t>加气混凝土、泡沫混凝土</w:t>
            </w:r>
            <w:r>
              <w:t>(ρ=700)</w:t>
            </w:r>
          </w:p>
        </w:tc>
        <w:tc>
          <w:tcPr>
            <w:tcW w:w="1018" w:type="dxa"/>
            <w:vAlign w:val="center"/>
          </w:tcPr>
          <w:p w14:paraId="34385994" w14:textId="77777777" w:rsidR="002A0849" w:rsidRDefault="00000000">
            <w:r>
              <w:t>0.180</w:t>
            </w:r>
          </w:p>
        </w:tc>
        <w:tc>
          <w:tcPr>
            <w:tcW w:w="1030" w:type="dxa"/>
            <w:vAlign w:val="center"/>
          </w:tcPr>
          <w:p w14:paraId="70D14D9E" w14:textId="77777777" w:rsidR="002A0849" w:rsidRDefault="00000000">
            <w:r>
              <w:t>3.100</w:t>
            </w:r>
          </w:p>
        </w:tc>
        <w:tc>
          <w:tcPr>
            <w:tcW w:w="848" w:type="dxa"/>
            <w:vAlign w:val="center"/>
          </w:tcPr>
          <w:p w14:paraId="289B91D9" w14:textId="77777777" w:rsidR="002A0849" w:rsidRDefault="00000000">
            <w:r>
              <w:t>700.0</w:t>
            </w:r>
          </w:p>
        </w:tc>
        <w:tc>
          <w:tcPr>
            <w:tcW w:w="1018" w:type="dxa"/>
            <w:vAlign w:val="center"/>
          </w:tcPr>
          <w:p w14:paraId="7336F796" w14:textId="77777777" w:rsidR="002A0849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1EC539D1" w14:textId="77777777" w:rsidR="002A0849" w:rsidRDefault="00000000">
            <w:r>
              <w:t>0.0998</w:t>
            </w:r>
          </w:p>
        </w:tc>
        <w:tc>
          <w:tcPr>
            <w:tcW w:w="1516" w:type="dxa"/>
            <w:vAlign w:val="center"/>
          </w:tcPr>
          <w:p w14:paraId="0F47D860" w14:textId="77777777" w:rsidR="002A0849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2A0849" w14:paraId="07869F8B" w14:textId="77777777">
        <w:tc>
          <w:tcPr>
            <w:tcW w:w="2196" w:type="dxa"/>
            <w:shd w:val="clear" w:color="auto" w:fill="E6E6E6"/>
            <w:vAlign w:val="center"/>
          </w:tcPr>
          <w:p w14:paraId="2DA26703" w14:textId="77777777" w:rsidR="002A0849" w:rsidRDefault="00000000">
            <w:r>
              <w:t>混凝土多孔砖</w:t>
            </w:r>
            <w:r>
              <w:t>(190</w:t>
            </w:r>
            <w:r>
              <w:t>六孔砖）</w:t>
            </w:r>
          </w:p>
        </w:tc>
        <w:tc>
          <w:tcPr>
            <w:tcW w:w="1018" w:type="dxa"/>
            <w:vAlign w:val="center"/>
          </w:tcPr>
          <w:p w14:paraId="4A56A8B8" w14:textId="77777777" w:rsidR="002A0849" w:rsidRDefault="00000000">
            <w:r>
              <w:t>0.750</w:t>
            </w:r>
          </w:p>
        </w:tc>
        <w:tc>
          <w:tcPr>
            <w:tcW w:w="1030" w:type="dxa"/>
            <w:vAlign w:val="center"/>
          </w:tcPr>
          <w:p w14:paraId="79937162" w14:textId="77777777" w:rsidR="002A0849" w:rsidRDefault="00000000">
            <w:r>
              <w:t>7.490</w:t>
            </w:r>
          </w:p>
        </w:tc>
        <w:tc>
          <w:tcPr>
            <w:tcW w:w="848" w:type="dxa"/>
            <w:vAlign w:val="center"/>
          </w:tcPr>
          <w:p w14:paraId="2871B4F0" w14:textId="77777777" w:rsidR="002A0849" w:rsidRDefault="00000000">
            <w:r>
              <w:t>1450.0</w:t>
            </w:r>
          </w:p>
        </w:tc>
        <w:tc>
          <w:tcPr>
            <w:tcW w:w="1018" w:type="dxa"/>
            <w:vAlign w:val="center"/>
          </w:tcPr>
          <w:p w14:paraId="2D372A3D" w14:textId="77777777" w:rsidR="002A0849" w:rsidRDefault="00000000">
            <w:r>
              <w:t>709.4</w:t>
            </w:r>
          </w:p>
        </w:tc>
        <w:tc>
          <w:tcPr>
            <w:tcW w:w="1188" w:type="dxa"/>
            <w:vAlign w:val="center"/>
          </w:tcPr>
          <w:p w14:paraId="385C31D7" w14:textId="77777777" w:rsidR="002A0849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43F0CA1D" w14:textId="77777777" w:rsidR="002A0849" w:rsidRDefault="002A0849">
            <w:pPr>
              <w:rPr>
                <w:sz w:val="18"/>
                <w:szCs w:val="18"/>
              </w:rPr>
            </w:pPr>
          </w:p>
        </w:tc>
      </w:tr>
    </w:tbl>
    <w:p w14:paraId="52A34547" w14:textId="77777777" w:rsidR="002A0849" w:rsidRDefault="00000000">
      <w:pPr>
        <w:pStyle w:val="2"/>
        <w:widowControl w:val="0"/>
        <w:rPr>
          <w:kern w:val="2"/>
        </w:rPr>
      </w:pPr>
      <w:r>
        <w:rPr>
          <w:kern w:val="2"/>
        </w:rPr>
        <w:t>体形系数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3"/>
        <w:gridCol w:w="6820"/>
      </w:tblGrid>
      <w:tr w:rsidR="002A0849" w14:paraId="02836B0F" w14:textId="77777777">
        <w:tc>
          <w:tcPr>
            <w:tcW w:w="2513" w:type="dxa"/>
            <w:shd w:val="clear" w:color="auto" w:fill="E6E6E6"/>
            <w:vAlign w:val="center"/>
          </w:tcPr>
          <w:p w14:paraId="5CA58DF5" w14:textId="77777777" w:rsidR="002A0849" w:rsidRDefault="00000000">
            <w:r>
              <w:t>外表面积</w:t>
            </w:r>
          </w:p>
        </w:tc>
        <w:tc>
          <w:tcPr>
            <w:tcW w:w="6820" w:type="dxa"/>
            <w:vAlign w:val="center"/>
          </w:tcPr>
          <w:p w14:paraId="5643CFB0" w14:textId="77777777" w:rsidR="002A0849" w:rsidRDefault="00000000">
            <w:r>
              <w:t>1247.90</w:t>
            </w:r>
          </w:p>
        </w:tc>
      </w:tr>
      <w:tr w:rsidR="002A0849" w14:paraId="3FE3B5D1" w14:textId="77777777">
        <w:tc>
          <w:tcPr>
            <w:tcW w:w="2513" w:type="dxa"/>
            <w:shd w:val="clear" w:color="auto" w:fill="E6E6E6"/>
            <w:vAlign w:val="center"/>
          </w:tcPr>
          <w:p w14:paraId="06AEC2F1" w14:textId="77777777" w:rsidR="002A0849" w:rsidRDefault="00000000">
            <w:r>
              <w:t>建筑体积</w:t>
            </w:r>
          </w:p>
        </w:tc>
        <w:tc>
          <w:tcPr>
            <w:tcW w:w="6820" w:type="dxa"/>
            <w:vAlign w:val="center"/>
          </w:tcPr>
          <w:p w14:paraId="79795CA2" w14:textId="77777777" w:rsidR="002A0849" w:rsidRDefault="00000000">
            <w:r>
              <w:t>3252.21</w:t>
            </w:r>
          </w:p>
        </w:tc>
      </w:tr>
      <w:tr w:rsidR="002A0849" w14:paraId="12DD246D" w14:textId="77777777">
        <w:tc>
          <w:tcPr>
            <w:tcW w:w="2513" w:type="dxa"/>
            <w:shd w:val="clear" w:color="auto" w:fill="E6E6E6"/>
            <w:vAlign w:val="center"/>
          </w:tcPr>
          <w:p w14:paraId="1DC2F11D" w14:textId="77777777" w:rsidR="002A0849" w:rsidRDefault="00000000">
            <w:r>
              <w:t>体形系数</w:t>
            </w:r>
          </w:p>
        </w:tc>
        <w:tc>
          <w:tcPr>
            <w:tcW w:w="6820" w:type="dxa"/>
            <w:vAlign w:val="center"/>
          </w:tcPr>
          <w:p w14:paraId="5AA8A55F" w14:textId="77777777" w:rsidR="002A0849" w:rsidRDefault="00000000">
            <w:r>
              <w:t>0.38</w:t>
            </w:r>
          </w:p>
        </w:tc>
      </w:tr>
      <w:tr w:rsidR="002A0849" w14:paraId="29143F08" w14:textId="77777777">
        <w:tc>
          <w:tcPr>
            <w:tcW w:w="2513" w:type="dxa"/>
            <w:shd w:val="clear" w:color="auto" w:fill="E6E6E6"/>
            <w:vAlign w:val="center"/>
          </w:tcPr>
          <w:p w14:paraId="48CB2730" w14:textId="77777777" w:rsidR="002A0849" w:rsidRDefault="00000000">
            <w:r>
              <w:t>标准依据</w:t>
            </w:r>
          </w:p>
        </w:tc>
        <w:tc>
          <w:tcPr>
            <w:tcW w:w="6820" w:type="dxa"/>
            <w:vAlign w:val="center"/>
          </w:tcPr>
          <w:p w14:paraId="34AB421E" w14:textId="77777777" w:rsidR="002A0849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3.1.2</w:t>
            </w:r>
            <w:r>
              <w:t>条</w:t>
            </w:r>
          </w:p>
        </w:tc>
      </w:tr>
      <w:tr w:rsidR="002A0849" w14:paraId="2E971BF7" w14:textId="77777777">
        <w:tc>
          <w:tcPr>
            <w:tcW w:w="2513" w:type="dxa"/>
            <w:shd w:val="clear" w:color="auto" w:fill="E6E6E6"/>
            <w:vAlign w:val="center"/>
          </w:tcPr>
          <w:p w14:paraId="08C2F059" w14:textId="77777777" w:rsidR="002A0849" w:rsidRDefault="00000000">
            <w:r>
              <w:t>标准要求</w:t>
            </w:r>
          </w:p>
        </w:tc>
        <w:tc>
          <w:tcPr>
            <w:tcW w:w="6820" w:type="dxa"/>
            <w:vAlign w:val="center"/>
          </w:tcPr>
          <w:p w14:paraId="398B4306" w14:textId="77777777" w:rsidR="002A0849" w:rsidRDefault="00000000">
            <w:r>
              <w:t>体形系数应符合表</w:t>
            </w:r>
            <w:r>
              <w:t>3.1.2</w:t>
            </w:r>
            <w:r>
              <w:t>的规定</w:t>
            </w:r>
            <w:r>
              <w:t>(s≤0.57)</w:t>
            </w:r>
          </w:p>
        </w:tc>
      </w:tr>
      <w:tr w:rsidR="002A0849" w14:paraId="57E84427" w14:textId="77777777">
        <w:tc>
          <w:tcPr>
            <w:tcW w:w="2513" w:type="dxa"/>
            <w:shd w:val="clear" w:color="auto" w:fill="E6E6E6"/>
            <w:vAlign w:val="center"/>
          </w:tcPr>
          <w:p w14:paraId="7618A3F3" w14:textId="77777777" w:rsidR="002A0849" w:rsidRDefault="00000000">
            <w:r>
              <w:t>结论</w:t>
            </w:r>
          </w:p>
        </w:tc>
        <w:tc>
          <w:tcPr>
            <w:tcW w:w="6820" w:type="dxa"/>
            <w:vAlign w:val="center"/>
          </w:tcPr>
          <w:p w14:paraId="2A569D96" w14:textId="77777777" w:rsidR="002A0849" w:rsidRDefault="00000000">
            <w:r>
              <w:t>满足</w:t>
            </w:r>
          </w:p>
        </w:tc>
      </w:tr>
    </w:tbl>
    <w:p w14:paraId="048B8302" w14:textId="77777777" w:rsidR="002A0849" w:rsidRDefault="00000000">
      <w:pPr>
        <w:pStyle w:val="2"/>
        <w:widowControl w:val="0"/>
        <w:rPr>
          <w:kern w:val="2"/>
        </w:rPr>
      </w:pPr>
      <w:r>
        <w:rPr>
          <w:kern w:val="2"/>
        </w:rPr>
        <w:t>窗墙比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97"/>
        <w:gridCol w:w="1590"/>
        <w:gridCol w:w="1415"/>
        <w:gridCol w:w="1415"/>
        <w:gridCol w:w="1658"/>
        <w:gridCol w:w="1658"/>
      </w:tblGrid>
      <w:tr w:rsidR="002A0849" w14:paraId="66196697" w14:textId="77777777">
        <w:tc>
          <w:tcPr>
            <w:tcW w:w="1596" w:type="dxa"/>
            <w:shd w:val="clear" w:color="auto" w:fill="E6E6E6"/>
            <w:vAlign w:val="center"/>
          </w:tcPr>
          <w:p w14:paraId="772D9A59" w14:textId="77777777" w:rsidR="002A0849" w:rsidRDefault="00000000">
            <w:pPr>
              <w:jc w:val="center"/>
            </w:pPr>
            <w:r>
              <w:t>户型</w:t>
            </w:r>
          </w:p>
        </w:tc>
        <w:tc>
          <w:tcPr>
            <w:tcW w:w="1590" w:type="dxa"/>
            <w:shd w:val="clear" w:color="auto" w:fill="E6E6E6"/>
            <w:vAlign w:val="center"/>
          </w:tcPr>
          <w:p w14:paraId="2B873222" w14:textId="77777777" w:rsidR="002A0849" w:rsidRDefault="00000000">
            <w:pPr>
              <w:jc w:val="center"/>
            </w:pPr>
            <w:r>
              <w:t>房间编号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7C9B081B" w14:textId="77777777" w:rsidR="002A0849" w:rsidRDefault="00000000">
            <w:pPr>
              <w:jc w:val="center"/>
            </w:pPr>
            <w:r>
              <w:t>朝向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6292F821" w14:textId="77777777" w:rsidR="002A0849" w:rsidRDefault="00000000">
            <w:pPr>
              <w:jc w:val="center"/>
            </w:pPr>
            <w:r>
              <w:t>窗墙比</w:t>
            </w:r>
          </w:p>
        </w:tc>
        <w:tc>
          <w:tcPr>
            <w:tcW w:w="1658" w:type="dxa"/>
            <w:shd w:val="clear" w:color="auto" w:fill="E6E6E6"/>
            <w:vAlign w:val="center"/>
          </w:tcPr>
          <w:p w14:paraId="3B4601CD" w14:textId="77777777" w:rsidR="002A0849" w:rsidRDefault="00000000">
            <w:pPr>
              <w:jc w:val="center"/>
            </w:pPr>
            <w:r>
              <w:t>窗墙比限值</w:t>
            </w:r>
          </w:p>
        </w:tc>
        <w:tc>
          <w:tcPr>
            <w:tcW w:w="1658" w:type="dxa"/>
            <w:shd w:val="clear" w:color="auto" w:fill="E6E6E6"/>
            <w:vAlign w:val="center"/>
          </w:tcPr>
          <w:p w14:paraId="07BFD9F6" w14:textId="77777777" w:rsidR="002A0849" w:rsidRDefault="00000000">
            <w:pPr>
              <w:jc w:val="center"/>
            </w:pPr>
            <w:r>
              <w:t>结论</w:t>
            </w:r>
          </w:p>
        </w:tc>
      </w:tr>
      <w:tr w:rsidR="002A0849" w14:paraId="09B0C8BA" w14:textId="77777777">
        <w:tc>
          <w:tcPr>
            <w:tcW w:w="1596" w:type="dxa"/>
            <w:vMerge w:val="restart"/>
            <w:vAlign w:val="center"/>
          </w:tcPr>
          <w:p w14:paraId="77819FD8" w14:textId="77777777" w:rsidR="002A0849" w:rsidRDefault="00000000">
            <w:r>
              <w:t>户外房间</w:t>
            </w:r>
          </w:p>
        </w:tc>
        <w:tc>
          <w:tcPr>
            <w:tcW w:w="1590" w:type="dxa"/>
            <w:vMerge w:val="restart"/>
            <w:vAlign w:val="center"/>
          </w:tcPr>
          <w:p w14:paraId="42DE1E60" w14:textId="77777777" w:rsidR="002A0849" w:rsidRDefault="00000000">
            <w:r>
              <w:t>X001</w:t>
            </w:r>
          </w:p>
        </w:tc>
        <w:tc>
          <w:tcPr>
            <w:tcW w:w="1415" w:type="dxa"/>
            <w:vAlign w:val="center"/>
          </w:tcPr>
          <w:p w14:paraId="5E401AEC" w14:textId="77777777" w:rsidR="002A0849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5C55A59A" w14:textId="77777777" w:rsidR="002A0849" w:rsidRDefault="00000000">
            <w:r>
              <w:t>0.32</w:t>
            </w:r>
          </w:p>
        </w:tc>
        <w:tc>
          <w:tcPr>
            <w:tcW w:w="1658" w:type="dxa"/>
            <w:vAlign w:val="center"/>
          </w:tcPr>
          <w:p w14:paraId="5CBEE4ED" w14:textId="77777777" w:rsidR="002A0849" w:rsidRDefault="00000000">
            <w:r>
              <w:t>0.50</w:t>
            </w:r>
          </w:p>
        </w:tc>
        <w:tc>
          <w:tcPr>
            <w:tcW w:w="1658" w:type="dxa"/>
            <w:vAlign w:val="center"/>
          </w:tcPr>
          <w:p w14:paraId="22614C17" w14:textId="77777777" w:rsidR="002A0849" w:rsidRDefault="00000000">
            <w:r>
              <w:t>满足</w:t>
            </w:r>
          </w:p>
        </w:tc>
      </w:tr>
      <w:tr w:rsidR="002A0849" w14:paraId="3262F3E1" w14:textId="77777777">
        <w:tc>
          <w:tcPr>
            <w:tcW w:w="1596" w:type="dxa"/>
            <w:vMerge/>
            <w:vAlign w:val="center"/>
          </w:tcPr>
          <w:p w14:paraId="5E114E27" w14:textId="77777777" w:rsidR="002A0849" w:rsidRDefault="002A0849"/>
        </w:tc>
        <w:tc>
          <w:tcPr>
            <w:tcW w:w="1590" w:type="dxa"/>
            <w:vMerge/>
            <w:vAlign w:val="center"/>
          </w:tcPr>
          <w:p w14:paraId="58F00C0D" w14:textId="77777777" w:rsidR="002A0849" w:rsidRDefault="002A0849"/>
        </w:tc>
        <w:tc>
          <w:tcPr>
            <w:tcW w:w="1415" w:type="dxa"/>
            <w:vAlign w:val="center"/>
          </w:tcPr>
          <w:p w14:paraId="0C0B3F6B" w14:textId="77777777" w:rsidR="002A0849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268CA68B" w14:textId="77777777" w:rsidR="002A0849" w:rsidRDefault="00000000">
            <w:r>
              <w:t>0.23</w:t>
            </w:r>
          </w:p>
        </w:tc>
        <w:tc>
          <w:tcPr>
            <w:tcW w:w="1658" w:type="dxa"/>
            <w:vAlign w:val="center"/>
          </w:tcPr>
          <w:p w14:paraId="7CDDDE96" w14:textId="77777777" w:rsidR="002A0849" w:rsidRDefault="00000000">
            <w:r>
              <w:t>0.30</w:t>
            </w:r>
          </w:p>
        </w:tc>
        <w:tc>
          <w:tcPr>
            <w:tcW w:w="1658" w:type="dxa"/>
            <w:vAlign w:val="center"/>
          </w:tcPr>
          <w:p w14:paraId="66B11441" w14:textId="77777777" w:rsidR="002A0849" w:rsidRDefault="00000000">
            <w:r>
              <w:t>满足</w:t>
            </w:r>
          </w:p>
        </w:tc>
      </w:tr>
      <w:tr w:rsidR="002A0849" w14:paraId="61BB45DB" w14:textId="77777777">
        <w:tc>
          <w:tcPr>
            <w:tcW w:w="1596" w:type="dxa"/>
            <w:vMerge/>
            <w:vAlign w:val="center"/>
          </w:tcPr>
          <w:p w14:paraId="1932D8A8" w14:textId="77777777" w:rsidR="002A0849" w:rsidRDefault="002A0849"/>
        </w:tc>
        <w:tc>
          <w:tcPr>
            <w:tcW w:w="1590" w:type="dxa"/>
            <w:vAlign w:val="center"/>
          </w:tcPr>
          <w:p w14:paraId="4EAE574F" w14:textId="77777777" w:rsidR="002A0849" w:rsidRDefault="00000000">
            <w:r>
              <w:t>X002</w:t>
            </w:r>
          </w:p>
        </w:tc>
        <w:tc>
          <w:tcPr>
            <w:tcW w:w="1415" w:type="dxa"/>
            <w:vAlign w:val="center"/>
          </w:tcPr>
          <w:p w14:paraId="115846F9" w14:textId="77777777" w:rsidR="002A0849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02A766B3" w14:textId="77777777" w:rsidR="002A0849" w:rsidRDefault="00000000">
            <w:r>
              <w:t>0.15</w:t>
            </w:r>
          </w:p>
        </w:tc>
        <w:tc>
          <w:tcPr>
            <w:tcW w:w="1658" w:type="dxa"/>
            <w:vAlign w:val="center"/>
          </w:tcPr>
          <w:p w14:paraId="6B1B82E5" w14:textId="77777777" w:rsidR="002A0849" w:rsidRDefault="00000000">
            <w:r>
              <w:t>0.50</w:t>
            </w:r>
          </w:p>
        </w:tc>
        <w:tc>
          <w:tcPr>
            <w:tcW w:w="1658" w:type="dxa"/>
            <w:vAlign w:val="center"/>
          </w:tcPr>
          <w:p w14:paraId="197968EF" w14:textId="77777777" w:rsidR="002A0849" w:rsidRDefault="00000000">
            <w:r>
              <w:t>满足</w:t>
            </w:r>
          </w:p>
        </w:tc>
      </w:tr>
      <w:tr w:rsidR="002A0849" w14:paraId="5D5E652C" w14:textId="77777777">
        <w:tc>
          <w:tcPr>
            <w:tcW w:w="1596" w:type="dxa"/>
            <w:vMerge/>
            <w:vAlign w:val="center"/>
          </w:tcPr>
          <w:p w14:paraId="6873C2C4" w14:textId="77777777" w:rsidR="002A0849" w:rsidRDefault="002A0849"/>
        </w:tc>
        <w:tc>
          <w:tcPr>
            <w:tcW w:w="1590" w:type="dxa"/>
            <w:vMerge w:val="restart"/>
            <w:vAlign w:val="center"/>
          </w:tcPr>
          <w:p w14:paraId="3C03BBBC" w14:textId="77777777" w:rsidR="002A0849" w:rsidRDefault="00000000">
            <w:r>
              <w:t>X003</w:t>
            </w:r>
          </w:p>
        </w:tc>
        <w:tc>
          <w:tcPr>
            <w:tcW w:w="1415" w:type="dxa"/>
            <w:vAlign w:val="center"/>
          </w:tcPr>
          <w:p w14:paraId="7645EFAA" w14:textId="77777777" w:rsidR="002A0849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74083AD3" w14:textId="77777777" w:rsidR="002A0849" w:rsidRDefault="00000000">
            <w:r>
              <w:t>0.19</w:t>
            </w:r>
          </w:p>
        </w:tc>
        <w:tc>
          <w:tcPr>
            <w:tcW w:w="1658" w:type="dxa"/>
            <w:vAlign w:val="center"/>
          </w:tcPr>
          <w:p w14:paraId="7AC5AA68" w14:textId="77777777" w:rsidR="002A0849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0C275E6E" w14:textId="77777777" w:rsidR="002A0849" w:rsidRDefault="00000000">
            <w:r>
              <w:t>满足</w:t>
            </w:r>
          </w:p>
        </w:tc>
      </w:tr>
      <w:tr w:rsidR="002A0849" w14:paraId="59E69985" w14:textId="77777777">
        <w:tc>
          <w:tcPr>
            <w:tcW w:w="1596" w:type="dxa"/>
            <w:vMerge/>
            <w:vAlign w:val="center"/>
          </w:tcPr>
          <w:p w14:paraId="095C2034" w14:textId="77777777" w:rsidR="002A0849" w:rsidRDefault="002A0849"/>
        </w:tc>
        <w:tc>
          <w:tcPr>
            <w:tcW w:w="1590" w:type="dxa"/>
            <w:vMerge/>
            <w:vAlign w:val="center"/>
          </w:tcPr>
          <w:p w14:paraId="2E4C2EDA" w14:textId="77777777" w:rsidR="002A0849" w:rsidRDefault="002A0849"/>
        </w:tc>
        <w:tc>
          <w:tcPr>
            <w:tcW w:w="1415" w:type="dxa"/>
            <w:vAlign w:val="center"/>
          </w:tcPr>
          <w:p w14:paraId="3BAE315F" w14:textId="77777777" w:rsidR="002A0849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24A8CAA0" w14:textId="77777777" w:rsidR="002A0849" w:rsidRDefault="00000000">
            <w:r>
              <w:t>0.14</w:t>
            </w:r>
          </w:p>
        </w:tc>
        <w:tc>
          <w:tcPr>
            <w:tcW w:w="1658" w:type="dxa"/>
            <w:vAlign w:val="center"/>
          </w:tcPr>
          <w:p w14:paraId="7A72300B" w14:textId="77777777" w:rsidR="002A0849" w:rsidRDefault="00000000">
            <w:r>
              <w:t>0.30</w:t>
            </w:r>
          </w:p>
        </w:tc>
        <w:tc>
          <w:tcPr>
            <w:tcW w:w="1658" w:type="dxa"/>
            <w:vAlign w:val="center"/>
          </w:tcPr>
          <w:p w14:paraId="09AA009F" w14:textId="77777777" w:rsidR="002A0849" w:rsidRDefault="00000000">
            <w:r>
              <w:t>满足</w:t>
            </w:r>
          </w:p>
        </w:tc>
      </w:tr>
      <w:tr w:rsidR="002A0849" w14:paraId="52A6C104" w14:textId="77777777">
        <w:tc>
          <w:tcPr>
            <w:tcW w:w="1596" w:type="dxa"/>
            <w:vMerge/>
            <w:vAlign w:val="center"/>
          </w:tcPr>
          <w:p w14:paraId="7E9C6146" w14:textId="77777777" w:rsidR="002A0849" w:rsidRDefault="002A0849"/>
        </w:tc>
        <w:tc>
          <w:tcPr>
            <w:tcW w:w="1590" w:type="dxa"/>
            <w:vMerge w:val="restart"/>
            <w:vAlign w:val="center"/>
          </w:tcPr>
          <w:p w14:paraId="504CB217" w14:textId="77777777" w:rsidR="002A0849" w:rsidRDefault="00000000">
            <w:r>
              <w:t>X005</w:t>
            </w:r>
          </w:p>
        </w:tc>
        <w:tc>
          <w:tcPr>
            <w:tcW w:w="1415" w:type="dxa"/>
            <w:vAlign w:val="center"/>
          </w:tcPr>
          <w:p w14:paraId="2958F958" w14:textId="77777777" w:rsidR="002A0849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55626867" w14:textId="77777777" w:rsidR="002A0849" w:rsidRDefault="00000000">
            <w:r>
              <w:t>0.20</w:t>
            </w:r>
          </w:p>
        </w:tc>
        <w:tc>
          <w:tcPr>
            <w:tcW w:w="1658" w:type="dxa"/>
            <w:vAlign w:val="center"/>
          </w:tcPr>
          <w:p w14:paraId="3B4C238A" w14:textId="77777777" w:rsidR="002A0849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72FC4317" w14:textId="77777777" w:rsidR="002A0849" w:rsidRDefault="00000000">
            <w:r>
              <w:t>满足</w:t>
            </w:r>
          </w:p>
        </w:tc>
      </w:tr>
      <w:tr w:rsidR="002A0849" w14:paraId="59B7E655" w14:textId="77777777">
        <w:tc>
          <w:tcPr>
            <w:tcW w:w="1596" w:type="dxa"/>
            <w:vMerge/>
            <w:vAlign w:val="center"/>
          </w:tcPr>
          <w:p w14:paraId="62479370" w14:textId="77777777" w:rsidR="002A0849" w:rsidRDefault="002A0849"/>
        </w:tc>
        <w:tc>
          <w:tcPr>
            <w:tcW w:w="1590" w:type="dxa"/>
            <w:vMerge/>
            <w:vAlign w:val="center"/>
          </w:tcPr>
          <w:p w14:paraId="6EF0197C" w14:textId="77777777" w:rsidR="002A0849" w:rsidRDefault="002A0849"/>
        </w:tc>
        <w:tc>
          <w:tcPr>
            <w:tcW w:w="1415" w:type="dxa"/>
            <w:vAlign w:val="center"/>
          </w:tcPr>
          <w:p w14:paraId="0C0E962C" w14:textId="77777777" w:rsidR="002A0849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26A3CDA8" w14:textId="77777777" w:rsidR="002A0849" w:rsidRDefault="00000000">
            <w:r>
              <w:t>0.14</w:t>
            </w:r>
          </w:p>
        </w:tc>
        <w:tc>
          <w:tcPr>
            <w:tcW w:w="1658" w:type="dxa"/>
            <w:vAlign w:val="center"/>
          </w:tcPr>
          <w:p w14:paraId="75157E4B" w14:textId="77777777" w:rsidR="002A0849" w:rsidRDefault="00000000">
            <w:r>
              <w:t>0.30</w:t>
            </w:r>
          </w:p>
        </w:tc>
        <w:tc>
          <w:tcPr>
            <w:tcW w:w="1658" w:type="dxa"/>
            <w:vAlign w:val="center"/>
          </w:tcPr>
          <w:p w14:paraId="549B0266" w14:textId="77777777" w:rsidR="002A0849" w:rsidRDefault="00000000">
            <w:r>
              <w:t>满足</w:t>
            </w:r>
          </w:p>
        </w:tc>
      </w:tr>
      <w:tr w:rsidR="002A0849" w14:paraId="0B07EAE0" w14:textId="77777777">
        <w:tc>
          <w:tcPr>
            <w:tcW w:w="1596" w:type="dxa"/>
            <w:vMerge/>
            <w:vAlign w:val="center"/>
          </w:tcPr>
          <w:p w14:paraId="7F0C3E91" w14:textId="77777777" w:rsidR="002A0849" w:rsidRDefault="002A0849"/>
        </w:tc>
        <w:tc>
          <w:tcPr>
            <w:tcW w:w="1590" w:type="dxa"/>
            <w:vAlign w:val="center"/>
          </w:tcPr>
          <w:p w14:paraId="13C92BE7" w14:textId="77777777" w:rsidR="002A0849" w:rsidRDefault="00000000">
            <w:r>
              <w:t>X006</w:t>
            </w:r>
          </w:p>
        </w:tc>
        <w:tc>
          <w:tcPr>
            <w:tcW w:w="1415" w:type="dxa"/>
            <w:vAlign w:val="center"/>
          </w:tcPr>
          <w:p w14:paraId="27A5EDB3" w14:textId="77777777" w:rsidR="002A0849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239CA905" w14:textId="77777777" w:rsidR="002A0849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4C0CF91C" w14:textId="77777777" w:rsidR="002A0849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28BD8E46" w14:textId="77777777" w:rsidR="002A0849" w:rsidRDefault="00000000">
            <w:r>
              <w:t>满足</w:t>
            </w:r>
          </w:p>
        </w:tc>
      </w:tr>
      <w:tr w:rsidR="002A0849" w14:paraId="01595188" w14:textId="77777777">
        <w:tc>
          <w:tcPr>
            <w:tcW w:w="1596" w:type="dxa"/>
            <w:vMerge/>
            <w:vAlign w:val="center"/>
          </w:tcPr>
          <w:p w14:paraId="49CA45E0" w14:textId="77777777" w:rsidR="002A0849" w:rsidRDefault="002A0849"/>
        </w:tc>
        <w:tc>
          <w:tcPr>
            <w:tcW w:w="1590" w:type="dxa"/>
            <w:vAlign w:val="center"/>
          </w:tcPr>
          <w:p w14:paraId="6FE78C8C" w14:textId="77777777" w:rsidR="002A0849" w:rsidRDefault="00000000">
            <w:r>
              <w:t>X007</w:t>
            </w:r>
          </w:p>
        </w:tc>
        <w:tc>
          <w:tcPr>
            <w:tcW w:w="1415" w:type="dxa"/>
            <w:vAlign w:val="center"/>
          </w:tcPr>
          <w:p w14:paraId="2107BF76" w14:textId="77777777" w:rsidR="002A0849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4148DB39" w14:textId="77777777" w:rsidR="002A0849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230EECE1" w14:textId="77777777" w:rsidR="002A0849" w:rsidRDefault="00000000">
            <w:r>
              <w:t>0.50</w:t>
            </w:r>
          </w:p>
        </w:tc>
        <w:tc>
          <w:tcPr>
            <w:tcW w:w="1658" w:type="dxa"/>
            <w:vAlign w:val="center"/>
          </w:tcPr>
          <w:p w14:paraId="0EA23F0B" w14:textId="77777777" w:rsidR="002A0849" w:rsidRDefault="00000000">
            <w:r>
              <w:t>满足</w:t>
            </w:r>
          </w:p>
        </w:tc>
      </w:tr>
      <w:tr w:rsidR="002A0849" w14:paraId="77C1012D" w14:textId="77777777">
        <w:tc>
          <w:tcPr>
            <w:tcW w:w="1596" w:type="dxa"/>
            <w:vMerge/>
            <w:vAlign w:val="center"/>
          </w:tcPr>
          <w:p w14:paraId="5A997B49" w14:textId="77777777" w:rsidR="002A0849" w:rsidRDefault="002A0849"/>
        </w:tc>
        <w:tc>
          <w:tcPr>
            <w:tcW w:w="1590" w:type="dxa"/>
            <w:vAlign w:val="center"/>
          </w:tcPr>
          <w:p w14:paraId="4D1B9828" w14:textId="77777777" w:rsidR="002A0849" w:rsidRDefault="00000000">
            <w:r>
              <w:t>X009</w:t>
            </w:r>
          </w:p>
        </w:tc>
        <w:tc>
          <w:tcPr>
            <w:tcW w:w="1415" w:type="dxa"/>
            <w:vAlign w:val="center"/>
          </w:tcPr>
          <w:p w14:paraId="36A90668" w14:textId="77777777" w:rsidR="002A0849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0D678F63" w14:textId="77777777" w:rsidR="002A0849" w:rsidRDefault="00000000">
            <w:r>
              <w:t>0.38</w:t>
            </w:r>
          </w:p>
        </w:tc>
        <w:tc>
          <w:tcPr>
            <w:tcW w:w="1658" w:type="dxa"/>
            <w:vAlign w:val="center"/>
          </w:tcPr>
          <w:p w14:paraId="58F48701" w14:textId="77777777" w:rsidR="002A0849" w:rsidRDefault="00000000">
            <w:r>
              <w:t>0.50</w:t>
            </w:r>
          </w:p>
        </w:tc>
        <w:tc>
          <w:tcPr>
            <w:tcW w:w="1658" w:type="dxa"/>
            <w:vAlign w:val="center"/>
          </w:tcPr>
          <w:p w14:paraId="37EC1A7D" w14:textId="77777777" w:rsidR="002A0849" w:rsidRDefault="00000000">
            <w:r>
              <w:t>满足</w:t>
            </w:r>
          </w:p>
        </w:tc>
      </w:tr>
      <w:tr w:rsidR="002A0849" w14:paraId="2678D189" w14:textId="77777777">
        <w:tc>
          <w:tcPr>
            <w:tcW w:w="1596" w:type="dxa"/>
            <w:vMerge/>
            <w:vAlign w:val="center"/>
          </w:tcPr>
          <w:p w14:paraId="42571E66" w14:textId="77777777" w:rsidR="002A0849" w:rsidRDefault="002A0849"/>
        </w:tc>
        <w:tc>
          <w:tcPr>
            <w:tcW w:w="1590" w:type="dxa"/>
            <w:vAlign w:val="center"/>
          </w:tcPr>
          <w:p w14:paraId="2335FD0F" w14:textId="77777777" w:rsidR="002A0849" w:rsidRDefault="00000000">
            <w:r>
              <w:t>X010</w:t>
            </w:r>
          </w:p>
        </w:tc>
        <w:tc>
          <w:tcPr>
            <w:tcW w:w="1415" w:type="dxa"/>
            <w:vAlign w:val="center"/>
          </w:tcPr>
          <w:p w14:paraId="6939DF4B" w14:textId="77777777" w:rsidR="002A0849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6C383EF3" w14:textId="77777777" w:rsidR="002A0849" w:rsidRDefault="00000000">
            <w:r>
              <w:t>0.17</w:t>
            </w:r>
          </w:p>
        </w:tc>
        <w:tc>
          <w:tcPr>
            <w:tcW w:w="1658" w:type="dxa"/>
            <w:vAlign w:val="center"/>
          </w:tcPr>
          <w:p w14:paraId="44D3D009" w14:textId="77777777" w:rsidR="002A0849" w:rsidRDefault="00000000">
            <w:r>
              <w:t>0.50</w:t>
            </w:r>
          </w:p>
        </w:tc>
        <w:tc>
          <w:tcPr>
            <w:tcW w:w="1658" w:type="dxa"/>
            <w:vAlign w:val="center"/>
          </w:tcPr>
          <w:p w14:paraId="0CE0C882" w14:textId="77777777" w:rsidR="002A0849" w:rsidRDefault="00000000">
            <w:r>
              <w:t>满足</w:t>
            </w:r>
          </w:p>
        </w:tc>
      </w:tr>
      <w:tr w:rsidR="002A0849" w14:paraId="409F466F" w14:textId="77777777">
        <w:tc>
          <w:tcPr>
            <w:tcW w:w="1596" w:type="dxa"/>
            <w:vMerge/>
            <w:vAlign w:val="center"/>
          </w:tcPr>
          <w:p w14:paraId="040B31FD" w14:textId="77777777" w:rsidR="002A0849" w:rsidRDefault="002A0849"/>
        </w:tc>
        <w:tc>
          <w:tcPr>
            <w:tcW w:w="1590" w:type="dxa"/>
            <w:vAlign w:val="center"/>
          </w:tcPr>
          <w:p w14:paraId="3C8979BF" w14:textId="77777777" w:rsidR="002A0849" w:rsidRDefault="00000000">
            <w:r>
              <w:t>X011</w:t>
            </w:r>
          </w:p>
        </w:tc>
        <w:tc>
          <w:tcPr>
            <w:tcW w:w="1415" w:type="dxa"/>
            <w:vAlign w:val="center"/>
          </w:tcPr>
          <w:p w14:paraId="01106F21" w14:textId="77777777" w:rsidR="002A0849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6E83F730" w14:textId="77777777" w:rsidR="002A0849" w:rsidRDefault="00000000">
            <w:r>
              <w:t>0.20</w:t>
            </w:r>
          </w:p>
        </w:tc>
        <w:tc>
          <w:tcPr>
            <w:tcW w:w="1658" w:type="dxa"/>
            <w:vAlign w:val="center"/>
          </w:tcPr>
          <w:p w14:paraId="57AEE11A" w14:textId="77777777" w:rsidR="002A0849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6AFE80C7" w14:textId="77777777" w:rsidR="002A0849" w:rsidRDefault="00000000">
            <w:r>
              <w:t>满足</w:t>
            </w:r>
          </w:p>
        </w:tc>
      </w:tr>
      <w:tr w:rsidR="002A0849" w14:paraId="2944E284" w14:textId="77777777">
        <w:tc>
          <w:tcPr>
            <w:tcW w:w="1596" w:type="dxa"/>
            <w:vMerge/>
            <w:vAlign w:val="center"/>
          </w:tcPr>
          <w:p w14:paraId="395DD8C8" w14:textId="77777777" w:rsidR="002A0849" w:rsidRDefault="002A0849"/>
        </w:tc>
        <w:tc>
          <w:tcPr>
            <w:tcW w:w="1590" w:type="dxa"/>
            <w:vAlign w:val="center"/>
          </w:tcPr>
          <w:p w14:paraId="60523CEE" w14:textId="77777777" w:rsidR="002A0849" w:rsidRDefault="00000000">
            <w:r>
              <w:t>X004</w:t>
            </w:r>
          </w:p>
        </w:tc>
        <w:tc>
          <w:tcPr>
            <w:tcW w:w="1415" w:type="dxa"/>
            <w:vAlign w:val="center"/>
          </w:tcPr>
          <w:p w14:paraId="4DF87337" w14:textId="77777777" w:rsidR="002A0849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4F68EF61" w14:textId="77777777" w:rsidR="002A0849" w:rsidRDefault="00000000">
            <w:r>
              <w:t>0.36</w:t>
            </w:r>
          </w:p>
        </w:tc>
        <w:tc>
          <w:tcPr>
            <w:tcW w:w="1658" w:type="dxa"/>
            <w:vAlign w:val="center"/>
          </w:tcPr>
          <w:p w14:paraId="07B43362" w14:textId="77777777" w:rsidR="002A0849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2723F398" w14:textId="77777777" w:rsidR="002A0849" w:rsidRDefault="00000000">
            <w:r>
              <w:rPr>
                <w:color w:val="FF0000"/>
              </w:rPr>
              <w:t>不满足</w:t>
            </w:r>
          </w:p>
        </w:tc>
      </w:tr>
      <w:tr w:rsidR="002A0849" w14:paraId="2A724538" w14:textId="77777777">
        <w:tc>
          <w:tcPr>
            <w:tcW w:w="1596" w:type="dxa"/>
            <w:vMerge/>
            <w:vAlign w:val="center"/>
          </w:tcPr>
          <w:p w14:paraId="52B2A2B1" w14:textId="77777777" w:rsidR="002A0849" w:rsidRDefault="002A0849"/>
        </w:tc>
        <w:tc>
          <w:tcPr>
            <w:tcW w:w="1590" w:type="dxa"/>
            <w:vAlign w:val="center"/>
          </w:tcPr>
          <w:p w14:paraId="2A1837BE" w14:textId="77777777" w:rsidR="002A0849" w:rsidRDefault="00000000">
            <w:r>
              <w:t>X012</w:t>
            </w:r>
          </w:p>
        </w:tc>
        <w:tc>
          <w:tcPr>
            <w:tcW w:w="1415" w:type="dxa"/>
            <w:vAlign w:val="center"/>
          </w:tcPr>
          <w:p w14:paraId="7E1F4CE3" w14:textId="77777777" w:rsidR="002A0849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11D58AA4" w14:textId="77777777" w:rsidR="002A0849" w:rsidRDefault="00000000">
            <w:r>
              <w:t>0.48</w:t>
            </w:r>
          </w:p>
        </w:tc>
        <w:tc>
          <w:tcPr>
            <w:tcW w:w="1658" w:type="dxa"/>
            <w:vAlign w:val="center"/>
          </w:tcPr>
          <w:p w14:paraId="483477E4" w14:textId="77777777" w:rsidR="002A0849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1FE83627" w14:textId="77777777" w:rsidR="002A0849" w:rsidRDefault="00000000">
            <w:r>
              <w:rPr>
                <w:color w:val="FF0000"/>
              </w:rPr>
              <w:t>不满足</w:t>
            </w:r>
          </w:p>
        </w:tc>
      </w:tr>
      <w:tr w:rsidR="002A0849" w14:paraId="340E4638" w14:textId="77777777">
        <w:tc>
          <w:tcPr>
            <w:tcW w:w="1596" w:type="dxa"/>
            <w:vMerge/>
            <w:vAlign w:val="center"/>
          </w:tcPr>
          <w:p w14:paraId="7CD64105" w14:textId="77777777" w:rsidR="002A0849" w:rsidRDefault="002A0849"/>
        </w:tc>
        <w:tc>
          <w:tcPr>
            <w:tcW w:w="1590" w:type="dxa"/>
            <w:vAlign w:val="center"/>
          </w:tcPr>
          <w:p w14:paraId="42894830" w14:textId="77777777" w:rsidR="002A0849" w:rsidRDefault="00000000">
            <w:r>
              <w:t>户外房间</w:t>
            </w:r>
          </w:p>
        </w:tc>
        <w:tc>
          <w:tcPr>
            <w:tcW w:w="4488" w:type="dxa"/>
            <w:gridSpan w:val="3"/>
            <w:vAlign w:val="center"/>
          </w:tcPr>
          <w:p w14:paraId="27A33E84" w14:textId="77777777" w:rsidR="002A0849" w:rsidRDefault="002A0849"/>
        </w:tc>
        <w:tc>
          <w:tcPr>
            <w:tcW w:w="1658" w:type="dxa"/>
            <w:vAlign w:val="center"/>
          </w:tcPr>
          <w:p w14:paraId="3CA22911" w14:textId="77777777" w:rsidR="002A0849" w:rsidRDefault="00000000">
            <w:r>
              <w:rPr>
                <w:color w:val="FF0000"/>
              </w:rPr>
              <w:t>不满足</w:t>
            </w:r>
          </w:p>
        </w:tc>
      </w:tr>
      <w:tr w:rsidR="002A0849" w14:paraId="3647C5B4" w14:textId="77777777">
        <w:tc>
          <w:tcPr>
            <w:tcW w:w="1596" w:type="dxa"/>
            <w:shd w:val="clear" w:color="auto" w:fill="E6E6E6"/>
            <w:vAlign w:val="center"/>
          </w:tcPr>
          <w:p w14:paraId="22A8B267" w14:textId="77777777" w:rsidR="002A0849" w:rsidRDefault="00000000">
            <w:r>
              <w:t>标准依据</w:t>
            </w:r>
          </w:p>
        </w:tc>
        <w:tc>
          <w:tcPr>
            <w:tcW w:w="7736" w:type="dxa"/>
            <w:gridSpan w:val="5"/>
            <w:vAlign w:val="center"/>
          </w:tcPr>
          <w:p w14:paraId="3CD0EE03" w14:textId="77777777" w:rsidR="002A0849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3.1.4</w:t>
            </w:r>
            <w:r>
              <w:t>条</w:t>
            </w:r>
          </w:p>
        </w:tc>
      </w:tr>
      <w:tr w:rsidR="002A0849" w14:paraId="420F91E7" w14:textId="77777777">
        <w:tc>
          <w:tcPr>
            <w:tcW w:w="1596" w:type="dxa"/>
            <w:shd w:val="clear" w:color="auto" w:fill="E6E6E6"/>
            <w:vAlign w:val="center"/>
          </w:tcPr>
          <w:p w14:paraId="7A785158" w14:textId="77777777" w:rsidR="002A0849" w:rsidRDefault="00000000">
            <w:r>
              <w:t>标准要求</w:t>
            </w:r>
          </w:p>
        </w:tc>
        <w:tc>
          <w:tcPr>
            <w:tcW w:w="7736" w:type="dxa"/>
            <w:gridSpan w:val="5"/>
            <w:vAlign w:val="center"/>
          </w:tcPr>
          <w:p w14:paraId="74D59DB1" w14:textId="77777777" w:rsidR="002A0849" w:rsidRDefault="00000000">
            <w:r>
              <w:t>窗墙面积比符合表</w:t>
            </w:r>
            <w:r>
              <w:t>3.1.4</w:t>
            </w:r>
            <w:r>
              <w:t>的规定，每套住宅允许一个房间在一个朝向上的窗墙面积比不大于</w:t>
            </w:r>
            <w:r>
              <w:t>0.6</w:t>
            </w:r>
          </w:p>
        </w:tc>
      </w:tr>
      <w:tr w:rsidR="002A0849" w14:paraId="73BB417F" w14:textId="77777777">
        <w:tc>
          <w:tcPr>
            <w:tcW w:w="1596" w:type="dxa"/>
            <w:shd w:val="clear" w:color="auto" w:fill="E6E6E6"/>
            <w:vAlign w:val="center"/>
          </w:tcPr>
          <w:p w14:paraId="6A5D1578" w14:textId="77777777" w:rsidR="002A0849" w:rsidRDefault="00000000">
            <w:r>
              <w:t>结论</w:t>
            </w:r>
          </w:p>
        </w:tc>
        <w:tc>
          <w:tcPr>
            <w:tcW w:w="7736" w:type="dxa"/>
            <w:gridSpan w:val="5"/>
            <w:vAlign w:val="center"/>
          </w:tcPr>
          <w:p w14:paraId="100D9289" w14:textId="77777777" w:rsidR="002A0849" w:rsidRDefault="00000000">
            <w:r>
              <w:rPr>
                <w:color w:val="FF0000"/>
              </w:rPr>
              <w:t>不满足</w:t>
            </w:r>
          </w:p>
        </w:tc>
      </w:tr>
    </w:tbl>
    <w:p w14:paraId="71CC9A06" w14:textId="77777777" w:rsidR="002A0849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lastRenderedPageBreak/>
        <w:t>外窗表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1"/>
        <w:gridCol w:w="1563"/>
        <w:gridCol w:w="1386"/>
        <w:gridCol w:w="1528"/>
        <w:gridCol w:w="1171"/>
        <w:gridCol w:w="1262"/>
        <w:gridCol w:w="1262"/>
      </w:tblGrid>
      <w:tr w:rsidR="002A0849" w14:paraId="4BC85CD2" w14:textId="77777777">
        <w:tc>
          <w:tcPr>
            <w:tcW w:w="1160" w:type="dxa"/>
            <w:shd w:val="clear" w:color="auto" w:fill="E6E6E6"/>
            <w:vAlign w:val="center"/>
          </w:tcPr>
          <w:p w14:paraId="513DBFCE" w14:textId="77777777" w:rsidR="002A0849" w:rsidRDefault="00000000">
            <w:pPr>
              <w:jc w:val="center"/>
            </w:pPr>
            <w:r>
              <w:t>朝向</w:t>
            </w:r>
          </w:p>
        </w:tc>
        <w:tc>
          <w:tcPr>
            <w:tcW w:w="1562" w:type="dxa"/>
            <w:shd w:val="clear" w:color="auto" w:fill="E6E6E6"/>
            <w:vAlign w:val="center"/>
          </w:tcPr>
          <w:p w14:paraId="48F423C4" w14:textId="77777777" w:rsidR="002A0849" w:rsidRDefault="00000000">
            <w:pPr>
              <w:jc w:val="center"/>
            </w:pPr>
            <w:r>
              <w:t>编号</w:t>
            </w:r>
          </w:p>
        </w:tc>
        <w:tc>
          <w:tcPr>
            <w:tcW w:w="1386" w:type="dxa"/>
            <w:shd w:val="clear" w:color="auto" w:fill="E6E6E6"/>
            <w:vAlign w:val="center"/>
          </w:tcPr>
          <w:p w14:paraId="590CFF8D" w14:textId="77777777" w:rsidR="002A0849" w:rsidRDefault="00000000">
            <w:pPr>
              <w:jc w:val="center"/>
            </w:pPr>
            <w:r>
              <w:t>尺寸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62B4ACE5" w14:textId="77777777" w:rsidR="002A0849" w:rsidRDefault="00000000">
            <w:pPr>
              <w:jc w:val="center"/>
            </w:pPr>
            <w:r>
              <w:t>楼层</w:t>
            </w:r>
          </w:p>
        </w:tc>
        <w:tc>
          <w:tcPr>
            <w:tcW w:w="1171" w:type="dxa"/>
            <w:shd w:val="clear" w:color="auto" w:fill="E6E6E6"/>
            <w:vAlign w:val="center"/>
          </w:tcPr>
          <w:p w14:paraId="4859C3E1" w14:textId="77777777" w:rsidR="002A0849" w:rsidRDefault="00000000">
            <w:pPr>
              <w:jc w:val="center"/>
            </w:pPr>
            <w:r>
              <w:t>数量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36BC5DCA" w14:textId="77777777" w:rsidR="002A0849" w:rsidRDefault="00000000">
            <w:pPr>
              <w:jc w:val="center"/>
            </w:pPr>
            <w:r>
              <w:t>单个面积</w:t>
            </w:r>
            <w:r>
              <w:br/>
            </w:r>
            <w:r>
              <w:t>（㎡）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7366DA0F" w14:textId="77777777" w:rsidR="002A0849" w:rsidRDefault="00000000">
            <w:pPr>
              <w:jc w:val="center"/>
            </w:pPr>
            <w:r>
              <w:t>合计面积</w:t>
            </w:r>
            <w:r>
              <w:br/>
            </w:r>
            <w:r>
              <w:t>（㎡）</w:t>
            </w:r>
          </w:p>
        </w:tc>
      </w:tr>
      <w:tr w:rsidR="002A0849" w14:paraId="493C4794" w14:textId="77777777">
        <w:tc>
          <w:tcPr>
            <w:tcW w:w="1160" w:type="dxa"/>
            <w:vMerge w:val="restart"/>
            <w:vAlign w:val="center"/>
          </w:tcPr>
          <w:p w14:paraId="609DC95E" w14:textId="77777777" w:rsidR="002A0849" w:rsidRDefault="00000000">
            <w:r>
              <w:t>南向</w:t>
            </w:r>
            <w:r>
              <w:br/>
              <w:t>62.28</w:t>
            </w:r>
          </w:p>
        </w:tc>
        <w:tc>
          <w:tcPr>
            <w:tcW w:w="1562" w:type="dxa"/>
            <w:vAlign w:val="center"/>
          </w:tcPr>
          <w:p w14:paraId="2042F643" w14:textId="77777777" w:rsidR="002A0849" w:rsidRDefault="00000000">
            <w:r>
              <w:t>C0918</w:t>
            </w:r>
          </w:p>
        </w:tc>
        <w:tc>
          <w:tcPr>
            <w:tcW w:w="1386" w:type="dxa"/>
            <w:vAlign w:val="center"/>
          </w:tcPr>
          <w:p w14:paraId="43EE3D62" w14:textId="77777777" w:rsidR="002A0849" w:rsidRDefault="00000000">
            <w:r>
              <w:t>0.90×1.80</w:t>
            </w:r>
          </w:p>
        </w:tc>
        <w:tc>
          <w:tcPr>
            <w:tcW w:w="1528" w:type="dxa"/>
            <w:vAlign w:val="center"/>
          </w:tcPr>
          <w:p w14:paraId="25B5B8A9" w14:textId="77777777" w:rsidR="002A0849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4779FFFD" w14:textId="77777777" w:rsidR="002A0849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14:paraId="2E5E6986" w14:textId="77777777" w:rsidR="002A0849" w:rsidRDefault="00000000">
            <w:r>
              <w:t>1.62</w:t>
            </w:r>
          </w:p>
        </w:tc>
        <w:tc>
          <w:tcPr>
            <w:tcW w:w="1262" w:type="dxa"/>
            <w:vAlign w:val="center"/>
          </w:tcPr>
          <w:p w14:paraId="770300A2" w14:textId="77777777" w:rsidR="002A0849" w:rsidRDefault="00000000">
            <w:r>
              <w:t>6.48</w:t>
            </w:r>
          </w:p>
        </w:tc>
      </w:tr>
      <w:tr w:rsidR="002A0849" w14:paraId="7F6EE6A8" w14:textId="77777777">
        <w:tc>
          <w:tcPr>
            <w:tcW w:w="1160" w:type="dxa"/>
            <w:vMerge/>
            <w:vAlign w:val="center"/>
          </w:tcPr>
          <w:p w14:paraId="2892D501" w14:textId="77777777" w:rsidR="002A0849" w:rsidRDefault="002A0849"/>
        </w:tc>
        <w:tc>
          <w:tcPr>
            <w:tcW w:w="1562" w:type="dxa"/>
            <w:vAlign w:val="center"/>
          </w:tcPr>
          <w:p w14:paraId="240251D8" w14:textId="77777777" w:rsidR="002A0849" w:rsidRDefault="00000000">
            <w:r>
              <w:t>C10018</w:t>
            </w:r>
          </w:p>
        </w:tc>
        <w:tc>
          <w:tcPr>
            <w:tcW w:w="1386" w:type="dxa"/>
            <w:vAlign w:val="center"/>
          </w:tcPr>
          <w:p w14:paraId="080A9414" w14:textId="77777777" w:rsidR="002A0849" w:rsidRDefault="00000000">
            <w:r>
              <w:t>10.00×1.80</w:t>
            </w:r>
          </w:p>
        </w:tc>
        <w:tc>
          <w:tcPr>
            <w:tcW w:w="1528" w:type="dxa"/>
            <w:vAlign w:val="center"/>
          </w:tcPr>
          <w:p w14:paraId="18DF771E" w14:textId="77777777" w:rsidR="002A0849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4FE9880C" w14:textId="77777777" w:rsidR="002A0849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4D151F82" w14:textId="77777777" w:rsidR="002A0849" w:rsidRDefault="00000000">
            <w:r>
              <w:t>18.00</w:t>
            </w:r>
          </w:p>
        </w:tc>
        <w:tc>
          <w:tcPr>
            <w:tcW w:w="1262" w:type="dxa"/>
            <w:vAlign w:val="center"/>
          </w:tcPr>
          <w:p w14:paraId="3E668E53" w14:textId="77777777" w:rsidR="002A0849" w:rsidRDefault="00000000">
            <w:r>
              <w:t>18.00</w:t>
            </w:r>
          </w:p>
        </w:tc>
      </w:tr>
      <w:tr w:rsidR="002A0849" w14:paraId="34729754" w14:textId="77777777">
        <w:tc>
          <w:tcPr>
            <w:tcW w:w="1160" w:type="dxa"/>
            <w:vMerge/>
            <w:vAlign w:val="center"/>
          </w:tcPr>
          <w:p w14:paraId="5C93B96F" w14:textId="77777777" w:rsidR="002A0849" w:rsidRDefault="002A0849"/>
        </w:tc>
        <w:tc>
          <w:tcPr>
            <w:tcW w:w="1562" w:type="dxa"/>
            <w:vAlign w:val="center"/>
          </w:tcPr>
          <w:p w14:paraId="2A3DC1A6" w14:textId="77777777" w:rsidR="002A0849" w:rsidRDefault="00000000">
            <w:r>
              <w:t>C1518</w:t>
            </w:r>
          </w:p>
        </w:tc>
        <w:tc>
          <w:tcPr>
            <w:tcW w:w="1386" w:type="dxa"/>
            <w:vAlign w:val="center"/>
          </w:tcPr>
          <w:p w14:paraId="1E3ACD7B" w14:textId="77777777" w:rsidR="002A0849" w:rsidRDefault="00000000">
            <w:r>
              <w:t>1.50×1.80</w:t>
            </w:r>
          </w:p>
        </w:tc>
        <w:tc>
          <w:tcPr>
            <w:tcW w:w="1528" w:type="dxa"/>
            <w:vAlign w:val="center"/>
          </w:tcPr>
          <w:p w14:paraId="50E9A8CC" w14:textId="77777777" w:rsidR="002A0849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2EFD6E08" w14:textId="77777777" w:rsidR="002A0849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4B72ED2A" w14:textId="77777777" w:rsidR="002A0849" w:rsidRDefault="00000000">
            <w:r>
              <w:t>2.70</w:t>
            </w:r>
          </w:p>
        </w:tc>
        <w:tc>
          <w:tcPr>
            <w:tcW w:w="1262" w:type="dxa"/>
            <w:vAlign w:val="center"/>
          </w:tcPr>
          <w:p w14:paraId="1301504F" w14:textId="77777777" w:rsidR="002A0849" w:rsidRDefault="00000000">
            <w:r>
              <w:t>5.40</w:t>
            </w:r>
          </w:p>
        </w:tc>
      </w:tr>
      <w:tr w:rsidR="002A0849" w14:paraId="0B0E9669" w14:textId="77777777">
        <w:tc>
          <w:tcPr>
            <w:tcW w:w="1160" w:type="dxa"/>
            <w:vMerge/>
            <w:vAlign w:val="center"/>
          </w:tcPr>
          <w:p w14:paraId="2B2446EF" w14:textId="77777777" w:rsidR="002A0849" w:rsidRDefault="002A0849"/>
        </w:tc>
        <w:tc>
          <w:tcPr>
            <w:tcW w:w="1562" w:type="dxa"/>
            <w:vAlign w:val="center"/>
          </w:tcPr>
          <w:p w14:paraId="29C21B5D" w14:textId="77777777" w:rsidR="002A0849" w:rsidRDefault="00000000">
            <w:r>
              <w:t>C2718</w:t>
            </w:r>
          </w:p>
        </w:tc>
        <w:tc>
          <w:tcPr>
            <w:tcW w:w="1386" w:type="dxa"/>
            <w:vAlign w:val="center"/>
          </w:tcPr>
          <w:p w14:paraId="16A07EC7" w14:textId="77777777" w:rsidR="002A0849" w:rsidRDefault="00000000">
            <w:r>
              <w:t>2.70×1.80</w:t>
            </w:r>
          </w:p>
        </w:tc>
        <w:tc>
          <w:tcPr>
            <w:tcW w:w="1528" w:type="dxa"/>
            <w:vAlign w:val="center"/>
          </w:tcPr>
          <w:p w14:paraId="262C506B" w14:textId="77777777" w:rsidR="002A0849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0D15CE39" w14:textId="77777777" w:rsidR="002A0849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14:paraId="189520C6" w14:textId="77777777" w:rsidR="002A0849" w:rsidRDefault="00000000">
            <w:r>
              <w:t>4.86</w:t>
            </w:r>
          </w:p>
        </w:tc>
        <w:tc>
          <w:tcPr>
            <w:tcW w:w="1262" w:type="dxa"/>
            <w:vAlign w:val="center"/>
          </w:tcPr>
          <w:p w14:paraId="2C170B05" w14:textId="77777777" w:rsidR="002A0849" w:rsidRDefault="00000000">
            <w:r>
              <w:t>19.44</w:t>
            </w:r>
          </w:p>
        </w:tc>
      </w:tr>
      <w:tr w:rsidR="002A0849" w14:paraId="428B9825" w14:textId="77777777">
        <w:tc>
          <w:tcPr>
            <w:tcW w:w="1160" w:type="dxa"/>
            <w:vMerge/>
            <w:vAlign w:val="center"/>
          </w:tcPr>
          <w:p w14:paraId="49ACFA95" w14:textId="77777777" w:rsidR="002A0849" w:rsidRDefault="002A0849"/>
        </w:tc>
        <w:tc>
          <w:tcPr>
            <w:tcW w:w="1562" w:type="dxa"/>
            <w:vAlign w:val="center"/>
          </w:tcPr>
          <w:p w14:paraId="0C160810" w14:textId="77777777" w:rsidR="002A0849" w:rsidRDefault="00000000">
            <w:r>
              <w:t>C3618</w:t>
            </w:r>
          </w:p>
        </w:tc>
        <w:tc>
          <w:tcPr>
            <w:tcW w:w="1386" w:type="dxa"/>
            <w:vAlign w:val="center"/>
          </w:tcPr>
          <w:p w14:paraId="444010CC" w14:textId="77777777" w:rsidR="002A0849" w:rsidRDefault="00000000">
            <w:r>
              <w:t>3.60×1.80</w:t>
            </w:r>
          </w:p>
        </w:tc>
        <w:tc>
          <w:tcPr>
            <w:tcW w:w="1528" w:type="dxa"/>
            <w:vAlign w:val="center"/>
          </w:tcPr>
          <w:p w14:paraId="68D14AC8" w14:textId="77777777" w:rsidR="002A0849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402ED158" w14:textId="77777777" w:rsidR="002A0849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5F21EC04" w14:textId="77777777" w:rsidR="002A0849" w:rsidRDefault="00000000">
            <w:r>
              <w:t>6.48</w:t>
            </w:r>
          </w:p>
        </w:tc>
        <w:tc>
          <w:tcPr>
            <w:tcW w:w="1262" w:type="dxa"/>
            <w:vAlign w:val="center"/>
          </w:tcPr>
          <w:p w14:paraId="3368477F" w14:textId="77777777" w:rsidR="002A0849" w:rsidRDefault="00000000">
            <w:r>
              <w:t>12.96</w:t>
            </w:r>
          </w:p>
        </w:tc>
      </w:tr>
      <w:tr w:rsidR="002A0849" w14:paraId="138674FE" w14:textId="77777777">
        <w:tc>
          <w:tcPr>
            <w:tcW w:w="1160" w:type="dxa"/>
            <w:vMerge w:val="restart"/>
            <w:vAlign w:val="center"/>
          </w:tcPr>
          <w:p w14:paraId="0058A873" w14:textId="77777777" w:rsidR="002A0849" w:rsidRDefault="00000000">
            <w:r>
              <w:t>北向</w:t>
            </w:r>
            <w:r>
              <w:br/>
              <w:t>45.36</w:t>
            </w:r>
          </w:p>
        </w:tc>
        <w:tc>
          <w:tcPr>
            <w:tcW w:w="1562" w:type="dxa"/>
            <w:vAlign w:val="center"/>
          </w:tcPr>
          <w:p w14:paraId="6442F18F" w14:textId="77777777" w:rsidR="002A0849" w:rsidRDefault="00000000">
            <w:r>
              <w:t>C0918</w:t>
            </w:r>
          </w:p>
        </w:tc>
        <w:tc>
          <w:tcPr>
            <w:tcW w:w="1386" w:type="dxa"/>
            <w:vAlign w:val="center"/>
          </w:tcPr>
          <w:p w14:paraId="7739D41D" w14:textId="77777777" w:rsidR="002A0849" w:rsidRDefault="00000000">
            <w:r>
              <w:t>0.90×1.80</w:t>
            </w:r>
          </w:p>
        </w:tc>
        <w:tc>
          <w:tcPr>
            <w:tcW w:w="1528" w:type="dxa"/>
            <w:vAlign w:val="center"/>
          </w:tcPr>
          <w:p w14:paraId="008B4A9C" w14:textId="77777777" w:rsidR="002A0849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7AB9EFB3" w14:textId="77777777" w:rsidR="002A0849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4A2DAC99" w14:textId="77777777" w:rsidR="002A0849" w:rsidRDefault="00000000">
            <w:r>
              <w:t>1.62</w:t>
            </w:r>
          </w:p>
        </w:tc>
        <w:tc>
          <w:tcPr>
            <w:tcW w:w="1262" w:type="dxa"/>
            <w:vAlign w:val="center"/>
          </w:tcPr>
          <w:p w14:paraId="554357A7" w14:textId="77777777" w:rsidR="002A0849" w:rsidRDefault="00000000">
            <w:r>
              <w:t>3.24</w:t>
            </w:r>
          </w:p>
        </w:tc>
      </w:tr>
      <w:tr w:rsidR="002A0849" w14:paraId="147408C6" w14:textId="77777777">
        <w:tc>
          <w:tcPr>
            <w:tcW w:w="1160" w:type="dxa"/>
            <w:vMerge/>
            <w:vAlign w:val="center"/>
          </w:tcPr>
          <w:p w14:paraId="2842E727" w14:textId="77777777" w:rsidR="002A0849" w:rsidRDefault="002A0849"/>
        </w:tc>
        <w:tc>
          <w:tcPr>
            <w:tcW w:w="1562" w:type="dxa"/>
            <w:vAlign w:val="center"/>
          </w:tcPr>
          <w:p w14:paraId="29AA8375" w14:textId="77777777" w:rsidR="002A0849" w:rsidRDefault="00000000">
            <w:r>
              <w:t>C1818</w:t>
            </w:r>
          </w:p>
        </w:tc>
        <w:tc>
          <w:tcPr>
            <w:tcW w:w="1386" w:type="dxa"/>
            <w:vAlign w:val="center"/>
          </w:tcPr>
          <w:p w14:paraId="0D81F380" w14:textId="77777777" w:rsidR="002A0849" w:rsidRDefault="00000000">
            <w:r>
              <w:t>1.80×1.80</w:t>
            </w:r>
          </w:p>
        </w:tc>
        <w:tc>
          <w:tcPr>
            <w:tcW w:w="1528" w:type="dxa"/>
            <w:vAlign w:val="center"/>
          </w:tcPr>
          <w:p w14:paraId="4D6740BA" w14:textId="77777777" w:rsidR="002A0849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0D2B0780" w14:textId="77777777" w:rsidR="002A0849" w:rsidRDefault="00000000">
            <w:r>
              <w:t>6</w:t>
            </w:r>
          </w:p>
        </w:tc>
        <w:tc>
          <w:tcPr>
            <w:tcW w:w="1262" w:type="dxa"/>
            <w:vAlign w:val="center"/>
          </w:tcPr>
          <w:p w14:paraId="46CB6A81" w14:textId="77777777" w:rsidR="002A0849" w:rsidRDefault="00000000">
            <w:r>
              <w:t>3.24</w:t>
            </w:r>
          </w:p>
        </w:tc>
        <w:tc>
          <w:tcPr>
            <w:tcW w:w="1262" w:type="dxa"/>
            <w:vAlign w:val="center"/>
          </w:tcPr>
          <w:p w14:paraId="04C1A8C4" w14:textId="77777777" w:rsidR="002A0849" w:rsidRDefault="00000000">
            <w:r>
              <w:t>19.44</w:t>
            </w:r>
          </w:p>
        </w:tc>
      </w:tr>
      <w:tr w:rsidR="002A0849" w14:paraId="2067A5FA" w14:textId="77777777">
        <w:tc>
          <w:tcPr>
            <w:tcW w:w="1160" w:type="dxa"/>
            <w:vMerge/>
            <w:vAlign w:val="center"/>
          </w:tcPr>
          <w:p w14:paraId="428155CB" w14:textId="77777777" w:rsidR="002A0849" w:rsidRDefault="002A0849"/>
        </w:tc>
        <w:tc>
          <w:tcPr>
            <w:tcW w:w="1562" w:type="dxa"/>
            <w:vAlign w:val="center"/>
          </w:tcPr>
          <w:p w14:paraId="76C5199F" w14:textId="77777777" w:rsidR="002A0849" w:rsidRDefault="00000000">
            <w:r>
              <w:t>C2718</w:t>
            </w:r>
          </w:p>
        </w:tc>
        <w:tc>
          <w:tcPr>
            <w:tcW w:w="1386" w:type="dxa"/>
            <w:vAlign w:val="center"/>
          </w:tcPr>
          <w:p w14:paraId="0274D08B" w14:textId="77777777" w:rsidR="002A0849" w:rsidRDefault="00000000">
            <w:r>
              <w:t>2.70×1.80</w:t>
            </w:r>
          </w:p>
        </w:tc>
        <w:tc>
          <w:tcPr>
            <w:tcW w:w="1528" w:type="dxa"/>
            <w:vAlign w:val="center"/>
          </w:tcPr>
          <w:p w14:paraId="567107A3" w14:textId="77777777" w:rsidR="002A0849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493ED953" w14:textId="77777777" w:rsidR="002A0849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0B241F38" w14:textId="77777777" w:rsidR="002A0849" w:rsidRDefault="00000000">
            <w:r>
              <w:t>4.86</w:t>
            </w:r>
          </w:p>
        </w:tc>
        <w:tc>
          <w:tcPr>
            <w:tcW w:w="1262" w:type="dxa"/>
            <w:vAlign w:val="center"/>
          </w:tcPr>
          <w:p w14:paraId="03CE6790" w14:textId="77777777" w:rsidR="002A0849" w:rsidRDefault="00000000">
            <w:r>
              <w:t>9.72</w:t>
            </w:r>
          </w:p>
        </w:tc>
      </w:tr>
      <w:tr w:rsidR="002A0849" w14:paraId="264EE5C7" w14:textId="77777777">
        <w:tc>
          <w:tcPr>
            <w:tcW w:w="1160" w:type="dxa"/>
            <w:vMerge/>
            <w:vAlign w:val="center"/>
          </w:tcPr>
          <w:p w14:paraId="4357372B" w14:textId="77777777" w:rsidR="002A0849" w:rsidRDefault="002A0849"/>
        </w:tc>
        <w:tc>
          <w:tcPr>
            <w:tcW w:w="1562" w:type="dxa"/>
            <w:vAlign w:val="center"/>
          </w:tcPr>
          <w:p w14:paraId="03EC542D" w14:textId="77777777" w:rsidR="002A0849" w:rsidRDefault="00000000">
            <w:r>
              <w:t>C3618</w:t>
            </w:r>
          </w:p>
        </w:tc>
        <w:tc>
          <w:tcPr>
            <w:tcW w:w="1386" w:type="dxa"/>
            <w:vAlign w:val="center"/>
          </w:tcPr>
          <w:p w14:paraId="1C65F6E0" w14:textId="77777777" w:rsidR="002A0849" w:rsidRDefault="00000000">
            <w:r>
              <w:t>3.60×1.80</w:t>
            </w:r>
          </w:p>
        </w:tc>
        <w:tc>
          <w:tcPr>
            <w:tcW w:w="1528" w:type="dxa"/>
            <w:vAlign w:val="center"/>
          </w:tcPr>
          <w:p w14:paraId="0EBCAF84" w14:textId="77777777" w:rsidR="002A0849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77A62102" w14:textId="77777777" w:rsidR="002A0849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3B4D4390" w14:textId="77777777" w:rsidR="002A0849" w:rsidRDefault="00000000">
            <w:r>
              <w:t>6.48</w:t>
            </w:r>
          </w:p>
        </w:tc>
        <w:tc>
          <w:tcPr>
            <w:tcW w:w="1262" w:type="dxa"/>
            <w:vAlign w:val="center"/>
          </w:tcPr>
          <w:p w14:paraId="1E25AC47" w14:textId="77777777" w:rsidR="002A0849" w:rsidRDefault="00000000">
            <w:r>
              <w:t>12.96</w:t>
            </w:r>
          </w:p>
        </w:tc>
      </w:tr>
      <w:tr w:rsidR="002A0849" w14:paraId="5E1F6A40" w14:textId="77777777">
        <w:tc>
          <w:tcPr>
            <w:tcW w:w="1160" w:type="dxa"/>
            <w:vMerge w:val="restart"/>
            <w:vAlign w:val="center"/>
          </w:tcPr>
          <w:p w14:paraId="3BD1CFCC" w14:textId="77777777" w:rsidR="002A0849" w:rsidRDefault="00000000">
            <w:r>
              <w:t>东向</w:t>
            </w:r>
            <w:r>
              <w:br/>
              <w:t>19.44</w:t>
            </w:r>
          </w:p>
        </w:tc>
        <w:tc>
          <w:tcPr>
            <w:tcW w:w="1562" w:type="dxa"/>
            <w:vAlign w:val="center"/>
          </w:tcPr>
          <w:p w14:paraId="7B1D8A0A" w14:textId="77777777" w:rsidR="002A0849" w:rsidRDefault="00000000">
            <w:r>
              <w:t>C0918</w:t>
            </w:r>
          </w:p>
        </w:tc>
        <w:tc>
          <w:tcPr>
            <w:tcW w:w="1386" w:type="dxa"/>
            <w:vAlign w:val="center"/>
          </w:tcPr>
          <w:p w14:paraId="3745A608" w14:textId="77777777" w:rsidR="002A0849" w:rsidRDefault="00000000">
            <w:r>
              <w:t>0.90×1.80</w:t>
            </w:r>
          </w:p>
        </w:tc>
        <w:tc>
          <w:tcPr>
            <w:tcW w:w="1528" w:type="dxa"/>
            <w:vAlign w:val="center"/>
          </w:tcPr>
          <w:p w14:paraId="05FF5940" w14:textId="77777777" w:rsidR="002A0849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300FA5A5" w14:textId="77777777" w:rsidR="002A0849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14:paraId="63528A06" w14:textId="77777777" w:rsidR="002A0849" w:rsidRDefault="00000000">
            <w:r>
              <w:t>1.62</w:t>
            </w:r>
          </w:p>
        </w:tc>
        <w:tc>
          <w:tcPr>
            <w:tcW w:w="1262" w:type="dxa"/>
            <w:vAlign w:val="center"/>
          </w:tcPr>
          <w:p w14:paraId="7085F546" w14:textId="77777777" w:rsidR="002A0849" w:rsidRDefault="00000000">
            <w:r>
              <w:t>6.48</w:t>
            </w:r>
          </w:p>
        </w:tc>
      </w:tr>
      <w:tr w:rsidR="002A0849" w14:paraId="3359CD2F" w14:textId="77777777">
        <w:tc>
          <w:tcPr>
            <w:tcW w:w="1160" w:type="dxa"/>
            <w:vMerge/>
            <w:vAlign w:val="center"/>
          </w:tcPr>
          <w:p w14:paraId="763C01C6" w14:textId="77777777" w:rsidR="002A0849" w:rsidRDefault="002A0849"/>
        </w:tc>
        <w:tc>
          <w:tcPr>
            <w:tcW w:w="1562" w:type="dxa"/>
            <w:vAlign w:val="center"/>
          </w:tcPr>
          <w:p w14:paraId="771CF1AD" w14:textId="77777777" w:rsidR="002A0849" w:rsidRDefault="00000000">
            <w:r>
              <w:t>C1818</w:t>
            </w:r>
          </w:p>
        </w:tc>
        <w:tc>
          <w:tcPr>
            <w:tcW w:w="1386" w:type="dxa"/>
            <w:vAlign w:val="center"/>
          </w:tcPr>
          <w:p w14:paraId="2C7077A7" w14:textId="77777777" w:rsidR="002A0849" w:rsidRDefault="00000000">
            <w:r>
              <w:t>1.80×1.80</w:t>
            </w:r>
          </w:p>
        </w:tc>
        <w:tc>
          <w:tcPr>
            <w:tcW w:w="1528" w:type="dxa"/>
            <w:vAlign w:val="center"/>
          </w:tcPr>
          <w:p w14:paraId="71AB1A9B" w14:textId="77777777" w:rsidR="002A0849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4C289D73" w14:textId="77777777" w:rsidR="002A0849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4D2D2968" w14:textId="77777777" w:rsidR="002A0849" w:rsidRDefault="00000000">
            <w:r>
              <w:t>3.24</w:t>
            </w:r>
          </w:p>
        </w:tc>
        <w:tc>
          <w:tcPr>
            <w:tcW w:w="1262" w:type="dxa"/>
            <w:vAlign w:val="center"/>
          </w:tcPr>
          <w:p w14:paraId="589A5272" w14:textId="77777777" w:rsidR="002A0849" w:rsidRDefault="00000000">
            <w:r>
              <w:t>3.24</w:t>
            </w:r>
          </w:p>
        </w:tc>
      </w:tr>
      <w:tr w:rsidR="002A0849" w14:paraId="122B7323" w14:textId="77777777">
        <w:tc>
          <w:tcPr>
            <w:tcW w:w="1160" w:type="dxa"/>
            <w:vMerge/>
            <w:vAlign w:val="center"/>
          </w:tcPr>
          <w:p w14:paraId="172161E3" w14:textId="77777777" w:rsidR="002A0849" w:rsidRDefault="002A0849"/>
        </w:tc>
        <w:tc>
          <w:tcPr>
            <w:tcW w:w="1562" w:type="dxa"/>
            <w:vAlign w:val="center"/>
          </w:tcPr>
          <w:p w14:paraId="76B504D3" w14:textId="77777777" w:rsidR="002A0849" w:rsidRDefault="00000000">
            <w:r>
              <w:t>C2718</w:t>
            </w:r>
          </w:p>
        </w:tc>
        <w:tc>
          <w:tcPr>
            <w:tcW w:w="1386" w:type="dxa"/>
            <w:vAlign w:val="center"/>
          </w:tcPr>
          <w:p w14:paraId="1986F7CF" w14:textId="77777777" w:rsidR="002A0849" w:rsidRDefault="00000000">
            <w:r>
              <w:t>2.70×1.80</w:t>
            </w:r>
          </w:p>
        </w:tc>
        <w:tc>
          <w:tcPr>
            <w:tcW w:w="1528" w:type="dxa"/>
            <w:vAlign w:val="center"/>
          </w:tcPr>
          <w:p w14:paraId="69DD7C11" w14:textId="77777777" w:rsidR="002A0849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70ED7708" w14:textId="77777777" w:rsidR="002A0849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60FC6C75" w14:textId="77777777" w:rsidR="002A0849" w:rsidRDefault="00000000">
            <w:r>
              <w:t>4.86</w:t>
            </w:r>
          </w:p>
        </w:tc>
        <w:tc>
          <w:tcPr>
            <w:tcW w:w="1262" w:type="dxa"/>
            <w:vAlign w:val="center"/>
          </w:tcPr>
          <w:p w14:paraId="4ED9BCC3" w14:textId="77777777" w:rsidR="002A0849" w:rsidRDefault="00000000">
            <w:r>
              <w:t>9.72</w:t>
            </w:r>
          </w:p>
        </w:tc>
      </w:tr>
      <w:tr w:rsidR="002A0849" w14:paraId="5909988D" w14:textId="77777777">
        <w:tc>
          <w:tcPr>
            <w:tcW w:w="1160" w:type="dxa"/>
            <w:vMerge w:val="restart"/>
            <w:vAlign w:val="center"/>
          </w:tcPr>
          <w:p w14:paraId="27ECC794" w14:textId="77777777" w:rsidR="002A0849" w:rsidRDefault="00000000">
            <w:r>
              <w:t>西向</w:t>
            </w:r>
            <w:r>
              <w:br/>
              <w:t>21.06</w:t>
            </w:r>
          </w:p>
        </w:tc>
        <w:tc>
          <w:tcPr>
            <w:tcW w:w="1562" w:type="dxa"/>
            <w:vAlign w:val="center"/>
          </w:tcPr>
          <w:p w14:paraId="41B145A4" w14:textId="77777777" w:rsidR="002A0849" w:rsidRDefault="00000000">
            <w:r>
              <w:t>C0918</w:t>
            </w:r>
          </w:p>
        </w:tc>
        <w:tc>
          <w:tcPr>
            <w:tcW w:w="1386" w:type="dxa"/>
            <w:vAlign w:val="center"/>
          </w:tcPr>
          <w:p w14:paraId="48C98C5B" w14:textId="77777777" w:rsidR="002A0849" w:rsidRDefault="00000000">
            <w:r>
              <w:t>0.90×1.80</w:t>
            </w:r>
          </w:p>
        </w:tc>
        <w:tc>
          <w:tcPr>
            <w:tcW w:w="1528" w:type="dxa"/>
            <w:vAlign w:val="center"/>
          </w:tcPr>
          <w:p w14:paraId="771A487C" w14:textId="77777777" w:rsidR="002A0849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465BBD8D" w14:textId="77777777" w:rsidR="002A0849" w:rsidRDefault="00000000">
            <w:r>
              <w:t>6</w:t>
            </w:r>
          </w:p>
        </w:tc>
        <w:tc>
          <w:tcPr>
            <w:tcW w:w="1262" w:type="dxa"/>
            <w:vAlign w:val="center"/>
          </w:tcPr>
          <w:p w14:paraId="4883917B" w14:textId="77777777" w:rsidR="002A0849" w:rsidRDefault="00000000">
            <w:r>
              <w:t>1.62</w:t>
            </w:r>
          </w:p>
        </w:tc>
        <w:tc>
          <w:tcPr>
            <w:tcW w:w="1262" w:type="dxa"/>
            <w:vAlign w:val="center"/>
          </w:tcPr>
          <w:p w14:paraId="7A70EB8E" w14:textId="77777777" w:rsidR="002A0849" w:rsidRDefault="00000000">
            <w:r>
              <w:t>9.72</w:t>
            </w:r>
          </w:p>
        </w:tc>
      </w:tr>
      <w:tr w:rsidR="002A0849" w14:paraId="2874A2B1" w14:textId="77777777">
        <w:tc>
          <w:tcPr>
            <w:tcW w:w="1160" w:type="dxa"/>
            <w:vMerge/>
            <w:vAlign w:val="center"/>
          </w:tcPr>
          <w:p w14:paraId="602E3DB3" w14:textId="77777777" w:rsidR="002A0849" w:rsidRDefault="002A0849"/>
        </w:tc>
        <w:tc>
          <w:tcPr>
            <w:tcW w:w="1562" w:type="dxa"/>
            <w:vAlign w:val="center"/>
          </w:tcPr>
          <w:p w14:paraId="6901EC1E" w14:textId="77777777" w:rsidR="002A0849" w:rsidRDefault="00000000">
            <w:r>
              <w:t>C1818</w:t>
            </w:r>
          </w:p>
        </w:tc>
        <w:tc>
          <w:tcPr>
            <w:tcW w:w="1386" w:type="dxa"/>
            <w:vAlign w:val="center"/>
          </w:tcPr>
          <w:p w14:paraId="09CC30EA" w14:textId="77777777" w:rsidR="002A0849" w:rsidRDefault="00000000">
            <w:r>
              <w:t>1.80×1.80</w:t>
            </w:r>
          </w:p>
        </w:tc>
        <w:tc>
          <w:tcPr>
            <w:tcW w:w="1528" w:type="dxa"/>
            <w:vAlign w:val="center"/>
          </w:tcPr>
          <w:p w14:paraId="797D37B4" w14:textId="77777777" w:rsidR="002A0849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53CEE528" w14:textId="77777777" w:rsidR="002A0849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433A179B" w14:textId="77777777" w:rsidR="002A0849" w:rsidRDefault="00000000">
            <w:r>
              <w:t>3.24</w:t>
            </w:r>
          </w:p>
        </w:tc>
        <w:tc>
          <w:tcPr>
            <w:tcW w:w="1262" w:type="dxa"/>
            <w:vAlign w:val="center"/>
          </w:tcPr>
          <w:p w14:paraId="26A87A9D" w14:textId="77777777" w:rsidR="002A0849" w:rsidRDefault="00000000">
            <w:r>
              <w:t>6.48</w:t>
            </w:r>
          </w:p>
        </w:tc>
      </w:tr>
      <w:tr w:rsidR="002A0849" w14:paraId="1B26AF2C" w14:textId="77777777">
        <w:tc>
          <w:tcPr>
            <w:tcW w:w="1160" w:type="dxa"/>
            <w:vMerge/>
            <w:vAlign w:val="center"/>
          </w:tcPr>
          <w:p w14:paraId="1D9228FC" w14:textId="77777777" w:rsidR="002A0849" w:rsidRDefault="002A0849"/>
        </w:tc>
        <w:tc>
          <w:tcPr>
            <w:tcW w:w="1562" w:type="dxa"/>
            <w:vAlign w:val="center"/>
          </w:tcPr>
          <w:p w14:paraId="0B3B065E" w14:textId="77777777" w:rsidR="002A0849" w:rsidRDefault="00000000">
            <w:r>
              <w:t>C2718</w:t>
            </w:r>
          </w:p>
        </w:tc>
        <w:tc>
          <w:tcPr>
            <w:tcW w:w="1386" w:type="dxa"/>
            <w:vAlign w:val="center"/>
          </w:tcPr>
          <w:p w14:paraId="72700E2D" w14:textId="77777777" w:rsidR="002A0849" w:rsidRDefault="00000000">
            <w:r>
              <w:t>2.70×1.80</w:t>
            </w:r>
          </w:p>
        </w:tc>
        <w:tc>
          <w:tcPr>
            <w:tcW w:w="1528" w:type="dxa"/>
            <w:vAlign w:val="center"/>
          </w:tcPr>
          <w:p w14:paraId="4FDCBFDE" w14:textId="77777777" w:rsidR="002A0849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62B99AA9" w14:textId="77777777" w:rsidR="002A0849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056F3EA2" w14:textId="77777777" w:rsidR="002A0849" w:rsidRDefault="00000000">
            <w:r>
              <w:t>4.86</w:t>
            </w:r>
          </w:p>
        </w:tc>
        <w:tc>
          <w:tcPr>
            <w:tcW w:w="1262" w:type="dxa"/>
            <w:vAlign w:val="center"/>
          </w:tcPr>
          <w:p w14:paraId="17C27C49" w14:textId="77777777" w:rsidR="002A0849" w:rsidRDefault="00000000">
            <w:r>
              <w:t>4.86</w:t>
            </w:r>
          </w:p>
        </w:tc>
      </w:tr>
    </w:tbl>
    <w:p w14:paraId="361AFCBB" w14:textId="77777777" w:rsidR="002A0849" w:rsidRDefault="00000000">
      <w:pPr>
        <w:pStyle w:val="2"/>
        <w:widowControl w:val="0"/>
        <w:rPr>
          <w:kern w:val="2"/>
        </w:rPr>
      </w:pPr>
      <w:r>
        <w:rPr>
          <w:kern w:val="2"/>
        </w:rPr>
        <w:t>可权衡判断窗墙面积比检查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97"/>
        <w:gridCol w:w="1590"/>
        <w:gridCol w:w="1415"/>
        <w:gridCol w:w="1415"/>
        <w:gridCol w:w="1658"/>
        <w:gridCol w:w="1658"/>
      </w:tblGrid>
      <w:tr w:rsidR="002A0849" w14:paraId="18CE25EA" w14:textId="77777777">
        <w:tc>
          <w:tcPr>
            <w:tcW w:w="1596" w:type="dxa"/>
            <w:shd w:val="clear" w:color="auto" w:fill="E6E6E6"/>
            <w:vAlign w:val="center"/>
          </w:tcPr>
          <w:p w14:paraId="445E724B" w14:textId="77777777" w:rsidR="002A0849" w:rsidRDefault="00000000">
            <w:pPr>
              <w:jc w:val="center"/>
            </w:pPr>
            <w:r>
              <w:t>户型</w:t>
            </w:r>
          </w:p>
        </w:tc>
        <w:tc>
          <w:tcPr>
            <w:tcW w:w="1590" w:type="dxa"/>
            <w:shd w:val="clear" w:color="auto" w:fill="E6E6E6"/>
            <w:vAlign w:val="center"/>
          </w:tcPr>
          <w:p w14:paraId="76537159" w14:textId="77777777" w:rsidR="002A0849" w:rsidRDefault="00000000">
            <w:pPr>
              <w:jc w:val="center"/>
            </w:pPr>
            <w:r>
              <w:t>房间编号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7A3055D2" w14:textId="77777777" w:rsidR="002A0849" w:rsidRDefault="00000000">
            <w:pPr>
              <w:jc w:val="center"/>
            </w:pPr>
            <w:r>
              <w:t>朝向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2B59481C" w14:textId="77777777" w:rsidR="002A0849" w:rsidRDefault="00000000">
            <w:pPr>
              <w:jc w:val="center"/>
            </w:pPr>
            <w:r>
              <w:t>窗墙比</w:t>
            </w:r>
          </w:p>
        </w:tc>
        <w:tc>
          <w:tcPr>
            <w:tcW w:w="1658" w:type="dxa"/>
            <w:shd w:val="clear" w:color="auto" w:fill="E6E6E6"/>
            <w:vAlign w:val="center"/>
          </w:tcPr>
          <w:p w14:paraId="1B302687" w14:textId="77777777" w:rsidR="002A0849" w:rsidRDefault="00000000">
            <w:pPr>
              <w:jc w:val="center"/>
            </w:pPr>
            <w:r>
              <w:t>窗墙比限值</w:t>
            </w:r>
          </w:p>
        </w:tc>
        <w:tc>
          <w:tcPr>
            <w:tcW w:w="1658" w:type="dxa"/>
            <w:shd w:val="clear" w:color="auto" w:fill="E6E6E6"/>
            <w:vAlign w:val="center"/>
          </w:tcPr>
          <w:p w14:paraId="2142C00B" w14:textId="77777777" w:rsidR="002A0849" w:rsidRDefault="00000000">
            <w:pPr>
              <w:jc w:val="center"/>
            </w:pPr>
            <w:r>
              <w:t>结论</w:t>
            </w:r>
          </w:p>
        </w:tc>
      </w:tr>
      <w:tr w:rsidR="002A0849" w14:paraId="465EBC91" w14:textId="77777777">
        <w:tc>
          <w:tcPr>
            <w:tcW w:w="1596" w:type="dxa"/>
            <w:vMerge w:val="restart"/>
            <w:vAlign w:val="center"/>
          </w:tcPr>
          <w:p w14:paraId="37913329" w14:textId="77777777" w:rsidR="002A0849" w:rsidRDefault="00000000">
            <w:r>
              <w:t>户外房间</w:t>
            </w:r>
          </w:p>
        </w:tc>
        <w:tc>
          <w:tcPr>
            <w:tcW w:w="1590" w:type="dxa"/>
            <w:vMerge w:val="restart"/>
            <w:vAlign w:val="center"/>
          </w:tcPr>
          <w:p w14:paraId="58648BBA" w14:textId="77777777" w:rsidR="002A0849" w:rsidRDefault="00000000">
            <w:r>
              <w:t>X001</w:t>
            </w:r>
          </w:p>
        </w:tc>
        <w:tc>
          <w:tcPr>
            <w:tcW w:w="1415" w:type="dxa"/>
            <w:vAlign w:val="center"/>
          </w:tcPr>
          <w:p w14:paraId="245144A0" w14:textId="77777777" w:rsidR="002A0849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5CC270BC" w14:textId="77777777" w:rsidR="002A0849" w:rsidRDefault="00000000">
            <w:r>
              <w:t>0.32</w:t>
            </w:r>
          </w:p>
        </w:tc>
        <w:tc>
          <w:tcPr>
            <w:tcW w:w="1658" w:type="dxa"/>
            <w:vAlign w:val="center"/>
          </w:tcPr>
          <w:p w14:paraId="2A6BC87F" w14:textId="77777777" w:rsidR="002A0849" w:rsidRDefault="00000000">
            <w:r>
              <w:t>0.60</w:t>
            </w:r>
          </w:p>
        </w:tc>
        <w:tc>
          <w:tcPr>
            <w:tcW w:w="1658" w:type="dxa"/>
            <w:vAlign w:val="center"/>
          </w:tcPr>
          <w:p w14:paraId="03F76EB5" w14:textId="77777777" w:rsidR="002A0849" w:rsidRDefault="00000000">
            <w:r>
              <w:t>满足</w:t>
            </w:r>
          </w:p>
        </w:tc>
      </w:tr>
      <w:tr w:rsidR="002A0849" w14:paraId="62F6BC3D" w14:textId="77777777">
        <w:tc>
          <w:tcPr>
            <w:tcW w:w="1596" w:type="dxa"/>
            <w:vMerge/>
            <w:vAlign w:val="center"/>
          </w:tcPr>
          <w:p w14:paraId="3B74E3F6" w14:textId="77777777" w:rsidR="002A0849" w:rsidRDefault="002A0849"/>
        </w:tc>
        <w:tc>
          <w:tcPr>
            <w:tcW w:w="1590" w:type="dxa"/>
            <w:vMerge/>
            <w:vAlign w:val="center"/>
          </w:tcPr>
          <w:p w14:paraId="0E5A33AE" w14:textId="77777777" w:rsidR="002A0849" w:rsidRDefault="002A0849"/>
        </w:tc>
        <w:tc>
          <w:tcPr>
            <w:tcW w:w="1415" w:type="dxa"/>
            <w:vAlign w:val="center"/>
          </w:tcPr>
          <w:p w14:paraId="357D4F7C" w14:textId="77777777" w:rsidR="002A0849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235F2782" w14:textId="77777777" w:rsidR="002A0849" w:rsidRDefault="00000000">
            <w:r>
              <w:t>0.23</w:t>
            </w:r>
          </w:p>
        </w:tc>
        <w:tc>
          <w:tcPr>
            <w:tcW w:w="1658" w:type="dxa"/>
            <w:vAlign w:val="center"/>
          </w:tcPr>
          <w:p w14:paraId="147B6971" w14:textId="77777777" w:rsidR="002A0849" w:rsidRDefault="00000000">
            <w:r>
              <w:t>0.40</w:t>
            </w:r>
          </w:p>
        </w:tc>
        <w:tc>
          <w:tcPr>
            <w:tcW w:w="1658" w:type="dxa"/>
            <w:vAlign w:val="center"/>
          </w:tcPr>
          <w:p w14:paraId="5D88C4E7" w14:textId="77777777" w:rsidR="002A0849" w:rsidRDefault="00000000">
            <w:r>
              <w:t>满足</w:t>
            </w:r>
          </w:p>
        </w:tc>
      </w:tr>
      <w:tr w:rsidR="002A0849" w14:paraId="79EC274A" w14:textId="77777777">
        <w:tc>
          <w:tcPr>
            <w:tcW w:w="1596" w:type="dxa"/>
            <w:vMerge/>
            <w:vAlign w:val="center"/>
          </w:tcPr>
          <w:p w14:paraId="2EA066B3" w14:textId="77777777" w:rsidR="002A0849" w:rsidRDefault="002A0849"/>
        </w:tc>
        <w:tc>
          <w:tcPr>
            <w:tcW w:w="1590" w:type="dxa"/>
            <w:vAlign w:val="center"/>
          </w:tcPr>
          <w:p w14:paraId="5A90A224" w14:textId="77777777" w:rsidR="002A0849" w:rsidRDefault="00000000">
            <w:r>
              <w:t>X002</w:t>
            </w:r>
          </w:p>
        </w:tc>
        <w:tc>
          <w:tcPr>
            <w:tcW w:w="1415" w:type="dxa"/>
            <w:vAlign w:val="center"/>
          </w:tcPr>
          <w:p w14:paraId="79A912FF" w14:textId="77777777" w:rsidR="002A0849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664AAB42" w14:textId="77777777" w:rsidR="002A0849" w:rsidRDefault="00000000">
            <w:r>
              <w:t>0.15</w:t>
            </w:r>
          </w:p>
        </w:tc>
        <w:tc>
          <w:tcPr>
            <w:tcW w:w="1658" w:type="dxa"/>
            <w:vAlign w:val="center"/>
          </w:tcPr>
          <w:p w14:paraId="5998EF19" w14:textId="77777777" w:rsidR="002A0849" w:rsidRDefault="00000000">
            <w:r>
              <w:t>0.60</w:t>
            </w:r>
          </w:p>
        </w:tc>
        <w:tc>
          <w:tcPr>
            <w:tcW w:w="1658" w:type="dxa"/>
            <w:vAlign w:val="center"/>
          </w:tcPr>
          <w:p w14:paraId="5B19700A" w14:textId="77777777" w:rsidR="002A0849" w:rsidRDefault="00000000">
            <w:r>
              <w:t>满足</w:t>
            </w:r>
          </w:p>
        </w:tc>
      </w:tr>
      <w:tr w:rsidR="002A0849" w14:paraId="07B8FA19" w14:textId="77777777">
        <w:tc>
          <w:tcPr>
            <w:tcW w:w="1596" w:type="dxa"/>
            <w:vMerge/>
            <w:vAlign w:val="center"/>
          </w:tcPr>
          <w:p w14:paraId="73AC4528" w14:textId="77777777" w:rsidR="002A0849" w:rsidRDefault="002A0849"/>
        </w:tc>
        <w:tc>
          <w:tcPr>
            <w:tcW w:w="1590" w:type="dxa"/>
            <w:vMerge w:val="restart"/>
            <w:vAlign w:val="center"/>
          </w:tcPr>
          <w:p w14:paraId="32E5F25D" w14:textId="77777777" w:rsidR="002A0849" w:rsidRDefault="00000000">
            <w:r>
              <w:t>X003</w:t>
            </w:r>
          </w:p>
        </w:tc>
        <w:tc>
          <w:tcPr>
            <w:tcW w:w="1415" w:type="dxa"/>
            <w:vAlign w:val="center"/>
          </w:tcPr>
          <w:p w14:paraId="3A8FA3BD" w14:textId="77777777" w:rsidR="002A0849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33896E37" w14:textId="77777777" w:rsidR="002A0849" w:rsidRDefault="00000000">
            <w:r>
              <w:t>0.19</w:t>
            </w:r>
          </w:p>
        </w:tc>
        <w:tc>
          <w:tcPr>
            <w:tcW w:w="1658" w:type="dxa"/>
            <w:vAlign w:val="center"/>
          </w:tcPr>
          <w:p w14:paraId="3A5604AE" w14:textId="77777777" w:rsidR="002A0849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10FE52BE" w14:textId="77777777" w:rsidR="002A0849" w:rsidRDefault="00000000">
            <w:r>
              <w:t>满足</w:t>
            </w:r>
          </w:p>
        </w:tc>
      </w:tr>
      <w:tr w:rsidR="002A0849" w14:paraId="631E524A" w14:textId="77777777">
        <w:tc>
          <w:tcPr>
            <w:tcW w:w="1596" w:type="dxa"/>
            <w:vMerge/>
            <w:vAlign w:val="center"/>
          </w:tcPr>
          <w:p w14:paraId="5E5F57F6" w14:textId="77777777" w:rsidR="002A0849" w:rsidRDefault="002A0849"/>
        </w:tc>
        <w:tc>
          <w:tcPr>
            <w:tcW w:w="1590" w:type="dxa"/>
            <w:vMerge/>
            <w:vAlign w:val="center"/>
          </w:tcPr>
          <w:p w14:paraId="0ABE7221" w14:textId="77777777" w:rsidR="002A0849" w:rsidRDefault="002A0849"/>
        </w:tc>
        <w:tc>
          <w:tcPr>
            <w:tcW w:w="1415" w:type="dxa"/>
            <w:vAlign w:val="center"/>
          </w:tcPr>
          <w:p w14:paraId="472D15D5" w14:textId="77777777" w:rsidR="002A0849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27AB6EE9" w14:textId="77777777" w:rsidR="002A0849" w:rsidRDefault="00000000">
            <w:r>
              <w:t>0.14</w:t>
            </w:r>
          </w:p>
        </w:tc>
        <w:tc>
          <w:tcPr>
            <w:tcW w:w="1658" w:type="dxa"/>
            <w:vAlign w:val="center"/>
          </w:tcPr>
          <w:p w14:paraId="76CAB503" w14:textId="77777777" w:rsidR="002A0849" w:rsidRDefault="00000000">
            <w:r>
              <w:t>0.40</w:t>
            </w:r>
          </w:p>
        </w:tc>
        <w:tc>
          <w:tcPr>
            <w:tcW w:w="1658" w:type="dxa"/>
            <w:vAlign w:val="center"/>
          </w:tcPr>
          <w:p w14:paraId="598F2229" w14:textId="77777777" w:rsidR="002A0849" w:rsidRDefault="00000000">
            <w:r>
              <w:t>满足</w:t>
            </w:r>
          </w:p>
        </w:tc>
      </w:tr>
      <w:tr w:rsidR="002A0849" w14:paraId="1B8B6172" w14:textId="77777777">
        <w:tc>
          <w:tcPr>
            <w:tcW w:w="1596" w:type="dxa"/>
            <w:vMerge/>
            <w:vAlign w:val="center"/>
          </w:tcPr>
          <w:p w14:paraId="1D47C118" w14:textId="77777777" w:rsidR="002A0849" w:rsidRDefault="002A0849"/>
        </w:tc>
        <w:tc>
          <w:tcPr>
            <w:tcW w:w="1590" w:type="dxa"/>
            <w:vAlign w:val="center"/>
          </w:tcPr>
          <w:p w14:paraId="64C771E2" w14:textId="77777777" w:rsidR="002A0849" w:rsidRDefault="00000000">
            <w:r>
              <w:t>X004</w:t>
            </w:r>
          </w:p>
        </w:tc>
        <w:tc>
          <w:tcPr>
            <w:tcW w:w="1415" w:type="dxa"/>
            <w:vAlign w:val="center"/>
          </w:tcPr>
          <w:p w14:paraId="5268E5D5" w14:textId="77777777" w:rsidR="002A0849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1D460A73" w14:textId="77777777" w:rsidR="002A0849" w:rsidRDefault="00000000">
            <w:r>
              <w:t>0.36</w:t>
            </w:r>
          </w:p>
        </w:tc>
        <w:tc>
          <w:tcPr>
            <w:tcW w:w="1658" w:type="dxa"/>
            <w:vAlign w:val="center"/>
          </w:tcPr>
          <w:p w14:paraId="230BB11A" w14:textId="77777777" w:rsidR="002A0849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1295E553" w14:textId="77777777" w:rsidR="002A0849" w:rsidRDefault="00000000">
            <w:r>
              <w:t>满足</w:t>
            </w:r>
          </w:p>
        </w:tc>
      </w:tr>
      <w:tr w:rsidR="002A0849" w14:paraId="58744F76" w14:textId="77777777">
        <w:tc>
          <w:tcPr>
            <w:tcW w:w="1596" w:type="dxa"/>
            <w:vMerge/>
            <w:vAlign w:val="center"/>
          </w:tcPr>
          <w:p w14:paraId="4D26000B" w14:textId="77777777" w:rsidR="002A0849" w:rsidRDefault="002A0849"/>
        </w:tc>
        <w:tc>
          <w:tcPr>
            <w:tcW w:w="1590" w:type="dxa"/>
            <w:vMerge w:val="restart"/>
            <w:vAlign w:val="center"/>
          </w:tcPr>
          <w:p w14:paraId="45DC9796" w14:textId="77777777" w:rsidR="002A0849" w:rsidRDefault="00000000">
            <w:r>
              <w:t>X005</w:t>
            </w:r>
          </w:p>
        </w:tc>
        <w:tc>
          <w:tcPr>
            <w:tcW w:w="1415" w:type="dxa"/>
            <w:vAlign w:val="center"/>
          </w:tcPr>
          <w:p w14:paraId="3AB03D6B" w14:textId="77777777" w:rsidR="002A0849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1631093E" w14:textId="77777777" w:rsidR="002A0849" w:rsidRDefault="00000000">
            <w:r>
              <w:t>0.20</w:t>
            </w:r>
          </w:p>
        </w:tc>
        <w:tc>
          <w:tcPr>
            <w:tcW w:w="1658" w:type="dxa"/>
            <w:vAlign w:val="center"/>
          </w:tcPr>
          <w:p w14:paraId="723C3B0E" w14:textId="77777777" w:rsidR="002A0849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0BB27662" w14:textId="77777777" w:rsidR="002A0849" w:rsidRDefault="00000000">
            <w:r>
              <w:t>满足</w:t>
            </w:r>
          </w:p>
        </w:tc>
      </w:tr>
      <w:tr w:rsidR="002A0849" w14:paraId="7DEC504D" w14:textId="77777777">
        <w:tc>
          <w:tcPr>
            <w:tcW w:w="1596" w:type="dxa"/>
            <w:vMerge/>
            <w:vAlign w:val="center"/>
          </w:tcPr>
          <w:p w14:paraId="0119551C" w14:textId="77777777" w:rsidR="002A0849" w:rsidRDefault="002A0849"/>
        </w:tc>
        <w:tc>
          <w:tcPr>
            <w:tcW w:w="1590" w:type="dxa"/>
            <w:vMerge/>
            <w:vAlign w:val="center"/>
          </w:tcPr>
          <w:p w14:paraId="43E2D496" w14:textId="77777777" w:rsidR="002A0849" w:rsidRDefault="002A0849"/>
        </w:tc>
        <w:tc>
          <w:tcPr>
            <w:tcW w:w="1415" w:type="dxa"/>
            <w:vAlign w:val="center"/>
          </w:tcPr>
          <w:p w14:paraId="700247EC" w14:textId="77777777" w:rsidR="002A0849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228E0E57" w14:textId="77777777" w:rsidR="002A0849" w:rsidRDefault="00000000">
            <w:r>
              <w:t>0.14</w:t>
            </w:r>
          </w:p>
        </w:tc>
        <w:tc>
          <w:tcPr>
            <w:tcW w:w="1658" w:type="dxa"/>
            <w:vAlign w:val="center"/>
          </w:tcPr>
          <w:p w14:paraId="3EC8DEC5" w14:textId="77777777" w:rsidR="002A0849" w:rsidRDefault="00000000">
            <w:r>
              <w:t>0.40</w:t>
            </w:r>
          </w:p>
        </w:tc>
        <w:tc>
          <w:tcPr>
            <w:tcW w:w="1658" w:type="dxa"/>
            <w:vAlign w:val="center"/>
          </w:tcPr>
          <w:p w14:paraId="3B170A20" w14:textId="77777777" w:rsidR="002A0849" w:rsidRDefault="00000000">
            <w:r>
              <w:t>满足</w:t>
            </w:r>
          </w:p>
        </w:tc>
      </w:tr>
      <w:tr w:rsidR="002A0849" w14:paraId="02BA4F78" w14:textId="77777777">
        <w:tc>
          <w:tcPr>
            <w:tcW w:w="1596" w:type="dxa"/>
            <w:vMerge/>
            <w:vAlign w:val="center"/>
          </w:tcPr>
          <w:p w14:paraId="6DD1A2A4" w14:textId="77777777" w:rsidR="002A0849" w:rsidRDefault="002A0849"/>
        </w:tc>
        <w:tc>
          <w:tcPr>
            <w:tcW w:w="1590" w:type="dxa"/>
            <w:vAlign w:val="center"/>
          </w:tcPr>
          <w:p w14:paraId="1E595368" w14:textId="77777777" w:rsidR="002A0849" w:rsidRDefault="00000000">
            <w:r>
              <w:t>X006</w:t>
            </w:r>
          </w:p>
        </w:tc>
        <w:tc>
          <w:tcPr>
            <w:tcW w:w="1415" w:type="dxa"/>
            <w:vAlign w:val="center"/>
          </w:tcPr>
          <w:p w14:paraId="63E190ED" w14:textId="77777777" w:rsidR="002A0849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5F81AD43" w14:textId="77777777" w:rsidR="002A0849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0CE0C307" w14:textId="77777777" w:rsidR="002A0849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25A6954C" w14:textId="77777777" w:rsidR="002A0849" w:rsidRDefault="00000000">
            <w:r>
              <w:t>满足</w:t>
            </w:r>
          </w:p>
        </w:tc>
      </w:tr>
      <w:tr w:rsidR="002A0849" w14:paraId="09857760" w14:textId="77777777">
        <w:tc>
          <w:tcPr>
            <w:tcW w:w="1596" w:type="dxa"/>
            <w:vMerge/>
            <w:vAlign w:val="center"/>
          </w:tcPr>
          <w:p w14:paraId="40874D51" w14:textId="77777777" w:rsidR="002A0849" w:rsidRDefault="002A0849"/>
        </w:tc>
        <w:tc>
          <w:tcPr>
            <w:tcW w:w="1590" w:type="dxa"/>
            <w:vAlign w:val="center"/>
          </w:tcPr>
          <w:p w14:paraId="21ADE20A" w14:textId="77777777" w:rsidR="002A0849" w:rsidRDefault="00000000">
            <w:r>
              <w:t>X007</w:t>
            </w:r>
          </w:p>
        </w:tc>
        <w:tc>
          <w:tcPr>
            <w:tcW w:w="1415" w:type="dxa"/>
            <w:vAlign w:val="center"/>
          </w:tcPr>
          <w:p w14:paraId="26C55A4C" w14:textId="77777777" w:rsidR="002A0849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7C25E614" w14:textId="77777777" w:rsidR="002A0849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54F8909D" w14:textId="77777777" w:rsidR="002A0849" w:rsidRDefault="00000000">
            <w:r>
              <w:t>0.60</w:t>
            </w:r>
          </w:p>
        </w:tc>
        <w:tc>
          <w:tcPr>
            <w:tcW w:w="1658" w:type="dxa"/>
            <w:vAlign w:val="center"/>
          </w:tcPr>
          <w:p w14:paraId="5ED0C0E8" w14:textId="77777777" w:rsidR="002A0849" w:rsidRDefault="00000000">
            <w:r>
              <w:t>满足</w:t>
            </w:r>
          </w:p>
        </w:tc>
      </w:tr>
      <w:tr w:rsidR="002A0849" w14:paraId="200F1A09" w14:textId="77777777">
        <w:tc>
          <w:tcPr>
            <w:tcW w:w="1596" w:type="dxa"/>
            <w:vMerge/>
            <w:vAlign w:val="center"/>
          </w:tcPr>
          <w:p w14:paraId="60415159" w14:textId="77777777" w:rsidR="002A0849" w:rsidRDefault="002A0849"/>
        </w:tc>
        <w:tc>
          <w:tcPr>
            <w:tcW w:w="1590" w:type="dxa"/>
            <w:vAlign w:val="center"/>
          </w:tcPr>
          <w:p w14:paraId="44DABB5E" w14:textId="77777777" w:rsidR="002A0849" w:rsidRDefault="00000000">
            <w:r>
              <w:t>X009</w:t>
            </w:r>
          </w:p>
        </w:tc>
        <w:tc>
          <w:tcPr>
            <w:tcW w:w="1415" w:type="dxa"/>
            <w:vAlign w:val="center"/>
          </w:tcPr>
          <w:p w14:paraId="1652DE8A" w14:textId="77777777" w:rsidR="002A0849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0430225D" w14:textId="77777777" w:rsidR="002A0849" w:rsidRDefault="00000000">
            <w:r>
              <w:t>0.38</w:t>
            </w:r>
          </w:p>
        </w:tc>
        <w:tc>
          <w:tcPr>
            <w:tcW w:w="1658" w:type="dxa"/>
            <w:vAlign w:val="center"/>
          </w:tcPr>
          <w:p w14:paraId="45A2EF2D" w14:textId="77777777" w:rsidR="002A0849" w:rsidRDefault="00000000">
            <w:r>
              <w:t>0.60</w:t>
            </w:r>
          </w:p>
        </w:tc>
        <w:tc>
          <w:tcPr>
            <w:tcW w:w="1658" w:type="dxa"/>
            <w:vAlign w:val="center"/>
          </w:tcPr>
          <w:p w14:paraId="16BE5D54" w14:textId="77777777" w:rsidR="002A0849" w:rsidRDefault="00000000">
            <w:r>
              <w:t>满足</w:t>
            </w:r>
          </w:p>
        </w:tc>
      </w:tr>
      <w:tr w:rsidR="002A0849" w14:paraId="68DDECAD" w14:textId="77777777">
        <w:tc>
          <w:tcPr>
            <w:tcW w:w="1596" w:type="dxa"/>
            <w:vMerge/>
            <w:vAlign w:val="center"/>
          </w:tcPr>
          <w:p w14:paraId="7E669FC9" w14:textId="77777777" w:rsidR="002A0849" w:rsidRDefault="002A0849"/>
        </w:tc>
        <w:tc>
          <w:tcPr>
            <w:tcW w:w="1590" w:type="dxa"/>
            <w:vAlign w:val="center"/>
          </w:tcPr>
          <w:p w14:paraId="420CDE07" w14:textId="77777777" w:rsidR="002A0849" w:rsidRDefault="00000000">
            <w:r>
              <w:t>X010</w:t>
            </w:r>
          </w:p>
        </w:tc>
        <w:tc>
          <w:tcPr>
            <w:tcW w:w="1415" w:type="dxa"/>
            <w:vAlign w:val="center"/>
          </w:tcPr>
          <w:p w14:paraId="02AE7DB3" w14:textId="77777777" w:rsidR="002A0849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7B18F69E" w14:textId="77777777" w:rsidR="002A0849" w:rsidRDefault="00000000">
            <w:r>
              <w:t>0.17</w:t>
            </w:r>
          </w:p>
        </w:tc>
        <w:tc>
          <w:tcPr>
            <w:tcW w:w="1658" w:type="dxa"/>
            <w:vAlign w:val="center"/>
          </w:tcPr>
          <w:p w14:paraId="07BA0D41" w14:textId="77777777" w:rsidR="002A0849" w:rsidRDefault="00000000">
            <w:r>
              <w:t>0.60</w:t>
            </w:r>
          </w:p>
        </w:tc>
        <w:tc>
          <w:tcPr>
            <w:tcW w:w="1658" w:type="dxa"/>
            <w:vAlign w:val="center"/>
          </w:tcPr>
          <w:p w14:paraId="079B38C7" w14:textId="77777777" w:rsidR="002A0849" w:rsidRDefault="00000000">
            <w:r>
              <w:t>满足</w:t>
            </w:r>
          </w:p>
        </w:tc>
      </w:tr>
      <w:tr w:rsidR="002A0849" w14:paraId="1C57DE8A" w14:textId="77777777">
        <w:tc>
          <w:tcPr>
            <w:tcW w:w="1596" w:type="dxa"/>
            <w:vMerge/>
            <w:vAlign w:val="center"/>
          </w:tcPr>
          <w:p w14:paraId="24CDA681" w14:textId="77777777" w:rsidR="002A0849" w:rsidRDefault="002A0849"/>
        </w:tc>
        <w:tc>
          <w:tcPr>
            <w:tcW w:w="1590" w:type="dxa"/>
            <w:vAlign w:val="center"/>
          </w:tcPr>
          <w:p w14:paraId="00796DCC" w14:textId="77777777" w:rsidR="002A0849" w:rsidRDefault="00000000">
            <w:r>
              <w:t>X011</w:t>
            </w:r>
          </w:p>
        </w:tc>
        <w:tc>
          <w:tcPr>
            <w:tcW w:w="1415" w:type="dxa"/>
            <w:vAlign w:val="center"/>
          </w:tcPr>
          <w:p w14:paraId="4D75D0CC" w14:textId="77777777" w:rsidR="002A0849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3BD809F6" w14:textId="77777777" w:rsidR="002A0849" w:rsidRDefault="00000000">
            <w:r>
              <w:t>0.20</w:t>
            </w:r>
          </w:p>
        </w:tc>
        <w:tc>
          <w:tcPr>
            <w:tcW w:w="1658" w:type="dxa"/>
            <w:vAlign w:val="center"/>
          </w:tcPr>
          <w:p w14:paraId="6A02FE3A" w14:textId="77777777" w:rsidR="002A0849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0FDFEB70" w14:textId="77777777" w:rsidR="002A0849" w:rsidRDefault="00000000">
            <w:r>
              <w:t>满足</w:t>
            </w:r>
          </w:p>
        </w:tc>
      </w:tr>
      <w:tr w:rsidR="002A0849" w14:paraId="57CA3221" w14:textId="77777777">
        <w:tc>
          <w:tcPr>
            <w:tcW w:w="1596" w:type="dxa"/>
            <w:vMerge/>
            <w:vAlign w:val="center"/>
          </w:tcPr>
          <w:p w14:paraId="7201061B" w14:textId="77777777" w:rsidR="002A0849" w:rsidRDefault="002A0849"/>
        </w:tc>
        <w:tc>
          <w:tcPr>
            <w:tcW w:w="1590" w:type="dxa"/>
            <w:vAlign w:val="center"/>
          </w:tcPr>
          <w:p w14:paraId="2C543FEF" w14:textId="77777777" w:rsidR="002A0849" w:rsidRDefault="00000000">
            <w:r>
              <w:t>X012</w:t>
            </w:r>
          </w:p>
        </w:tc>
        <w:tc>
          <w:tcPr>
            <w:tcW w:w="1415" w:type="dxa"/>
            <w:vAlign w:val="center"/>
          </w:tcPr>
          <w:p w14:paraId="37256CB2" w14:textId="77777777" w:rsidR="002A0849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31C7BD56" w14:textId="77777777" w:rsidR="002A0849" w:rsidRDefault="00000000">
            <w:r>
              <w:t>0.48</w:t>
            </w:r>
          </w:p>
        </w:tc>
        <w:tc>
          <w:tcPr>
            <w:tcW w:w="1658" w:type="dxa"/>
            <w:vAlign w:val="center"/>
          </w:tcPr>
          <w:p w14:paraId="56B74975" w14:textId="77777777" w:rsidR="002A0849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5089F6B4" w14:textId="77777777" w:rsidR="002A0849" w:rsidRDefault="00000000">
            <w:r>
              <w:rPr>
                <w:color w:val="FF0000"/>
              </w:rPr>
              <w:t>不满足</w:t>
            </w:r>
          </w:p>
        </w:tc>
      </w:tr>
      <w:tr w:rsidR="002A0849" w14:paraId="790A77CD" w14:textId="77777777">
        <w:tc>
          <w:tcPr>
            <w:tcW w:w="1596" w:type="dxa"/>
            <w:vMerge/>
            <w:vAlign w:val="center"/>
          </w:tcPr>
          <w:p w14:paraId="02F1F48F" w14:textId="77777777" w:rsidR="002A0849" w:rsidRDefault="002A0849"/>
        </w:tc>
        <w:tc>
          <w:tcPr>
            <w:tcW w:w="1590" w:type="dxa"/>
            <w:vAlign w:val="center"/>
          </w:tcPr>
          <w:p w14:paraId="173FB9E4" w14:textId="77777777" w:rsidR="002A0849" w:rsidRDefault="00000000">
            <w:r>
              <w:t>户外房间</w:t>
            </w:r>
          </w:p>
        </w:tc>
        <w:tc>
          <w:tcPr>
            <w:tcW w:w="4488" w:type="dxa"/>
            <w:gridSpan w:val="3"/>
            <w:vAlign w:val="center"/>
          </w:tcPr>
          <w:p w14:paraId="02CB0C31" w14:textId="77777777" w:rsidR="002A0849" w:rsidRDefault="002A0849"/>
        </w:tc>
        <w:tc>
          <w:tcPr>
            <w:tcW w:w="1658" w:type="dxa"/>
            <w:vAlign w:val="center"/>
          </w:tcPr>
          <w:p w14:paraId="429F6C4C" w14:textId="77777777" w:rsidR="002A0849" w:rsidRDefault="00000000">
            <w:r>
              <w:rPr>
                <w:color w:val="FF0000"/>
              </w:rPr>
              <w:t>不满足</w:t>
            </w:r>
          </w:p>
        </w:tc>
      </w:tr>
      <w:tr w:rsidR="002A0849" w14:paraId="55F16AB0" w14:textId="77777777">
        <w:tc>
          <w:tcPr>
            <w:tcW w:w="1596" w:type="dxa"/>
            <w:shd w:val="clear" w:color="auto" w:fill="E6E6E6"/>
            <w:vAlign w:val="center"/>
          </w:tcPr>
          <w:p w14:paraId="21A2DC4D" w14:textId="77777777" w:rsidR="002A0849" w:rsidRDefault="00000000">
            <w:r>
              <w:t>标准依据</w:t>
            </w:r>
          </w:p>
        </w:tc>
        <w:tc>
          <w:tcPr>
            <w:tcW w:w="7736" w:type="dxa"/>
            <w:gridSpan w:val="5"/>
            <w:vAlign w:val="center"/>
          </w:tcPr>
          <w:p w14:paraId="7FEA2DF1" w14:textId="77777777" w:rsidR="002A0849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C.0.1</w:t>
            </w:r>
            <w:r>
              <w:t>条</w:t>
            </w:r>
          </w:p>
        </w:tc>
      </w:tr>
      <w:tr w:rsidR="002A0849" w14:paraId="5F4CB881" w14:textId="77777777">
        <w:tc>
          <w:tcPr>
            <w:tcW w:w="1596" w:type="dxa"/>
            <w:shd w:val="clear" w:color="auto" w:fill="E6E6E6"/>
            <w:vAlign w:val="center"/>
          </w:tcPr>
          <w:p w14:paraId="2996D0C2" w14:textId="77777777" w:rsidR="002A0849" w:rsidRDefault="00000000">
            <w:r>
              <w:t>标准要求</w:t>
            </w:r>
          </w:p>
        </w:tc>
        <w:tc>
          <w:tcPr>
            <w:tcW w:w="7736" w:type="dxa"/>
            <w:gridSpan w:val="5"/>
            <w:vAlign w:val="center"/>
          </w:tcPr>
          <w:p w14:paraId="19D36EC2" w14:textId="77777777" w:rsidR="002A0849" w:rsidRDefault="00000000">
            <w:r>
              <w:t>严寒和寒冷地区居住建筑窗墙面积比的基本要求应符合表</w:t>
            </w:r>
            <w:r>
              <w:t>C.0.1-4</w:t>
            </w:r>
            <w:r>
              <w:t>的规定</w:t>
            </w:r>
          </w:p>
        </w:tc>
      </w:tr>
      <w:tr w:rsidR="002A0849" w14:paraId="67E91E09" w14:textId="77777777">
        <w:tc>
          <w:tcPr>
            <w:tcW w:w="1596" w:type="dxa"/>
            <w:shd w:val="clear" w:color="auto" w:fill="E6E6E6"/>
            <w:vAlign w:val="center"/>
          </w:tcPr>
          <w:p w14:paraId="1D4F1744" w14:textId="77777777" w:rsidR="002A0849" w:rsidRDefault="00000000">
            <w:r>
              <w:t>结论</w:t>
            </w:r>
          </w:p>
        </w:tc>
        <w:tc>
          <w:tcPr>
            <w:tcW w:w="7736" w:type="dxa"/>
            <w:gridSpan w:val="5"/>
            <w:vAlign w:val="center"/>
          </w:tcPr>
          <w:p w14:paraId="7E3C3C7A" w14:textId="77777777" w:rsidR="002A0849" w:rsidRDefault="00000000">
            <w:r>
              <w:rPr>
                <w:color w:val="FF0000"/>
              </w:rPr>
              <w:t>不满足</w:t>
            </w:r>
          </w:p>
        </w:tc>
      </w:tr>
    </w:tbl>
    <w:p w14:paraId="75323A13" w14:textId="77777777" w:rsidR="002A0849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lastRenderedPageBreak/>
        <w:t>外窗表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1"/>
        <w:gridCol w:w="1563"/>
        <w:gridCol w:w="1386"/>
        <w:gridCol w:w="1528"/>
        <w:gridCol w:w="1171"/>
        <w:gridCol w:w="1262"/>
        <w:gridCol w:w="1262"/>
      </w:tblGrid>
      <w:tr w:rsidR="002A0849" w14:paraId="5F98F697" w14:textId="77777777">
        <w:tc>
          <w:tcPr>
            <w:tcW w:w="1160" w:type="dxa"/>
            <w:shd w:val="clear" w:color="auto" w:fill="E6E6E6"/>
            <w:vAlign w:val="center"/>
          </w:tcPr>
          <w:p w14:paraId="22EADFF1" w14:textId="77777777" w:rsidR="002A0849" w:rsidRDefault="00000000">
            <w:pPr>
              <w:jc w:val="center"/>
            </w:pPr>
            <w:r>
              <w:t>朝向</w:t>
            </w:r>
          </w:p>
        </w:tc>
        <w:tc>
          <w:tcPr>
            <w:tcW w:w="1562" w:type="dxa"/>
            <w:shd w:val="clear" w:color="auto" w:fill="E6E6E6"/>
            <w:vAlign w:val="center"/>
          </w:tcPr>
          <w:p w14:paraId="279DEFE7" w14:textId="77777777" w:rsidR="002A0849" w:rsidRDefault="00000000">
            <w:pPr>
              <w:jc w:val="center"/>
            </w:pPr>
            <w:r>
              <w:t>编号</w:t>
            </w:r>
          </w:p>
        </w:tc>
        <w:tc>
          <w:tcPr>
            <w:tcW w:w="1386" w:type="dxa"/>
            <w:shd w:val="clear" w:color="auto" w:fill="E6E6E6"/>
            <w:vAlign w:val="center"/>
          </w:tcPr>
          <w:p w14:paraId="7109321A" w14:textId="77777777" w:rsidR="002A0849" w:rsidRDefault="00000000">
            <w:pPr>
              <w:jc w:val="center"/>
            </w:pPr>
            <w:r>
              <w:t>尺寸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08D410B3" w14:textId="77777777" w:rsidR="002A0849" w:rsidRDefault="00000000">
            <w:pPr>
              <w:jc w:val="center"/>
            </w:pPr>
            <w:r>
              <w:t>楼层</w:t>
            </w:r>
          </w:p>
        </w:tc>
        <w:tc>
          <w:tcPr>
            <w:tcW w:w="1171" w:type="dxa"/>
            <w:shd w:val="clear" w:color="auto" w:fill="E6E6E6"/>
            <w:vAlign w:val="center"/>
          </w:tcPr>
          <w:p w14:paraId="4A91633E" w14:textId="77777777" w:rsidR="002A0849" w:rsidRDefault="00000000">
            <w:pPr>
              <w:jc w:val="center"/>
            </w:pPr>
            <w:r>
              <w:t>数量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46990E8D" w14:textId="77777777" w:rsidR="002A0849" w:rsidRDefault="00000000">
            <w:pPr>
              <w:jc w:val="center"/>
            </w:pPr>
            <w:r>
              <w:t>单个面积</w:t>
            </w:r>
            <w:r>
              <w:br/>
            </w:r>
            <w:r>
              <w:t>（㎡）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78D00692" w14:textId="77777777" w:rsidR="002A0849" w:rsidRDefault="00000000">
            <w:pPr>
              <w:jc w:val="center"/>
            </w:pPr>
            <w:r>
              <w:t>合计面积</w:t>
            </w:r>
            <w:r>
              <w:br/>
            </w:r>
            <w:r>
              <w:t>（㎡）</w:t>
            </w:r>
          </w:p>
        </w:tc>
      </w:tr>
      <w:tr w:rsidR="002A0849" w14:paraId="4773B0C7" w14:textId="77777777">
        <w:tc>
          <w:tcPr>
            <w:tcW w:w="1160" w:type="dxa"/>
            <w:vMerge w:val="restart"/>
            <w:vAlign w:val="center"/>
          </w:tcPr>
          <w:p w14:paraId="0A38D9E6" w14:textId="77777777" w:rsidR="002A0849" w:rsidRDefault="00000000">
            <w:r>
              <w:t>南向</w:t>
            </w:r>
            <w:r>
              <w:br/>
              <w:t>62.28</w:t>
            </w:r>
          </w:p>
        </w:tc>
        <w:tc>
          <w:tcPr>
            <w:tcW w:w="1562" w:type="dxa"/>
            <w:vAlign w:val="center"/>
          </w:tcPr>
          <w:p w14:paraId="420BF444" w14:textId="77777777" w:rsidR="002A0849" w:rsidRDefault="00000000">
            <w:r>
              <w:t>C0918</w:t>
            </w:r>
          </w:p>
        </w:tc>
        <w:tc>
          <w:tcPr>
            <w:tcW w:w="1386" w:type="dxa"/>
            <w:vAlign w:val="center"/>
          </w:tcPr>
          <w:p w14:paraId="5FA6B8E1" w14:textId="77777777" w:rsidR="002A0849" w:rsidRDefault="00000000">
            <w:r>
              <w:t>0.90×1.80</w:t>
            </w:r>
          </w:p>
        </w:tc>
        <w:tc>
          <w:tcPr>
            <w:tcW w:w="1528" w:type="dxa"/>
            <w:vAlign w:val="center"/>
          </w:tcPr>
          <w:p w14:paraId="1A0F8A53" w14:textId="77777777" w:rsidR="002A0849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613A4BEC" w14:textId="77777777" w:rsidR="002A0849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14:paraId="147F784D" w14:textId="77777777" w:rsidR="002A0849" w:rsidRDefault="00000000">
            <w:r>
              <w:t>1.62</w:t>
            </w:r>
          </w:p>
        </w:tc>
        <w:tc>
          <w:tcPr>
            <w:tcW w:w="1262" w:type="dxa"/>
            <w:vAlign w:val="center"/>
          </w:tcPr>
          <w:p w14:paraId="7936D419" w14:textId="77777777" w:rsidR="002A0849" w:rsidRDefault="00000000">
            <w:r>
              <w:t>6.48</w:t>
            </w:r>
          </w:p>
        </w:tc>
      </w:tr>
      <w:tr w:rsidR="002A0849" w14:paraId="44633503" w14:textId="77777777">
        <w:tc>
          <w:tcPr>
            <w:tcW w:w="1160" w:type="dxa"/>
            <w:vMerge/>
            <w:vAlign w:val="center"/>
          </w:tcPr>
          <w:p w14:paraId="3C519923" w14:textId="77777777" w:rsidR="002A0849" w:rsidRDefault="002A0849"/>
        </w:tc>
        <w:tc>
          <w:tcPr>
            <w:tcW w:w="1562" w:type="dxa"/>
            <w:vAlign w:val="center"/>
          </w:tcPr>
          <w:p w14:paraId="216C9B33" w14:textId="77777777" w:rsidR="002A0849" w:rsidRDefault="00000000">
            <w:r>
              <w:t>C10018</w:t>
            </w:r>
          </w:p>
        </w:tc>
        <w:tc>
          <w:tcPr>
            <w:tcW w:w="1386" w:type="dxa"/>
            <w:vAlign w:val="center"/>
          </w:tcPr>
          <w:p w14:paraId="5E8AB1F1" w14:textId="77777777" w:rsidR="002A0849" w:rsidRDefault="00000000">
            <w:r>
              <w:t>10.00×1.80</w:t>
            </w:r>
          </w:p>
        </w:tc>
        <w:tc>
          <w:tcPr>
            <w:tcW w:w="1528" w:type="dxa"/>
            <w:vAlign w:val="center"/>
          </w:tcPr>
          <w:p w14:paraId="09D95028" w14:textId="77777777" w:rsidR="002A0849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70E4CDB1" w14:textId="77777777" w:rsidR="002A0849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14B4043A" w14:textId="77777777" w:rsidR="002A0849" w:rsidRDefault="00000000">
            <w:r>
              <w:t>18.00</w:t>
            </w:r>
          </w:p>
        </w:tc>
        <w:tc>
          <w:tcPr>
            <w:tcW w:w="1262" w:type="dxa"/>
            <w:vAlign w:val="center"/>
          </w:tcPr>
          <w:p w14:paraId="5912E189" w14:textId="77777777" w:rsidR="002A0849" w:rsidRDefault="00000000">
            <w:r>
              <w:t>18.00</w:t>
            </w:r>
          </w:p>
        </w:tc>
      </w:tr>
      <w:tr w:rsidR="002A0849" w14:paraId="77093339" w14:textId="77777777">
        <w:tc>
          <w:tcPr>
            <w:tcW w:w="1160" w:type="dxa"/>
            <w:vMerge/>
            <w:vAlign w:val="center"/>
          </w:tcPr>
          <w:p w14:paraId="2CF591AD" w14:textId="77777777" w:rsidR="002A0849" w:rsidRDefault="002A0849"/>
        </w:tc>
        <w:tc>
          <w:tcPr>
            <w:tcW w:w="1562" w:type="dxa"/>
            <w:vAlign w:val="center"/>
          </w:tcPr>
          <w:p w14:paraId="63E26EAA" w14:textId="77777777" w:rsidR="002A0849" w:rsidRDefault="00000000">
            <w:r>
              <w:t>C1518</w:t>
            </w:r>
          </w:p>
        </w:tc>
        <w:tc>
          <w:tcPr>
            <w:tcW w:w="1386" w:type="dxa"/>
            <w:vAlign w:val="center"/>
          </w:tcPr>
          <w:p w14:paraId="00BC6147" w14:textId="77777777" w:rsidR="002A0849" w:rsidRDefault="00000000">
            <w:r>
              <w:t>1.50×1.80</w:t>
            </w:r>
          </w:p>
        </w:tc>
        <w:tc>
          <w:tcPr>
            <w:tcW w:w="1528" w:type="dxa"/>
            <w:vAlign w:val="center"/>
          </w:tcPr>
          <w:p w14:paraId="55EC9B63" w14:textId="77777777" w:rsidR="002A0849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71120073" w14:textId="77777777" w:rsidR="002A0849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5AA83F20" w14:textId="77777777" w:rsidR="002A0849" w:rsidRDefault="00000000">
            <w:r>
              <w:t>2.70</w:t>
            </w:r>
          </w:p>
        </w:tc>
        <w:tc>
          <w:tcPr>
            <w:tcW w:w="1262" w:type="dxa"/>
            <w:vAlign w:val="center"/>
          </w:tcPr>
          <w:p w14:paraId="038A9881" w14:textId="77777777" w:rsidR="002A0849" w:rsidRDefault="00000000">
            <w:r>
              <w:t>5.40</w:t>
            </w:r>
          </w:p>
        </w:tc>
      </w:tr>
      <w:tr w:rsidR="002A0849" w14:paraId="6139FB69" w14:textId="77777777">
        <w:tc>
          <w:tcPr>
            <w:tcW w:w="1160" w:type="dxa"/>
            <w:vMerge/>
            <w:vAlign w:val="center"/>
          </w:tcPr>
          <w:p w14:paraId="36FF11E9" w14:textId="77777777" w:rsidR="002A0849" w:rsidRDefault="002A0849"/>
        </w:tc>
        <w:tc>
          <w:tcPr>
            <w:tcW w:w="1562" w:type="dxa"/>
            <w:vAlign w:val="center"/>
          </w:tcPr>
          <w:p w14:paraId="725EE963" w14:textId="77777777" w:rsidR="002A0849" w:rsidRDefault="00000000">
            <w:r>
              <w:t>C2718</w:t>
            </w:r>
          </w:p>
        </w:tc>
        <w:tc>
          <w:tcPr>
            <w:tcW w:w="1386" w:type="dxa"/>
            <w:vAlign w:val="center"/>
          </w:tcPr>
          <w:p w14:paraId="3E2C81B0" w14:textId="77777777" w:rsidR="002A0849" w:rsidRDefault="00000000">
            <w:r>
              <w:t>2.70×1.80</w:t>
            </w:r>
          </w:p>
        </w:tc>
        <w:tc>
          <w:tcPr>
            <w:tcW w:w="1528" w:type="dxa"/>
            <w:vAlign w:val="center"/>
          </w:tcPr>
          <w:p w14:paraId="4C780731" w14:textId="77777777" w:rsidR="002A0849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33B8BCDE" w14:textId="77777777" w:rsidR="002A0849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14:paraId="513250DC" w14:textId="77777777" w:rsidR="002A0849" w:rsidRDefault="00000000">
            <w:r>
              <w:t>4.86</w:t>
            </w:r>
          </w:p>
        </w:tc>
        <w:tc>
          <w:tcPr>
            <w:tcW w:w="1262" w:type="dxa"/>
            <w:vAlign w:val="center"/>
          </w:tcPr>
          <w:p w14:paraId="1254FB51" w14:textId="77777777" w:rsidR="002A0849" w:rsidRDefault="00000000">
            <w:r>
              <w:t>19.44</w:t>
            </w:r>
          </w:p>
        </w:tc>
      </w:tr>
      <w:tr w:rsidR="002A0849" w14:paraId="3F510735" w14:textId="77777777">
        <w:tc>
          <w:tcPr>
            <w:tcW w:w="1160" w:type="dxa"/>
            <w:vMerge/>
            <w:vAlign w:val="center"/>
          </w:tcPr>
          <w:p w14:paraId="086ED2B3" w14:textId="77777777" w:rsidR="002A0849" w:rsidRDefault="002A0849"/>
        </w:tc>
        <w:tc>
          <w:tcPr>
            <w:tcW w:w="1562" w:type="dxa"/>
            <w:vAlign w:val="center"/>
          </w:tcPr>
          <w:p w14:paraId="1E95D18E" w14:textId="77777777" w:rsidR="002A0849" w:rsidRDefault="00000000">
            <w:r>
              <w:t>C3618</w:t>
            </w:r>
          </w:p>
        </w:tc>
        <w:tc>
          <w:tcPr>
            <w:tcW w:w="1386" w:type="dxa"/>
            <w:vAlign w:val="center"/>
          </w:tcPr>
          <w:p w14:paraId="7494F4B9" w14:textId="77777777" w:rsidR="002A0849" w:rsidRDefault="00000000">
            <w:r>
              <w:t>3.60×1.80</w:t>
            </w:r>
          </w:p>
        </w:tc>
        <w:tc>
          <w:tcPr>
            <w:tcW w:w="1528" w:type="dxa"/>
            <w:vAlign w:val="center"/>
          </w:tcPr>
          <w:p w14:paraId="117D49A2" w14:textId="77777777" w:rsidR="002A0849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0E7E7909" w14:textId="77777777" w:rsidR="002A0849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24F6160E" w14:textId="77777777" w:rsidR="002A0849" w:rsidRDefault="00000000">
            <w:r>
              <w:t>6.48</w:t>
            </w:r>
          </w:p>
        </w:tc>
        <w:tc>
          <w:tcPr>
            <w:tcW w:w="1262" w:type="dxa"/>
            <w:vAlign w:val="center"/>
          </w:tcPr>
          <w:p w14:paraId="0FB8CB04" w14:textId="77777777" w:rsidR="002A0849" w:rsidRDefault="00000000">
            <w:r>
              <w:t>12.96</w:t>
            </w:r>
          </w:p>
        </w:tc>
      </w:tr>
      <w:tr w:rsidR="002A0849" w14:paraId="1AF587D8" w14:textId="77777777">
        <w:tc>
          <w:tcPr>
            <w:tcW w:w="1160" w:type="dxa"/>
            <w:vMerge w:val="restart"/>
            <w:vAlign w:val="center"/>
          </w:tcPr>
          <w:p w14:paraId="228E6348" w14:textId="77777777" w:rsidR="002A0849" w:rsidRDefault="00000000">
            <w:r>
              <w:t>北向</w:t>
            </w:r>
            <w:r>
              <w:br/>
              <w:t>45.36</w:t>
            </w:r>
          </w:p>
        </w:tc>
        <w:tc>
          <w:tcPr>
            <w:tcW w:w="1562" w:type="dxa"/>
            <w:vAlign w:val="center"/>
          </w:tcPr>
          <w:p w14:paraId="4B8391A1" w14:textId="77777777" w:rsidR="002A0849" w:rsidRDefault="00000000">
            <w:r>
              <w:t>C0918</w:t>
            </w:r>
          </w:p>
        </w:tc>
        <w:tc>
          <w:tcPr>
            <w:tcW w:w="1386" w:type="dxa"/>
            <w:vAlign w:val="center"/>
          </w:tcPr>
          <w:p w14:paraId="1176AA7A" w14:textId="77777777" w:rsidR="002A0849" w:rsidRDefault="00000000">
            <w:r>
              <w:t>0.90×1.80</w:t>
            </w:r>
          </w:p>
        </w:tc>
        <w:tc>
          <w:tcPr>
            <w:tcW w:w="1528" w:type="dxa"/>
            <w:vAlign w:val="center"/>
          </w:tcPr>
          <w:p w14:paraId="1076CDC2" w14:textId="77777777" w:rsidR="002A0849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38C0513C" w14:textId="77777777" w:rsidR="002A0849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44F948C2" w14:textId="77777777" w:rsidR="002A0849" w:rsidRDefault="00000000">
            <w:r>
              <w:t>1.62</w:t>
            </w:r>
          </w:p>
        </w:tc>
        <w:tc>
          <w:tcPr>
            <w:tcW w:w="1262" w:type="dxa"/>
            <w:vAlign w:val="center"/>
          </w:tcPr>
          <w:p w14:paraId="2A690BC7" w14:textId="77777777" w:rsidR="002A0849" w:rsidRDefault="00000000">
            <w:r>
              <w:t>3.24</w:t>
            </w:r>
          </w:p>
        </w:tc>
      </w:tr>
      <w:tr w:rsidR="002A0849" w14:paraId="632093DD" w14:textId="77777777">
        <w:tc>
          <w:tcPr>
            <w:tcW w:w="1160" w:type="dxa"/>
            <w:vMerge/>
            <w:vAlign w:val="center"/>
          </w:tcPr>
          <w:p w14:paraId="586925EF" w14:textId="77777777" w:rsidR="002A0849" w:rsidRDefault="002A0849"/>
        </w:tc>
        <w:tc>
          <w:tcPr>
            <w:tcW w:w="1562" w:type="dxa"/>
            <w:vAlign w:val="center"/>
          </w:tcPr>
          <w:p w14:paraId="54E13211" w14:textId="77777777" w:rsidR="002A0849" w:rsidRDefault="00000000">
            <w:r>
              <w:t>C1818</w:t>
            </w:r>
          </w:p>
        </w:tc>
        <w:tc>
          <w:tcPr>
            <w:tcW w:w="1386" w:type="dxa"/>
            <w:vAlign w:val="center"/>
          </w:tcPr>
          <w:p w14:paraId="5E4A93C2" w14:textId="77777777" w:rsidR="002A0849" w:rsidRDefault="00000000">
            <w:r>
              <w:t>1.80×1.80</w:t>
            </w:r>
          </w:p>
        </w:tc>
        <w:tc>
          <w:tcPr>
            <w:tcW w:w="1528" w:type="dxa"/>
            <w:vAlign w:val="center"/>
          </w:tcPr>
          <w:p w14:paraId="6E1374A8" w14:textId="77777777" w:rsidR="002A0849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7B6F428B" w14:textId="77777777" w:rsidR="002A0849" w:rsidRDefault="00000000">
            <w:r>
              <w:t>6</w:t>
            </w:r>
          </w:p>
        </w:tc>
        <w:tc>
          <w:tcPr>
            <w:tcW w:w="1262" w:type="dxa"/>
            <w:vAlign w:val="center"/>
          </w:tcPr>
          <w:p w14:paraId="7658D5E3" w14:textId="77777777" w:rsidR="002A0849" w:rsidRDefault="00000000">
            <w:r>
              <w:t>3.24</w:t>
            </w:r>
          </w:p>
        </w:tc>
        <w:tc>
          <w:tcPr>
            <w:tcW w:w="1262" w:type="dxa"/>
            <w:vAlign w:val="center"/>
          </w:tcPr>
          <w:p w14:paraId="49126E5C" w14:textId="77777777" w:rsidR="002A0849" w:rsidRDefault="00000000">
            <w:r>
              <w:t>19.44</w:t>
            </w:r>
          </w:p>
        </w:tc>
      </w:tr>
      <w:tr w:rsidR="002A0849" w14:paraId="1A6C5107" w14:textId="77777777">
        <w:tc>
          <w:tcPr>
            <w:tcW w:w="1160" w:type="dxa"/>
            <w:vMerge/>
            <w:vAlign w:val="center"/>
          </w:tcPr>
          <w:p w14:paraId="73D57A52" w14:textId="77777777" w:rsidR="002A0849" w:rsidRDefault="002A0849"/>
        </w:tc>
        <w:tc>
          <w:tcPr>
            <w:tcW w:w="1562" w:type="dxa"/>
            <w:vAlign w:val="center"/>
          </w:tcPr>
          <w:p w14:paraId="5FC2915A" w14:textId="77777777" w:rsidR="002A0849" w:rsidRDefault="00000000">
            <w:r>
              <w:t>C2718</w:t>
            </w:r>
          </w:p>
        </w:tc>
        <w:tc>
          <w:tcPr>
            <w:tcW w:w="1386" w:type="dxa"/>
            <w:vAlign w:val="center"/>
          </w:tcPr>
          <w:p w14:paraId="464F0362" w14:textId="77777777" w:rsidR="002A0849" w:rsidRDefault="00000000">
            <w:r>
              <w:t>2.70×1.80</w:t>
            </w:r>
          </w:p>
        </w:tc>
        <w:tc>
          <w:tcPr>
            <w:tcW w:w="1528" w:type="dxa"/>
            <w:vAlign w:val="center"/>
          </w:tcPr>
          <w:p w14:paraId="6041B0B3" w14:textId="77777777" w:rsidR="002A0849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5324A4A8" w14:textId="77777777" w:rsidR="002A0849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3FCDB4DF" w14:textId="77777777" w:rsidR="002A0849" w:rsidRDefault="00000000">
            <w:r>
              <w:t>4.86</w:t>
            </w:r>
          </w:p>
        </w:tc>
        <w:tc>
          <w:tcPr>
            <w:tcW w:w="1262" w:type="dxa"/>
            <w:vAlign w:val="center"/>
          </w:tcPr>
          <w:p w14:paraId="51A0A1CF" w14:textId="77777777" w:rsidR="002A0849" w:rsidRDefault="00000000">
            <w:r>
              <w:t>9.72</w:t>
            </w:r>
          </w:p>
        </w:tc>
      </w:tr>
      <w:tr w:rsidR="002A0849" w14:paraId="20446C32" w14:textId="77777777">
        <w:tc>
          <w:tcPr>
            <w:tcW w:w="1160" w:type="dxa"/>
            <w:vMerge/>
            <w:vAlign w:val="center"/>
          </w:tcPr>
          <w:p w14:paraId="486D3051" w14:textId="77777777" w:rsidR="002A0849" w:rsidRDefault="002A0849"/>
        </w:tc>
        <w:tc>
          <w:tcPr>
            <w:tcW w:w="1562" w:type="dxa"/>
            <w:vAlign w:val="center"/>
          </w:tcPr>
          <w:p w14:paraId="1FE364CD" w14:textId="77777777" w:rsidR="002A0849" w:rsidRDefault="00000000">
            <w:r>
              <w:t>C3618</w:t>
            </w:r>
          </w:p>
        </w:tc>
        <w:tc>
          <w:tcPr>
            <w:tcW w:w="1386" w:type="dxa"/>
            <w:vAlign w:val="center"/>
          </w:tcPr>
          <w:p w14:paraId="719EC9FC" w14:textId="77777777" w:rsidR="002A0849" w:rsidRDefault="00000000">
            <w:r>
              <w:t>3.60×1.80</w:t>
            </w:r>
          </w:p>
        </w:tc>
        <w:tc>
          <w:tcPr>
            <w:tcW w:w="1528" w:type="dxa"/>
            <w:vAlign w:val="center"/>
          </w:tcPr>
          <w:p w14:paraId="73B7CD9E" w14:textId="77777777" w:rsidR="002A0849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6D581703" w14:textId="77777777" w:rsidR="002A0849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6777CE97" w14:textId="77777777" w:rsidR="002A0849" w:rsidRDefault="00000000">
            <w:r>
              <w:t>6.48</w:t>
            </w:r>
          </w:p>
        </w:tc>
        <w:tc>
          <w:tcPr>
            <w:tcW w:w="1262" w:type="dxa"/>
            <w:vAlign w:val="center"/>
          </w:tcPr>
          <w:p w14:paraId="7A3D6479" w14:textId="77777777" w:rsidR="002A0849" w:rsidRDefault="00000000">
            <w:r>
              <w:t>12.96</w:t>
            </w:r>
          </w:p>
        </w:tc>
      </w:tr>
      <w:tr w:rsidR="002A0849" w14:paraId="06B528C3" w14:textId="77777777">
        <w:tc>
          <w:tcPr>
            <w:tcW w:w="1160" w:type="dxa"/>
            <w:vMerge w:val="restart"/>
            <w:vAlign w:val="center"/>
          </w:tcPr>
          <w:p w14:paraId="7BF785EA" w14:textId="77777777" w:rsidR="002A0849" w:rsidRDefault="00000000">
            <w:r>
              <w:t>东向</w:t>
            </w:r>
            <w:r>
              <w:br/>
              <w:t>19.44</w:t>
            </w:r>
          </w:p>
        </w:tc>
        <w:tc>
          <w:tcPr>
            <w:tcW w:w="1562" w:type="dxa"/>
            <w:vAlign w:val="center"/>
          </w:tcPr>
          <w:p w14:paraId="61D95459" w14:textId="77777777" w:rsidR="002A0849" w:rsidRDefault="00000000">
            <w:r>
              <w:t>C0918</w:t>
            </w:r>
          </w:p>
        </w:tc>
        <w:tc>
          <w:tcPr>
            <w:tcW w:w="1386" w:type="dxa"/>
            <w:vAlign w:val="center"/>
          </w:tcPr>
          <w:p w14:paraId="6985BB5D" w14:textId="77777777" w:rsidR="002A0849" w:rsidRDefault="00000000">
            <w:r>
              <w:t>0.90×1.80</w:t>
            </w:r>
          </w:p>
        </w:tc>
        <w:tc>
          <w:tcPr>
            <w:tcW w:w="1528" w:type="dxa"/>
            <w:vAlign w:val="center"/>
          </w:tcPr>
          <w:p w14:paraId="4A71C13E" w14:textId="77777777" w:rsidR="002A0849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090F34EE" w14:textId="77777777" w:rsidR="002A0849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14:paraId="276E33ED" w14:textId="77777777" w:rsidR="002A0849" w:rsidRDefault="00000000">
            <w:r>
              <w:t>1.62</w:t>
            </w:r>
          </w:p>
        </w:tc>
        <w:tc>
          <w:tcPr>
            <w:tcW w:w="1262" w:type="dxa"/>
            <w:vAlign w:val="center"/>
          </w:tcPr>
          <w:p w14:paraId="49CADE0B" w14:textId="77777777" w:rsidR="002A0849" w:rsidRDefault="00000000">
            <w:r>
              <w:t>6.48</w:t>
            </w:r>
          </w:p>
        </w:tc>
      </w:tr>
      <w:tr w:rsidR="002A0849" w14:paraId="45712233" w14:textId="77777777">
        <w:tc>
          <w:tcPr>
            <w:tcW w:w="1160" w:type="dxa"/>
            <w:vMerge/>
            <w:vAlign w:val="center"/>
          </w:tcPr>
          <w:p w14:paraId="6EE96F5E" w14:textId="77777777" w:rsidR="002A0849" w:rsidRDefault="002A0849"/>
        </w:tc>
        <w:tc>
          <w:tcPr>
            <w:tcW w:w="1562" w:type="dxa"/>
            <w:vAlign w:val="center"/>
          </w:tcPr>
          <w:p w14:paraId="0C6261A3" w14:textId="77777777" w:rsidR="002A0849" w:rsidRDefault="00000000">
            <w:r>
              <w:t>C1818</w:t>
            </w:r>
          </w:p>
        </w:tc>
        <w:tc>
          <w:tcPr>
            <w:tcW w:w="1386" w:type="dxa"/>
            <w:vAlign w:val="center"/>
          </w:tcPr>
          <w:p w14:paraId="354860B0" w14:textId="77777777" w:rsidR="002A0849" w:rsidRDefault="00000000">
            <w:r>
              <w:t>1.80×1.80</w:t>
            </w:r>
          </w:p>
        </w:tc>
        <w:tc>
          <w:tcPr>
            <w:tcW w:w="1528" w:type="dxa"/>
            <w:vAlign w:val="center"/>
          </w:tcPr>
          <w:p w14:paraId="34B21BCD" w14:textId="77777777" w:rsidR="002A0849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2FE15579" w14:textId="77777777" w:rsidR="002A0849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7298E02A" w14:textId="77777777" w:rsidR="002A0849" w:rsidRDefault="00000000">
            <w:r>
              <w:t>3.24</w:t>
            </w:r>
          </w:p>
        </w:tc>
        <w:tc>
          <w:tcPr>
            <w:tcW w:w="1262" w:type="dxa"/>
            <w:vAlign w:val="center"/>
          </w:tcPr>
          <w:p w14:paraId="6DDCA9F6" w14:textId="77777777" w:rsidR="002A0849" w:rsidRDefault="00000000">
            <w:r>
              <w:t>3.24</w:t>
            </w:r>
          </w:p>
        </w:tc>
      </w:tr>
      <w:tr w:rsidR="002A0849" w14:paraId="2EF40EC0" w14:textId="77777777">
        <w:tc>
          <w:tcPr>
            <w:tcW w:w="1160" w:type="dxa"/>
            <w:vMerge/>
            <w:vAlign w:val="center"/>
          </w:tcPr>
          <w:p w14:paraId="2039E4A8" w14:textId="77777777" w:rsidR="002A0849" w:rsidRDefault="002A0849"/>
        </w:tc>
        <w:tc>
          <w:tcPr>
            <w:tcW w:w="1562" w:type="dxa"/>
            <w:vAlign w:val="center"/>
          </w:tcPr>
          <w:p w14:paraId="6805CA9C" w14:textId="77777777" w:rsidR="002A0849" w:rsidRDefault="00000000">
            <w:r>
              <w:t>C2718</w:t>
            </w:r>
          </w:p>
        </w:tc>
        <w:tc>
          <w:tcPr>
            <w:tcW w:w="1386" w:type="dxa"/>
            <w:vAlign w:val="center"/>
          </w:tcPr>
          <w:p w14:paraId="413AAABF" w14:textId="77777777" w:rsidR="002A0849" w:rsidRDefault="00000000">
            <w:r>
              <w:t>2.70×1.80</w:t>
            </w:r>
          </w:p>
        </w:tc>
        <w:tc>
          <w:tcPr>
            <w:tcW w:w="1528" w:type="dxa"/>
            <w:vAlign w:val="center"/>
          </w:tcPr>
          <w:p w14:paraId="02B546B2" w14:textId="77777777" w:rsidR="002A0849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7F65BDF4" w14:textId="77777777" w:rsidR="002A0849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7D3528AF" w14:textId="77777777" w:rsidR="002A0849" w:rsidRDefault="00000000">
            <w:r>
              <w:t>4.86</w:t>
            </w:r>
          </w:p>
        </w:tc>
        <w:tc>
          <w:tcPr>
            <w:tcW w:w="1262" w:type="dxa"/>
            <w:vAlign w:val="center"/>
          </w:tcPr>
          <w:p w14:paraId="7B66B9D5" w14:textId="77777777" w:rsidR="002A0849" w:rsidRDefault="00000000">
            <w:r>
              <w:t>9.72</w:t>
            </w:r>
          </w:p>
        </w:tc>
      </w:tr>
      <w:tr w:rsidR="002A0849" w14:paraId="7490032B" w14:textId="77777777">
        <w:tc>
          <w:tcPr>
            <w:tcW w:w="1160" w:type="dxa"/>
            <w:vMerge w:val="restart"/>
            <w:vAlign w:val="center"/>
          </w:tcPr>
          <w:p w14:paraId="63E6A4A7" w14:textId="77777777" w:rsidR="002A0849" w:rsidRDefault="00000000">
            <w:r>
              <w:t>西向</w:t>
            </w:r>
            <w:r>
              <w:br/>
              <w:t>21.06</w:t>
            </w:r>
          </w:p>
        </w:tc>
        <w:tc>
          <w:tcPr>
            <w:tcW w:w="1562" w:type="dxa"/>
            <w:vAlign w:val="center"/>
          </w:tcPr>
          <w:p w14:paraId="224790C2" w14:textId="77777777" w:rsidR="002A0849" w:rsidRDefault="00000000">
            <w:r>
              <w:t>C0918</w:t>
            </w:r>
          </w:p>
        </w:tc>
        <w:tc>
          <w:tcPr>
            <w:tcW w:w="1386" w:type="dxa"/>
            <w:vAlign w:val="center"/>
          </w:tcPr>
          <w:p w14:paraId="2E892025" w14:textId="77777777" w:rsidR="002A0849" w:rsidRDefault="00000000">
            <w:r>
              <w:t>0.90×1.80</w:t>
            </w:r>
          </w:p>
        </w:tc>
        <w:tc>
          <w:tcPr>
            <w:tcW w:w="1528" w:type="dxa"/>
            <w:vAlign w:val="center"/>
          </w:tcPr>
          <w:p w14:paraId="5DA2F1B9" w14:textId="77777777" w:rsidR="002A0849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4F202E95" w14:textId="77777777" w:rsidR="002A0849" w:rsidRDefault="00000000">
            <w:r>
              <w:t>6</w:t>
            </w:r>
          </w:p>
        </w:tc>
        <w:tc>
          <w:tcPr>
            <w:tcW w:w="1262" w:type="dxa"/>
            <w:vAlign w:val="center"/>
          </w:tcPr>
          <w:p w14:paraId="20A7E4F2" w14:textId="77777777" w:rsidR="002A0849" w:rsidRDefault="00000000">
            <w:r>
              <w:t>1.62</w:t>
            </w:r>
          </w:p>
        </w:tc>
        <w:tc>
          <w:tcPr>
            <w:tcW w:w="1262" w:type="dxa"/>
            <w:vAlign w:val="center"/>
          </w:tcPr>
          <w:p w14:paraId="6406D115" w14:textId="77777777" w:rsidR="002A0849" w:rsidRDefault="00000000">
            <w:r>
              <w:t>9.72</w:t>
            </w:r>
          </w:p>
        </w:tc>
      </w:tr>
      <w:tr w:rsidR="002A0849" w14:paraId="3E20C8FE" w14:textId="77777777">
        <w:tc>
          <w:tcPr>
            <w:tcW w:w="1160" w:type="dxa"/>
            <w:vMerge/>
            <w:vAlign w:val="center"/>
          </w:tcPr>
          <w:p w14:paraId="53D68214" w14:textId="77777777" w:rsidR="002A0849" w:rsidRDefault="002A0849"/>
        </w:tc>
        <w:tc>
          <w:tcPr>
            <w:tcW w:w="1562" w:type="dxa"/>
            <w:vAlign w:val="center"/>
          </w:tcPr>
          <w:p w14:paraId="67492409" w14:textId="77777777" w:rsidR="002A0849" w:rsidRDefault="00000000">
            <w:r>
              <w:t>C1818</w:t>
            </w:r>
          </w:p>
        </w:tc>
        <w:tc>
          <w:tcPr>
            <w:tcW w:w="1386" w:type="dxa"/>
            <w:vAlign w:val="center"/>
          </w:tcPr>
          <w:p w14:paraId="7BF86740" w14:textId="77777777" w:rsidR="002A0849" w:rsidRDefault="00000000">
            <w:r>
              <w:t>1.80×1.80</w:t>
            </w:r>
          </w:p>
        </w:tc>
        <w:tc>
          <w:tcPr>
            <w:tcW w:w="1528" w:type="dxa"/>
            <w:vAlign w:val="center"/>
          </w:tcPr>
          <w:p w14:paraId="039DF75E" w14:textId="77777777" w:rsidR="002A0849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5E278107" w14:textId="77777777" w:rsidR="002A0849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2C8DC602" w14:textId="77777777" w:rsidR="002A0849" w:rsidRDefault="00000000">
            <w:r>
              <w:t>3.24</w:t>
            </w:r>
          </w:p>
        </w:tc>
        <w:tc>
          <w:tcPr>
            <w:tcW w:w="1262" w:type="dxa"/>
            <w:vAlign w:val="center"/>
          </w:tcPr>
          <w:p w14:paraId="55F1F3BF" w14:textId="77777777" w:rsidR="002A0849" w:rsidRDefault="00000000">
            <w:r>
              <w:t>6.48</w:t>
            </w:r>
          </w:p>
        </w:tc>
      </w:tr>
      <w:tr w:rsidR="002A0849" w14:paraId="1F739F40" w14:textId="77777777">
        <w:tc>
          <w:tcPr>
            <w:tcW w:w="1160" w:type="dxa"/>
            <w:vMerge/>
            <w:vAlign w:val="center"/>
          </w:tcPr>
          <w:p w14:paraId="0ACB939D" w14:textId="77777777" w:rsidR="002A0849" w:rsidRDefault="002A0849"/>
        </w:tc>
        <w:tc>
          <w:tcPr>
            <w:tcW w:w="1562" w:type="dxa"/>
            <w:vAlign w:val="center"/>
          </w:tcPr>
          <w:p w14:paraId="3EEAB19F" w14:textId="77777777" w:rsidR="002A0849" w:rsidRDefault="00000000">
            <w:r>
              <w:t>C2718</w:t>
            </w:r>
          </w:p>
        </w:tc>
        <w:tc>
          <w:tcPr>
            <w:tcW w:w="1386" w:type="dxa"/>
            <w:vAlign w:val="center"/>
          </w:tcPr>
          <w:p w14:paraId="4CACF475" w14:textId="77777777" w:rsidR="002A0849" w:rsidRDefault="00000000">
            <w:r>
              <w:t>2.70×1.80</w:t>
            </w:r>
          </w:p>
        </w:tc>
        <w:tc>
          <w:tcPr>
            <w:tcW w:w="1528" w:type="dxa"/>
            <w:vAlign w:val="center"/>
          </w:tcPr>
          <w:p w14:paraId="222B0239" w14:textId="77777777" w:rsidR="002A0849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670116C0" w14:textId="77777777" w:rsidR="002A0849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2FD2BFFB" w14:textId="77777777" w:rsidR="002A0849" w:rsidRDefault="00000000">
            <w:r>
              <w:t>4.86</w:t>
            </w:r>
          </w:p>
        </w:tc>
        <w:tc>
          <w:tcPr>
            <w:tcW w:w="1262" w:type="dxa"/>
            <w:vAlign w:val="center"/>
          </w:tcPr>
          <w:p w14:paraId="431BE02B" w14:textId="77777777" w:rsidR="002A0849" w:rsidRDefault="00000000">
            <w:r>
              <w:t>4.86</w:t>
            </w:r>
          </w:p>
        </w:tc>
      </w:tr>
    </w:tbl>
    <w:p w14:paraId="31B1149F" w14:textId="77777777" w:rsidR="002A0849" w:rsidRDefault="00000000">
      <w:pPr>
        <w:pStyle w:val="2"/>
        <w:widowControl w:val="0"/>
        <w:rPr>
          <w:kern w:val="2"/>
        </w:rPr>
      </w:pPr>
      <w:r>
        <w:rPr>
          <w:kern w:val="2"/>
        </w:rPr>
        <w:t>天窗</w:t>
      </w:r>
    </w:p>
    <w:p w14:paraId="7170DE57" w14:textId="77777777" w:rsidR="002A0849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天窗屋顶比</w:t>
      </w:r>
    </w:p>
    <w:p w14:paraId="120EB3DB" w14:textId="77777777" w:rsidR="002A0849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5916A2F6" w14:textId="77777777" w:rsidR="002A0849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天窗传热系数</w:t>
      </w:r>
    </w:p>
    <w:p w14:paraId="54769F5E" w14:textId="77777777" w:rsidR="002A0849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65CCB77B" w14:textId="77777777" w:rsidR="002A0849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天窗太阳得热系数</w:t>
      </w:r>
    </w:p>
    <w:p w14:paraId="79A7DDD2" w14:textId="77777777" w:rsidR="002A0849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37F5AFF5" w14:textId="77777777" w:rsidR="002A0849" w:rsidRDefault="00000000">
      <w:pPr>
        <w:pStyle w:val="2"/>
        <w:widowControl w:val="0"/>
        <w:rPr>
          <w:kern w:val="2"/>
        </w:rPr>
      </w:pPr>
      <w:r>
        <w:rPr>
          <w:kern w:val="2"/>
        </w:rPr>
        <w:t>屋顶</w:t>
      </w:r>
    </w:p>
    <w:p w14:paraId="676C2EC8" w14:textId="77777777" w:rsidR="002A0849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屋顶构造一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2A0849" w14:paraId="3C17ABEA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3C4B9442" w14:textId="77777777" w:rsidR="002A0849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A838D81" w14:textId="77777777" w:rsidR="002A0849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3D86C6C" w14:textId="77777777" w:rsidR="002A0849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0C44DEB" w14:textId="77777777" w:rsidR="002A0849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5EDEC51" w14:textId="77777777" w:rsidR="002A0849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38F9EE5" w14:textId="77777777" w:rsidR="002A0849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7CF7066" w14:textId="77777777" w:rsidR="002A0849" w:rsidRDefault="00000000">
            <w:pPr>
              <w:jc w:val="center"/>
            </w:pPr>
            <w:r>
              <w:t>热惰性指标</w:t>
            </w:r>
          </w:p>
        </w:tc>
      </w:tr>
      <w:tr w:rsidR="002A0849" w14:paraId="723C7AF5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732AF824" w14:textId="77777777" w:rsidR="002A0849" w:rsidRDefault="002A0849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527E8213" w14:textId="77777777" w:rsidR="002A0849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A50FCA0" w14:textId="77777777" w:rsidR="002A0849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FF86B47" w14:textId="77777777" w:rsidR="002A0849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83864E0" w14:textId="77777777" w:rsidR="002A0849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682B660" w14:textId="77777777" w:rsidR="002A0849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F9B41EA" w14:textId="77777777" w:rsidR="002A0849" w:rsidRDefault="00000000">
            <w:pPr>
              <w:jc w:val="center"/>
            </w:pPr>
            <w:r>
              <w:t>D=R*S</w:t>
            </w:r>
          </w:p>
        </w:tc>
      </w:tr>
      <w:tr w:rsidR="002A0849" w14:paraId="71EB66FA" w14:textId="77777777">
        <w:tc>
          <w:tcPr>
            <w:tcW w:w="3345" w:type="dxa"/>
            <w:vAlign w:val="center"/>
          </w:tcPr>
          <w:p w14:paraId="1545F7C0" w14:textId="77777777" w:rsidR="002A0849" w:rsidRDefault="00000000">
            <w:r>
              <w:t>碎石、卵石混凝土</w:t>
            </w:r>
            <w:r>
              <w:t>(ρ=2300)</w:t>
            </w:r>
          </w:p>
        </w:tc>
        <w:tc>
          <w:tcPr>
            <w:tcW w:w="848" w:type="dxa"/>
            <w:vAlign w:val="center"/>
          </w:tcPr>
          <w:p w14:paraId="383E4636" w14:textId="77777777" w:rsidR="002A0849" w:rsidRDefault="00000000">
            <w:r>
              <w:t>40</w:t>
            </w:r>
          </w:p>
        </w:tc>
        <w:tc>
          <w:tcPr>
            <w:tcW w:w="1075" w:type="dxa"/>
            <w:vAlign w:val="center"/>
          </w:tcPr>
          <w:p w14:paraId="481847B4" w14:textId="77777777" w:rsidR="002A0849" w:rsidRDefault="00000000">
            <w:r>
              <w:t>1.510</w:t>
            </w:r>
          </w:p>
        </w:tc>
        <w:tc>
          <w:tcPr>
            <w:tcW w:w="1075" w:type="dxa"/>
            <w:vAlign w:val="center"/>
          </w:tcPr>
          <w:p w14:paraId="6683A62C" w14:textId="77777777" w:rsidR="002A0849" w:rsidRDefault="00000000">
            <w:r>
              <w:t>15.360</w:t>
            </w:r>
          </w:p>
        </w:tc>
        <w:tc>
          <w:tcPr>
            <w:tcW w:w="848" w:type="dxa"/>
            <w:vAlign w:val="center"/>
          </w:tcPr>
          <w:p w14:paraId="638AC165" w14:textId="77777777" w:rsidR="002A0849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5D2A309B" w14:textId="77777777" w:rsidR="002A0849" w:rsidRDefault="00000000">
            <w:r>
              <w:t>0.026</w:t>
            </w:r>
          </w:p>
        </w:tc>
        <w:tc>
          <w:tcPr>
            <w:tcW w:w="1064" w:type="dxa"/>
            <w:vAlign w:val="center"/>
          </w:tcPr>
          <w:p w14:paraId="3697A03F" w14:textId="77777777" w:rsidR="002A0849" w:rsidRDefault="00000000">
            <w:r>
              <w:t>0.407</w:t>
            </w:r>
          </w:p>
        </w:tc>
      </w:tr>
      <w:tr w:rsidR="002A0849" w14:paraId="5C11346A" w14:textId="77777777">
        <w:tc>
          <w:tcPr>
            <w:tcW w:w="3345" w:type="dxa"/>
            <w:vAlign w:val="center"/>
          </w:tcPr>
          <w:p w14:paraId="6EDA79B5" w14:textId="77777777" w:rsidR="002A0849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4E7BFC61" w14:textId="77777777" w:rsidR="002A0849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058DF72C" w14:textId="77777777" w:rsidR="002A0849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325015F9" w14:textId="77777777" w:rsidR="002A0849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4567B3C5" w14:textId="77777777" w:rsidR="002A0849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36685CE4" w14:textId="77777777" w:rsidR="002A0849" w:rsidRDefault="00000000">
            <w:r>
              <w:t>0.556</w:t>
            </w:r>
          </w:p>
        </w:tc>
        <w:tc>
          <w:tcPr>
            <w:tcW w:w="1064" w:type="dxa"/>
            <w:vAlign w:val="center"/>
          </w:tcPr>
          <w:p w14:paraId="5CC065E0" w14:textId="77777777" w:rsidR="002A0849" w:rsidRDefault="00000000">
            <w:r>
              <w:t>0.227</w:t>
            </w:r>
          </w:p>
        </w:tc>
      </w:tr>
      <w:tr w:rsidR="002A0849" w14:paraId="00897C1F" w14:textId="77777777">
        <w:tc>
          <w:tcPr>
            <w:tcW w:w="3345" w:type="dxa"/>
            <w:vAlign w:val="center"/>
          </w:tcPr>
          <w:p w14:paraId="1B14B1E2" w14:textId="77777777" w:rsidR="002A0849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03F8E9BF" w14:textId="77777777" w:rsidR="002A0849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7F2BF22A" w14:textId="77777777" w:rsidR="002A0849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53F634C9" w14:textId="77777777" w:rsidR="002A0849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2753E2DB" w14:textId="77777777" w:rsidR="002A0849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5832AB3F" w14:textId="77777777" w:rsidR="002A0849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2AE078DD" w14:textId="77777777" w:rsidR="002A0849" w:rsidRDefault="00000000">
            <w:r>
              <w:t>0.245</w:t>
            </w:r>
          </w:p>
        </w:tc>
      </w:tr>
      <w:tr w:rsidR="002A0849" w14:paraId="3AC567F4" w14:textId="77777777">
        <w:tc>
          <w:tcPr>
            <w:tcW w:w="3345" w:type="dxa"/>
            <w:vAlign w:val="center"/>
          </w:tcPr>
          <w:p w14:paraId="356B6FD4" w14:textId="77777777" w:rsidR="002A0849" w:rsidRDefault="00000000">
            <w:r>
              <w:t>加气混凝土、泡沫混凝土</w:t>
            </w:r>
            <w:r>
              <w:t>(ρ=700)</w:t>
            </w:r>
          </w:p>
        </w:tc>
        <w:tc>
          <w:tcPr>
            <w:tcW w:w="848" w:type="dxa"/>
            <w:vAlign w:val="center"/>
          </w:tcPr>
          <w:p w14:paraId="75ADE531" w14:textId="77777777" w:rsidR="002A0849" w:rsidRDefault="00000000">
            <w:r>
              <w:t>80</w:t>
            </w:r>
          </w:p>
        </w:tc>
        <w:tc>
          <w:tcPr>
            <w:tcW w:w="1075" w:type="dxa"/>
            <w:vAlign w:val="center"/>
          </w:tcPr>
          <w:p w14:paraId="2B3E718D" w14:textId="77777777" w:rsidR="002A0849" w:rsidRDefault="00000000">
            <w:r>
              <w:t>0.180</w:t>
            </w:r>
          </w:p>
        </w:tc>
        <w:tc>
          <w:tcPr>
            <w:tcW w:w="1075" w:type="dxa"/>
            <w:vAlign w:val="center"/>
          </w:tcPr>
          <w:p w14:paraId="159705AB" w14:textId="77777777" w:rsidR="002A0849" w:rsidRDefault="00000000">
            <w:r>
              <w:t>3.100</w:t>
            </w:r>
          </w:p>
        </w:tc>
        <w:tc>
          <w:tcPr>
            <w:tcW w:w="848" w:type="dxa"/>
            <w:vAlign w:val="center"/>
          </w:tcPr>
          <w:p w14:paraId="5DC1239F" w14:textId="77777777" w:rsidR="002A0849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558074EF" w14:textId="77777777" w:rsidR="002A0849" w:rsidRDefault="00000000">
            <w:r>
              <w:t>0.444</w:t>
            </w:r>
          </w:p>
        </w:tc>
        <w:tc>
          <w:tcPr>
            <w:tcW w:w="1064" w:type="dxa"/>
            <w:vAlign w:val="center"/>
          </w:tcPr>
          <w:p w14:paraId="3C12DD6D" w14:textId="77777777" w:rsidR="002A0849" w:rsidRDefault="00000000">
            <w:r>
              <w:t>1.378</w:t>
            </w:r>
          </w:p>
        </w:tc>
      </w:tr>
      <w:tr w:rsidR="002A0849" w14:paraId="0440D78C" w14:textId="77777777">
        <w:tc>
          <w:tcPr>
            <w:tcW w:w="3345" w:type="dxa"/>
            <w:vAlign w:val="center"/>
          </w:tcPr>
          <w:p w14:paraId="4231CED0" w14:textId="77777777" w:rsidR="002A0849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0BD7CCDE" w14:textId="77777777" w:rsidR="002A0849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70DB292D" w14:textId="77777777" w:rsidR="002A0849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22C79CF5" w14:textId="77777777" w:rsidR="002A0849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5EDD3559" w14:textId="77777777" w:rsidR="002A0849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67548912" w14:textId="77777777" w:rsidR="002A0849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311B6D67" w14:textId="77777777" w:rsidR="002A0849" w:rsidRDefault="00000000">
            <w:r>
              <w:t>1.186</w:t>
            </w:r>
          </w:p>
        </w:tc>
      </w:tr>
      <w:tr w:rsidR="002A0849" w14:paraId="64CE62D7" w14:textId="77777777">
        <w:tc>
          <w:tcPr>
            <w:tcW w:w="3345" w:type="dxa"/>
            <w:vAlign w:val="center"/>
          </w:tcPr>
          <w:p w14:paraId="4699C224" w14:textId="77777777" w:rsidR="002A0849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13B9C655" w14:textId="77777777" w:rsidR="002A0849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58FA69E4" w14:textId="77777777" w:rsidR="002A0849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19BD46D1" w14:textId="77777777" w:rsidR="002A0849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0D52847D" w14:textId="77777777" w:rsidR="002A0849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1B16A9B" w14:textId="77777777" w:rsidR="002A0849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7E5382D0" w14:textId="77777777" w:rsidR="002A0849" w:rsidRDefault="00000000">
            <w:r>
              <w:t>0.249</w:t>
            </w:r>
          </w:p>
        </w:tc>
      </w:tr>
      <w:tr w:rsidR="002A0849" w14:paraId="4EF98C77" w14:textId="77777777">
        <w:tc>
          <w:tcPr>
            <w:tcW w:w="3345" w:type="dxa"/>
            <w:vAlign w:val="center"/>
          </w:tcPr>
          <w:p w14:paraId="5CB2C6EB" w14:textId="77777777" w:rsidR="002A0849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51860607" w14:textId="77777777" w:rsidR="002A0849" w:rsidRDefault="00000000">
            <w:r>
              <w:t>300</w:t>
            </w:r>
          </w:p>
        </w:tc>
        <w:tc>
          <w:tcPr>
            <w:tcW w:w="1075" w:type="dxa"/>
            <w:vAlign w:val="center"/>
          </w:tcPr>
          <w:p w14:paraId="1DA22086" w14:textId="77777777" w:rsidR="002A0849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6FC67052" w14:textId="77777777" w:rsidR="002A0849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2ACFEA1C" w14:textId="77777777" w:rsidR="002A0849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0554F271" w14:textId="77777777" w:rsidR="002A0849" w:rsidRDefault="00000000">
            <w:r>
              <w:t>1.142</w:t>
            </w:r>
          </w:p>
        </w:tc>
        <w:tc>
          <w:tcPr>
            <w:tcW w:w="1064" w:type="dxa"/>
            <w:vAlign w:val="center"/>
          </w:tcPr>
          <w:p w14:paraId="26E58A5B" w14:textId="77777777" w:rsidR="002A0849" w:rsidRDefault="00000000">
            <w:r>
              <w:t>3.691</w:t>
            </w:r>
          </w:p>
        </w:tc>
      </w:tr>
      <w:tr w:rsidR="002A0849" w14:paraId="796DF435" w14:textId="77777777">
        <w:tc>
          <w:tcPr>
            <w:tcW w:w="3345" w:type="dxa"/>
            <w:shd w:val="clear" w:color="auto" w:fill="E6E6E6"/>
            <w:vAlign w:val="center"/>
          </w:tcPr>
          <w:p w14:paraId="568E8F0A" w14:textId="77777777" w:rsidR="002A0849" w:rsidRDefault="00000000">
            <w:r>
              <w:lastRenderedPageBreak/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36125C5C" w14:textId="77777777" w:rsidR="002A0849" w:rsidRDefault="00000000">
            <w:pPr>
              <w:jc w:val="center"/>
            </w:pPr>
            <w:r>
              <w:t>0.77</w:t>
            </w:r>
          </w:p>
        </w:tc>
      </w:tr>
      <w:tr w:rsidR="002A0849" w14:paraId="42DEA695" w14:textId="77777777">
        <w:tc>
          <w:tcPr>
            <w:tcW w:w="3345" w:type="dxa"/>
            <w:shd w:val="clear" w:color="auto" w:fill="E6E6E6"/>
            <w:vAlign w:val="center"/>
          </w:tcPr>
          <w:p w14:paraId="0A3E9DB4" w14:textId="77777777" w:rsidR="002A0849" w:rsidRDefault="00000000">
            <w:r>
              <w:t>标准依据</w:t>
            </w:r>
          </w:p>
        </w:tc>
        <w:tc>
          <w:tcPr>
            <w:tcW w:w="5985" w:type="dxa"/>
            <w:gridSpan w:val="6"/>
          </w:tcPr>
          <w:p w14:paraId="1F34AD07" w14:textId="77777777" w:rsidR="002A0849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3.1.8</w:t>
            </w:r>
            <w:r>
              <w:t>条</w:t>
            </w:r>
          </w:p>
        </w:tc>
      </w:tr>
      <w:tr w:rsidR="002A0849" w14:paraId="3C25D58D" w14:textId="77777777">
        <w:tc>
          <w:tcPr>
            <w:tcW w:w="3345" w:type="dxa"/>
            <w:shd w:val="clear" w:color="auto" w:fill="E6E6E6"/>
            <w:vAlign w:val="center"/>
          </w:tcPr>
          <w:p w14:paraId="72A96F14" w14:textId="77777777" w:rsidR="002A0849" w:rsidRDefault="00000000">
            <w:r>
              <w:t>标准要求</w:t>
            </w:r>
          </w:p>
        </w:tc>
        <w:tc>
          <w:tcPr>
            <w:tcW w:w="5985" w:type="dxa"/>
            <w:gridSpan w:val="6"/>
          </w:tcPr>
          <w:p w14:paraId="69174102" w14:textId="77777777" w:rsidR="002A0849" w:rsidRDefault="00000000">
            <w:r>
              <w:t>K</w:t>
            </w:r>
            <w:r>
              <w:t>值应当符合表</w:t>
            </w:r>
            <w:r>
              <w:t>3.1.8-1~3.1.8-5</w:t>
            </w:r>
            <w:r>
              <w:t>的要求</w:t>
            </w:r>
            <w:r>
              <w:t>(K≤0.30)</w:t>
            </w:r>
          </w:p>
        </w:tc>
      </w:tr>
      <w:tr w:rsidR="002A0849" w14:paraId="17C18619" w14:textId="77777777">
        <w:tc>
          <w:tcPr>
            <w:tcW w:w="3345" w:type="dxa"/>
            <w:shd w:val="clear" w:color="auto" w:fill="E6E6E6"/>
            <w:vAlign w:val="center"/>
          </w:tcPr>
          <w:p w14:paraId="127E4450" w14:textId="77777777" w:rsidR="002A0849" w:rsidRDefault="00000000">
            <w:r>
              <w:t>结论</w:t>
            </w:r>
          </w:p>
        </w:tc>
        <w:tc>
          <w:tcPr>
            <w:tcW w:w="5985" w:type="dxa"/>
            <w:gridSpan w:val="6"/>
          </w:tcPr>
          <w:p w14:paraId="110F6C7C" w14:textId="77777777" w:rsidR="002A0849" w:rsidRDefault="00000000">
            <w:r>
              <w:rPr>
                <w:color w:val="FF0000"/>
              </w:rPr>
              <w:t>不满足</w:t>
            </w:r>
          </w:p>
        </w:tc>
      </w:tr>
    </w:tbl>
    <w:p w14:paraId="764237A2" w14:textId="77777777" w:rsidR="002A0849" w:rsidRDefault="002A0849">
      <w:pPr>
        <w:widowControl w:val="0"/>
        <w:jc w:val="both"/>
        <w:rPr>
          <w:kern w:val="2"/>
          <w:szCs w:val="24"/>
          <w:lang w:val="en-US"/>
        </w:rPr>
      </w:pPr>
    </w:p>
    <w:p w14:paraId="655D37C9" w14:textId="77777777" w:rsidR="002A0849" w:rsidRDefault="00000000">
      <w:pPr>
        <w:pStyle w:val="2"/>
        <w:widowControl w:val="0"/>
        <w:rPr>
          <w:kern w:val="2"/>
        </w:rPr>
      </w:pPr>
      <w:r>
        <w:rPr>
          <w:kern w:val="2"/>
        </w:rPr>
        <w:t>外墙</w:t>
      </w:r>
    </w:p>
    <w:p w14:paraId="443216A0" w14:textId="77777777" w:rsidR="002A0849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外墙相关构造</w:t>
      </w:r>
    </w:p>
    <w:p w14:paraId="509AD496" w14:textId="77777777" w:rsidR="002A0849" w:rsidRDefault="00000000">
      <w:pPr>
        <w:pStyle w:val="4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外墙构造一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2A0849" w14:paraId="0710E243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5EDA5DE0" w14:textId="77777777" w:rsidR="002A0849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A503CFA" w14:textId="77777777" w:rsidR="002A0849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3404485" w14:textId="77777777" w:rsidR="002A0849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3918C58" w14:textId="77777777" w:rsidR="002A0849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1C1C059" w14:textId="77777777" w:rsidR="002A0849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0FCC88A" w14:textId="77777777" w:rsidR="002A0849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CA5FE12" w14:textId="77777777" w:rsidR="002A0849" w:rsidRDefault="00000000">
            <w:pPr>
              <w:jc w:val="center"/>
            </w:pPr>
            <w:r>
              <w:t>热惰性指标</w:t>
            </w:r>
          </w:p>
        </w:tc>
      </w:tr>
      <w:tr w:rsidR="002A0849" w14:paraId="4374D7CA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2DC4D006" w14:textId="77777777" w:rsidR="002A0849" w:rsidRDefault="002A0849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726D4C0B" w14:textId="77777777" w:rsidR="002A0849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60B4857" w14:textId="77777777" w:rsidR="002A0849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9E325AB" w14:textId="77777777" w:rsidR="002A0849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A28F8D2" w14:textId="77777777" w:rsidR="002A0849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0DE791E" w14:textId="77777777" w:rsidR="002A0849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1D92BDF" w14:textId="77777777" w:rsidR="002A0849" w:rsidRDefault="00000000">
            <w:pPr>
              <w:jc w:val="center"/>
            </w:pPr>
            <w:r>
              <w:t>D=R*S</w:t>
            </w:r>
          </w:p>
        </w:tc>
      </w:tr>
      <w:tr w:rsidR="002A0849" w14:paraId="3E67A215" w14:textId="77777777">
        <w:tc>
          <w:tcPr>
            <w:tcW w:w="3345" w:type="dxa"/>
            <w:vAlign w:val="center"/>
          </w:tcPr>
          <w:p w14:paraId="748728B0" w14:textId="77777777" w:rsidR="002A0849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0030CCA5" w14:textId="77777777" w:rsidR="002A0849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6B278E36" w14:textId="77777777" w:rsidR="002A0849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67879744" w14:textId="77777777" w:rsidR="002A0849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57C2F846" w14:textId="77777777" w:rsidR="002A0849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6DBB76D6" w14:textId="77777777" w:rsidR="002A0849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4BCACEAD" w14:textId="77777777" w:rsidR="002A0849" w:rsidRDefault="00000000">
            <w:r>
              <w:t>0.245</w:t>
            </w:r>
          </w:p>
        </w:tc>
      </w:tr>
      <w:tr w:rsidR="002A0849" w14:paraId="3CB9708E" w14:textId="77777777">
        <w:tc>
          <w:tcPr>
            <w:tcW w:w="3345" w:type="dxa"/>
            <w:vAlign w:val="center"/>
          </w:tcPr>
          <w:p w14:paraId="28C1D44D" w14:textId="77777777" w:rsidR="002A0849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2EFA4B31" w14:textId="77777777" w:rsidR="002A0849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532359A3" w14:textId="77777777" w:rsidR="002A0849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0E329CF5" w14:textId="77777777" w:rsidR="002A0849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46BC1535" w14:textId="77777777" w:rsidR="002A0849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3886608E" w14:textId="77777777" w:rsidR="002A0849" w:rsidRDefault="00000000">
            <w:r>
              <w:t>0.556</w:t>
            </w:r>
          </w:p>
        </w:tc>
        <w:tc>
          <w:tcPr>
            <w:tcW w:w="1064" w:type="dxa"/>
            <w:vAlign w:val="center"/>
          </w:tcPr>
          <w:p w14:paraId="1632FA4F" w14:textId="77777777" w:rsidR="002A0849" w:rsidRDefault="00000000">
            <w:r>
              <w:t>0.227</w:t>
            </w:r>
          </w:p>
        </w:tc>
      </w:tr>
      <w:tr w:rsidR="002A0849" w14:paraId="69092DEF" w14:textId="77777777">
        <w:tc>
          <w:tcPr>
            <w:tcW w:w="3345" w:type="dxa"/>
            <w:vAlign w:val="center"/>
          </w:tcPr>
          <w:p w14:paraId="311FD8D8" w14:textId="77777777" w:rsidR="002A0849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2DCEA778" w14:textId="77777777" w:rsidR="002A0849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6BFB67A1" w14:textId="77777777" w:rsidR="002A0849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26C37ECE" w14:textId="77777777" w:rsidR="002A0849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34E46D4B" w14:textId="77777777" w:rsidR="002A0849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A41A286" w14:textId="77777777" w:rsidR="002A0849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0304C513" w14:textId="77777777" w:rsidR="002A0849" w:rsidRDefault="00000000">
            <w:r>
              <w:t>0.245</w:t>
            </w:r>
          </w:p>
        </w:tc>
      </w:tr>
      <w:tr w:rsidR="002A0849" w14:paraId="21EABAF3" w14:textId="77777777">
        <w:tc>
          <w:tcPr>
            <w:tcW w:w="3345" w:type="dxa"/>
            <w:vAlign w:val="center"/>
          </w:tcPr>
          <w:p w14:paraId="20342755" w14:textId="77777777" w:rsidR="002A0849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0BD5BBE1" w14:textId="77777777" w:rsidR="002A0849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14:paraId="21954B9B" w14:textId="77777777" w:rsidR="002A0849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77823ADE" w14:textId="77777777" w:rsidR="002A0849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5A195460" w14:textId="77777777" w:rsidR="002A0849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18C6DF4A" w14:textId="77777777" w:rsidR="002A0849" w:rsidRDefault="00000000">
            <w:r>
              <w:t>0.115</w:t>
            </w:r>
          </w:p>
        </w:tc>
        <w:tc>
          <w:tcPr>
            <w:tcW w:w="1064" w:type="dxa"/>
            <w:vAlign w:val="center"/>
          </w:tcPr>
          <w:p w14:paraId="2070C964" w14:textId="77777777" w:rsidR="002A0849" w:rsidRDefault="00000000">
            <w:r>
              <w:t>1.977</w:t>
            </w:r>
          </w:p>
        </w:tc>
      </w:tr>
      <w:tr w:rsidR="002A0849" w14:paraId="73D5AB24" w14:textId="77777777">
        <w:tc>
          <w:tcPr>
            <w:tcW w:w="3345" w:type="dxa"/>
            <w:vAlign w:val="center"/>
          </w:tcPr>
          <w:p w14:paraId="4512C9E7" w14:textId="77777777" w:rsidR="002A0849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7CD883A6" w14:textId="77777777" w:rsidR="002A0849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193F6441" w14:textId="77777777" w:rsidR="002A0849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2FF5C949" w14:textId="77777777" w:rsidR="002A0849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0337CDCA" w14:textId="77777777" w:rsidR="002A0849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0EDE70D0" w14:textId="77777777" w:rsidR="002A0849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069A9869" w14:textId="77777777" w:rsidR="002A0849" w:rsidRDefault="00000000">
            <w:r>
              <w:t>0.249</w:t>
            </w:r>
          </w:p>
        </w:tc>
      </w:tr>
      <w:tr w:rsidR="002A0849" w14:paraId="64CE1C01" w14:textId="77777777">
        <w:tc>
          <w:tcPr>
            <w:tcW w:w="3345" w:type="dxa"/>
            <w:vAlign w:val="center"/>
          </w:tcPr>
          <w:p w14:paraId="67136A5A" w14:textId="77777777" w:rsidR="002A0849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6EE3FCA6" w14:textId="77777777" w:rsidR="002A0849" w:rsidRDefault="00000000">
            <w:r>
              <w:t>280</w:t>
            </w:r>
          </w:p>
        </w:tc>
        <w:tc>
          <w:tcPr>
            <w:tcW w:w="1075" w:type="dxa"/>
            <w:vAlign w:val="center"/>
          </w:tcPr>
          <w:p w14:paraId="3B60531B" w14:textId="77777777" w:rsidR="002A0849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796114BD" w14:textId="77777777" w:rsidR="002A0849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1C658003" w14:textId="77777777" w:rsidR="002A0849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7CECB58C" w14:textId="77777777" w:rsidR="002A0849" w:rsidRDefault="00000000">
            <w:r>
              <w:t>0.738</w:t>
            </w:r>
          </w:p>
        </w:tc>
        <w:tc>
          <w:tcPr>
            <w:tcW w:w="1064" w:type="dxa"/>
            <w:vAlign w:val="center"/>
          </w:tcPr>
          <w:p w14:paraId="1FFDC07C" w14:textId="77777777" w:rsidR="002A0849" w:rsidRDefault="00000000">
            <w:r>
              <w:t>2.941</w:t>
            </w:r>
          </w:p>
        </w:tc>
      </w:tr>
      <w:tr w:rsidR="002A0849" w14:paraId="6CCF8AEF" w14:textId="77777777">
        <w:tc>
          <w:tcPr>
            <w:tcW w:w="3345" w:type="dxa"/>
            <w:shd w:val="clear" w:color="auto" w:fill="E6E6E6"/>
            <w:vAlign w:val="center"/>
          </w:tcPr>
          <w:p w14:paraId="52152CBA" w14:textId="77777777" w:rsidR="002A0849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1161B7A9" w14:textId="77777777" w:rsidR="002A0849" w:rsidRDefault="00000000">
            <w:pPr>
              <w:jc w:val="center"/>
            </w:pPr>
            <w:r>
              <w:t>1.13</w:t>
            </w:r>
          </w:p>
        </w:tc>
      </w:tr>
    </w:tbl>
    <w:p w14:paraId="7111EA08" w14:textId="77777777" w:rsidR="002A0849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外墙主断面传热系数的修正系数ψ</w:t>
      </w:r>
    </w:p>
    <w:p w14:paraId="574C34CF" w14:textId="77777777" w:rsidR="00000000" w:rsidRDefault="00000000" w:rsidP="00AA6FE7">
      <w:pPr>
        <w:jc w:val="center"/>
        <w:rPr>
          <w:rFonts w:asciiTheme="majorEastAsia" w:eastAsiaTheme="majorEastAsia" w:hAnsiTheme="majorEastAsia"/>
          <w:sz w:val="18"/>
          <w:szCs w:val="18"/>
        </w:rPr>
      </w:pPr>
      <w:bookmarkStart w:id="28" w:name="严寒寒冷居建2018外墙K修正系数表"/>
      <w:r>
        <w:rPr>
          <w:rFonts w:asciiTheme="majorEastAsia" w:eastAsiaTheme="majorEastAsia" w:hAnsiTheme="majorEastAsia" w:hint="eastAsia"/>
          <w:sz w:val="18"/>
          <w:szCs w:val="18"/>
        </w:rPr>
        <w:t>外墙</w:t>
      </w:r>
      <w:r>
        <w:rPr>
          <w:rFonts w:asciiTheme="majorEastAsia" w:eastAsiaTheme="majorEastAsia" w:hAnsiTheme="majorEastAsia"/>
          <w:sz w:val="18"/>
          <w:szCs w:val="18"/>
        </w:rPr>
        <w:t>平壁传热系数的修正系数</w:t>
      </w:r>
      <w:r w:rsidRPr="00400D33">
        <w:rPr>
          <w:color w:val="000000"/>
          <w:sz w:val="24"/>
        </w:rPr>
        <w:t>φ</w:t>
      </w:r>
    </w:p>
    <w:tbl>
      <w:tblPr>
        <w:tblW w:w="59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001"/>
        <w:gridCol w:w="2002"/>
        <w:gridCol w:w="1937"/>
      </w:tblGrid>
      <w:tr w:rsidR="00AA6FE7" w:rsidRPr="00D46BC9" w14:paraId="4932E149" w14:textId="77777777" w:rsidTr="00795F12">
        <w:trPr>
          <w:jc w:val="center"/>
        </w:trPr>
        <w:tc>
          <w:tcPr>
            <w:tcW w:w="2001" w:type="dxa"/>
            <w:vMerge w:val="restart"/>
            <w:vAlign w:val="center"/>
          </w:tcPr>
          <w:p w14:paraId="2192C570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 w:rsidRPr="00D46BC9">
              <w:rPr>
                <w:rFonts w:hAnsi="宋体"/>
                <w:szCs w:val="21"/>
              </w:rPr>
              <w:t>外墙传热系数限值</w:t>
            </w:r>
            <w:r w:rsidRPr="00D46BC9">
              <w:rPr>
                <w:szCs w:val="21"/>
              </w:rPr>
              <w:t>K</w:t>
            </w:r>
            <w:r w:rsidRPr="00D46BC9">
              <w:rPr>
                <w:szCs w:val="21"/>
                <w:vertAlign w:val="subscript"/>
              </w:rPr>
              <w:t>m</w:t>
            </w:r>
          </w:p>
          <w:p w14:paraId="16AD242B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 w:rsidRPr="00D46BC9">
              <w:rPr>
                <w:szCs w:val="21"/>
              </w:rPr>
              <w:t>[W/(m</w:t>
            </w:r>
            <w:r w:rsidRPr="00D46BC9">
              <w:rPr>
                <w:szCs w:val="21"/>
                <w:vertAlign w:val="superscript"/>
              </w:rPr>
              <w:t>2</w:t>
            </w:r>
            <w:r w:rsidRPr="00D46BC9">
              <w:rPr>
                <w:szCs w:val="21"/>
              </w:rPr>
              <w:t>·K)]</w:t>
            </w:r>
          </w:p>
        </w:tc>
        <w:tc>
          <w:tcPr>
            <w:tcW w:w="3939" w:type="dxa"/>
            <w:gridSpan w:val="2"/>
            <w:vAlign w:val="center"/>
          </w:tcPr>
          <w:p w14:paraId="0B514E3B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 w:rsidRPr="00D46BC9">
              <w:rPr>
                <w:rFonts w:hAnsi="宋体"/>
                <w:szCs w:val="21"/>
              </w:rPr>
              <w:t>外</w:t>
            </w:r>
            <w:r w:rsidRPr="00D46BC9">
              <w:rPr>
                <w:szCs w:val="21"/>
              </w:rPr>
              <w:t xml:space="preserve">  </w:t>
            </w:r>
            <w:r w:rsidRPr="00D46BC9">
              <w:rPr>
                <w:rFonts w:hAnsi="宋体"/>
                <w:szCs w:val="21"/>
              </w:rPr>
              <w:t>保</w:t>
            </w:r>
            <w:r w:rsidRPr="00D46BC9">
              <w:rPr>
                <w:szCs w:val="21"/>
              </w:rPr>
              <w:t xml:space="preserve">  </w:t>
            </w:r>
            <w:r w:rsidRPr="00D46BC9">
              <w:rPr>
                <w:rFonts w:hAnsi="宋体"/>
                <w:szCs w:val="21"/>
              </w:rPr>
              <w:t>温</w:t>
            </w:r>
          </w:p>
        </w:tc>
      </w:tr>
      <w:tr w:rsidR="00AA6FE7" w:rsidRPr="00D46BC9" w14:paraId="661FE0C3" w14:textId="77777777" w:rsidTr="00795F12">
        <w:trPr>
          <w:jc w:val="center"/>
        </w:trPr>
        <w:tc>
          <w:tcPr>
            <w:tcW w:w="2001" w:type="dxa"/>
            <w:vMerge/>
            <w:vAlign w:val="center"/>
          </w:tcPr>
          <w:p w14:paraId="3FF97BAC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002" w:type="dxa"/>
            <w:vAlign w:val="center"/>
          </w:tcPr>
          <w:p w14:paraId="610A3A44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 w:rsidRPr="00D46BC9">
              <w:rPr>
                <w:rFonts w:hAnsi="宋体"/>
                <w:szCs w:val="21"/>
              </w:rPr>
              <w:t>普通窗</w:t>
            </w:r>
          </w:p>
        </w:tc>
        <w:tc>
          <w:tcPr>
            <w:tcW w:w="1937" w:type="dxa"/>
            <w:vAlign w:val="center"/>
          </w:tcPr>
          <w:p w14:paraId="606A392A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 w:rsidRPr="00D46BC9">
              <w:rPr>
                <w:rFonts w:hAnsi="宋体"/>
                <w:spacing w:val="-12"/>
                <w:szCs w:val="21"/>
              </w:rPr>
              <w:t>凸</w:t>
            </w:r>
            <w:r w:rsidRPr="00D46BC9">
              <w:rPr>
                <w:spacing w:val="-12"/>
                <w:szCs w:val="21"/>
              </w:rPr>
              <w:t xml:space="preserve">    </w:t>
            </w:r>
            <w:r w:rsidRPr="00D46BC9">
              <w:rPr>
                <w:rFonts w:hAnsi="宋体"/>
                <w:spacing w:val="-12"/>
                <w:szCs w:val="21"/>
              </w:rPr>
              <w:t>窗</w:t>
            </w:r>
          </w:p>
        </w:tc>
      </w:tr>
      <w:tr w:rsidR="00AA6FE7" w:rsidRPr="00D46BC9" w14:paraId="46A60BB1" w14:textId="77777777" w:rsidTr="00795F12">
        <w:trPr>
          <w:jc w:val="center"/>
        </w:trPr>
        <w:tc>
          <w:tcPr>
            <w:tcW w:w="2001" w:type="dxa"/>
            <w:vAlign w:val="center"/>
          </w:tcPr>
          <w:p w14:paraId="6FFE973E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 w:rsidRPr="00D46BC9">
              <w:rPr>
                <w:szCs w:val="21"/>
              </w:rPr>
              <w:t>0.</w:t>
            </w:r>
            <w:r>
              <w:rPr>
                <w:rFonts w:hint="eastAsia"/>
                <w:szCs w:val="21"/>
              </w:rPr>
              <w:t>6</w:t>
            </w:r>
            <w:r w:rsidRPr="00D46BC9">
              <w:rPr>
                <w:szCs w:val="21"/>
              </w:rPr>
              <w:t>0</w:t>
            </w:r>
          </w:p>
        </w:tc>
        <w:tc>
          <w:tcPr>
            <w:tcW w:w="2002" w:type="dxa"/>
            <w:vAlign w:val="center"/>
          </w:tcPr>
          <w:p w14:paraId="14FD0FC6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 w:rsidRPr="00D46BC9"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937" w:type="dxa"/>
            <w:vAlign w:val="center"/>
          </w:tcPr>
          <w:p w14:paraId="4B52E849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 w:rsidRPr="00D46BC9">
              <w:rPr>
                <w:szCs w:val="21"/>
              </w:rPr>
              <w:t>1.3</w:t>
            </w:r>
          </w:p>
        </w:tc>
      </w:tr>
      <w:tr w:rsidR="00AA6FE7" w:rsidRPr="00D46BC9" w14:paraId="6AE16FF7" w14:textId="77777777" w:rsidTr="00795F12">
        <w:trPr>
          <w:jc w:val="center"/>
        </w:trPr>
        <w:tc>
          <w:tcPr>
            <w:tcW w:w="2001" w:type="dxa"/>
            <w:vAlign w:val="center"/>
          </w:tcPr>
          <w:p w14:paraId="6B1B509A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0.55</w:t>
            </w:r>
          </w:p>
        </w:tc>
        <w:tc>
          <w:tcPr>
            <w:tcW w:w="2002" w:type="dxa"/>
            <w:vAlign w:val="center"/>
          </w:tcPr>
          <w:p w14:paraId="11F012D8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937" w:type="dxa"/>
            <w:vAlign w:val="center"/>
          </w:tcPr>
          <w:p w14:paraId="420F955A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 w:rsidRPr="00D46BC9">
              <w:rPr>
                <w:szCs w:val="21"/>
              </w:rPr>
              <w:t>1.3</w:t>
            </w:r>
          </w:p>
        </w:tc>
      </w:tr>
      <w:tr w:rsidR="00AA6FE7" w:rsidRPr="00D46BC9" w14:paraId="77F0762A" w14:textId="77777777" w:rsidTr="00795F12">
        <w:trPr>
          <w:jc w:val="center"/>
        </w:trPr>
        <w:tc>
          <w:tcPr>
            <w:tcW w:w="2001" w:type="dxa"/>
            <w:vAlign w:val="center"/>
          </w:tcPr>
          <w:p w14:paraId="65914180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0.50</w:t>
            </w:r>
          </w:p>
        </w:tc>
        <w:tc>
          <w:tcPr>
            <w:tcW w:w="2002" w:type="dxa"/>
            <w:vAlign w:val="center"/>
          </w:tcPr>
          <w:p w14:paraId="108AC590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937" w:type="dxa"/>
            <w:vAlign w:val="center"/>
          </w:tcPr>
          <w:p w14:paraId="36C9D4AB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 w:rsidRPr="00D46BC9">
              <w:rPr>
                <w:szCs w:val="21"/>
              </w:rPr>
              <w:t>1.3</w:t>
            </w:r>
          </w:p>
        </w:tc>
      </w:tr>
      <w:tr w:rsidR="00AA6FE7" w:rsidRPr="00D46BC9" w14:paraId="434E73F1" w14:textId="77777777" w:rsidTr="00795F12">
        <w:trPr>
          <w:jc w:val="center"/>
        </w:trPr>
        <w:tc>
          <w:tcPr>
            <w:tcW w:w="2001" w:type="dxa"/>
            <w:vAlign w:val="center"/>
          </w:tcPr>
          <w:p w14:paraId="5EF2257D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0.45</w:t>
            </w:r>
          </w:p>
        </w:tc>
        <w:tc>
          <w:tcPr>
            <w:tcW w:w="2002" w:type="dxa"/>
            <w:vAlign w:val="center"/>
          </w:tcPr>
          <w:p w14:paraId="0A950C8C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937" w:type="dxa"/>
            <w:vAlign w:val="center"/>
          </w:tcPr>
          <w:p w14:paraId="130F0C10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 w:rsidRPr="00D46BC9">
              <w:rPr>
                <w:szCs w:val="21"/>
              </w:rPr>
              <w:t>1.3</w:t>
            </w:r>
          </w:p>
        </w:tc>
      </w:tr>
      <w:tr w:rsidR="00AA6FE7" w:rsidRPr="00D46BC9" w14:paraId="6B83B178" w14:textId="77777777" w:rsidTr="00795F12">
        <w:trPr>
          <w:jc w:val="center"/>
        </w:trPr>
        <w:tc>
          <w:tcPr>
            <w:tcW w:w="2001" w:type="dxa"/>
            <w:vAlign w:val="center"/>
          </w:tcPr>
          <w:p w14:paraId="33C2ABE2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0.40</w:t>
            </w:r>
          </w:p>
        </w:tc>
        <w:tc>
          <w:tcPr>
            <w:tcW w:w="2002" w:type="dxa"/>
            <w:vAlign w:val="center"/>
          </w:tcPr>
          <w:p w14:paraId="4E48D3F1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937" w:type="dxa"/>
            <w:vAlign w:val="center"/>
          </w:tcPr>
          <w:p w14:paraId="5AF7B265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 w:rsidRPr="00D46BC9">
              <w:rPr>
                <w:szCs w:val="21"/>
              </w:rPr>
              <w:t>1.3</w:t>
            </w:r>
          </w:p>
        </w:tc>
      </w:tr>
      <w:tr w:rsidR="00AA6FE7" w:rsidRPr="00D46BC9" w14:paraId="7B8ACF99" w14:textId="77777777" w:rsidTr="00795F12">
        <w:trPr>
          <w:jc w:val="center"/>
        </w:trPr>
        <w:tc>
          <w:tcPr>
            <w:tcW w:w="2001" w:type="dxa"/>
            <w:vAlign w:val="center"/>
          </w:tcPr>
          <w:p w14:paraId="363C2E33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0.35</w:t>
            </w:r>
          </w:p>
        </w:tc>
        <w:tc>
          <w:tcPr>
            <w:tcW w:w="2002" w:type="dxa"/>
            <w:vAlign w:val="center"/>
          </w:tcPr>
          <w:p w14:paraId="3DC519B1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  <w:tc>
          <w:tcPr>
            <w:tcW w:w="1937" w:type="dxa"/>
            <w:vAlign w:val="center"/>
          </w:tcPr>
          <w:p w14:paraId="4D7779DC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>
              <w:rPr>
                <w:rFonts w:hint="eastAsia"/>
                <w:spacing w:val="-12"/>
                <w:szCs w:val="21"/>
              </w:rPr>
              <w:t>1.4</w:t>
            </w:r>
          </w:p>
        </w:tc>
      </w:tr>
      <w:tr w:rsidR="00AA6FE7" w:rsidRPr="00D46BC9" w14:paraId="629C4E70" w14:textId="77777777" w:rsidTr="00795F12">
        <w:trPr>
          <w:jc w:val="center"/>
        </w:trPr>
        <w:tc>
          <w:tcPr>
            <w:tcW w:w="2001" w:type="dxa"/>
            <w:vAlign w:val="center"/>
          </w:tcPr>
          <w:p w14:paraId="174B2941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0.30</w:t>
            </w:r>
          </w:p>
        </w:tc>
        <w:tc>
          <w:tcPr>
            <w:tcW w:w="2002" w:type="dxa"/>
            <w:vAlign w:val="center"/>
          </w:tcPr>
          <w:p w14:paraId="397A6214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  <w:tc>
          <w:tcPr>
            <w:tcW w:w="1937" w:type="dxa"/>
            <w:vAlign w:val="center"/>
          </w:tcPr>
          <w:p w14:paraId="27116D56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>
              <w:rPr>
                <w:rFonts w:hint="eastAsia"/>
                <w:spacing w:val="-12"/>
                <w:szCs w:val="21"/>
              </w:rPr>
              <w:t>1.4</w:t>
            </w:r>
          </w:p>
        </w:tc>
      </w:tr>
      <w:tr w:rsidR="00AA6FE7" w:rsidRPr="00D46BC9" w14:paraId="29A33935" w14:textId="77777777" w:rsidTr="00795F12">
        <w:trPr>
          <w:jc w:val="center"/>
        </w:trPr>
        <w:tc>
          <w:tcPr>
            <w:tcW w:w="2001" w:type="dxa"/>
            <w:vAlign w:val="center"/>
          </w:tcPr>
          <w:p w14:paraId="217A027F" w14:textId="77777777" w:rsidR="00000000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0.25</w:t>
            </w:r>
          </w:p>
        </w:tc>
        <w:tc>
          <w:tcPr>
            <w:tcW w:w="2002" w:type="dxa"/>
            <w:vAlign w:val="center"/>
          </w:tcPr>
          <w:p w14:paraId="60BE7383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1.4</w:t>
            </w:r>
          </w:p>
        </w:tc>
        <w:tc>
          <w:tcPr>
            <w:tcW w:w="1937" w:type="dxa"/>
            <w:vAlign w:val="center"/>
          </w:tcPr>
          <w:p w14:paraId="05625D55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>
              <w:rPr>
                <w:rFonts w:hint="eastAsia"/>
                <w:spacing w:val="-12"/>
                <w:szCs w:val="21"/>
              </w:rPr>
              <w:t>1.5</w:t>
            </w:r>
          </w:p>
        </w:tc>
      </w:tr>
    </w:tbl>
    <w:p w14:paraId="75D669FC" w14:textId="77777777" w:rsidR="00000000" w:rsidRPr="00A91EAD" w:rsidRDefault="00000000" w:rsidP="00765D23">
      <w:pPr>
        <w:ind w:firstLineChars="300" w:firstLine="540"/>
        <w:rPr>
          <w:rFonts w:asciiTheme="majorEastAsia" w:eastAsiaTheme="majorEastAsia" w:hAnsiTheme="majorEastAsia"/>
          <w:sz w:val="18"/>
          <w:szCs w:val="18"/>
        </w:rPr>
      </w:pPr>
      <w:r w:rsidRPr="00A91EAD">
        <w:rPr>
          <w:rFonts w:asciiTheme="majorEastAsia" w:eastAsiaTheme="majorEastAsia" w:hAnsiTheme="majorEastAsia" w:cs="宋体" w:hint="eastAsia"/>
          <w:sz w:val="18"/>
          <w:szCs w:val="18"/>
          <w:lang w:val="en-US"/>
        </w:rPr>
        <w:t>注：凸窗所占外窗总面积的比例≥</w:t>
      </w:r>
      <w:r w:rsidRPr="00A91EAD">
        <w:rPr>
          <w:rFonts w:asciiTheme="majorEastAsia" w:eastAsiaTheme="majorEastAsia" w:hAnsiTheme="majorEastAsia"/>
          <w:sz w:val="18"/>
          <w:szCs w:val="18"/>
          <w:lang w:val="en-US"/>
        </w:rPr>
        <w:t>30</w:t>
      </w:r>
      <w:r w:rsidRPr="00A91EAD">
        <w:rPr>
          <w:rFonts w:asciiTheme="majorEastAsia" w:eastAsiaTheme="majorEastAsia" w:hAnsiTheme="majorEastAsia" w:cs="ËÎÌå"/>
          <w:sz w:val="18"/>
          <w:szCs w:val="18"/>
          <w:lang w:val="en-US"/>
        </w:rPr>
        <w:t>%</w:t>
      </w:r>
      <w:r w:rsidRPr="00A91EAD">
        <w:rPr>
          <w:rFonts w:asciiTheme="majorEastAsia" w:eastAsiaTheme="majorEastAsia" w:hAnsiTheme="majorEastAsia" w:cs="宋体" w:hint="eastAsia"/>
          <w:sz w:val="18"/>
          <w:szCs w:val="18"/>
          <w:lang w:val="en-US"/>
        </w:rPr>
        <w:t>时，外墙主断面传热系数的修正系数按外窗为凸窗取值。</w:t>
      </w:r>
    </w:p>
    <w:bookmarkEnd w:id="28"/>
    <w:p w14:paraId="3DACF08B" w14:textId="77777777" w:rsidR="002A0849" w:rsidRDefault="002A0849">
      <w:pPr>
        <w:widowControl w:val="0"/>
        <w:jc w:val="both"/>
        <w:rPr>
          <w:kern w:val="2"/>
          <w:szCs w:val="24"/>
          <w:lang w:val="en-US"/>
        </w:rPr>
      </w:pPr>
    </w:p>
    <w:p w14:paraId="2E94D20C" w14:textId="77777777" w:rsidR="002A0849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外墙平均热工特性</w:t>
      </w:r>
    </w:p>
    <w:p w14:paraId="1E4AF020" w14:textId="77777777" w:rsidR="002A0849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1.</w:t>
      </w:r>
      <w:r>
        <w:rPr>
          <w:kern w:val="2"/>
          <w:szCs w:val="24"/>
          <w:lang w:val="en-US"/>
        </w:rPr>
        <w:t xml:space="preserve">　南向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9"/>
        <w:gridCol w:w="950"/>
        <w:gridCol w:w="990"/>
        <w:gridCol w:w="922"/>
        <w:gridCol w:w="1860"/>
        <w:gridCol w:w="1662"/>
      </w:tblGrid>
      <w:tr w:rsidR="002A0849" w14:paraId="6FA5F1AA" w14:textId="77777777">
        <w:tc>
          <w:tcPr>
            <w:tcW w:w="2948" w:type="dxa"/>
            <w:shd w:val="clear" w:color="auto" w:fill="E6E6E6"/>
            <w:vAlign w:val="center"/>
          </w:tcPr>
          <w:p w14:paraId="3BEAC654" w14:textId="77777777" w:rsidR="002A0849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38C76207" w14:textId="77777777" w:rsidR="002A0849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54087464" w14:textId="77777777" w:rsidR="002A0849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636615F7" w14:textId="77777777" w:rsidR="002A0849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859" w:type="dxa"/>
            <w:shd w:val="clear" w:color="auto" w:fill="E6E6E6"/>
            <w:vAlign w:val="center"/>
          </w:tcPr>
          <w:p w14:paraId="5E658550" w14:textId="77777777" w:rsidR="002A0849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661" w:type="dxa"/>
            <w:shd w:val="clear" w:color="auto" w:fill="E6E6E6"/>
            <w:vAlign w:val="center"/>
          </w:tcPr>
          <w:p w14:paraId="77B82D12" w14:textId="77777777" w:rsidR="002A0849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</w:tr>
      <w:tr w:rsidR="002A0849" w14:paraId="475AB7D1" w14:textId="77777777">
        <w:tc>
          <w:tcPr>
            <w:tcW w:w="2948" w:type="dxa"/>
            <w:vAlign w:val="center"/>
          </w:tcPr>
          <w:p w14:paraId="4C34F6C6" w14:textId="77777777" w:rsidR="002A0849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26EBF90D" w14:textId="77777777" w:rsidR="002A0849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45BE2982" w14:textId="77777777" w:rsidR="002A0849" w:rsidRDefault="00000000">
            <w:r>
              <w:t>172.38</w:t>
            </w:r>
          </w:p>
        </w:tc>
        <w:tc>
          <w:tcPr>
            <w:tcW w:w="922" w:type="dxa"/>
            <w:vAlign w:val="center"/>
          </w:tcPr>
          <w:p w14:paraId="2B4B4C80" w14:textId="77777777" w:rsidR="002A0849" w:rsidRDefault="00000000">
            <w:r>
              <w:t>1.000</w:t>
            </w:r>
          </w:p>
        </w:tc>
        <w:tc>
          <w:tcPr>
            <w:tcW w:w="1859" w:type="dxa"/>
            <w:vAlign w:val="center"/>
          </w:tcPr>
          <w:p w14:paraId="02C2900A" w14:textId="77777777" w:rsidR="002A0849" w:rsidRDefault="00000000">
            <w:r>
              <w:t>1.13</w:t>
            </w:r>
          </w:p>
        </w:tc>
        <w:tc>
          <w:tcPr>
            <w:tcW w:w="1661" w:type="dxa"/>
            <w:vAlign w:val="center"/>
          </w:tcPr>
          <w:p w14:paraId="7D1C7252" w14:textId="77777777" w:rsidR="002A0849" w:rsidRDefault="00000000">
            <w:r>
              <w:t>2.94</w:t>
            </w:r>
          </w:p>
        </w:tc>
      </w:tr>
      <w:tr w:rsidR="002A0849" w14:paraId="2ED6903A" w14:textId="77777777">
        <w:tc>
          <w:tcPr>
            <w:tcW w:w="2948" w:type="dxa"/>
            <w:shd w:val="clear" w:color="auto" w:fill="E6E6E6"/>
            <w:vAlign w:val="center"/>
          </w:tcPr>
          <w:p w14:paraId="7E4A996D" w14:textId="77777777" w:rsidR="002A0849" w:rsidRDefault="00000000">
            <w:r>
              <w:t>凸窗外窗比（</w:t>
            </w:r>
            <w:r>
              <w:t>%</w:t>
            </w:r>
            <w:r>
              <w:t>）</w:t>
            </w:r>
          </w:p>
        </w:tc>
        <w:tc>
          <w:tcPr>
            <w:tcW w:w="6382" w:type="dxa"/>
            <w:gridSpan w:val="5"/>
          </w:tcPr>
          <w:p w14:paraId="0EECD5E6" w14:textId="77777777" w:rsidR="002A0849" w:rsidRDefault="00000000">
            <w:pPr>
              <w:jc w:val="center"/>
            </w:pPr>
            <w:r>
              <w:t>0%</w:t>
            </w:r>
          </w:p>
        </w:tc>
      </w:tr>
      <w:tr w:rsidR="002A0849" w14:paraId="610DC32F" w14:textId="77777777">
        <w:tc>
          <w:tcPr>
            <w:tcW w:w="2948" w:type="dxa"/>
            <w:shd w:val="clear" w:color="auto" w:fill="E6E6E6"/>
            <w:vAlign w:val="center"/>
          </w:tcPr>
          <w:p w14:paraId="7867D955" w14:textId="77777777" w:rsidR="002A0849" w:rsidRDefault="00000000">
            <w:r>
              <w:lastRenderedPageBreak/>
              <w:t>考虑线性热桥后</w:t>
            </w:r>
            <w:r>
              <w:t>K</w:t>
            </w:r>
          </w:p>
        </w:tc>
        <w:tc>
          <w:tcPr>
            <w:tcW w:w="6382" w:type="dxa"/>
            <w:gridSpan w:val="5"/>
          </w:tcPr>
          <w:p w14:paraId="43099108" w14:textId="77777777" w:rsidR="002A0849" w:rsidRDefault="00000000">
            <w:pPr>
              <w:jc w:val="center"/>
            </w:pPr>
            <w:r>
              <w:t>1.13 × 1.30 = 1.47</w:t>
            </w:r>
          </w:p>
        </w:tc>
      </w:tr>
    </w:tbl>
    <w:p w14:paraId="6805D5C3" w14:textId="77777777" w:rsidR="002A0849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</w:t>
      </w:r>
      <w:r>
        <w:rPr>
          <w:kern w:val="2"/>
          <w:szCs w:val="24"/>
          <w:lang w:val="en-US"/>
        </w:rPr>
        <w:t xml:space="preserve">　北向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9"/>
        <w:gridCol w:w="950"/>
        <w:gridCol w:w="990"/>
        <w:gridCol w:w="922"/>
        <w:gridCol w:w="1860"/>
        <w:gridCol w:w="1662"/>
      </w:tblGrid>
      <w:tr w:rsidR="002A0849" w14:paraId="3E85D812" w14:textId="77777777">
        <w:tc>
          <w:tcPr>
            <w:tcW w:w="2948" w:type="dxa"/>
            <w:shd w:val="clear" w:color="auto" w:fill="E6E6E6"/>
            <w:vAlign w:val="center"/>
          </w:tcPr>
          <w:p w14:paraId="42E68510" w14:textId="77777777" w:rsidR="002A0849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208B8DE2" w14:textId="77777777" w:rsidR="002A0849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24CECD20" w14:textId="77777777" w:rsidR="002A0849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2CA01D0B" w14:textId="77777777" w:rsidR="002A0849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859" w:type="dxa"/>
            <w:shd w:val="clear" w:color="auto" w:fill="E6E6E6"/>
            <w:vAlign w:val="center"/>
          </w:tcPr>
          <w:p w14:paraId="1586EF5D" w14:textId="77777777" w:rsidR="002A0849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661" w:type="dxa"/>
            <w:shd w:val="clear" w:color="auto" w:fill="E6E6E6"/>
            <w:vAlign w:val="center"/>
          </w:tcPr>
          <w:p w14:paraId="74997762" w14:textId="77777777" w:rsidR="002A0849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</w:tr>
      <w:tr w:rsidR="002A0849" w14:paraId="6127E3AE" w14:textId="77777777">
        <w:tc>
          <w:tcPr>
            <w:tcW w:w="2948" w:type="dxa"/>
            <w:vAlign w:val="center"/>
          </w:tcPr>
          <w:p w14:paraId="2FBF12EA" w14:textId="77777777" w:rsidR="002A0849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504575D2" w14:textId="77777777" w:rsidR="002A0849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13C5D8D3" w14:textId="77777777" w:rsidR="002A0849" w:rsidRDefault="00000000">
            <w:r>
              <w:t>171.74</w:t>
            </w:r>
          </w:p>
        </w:tc>
        <w:tc>
          <w:tcPr>
            <w:tcW w:w="922" w:type="dxa"/>
            <w:vAlign w:val="center"/>
          </w:tcPr>
          <w:p w14:paraId="281BE0D5" w14:textId="77777777" w:rsidR="002A0849" w:rsidRDefault="00000000">
            <w:r>
              <w:t>1.000</w:t>
            </w:r>
          </w:p>
        </w:tc>
        <w:tc>
          <w:tcPr>
            <w:tcW w:w="1859" w:type="dxa"/>
            <w:vAlign w:val="center"/>
          </w:tcPr>
          <w:p w14:paraId="508D1E79" w14:textId="77777777" w:rsidR="002A0849" w:rsidRDefault="00000000">
            <w:r>
              <w:t>1.13</w:t>
            </w:r>
          </w:p>
        </w:tc>
        <w:tc>
          <w:tcPr>
            <w:tcW w:w="1661" w:type="dxa"/>
            <w:vAlign w:val="center"/>
          </w:tcPr>
          <w:p w14:paraId="50D6F2A7" w14:textId="77777777" w:rsidR="002A0849" w:rsidRDefault="00000000">
            <w:r>
              <w:t>2.94</w:t>
            </w:r>
          </w:p>
        </w:tc>
      </w:tr>
      <w:tr w:rsidR="002A0849" w14:paraId="27790445" w14:textId="77777777">
        <w:tc>
          <w:tcPr>
            <w:tcW w:w="2948" w:type="dxa"/>
            <w:shd w:val="clear" w:color="auto" w:fill="E6E6E6"/>
            <w:vAlign w:val="center"/>
          </w:tcPr>
          <w:p w14:paraId="52568372" w14:textId="77777777" w:rsidR="002A0849" w:rsidRDefault="00000000">
            <w:r>
              <w:t>凸窗外窗比（</w:t>
            </w:r>
            <w:r>
              <w:t>%</w:t>
            </w:r>
            <w:r>
              <w:t>）</w:t>
            </w:r>
          </w:p>
        </w:tc>
        <w:tc>
          <w:tcPr>
            <w:tcW w:w="6382" w:type="dxa"/>
            <w:gridSpan w:val="5"/>
          </w:tcPr>
          <w:p w14:paraId="5BFD8235" w14:textId="77777777" w:rsidR="002A0849" w:rsidRDefault="00000000">
            <w:pPr>
              <w:jc w:val="center"/>
            </w:pPr>
            <w:r>
              <w:t>0%</w:t>
            </w:r>
          </w:p>
        </w:tc>
      </w:tr>
      <w:tr w:rsidR="002A0849" w14:paraId="5605A2D6" w14:textId="77777777">
        <w:tc>
          <w:tcPr>
            <w:tcW w:w="2948" w:type="dxa"/>
            <w:shd w:val="clear" w:color="auto" w:fill="E6E6E6"/>
            <w:vAlign w:val="center"/>
          </w:tcPr>
          <w:p w14:paraId="68A59CD0" w14:textId="77777777" w:rsidR="002A0849" w:rsidRDefault="00000000">
            <w:r>
              <w:t>考虑线性热桥后</w:t>
            </w:r>
            <w:r>
              <w:t>K</w:t>
            </w:r>
          </w:p>
        </w:tc>
        <w:tc>
          <w:tcPr>
            <w:tcW w:w="6382" w:type="dxa"/>
            <w:gridSpan w:val="5"/>
          </w:tcPr>
          <w:p w14:paraId="347DB7EC" w14:textId="77777777" w:rsidR="002A0849" w:rsidRDefault="00000000">
            <w:pPr>
              <w:jc w:val="center"/>
            </w:pPr>
            <w:r>
              <w:t>1.13 × 1.30 = 1.47</w:t>
            </w:r>
          </w:p>
        </w:tc>
      </w:tr>
    </w:tbl>
    <w:p w14:paraId="3144DE3C" w14:textId="77777777" w:rsidR="002A0849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</w:t>
      </w:r>
      <w:r>
        <w:rPr>
          <w:kern w:val="2"/>
          <w:szCs w:val="24"/>
          <w:lang w:val="en-US"/>
        </w:rPr>
        <w:t xml:space="preserve">　东向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9"/>
        <w:gridCol w:w="950"/>
        <w:gridCol w:w="990"/>
        <w:gridCol w:w="922"/>
        <w:gridCol w:w="1860"/>
        <w:gridCol w:w="1662"/>
      </w:tblGrid>
      <w:tr w:rsidR="002A0849" w14:paraId="3C357933" w14:textId="77777777">
        <w:tc>
          <w:tcPr>
            <w:tcW w:w="2948" w:type="dxa"/>
            <w:shd w:val="clear" w:color="auto" w:fill="E6E6E6"/>
            <w:vAlign w:val="center"/>
          </w:tcPr>
          <w:p w14:paraId="3A0E6C41" w14:textId="77777777" w:rsidR="002A0849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565BC5E4" w14:textId="77777777" w:rsidR="002A0849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19C39239" w14:textId="77777777" w:rsidR="002A0849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7ECD58BD" w14:textId="77777777" w:rsidR="002A0849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859" w:type="dxa"/>
            <w:shd w:val="clear" w:color="auto" w:fill="E6E6E6"/>
            <w:vAlign w:val="center"/>
          </w:tcPr>
          <w:p w14:paraId="26D2482B" w14:textId="77777777" w:rsidR="002A0849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661" w:type="dxa"/>
            <w:shd w:val="clear" w:color="auto" w:fill="E6E6E6"/>
            <w:vAlign w:val="center"/>
          </w:tcPr>
          <w:p w14:paraId="6C2756AF" w14:textId="77777777" w:rsidR="002A0849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</w:tr>
      <w:tr w:rsidR="002A0849" w14:paraId="151CBF95" w14:textId="77777777">
        <w:tc>
          <w:tcPr>
            <w:tcW w:w="2948" w:type="dxa"/>
            <w:vAlign w:val="center"/>
          </w:tcPr>
          <w:p w14:paraId="6A777CA8" w14:textId="77777777" w:rsidR="002A0849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04F61ECA" w14:textId="77777777" w:rsidR="002A0849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7107D21E" w14:textId="77777777" w:rsidR="002A0849" w:rsidRDefault="00000000">
            <w:r>
              <w:t>101.57</w:t>
            </w:r>
          </w:p>
        </w:tc>
        <w:tc>
          <w:tcPr>
            <w:tcW w:w="922" w:type="dxa"/>
            <w:vAlign w:val="center"/>
          </w:tcPr>
          <w:p w14:paraId="5414C594" w14:textId="77777777" w:rsidR="002A0849" w:rsidRDefault="00000000">
            <w:r>
              <w:t>1.000</w:t>
            </w:r>
          </w:p>
        </w:tc>
        <w:tc>
          <w:tcPr>
            <w:tcW w:w="1859" w:type="dxa"/>
            <w:vAlign w:val="center"/>
          </w:tcPr>
          <w:p w14:paraId="3BECA232" w14:textId="77777777" w:rsidR="002A0849" w:rsidRDefault="00000000">
            <w:r>
              <w:t>1.13</w:t>
            </w:r>
          </w:p>
        </w:tc>
        <w:tc>
          <w:tcPr>
            <w:tcW w:w="1661" w:type="dxa"/>
            <w:vAlign w:val="center"/>
          </w:tcPr>
          <w:p w14:paraId="0017336E" w14:textId="77777777" w:rsidR="002A0849" w:rsidRDefault="00000000">
            <w:r>
              <w:t>2.94</w:t>
            </w:r>
          </w:p>
        </w:tc>
      </w:tr>
      <w:tr w:rsidR="002A0849" w14:paraId="60FE64F4" w14:textId="77777777">
        <w:tc>
          <w:tcPr>
            <w:tcW w:w="2948" w:type="dxa"/>
            <w:shd w:val="clear" w:color="auto" w:fill="E6E6E6"/>
            <w:vAlign w:val="center"/>
          </w:tcPr>
          <w:p w14:paraId="0AEE6896" w14:textId="77777777" w:rsidR="002A0849" w:rsidRDefault="00000000">
            <w:r>
              <w:t>凸窗外窗比（</w:t>
            </w:r>
            <w:r>
              <w:t>%</w:t>
            </w:r>
            <w:r>
              <w:t>）</w:t>
            </w:r>
          </w:p>
        </w:tc>
        <w:tc>
          <w:tcPr>
            <w:tcW w:w="6382" w:type="dxa"/>
            <w:gridSpan w:val="5"/>
          </w:tcPr>
          <w:p w14:paraId="772EFF20" w14:textId="77777777" w:rsidR="002A0849" w:rsidRDefault="00000000">
            <w:pPr>
              <w:jc w:val="center"/>
            </w:pPr>
            <w:r>
              <w:t>0%</w:t>
            </w:r>
          </w:p>
        </w:tc>
      </w:tr>
      <w:tr w:rsidR="002A0849" w14:paraId="78EBF855" w14:textId="77777777">
        <w:tc>
          <w:tcPr>
            <w:tcW w:w="2948" w:type="dxa"/>
            <w:shd w:val="clear" w:color="auto" w:fill="E6E6E6"/>
            <w:vAlign w:val="center"/>
          </w:tcPr>
          <w:p w14:paraId="1A73D5DC" w14:textId="77777777" w:rsidR="002A0849" w:rsidRDefault="00000000">
            <w:r>
              <w:t>考虑线性热桥后</w:t>
            </w:r>
            <w:r>
              <w:t>K</w:t>
            </w:r>
          </w:p>
        </w:tc>
        <w:tc>
          <w:tcPr>
            <w:tcW w:w="6382" w:type="dxa"/>
            <w:gridSpan w:val="5"/>
          </w:tcPr>
          <w:p w14:paraId="68E01E01" w14:textId="77777777" w:rsidR="002A0849" w:rsidRDefault="00000000">
            <w:pPr>
              <w:jc w:val="center"/>
            </w:pPr>
            <w:r>
              <w:t>1.13 × 1.30 = 1.47</w:t>
            </w:r>
          </w:p>
        </w:tc>
      </w:tr>
    </w:tbl>
    <w:p w14:paraId="0FA2CB45" w14:textId="77777777" w:rsidR="002A0849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4.</w:t>
      </w:r>
      <w:r>
        <w:rPr>
          <w:kern w:val="2"/>
          <w:szCs w:val="24"/>
          <w:lang w:val="en-US"/>
        </w:rPr>
        <w:t xml:space="preserve">　西向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9"/>
        <w:gridCol w:w="950"/>
        <w:gridCol w:w="990"/>
        <w:gridCol w:w="922"/>
        <w:gridCol w:w="1860"/>
        <w:gridCol w:w="1662"/>
      </w:tblGrid>
      <w:tr w:rsidR="002A0849" w14:paraId="6DC954F0" w14:textId="77777777">
        <w:tc>
          <w:tcPr>
            <w:tcW w:w="2948" w:type="dxa"/>
            <w:shd w:val="clear" w:color="auto" w:fill="E6E6E6"/>
            <w:vAlign w:val="center"/>
          </w:tcPr>
          <w:p w14:paraId="735CC93D" w14:textId="77777777" w:rsidR="002A0849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49A12BAF" w14:textId="77777777" w:rsidR="002A0849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4715C299" w14:textId="77777777" w:rsidR="002A0849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28D7423F" w14:textId="77777777" w:rsidR="002A0849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859" w:type="dxa"/>
            <w:shd w:val="clear" w:color="auto" w:fill="E6E6E6"/>
            <w:vAlign w:val="center"/>
          </w:tcPr>
          <w:p w14:paraId="65153C7B" w14:textId="77777777" w:rsidR="002A0849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661" w:type="dxa"/>
            <w:shd w:val="clear" w:color="auto" w:fill="E6E6E6"/>
            <w:vAlign w:val="center"/>
          </w:tcPr>
          <w:p w14:paraId="7ABE3377" w14:textId="77777777" w:rsidR="002A0849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</w:tr>
      <w:tr w:rsidR="002A0849" w14:paraId="6ED67A42" w14:textId="77777777">
        <w:tc>
          <w:tcPr>
            <w:tcW w:w="2948" w:type="dxa"/>
            <w:vAlign w:val="center"/>
          </w:tcPr>
          <w:p w14:paraId="5FCC6D01" w14:textId="77777777" w:rsidR="002A0849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407E95E8" w14:textId="77777777" w:rsidR="002A0849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5349B740" w14:textId="77777777" w:rsidR="002A0849" w:rsidRDefault="00000000">
            <w:r>
              <w:t>99.95</w:t>
            </w:r>
          </w:p>
        </w:tc>
        <w:tc>
          <w:tcPr>
            <w:tcW w:w="922" w:type="dxa"/>
            <w:vAlign w:val="center"/>
          </w:tcPr>
          <w:p w14:paraId="4E080783" w14:textId="77777777" w:rsidR="002A0849" w:rsidRDefault="00000000">
            <w:r>
              <w:t>1.000</w:t>
            </w:r>
          </w:p>
        </w:tc>
        <w:tc>
          <w:tcPr>
            <w:tcW w:w="1859" w:type="dxa"/>
            <w:vAlign w:val="center"/>
          </w:tcPr>
          <w:p w14:paraId="251510B2" w14:textId="77777777" w:rsidR="002A0849" w:rsidRDefault="00000000">
            <w:r>
              <w:t>1.13</w:t>
            </w:r>
          </w:p>
        </w:tc>
        <w:tc>
          <w:tcPr>
            <w:tcW w:w="1661" w:type="dxa"/>
            <w:vAlign w:val="center"/>
          </w:tcPr>
          <w:p w14:paraId="342E49EB" w14:textId="77777777" w:rsidR="002A0849" w:rsidRDefault="00000000">
            <w:r>
              <w:t>2.94</w:t>
            </w:r>
          </w:p>
        </w:tc>
      </w:tr>
      <w:tr w:rsidR="002A0849" w14:paraId="2E0C5EE5" w14:textId="77777777">
        <w:tc>
          <w:tcPr>
            <w:tcW w:w="2948" w:type="dxa"/>
            <w:shd w:val="clear" w:color="auto" w:fill="E6E6E6"/>
            <w:vAlign w:val="center"/>
          </w:tcPr>
          <w:p w14:paraId="351D3787" w14:textId="77777777" w:rsidR="002A0849" w:rsidRDefault="00000000">
            <w:r>
              <w:t>凸窗外窗比（</w:t>
            </w:r>
            <w:r>
              <w:t>%</w:t>
            </w:r>
            <w:r>
              <w:t>）</w:t>
            </w:r>
          </w:p>
        </w:tc>
        <w:tc>
          <w:tcPr>
            <w:tcW w:w="6382" w:type="dxa"/>
            <w:gridSpan w:val="5"/>
          </w:tcPr>
          <w:p w14:paraId="3CE81221" w14:textId="77777777" w:rsidR="002A0849" w:rsidRDefault="00000000">
            <w:pPr>
              <w:jc w:val="center"/>
            </w:pPr>
            <w:r>
              <w:t>0%</w:t>
            </w:r>
          </w:p>
        </w:tc>
      </w:tr>
      <w:tr w:rsidR="002A0849" w14:paraId="1C467147" w14:textId="77777777">
        <w:tc>
          <w:tcPr>
            <w:tcW w:w="2948" w:type="dxa"/>
            <w:shd w:val="clear" w:color="auto" w:fill="E6E6E6"/>
            <w:vAlign w:val="center"/>
          </w:tcPr>
          <w:p w14:paraId="2BA1480A" w14:textId="77777777" w:rsidR="002A0849" w:rsidRDefault="00000000">
            <w:r>
              <w:t>考虑线性热桥后</w:t>
            </w:r>
            <w:r>
              <w:t>K</w:t>
            </w:r>
          </w:p>
        </w:tc>
        <w:tc>
          <w:tcPr>
            <w:tcW w:w="6382" w:type="dxa"/>
            <w:gridSpan w:val="5"/>
          </w:tcPr>
          <w:p w14:paraId="65558118" w14:textId="77777777" w:rsidR="002A0849" w:rsidRDefault="00000000">
            <w:pPr>
              <w:jc w:val="center"/>
            </w:pPr>
            <w:r>
              <w:t>1.13 × 1.30 = 1.47</w:t>
            </w:r>
          </w:p>
        </w:tc>
      </w:tr>
    </w:tbl>
    <w:p w14:paraId="5574786C" w14:textId="77777777" w:rsidR="002A0849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5.</w:t>
      </w:r>
      <w:r>
        <w:rPr>
          <w:kern w:val="2"/>
          <w:szCs w:val="24"/>
          <w:lang w:val="en-US"/>
        </w:rPr>
        <w:t xml:space="preserve">　总体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9"/>
        <w:gridCol w:w="950"/>
        <w:gridCol w:w="990"/>
        <w:gridCol w:w="922"/>
        <w:gridCol w:w="1860"/>
        <w:gridCol w:w="1662"/>
      </w:tblGrid>
      <w:tr w:rsidR="002A0849" w14:paraId="63A8151E" w14:textId="77777777">
        <w:tc>
          <w:tcPr>
            <w:tcW w:w="2948" w:type="dxa"/>
            <w:shd w:val="clear" w:color="auto" w:fill="E6E6E6"/>
            <w:vAlign w:val="center"/>
          </w:tcPr>
          <w:p w14:paraId="703CB9F2" w14:textId="77777777" w:rsidR="002A0849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64B67CA3" w14:textId="77777777" w:rsidR="002A0849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47D85FA4" w14:textId="77777777" w:rsidR="002A0849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52D9FC08" w14:textId="77777777" w:rsidR="002A0849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859" w:type="dxa"/>
            <w:shd w:val="clear" w:color="auto" w:fill="E6E6E6"/>
            <w:vAlign w:val="center"/>
          </w:tcPr>
          <w:p w14:paraId="0FA69680" w14:textId="77777777" w:rsidR="002A0849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661" w:type="dxa"/>
            <w:shd w:val="clear" w:color="auto" w:fill="E6E6E6"/>
            <w:vAlign w:val="center"/>
          </w:tcPr>
          <w:p w14:paraId="04E86CF1" w14:textId="77777777" w:rsidR="002A0849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</w:tr>
      <w:tr w:rsidR="002A0849" w14:paraId="2FDB5BAD" w14:textId="77777777">
        <w:tc>
          <w:tcPr>
            <w:tcW w:w="2948" w:type="dxa"/>
            <w:vAlign w:val="center"/>
          </w:tcPr>
          <w:p w14:paraId="423F093F" w14:textId="77777777" w:rsidR="002A0849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07529E91" w14:textId="77777777" w:rsidR="002A0849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0799CAA4" w14:textId="77777777" w:rsidR="002A0849" w:rsidRDefault="00000000">
            <w:r>
              <w:t>545.63</w:t>
            </w:r>
          </w:p>
        </w:tc>
        <w:tc>
          <w:tcPr>
            <w:tcW w:w="922" w:type="dxa"/>
            <w:vAlign w:val="center"/>
          </w:tcPr>
          <w:p w14:paraId="31FF9E44" w14:textId="77777777" w:rsidR="002A0849" w:rsidRDefault="00000000">
            <w:r>
              <w:t>1.000</w:t>
            </w:r>
          </w:p>
        </w:tc>
        <w:tc>
          <w:tcPr>
            <w:tcW w:w="1859" w:type="dxa"/>
            <w:vAlign w:val="center"/>
          </w:tcPr>
          <w:p w14:paraId="36676262" w14:textId="77777777" w:rsidR="002A0849" w:rsidRDefault="00000000">
            <w:r>
              <w:t>1.13</w:t>
            </w:r>
          </w:p>
        </w:tc>
        <w:tc>
          <w:tcPr>
            <w:tcW w:w="1661" w:type="dxa"/>
            <w:vAlign w:val="center"/>
          </w:tcPr>
          <w:p w14:paraId="37360E9D" w14:textId="77777777" w:rsidR="002A0849" w:rsidRDefault="00000000">
            <w:r>
              <w:t>2.94</w:t>
            </w:r>
          </w:p>
        </w:tc>
      </w:tr>
      <w:tr w:rsidR="002A0849" w14:paraId="07BFD460" w14:textId="77777777">
        <w:tc>
          <w:tcPr>
            <w:tcW w:w="2948" w:type="dxa"/>
            <w:shd w:val="clear" w:color="auto" w:fill="E6E6E6"/>
            <w:vAlign w:val="center"/>
          </w:tcPr>
          <w:p w14:paraId="0D58CFFF" w14:textId="77777777" w:rsidR="002A0849" w:rsidRDefault="00000000">
            <w:r>
              <w:t>凸窗外窗比（</w:t>
            </w:r>
            <w:r>
              <w:t>%</w:t>
            </w:r>
            <w:r>
              <w:t>）</w:t>
            </w:r>
          </w:p>
        </w:tc>
        <w:tc>
          <w:tcPr>
            <w:tcW w:w="6382" w:type="dxa"/>
            <w:gridSpan w:val="5"/>
          </w:tcPr>
          <w:p w14:paraId="23301C71" w14:textId="77777777" w:rsidR="002A0849" w:rsidRDefault="00000000">
            <w:pPr>
              <w:jc w:val="center"/>
            </w:pPr>
            <w:r>
              <w:t>0%</w:t>
            </w:r>
          </w:p>
        </w:tc>
      </w:tr>
      <w:tr w:rsidR="002A0849" w14:paraId="64CB2C0D" w14:textId="77777777">
        <w:tc>
          <w:tcPr>
            <w:tcW w:w="2948" w:type="dxa"/>
            <w:shd w:val="clear" w:color="auto" w:fill="E6E6E6"/>
            <w:vAlign w:val="center"/>
          </w:tcPr>
          <w:p w14:paraId="654318A0" w14:textId="77777777" w:rsidR="002A0849" w:rsidRDefault="00000000">
            <w:r>
              <w:t>考虑线性热桥后</w:t>
            </w:r>
            <w:r>
              <w:t>K</w:t>
            </w:r>
          </w:p>
        </w:tc>
        <w:tc>
          <w:tcPr>
            <w:tcW w:w="6382" w:type="dxa"/>
            <w:gridSpan w:val="5"/>
          </w:tcPr>
          <w:p w14:paraId="5A14A357" w14:textId="77777777" w:rsidR="002A0849" w:rsidRDefault="00000000">
            <w:pPr>
              <w:jc w:val="center"/>
            </w:pPr>
            <w:r>
              <w:t>1.13 × 1.30 = 1.47</w:t>
            </w:r>
          </w:p>
        </w:tc>
      </w:tr>
      <w:tr w:rsidR="002A0849" w14:paraId="25D16F7B" w14:textId="77777777">
        <w:tc>
          <w:tcPr>
            <w:tcW w:w="2948" w:type="dxa"/>
            <w:shd w:val="clear" w:color="auto" w:fill="E6E6E6"/>
            <w:vAlign w:val="center"/>
          </w:tcPr>
          <w:p w14:paraId="6165DAB1" w14:textId="77777777" w:rsidR="002A0849" w:rsidRDefault="00000000">
            <w:r>
              <w:t>标准依据</w:t>
            </w:r>
          </w:p>
        </w:tc>
        <w:tc>
          <w:tcPr>
            <w:tcW w:w="6382" w:type="dxa"/>
            <w:gridSpan w:val="5"/>
          </w:tcPr>
          <w:p w14:paraId="1B83AEB1" w14:textId="77777777" w:rsidR="002A0849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3.1.8</w:t>
            </w:r>
            <w:r>
              <w:t>条</w:t>
            </w:r>
          </w:p>
        </w:tc>
      </w:tr>
      <w:tr w:rsidR="002A0849" w14:paraId="1A6BA1C1" w14:textId="77777777">
        <w:tc>
          <w:tcPr>
            <w:tcW w:w="2948" w:type="dxa"/>
            <w:shd w:val="clear" w:color="auto" w:fill="E6E6E6"/>
            <w:vAlign w:val="center"/>
          </w:tcPr>
          <w:p w14:paraId="6EAE777B" w14:textId="77777777" w:rsidR="002A0849" w:rsidRDefault="00000000">
            <w:r>
              <w:t>标准要求</w:t>
            </w:r>
          </w:p>
        </w:tc>
        <w:tc>
          <w:tcPr>
            <w:tcW w:w="6382" w:type="dxa"/>
            <w:gridSpan w:val="5"/>
          </w:tcPr>
          <w:p w14:paraId="362A938F" w14:textId="77777777" w:rsidR="002A0849" w:rsidRDefault="00000000">
            <w:r>
              <w:t>K</w:t>
            </w:r>
            <w:r>
              <w:t>值应当符合表</w:t>
            </w:r>
            <w:r>
              <w:t>3.1.8-1~3.1.8-5</w:t>
            </w:r>
            <w:r>
              <w:t>的要求</w:t>
            </w:r>
            <w:r>
              <w:t>(K≤0.35)</w:t>
            </w:r>
          </w:p>
        </w:tc>
      </w:tr>
      <w:tr w:rsidR="002A0849" w14:paraId="4574F244" w14:textId="77777777">
        <w:tc>
          <w:tcPr>
            <w:tcW w:w="2948" w:type="dxa"/>
            <w:shd w:val="clear" w:color="auto" w:fill="E6E6E6"/>
            <w:vAlign w:val="center"/>
          </w:tcPr>
          <w:p w14:paraId="2E29238F" w14:textId="77777777" w:rsidR="002A0849" w:rsidRDefault="00000000">
            <w:r>
              <w:t>结论</w:t>
            </w:r>
          </w:p>
        </w:tc>
        <w:tc>
          <w:tcPr>
            <w:tcW w:w="6382" w:type="dxa"/>
            <w:gridSpan w:val="5"/>
          </w:tcPr>
          <w:p w14:paraId="7B45F27F" w14:textId="77777777" w:rsidR="002A0849" w:rsidRDefault="00000000">
            <w:r>
              <w:rPr>
                <w:color w:val="FF0000"/>
              </w:rPr>
              <w:t>不满足</w:t>
            </w:r>
          </w:p>
        </w:tc>
      </w:tr>
    </w:tbl>
    <w:p w14:paraId="327EE58F" w14:textId="77777777" w:rsidR="002A0849" w:rsidRDefault="002A0849">
      <w:pPr>
        <w:widowControl w:val="0"/>
        <w:jc w:val="both"/>
        <w:rPr>
          <w:kern w:val="2"/>
          <w:szCs w:val="24"/>
          <w:lang w:val="en-US"/>
        </w:rPr>
      </w:pPr>
    </w:p>
    <w:p w14:paraId="49396408" w14:textId="77777777" w:rsidR="002A0849" w:rsidRDefault="00000000">
      <w:pPr>
        <w:pStyle w:val="2"/>
        <w:widowControl w:val="0"/>
        <w:rPr>
          <w:kern w:val="2"/>
        </w:rPr>
      </w:pPr>
      <w:r>
        <w:rPr>
          <w:kern w:val="2"/>
        </w:rPr>
        <w:t>挑空楼板</w:t>
      </w:r>
    </w:p>
    <w:p w14:paraId="39BF72E1" w14:textId="77777777" w:rsidR="002A0849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00A6F1C4" w14:textId="77777777" w:rsidR="002A0849" w:rsidRDefault="00000000">
      <w:pPr>
        <w:pStyle w:val="2"/>
        <w:widowControl w:val="0"/>
        <w:rPr>
          <w:kern w:val="2"/>
        </w:rPr>
      </w:pPr>
      <w:r>
        <w:rPr>
          <w:kern w:val="2"/>
        </w:rPr>
        <w:t>阳台门下部门芯板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41"/>
        <w:gridCol w:w="1358"/>
        <w:gridCol w:w="1471"/>
        <w:gridCol w:w="2292"/>
        <w:gridCol w:w="1471"/>
      </w:tblGrid>
      <w:tr w:rsidR="002A0849" w14:paraId="0234D18A" w14:textId="77777777">
        <w:tc>
          <w:tcPr>
            <w:tcW w:w="2739" w:type="dxa"/>
            <w:shd w:val="clear" w:color="auto" w:fill="E6E6E6"/>
            <w:vAlign w:val="center"/>
          </w:tcPr>
          <w:p w14:paraId="1F959F62" w14:textId="77777777" w:rsidR="002A0849" w:rsidRDefault="00000000">
            <w:pPr>
              <w:jc w:val="center"/>
            </w:pPr>
            <w:r>
              <w:t>构造名称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4A102867" w14:textId="77777777" w:rsidR="002A0849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471" w:type="dxa"/>
            <w:shd w:val="clear" w:color="auto" w:fill="E6E6E6"/>
            <w:vAlign w:val="center"/>
          </w:tcPr>
          <w:p w14:paraId="68EAC66D" w14:textId="77777777" w:rsidR="002A0849" w:rsidRDefault="00000000">
            <w:pPr>
              <w:jc w:val="center"/>
            </w:pPr>
            <w:r>
              <w:t>面积所占比例</w:t>
            </w:r>
          </w:p>
        </w:tc>
        <w:tc>
          <w:tcPr>
            <w:tcW w:w="2292" w:type="dxa"/>
            <w:shd w:val="clear" w:color="auto" w:fill="E6E6E6"/>
            <w:vAlign w:val="center"/>
          </w:tcPr>
          <w:p w14:paraId="11CB4560" w14:textId="77777777" w:rsidR="002A0849" w:rsidRDefault="00000000">
            <w:pPr>
              <w:jc w:val="center"/>
            </w:pPr>
            <w:r>
              <w:t>传热系数</w:t>
            </w:r>
            <w:r>
              <w:t>K [W/(</w:t>
            </w:r>
            <w:r>
              <w:t>㎡</w:t>
            </w:r>
            <w:r>
              <w:t>.K)]</w:t>
            </w:r>
          </w:p>
        </w:tc>
        <w:tc>
          <w:tcPr>
            <w:tcW w:w="1471" w:type="dxa"/>
            <w:shd w:val="clear" w:color="auto" w:fill="E6E6E6"/>
            <w:vAlign w:val="center"/>
          </w:tcPr>
          <w:p w14:paraId="3E313E6E" w14:textId="77777777" w:rsidR="002A0849" w:rsidRDefault="00000000">
            <w:pPr>
              <w:jc w:val="center"/>
            </w:pPr>
            <w:r>
              <w:t>是否满足</w:t>
            </w:r>
          </w:p>
        </w:tc>
      </w:tr>
      <w:tr w:rsidR="002A0849" w14:paraId="797D685A" w14:textId="77777777">
        <w:tc>
          <w:tcPr>
            <w:tcW w:w="2739" w:type="dxa"/>
            <w:vAlign w:val="center"/>
          </w:tcPr>
          <w:p w14:paraId="3F574ADD" w14:textId="77777777" w:rsidR="002A0849" w:rsidRDefault="00000000">
            <w:r>
              <w:t>保温门（多功能门）</w:t>
            </w:r>
          </w:p>
        </w:tc>
        <w:tc>
          <w:tcPr>
            <w:tcW w:w="1358" w:type="dxa"/>
            <w:vAlign w:val="center"/>
          </w:tcPr>
          <w:p w14:paraId="12DFCED1" w14:textId="77777777" w:rsidR="002A0849" w:rsidRDefault="00000000">
            <w:r>
              <w:t>8.40</w:t>
            </w:r>
          </w:p>
        </w:tc>
        <w:tc>
          <w:tcPr>
            <w:tcW w:w="1471" w:type="dxa"/>
            <w:vAlign w:val="center"/>
          </w:tcPr>
          <w:p w14:paraId="2F0DD9D4" w14:textId="77777777" w:rsidR="002A0849" w:rsidRDefault="00000000">
            <w:r>
              <w:t>1.000</w:t>
            </w:r>
          </w:p>
        </w:tc>
        <w:tc>
          <w:tcPr>
            <w:tcW w:w="2292" w:type="dxa"/>
            <w:vAlign w:val="center"/>
          </w:tcPr>
          <w:p w14:paraId="416A72CE" w14:textId="77777777" w:rsidR="002A0849" w:rsidRDefault="00000000">
            <w:r>
              <w:t>1.97</w:t>
            </w:r>
          </w:p>
        </w:tc>
        <w:tc>
          <w:tcPr>
            <w:tcW w:w="1471" w:type="dxa"/>
            <w:vAlign w:val="center"/>
          </w:tcPr>
          <w:p w14:paraId="2BC32C0B" w14:textId="77777777" w:rsidR="002A0849" w:rsidRDefault="00000000">
            <w:r>
              <w:rPr>
                <w:color w:val="FF0000"/>
              </w:rPr>
              <w:t>不满足</w:t>
            </w:r>
          </w:p>
        </w:tc>
      </w:tr>
      <w:tr w:rsidR="002A0849" w14:paraId="7E4621CC" w14:textId="77777777">
        <w:tc>
          <w:tcPr>
            <w:tcW w:w="2739" w:type="dxa"/>
            <w:shd w:val="clear" w:color="auto" w:fill="E6E6E6"/>
            <w:vAlign w:val="center"/>
          </w:tcPr>
          <w:p w14:paraId="5B19340A" w14:textId="77777777" w:rsidR="002A0849" w:rsidRDefault="00000000">
            <w:r>
              <w:t>标准依据</w:t>
            </w:r>
          </w:p>
        </w:tc>
        <w:tc>
          <w:tcPr>
            <w:tcW w:w="6592" w:type="dxa"/>
            <w:gridSpan w:val="4"/>
          </w:tcPr>
          <w:p w14:paraId="70EE3A79" w14:textId="77777777" w:rsidR="002A0849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3.1.8</w:t>
            </w:r>
            <w:r>
              <w:t>条</w:t>
            </w:r>
          </w:p>
        </w:tc>
      </w:tr>
      <w:tr w:rsidR="002A0849" w14:paraId="449E3A60" w14:textId="77777777">
        <w:tc>
          <w:tcPr>
            <w:tcW w:w="2739" w:type="dxa"/>
            <w:shd w:val="clear" w:color="auto" w:fill="E6E6E6"/>
            <w:vAlign w:val="center"/>
          </w:tcPr>
          <w:p w14:paraId="638B9A66" w14:textId="77777777" w:rsidR="002A0849" w:rsidRDefault="00000000">
            <w:r>
              <w:t>标准要求</w:t>
            </w:r>
          </w:p>
        </w:tc>
        <w:tc>
          <w:tcPr>
            <w:tcW w:w="6592" w:type="dxa"/>
            <w:gridSpan w:val="4"/>
          </w:tcPr>
          <w:p w14:paraId="7DAF2EAA" w14:textId="77777777" w:rsidR="002A0849" w:rsidRDefault="00000000">
            <w:r>
              <w:t>K</w:t>
            </w:r>
            <w:r>
              <w:t>值应符合表</w:t>
            </w:r>
            <w:r>
              <w:t>3.1.8-1~3.1.8-5</w:t>
            </w:r>
            <w:r>
              <w:t>的要求</w:t>
            </w:r>
            <w:r>
              <w:t>(K≤1.70)</w:t>
            </w:r>
          </w:p>
        </w:tc>
      </w:tr>
      <w:tr w:rsidR="002A0849" w14:paraId="797ABB5E" w14:textId="77777777">
        <w:tc>
          <w:tcPr>
            <w:tcW w:w="2739" w:type="dxa"/>
            <w:shd w:val="clear" w:color="auto" w:fill="E6E6E6"/>
            <w:vAlign w:val="center"/>
          </w:tcPr>
          <w:p w14:paraId="05325037" w14:textId="77777777" w:rsidR="002A0849" w:rsidRDefault="00000000">
            <w:r>
              <w:t>结论</w:t>
            </w:r>
          </w:p>
        </w:tc>
        <w:tc>
          <w:tcPr>
            <w:tcW w:w="6592" w:type="dxa"/>
            <w:gridSpan w:val="4"/>
          </w:tcPr>
          <w:p w14:paraId="763C1190" w14:textId="77777777" w:rsidR="002A0849" w:rsidRDefault="00000000">
            <w:r>
              <w:rPr>
                <w:color w:val="FF0000"/>
              </w:rPr>
              <w:t>不满足</w:t>
            </w:r>
          </w:p>
        </w:tc>
      </w:tr>
    </w:tbl>
    <w:p w14:paraId="7473014D" w14:textId="77777777" w:rsidR="002A0849" w:rsidRDefault="00000000">
      <w:pPr>
        <w:pStyle w:val="2"/>
        <w:widowControl w:val="0"/>
        <w:rPr>
          <w:kern w:val="2"/>
        </w:rPr>
      </w:pPr>
      <w:r>
        <w:rPr>
          <w:kern w:val="2"/>
        </w:rPr>
        <w:lastRenderedPageBreak/>
        <w:t>非供暖地下室顶板</w:t>
      </w:r>
    </w:p>
    <w:p w14:paraId="7B05E66C" w14:textId="77777777" w:rsidR="002A0849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2C65BC64" w14:textId="77777777" w:rsidR="002A0849" w:rsidRDefault="00000000">
      <w:pPr>
        <w:pStyle w:val="2"/>
        <w:widowControl w:val="0"/>
        <w:rPr>
          <w:kern w:val="2"/>
        </w:rPr>
      </w:pPr>
      <w:r>
        <w:rPr>
          <w:kern w:val="2"/>
        </w:rPr>
        <w:t>分隔供暖与非供暖空间的隔墙</w:t>
      </w:r>
    </w:p>
    <w:p w14:paraId="55F9053E" w14:textId="77777777" w:rsidR="002A0849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4D4B0F36" w14:textId="77777777" w:rsidR="002A0849" w:rsidRDefault="00000000">
      <w:pPr>
        <w:pStyle w:val="2"/>
        <w:widowControl w:val="0"/>
        <w:rPr>
          <w:kern w:val="2"/>
        </w:rPr>
      </w:pPr>
      <w:r>
        <w:rPr>
          <w:kern w:val="2"/>
        </w:rPr>
        <w:t>分隔供暖与非供暖空间的楼板</w:t>
      </w:r>
    </w:p>
    <w:p w14:paraId="539375D7" w14:textId="77777777" w:rsidR="002A0849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5B1C902C" w14:textId="77777777" w:rsidR="002A0849" w:rsidRDefault="00000000">
      <w:pPr>
        <w:pStyle w:val="2"/>
        <w:widowControl w:val="0"/>
        <w:rPr>
          <w:kern w:val="2"/>
        </w:rPr>
      </w:pPr>
      <w:r>
        <w:rPr>
          <w:kern w:val="2"/>
        </w:rPr>
        <w:t>分隔供暖与非供暖空间的户门</w:t>
      </w:r>
    </w:p>
    <w:p w14:paraId="71D3C45E" w14:textId="77777777" w:rsidR="002A0849" w:rsidRDefault="002A0849">
      <w:pPr>
        <w:widowControl w:val="0"/>
        <w:jc w:val="both"/>
        <w:rPr>
          <w:kern w:val="2"/>
          <w:szCs w:val="24"/>
          <w:lang w:val="en-US"/>
        </w:rPr>
      </w:pPr>
    </w:p>
    <w:p w14:paraId="642148ED" w14:textId="77777777" w:rsidR="002A0849" w:rsidRDefault="00000000">
      <w:r>
        <w:tab/>
      </w:r>
      <w:r>
        <w:t>本工程无此项内容</w:t>
      </w:r>
    </w:p>
    <w:p w14:paraId="6BF792D2" w14:textId="77777777" w:rsidR="002A0849" w:rsidRDefault="00000000">
      <w:pPr>
        <w:pStyle w:val="2"/>
      </w:pPr>
      <w:r>
        <w:t>供暖温差大于5K的隔墙</w:t>
      </w:r>
    </w:p>
    <w:p w14:paraId="13C8839E" w14:textId="77777777" w:rsidR="002A0849" w:rsidRDefault="00000000">
      <w:r>
        <w:tab/>
      </w:r>
      <w:r>
        <w:t>本工程无此项内容</w:t>
      </w:r>
    </w:p>
    <w:p w14:paraId="0E6E0BA9" w14:textId="77777777" w:rsidR="002A0849" w:rsidRDefault="00000000">
      <w:pPr>
        <w:pStyle w:val="2"/>
      </w:pPr>
      <w:r>
        <w:t>供暖温差大于5K的楼板</w:t>
      </w:r>
    </w:p>
    <w:p w14:paraId="2EC1FBE8" w14:textId="77777777" w:rsidR="002A0849" w:rsidRDefault="00000000">
      <w:r>
        <w:tab/>
      </w:r>
      <w:r>
        <w:t>本工程无此项内容</w:t>
      </w:r>
    </w:p>
    <w:p w14:paraId="62E9BEE2" w14:textId="77777777" w:rsidR="002A0849" w:rsidRDefault="00000000">
      <w:pPr>
        <w:pStyle w:val="2"/>
      </w:pPr>
      <w:r>
        <w:t>外窗</w:t>
      </w:r>
    </w:p>
    <w:p w14:paraId="3C4CC882" w14:textId="77777777" w:rsidR="002A0849" w:rsidRDefault="00000000">
      <w:pPr>
        <w:pStyle w:val="3"/>
      </w:pPr>
      <w:r>
        <w:t>外窗构造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1868"/>
        <w:gridCol w:w="826"/>
        <w:gridCol w:w="832"/>
        <w:gridCol w:w="956"/>
        <w:gridCol w:w="956"/>
        <w:gridCol w:w="2989"/>
      </w:tblGrid>
      <w:tr w:rsidR="002A0849" w14:paraId="4425F9DB" w14:textId="77777777">
        <w:tc>
          <w:tcPr>
            <w:tcW w:w="905" w:type="dxa"/>
            <w:shd w:val="clear" w:color="auto" w:fill="E6E6E6"/>
            <w:vAlign w:val="center"/>
          </w:tcPr>
          <w:p w14:paraId="68B4E5FC" w14:textId="77777777" w:rsidR="002A0849" w:rsidRDefault="00000000">
            <w:pPr>
              <w:jc w:val="center"/>
            </w:pPr>
            <w:r>
              <w:t>序号</w:t>
            </w:r>
          </w:p>
        </w:tc>
        <w:tc>
          <w:tcPr>
            <w:tcW w:w="1867" w:type="dxa"/>
            <w:shd w:val="clear" w:color="auto" w:fill="E6E6E6"/>
            <w:vAlign w:val="center"/>
          </w:tcPr>
          <w:p w14:paraId="7EE7EEAD" w14:textId="77777777" w:rsidR="002A0849" w:rsidRDefault="00000000">
            <w:pPr>
              <w:jc w:val="center"/>
            </w:pPr>
            <w:r>
              <w:t>构造名称</w:t>
            </w:r>
          </w:p>
        </w:tc>
        <w:tc>
          <w:tcPr>
            <w:tcW w:w="826" w:type="dxa"/>
            <w:shd w:val="clear" w:color="auto" w:fill="E6E6E6"/>
            <w:vAlign w:val="center"/>
          </w:tcPr>
          <w:p w14:paraId="22BC65E6" w14:textId="77777777" w:rsidR="002A0849" w:rsidRDefault="00000000">
            <w:pPr>
              <w:jc w:val="center"/>
            </w:pPr>
            <w:r>
              <w:t>构造编号</w:t>
            </w:r>
          </w:p>
        </w:tc>
        <w:tc>
          <w:tcPr>
            <w:tcW w:w="832" w:type="dxa"/>
            <w:shd w:val="clear" w:color="auto" w:fill="E6E6E6"/>
            <w:vAlign w:val="center"/>
          </w:tcPr>
          <w:p w14:paraId="309DF68E" w14:textId="77777777" w:rsidR="002A0849" w:rsidRDefault="00000000">
            <w:pPr>
              <w:jc w:val="center"/>
            </w:pPr>
            <w:r>
              <w:t>传热系数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370882CC" w14:textId="77777777" w:rsidR="002A0849" w:rsidRDefault="00000000">
            <w:pPr>
              <w:jc w:val="center"/>
            </w:pPr>
            <w:r>
              <w:t>太阳得热系数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5C8EA473" w14:textId="77777777" w:rsidR="002A0849" w:rsidRDefault="00000000">
            <w:pPr>
              <w:jc w:val="center"/>
            </w:pPr>
            <w:r>
              <w:t>可见光透射比</w:t>
            </w:r>
          </w:p>
        </w:tc>
        <w:tc>
          <w:tcPr>
            <w:tcW w:w="2988" w:type="dxa"/>
            <w:shd w:val="clear" w:color="auto" w:fill="E6E6E6"/>
            <w:vAlign w:val="center"/>
          </w:tcPr>
          <w:p w14:paraId="6747AF89" w14:textId="77777777" w:rsidR="002A0849" w:rsidRDefault="00000000">
            <w:pPr>
              <w:jc w:val="center"/>
            </w:pPr>
            <w:r>
              <w:t>备注</w:t>
            </w:r>
          </w:p>
        </w:tc>
      </w:tr>
      <w:tr w:rsidR="002A0849" w14:paraId="3056534A" w14:textId="77777777">
        <w:tc>
          <w:tcPr>
            <w:tcW w:w="905" w:type="dxa"/>
            <w:vAlign w:val="center"/>
          </w:tcPr>
          <w:p w14:paraId="7FEF0D4A" w14:textId="77777777" w:rsidR="002A0849" w:rsidRDefault="00000000">
            <w:r>
              <w:t>1</w:t>
            </w:r>
          </w:p>
        </w:tc>
        <w:tc>
          <w:tcPr>
            <w:tcW w:w="1867" w:type="dxa"/>
            <w:vAlign w:val="center"/>
          </w:tcPr>
          <w:p w14:paraId="10DDBBB5" w14:textId="77777777" w:rsidR="002A0849" w:rsidRDefault="00000000">
            <w:r>
              <w:t>12A</w:t>
            </w:r>
            <w:r>
              <w:t>钢铝单框双玻窗（平均）</w:t>
            </w:r>
          </w:p>
        </w:tc>
        <w:tc>
          <w:tcPr>
            <w:tcW w:w="826" w:type="dxa"/>
            <w:vAlign w:val="center"/>
          </w:tcPr>
          <w:p w14:paraId="2576D0EB" w14:textId="77777777" w:rsidR="002A0849" w:rsidRDefault="00000000">
            <w:r>
              <w:t>18</w:t>
            </w:r>
          </w:p>
        </w:tc>
        <w:tc>
          <w:tcPr>
            <w:tcW w:w="832" w:type="dxa"/>
            <w:vAlign w:val="center"/>
          </w:tcPr>
          <w:p w14:paraId="5A3989C2" w14:textId="77777777" w:rsidR="002A0849" w:rsidRDefault="00000000">
            <w:r>
              <w:t>3.90</w:t>
            </w:r>
          </w:p>
        </w:tc>
        <w:tc>
          <w:tcPr>
            <w:tcW w:w="956" w:type="dxa"/>
            <w:vAlign w:val="center"/>
          </w:tcPr>
          <w:p w14:paraId="6C66AEC4" w14:textId="77777777" w:rsidR="002A0849" w:rsidRDefault="00000000">
            <w:r>
              <w:t>0.65</w:t>
            </w:r>
          </w:p>
        </w:tc>
        <w:tc>
          <w:tcPr>
            <w:tcW w:w="956" w:type="dxa"/>
            <w:vAlign w:val="center"/>
          </w:tcPr>
          <w:p w14:paraId="3A4B867F" w14:textId="77777777" w:rsidR="002A0849" w:rsidRDefault="00000000">
            <w:r>
              <w:t>0.800</w:t>
            </w:r>
          </w:p>
        </w:tc>
        <w:tc>
          <w:tcPr>
            <w:tcW w:w="2988" w:type="dxa"/>
            <w:vAlign w:val="center"/>
          </w:tcPr>
          <w:p w14:paraId="7E73822F" w14:textId="77777777" w:rsidR="002A0849" w:rsidRDefault="00000000">
            <w:r>
              <w:t>来源《民用建筑热工设计规范》</w:t>
            </w:r>
          </w:p>
        </w:tc>
      </w:tr>
    </w:tbl>
    <w:p w14:paraId="7AC60E6D" w14:textId="77777777" w:rsidR="002A0849" w:rsidRDefault="00000000">
      <w:pPr>
        <w:pStyle w:val="3"/>
      </w:pPr>
      <w:r>
        <w:t>总体热工性能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2"/>
        <w:gridCol w:w="1302"/>
        <w:gridCol w:w="984"/>
        <w:gridCol w:w="2010"/>
        <w:gridCol w:w="2038"/>
        <w:gridCol w:w="1018"/>
        <w:gridCol w:w="1189"/>
      </w:tblGrid>
      <w:tr w:rsidR="002A0849" w14:paraId="181EF927" w14:textId="77777777">
        <w:tc>
          <w:tcPr>
            <w:tcW w:w="792" w:type="dxa"/>
            <w:shd w:val="clear" w:color="auto" w:fill="E6E6E6"/>
            <w:vAlign w:val="center"/>
          </w:tcPr>
          <w:p w14:paraId="1B2475EB" w14:textId="77777777" w:rsidR="002A0849" w:rsidRDefault="00000000">
            <w:pPr>
              <w:jc w:val="center"/>
            </w:pPr>
            <w:r>
              <w:t>朝向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60CC77D5" w14:textId="77777777" w:rsidR="002A0849" w:rsidRDefault="00000000">
            <w:pPr>
              <w:jc w:val="center"/>
            </w:pPr>
            <w:r>
              <w:t>房间编号</w:t>
            </w:r>
          </w:p>
        </w:tc>
        <w:tc>
          <w:tcPr>
            <w:tcW w:w="984" w:type="dxa"/>
            <w:shd w:val="clear" w:color="auto" w:fill="E6E6E6"/>
            <w:vAlign w:val="center"/>
          </w:tcPr>
          <w:p w14:paraId="1F1E20D0" w14:textId="77777777" w:rsidR="002A0849" w:rsidRDefault="00000000">
            <w:pPr>
              <w:jc w:val="center"/>
            </w:pPr>
            <w:r>
              <w:t>窗构造</w:t>
            </w:r>
            <w:r>
              <w:br/>
            </w:r>
            <w:r>
              <w:t>编号</w:t>
            </w:r>
          </w:p>
        </w:tc>
        <w:tc>
          <w:tcPr>
            <w:tcW w:w="2009" w:type="dxa"/>
            <w:shd w:val="clear" w:color="auto" w:fill="E6E6E6"/>
            <w:vAlign w:val="center"/>
          </w:tcPr>
          <w:p w14:paraId="61DD9DC2" w14:textId="77777777" w:rsidR="002A0849" w:rsidRDefault="00000000">
            <w:pPr>
              <w:jc w:val="center"/>
            </w:pPr>
            <w:r>
              <w:t>K</w:t>
            </w:r>
            <w:r>
              <w:t>值</w:t>
            </w:r>
          </w:p>
        </w:tc>
        <w:tc>
          <w:tcPr>
            <w:tcW w:w="2037" w:type="dxa"/>
            <w:shd w:val="clear" w:color="auto" w:fill="E6E6E6"/>
            <w:vAlign w:val="center"/>
          </w:tcPr>
          <w:p w14:paraId="0DF9FF49" w14:textId="77777777" w:rsidR="002A0849" w:rsidRDefault="00000000">
            <w:pPr>
              <w:jc w:val="center"/>
            </w:pPr>
            <w:r>
              <w:t>K</w:t>
            </w:r>
            <w:r>
              <w:t>限值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4AC344E6" w14:textId="77777777" w:rsidR="002A0849" w:rsidRDefault="00000000">
            <w:pPr>
              <w:jc w:val="center"/>
            </w:pPr>
            <w:r>
              <w:t>窗墙比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4036F9EE" w14:textId="77777777" w:rsidR="002A0849" w:rsidRDefault="00000000">
            <w:pPr>
              <w:jc w:val="center"/>
            </w:pPr>
            <w:r>
              <w:t>是否满足</w:t>
            </w:r>
          </w:p>
        </w:tc>
      </w:tr>
      <w:tr w:rsidR="002A0849" w14:paraId="524FFD29" w14:textId="77777777">
        <w:tc>
          <w:tcPr>
            <w:tcW w:w="792" w:type="dxa"/>
            <w:vMerge w:val="restart"/>
            <w:vAlign w:val="center"/>
          </w:tcPr>
          <w:p w14:paraId="774910E6" w14:textId="77777777" w:rsidR="002A0849" w:rsidRDefault="00000000">
            <w:pPr>
              <w:jc w:val="center"/>
            </w:pPr>
            <w:r>
              <w:t>南向</w:t>
            </w:r>
          </w:p>
        </w:tc>
        <w:tc>
          <w:tcPr>
            <w:tcW w:w="1301" w:type="dxa"/>
            <w:vAlign w:val="center"/>
          </w:tcPr>
          <w:p w14:paraId="491A4F8D" w14:textId="77777777" w:rsidR="002A0849" w:rsidRDefault="00000000">
            <w:pPr>
              <w:jc w:val="center"/>
            </w:pPr>
            <w:r>
              <w:t>X001</w:t>
            </w:r>
          </w:p>
        </w:tc>
        <w:tc>
          <w:tcPr>
            <w:tcW w:w="984" w:type="dxa"/>
            <w:vAlign w:val="center"/>
          </w:tcPr>
          <w:p w14:paraId="116AA1C7" w14:textId="77777777" w:rsidR="002A0849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42CD02B2" w14:textId="77777777" w:rsidR="002A0849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4DED315E" w14:textId="77777777" w:rsidR="002A0849" w:rsidRDefault="00000000">
            <w:pPr>
              <w:jc w:val="center"/>
            </w:pPr>
            <w:r>
              <w:t>1.50</w:t>
            </w:r>
          </w:p>
        </w:tc>
        <w:tc>
          <w:tcPr>
            <w:tcW w:w="1018" w:type="dxa"/>
            <w:vAlign w:val="center"/>
          </w:tcPr>
          <w:p w14:paraId="1F8BC0A9" w14:textId="77777777" w:rsidR="002A0849" w:rsidRDefault="00000000">
            <w:pPr>
              <w:jc w:val="center"/>
            </w:pPr>
            <w:r>
              <w:t>0.32</w:t>
            </w:r>
          </w:p>
        </w:tc>
        <w:tc>
          <w:tcPr>
            <w:tcW w:w="1188" w:type="dxa"/>
            <w:vAlign w:val="center"/>
          </w:tcPr>
          <w:p w14:paraId="4F6AE13F" w14:textId="77777777" w:rsidR="002A0849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2A0849" w14:paraId="0363FEE9" w14:textId="77777777">
        <w:tc>
          <w:tcPr>
            <w:tcW w:w="792" w:type="dxa"/>
            <w:vMerge/>
            <w:vAlign w:val="center"/>
          </w:tcPr>
          <w:p w14:paraId="61AFEE7A" w14:textId="77777777" w:rsidR="002A0849" w:rsidRDefault="002A0849">
            <w:pPr>
              <w:jc w:val="center"/>
            </w:pPr>
          </w:p>
        </w:tc>
        <w:tc>
          <w:tcPr>
            <w:tcW w:w="1301" w:type="dxa"/>
            <w:vAlign w:val="center"/>
          </w:tcPr>
          <w:p w14:paraId="355C9D55" w14:textId="77777777" w:rsidR="002A0849" w:rsidRDefault="00000000">
            <w:pPr>
              <w:jc w:val="center"/>
            </w:pPr>
            <w:r>
              <w:t>X002</w:t>
            </w:r>
          </w:p>
        </w:tc>
        <w:tc>
          <w:tcPr>
            <w:tcW w:w="984" w:type="dxa"/>
            <w:vAlign w:val="center"/>
          </w:tcPr>
          <w:p w14:paraId="3D0C85A5" w14:textId="77777777" w:rsidR="002A0849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246FD486" w14:textId="77777777" w:rsidR="002A0849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7138DA64" w14:textId="77777777" w:rsidR="002A0849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2D1F13A2" w14:textId="77777777" w:rsidR="002A0849" w:rsidRDefault="00000000">
            <w:pPr>
              <w:jc w:val="center"/>
            </w:pPr>
            <w:r>
              <w:t>0.15</w:t>
            </w:r>
          </w:p>
        </w:tc>
        <w:tc>
          <w:tcPr>
            <w:tcW w:w="1188" w:type="dxa"/>
            <w:vAlign w:val="center"/>
          </w:tcPr>
          <w:p w14:paraId="1C40F782" w14:textId="77777777" w:rsidR="002A0849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2A0849" w14:paraId="5756A769" w14:textId="77777777">
        <w:tc>
          <w:tcPr>
            <w:tcW w:w="792" w:type="dxa"/>
            <w:vMerge/>
            <w:vAlign w:val="center"/>
          </w:tcPr>
          <w:p w14:paraId="2E36EB77" w14:textId="77777777" w:rsidR="002A0849" w:rsidRDefault="002A0849">
            <w:pPr>
              <w:jc w:val="center"/>
            </w:pPr>
          </w:p>
        </w:tc>
        <w:tc>
          <w:tcPr>
            <w:tcW w:w="1301" w:type="dxa"/>
            <w:vAlign w:val="center"/>
          </w:tcPr>
          <w:p w14:paraId="0BF3FE43" w14:textId="77777777" w:rsidR="002A0849" w:rsidRDefault="00000000">
            <w:pPr>
              <w:jc w:val="center"/>
            </w:pPr>
            <w:r>
              <w:t>X007</w:t>
            </w:r>
          </w:p>
        </w:tc>
        <w:tc>
          <w:tcPr>
            <w:tcW w:w="984" w:type="dxa"/>
            <w:vAlign w:val="center"/>
          </w:tcPr>
          <w:p w14:paraId="2A6E1580" w14:textId="77777777" w:rsidR="002A0849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5C3B9C13" w14:textId="77777777" w:rsidR="002A0849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75DF772A" w14:textId="77777777" w:rsidR="002A0849" w:rsidRDefault="00000000">
            <w:pPr>
              <w:jc w:val="center"/>
            </w:pPr>
            <w:r>
              <w:t>1.50</w:t>
            </w:r>
          </w:p>
        </w:tc>
        <w:tc>
          <w:tcPr>
            <w:tcW w:w="1018" w:type="dxa"/>
            <w:vAlign w:val="center"/>
          </w:tcPr>
          <w:p w14:paraId="18EB868A" w14:textId="77777777" w:rsidR="002A0849" w:rsidRDefault="00000000">
            <w:pPr>
              <w:jc w:val="center"/>
            </w:pPr>
            <w:r>
              <w:t>0.35</w:t>
            </w:r>
          </w:p>
        </w:tc>
        <w:tc>
          <w:tcPr>
            <w:tcW w:w="1188" w:type="dxa"/>
            <w:vAlign w:val="center"/>
          </w:tcPr>
          <w:p w14:paraId="1E950E69" w14:textId="77777777" w:rsidR="002A0849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2A0849" w14:paraId="7D22CC50" w14:textId="77777777">
        <w:tc>
          <w:tcPr>
            <w:tcW w:w="792" w:type="dxa"/>
            <w:vMerge/>
            <w:vAlign w:val="center"/>
          </w:tcPr>
          <w:p w14:paraId="32615C1C" w14:textId="77777777" w:rsidR="002A0849" w:rsidRDefault="002A0849">
            <w:pPr>
              <w:jc w:val="center"/>
            </w:pPr>
          </w:p>
        </w:tc>
        <w:tc>
          <w:tcPr>
            <w:tcW w:w="1301" w:type="dxa"/>
            <w:vAlign w:val="center"/>
          </w:tcPr>
          <w:p w14:paraId="5C176667" w14:textId="77777777" w:rsidR="002A0849" w:rsidRDefault="00000000">
            <w:pPr>
              <w:jc w:val="center"/>
            </w:pPr>
            <w:r>
              <w:t>X009</w:t>
            </w:r>
          </w:p>
        </w:tc>
        <w:tc>
          <w:tcPr>
            <w:tcW w:w="984" w:type="dxa"/>
            <w:vAlign w:val="center"/>
          </w:tcPr>
          <w:p w14:paraId="08C05B28" w14:textId="77777777" w:rsidR="002A0849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5675C9EC" w14:textId="77777777" w:rsidR="002A0849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7FD04C01" w14:textId="77777777" w:rsidR="002A0849" w:rsidRDefault="00000000">
            <w:pPr>
              <w:jc w:val="center"/>
            </w:pPr>
            <w:r>
              <w:t>1.50</w:t>
            </w:r>
          </w:p>
        </w:tc>
        <w:tc>
          <w:tcPr>
            <w:tcW w:w="1018" w:type="dxa"/>
            <w:vAlign w:val="center"/>
          </w:tcPr>
          <w:p w14:paraId="7500CA6E" w14:textId="77777777" w:rsidR="002A0849" w:rsidRDefault="00000000">
            <w:pPr>
              <w:jc w:val="center"/>
            </w:pPr>
            <w:r>
              <w:t>0.38</w:t>
            </w:r>
          </w:p>
        </w:tc>
        <w:tc>
          <w:tcPr>
            <w:tcW w:w="1188" w:type="dxa"/>
            <w:vAlign w:val="center"/>
          </w:tcPr>
          <w:p w14:paraId="3A62D8C5" w14:textId="77777777" w:rsidR="002A0849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2A0849" w14:paraId="20C19F7F" w14:textId="77777777">
        <w:tc>
          <w:tcPr>
            <w:tcW w:w="792" w:type="dxa"/>
            <w:vMerge/>
            <w:vAlign w:val="center"/>
          </w:tcPr>
          <w:p w14:paraId="3B051598" w14:textId="77777777" w:rsidR="002A0849" w:rsidRDefault="002A0849">
            <w:pPr>
              <w:jc w:val="center"/>
            </w:pPr>
          </w:p>
        </w:tc>
        <w:tc>
          <w:tcPr>
            <w:tcW w:w="1301" w:type="dxa"/>
            <w:vAlign w:val="center"/>
          </w:tcPr>
          <w:p w14:paraId="4D1A3DDC" w14:textId="77777777" w:rsidR="002A0849" w:rsidRDefault="00000000">
            <w:pPr>
              <w:jc w:val="center"/>
            </w:pPr>
            <w:r>
              <w:t>X010</w:t>
            </w:r>
          </w:p>
        </w:tc>
        <w:tc>
          <w:tcPr>
            <w:tcW w:w="984" w:type="dxa"/>
            <w:vAlign w:val="center"/>
          </w:tcPr>
          <w:p w14:paraId="02C4125E" w14:textId="77777777" w:rsidR="002A0849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370153C6" w14:textId="77777777" w:rsidR="002A0849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48F7B28A" w14:textId="77777777" w:rsidR="002A0849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61894048" w14:textId="77777777" w:rsidR="002A0849" w:rsidRDefault="00000000">
            <w:pPr>
              <w:jc w:val="center"/>
            </w:pPr>
            <w:r>
              <w:t>0.17</w:t>
            </w:r>
          </w:p>
        </w:tc>
        <w:tc>
          <w:tcPr>
            <w:tcW w:w="1188" w:type="dxa"/>
            <w:vAlign w:val="center"/>
          </w:tcPr>
          <w:p w14:paraId="6973F66D" w14:textId="77777777" w:rsidR="002A0849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2A0849" w14:paraId="09206483" w14:textId="77777777">
        <w:tc>
          <w:tcPr>
            <w:tcW w:w="792" w:type="dxa"/>
            <w:vMerge w:val="restart"/>
            <w:vAlign w:val="center"/>
          </w:tcPr>
          <w:p w14:paraId="3F109431" w14:textId="77777777" w:rsidR="002A0849" w:rsidRDefault="00000000">
            <w:pPr>
              <w:jc w:val="center"/>
            </w:pPr>
            <w:r>
              <w:t>北向</w:t>
            </w:r>
          </w:p>
        </w:tc>
        <w:tc>
          <w:tcPr>
            <w:tcW w:w="1301" w:type="dxa"/>
            <w:vAlign w:val="center"/>
          </w:tcPr>
          <w:p w14:paraId="7A11F975" w14:textId="77777777" w:rsidR="002A0849" w:rsidRDefault="00000000">
            <w:pPr>
              <w:jc w:val="center"/>
            </w:pPr>
            <w:r>
              <w:t>X001</w:t>
            </w:r>
          </w:p>
        </w:tc>
        <w:tc>
          <w:tcPr>
            <w:tcW w:w="984" w:type="dxa"/>
            <w:vAlign w:val="center"/>
          </w:tcPr>
          <w:p w14:paraId="1E9BFFA8" w14:textId="77777777" w:rsidR="002A0849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61AB9723" w14:textId="77777777" w:rsidR="002A0849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0ED20205" w14:textId="77777777" w:rsidR="002A0849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29A4274D" w14:textId="77777777" w:rsidR="002A0849" w:rsidRDefault="00000000">
            <w:pPr>
              <w:jc w:val="center"/>
            </w:pPr>
            <w:r>
              <w:t>0.23</w:t>
            </w:r>
          </w:p>
        </w:tc>
        <w:tc>
          <w:tcPr>
            <w:tcW w:w="1188" w:type="dxa"/>
            <w:vAlign w:val="center"/>
          </w:tcPr>
          <w:p w14:paraId="19847244" w14:textId="77777777" w:rsidR="002A0849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2A0849" w14:paraId="7342C1A0" w14:textId="77777777">
        <w:tc>
          <w:tcPr>
            <w:tcW w:w="792" w:type="dxa"/>
            <w:vMerge/>
            <w:vAlign w:val="center"/>
          </w:tcPr>
          <w:p w14:paraId="3ABCA5D8" w14:textId="77777777" w:rsidR="002A0849" w:rsidRDefault="002A0849">
            <w:pPr>
              <w:jc w:val="center"/>
            </w:pPr>
          </w:p>
        </w:tc>
        <w:tc>
          <w:tcPr>
            <w:tcW w:w="1301" w:type="dxa"/>
            <w:vAlign w:val="center"/>
          </w:tcPr>
          <w:p w14:paraId="72332868" w14:textId="77777777" w:rsidR="002A0849" w:rsidRDefault="00000000">
            <w:pPr>
              <w:jc w:val="center"/>
            </w:pPr>
            <w:r>
              <w:t>X003</w:t>
            </w:r>
          </w:p>
        </w:tc>
        <w:tc>
          <w:tcPr>
            <w:tcW w:w="984" w:type="dxa"/>
            <w:vAlign w:val="center"/>
          </w:tcPr>
          <w:p w14:paraId="2FA20EED" w14:textId="77777777" w:rsidR="002A0849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7723585C" w14:textId="77777777" w:rsidR="002A0849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2201BF74" w14:textId="77777777" w:rsidR="002A0849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381A8CB3" w14:textId="77777777" w:rsidR="002A0849" w:rsidRDefault="00000000">
            <w:pPr>
              <w:jc w:val="center"/>
            </w:pPr>
            <w:r>
              <w:t>0.14</w:t>
            </w:r>
          </w:p>
        </w:tc>
        <w:tc>
          <w:tcPr>
            <w:tcW w:w="1188" w:type="dxa"/>
            <w:vAlign w:val="center"/>
          </w:tcPr>
          <w:p w14:paraId="6D947469" w14:textId="77777777" w:rsidR="002A0849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2A0849" w14:paraId="5FB2585D" w14:textId="77777777">
        <w:tc>
          <w:tcPr>
            <w:tcW w:w="792" w:type="dxa"/>
            <w:vMerge/>
            <w:vAlign w:val="center"/>
          </w:tcPr>
          <w:p w14:paraId="630AFD1A" w14:textId="77777777" w:rsidR="002A0849" w:rsidRDefault="002A0849">
            <w:pPr>
              <w:jc w:val="center"/>
            </w:pPr>
          </w:p>
        </w:tc>
        <w:tc>
          <w:tcPr>
            <w:tcW w:w="1301" w:type="dxa"/>
            <w:vAlign w:val="center"/>
          </w:tcPr>
          <w:p w14:paraId="379CB087" w14:textId="77777777" w:rsidR="002A0849" w:rsidRDefault="00000000">
            <w:pPr>
              <w:jc w:val="center"/>
            </w:pPr>
            <w:r>
              <w:t>X005</w:t>
            </w:r>
          </w:p>
        </w:tc>
        <w:tc>
          <w:tcPr>
            <w:tcW w:w="984" w:type="dxa"/>
            <w:vAlign w:val="center"/>
          </w:tcPr>
          <w:p w14:paraId="112CFBF8" w14:textId="77777777" w:rsidR="002A0849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05CB132B" w14:textId="77777777" w:rsidR="002A0849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5AAB0354" w14:textId="77777777" w:rsidR="002A0849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6DAB9BE2" w14:textId="77777777" w:rsidR="002A0849" w:rsidRDefault="00000000">
            <w:pPr>
              <w:jc w:val="center"/>
            </w:pPr>
            <w:r>
              <w:t>0.14</w:t>
            </w:r>
          </w:p>
        </w:tc>
        <w:tc>
          <w:tcPr>
            <w:tcW w:w="1188" w:type="dxa"/>
            <w:vAlign w:val="center"/>
          </w:tcPr>
          <w:p w14:paraId="6B881C4B" w14:textId="77777777" w:rsidR="002A0849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2A0849" w14:paraId="548620C4" w14:textId="77777777">
        <w:tc>
          <w:tcPr>
            <w:tcW w:w="792" w:type="dxa"/>
            <w:vMerge w:val="restart"/>
            <w:vAlign w:val="center"/>
          </w:tcPr>
          <w:p w14:paraId="57F4D002" w14:textId="77777777" w:rsidR="002A0849" w:rsidRDefault="00000000">
            <w:pPr>
              <w:jc w:val="center"/>
            </w:pPr>
            <w:r>
              <w:t>东向</w:t>
            </w:r>
          </w:p>
        </w:tc>
        <w:tc>
          <w:tcPr>
            <w:tcW w:w="1301" w:type="dxa"/>
            <w:vAlign w:val="center"/>
          </w:tcPr>
          <w:p w14:paraId="65DCCFF7" w14:textId="77777777" w:rsidR="002A0849" w:rsidRDefault="00000000">
            <w:pPr>
              <w:jc w:val="center"/>
            </w:pPr>
            <w:r>
              <w:t>X003</w:t>
            </w:r>
          </w:p>
        </w:tc>
        <w:tc>
          <w:tcPr>
            <w:tcW w:w="984" w:type="dxa"/>
            <w:vAlign w:val="center"/>
          </w:tcPr>
          <w:p w14:paraId="63231E81" w14:textId="77777777" w:rsidR="002A0849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55562AA8" w14:textId="77777777" w:rsidR="002A0849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65AF492B" w14:textId="77777777" w:rsidR="002A0849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1096E42B" w14:textId="77777777" w:rsidR="002A0849" w:rsidRDefault="00000000">
            <w:pPr>
              <w:jc w:val="center"/>
            </w:pPr>
            <w:r>
              <w:t>0.19</w:t>
            </w:r>
          </w:p>
        </w:tc>
        <w:tc>
          <w:tcPr>
            <w:tcW w:w="1188" w:type="dxa"/>
            <w:vAlign w:val="center"/>
          </w:tcPr>
          <w:p w14:paraId="07BC0E88" w14:textId="77777777" w:rsidR="002A0849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2A0849" w14:paraId="109A64F4" w14:textId="77777777">
        <w:tc>
          <w:tcPr>
            <w:tcW w:w="792" w:type="dxa"/>
            <w:vMerge/>
            <w:vAlign w:val="center"/>
          </w:tcPr>
          <w:p w14:paraId="38A3E33C" w14:textId="77777777" w:rsidR="002A0849" w:rsidRDefault="002A0849">
            <w:pPr>
              <w:jc w:val="center"/>
            </w:pPr>
          </w:p>
        </w:tc>
        <w:tc>
          <w:tcPr>
            <w:tcW w:w="1301" w:type="dxa"/>
            <w:vAlign w:val="center"/>
          </w:tcPr>
          <w:p w14:paraId="02513B15" w14:textId="77777777" w:rsidR="002A0849" w:rsidRDefault="00000000">
            <w:pPr>
              <w:jc w:val="center"/>
            </w:pPr>
            <w:r>
              <w:t>X004</w:t>
            </w:r>
          </w:p>
        </w:tc>
        <w:tc>
          <w:tcPr>
            <w:tcW w:w="984" w:type="dxa"/>
            <w:vAlign w:val="center"/>
          </w:tcPr>
          <w:p w14:paraId="015456A5" w14:textId="77777777" w:rsidR="002A0849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1B8CAC65" w14:textId="77777777" w:rsidR="002A0849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7EBE6EDB" w14:textId="77777777" w:rsidR="002A0849" w:rsidRDefault="00000000">
            <w:pPr>
              <w:jc w:val="center"/>
            </w:pPr>
            <w:r>
              <w:t>1.50</w:t>
            </w:r>
          </w:p>
        </w:tc>
        <w:tc>
          <w:tcPr>
            <w:tcW w:w="1018" w:type="dxa"/>
            <w:vAlign w:val="center"/>
          </w:tcPr>
          <w:p w14:paraId="6AAFC240" w14:textId="77777777" w:rsidR="002A0849" w:rsidRDefault="00000000">
            <w:pPr>
              <w:jc w:val="center"/>
            </w:pPr>
            <w:r>
              <w:t>0.36</w:t>
            </w:r>
          </w:p>
        </w:tc>
        <w:tc>
          <w:tcPr>
            <w:tcW w:w="1188" w:type="dxa"/>
            <w:vAlign w:val="center"/>
          </w:tcPr>
          <w:p w14:paraId="73BC0F0D" w14:textId="77777777" w:rsidR="002A0849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2A0849" w14:paraId="27953C31" w14:textId="77777777">
        <w:tc>
          <w:tcPr>
            <w:tcW w:w="792" w:type="dxa"/>
            <w:vMerge w:val="restart"/>
            <w:vAlign w:val="center"/>
          </w:tcPr>
          <w:p w14:paraId="0E1FA89B" w14:textId="77777777" w:rsidR="002A0849" w:rsidRDefault="00000000">
            <w:pPr>
              <w:jc w:val="center"/>
            </w:pPr>
            <w:r>
              <w:lastRenderedPageBreak/>
              <w:t>西向</w:t>
            </w:r>
          </w:p>
        </w:tc>
        <w:tc>
          <w:tcPr>
            <w:tcW w:w="1301" w:type="dxa"/>
            <w:vAlign w:val="center"/>
          </w:tcPr>
          <w:p w14:paraId="6F93EC1E" w14:textId="77777777" w:rsidR="002A0849" w:rsidRDefault="00000000">
            <w:pPr>
              <w:jc w:val="center"/>
            </w:pPr>
            <w:r>
              <w:t>X005</w:t>
            </w:r>
          </w:p>
        </w:tc>
        <w:tc>
          <w:tcPr>
            <w:tcW w:w="984" w:type="dxa"/>
            <w:vAlign w:val="center"/>
          </w:tcPr>
          <w:p w14:paraId="18D62261" w14:textId="77777777" w:rsidR="002A0849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69F190DE" w14:textId="77777777" w:rsidR="002A0849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734F863D" w14:textId="77777777" w:rsidR="002A0849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4CDDBA16" w14:textId="77777777" w:rsidR="002A0849" w:rsidRDefault="00000000">
            <w:pPr>
              <w:jc w:val="center"/>
            </w:pPr>
            <w:r>
              <w:t>0.20</w:t>
            </w:r>
          </w:p>
        </w:tc>
        <w:tc>
          <w:tcPr>
            <w:tcW w:w="1188" w:type="dxa"/>
            <w:vAlign w:val="center"/>
          </w:tcPr>
          <w:p w14:paraId="7138B56E" w14:textId="77777777" w:rsidR="002A0849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2A0849" w14:paraId="782431AE" w14:textId="77777777">
        <w:tc>
          <w:tcPr>
            <w:tcW w:w="792" w:type="dxa"/>
            <w:vMerge/>
            <w:vAlign w:val="center"/>
          </w:tcPr>
          <w:p w14:paraId="2332E7C3" w14:textId="77777777" w:rsidR="002A0849" w:rsidRDefault="002A0849">
            <w:pPr>
              <w:jc w:val="center"/>
            </w:pPr>
          </w:p>
        </w:tc>
        <w:tc>
          <w:tcPr>
            <w:tcW w:w="1301" w:type="dxa"/>
            <w:vAlign w:val="center"/>
          </w:tcPr>
          <w:p w14:paraId="72F1F403" w14:textId="77777777" w:rsidR="002A0849" w:rsidRDefault="00000000">
            <w:pPr>
              <w:jc w:val="center"/>
            </w:pPr>
            <w:r>
              <w:t>X006</w:t>
            </w:r>
          </w:p>
        </w:tc>
        <w:tc>
          <w:tcPr>
            <w:tcW w:w="984" w:type="dxa"/>
            <w:vAlign w:val="center"/>
          </w:tcPr>
          <w:p w14:paraId="472AFE91" w14:textId="77777777" w:rsidR="002A0849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5774D4AB" w14:textId="77777777" w:rsidR="002A0849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380F95B7" w14:textId="77777777" w:rsidR="002A0849" w:rsidRDefault="00000000">
            <w:pPr>
              <w:jc w:val="center"/>
            </w:pPr>
            <w:r>
              <w:t>1.50</w:t>
            </w:r>
          </w:p>
        </w:tc>
        <w:tc>
          <w:tcPr>
            <w:tcW w:w="1018" w:type="dxa"/>
            <w:vAlign w:val="center"/>
          </w:tcPr>
          <w:p w14:paraId="48EF4F0B" w14:textId="77777777" w:rsidR="002A0849" w:rsidRDefault="00000000">
            <w:pPr>
              <w:jc w:val="center"/>
            </w:pPr>
            <w:r>
              <w:t>0.35</w:t>
            </w:r>
          </w:p>
        </w:tc>
        <w:tc>
          <w:tcPr>
            <w:tcW w:w="1188" w:type="dxa"/>
            <w:vAlign w:val="center"/>
          </w:tcPr>
          <w:p w14:paraId="1FB8305D" w14:textId="77777777" w:rsidR="002A0849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2A0849" w14:paraId="5F9AE6F1" w14:textId="77777777">
        <w:tc>
          <w:tcPr>
            <w:tcW w:w="792" w:type="dxa"/>
            <w:vMerge/>
            <w:vAlign w:val="center"/>
          </w:tcPr>
          <w:p w14:paraId="1F92CE82" w14:textId="77777777" w:rsidR="002A0849" w:rsidRDefault="002A0849">
            <w:pPr>
              <w:jc w:val="center"/>
            </w:pPr>
          </w:p>
        </w:tc>
        <w:tc>
          <w:tcPr>
            <w:tcW w:w="1301" w:type="dxa"/>
            <w:vAlign w:val="center"/>
          </w:tcPr>
          <w:p w14:paraId="5E091316" w14:textId="77777777" w:rsidR="002A0849" w:rsidRDefault="00000000">
            <w:pPr>
              <w:jc w:val="center"/>
            </w:pPr>
            <w:r>
              <w:t>X011</w:t>
            </w:r>
          </w:p>
        </w:tc>
        <w:tc>
          <w:tcPr>
            <w:tcW w:w="984" w:type="dxa"/>
            <w:vAlign w:val="center"/>
          </w:tcPr>
          <w:p w14:paraId="1D2E263C" w14:textId="77777777" w:rsidR="002A0849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0E7D8D36" w14:textId="77777777" w:rsidR="002A0849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019F1A0D" w14:textId="77777777" w:rsidR="002A0849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4FB7187F" w14:textId="77777777" w:rsidR="002A0849" w:rsidRDefault="00000000">
            <w:pPr>
              <w:jc w:val="center"/>
            </w:pPr>
            <w:r>
              <w:t>0.20</w:t>
            </w:r>
          </w:p>
        </w:tc>
        <w:tc>
          <w:tcPr>
            <w:tcW w:w="1188" w:type="dxa"/>
            <w:vAlign w:val="center"/>
          </w:tcPr>
          <w:p w14:paraId="3E33ADAF" w14:textId="77777777" w:rsidR="002A0849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2A0849" w14:paraId="5A4F5BD8" w14:textId="77777777">
        <w:tc>
          <w:tcPr>
            <w:tcW w:w="792" w:type="dxa"/>
            <w:vMerge/>
            <w:vAlign w:val="center"/>
          </w:tcPr>
          <w:p w14:paraId="549A999F" w14:textId="77777777" w:rsidR="002A0849" w:rsidRDefault="002A0849">
            <w:pPr>
              <w:jc w:val="center"/>
            </w:pPr>
          </w:p>
        </w:tc>
        <w:tc>
          <w:tcPr>
            <w:tcW w:w="1301" w:type="dxa"/>
            <w:vAlign w:val="center"/>
          </w:tcPr>
          <w:p w14:paraId="4A043C15" w14:textId="77777777" w:rsidR="002A0849" w:rsidRDefault="00000000">
            <w:pPr>
              <w:jc w:val="center"/>
            </w:pPr>
            <w:r>
              <w:t>X012</w:t>
            </w:r>
          </w:p>
        </w:tc>
        <w:tc>
          <w:tcPr>
            <w:tcW w:w="984" w:type="dxa"/>
            <w:vAlign w:val="center"/>
          </w:tcPr>
          <w:p w14:paraId="1F81CADF" w14:textId="77777777" w:rsidR="002A0849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51508D4D" w14:textId="77777777" w:rsidR="002A0849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1A4996F8" w14:textId="77777777" w:rsidR="002A0849" w:rsidRDefault="00000000">
            <w:pPr>
              <w:jc w:val="center"/>
            </w:pPr>
            <w:r>
              <w:t>1.50</w:t>
            </w:r>
          </w:p>
        </w:tc>
        <w:tc>
          <w:tcPr>
            <w:tcW w:w="1018" w:type="dxa"/>
            <w:vAlign w:val="center"/>
          </w:tcPr>
          <w:p w14:paraId="14317353" w14:textId="77777777" w:rsidR="002A0849" w:rsidRDefault="00000000">
            <w:pPr>
              <w:jc w:val="center"/>
            </w:pPr>
            <w:r>
              <w:t>0.48</w:t>
            </w:r>
          </w:p>
        </w:tc>
        <w:tc>
          <w:tcPr>
            <w:tcW w:w="1188" w:type="dxa"/>
            <w:vAlign w:val="center"/>
          </w:tcPr>
          <w:p w14:paraId="4821F8B7" w14:textId="77777777" w:rsidR="002A0849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2A0849" w14:paraId="4429CC83" w14:textId="77777777">
        <w:tc>
          <w:tcPr>
            <w:tcW w:w="2093" w:type="dxa"/>
            <w:gridSpan w:val="2"/>
            <w:shd w:val="clear" w:color="auto" w:fill="E6E6E6"/>
            <w:vAlign w:val="center"/>
          </w:tcPr>
          <w:p w14:paraId="318365BB" w14:textId="77777777" w:rsidR="002A0849" w:rsidRDefault="00000000">
            <w:r>
              <w:t>标准依据</w:t>
            </w:r>
          </w:p>
        </w:tc>
        <w:tc>
          <w:tcPr>
            <w:tcW w:w="7236" w:type="dxa"/>
            <w:gridSpan w:val="5"/>
            <w:vAlign w:val="center"/>
          </w:tcPr>
          <w:p w14:paraId="18E27EDE" w14:textId="77777777" w:rsidR="002A0849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3.1.9</w:t>
            </w:r>
            <w:r>
              <w:t>条</w:t>
            </w:r>
          </w:p>
        </w:tc>
      </w:tr>
      <w:tr w:rsidR="002A0849" w14:paraId="75231927" w14:textId="77777777">
        <w:tc>
          <w:tcPr>
            <w:tcW w:w="2093" w:type="dxa"/>
            <w:gridSpan w:val="2"/>
            <w:shd w:val="clear" w:color="auto" w:fill="E6E6E6"/>
            <w:vAlign w:val="center"/>
          </w:tcPr>
          <w:p w14:paraId="12978A78" w14:textId="77777777" w:rsidR="002A0849" w:rsidRDefault="00000000">
            <w:r>
              <w:t>标准要求</w:t>
            </w:r>
          </w:p>
        </w:tc>
        <w:tc>
          <w:tcPr>
            <w:tcW w:w="7236" w:type="dxa"/>
            <w:gridSpan w:val="5"/>
            <w:vAlign w:val="center"/>
          </w:tcPr>
          <w:p w14:paraId="5AA7DF01" w14:textId="77777777" w:rsidR="002A0849" w:rsidRDefault="00000000">
            <w:r>
              <w:t>K</w:t>
            </w:r>
            <w:r>
              <w:t>值应满足表</w:t>
            </w:r>
            <w:r>
              <w:t>3.1.9-1</w:t>
            </w:r>
            <w:r>
              <w:t>、</w:t>
            </w:r>
            <w:r>
              <w:t>3.1.9-2</w:t>
            </w:r>
            <w:r>
              <w:t>的要求</w:t>
            </w:r>
          </w:p>
        </w:tc>
      </w:tr>
      <w:tr w:rsidR="002A0849" w14:paraId="549396E5" w14:textId="77777777">
        <w:tc>
          <w:tcPr>
            <w:tcW w:w="2093" w:type="dxa"/>
            <w:gridSpan w:val="2"/>
            <w:shd w:val="clear" w:color="auto" w:fill="E6E6E6"/>
            <w:vAlign w:val="center"/>
          </w:tcPr>
          <w:p w14:paraId="5E88EDAB" w14:textId="77777777" w:rsidR="002A0849" w:rsidRDefault="00000000">
            <w:r>
              <w:t>结论</w:t>
            </w:r>
          </w:p>
        </w:tc>
        <w:tc>
          <w:tcPr>
            <w:tcW w:w="7236" w:type="dxa"/>
            <w:gridSpan w:val="5"/>
            <w:vAlign w:val="center"/>
          </w:tcPr>
          <w:p w14:paraId="4612A6BE" w14:textId="77777777" w:rsidR="002A0849" w:rsidRDefault="00000000">
            <w:r>
              <w:rPr>
                <w:color w:val="FF0000"/>
              </w:rPr>
              <w:t>不满足</w:t>
            </w:r>
          </w:p>
        </w:tc>
      </w:tr>
    </w:tbl>
    <w:p w14:paraId="3D10C128" w14:textId="77777777" w:rsidR="002A0849" w:rsidRDefault="00000000">
      <w:pPr>
        <w:pStyle w:val="3"/>
      </w:pPr>
      <w:r>
        <w:t>外遮阳类型</w:t>
      </w:r>
    </w:p>
    <w:p w14:paraId="46CEFFEF" w14:textId="77777777" w:rsidR="002A0849" w:rsidRDefault="00000000">
      <w:r>
        <w:tab/>
      </w:r>
      <w:r>
        <w:t>本工程无此项内容</w:t>
      </w:r>
    </w:p>
    <w:p w14:paraId="0E3D5CF4" w14:textId="77777777" w:rsidR="002A0849" w:rsidRDefault="00000000">
      <w:pPr>
        <w:pStyle w:val="3"/>
      </w:pPr>
      <w:r>
        <w:t>外窗太阳得热系数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2"/>
        <w:gridCol w:w="1302"/>
        <w:gridCol w:w="984"/>
        <w:gridCol w:w="2010"/>
        <w:gridCol w:w="2038"/>
        <w:gridCol w:w="1018"/>
        <w:gridCol w:w="1189"/>
      </w:tblGrid>
      <w:tr w:rsidR="002A0849" w14:paraId="1C412B19" w14:textId="77777777">
        <w:tc>
          <w:tcPr>
            <w:tcW w:w="792" w:type="dxa"/>
            <w:shd w:val="clear" w:color="auto" w:fill="E6E6E6"/>
            <w:vAlign w:val="center"/>
          </w:tcPr>
          <w:p w14:paraId="6323AA0C" w14:textId="77777777" w:rsidR="002A0849" w:rsidRDefault="00000000">
            <w:pPr>
              <w:jc w:val="center"/>
            </w:pPr>
            <w:r>
              <w:t>朝向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6A3F6B0B" w14:textId="77777777" w:rsidR="002A0849" w:rsidRDefault="00000000">
            <w:pPr>
              <w:jc w:val="center"/>
            </w:pPr>
            <w:r>
              <w:t>房间编号</w:t>
            </w:r>
          </w:p>
        </w:tc>
        <w:tc>
          <w:tcPr>
            <w:tcW w:w="984" w:type="dxa"/>
            <w:shd w:val="clear" w:color="auto" w:fill="E6E6E6"/>
            <w:vAlign w:val="center"/>
          </w:tcPr>
          <w:p w14:paraId="1DFA794A" w14:textId="77777777" w:rsidR="002A0849" w:rsidRDefault="00000000">
            <w:pPr>
              <w:jc w:val="center"/>
            </w:pPr>
            <w:r>
              <w:t>窗构造</w:t>
            </w:r>
            <w:r>
              <w:br/>
            </w:r>
            <w:r>
              <w:t>编号</w:t>
            </w:r>
          </w:p>
        </w:tc>
        <w:tc>
          <w:tcPr>
            <w:tcW w:w="2009" w:type="dxa"/>
            <w:shd w:val="clear" w:color="auto" w:fill="E6E6E6"/>
            <w:vAlign w:val="center"/>
          </w:tcPr>
          <w:p w14:paraId="2D0BBBC3" w14:textId="77777777" w:rsidR="002A0849" w:rsidRDefault="00000000">
            <w:pPr>
              <w:jc w:val="center"/>
            </w:pPr>
            <w:r>
              <w:t>夏季综合太阳得热系数</w:t>
            </w:r>
          </w:p>
        </w:tc>
        <w:tc>
          <w:tcPr>
            <w:tcW w:w="2037" w:type="dxa"/>
            <w:shd w:val="clear" w:color="auto" w:fill="E6E6E6"/>
            <w:vAlign w:val="center"/>
          </w:tcPr>
          <w:p w14:paraId="362F044D" w14:textId="77777777" w:rsidR="002A0849" w:rsidRDefault="00000000">
            <w:pPr>
              <w:jc w:val="center"/>
            </w:pPr>
            <w:r>
              <w:t>标准要求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44C4DD5B" w14:textId="77777777" w:rsidR="002A0849" w:rsidRDefault="00000000">
            <w:pPr>
              <w:jc w:val="center"/>
            </w:pPr>
            <w:r>
              <w:t>窗墙比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4F6CCEAA" w14:textId="77777777" w:rsidR="002A0849" w:rsidRDefault="00000000">
            <w:pPr>
              <w:jc w:val="center"/>
            </w:pPr>
            <w:r>
              <w:t>是否满足</w:t>
            </w:r>
          </w:p>
        </w:tc>
      </w:tr>
      <w:tr w:rsidR="002A0849" w14:paraId="5102F609" w14:textId="77777777">
        <w:tc>
          <w:tcPr>
            <w:tcW w:w="792" w:type="dxa"/>
            <w:vAlign w:val="center"/>
          </w:tcPr>
          <w:p w14:paraId="0B1F21AC" w14:textId="77777777" w:rsidR="002A0849" w:rsidRDefault="00000000">
            <w:pPr>
              <w:jc w:val="center"/>
            </w:pPr>
            <w:r>
              <w:t>东向</w:t>
            </w:r>
          </w:p>
        </w:tc>
        <w:tc>
          <w:tcPr>
            <w:tcW w:w="1301" w:type="dxa"/>
            <w:vAlign w:val="center"/>
          </w:tcPr>
          <w:p w14:paraId="445B70D1" w14:textId="77777777" w:rsidR="002A0849" w:rsidRDefault="00000000">
            <w:pPr>
              <w:jc w:val="center"/>
            </w:pPr>
            <w:r>
              <w:t>X004</w:t>
            </w:r>
          </w:p>
        </w:tc>
        <w:tc>
          <w:tcPr>
            <w:tcW w:w="984" w:type="dxa"/>
            <w:vAlign w:val="center"/>
          </w:tcPr>
          <w:p w14:paraId="0303D7A6" w14:textId="77777777" w:rsidR="002A0849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4574A6FD" w14:textId="77777777" w:rsidR="002A0849" w:rsidRDefault="00000000">
            <w:pPr>
              <w:jc w:val="center"/>
            </w:pPr>
            <w:r>
              <w:t>0.65</w:t>
            </w:r>
          </w:p>
        </w:tc>
        <w:tc>
          <w:tcPr>
            <w:tcW w:w="2037" w:type="dxa"/>
            <w:vAlign w:val="center"/>
          </w:tcPr>
          <w:p w14:paraId="27370DC8" w14:textId="77777777" w:rsidR="002A0849" w:rsidRDefault="00000000">
            <w:pPr>
              <w:jc w:val="center"/>
            </w:pPr>
            <w:r>
              <w:t>0.55</w:t>
            </w:r>
          </w:p>
        </w:tc>
        <w:tc>
          <w:tcPr>
            <w:tcW w:w="1018" w:type="dxa"/>
            <w:vAlign w:val="center"/>
          </w:tcPr>
          <w:p w14:paraId="06188248" w14:textId="77777777" w:rsidR="002A0849" w:rsidRDefault="00000000">
            <w:pPr>
              <w:jc w:val="center"/>
            </w:pPr>
            <w:r>
              <w:t>0.36</w:t>
            </w:r>
          </w:p>
        </w:tc>
        <w:tc>
          <w:tcPr>
            <w:tcW w:w="1188" w:type="dxa"/>
            <w:vAlign w:val="center"/>
          </w:tcPr>
          <w:p w14:paraId="754AC8B6" w14:textId="77777777" w:rsidR="002A0849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2A0849" w14:paraId="16C62AD5" w14:textId="77777777">
        <w:tc>
          <w:tcPr>
            <w:tcW w:w="792" w:type="dxa"/>
            <w:vMerge w:val="restart"/>
            <w:vAlign w:val="center"/>
          </w:tcPr>
          <w:p w14:paraId="79A5A449" w14:textId="77777777" w:rsidR="002A0849" w:rsidRDefault="00000000">
            <w:pPr>
              <w:jc w:val="center"/>
            </w:pPr>
            <w:r>
              <w:t>西向</w:t>
            </w:r>
          </w:p>
        </w:tc>
        <w:tc>
          <w:tcPr>
            <w:tcW w:w="1301" w:type="dxa"/>
            <w:vAlign w:val="center"/>
          </w:tcPr>
          <w:p w14:paraId="629C8FBC" w14:textId="77777777" w:rsidR="002A0849" w:rsidRDefault="00000000">
            <w:pPr>
              <w:jc w:val="center"/>
            </w:pPr>
            <w:r>
              <w:t>X006</w:t>
            </w:r>
          </w:p>
        </w:tc>
        <w:tc>
          <w:tcPr>
            <w:tcW w:w="984" w:type="dxa"/>
            <w:vAlign w:val="center"/>
          </w:tcPr>
          <w:p w14:paraId="2B430C05" w14:textId="77777777" w:rsidR="002A0849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4630E4CC" w14:textId="77777777" w:rsidR="002A0849" w:rsidRDefault="00000000">
            <w:pPr>
              <w:jc w:val="center"/>
            </w:pPr>
            <w:r>
              <w:t>0.65</w:t>
            </w:r>
          </w:p>
        </w:tc>
        <w:tc>
          <w:tcPr>
            <w:tcW w:w="2037" w:type="dxa"/>
            <w:vAlign w:val="center"/>
          </w:tcPr>
          <w:p w14:paraId="5CC63CCD" w14:textId="77777777" w:rsidR="002A0849" w:rsidRDefault="00000000">
            <w:pPr>
              <w:jc w:val="center"/>
            </w:pPr>
            <w:r>
              <w:t>0.55</w:t>
            </w:r>
          </w:p>
        </w:tc>
        <w:tc>
          <w:tcPr>
            <w:tcW w:w="1018" w:type="dxa"/>
            <w:vAlign w:val="center"/>
          </w:tcPr>
          <w:p w14:paraId="3C176462" w14:textId="77777777" w:rsidR="002A0849" w:rsidRDefault="00000000">
            <w:pPr>
              <w:jc w:val="center"/>
            </w:pPr>
            <w:r>
              <w:t>0.35</w:t>
            </w:r>
          </w:p>
        </w:tc>
        <w:tc>
          <w:tcPr>
            <w:tcW w:w="1188" w:type="dxa"/>
            <w:vAlign w:val="center"/>
          </w:tcPr>
          <w:p w14:paraId="6872CA42" w14:textId="77777777" w:rsidR="002A0849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2A0849" w14:paraId="4E16B38D" w14:textId="77777777">
        <w:tc>
          <w:tcPr>
            <w:tcW w:w="792" w:type="dxa"/>
            <w:vMerge/>
            <w:vAlign w:val="center"/>
          </w:tcPr>
          <w:p w14:paraId="4B65F396" w14:textId="77777777" w:rsidR="002A0849" w:rsidRDefault="002A0849">
            <w:pPr>
              <w:jc w:val="center"/>
            </w:pPr>
          </w:p>
        </w:tc>
        <w:tc>
          <w:tcPr>
            <w:tcW w:w="1301" w:type="dxa"/>
            <w:vAlign w:val="center"/>
          </w:tcPr>
          <w:p w14:paraId="213EA2E7" w14:textId="77777777" w:rsidR="002A0849" w:rsidRDefault="00000000">
            <w:pPr>
              <w:jc w:val="center"/>
            </w:pPr>
            <w:r>
              <w:t>X012</w:t>
            </w:r>
          </w:p>
        </w:tc>
        <w:tc>
          <w:tcPr>
            <w:tcW w:w="984" w:type="dxa"/>
            <w:vAlign w:val="center"/>
          </w:tcPr>
          <w:p w14:paraId="7AFC307C" w14:textId="77777777" w:rsidR="002A0849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37DD0A92" w14:textId="77777777" w:rsidR="002A0849" w:rsidRDefault="00000000">
            <w:pPr>
              <w:jc w:val="center"/>
            </w:pPr>
            <w:r>
              <w:t>0.65</w:t>
            </w:r>
          </w:p>
        </w:tc>
        <w:tc>
          <w:tcPr>
            <w:tcW w:w="2037" w:type="dxa"/>
            <w:vAlign w:val="center"/>
          </w:tcPr>
          <w:p w14:paraId="35EB50E4" w14:textId="77777777" w:rsidR="002A0849" w:rsidRDefault="00000000">
            <w:pPr>
              <w:jc w:val="center"/>
            </w:pPr>
            <w:r>
              <w:t>0.55</w:t>
            </w:r>
          </w:p>
        </w:tc>
        <w:tc>
          <w:tcPr>
            <w:tcW w:w="1018" w:type="dxa"/>
            <w:vAlign w:val="center"/>
          </w:tcPr>
          <w:p w14:paraId="1F8B0A1B" w14:textId="77777777" w:rsidR="002A0849" w:rsidRDefault="00000000">
            <w:pPr>
              <w:jc w:val="center"/>
            </w:pPr>
            <w:r>
              <w:t>0.48</w:t>
            </w:r>
          </w:p>
        </w:tc>
        <w:tc>
          <w:tcPr>
            <w:tcW w:w="1188" w:type="dxa"/>
            <w:vAlign w:val="center"/>
          </w:tcPr>
          <w:p w14:paraId="340F6807" w14:textId="77777777" w:rsidR="002A0849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2A0849" w14:paraId="4B32D181" w14:textId="77777777">
        <w:tc>
          <w:tcPr>
            <w:tcW w:w="2093" w:type="dxa"/>
            <w:gridSpan w:val="2"/>
            <w:shd w:val="clear" w:color="auto" w:fill="E6E6E6"/>
            <w:vAlign w:val="center"/>
          </w:tcPr>
          <w:p w14:paraId="57F30E59" w14:textId="77777777" w:rsidR="002A0849" w:rsidRDefault="00000000">
            <w:r>
              <w:t>标准依据</w:t>
            </w:r>
          </w:p>
        </w:tc>
        <w:tc>
          <w:tcPr>
            <w:tcW w:w="7236" w:type="dxa"/>
            <w:gridSpan w:val="5"/>
            <w:vAlign w:val="center"/>
          </w:tcPr>
          <w:p w14:paraId="227A5C47" w14:textId="77777777" w:rsidR="002A0849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3.1.9</w:t>
            </w:r>
            <w:r>
              <w:t>条</w:t>
            </w:r>
          </w:p>
        </w:tc>
      </w:tr>
      <w:tr w:rsidR="002A0849" w14:paraId="173B7A8D" w14:textId="77777777">
        <w:tc>
          <w:tcPr>
            <w:tcW w:w="2093" w:type="dxa"/>
            <w:gridSpan w:val="2"/>
            <w:shd w:val="clear" w:color="auto" w:fill="E6E6E6"/>
            <w:vAlign w:val="center"/>
          </w:tcPr>
          <w:p w14:paraId="779C272A" w14:textId="77777777" w:rsidR="002A0849" w:rsidRDefault="00000000">
            <w:r>
              <w:t>标准要求</w:t>
            </w:r>
          </w:p>
        </w:tc>
        <w:tc>
          <w:tcPr>
            <w:tcW w:w="7236" w:type="dxa"/>
            <w:gridSpan w:val="5"/>
            <w:vAlign w:val="center"/>
          </w:tcPr>
          <w:p w14:paraId="3C976647" w14:textId="77777777" w:rsidR="002A0849" w:rsidRDefault="00000000">
            <w:r>
              <w:t>寒冷（</w:t>
            </w:r>
            <w:r>
              <w:t>B</w:t>
            </w:r>
            <w:r>
              <w:t>）区夏季外窗太阳得热系数不应大于表</w:t>
            </w:r>
            <w:r>
              <w:t>3.1.9-2</w:t>
            </w:r>
            <w:r>
              <w:t>的要求。</w:t>
            </w:r>
          </w:p>
        </w:tc>
      </w:tr>
      <w:tr w:rsidR="002A0849" w14:paraId="0DFC1789" w14:textId="77777777">
        <w:tc>
          <w:tcPr>
            <w:tcW w:w="2093" w:type="dxa"/>
            <w:gridSpan w:val="2"/>
            <w:shd w:val="clear" w:color="auto" w:fill="E6E6E6"/>
            <w:vAlign w:val="center"/>
          </w:tcPr>
          <w:p w14:paraId="5FD93502" w14:textId="77777777" w:rsidR="002A0849" w:rsidRDefault="00000000">
            <w:r>
              <w:t>结论</w:t>
            </w:r>
          </w:p>
        </w:tc>
        <w:tc>
          <w:tcPr>
            <w:tcW w:w="7236" w:type="dxa"/>
            <w:gridSpan w:val="5"/>
            <w:vAlign w:val="center"/>
          </w:tcPr>
          <w:p w14:paraId="2AD37A00" w14:textId="77777777" w:rsidR="002A0849" w:rsidRDefault="00000000">
            <w:r>
              <w:rPr>
                <w:color w:val="FF0000"/>
              </w:rPr>
              <w:t>不满足</w:t>
            </w:r>
          </w:p>
        </w:tc>
      </w:tr>
    </w:tbl>
    <w:p w14:paraId="1B1FABD4" w14:textId="77777777" w:rsidR="002A0849" w:rsidRDefault="00000000">
      <w:r>
        <w:t>注：达标朝向只列出一项，不达标朝向列出全部不达标项</w:t>
      </w:r>
    </w:p>
    <w:p w14:paraId="290F9B50" w14:textId="77777777" w:rsidR="002A0849" w:rsidRDefault="00000000">
      <w:pPr>
        <w:pStyle w:val="2"/>
      </w:pPr>
      <w:r>
        <w:t>周边地面</w:t>
      </w:r>
    </w:p>
    <w:p w14:paraId="56C627D9" w14:textId="77777777" w:rsidR="002A0849" w:rsidRDefault="00000000">
      <w:r>
        <w:tab/>
      </w:r>
      <w:r>
        <w:t>本工程无此项内容</w:t>
      </w:r>
    </w:p>
    <w:p w14:paraId="0AF39D3B" w14:textId="77777777" w:rsidR="002A0849" w:rsidRDefault="00000000">
      <w:pPr>
        <w:pStyle w:val="2"/>
      </w:pPr>
      <w:r>
        <w:t>非周边地面</w:t>
      </w:r>
    </w:p>
    <w:p w14:paraId="3EE39B67" w14:textId="77777777" w:rsidR="002A0849" w:rsidRDefault="00000000">
      <w:pPr>
        <w:pStyle w:val="3"/>
      </w:pPr>
      <w:r>
        <w:t>非周边地面构造一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2A0849" w14:paraId="2A8E75F2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3CCD9662" w14:textId="77777777" w:rsidR="002A0849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60F10E2" w14:textId="77777777" w:rsidR="002A0849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B077B6D" w14:textId="77777777" w:rsidR="002A0849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916EFD1" w14:textId="77777777" w:rsidR="002A0849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FFB226F" w14:textId="77777777" w:rsidR="002A0849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064B951" w14:textId="77777777" w:rsidR="002A0849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3262CB8" w14:textId="77777777" w:rsidR="002A0849" w:rsidRDefault="00000000">
            <w:pPr>
              <w:jc w:val="center"/>
            </w:pPr>
            <w:r>
              <w:t>热惰性指标</w:t>
            </w:r>
          </w:p>
        </w:tc>
      </w:tr>
      <w:tr w:rsidR="002A0849" w14:paraId="4805E484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364F9C5B" w14:textId="77777777" w:rsidR="002A0849" w:rsidRDefault="002A0849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272E27ED" w14:textId="77777777" w:rsidR="002A0849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0BE72E9" w14:textId="77777777" w:rsidR="002A0849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54B16E2" w14:textId="77777777" w:rsidR="002A0849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CB9A574" w14:textId="77777777" w:rsidR="002A0849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90D4CAC" w14:textId="77777777" w:rsidR="002A0849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E43544E" w14:textId="77777777" w:rsidR="002A0849" w:rsidRDefault="00000000">
            <w:pPr>
              <w:jc w:val="center"/>
            </w:pPr>
            <w:r>
              <w:t>D=R*S</w:t>
            </w:r>
          </w:p>
        </w:tc>
      </w:tr>
      <w:tr w:rsidR="002A0849" w14:paraId="4CB18F22" w14:textId="77777777">
        <w:tc>
          <w:tcPr>
            <w:tcW w:w="3345" w:type="dxa"/>
            <w:vAlign w:val="center"/>
          </w:tcPr>
          <w:p w14:paraId="251C6DED" w14:textId="77777777" w:rsidR="002A0849" w:rsidRDefault="00000000">
            <w:r>
              <w:rPr>
                <w:color w:val="999999"/>
              </w:rPr>
              <w:t>水泥砂浆</w:t>
            </w:r>
          </w:p>
        </w:tc>
        <w:tc>
          <w:tcPr>
            <w:tcW w:w="848" w:type="dxa"/>
            <w:vAlign w:val="center"/>
          </w:tcPr>
          <w:p w14:paraId="4EB1EBFF" w14:textId="77777777" w:rsidR="002A0849" w:rsidRDefault="00000000">
            <w:r>
              <w:rPr>
                <w:color w:val="999999"/>
              </w:rPr>
              <w:t>20</w:t>
            </w:r>
          </w:p>
        </w:tc>
        <w:tc>
          <w:tcPr>
            <w:tcW w:w="1075" w:type="dxa"/>
            <w:vAlign w:val="center"/>
          </w:tcPr>
          <w:p w14:paraId="1AB779BE" w14:textId="77777777" w:rsidR="002A0849" w:rsidRDefault="00000000">
            <w:r>
              <w:rPr>
                <w:color w:val="999999"/>
              </w:rPr>
              <w:t>0.930</w:t>
            </w:r>
          </w:p>
        </w:tc>
        <w:tc>
          <w:tcPr>
            <w:tcW w:w="1075" w:type="dxa"/>
            <w:vAlign w:val="center"/>
          </w:tcPr>
          <w:p w14:paraId="0BC63B47" w14:textId="77777777" w:rsidR="002A0849" w:rsidRDefault="00000000">
            <w:r>
              <w:rPr>
                <w:color w:val="999999"/>
              </w:rPr>
              <w:t>11.370</w:t>
            </w:r>
          </w:p>
        </w:tc>
        <w:tc>
          <w:tcPr>
            <w:tcW w:w="848" w:type="dxa"/>
            <w:vAlign w:val="center"/>
          </w:tcPr>
          <w:p w14:paraId="4EDCD0AF" w14:textId="77777777" w:rsidR="002A0849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14:paraId="083EA4C4" w14:textId="77777777" w:rsidR="002A0849" w:rsidRDefault="00000000">
            <w:r>
              <w:rPr>
                <w:color w:val="999999"/>
              </w:rPr>
              <w:t>0.022</w:t>
            </w:r>
          </w:p>
        </w:tc>
        <w:tc>
          <w:tcPr>
            <w:tcW w:w="1064" w:type="dxa"/>
            <w:vAlign w:val="center"/>
          </w:tcPr>
          <w:p w14:paraId="6643A8DA" w14:textId="77777777" w:rsidR="002A0849" w:rsidRDefault="00000000">
            <w:r>
              <w:rPr>
                <w:color w:val="999999"/>
              </w:rPr>
              <w:t>0.245</w:t>
            </w:r>
          </w:p>
        </w:tc>
      </w:tr>
      <w:tr w:rsidR="002A0849" w14:paraId="41FE316D" w14:textId="77777777">
        <w:tc>
          <w:tcPr>
            <w:tcW w:w="3345" w:type="dxa"/>
            <w:vAlign w:val="center"/>
          </w:tcPr>
          <w:p w14:paraId="52CCE052" w14:textId="77777777" w:rsidR="002A0849" w:rsidRDefault="00000000">
            <w:r>
              <w:rPr>
                <w:color w:val="999999"/>
              </w:rPr>
              <w:t>钢筋混凝土</w:t>
            </w:r>
          </w:p>
        </w:tc>
        <w:tc>
          <w:tcPr>
            <w:tcW w:w="848" w:type="dxa"/>
            <w:vAlign w:val="center"/>
          </w:tcPr>
          <w:p w14:paraId="18C682E2" w14:textId="77777777" w:rsidR="002A0849" w:rsidRDefault="00000000">
            <w:r>
              <w:rPr>
                <w:color w:val="999999"/>
              </w:rPr>
              <w:t>120</w:t>
            </w:r>
          </w:p>
        </w:tc>
        <w:tc>
          <w:tcPr>
            <w:tcW w:w="1075" w:type="dxa"/>
            <w:vAlign w:val="center"/>
          </w:tcPr>
          <w:p w14:paraId="1297CA75" w14:textId="77777777" w:rsidR="002A0849" w:rsidRDefault="00000000">
            <w:r>
              <w:rPr>
                <w:color w:val="999999"/>
              </w:rPr>
              <w:t>1.740</w:t>
            </w:r>
          </w:p>
        </w:tc>
        <w:tc>
          <w:tcPr>
            <w:tcW w:w="1075" w:type="dxa"/>
            <w:vAlign w:val="center"/>
          </w:tcPr>
          <w:p w14:paraId="643EA060" w14:textId="77777777" w:rsidR="002A0849" w:rsidRDefault="00000000">
            <w:r>
              <w:rPr>
                <w:color w:val="999999"/>
              </w:rPr>
              <w:t>17.200</w:t>
            </w:r>
          </w:p>
        </w:tc>
        <w:tc>
          <w:tcPr>
            <w:tcW w:w="848" w:type="dxa"/>
            <w:vAlign w:val="center"/>
          </w:tcPr>
          <w:p w14:paraId="519B73B7" w14:textId="77777777" w:rsidR="002A0849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14:paraId="53B32273" w14:textId="77777777" w:rsidR="002A0849" w:rsidRDefault="00000000">
            <w:r>
              <w:rPr>
                <w:color w:val="999999"/>
              </w:rPr>
              <w:t>0.069</w:t>
            </w:r>
          </w:p>
        </w:tc>
        <w:tc>
          <w:tcPr>
            <w:tcW w:w="1064" w:type="dxa"/>
            <w:vAlign w:val="center"/>
          </w:tcPr>
          <w:p w14:paraId="1A3D6FFE" w14:textId="77777777" w:rsidR="002A0849" w:rsidRDefault="00000000">
            <w:r>
              <w:rPr>
                <w:color w:val="999999"/>
              </w:rPr>
              <w:t>1.186</w:t>
            </w:r>
          </w:p>
        </w:tc>
      </w:tr>
      <w:tr w:rsidR="002A0849" w14:paraId="5F4AB325" w14:textId="77777777">
        <w:tc>
          <w:tcPr>
            <w:tcW w:w="3345" w:type="dxa"/>
            <w:vAlign w:val="center"/>
          </w:tcPr>
          <w:p w14:paraId="4FBAE762" w14:textId="77777777" w:rsidR="002A0849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504B6AB3" w14:textId="77777777" w:rsidR="002A0849" w:rsidRDefault="00000000">
            <w:r>
              <w:t>140</w:t>
            </w:r>
          </w:p>
        </w:tc>
        <w:tc>
          <w:tcPr>
            <w:tcW w:w="1075" w:type="dxa"/>
            <w:vAlign w:val="center"/>
          </w:tcPr>
          <w:p w14:paraId="78493588" w14:textId="77777777" w:rsidR="002A0849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2B97A0D0" w14:textId="77777777" w:rsidR="002A0849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73010F85" w14:textId="77777777" w:rsidR="002A0849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0ABD57DB" w14:textId="77777777" w:rsidR="002A0849" w:rsidRDefault="00000000">
            <w:r>
              <w:t>0.090</w:t>
            </w:r>
          </w:p>
        </w:tc>
        <w:tc>
          <w:tcPr>
            <w:tcW w:w="1064" w:type="dxa"/>
            <w:vAlign w:val="center"/>
          </w:tcPr>
          <w:p w14:paraId="1CE02DD3" w14:textId="77777777" w:rsidR="002A0849" w:rsidRDefault="00000000">
            <w:r>
              <w:t>1.431</w:t>
            </w:r>
          </w:p>
        </w:tc>
      </w:tr>
      <w:tr w:rsidR="002A0849" w14:paraId="016CE0F2" w14:textId="77777777">
        <w:tc>
          <w:tcPr>
            <w:tcW w:w="3345" w:type="dxa"/>
            <w:shd w:val="clear" w:color="auto" w:fill="E6E6E6"/>
            <w:vAlign w:val="center"/>
          </w:tcPr>
          <w:p w14:paraId="4FC774D2" w14:textId="77777777" w:rsidR="002A0849" w:rsidRDefault="00000000">
            <w:r>
              <w:t>保温材料层</w:t>
            </w:r>
            <w:r>
              <w:t>R</w:t>
            </w:r>
          </w:p>
        </w:tc>
        <w:tc>
          <w:tcPr>
            <w:tcW w:w="5985" w:type="dxa"/>
            <w:gridSpan w:val="6"/>
          </w:tcPr>
          <w:p w14:paraId="31D98916" w14:textId="77777777" w:rsidR="002A0849" w:rsidRDefault="00000000">
            <w:pPr>
              <w:jc w:val="center"/>
            </w:pPr>
            <w:r>
              <w:t>0.000</w:t>
            </w:r>
          </w:p>
        </w:tc>
      </w:tr>
      <w:tr w:rsidR="002A0849" w14:paraId="4AF9EA75" w14:textId="77777777">
        <w:tc>
          <w:tcPr>
            <w:tcW w:w="3345" w:type="dxa"/>
            <w:shd w:val="clear" w:color="auto" w:fill="E6E6E6"/>
            <w:vAlign w:val="center"/>
          </w:tcPr>
          <w:p w14:paraId="48FE501F" w14:textId="77777777" w:rsidR="002A0849" w:rsidRDefault="00000000">
            <w:r>
              <w:t>传热系数</w:t>
            </w:r>
            <w:r>
              <w:t>K=1/(1/0.30+∑R)</w:t>
            </w:r>
          </w:p>
        </w:tc>
        <w:tc>
          <w:tcPr>
            <w:tcW w:w="5985" w:type="dxa"/>
            <w:gridSpan w:val="6"/>
          </w:tcPr>
          <w:p w14:paraId="5F54958B" w14:textId="77777777" w:rsidR="002A0849" w:rsidRDefault="00000000">
            <w:pPr>
              <w:jc w:val="center"/>
            </w:pPr>
            <w:r>
              <w:t>4.99</w:t>
            </w:r>
          </w:p>
        </w:tc>
      </w:tr>
    </w:tbl>
    <w:p w14:paraId="70A47918" w14:textId="77777777" w:rsidR="002A0849" w:rsidRDefault="00000000">
      <w:r>
        <w:t>备注：用灰色显示的材料是非保温材料。</w:t>
      </w:r>
    </w:p>
    <w:p w14:paraId="70C691D1" w14:textId="77777777" w:rsidR="002A0849" w:rsidRDefault="002A0849"/>
    <w:p w14:paraId="0CD4E1C2" w14:textId="77777777" w:rsidR="002A0849" w:rsidRDefault="002A0849"/>
    <w:p w14:paraId="5DE5996E" w14:textId="77777777" w:rsidR="002A0849" w:rsidRDefault="00000000">
      <w:pPr>
        <w:pStyle w:val="2"/>
      </w:pPr>
      <w:r>
        <w:lastRenderedPageBreak/>
        <w:t>地下墙</w:t>
      </w:r>
    </w:p>
    <w:p w14:paraId="4C3BF584" w14:textId="77777777" w:rsidR="002A0849" w:rsidRDefault="00000000">
      <w:pPr>
        <w:pStyle w:val="3"/>
      </w:pPr>
      <w:r>
        <w:t>地下墙构造一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2A0849" w14:paraId="7DFFC470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334699A7" w14:textId="77777777" w:rsidR="002A0849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6816732" w14:textId="77777777" w:rsidR="002A0849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D60C69A" w14:textId="77777777" w:rsidR="002A0849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4AFC8D4" w14:textId="77777777" w:rsidR="002A0849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6B8406A" w14:textId="77777777" w:rsidR="002A0849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58BDC5A" w14:textId="77777777" w:rsidR="002A0849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1914B3A" w14:textId="77777777" w:rsidR="002A0849" w:rsidRDefault="00000000">
            <w:pPr>
              <w:jc w:val="center"/>
            </w:pPr>
            <w:r>
              <w:t>热惰性指标</w:t>
            </w:r>
          </w:p>
        </w:tc>
      </w:tr>
      <w:tr w:rsidR="002A0849" w14:paraId="4C6A64A7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581FEAC2" w14:textId="77777777" w:rsidR="002A0849" w:rsidRDefault="002A0849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5B7DE7DF" w14:textId="77777777" w:rsidR="002A0849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8353639" w14:textId="77777777" w:rsidR="002A0849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C6DE4DF" w14:textId="77777777" w:rsidR="002A0849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EF239BF" w14:textId="77777777" w:rsidR="002A0849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D9E1C3E" w14:textId="77777777" w:rsidR="002A0849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5AE57C8" w14:textId="77777777" w:rsidR="002A0849" w:rsidRDefault="00000000">
            <w:pPr>
              <w:jc w:val="center"/>
            </w:pPr>
            <w:r>
              <w:t>D=R*S</w:t>
            </w:r>
          </w:p>
        </w:tc>
      </w:tr>
      <w:tr w:rsidR="002A0849" w14:paraId="00B1DD4E" w14:textId="77777777">
        <w:tc>
          <w:tcPr>
            <w:tcW w:w="3345" w:type="dxa"/>
            <w:vAlign w:val="center"/>
          </w:tcPr>
          <w:p w14:paraId="28A44212" w14:textId="77777777" w:rsidR="002A0849" w:rsidRDefault="00000000">
            <w:r>
              <w:rPr>
                <w:color w:val="999999"/>
              </w:rPr>
              <w:t>钢筋混凝土</w:t>
            </w:r>
          </w:p>
        </w:tc>
        <w:tc>
          <w:tcPr>
            <w:tcW w:w="848" w:type="dxa"/>
            <w:vAlign w:val="center"/>
          </w:tcPr>
          <w:p w14:paraId="4087797E" w14:textId="77777777" w:rsidR="002A0849" w:rsidRDefault="00000000">
            <w:r>
              <w:rPr>
                <w:color w:val="999999"/>
              </w:rPr>
              <w:t>200</w:t>
            </w:r>
          </w:p>
        </w:tc>
        <w:tc>
          <w:tcPr>
            <w:tcW w:w="1075" w:type="dxa"/>
            <w:vAlign w:val="center"/>
          </w:tcPr>
          <w:p w14:paraId="284C9F28" w14:textId="77777777" w:rsidR="002A0849" w:rsidRDefault="00000000">
            <w:r>
              <w:rPr>
                <w:color w:val="999999"/>
              </w:rPr>
              <w:t>1.740</w:t>
            </w:r>
          </w:p>
        </w:tc>
        <w:tc>
          <w:tcPr>
            <w:tcW w:w="1075" w:type="dxa"/>
            <w:vAlign w:val="center"/>
          </w:tcPr>
          <w:p w14:paraId="1E8286D8" w14:textId="77777777" w:rsidR="002A0849" w:rsidRDefault="00000000">
            <w:r>
              <w:rPr>
                <w:color w:val="999999"/>
              </w:rPr>
              <w:t>17.200</w:t>
            </w:r>
          </w:p>
        </w:tc>
        <w:tc>
          <w:tcPr>
            <w:tcW w:w="848" w:type="dxa"/>
            <w:vAlign w:val="center"/>
          </w:tcPr>
          <w:p w14:paraId="107BC09F" w14:textId="77777777" w:rsidR="002A0849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14:paraId="7699576B" w14:textId="77777777" w:rsidR="002A0849" w:rsidRDefault="00000000">
            <w:r>
              <w:rPr>
                <w:color w:val="999999"/>
              </w:rPr>
              <w:t>0.115</w:t>
            </w:r>
          </w:p>
        </w:tc>
        <w:tc>
          <w:tcPr>
            <w:tcW w:w="1064" w:type="dxa"/>
            <w:vAlign w:val="center"/>
          </w:tcPr>
          <w:p w14:paraId="73BBA4E5" w14:textId="77777777" w:rsidR="002A0849" w:rsidRDefault="00000000">
            <w:r>
              <w:rPr>
                <w:color w:val="999999"/>
              </w:rPr>
              <w:t>1.977</w:t>
            </w:r>
          </w:p>
        </w:tc>
      </w:tr>
      <w:tr w:rsidR="002A0849" w14:paraId="3B92F863" w14:textId="77777777">
        <w:tc>
          <w:tcPr>
            <w:tcW w:w="3345" w:type="dxa"/>
            <w:vAlign w:val="center"/>
          </w:tcPr>
          <w:p w14:paraId="4283B368" w14:textId="77777777" w:rsidR="002A0849" w:rsidRDefault="00000000">
            <w:r>
              <w:rPr>
                <w:color w:val="999999"/>
              </w:rPr>
              <w:t>石灰砂浆</w:t>
            </w:r>
          </w:p>
        </w:tc>
        <w:tc>
          <w:tcPr>
            <w:tcW w:w="848" w:type="dxa"/>
            <w:vAlign w:val="center"/>
          </w:tcPr>
          <w:p w14:paraId="51866DDB" w14:textId="77777777" w:rsidR="002A0849" w:rsidRDefault="00000000">
            <w:r>
              <w:rPr>
                <w:color w:val="999999"/>
              </w:rPr>
              <w:t>20</w:t>
            </w:r>
          </w:p>
        </w:tc>
        <w:tc>
          <w:tcPr>
            <w:tcW w:w="1075" w:type="dxa"/>
            <w:vAlign w:val="center"/>
          </w:tcPr>
          <w:p w14:paraId="2D313E08" w14:textId="77777777" w:rsidR="002A0849" w:rsidRDefault="00000000">
            <w:r>
              <w:rPr>
                <w:color w:val="999999"/>
              </w:rPr>
              <w:t>0.810</w:t>
            </w:r>
          </w:p>
        </w:tc>
        <w:tc>
          <w:tcPr>
            <w:tcW w:w="1075" w:type="dxa"/>
            <w:vAlign w:val="center"/>
          </w:tcPr>
          <w:p w14:paraId="552579B8" w14:textId="77777777" w:rsidR="002A0849" w:rsidRDefault="00000000">
            <w:r>
              <w:rPr>
                <w:color w:val="999999"/>
              </w:rPr>
              <w:t>10.070</w:t>
            </w:r>
          </w:p>
        </w:tc>
        <w:tc>
          <w:tcPr>
            <w:tcW w:w="848" w:type="dxa"/>
            <w:vAlign w:val="center"/>
          </w:tcPr>
          <w:p w14:paraId="19BB6642" w14:textId="77777777" w:rsidR="002A0849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14:paraId="454EA05B" w14:textId="77777777" w:rsidR="002A0849" w:rsidRDefault="00000000">
            <w:r>
              <w:rPr>
                <w:color w:val="999999"/>
              </w:rPr>
              <w:t>0.025</w:t>
            </w:r>
          </w:p>
        </w:tc>
        <w:tc>
          <w:tcPr>
            <w:tcW w:w="1064" w:type="dxa"/>
            <w:vAlign w:val="center"/>
          </w:tcPr>
          <w:p w14:paraId="746AAD9B" w14:textId="77777777" w:rsidR="002A0849" w:rsidRDefault="00000000">
            <w:r>
              <w:rPr>
                <w:color w:val="999999"/>
              </w:rPr>
              <w:t>0.249</w:t>
            </w:r>
          </w:p>
        </w:tc>
      </w:tr>
      <w:tr w:rsidR="002A0849" w14:paraId="7B3E4BEB" w14:textId="77777777">
        <w:tc>
          <w:tcPr>
            <w:tcW w:w="3345" w:type="dxa"/>
            <w:vAlign w:val="center"/>
          </w:tcPr>
          <w:p w14:paraId="104FC928" w14:textId="77777777" w:rsidR="002A0849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5FE4B92E" w14:textId="77777777" w:rsidR="002A0849" w:rsidRDefault="00000000">
            <w:r>
              <w:t>220</w:t>
            </w:r>
          </w:p>
        </w:tc>
        <w:tc>
          <w:tcPr>
            <w:tcW w:w="1075" w:type="dxa"/>
            <w:vAlign w:val="center"/>
          </w:tcPr>
          <w:p w14:paraId="64A0F5A5" w14:textId="77777777" w:rsidR="002A0849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0DFCB647" w14:textId="77777777" w:rsidR="002A0849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32E97485" w14:textId="77777777" w:rsidR="002A0849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4127EB08" w14:textId="77777777" w:rsidR="002A0849" w:rsidRDefault="00000000">
            <w:r>
              <w:t>0.140</w:t>
            </w:r>
          </w:p>
        </w:tc>
        <w:tc>
          <w:tcPr>
            <w:tcW w:w="1064" w:type="dxa"/>
            <w:vAlign w:val="center"/>
          </w:tcPr>
          <w:p w14:paraId="33706E25" w14:textId="77777777" w:rsidR="002A0849" w:rsidRDefault="00000000">
            <w:r>
              <w:t>2.226</w:t>
            </w:r>
          </w:p>
        </w:tc>
      </w:tr>
      <w:tr w:rsidR="002A0849" w14:paraId="6DF3EA4F" w14:textId="77777777">
        <w:tc>
          <w:tcPr>
            <w:tcW w:w="3345" w:type="dxa"/>
            <w:shd w:val="clear" w:color="auto" w:fill="E6E6E6"/>
            <w:vAlign w:val="center"/>
          </w:tcPr>
          <w:p w14:paraId="1FF36558" w14:textId="77777777" w:rsidR="002A0849" w:rsidRDefault="00000000">
            <w:r>
              <w:t>保温材料层</w:t>
            </w:r>
            <w:r>
              <w:t>R</w:t>
            </w:r>
          </w:p>
        </w:tc>
        <w:tc>
          <w:tcPr>
            <w:tcW w:w="5985" w:type="dxa"/>
            <w:gridSpan w:val="6"/>
          </w:tcPr>
          <w:p w14:paraId="578394E5" w14:textId="77777777" w:rsidR="002A0849" w:rsidRDefault="00000000">
            <w:pPr>
              <w:jc w:val="center"/>
            </w:pPr>
            <w:r>
              <w:t>0.00</w:t>
            </w:r>
          </w:p>
        </w:tc>
      </w:tr>
      <w:tr w:rsidR="002A0849" w14:paraId="228249DB" w14:textId="77777777">
        <w:tc>
          <w:tcPr>
            <w:tcW w:w="3345" w:type="dxa"/>
            <w:shd w:val="clear" w:color="auto" w:fill="E6E6E6"/>
            <w:vAlign w:val="center"/>
          </w:tcPr>
          <w:p w14:paraId="4170BFBA" w14:textId="77777777" w:rsidR="002A0849" w:rsidRDefault="00000000">
            <w:r>
              <w:t>标准依据</w:t>
            </w:r>
          </w:p>
        </w:tc>
        <w:tc>
          <w:tcPr>
            <w:tcW w:w="5985" w:type="dxa"/>
            <w:gridSpan w:val="6"/>
          </w:tcPr>
          <w:p w14:paraId="1D78131F" w14:textId="77777777" w:rsidR="002A0849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3.1.8</w:t>
            </w:r>
            <w:r>
              <w:t>条</w:t>
            </w:r>
          </w:p>
        </w:tc>
      </w:tr>
      <w:tr w:rsidR="002A0849" w14:paraId="66896DAA" w14:textId="77777777">
        <w:tc>
          <w:tcPr>
            <w:tcW w:w="3345" w:type="dxa"/>
            <w:shd w:val="clear" w:color="auto" w:fill="E6E6E6"/>
            <w:vAlign w:val="center"/>
          </w:tcPr>
          <w:p w14:paraId="7B5815DF" w14:textId="77777777" w:rsidR="002A0849" w:rsidRDefault="00000000">
            <w:r>
              <w:t>标准要求</w:t>
            </w:r>
          </w:p>
        </w:tc>
        <w:tc>
          <w:tcPr>
            <w:tcW w:w="5985" w:type="dxa"/>
            <w:gridSpan w:val="6"/>
          </w:tcPr>
          <w:p w14:paraId="7D4BF881" w14:textId="77777777" w:rsidR="002A0849" w:rsidRDefault="00000000">
            <w:r>
              <w:t>R</w:t>
            </w:r>
            <w:r>
              <w:t>值不应小于表</w:t>
            </w:r>
            <w:r>
              <w:t>3.1.8-1~3.1.8-5</w:t>
            </w:r>
            <w:r>
              <w:t>的限值</w:t>
            </w:r>
            <w:r>
              <w:t>(R≥1.60)</w:t>
            </w:r>
          </w:p>
        </w:tc>
      </w:tr>
      <w:tr w:rsidR="002A0849" w14:paraId="6DBD9071" w14:textId="77777777">
        <w:tc>
          <w:tcPr>
            <w:tcW w:w="3345" w:type="dxa"/>
            <w:shd w:val="clear" w:color="auto" w:fill="E6E6E6"/>
            <w:vAlign w:val="center"/>
          </w:tcPr>
          <w:p w14:paraId="4140F5E3" w14:textId="77777777" w:rsidR="002A0849" w:rsidRDefault="00000000">
            <w:r>
              <w:t>结论</w:t>
            </w:r>
          </w:p>
        </w:tc>
        <w:tc>
          <w:tcPr>
            <w:tcW w:w="5985" w:type="dxa"/>
            <w:gridSpan w:val="6"/>
          </w:tcPr>
          <w:p w14:paraId="7425EB37" w14:textId="77777777" w:rsidR="002A0849" w:rsidRDefault="00000000">
            <w:r>
              <w:rPr>
                <w:color w:val="FF0000"/>
              </w:rPr>
              <w:t>不满足</w:t>
            </w:r>
          </w:p>
        </w:tc>
      </w:tr>
    </w:tbl>
    <w:p w14:paraId="1C5B3BCF" w14:textId="77777777" w:rsidR="002A0849" w:rsidRDefault="00000000">
      <w:r>
        <w:t>备注：用灰色显示的材料是非保温材料。</w:t>
      </w:r>
    </w:p>
    <w:p w14:paraId="7312384E" w14:textId="77777777" w:rsidR="002A0849" w:rsidRDefault="002A0849"/>
    <w:p w14:paraId="1D070CD0" w14:textId="77777777" w:rsidR="002A0849" w:rsidRDefault="002A0849"/>
    <w:p w14:paraId="3283406F" w14:textId="77777777" w:rsidR="002A0849" w:rsidRDefault="00000000">
      <w:pPr>
        <w:pStyle w:val="2"/>
      </w:pPr>
      <w:r>
        <w:t>外窗气密性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070"/>
      </w:tblGrid>
      <w:tr w:rsidR="002A0849" w14:paraId="6791C178" w14:textId="77777777">
        <w:tc>
          <w:tcPr>
            <w:tcW w:w="2263" w:type="dxa"/>
            <w:shd w:val="clear" w:color="auto" w:fill="E6E6E6"/>
            <w:vAlign w:val="center"/>
          </w:tcPr>
          <w:p w14:paraId="704BB6FE" w14:textId="77777777" w:rsidR="002A0849" w:rsidRDefault="00000000">
            <w:r>
              <w:t>最不利气密性等级</w:t>
            </w:r>
          </w:p>
        </w:tc>
        <w:tc>
          <w:tcPr>
            <w:tcW w:w="7069" w:type="dxa"/>
            <w:vAlign w:val="center"/>
          </w:tcPr>
          <w:p w14:paraId="23B811DB" w14:textId="77777777" w:rsidR="002A0849" w:rsidRDefault="00000000">
            <w:r>
              <w:t>－</w:t>
            </w:r>
          </w:p>
        </w:tc>
      </w:tr>
      <w:tr w:rsidR="002A0849" w14:paraId="7FF0478B" w14:textId="77777777">
        <w:tc>
          <w:tcPr>
            <w:tcW w:w="2263" w:type="dxa"/>
            <w:shd w:val="clear" w:color="auto" w:fill="E6E6E6"/>
            <w:vAlign w:val="center"/>
          </w:tcPr>
          <w:p w14:paraId="5DB7FA4C" w14:textId="77777777" w:rsidR="002A0849" w:rsidRDefault="00000000">
            <w:r>
              <w:t>外窗气密性措施</w:t>
            </w:r>
          </w:p>
        </w:tc>
        <w:tc>
          <w:tcPr>
            <w:tcW w:w="7069" w:type="dxa"/>
            <w:vAlign w:val="center"/>
          </w:tcPr>
          <w:p w14:paraId="760A306A" w14:textId="77777777" w:rsidR="002A0849" w:rsidRDefault="002A0849"/>
        </w:tc>
      </w:tr>
      <w:tr w:rsidR="002A0849" w14:paraId="3BA40E98" w14:textId="77777777">
        <w:tc>
          <w:tcPr>
            <w:tcW w:w="2263" w:type="dxa"/>
            <w:shd w:val="clear" w:color="auto" w:fill="E6E6E6"/>
            <w:vAlign w:val="center"/>
          </w:tcPr>
          <w:p w14:paraId="3FF59535" w14:textId="77777777" w:rsidR="002A0849" w:rsidRDefault="00000000">
            <w:r>
              <w:t>标准依据</w:t>
            </w:r>
          </w:p>
        </w:tc>
        <w:tc>
          <w:tcPr>
            <w:tcW w:w="7069" w:type="dxa"/>
            <w:vAlign w:val="center"/>
          </w:tcPr>
          <w:p w14:paraId="4B69F9E1" w14:textId="77777777" w:rsidR="002A0849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3.1.16</w:t>
            </w:r>
            <w:r>
              <w:t>条，分级方法《建筑幕墙、门窗通用技术条件》</w:t>
            </w:r>
            <w:r>
              <w:t>GB/T31433-2015</w:t>
            </w:r>
          </w:p>
        </w:tc>
      </w:tr>
      <w:tr w:rsidR="002A0849" w14:paraId="6266822F" w14:textId="77777777">
        <w:tc>
          <w:tcPr>
            <w:tcW w:w="2263" w:type="dxa"/>
            <w:shd w:val="clear" w:color="auto" w:fill="E6E6E6"/>
            <w:vAlign w:val="center"/>
          </w:tcPr>
          <w:p w14:paraId="1FD0BF9A" w14:textId="77777777" w:rsidR="002A0849" w:rsidRDefault="00000000">
            <w:r>
              <w:t>标准要求</w:t>
            </w:r>
          </w:p>
        </w:tc>
        <w:tc>
          <w:tcPr>
            <w:tcW w:w="7069" w:type="dxa"/>
            <w:vAlign w:val="center"/>
          </w:tcPr>
          <w:p w14:paraId="26533D61" w14:textId="77777777" w:rsidR="002A0849" w:rsidRDefault="00000000">
            <w:r>
              <w:t>外窗在</w:t>
            </w:r>
            <w:r>
              <w:t>10Pa</w:t>
            </w:r>
            <w:r>
              <w:t>压差下，每小时每米缝隙的空气渗透量不应大于</w:t>
            </w:r>
            <w:r>
              <w:t>1.5m3</w:t>
            </w:r>
            <w:r>
              <w:t>，每小时每平方米面积的空气渗透量</w:t>
            </w:r>
            <w:r>
              <w:t>q2</w:t>
            </w:r>
            <w:r>
              <w:t>不应大于</w:t>
            </w:r>
            <w:r>
              <w:t>4.5m3</w:t>
            </w:r>
            <w:r>
              <w:t>，即《建筑幕墙、门窗通用技术条件》</w:t>
            </w:r>
            <w:r>
              <w:t>GB/T31433-2015</w:t>
            </w:r>
            <w:r>
              <w:t>的</w:t>
            </w:r>
            <w:r>
              <w:t>6</w:t>
            </w:r>
            <w:r>
              <w:t>级</w:t>
            </w:r>
          </w:p>
        </w:tc>
      </w:tr>
      <w:tr w:rsidR="002A0849" w14:paraId="10C03D3B" w14:textId="77777777">
        <w:tc>
          <w:tcPr>
            <w:tcW w:w="2263" w:type="dxa"/>
            <w:shd w:val="clear" w:color="auto" w:fill="E6E6E6"/>
            <w:vAlign w:val="center"/>
          </w:tcPr>
          <w:p w14:paraId="119D3E03" w14:textId="77777777" w:rsidR="002A0849" w:rsidRDefault="00000000">
            <w:r>
              <w:t>结论</w:t>
            </w:r>
          </w:p>
        </w:tc>
        <w:tc>
          <w:tcPr>
            <w:tcW w:w="7069" w:type="dxa"/>
            <w:vAlign w:val="center"/>
          </w:tcPr>
          <w:p w14:paraId="5860B302" w14:textId="77777777" w:rsidR="002A0849" w:rsidRDefault="00000000">
            <w:r>
              <w:t>－</w:t>
            </w:r>
          </w:p>
        </w:tc>
      </w:tr>
    </w:tbl>
    <w:p w14:paraId="39F9AA52" w14:textId="77777777" w:rsidR="002A0849" w:rsidRDefault="00000000">
      <w:pPr>
        <w:pStyle w:val="2"/>
      </w:pPr>
      <w:r>
        <w:t>可见光透射比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4"/>
        <w:gridCol w:w="963"/>
        <w:gridCol w:w="2088"/>
        <w:gridCol w:w="2009"/>
        <w:gridCol w:w="2009"/>
      </w:tblGrid>
      <w:tr w:rsidR="002A0849" w14:paraId="510FD63A" w14:textId="77777777">
        <w:tc>
          <w:tcPr>
            <w:tcW w:w="2263" w:type="dxa"/>
            <w:shd w:val="clear" w:color="auto" w:fill="E6E6E6"/>
            <w:vAlign w:val="center"/>
          </w:tcPr>
          <w:p w14:paraId="3A07D3DF" w14:textId="77777777" w:rsidR="002A0849" w:rsidRDefault="00000000">
            <w:pPr>
              <w:jc w:val="center"/>
            </w:pPr>
            <w:r>
              <w:t>房间编号</w:t>
            </w:r>
          </w:p>
        </w:tc>
        <w:tc>
          <w:tcPr>
            <w:tcW w:w="962" w:type="dxa"/>
            <w:shd w:val="clear" w:color="auto" w:fill="E6E6E6"/>
            <w:vAlign w:val="center"/>
          </w:tcPr>
          <w:p w14:paraId="5957E1CF" w14:textId="77777777" w:rsidR="002A0849" w:rsidRDefault="00000000">
            <w:pPr>
              <w:jc w:val="center"/>
            </w:pPr>
            <w:r>
              <w:t>窗地比</w:t>
            </w:r>
          </w:p>
        </w:tc>
        <w:tc>
          <w:tcPr>
            <w:tcW w:w="2088" w:type="dxa"/>
            <w:shd w:val="clear" w:color="auto" w:fill="E6E6E6"/>
            <w:vAlign w:val="center"/>
          </w:tcPr>
          <w:p w14:paraId="1B7EAD33" w14:textId="77777777" w:rsidR="002A0849" w:rsidRDefault="00000000">
            <w:pPr>
              <w:jc w:val="center"/>
            </w:pPr>
            <w:r>
              <w:t>最不利窗编号</w:t>
            </w:r>
          </w:p>
        </w:tc>
        <w:tc>
          <w:tcPr>
            <w:tcW w:w="2009" w:type="dxa"/>
            <w:shd w:val="clear" w:color="auto" w:fill="E6E6E6"/>
            <w:vAlign w:val="center"/>
          </w:tcPr>
          <w:p w14:paraId="65C73FB0" w14:textId="77777777" w:rsidR="002A0849" w:rsidRDefault="00000000">
            <w:pPr>
              <w:jc w:val="center"/>
            </w:pPr>
            <w:r>
              <w:t>最不利透射比</w:t>
            </w:r>
          </w:p>
        </w:tc>
        <w:tc>
          <w:tcPr>
            <w:tcW w:w="2009" w:type="dxa"/>
            <w:shd w:val="clear" w:color="auto" w:fill="E6E6E6"/>
            <w:vAlign w:val="center"/>
          </w:tcPr>
          <w:p w14:paraId="27E32BB0" w14:textId="77777777" w:rsidR="002A0849" w:rsidRDefault="00000000">
            <w:pPr>
              <w:jc w:val="center"/>
            </w:pPr>
            <w:r>
              <w:t>透射比限值</w:t>
            </w:r>
          </w:p>
        </w:tc>
      </w:tr>
      <w:tr w:rsidR="002A0849" w14:paraId="51225E6D" w14:textId="77777777">
        <w:tc>
          <w:tcPr>
            <w:tcW w:w="2263" w:type="dxa"/>
            <w:shd w:val="clear" w:color="auto" w:fill="E6E6E6"/>
            <w:vAlign w:val="center"/>
          </w:tcPr>
          <w:p w14:paraId="679A605C" w14:textId="77777777" w:rsidR="002A0849" w:rsidRDefault="00000000">
            <w:r>
              <w:t>X002(</w:t>
            </w:r>
            <w:r>
              <w:t>最不利房间</w:t>
            </w:r>
            <w:r>
              <w:t>)</w:t>
            </w:r>
          </w:p>
        </w:tc>
        <w:tc>
          <w:tcPr>
            <w:tcW w:w="962" w:type="dxa"/>
            <w:vAlign w:val="center"/>
          </w:tcPr>
          <w:p w14:paraId="286F9BD7" w14:textId="77777777" w:rsidR="002A0849" w:rsidRDefault="00000000">
            <w:r>
              <w:t>0.05</w:t>
            </w:r>
          </w:p>
        </w:tc>
        <w:tc>
          <w:tcPr>
            <w:tcW w:w="2088" w:type="dxa"/>
            <w:vAlign w:val="center"/>
          </w:tcPr>
          <w:p w14:paraId="5CBA4897" w14:textId="77777777" w:rsidR="002A0849" w:rsidRDefault="00000000">
            <w:r>
              <w:t>C0918</w:t>
            </w:r>
          </w:p>
        </w:tc>
        <w:tc>
          <w:tcPr>
            <w:tcW w:w="2009" w:type="dxa"/>
            <w:vAlign w:val="center"/>
          </w:tcPr>
          <w:p w14:paraId="717FBF9D" w14:textId="77777777" w:rsidR="002A0849" w:rsidRDefault="00000000">
            <w:r>
              <w:t>0.80</w:t>
            </w:r>
          </w:p>
        </w:tc>
        <w:tc>
          <w:tcPr>
            <w:tcW w:w="2009" w:type="dxa"/>
            <w:vAlign w:val="center"/>
          </w:tcPr>
          <w:p w14:paraId="4CE6E66A" w14:textId="77777777" w:rsidR="002A0849" w:rsidRDefault="00000000">
            <w:r>
              <w:t>0.40</w:t>
            </w:r>
          </w:p>
        </w:tc>
      </w:tr>
      <w:tr w:rsidR="002A0849" w14:paraId="1D2D2DAF" w14:textId="77777777">
        <w:tc>
          <w:tcPr>
            <w:tcW w:w="2263" w:type="dxa"/>
            <w:shd w:val="clear" w:color="auto" w:fill="E6E6E6"/>
            <w:vAlign w:val="center"/>
          </w:tcPr>
          <w:p w14:paraId="2E8D6759" w14:textId="77777777" w:rsidR="002A0849" w:rsidRDefault="00000000">
            <w:r>
              <w:t>标准依据</w:t>
            </w:r>
          </w:p>
        </w:tc>
        <w:tc>
          <w:tcPr>
            <w:tcW w:w="7068" w:type="dxa"/>
            <w:gridSpan w:val="4"/>
            <w:vAlign w:val="center"/>
          </w:tcPr>
          <w:p w14:paraId="01C27C74" w14:textId="77777777" w:rsidR="002A0849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3.1.17</w:t>
            </w:r>
            <w:r>
              <w:t>条</w:t>
            </w:r>
          </w:p>
        </w:tc>
      </w:tr>
      <w:tr w:rsidR="002A0849" w14:paraId="5DFD3CA0" w14:textId="77777777">
        <w:tc>
          <w:tcPr>
            <w:tcW w:w="2263" w:type="dxa"/>
            <w:shd w:val="clear" w:color="auto" w:fill="E6E6E6"/>
            <w:vAlign w:val="center"/>
          </w:tcPr>
          <w:p w14:paraId="693E4740" w14:textId="77777777" w:rsidR="002A0849" w:rsidRDefault="00000000">
            <w:r>
              <w:t>标准要求</w:t>
            </w:r>
          </w:p>
        </w:tc>
        <w:tc>
          <w:tcPr>
            <w:tcW w:w="7068" w:type="dxa"/>
            <w:gridSpan w:val="4"/>
            <w:vAlign w:val="center"/>
          </w:tcPr>
          <w:p w14:paraId="15404755" w14:textId="77777777" w:rsidR="002A0849" w:rsidRDefault="00000000">
            <w:r>
              <w:t>外窗玻璃的可见光透射比不应小于</w:t>
            </w:r>
            <w:r>
              <w:t>0.4</w:t>
            </w:r>
          </w:p>
        </w:tc>
      </w:tr>
      <w:tr w:rsidR="002A0849" w14:paraId="6A90CFD2" w14:textId="77777777">
        <w:tc>
          <w:tcPr>
            <w:tcW w:w="2263" w:type="dxa"/>
            <w:shd w:val="clear" w:color="auto" w:fill="E6E6E6"/>
            <w:vAlign w:val="center"/>
          </w:tcPr>
          <w:p w14:paraId="570BC188" w14:textId="77777777" w:rsidR="002A0849" w:rsidRDefault="00000000">
            <w:r>
              <w:t>结论</w:t>
            </w:r>
          </w:p>
        </w:tc>
        <w:tc>
          <w:tcPr>
            <w:tcW w:w="7068" w:type="dxa"/>
            <w:gridSpan w:val="4"/>
            <w:vAlign w:val="center"/>
          </w:tcPr>
          <w:p w14:paraId="790C5E76" w14:textId="77777777" w:rsidR="002A0849" w:rsidRDefault="00000000">
            <w:r>
              <w:t>满足</w:t>
            </w:r>
          </w:p>
        </w:tc>
      </w:tr>
    </w:tbl>
    <w:p w14:paraId="5081AE57" w14:textId="77777777" w:rsidR="002A0849" w:rsidRDefault="00000000">
      <w:pPr>
        <w:pStyle w:val="2"/>
      </w:pPr>
      <w:r>
        <w:t>窗地面积比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9"/>
        <w:gridCol w:w="1301"/>
        <w:gridCol w:w="74"/>
        <w:gridCol w:w="1001"/>
        <w:gridCol w:w="1131"/>
        <w:gridCol w:w="1415"/>
        <w:gridCol w:w="1245"/>
        <w:gridCol w:w="1131"/>
        <w:gridCol w:w="1146"/>
      </w:tblGrid>
      <w:tr w:rsidR="002A0849" w14:paraId="35C8C5CC" w14:textId="77777777">
        <w:tc>
          <w:tcPr>
            <w:tcW w:w="888" w:type="dxa"/>
            <w:shd w:val="clear" w:color="auto" w:fill="E6E6E6"/>
            <w:vAlign w:val="center"/>
          </w:tcPr>
          <w:p w14:paraId="1A0A0D89" w14:textId="77777777" w:rsidR="002A0849" w:rsidRDefault="00000000">
            <w:pPr>
              <w:jc w:val="center"/>
            </w:pPr>
            <w:r>
              <w:t>楼层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0EB5F0A7" w14:textId="77777777" w:rsidR="002A0849" w:rsidRDefault="00000000">
            <w:pPr>
              <w:jc w:val="center"/>
            </w:pPr>
            <w:r>
              <w:t>房间编号</w:t>
            </w:r>
          </w:p>
        </w:tc>
        <w:tc>
          <w:tcPr>
            <w:tcW w:w="1075" w:type="dxa"/>
            <w:gridSpan w:val="2"/>
            <w:shd w:val="clear" w:color="auto" w:fill="E6E6E6"/>
            <w:vAlign w:val="center"/>
          </w:tcPr>
          <w:p w14:paraId="74DDECC3" w14:textId="77777777" w:rsidR="002A0849" w:rsidRDefault="00000000">
            <w:pPr>
              <w:jc w:val="center"/>
            </w:pPr>
            <w:r>
              <w:t>房间面积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00D0FA97" w14:textId="77777777" w:rsidR="002A0849" w:rsidRDefault="00000000">
            <w:pPr>
              <w:jc w:val="center"/>
            </w:pPr>
            <w:r>
              <w:t>窗编号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6C2A2F2C" w14:textId="77777777" w:rsidR="002A0849" w:rsidRDefault="00000000">
            <w:pPr>
              <w:jc w:val="center"/>
            </w:pPr>
            <w:r>
              <w:t>窗面积</w:t>
            </w:r>
          </w:p>
        </w:tc>
        <w:tc>
          <w:tcPr>
            <w:tcW w:w="1245" w:type="dxa"/>
            <w:shd w:val="clear" w:color="auto" w:fill="E6E6E6"/>
            <w:vAlign w:val="center"/>
          </w:tcPr>
          <w:p w14:paraId="29608D4B" w14:textId="77777777" w:rsidR="002A0849" w:rsidRDefault="00000000">
            <w:pPr>
              <w:jc w:val="center"/>
            </w:pPr>
            <w:r>
              <w:t>窗类型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819413F" w14:textId="77777777" w:rsidR="002A0849" w:rsidRDefault="00000000">
            <w:pPr>
              <w:jc w:val="center"/>
            </w:pPr>
            <w:r>
              <w:t>窗地比</w:t>
            </w:r>
          </w:p>
        </w:tc>
        <w:tc>
          <w:tcPr>
            <w:tcW w:w="1143" w:type="dxa"/>
            <w:shd w:val="clear" w:color="auto" w:fill="E6E6E6"/>
            <w:vAlign w:val="center"/>
          </w:tcPr>
          <w:p w14:paraId="7BE90744" w14:textId="77777777" w:rsidR="002A0849" w:rsidRDefault="00000000">
            <w:pPr>
              <w:jc w:val="center"/>
            </w:pPr>
            <w:r>
              <w:t>结论</w:t>
            </w:r>
          </w:p>
        </w:tc>
      </w:tr>
      <w:tr w:rsidR="002A0849" w14:paraId="58D3FA05" w14:textId="77777777">
        <w:tc>
          <w:tcPr>
            <w:tcW w:w="888" w:type="dxa"/>
            <w:vMerge w:val="restart"/>
            <w:vAlign w:val="center"/>
          </w:tcPr>
          <w:p w14:paraId="7258F3F4" w14:textId="77777777" w:rsidR="002A0849" w:rsidRDefault="00000000">
            <w:r>
              <w:t>1</w:t>
            </w:r>
          </w:p>
        </w:tc>
        <w:tc>
          <w:tcPr>
            <w:tcW w:w="1301" w:type="dxa"/>
            <w:vMerge w:val="restart"/>
            <w:vAlign w:val="center"/>
          </w:tcPr>
          <w:p w14:paraId="5993D778" w14:textId="77777777" w:rsidR="002A0849" w:rsidRDefault="00000000">
            <w:r>
              <w:t>X001</w:t>
            </w:r>
          </w:p>
        </w:tc>
        <w:tc>
          <w:tcPr>
            <w:tcW w:w="1075" w:type="dxa"/>
            <w:gridSpan w:val="2"/>
            <w:vMerge w:val="restart"/>
            <w:vAlign w:val="center"/>
          </w:tcPr>
          <w:p w14:paraId="17BDEBF1" w14:textId="77777777" w:rsidR="002A0849" w:rsidRDefault="00000000">
            <w:r>
              <w:t>229.56</w:t>
            </w:r>
          </w:p>
        </w:tc>
        <w:tc>
          <w:tcPr>
            <w:tcW w:w="1131" w:type="dxa"/>
            <w:vAlign w:val="center"/>
          </w:tcPr>
          <w:p w14:paraId="6C112BC1" w14:textId="77777777" w:rsidR="002A0849" w:rsidRDefault="00000000">
            <w:r>
              <w:t>C10018</w:t>
            </w:r>
          </w:p>
        </w:tc>
        <w:tc>
          <w:tcPr>
            <w:tcW w:w="1415" w:type="dxa"/>
            <w:vAlign w:val="center"/>
          </w:tcPr>
          <w:p w14:paraId="69C87596" w14:textId="77777777" w:rsidR="002A0849" w:rsidRDefault="00000000">
            <w:r>
              <w:t>18.00</w:t>
            </w:r>
          </w:p>
        </w:tc>
        <w:tc>
          <w:tcPr>
            <w:tcW w:w="1245" w:type="dxa"/>
            <w:vAlign w:val="center"/>
          </w:tcPr>
          <w:p w14:paraId="4A53D9AD" w14:textId="77777777" w:rsidR="002A0849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0DD2A80E" w14:textId="77777777" w:rsidR="002A0849" w:rsidRDefault="00000000">
            <w:r>
              <w:t>0.1349</w:t>
            </w:r>
          </w:p>
        </w:tc>
        <w:tc>
          <w:tcPr>
            <w:tcW w:w="1143" w:type="dxa"/>
            <w:vMerge w:val="restart"/>
            <w:vAlign w:val="center"/>
          </w:tcPr>
          <w:p w14:paraId="6585CB45" w14:textId="77777777" w:rsidR="002A0849" w:rsidRDefault="00000000">
            <w:r>
              <w:rPr>
                <w:color w:val="FF0000"/>
              </w:rPr>
              <w:t>不满足</w:t>
            </w:r>
          </w:p>
        </w:tc>
      </w:tr>
      <w:tr w:rsidR="002A0849" w14:paraId="3F319BBF" w14:textId="77777777">
        <w:tc>
          <w:tcPr>
            <w:tcW w:w="888" w:type="dxa"/>
            <w:vMerge/>
            <w:vAlign w:val="center"/>
          </w:tcPr>
          <w:p w14:paraId="572B777E" w14:textId="77777777" w:rsidR="002A0849" w:rsidRDefault="002A0849"/>
        </w:tc>
        <w:tc>
          <w:tcPr>
            <w:tcW w:w="1301" w:type="dxa"/>
            <w:vMerge/>
            <w:vAlign w:val="center"/>
          </w:tcPr>
          <w:p w14:paraId="39940945" w14:textId="77777777" w:rsidR="002A0849" w:rsidRDefault="002A0849"/>
        </w:tc>
        <w:tc>
          <w:tcPr>
            <w:tcW w:w="1075" w:type="dxa"/>
            <w:gridSpan w:val="2"/>
            <w:vMerge/>
            <w:vAlign w:val="center"/>
          </w:tcPr>
          <w:p w14:paraId="7F347680" w14:textId="77777777" w:rsidR="002A0849" w:rsidRDefault="002A0849"/>
        </w:tc>
        <w:tc>
          <w:tcPr>
            <w:tcW w:w="1131" w:type="dxa"/>
            <w:vAlign w:val="center"/>
          </w:tcPr>
          <w:p w14:paraId="1AB315EC" w14:textId="77777777" w:rsidR="002A0849" w:rsidRDefault="00000000">
            <w:r>
              <w:t>C2718</w:t>
            </w:r>
          </w:p>
        </w:tc>
        <w:tc>
          <w:tcPr>
            <w:tcW w:w="1415" w:type="dxa"/>
            <w:vAlign w:val="center"/>
          </w:tcPr>
          <w:p w14:paraId="635CB74E" w14:textId="77777777" w:rsidR="002A0849" w:rsidRDefault="00000000">
            <w:r>
              <w:t>4.86</w:t>
            </w:r>
          </w:p>
        </w:tc>
        <w:tc>
          <w:tcPr>
            <w:tcW w:w="1245" w:type="dxa"/>
            <w:vAlign w:val="center"/>
          </w:tcPr>
          <w:p w14:paraId="76F10A7E" w14:textId="77777777" w:rsidR="002A0849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182C77D7" w14:textId="77777777" w:rsidR="002A0849" w:rsidRDefault="002A0849"/>
        </w:tc>
        <w:tc>
          <w:tcPr>
            <w:tcW w:w="1143" w:type="dxa"/>
            <w:vMerge/>
            <w:vAlign w:val="center"/>
          </w:tcPr>
          <w:p w14:paraId="7CFE3484" w14:textId="77777777" w:rsidR="002A0849" w:rsidRDefault="002A0849"/>
        </w:tc>
      </w:tr>
      <w:tr w:rsidR="002A0849" w14:paraId="3C70B867" w14:textId="77777777">
        <w:tc>
          <w:tcPr>
            <w:tcW w:w="888" w:type="dxa"/>
            <w:vMerge/>
            <w:vAlign w:val="center"/>
          </w:tcPr>
          <w:p w14:paraId="6D30C886" w14:textId="77777777" w:rsidR="002A0849" w:rsidRDefault="002A0849"/>
        </w:tc>
        <w:tc>
          <w:tcPr>
            <w:tcW w:w="1301" w:type="dxa"/>
            <w:vMerge/>
            <w:vAlign w:val="center"/>
          </w:tcPr>
          <w:p w14:paraId="0389AA3B" w14:textId="77777777" w:rsidR="002A0849" w:rsidRDefault="002A0849"/>
        </w:tc>
        <w:tc>
          <w:tcPr>
            <w:tcW w:w="1075" w:type="dxa"/>
            <w:gridSpan w:val="2"/>
            <w:vMerge/>
            <w:vAlign w:val="center"/>
          </w:tcPr>
          <w:p w14:paraId="53543C20" w14:textId="77777777" w:rsidR="002A0849" w:rsidRDefault="002A0849"/>
        </w:tc>
        <w:tc>
          <w:tcPr>
            <w:tcW w:w="1131" w:type="dxa"/>
            <w:vAlign w:val="center"/>
          </w:tcPr>
          <w:p w14:paraId="61937549" w14:textId="77777777" w:rsidR="002A0849" w:rsidRDefault="00000000">
            <w:r>
              <w:t>C2718</w:t>
            </w:r>
          </w:p>
        </w:tc>
        <w:tc>
          <w:tcPr>
            <w:tcW w:w="1415" w:type="dxa"/>
            <w:vAlign w:val="center"/>
          </w:tcPr>
          <w:p w14:paraId="71074D4E" w14:textId="77777777" w:rsidR="002A0849" w:rsidRDefault="00000000">
            <w:r>
              <w:t>4.86</w:t>
            </w:r>
          </w:p>
        </w:tc>
        <w:tc>
          <w:tcPr>
            <w:tcW w:w="1245" w:type="dxa"/>
            <w:vAlign w:val="center"/>
          </w:tcPr>
          <w:p w14:paraId="402D96BB" w14:textId="77777777" w:rsidR="002A0849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2FFC6544" w14:textId="77777777" w:rsidR="002A0849" w:rsidRDefault="002A0849"/>
        </w:tc>
        <w:tc>
          <w:tcPr>
            <w:tcW w:w="1143" w:type="dxa"/>
            <w:vMerge/>
            <w:vAlign w:val="center"/>
          </w:tcPr>
          <w:p w14:paraId="00C5B9AC" w14:textId="77777777" w:rsidR="002A0849" w:rsidRDefault="002A0849"/>
        </w:tc>
      </w:tr>
      <w:tr w:rsidR="002A0849" w14:paraId="2BE67EAB" w14:textId="77777777">
        <w:tc>
          <w:tcPr>
            <w:tcW w:w="888" w:type="dxa"/>
            <w:vMerge/>
            <w:vAlign w:val="center"/>
          </w:tcPr>
          <w:p w14:paraId="4B5F14BF" w14:textId="77777777" w:rsidR="002A0849" w:rsidRDefault="002A0849"/>
        </w:tc>
        <w:tc>
          <w:tcPr>
            <w:tcW w:w="1301" w:type="dxa"/>
            <w:vMerge/>
            <w:vAlign w:val="center"/>
          </w:tcPr>
          <w:p w14:paraId="19ABB3B6" w14:textId="77777777" w:rsidR="002A0849" w:rsidRDefault="002A0849"/>
        </w:tc>
        <w:tc>
          <w:tcPr>
            <w:tcW w:w="1075" w:type="dxa"/>
            <w:gridSpan w:val="2"/>
            <w:vMerge/>
            <w:vAlign w:val="center"/>
          </w:tcPr>
          <w:p w14:paraId="6B1A1C2A" w14:textId="77777777" w:rsidR="002A0849" w:rsidRDefault="002A0849"/>
        </w:tc>
        <w:tc>
          <w:tcPr>
            <w:tcW w:w="1131" w:type="dxa"/>
            <w:vAlign w:val="center"/>
          </w:tcPr>
          <w:p w14:paraId="63B7694C" w14:textId="77777777" w:rsidR="002A0849" w:rsidRDefault="00000000">
            <w:r>
              <w:t>C0918</w:t>
            </w:r>
          </w:p>
        </w:tc>
        <w:tc>
          <w:tcPr>
            <w:tcW w:w="1415" w:type="dxa"/>
            <w:vAlign w:val="center"/>
          </w:tcPr>
          <w:p w14:paraId="0E4F7423" w14:textId="77777777" w:rsidR="002A0849" w:rsidRDefault="00000000">
            <w:r>
              <w:t>1.62</w:t>
            </w:r>
          </w:p>
        </w:tc>
        <w:tc>
          <w:tcPr>
            <w:tcW w:w="1245" w:type="dxa"/>
            <w:vAlign w:val="center"/>
          </w:tcPr>
          <w:p w14:paraId="192708EE" w14:textId="77777777" w:rsidR="002A0849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098E5E5E" w14:textId="77777777" w:rsidR="002A0849" w:rsidRDefault="002A0849"/>
        </w:tc>
        <w:tc>
          <w:tcPr>
            <w:tcW w:w="1143" w:type="dxa"/>
            <w:vMerge/>
            <w:vAlign w:val="center"/>
          </w:tcPr>
          <w:p w14:paraId="35C6EFB3" w14:textId="77777777" w:rsidR="002A0849" w:rsidRDefault="002A0849"/>
        </w:tc>
      </w:tr>
      <w:tr w:rsidR="002A0849" w14:paraId="0EE3CC79" w14:textId="77777777">
        <w:tc>
          <w:tcPr>
            <w:tcW w:w="888" w:type="dxa"/>
            <w:vMerge/>
            <w:vAlign w:val="center"/>
          </w:tcPr>
          <w:p w14:paraId="44963B64" w14:textId="77777777" w:rsidR="002A0849" w:rsidRDefault="002A0849"/>
        </w:tc>
        <w:tc>
          <w:tcPr>
            <w:tcW w:w="1301" w:type="dxa"/>
            <w:vMerge/>
            <w:vAlign w:val="center"/>
          </w:tcPr>
          <w:p w14:paraId="527139ED" w14:textId="77777777" w:rsidR="002A0849" w:rsidRDefault="002A0849"/>
        </w:tc>
        <w:tc>
          <w:tcPr>
            <w:tcW w:w="1075" w:type="dxa"/>
            <w:gridSpan w:val="2"/>
            <w:vMerge/>
            <w:vAlign w:val="center"/>
          </w:tcPr>
          <w:p w14:paraId="5CC827B1" w14:textId="77777777" w:rsidR="002A0849" w:rsidRDefault="002A0849"/>
        </w:tc>
        <w:tc>
          <w:tcPr>
            <w:tcW w:w="1131" w:type="dxa"/>
            <w:vAlign w:val="center"/>
          </w:tcPr>
          <w:p w14:paraId="05A78F0A" w14:textId="77777777" w:rsidR="002A0849" w:rsidRDefault="00000000">
            <w:r>
              <w:t>C0918</w:t>
            </w:r>
          </w:p>
        </w:tc>
        <w:tc>
          <w:tcPr>
            <w:tcW w:w="1415" w:type="dxa"/>
            <w:vAlign w:val="center"/>
          </w:tcPr>
          <w:p w14:paraId="08272F07" w14:textId="77777777" w:rsidR="002A0849" w:rsidRDefault="00000000">
            <w:r>
              <w:t>1.62</w:t>
            </w:r>
          </w:p>
        </w:tc>
        <w:tc>
          <w:tcPr>
            <w:tcW w:w="1245" w:type="dxa"/>
            <w:vAlign w:val="center"/>
          </w:tcPr>
          <w:p w14:paraId="6243E274" w14:textId="77777777" w:rsidR="002A0849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61535DD8" w14:textId="77777777" w:rsidR="002A0849" w:rsidRDefault="002A0849"/>
        </w:tc>
        <w:tc>
          <w:tcPr>
            <w:tcW w:w="1143" w:type="dxa"/>
            <w:vMerge/>
            <w:vAlign w:val="center"/>
          </w:tcPr>
          <w:p w14:paraId="56442246" w14:textId="77777777" w:rsidR="002A0849" w:rsidRDefault="002A0849"/>
        </w:tc>
      </w:tr>
      <w:tr w:rsidR="002A0849" w14:paraId="6BEECC17" w14:textId="77777777">
        <w:tc>
          <w:tcPr>
            <w:tcW w:w="888" w:type="dxa"/>
            <w:vMerge/>
            <w:vAlign w:val="center"/>
          </w:tcPr>
          <w:p w14:paraId="5427E6CB" w14:textId="77777777" w:rsidR="002A0849" w:rsidRDefault="002A0849"/>
        </w:tc>
        <w:tc>
          <w:tcPr>
            <w:tcW w:w="1301" w:type="dxa"/>
            <w:vAlign w:val="center"/>
          </w:tcPr>
          <w:p w14:paraId="19CDD35D" w14:textId="77777777" w:rsidR="002A0849" w:rsidRDefault="00000000">
            <w:r>
              <w:t>X002</w:t>
            </w:r>
          </w:p>
        </w:tc>
        <w:tc>
          <w:tcPr>
            <w:tcW w:w="1075" w:type="dxa"/>
            <w:gridSpan w:val="2"/>
            <w:vAlign w:val="center"/>
          </w:tcPr>
          <w:p w14:paraId="0832538E" w14:textId="77777777" w:rsidR="002A0849" w:rsidRDefault="00000000">
            <w:r>
              <w:t>30.83</w:t>
            </w:r>
          </w:p>
        </w:tc>
        <w:tc>
          <w:tcPr>
            <w:tcW w:w="1131" w:type="dxa"/>
            <w:vAlign w:val="center"/>
          </w:tcPr>
          <w:p w14:paraId="0DBC2DFB" w14:textId="77777777" w:rsidR="002A0849" w:rsidRDefault="00000000">
            <w:r>
              <w:t>C0918</w:t>
            </w:r>
          </w:p>
        </w:tc>
        <w:tc>
          <w:tcPr>
            <w:tcW w:w="1415" w:type="dxa"/>
            <w:vAlign w:val="center"/>
          </w:tcPr>
          <w:p w14:paraId="073C9CED" w14:textId="77777777" w:rsidR="002A0849" w:rsidRDefault="00000000">
            <w:r>
              <w:t>1.62</w:t>
            </w:r>
          </w:p>
        </w:tc>
        <w:tc>
          <w:tcPr>
            <w:tcW w:w="1245" w:type="dxa"/>
            <w:vAlign w:val="center"/>
          </w:tcPr>
          <w:p w14:paraId="3B5CE00D" w14:textId="77777777" w:rsidR="002A0849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750C3626" w14:textId="77777777" w:rsidR="002A0849" w:rsidRDefault="00000000">
            <w:r>
              <w:t>0.0525</w:t>
            </w:r>
          </w:p>
        </w:tc>
        <w:tc>
          <w:tcPr>
            <w:tcW w:w="1143" w:type="dxa"/>
            <w:vAlign w:val="center"/>
          </w:tcPr>
          <w:p w14:paraId="7086516E" w14:textId="77777777" w:rsidR="002A0849" w:rsidRDefault="00000000">
            <w:r>
              <w:rPr>
                <w:color w:val="FF0000"/>
              </w:rPr>
              <w:t>不满足</w:t>
            </w:r>
          </w:p>
        </w:tc>
      </w:tr>
      <w:tr w:rsidR="002A0849" w14:paraId="04CFC873" w14:textId="77777777">
        <w:tc>
          <w:tcPr>
            <w:tcW w:w="888" w:type="dxa"/>
            <w:vMerge/>
            <w:vAlign w:val="center"/>
          </w:tcPr>
          <w:p w14:paraId="4318742F" w14:textId="77777777" w:rsidR="002A0849" w:rsidRDefault="002A0849"/>
        </w:tc>
        <w:tc>
          <w:tcPr>
            <w:tcW w:w="1301" w:type="dxa"/>
            <w:vMerge w:val="restart"/>
            <w:vAlign w:val="center"/>
          </w:tcPr>
          <w:p w14:paraId="1C2E0339" w14:textId="77777777" w:rsidR="002A0849" w:rsidRDefault="00000000">
            <w:r>
              <w:t>X003</w:t>
            </w:r>
          </w:p>
        </w:tc>
        <w:tc>
          <w:tcPr>
            <w:tcW w:w="1075" w:type="dxa"/>
            <w:gridSpan w:val="2"/>
            <w:vMerge w:val="restart"/>
            <w:vAlign w:val="center"/>
          </w:tcPr>
          <w:p w14:paraId="2C3E5483" w14:textId="77777777" w:rsidR="002A0849" w:rsidRDefault="00000000">
            <w:r>
              <w:t>28.28</w:t>
            </w:r>
          </w:p>
        </w:tc>
        <w:tc>
          <w:tcPr>
            <w:tcW w:w="1131" w:type="dxa"/>
            <w:vAlign w:val="center"/>
          </w:tcPr>
          <w:p w14:paraId="6E3CDEE8" w14:textId="77777777" w:rsidR="002A0849" w:rsidRDefault="00000000">
            <w:r>
              <w:t>C1818</w:t>
            </w:r>
          </w:p>
        </w:tc>
        <w:tc>
          <w:tcPr>
            <w:tcW w:w="1415" w:type="dxa"/>
            <w:vAlign w:val="center"/>
          </w:tcPr>
          <w:p w14:paraId="304068C3" w14:textId="77777777" w:rsidR="002A0849" w:rsidRDefault="00000000">
            <w:r>
              <w:t>3.24</w:t>
            </w:r>
          </w:p>
        </w:tc>
        <w:tc>
          <w:tcPr>
            <w:tcW w:w="1245" w:type="dxa"/>
            <w:vAlign w:val="center"/>
          </w:tcPr>
          <w:p w14:paraId="31FFCBB2" w14:textId="77777777" w:rsidR="002A0849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3D3630C0" w14:textId="77777777" w:rsidR="002A0849" w:rsidRDefault="00000000">
            <w:r>
              <w:t>0.1719</w:t>
            </w:r>
          </w:p>
        </w:tc>
        <w:tc>
          <w:tcPr>
            <w:tcW w:w="1143" w:type="dxa"/>
            <w:vMerge w:val="restart"/>
            <w:vAlign w:val="center"/>
          </w:tcPr>
          <w:p w14:paraId="62F8FB5B" w14:textId="77777777" w:rsidR="002A0849" w:rsidRDefault="00000000">
            <w:r>
              <w:t>满足</w:t>
            </w:r>
          </w:p>
        </w:tc>
      </w:tr>
      <w:tr w:rsidR="002A0849" w14:paraId="3C637551" w14:textId="77777777">
        <w:tc>
          <w:tcPr>
            <w:tcW w:w="888" w:type="dxa"/>
            <w:vMerge/>
            <w:vAlign w:val="center"/>
          </w:tcPr>
          <w:p w14:paraId="324996F4" w14:textId="77777777" w:rsidR="002A0849" w:rsidRDefault="002A0849"/>
        </w:tc>
        <w:tc>
          <w:tcPr>
            <w:tcW w:w="1301" w:type="dxa"/>
            <w:vMerge/>
            <w:vAlign w:val="center"/>
          </w:tcPr>
          <w:p w14:paraId="4C30EACD" w14:textId="77777777" w:rsidR="002A0849" w:rsidRDefault="002A0849"/>
        </w:tc>
        <w:tc>
          <w:tcPr>
            <w:tcW w:w="1075" w:type="dxa"/>
            <w:gridSpan w:val="2"/>
            <w:vMerge/>
            <w:vAlign w:val="center"/>
          </w:tcPr>
          <w:p w14:paraId="0BACA45A" w14:textId="77777777" w:rsidR="002A0849" w:rsidRDefault="002A0849"/>
        </w:tc>
        <w:tc>
          <w:tcPr>
            <w:tcW w:w="1131" w:type="dxa"/>
            <w:vAlign w:val="center"/>
          </w:tcPr>
          <w:p w14:paraId="7929B70E" w14:textId="77777777" w:rsidR="002A0849" w:rsidRDefault="00000000">
            <w:r>
              <w:t>C0918</w:t>
            </w:r>
          </w:p>
        </w:tc>
        <w:tc>
          <w:tcPr>
            <w:tcW w:w="1415" w:type="dxa"/>
            <w:vAlign w:val="center"/>
          </w:tcPr>
          <w:p w14:paraId="5060944A" w14:textId="77777777" w:rsidR="002A0849" w:rsidRDefault="00000000">
            <w:r>
              <w:t>1.62</w:t>
            </w:r>
          </w:p>
        </w:tc>
        <w:tc>
          <w:tcPr>
            <w:tcW w:w="1245" w:type="dxa"/>
            <w:vAlign w:val="center"/>
          </w:tcPr>
          <w:p w14:paraId="2425ACA2" w14:textId="77777777" w:rsidR="002A0849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545C7CD8" w14:textId="77777777" w:rsidR="002A0849" w:rsidRDefault="002A0849"/>
        </w:tc>
        <w:tc>
          <w:tcPr>
            <w:tcW w:w="1143" w:type="dxa"/>
            <w:vMerge/>
            <w:vAlign w:val="center"/>
          </w:tcPr>
          <w:p w14:paraId="7B2E5AEF" w14:textId="77777777" w:rsidR="002A0849" w:rsidRDefault="002A0849"/>
        </w:tc>
      </w:tr>
      <w:tr w:rsidR="002A0849" w14:paraId="707C2006" w14:textId="77777777">
        <w:tc>
          <w:tcPr>
            <w:tcW w:w="888" w:type="dxa"/>
            <w:vMerge/>
            <w:vAlign w:val="center"/>
          </w:tcPr>
          <w:p w14:paraId="4E986CE2" w14:textId="77777777" w:rsidR="002A0849" w:rsidRDefault="002A0849"/>
        </w:tc>
        <w:tc>
          <w:tcPr>
            <w:tcW w:w="1301" w:type="dxa"/>
            <w:vMerge w:val="restart"/>
            <w:vAlign w:val="center"/>
          </w:tcPr>
          <w:p w14:paraId="4895E661" w14:textId="77777777" w:rsidR="002A0849" w:rsidRDefault="00000000">
            <w:r>
              <w:t>X004</w:t>
            </w:r>
          </w:p>
        </w:tc>
        <w:tc>
          <w:tcPr>
            <w:tcW w:w="1075" w:type="dxa"/>
            <w:gridSpan w:val="2"/>
            <w:vMerge w:val="restart"/>
            <w:vAlign w:val="center"/>
          </w:tcPr>
          <w:p w14:paraId="39B3EDA2" w14:textId="77777777" w:rsidR="002A0849" w:rsidRDefault="00000000">
            <w:r>
              <w:t>23.03</w:t>
            </w:r>
          </w:p>
        </w:tc>
        <w:tc>
          <w:tcPr>
            <w:tcW w:w="1131" w:type="dxa"/>
            <w:vAlign w:val="center"/>
          </w:tcPr>
          <w:p w14:paraId="46B023E3" w14:textId="77777777" w:rsidR="002A0849" w:rsidRDefault="00000000">
            <w:r>
              <w:t>C2718</w:t>
            </w:r>
          </w:p>
        </w:tc>
        <w:tc>
          <w:tcPr>
            <w:tcW w:w="1415" w:type="dxa"/>
            <w:vAlign w:val="center"/>
          </w:tcPr>
          <w:p w14:paraId="6E5D929B" w14:textId="77777777" w:rsidR="002A0849" w:rsidRDefault="00000000">
            <w:r>
              <w:t>4.86</w:t>
            </w:r>
          </w:p>
        </w:tc>
        <w:tc>
          <w:tcPr>
            <w:tcW w:w="1245" w:type="dxa"/>
            <w:vAlign w:val="center"/>
          </w:tcPr>
          <w:p w14:paraId="16CE27AB" w14:textId="77777777" w:rsidR="002A0849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7DD47933" w14:textId="77777777" w:rsidR="002A0849" w:rsidRDefault="00000000">
            <w:r>
              <w:t>0.2814</w:t>
            </w:r>
          </w:p>
        </w:tc>
        <w:tc>
          <w:tcPr>
            <w:tcW w:w="1143" w:type="dxa"/>
            <w:vMerge w:val="restart"/>
            <w:vAlign w:val="center"/>
          </w:tcPr>
          <w:p w14:paraId="5B3A8E90" w14:textId="77777777" w:rsidR="002A0849" w:rsidRDefault="00000000">
            <w:r>
              <w:t>满足</w:t>
            </w:r>
          </w:p>
        </w:tc>
      </w:tr>
      <w:tr w:rsidR="002A0849" w14:paraId="6F35D5C9" w14:textId="77777777">
        <w:tc>
          <w:tcPr>
            <w:tcW w:w="888" w:type="dxa"/>
            <w:vMerge/>
            <w:vAlign w:val="center"/>
          </w:tcPr>
          <w:p w14:paraId="64E56DBB" w14:textId="77777777" w:rsidR="002A0849" w:rsidRDefault="002A0849"/>
        </w:tc>
        <w:tc>
          <w:tcPr>
            <w:tcW w:w="1301" w:type="dxa"/>
            <w:vMerge/>
            <w:vAlign w:val="center"/>
          </w:tcPr>
          <w:p w14:paraId="50AF79F9" w14:textId="77777777" w:rsidR="002A0849" w:rsidRDefault="002A0849"/>
        </w:tc>
        <w:tc>
          <w:tcPr>
            <w:tcW w:w="1075" w:type="dxa"/>
            <w:gridSpan w:val="2"/>
            <w:vMerge/>
            <w:vAlign w:val="center"/>
          </w:tcPr>
          <w:p w14:paraId="76E71387" w14:textId="77777777" w:rsidR="002A0849" w:rsidRDefault="002A0849"/>
        </w:tc>
        <w:tc>
          <w:tcPr>
            <w:tcW w:w="1131" w:type="dxa"/>
            <w:vAlign w:val="center"/>
          </w:tcPr>
          <w:p w14:paraId="19E52C97" w14:textId="77777777" w:rsidR="002A0849" w:rsidRDefault="00000000">
            <w:r>
              <w:t>C0918</w:t>
            </w:r>
          </w:p>
        </w:tc>
        <w:tc>
          <w:tcPr>
            <w:tcW w:w="1415" w:type="dxa"/>
            <w:vAlign w:val="center"/>
          </w:tcPr>
          <w:p w14:paraId="07EC4ACA" w14:textId="77777777" w:rsidR="002A0849" w:rsidRDefault="00000000">
            <w:r>
              <w:t>1.62</w:t>
            </w:r>
          </w:p>
        </w:tc>
        <w:tc>
          <w:tcPr>
            <w:tcW w:w="1245" w:type="dxa"/>
            <w:vAlign w:val="center"/>
          </w:tcPr>
          <w:p w14:paraId="0EFDE820" w14:textId="77777777" w:rsidR="002A0849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3DBEC4B4" w14:textId="77777777" w:rsidR="002A0849" w:rsidRDefault="002A0849"/>
        </w:tc>
        <w:tc>
          <w:tcPr>
            <w:tcW w:w="1143" w:type="dxa"/>
            <w:vMerge/>
            <w:vAlign w:val="center"/>
          </w:tcPr>
          <w:p w14:paraId="5A8D0641" w14:textId="77777777" w:rsidR="002A0849" w:rsidRDefault="002A0849"/>
        </w:tc>
      </w:tr>
      <w:tr w:rsidR="002A0849" w14:paraId="485DAC5C" w14:textId="77777777">
        <w:tc>
          <w:tcPr>
            <w:tcW w:w="888" w:type="dxa"/>
            <w:vMerge/>
            <w:vAlign w:val="center"/>
          </w:tcPr>
          <w:p w14:paraId="7F57689E" w14:textId="77777777" w:rsidR="002A0849" w:rsidRDefault="002A0849"/>
        </w:tc>
        <w:tc>
          <w:tcPr>
            <w:tcW w:w="1301" w:type="dxa"/>
            <w:vMerge w:val="restart"/>
            <w:vAlign w:val="center"/>
          </w:tcPr>
          <w:p w14:paraId="5755651E" w14:textId="77777777" w:rsidR="002A0849" w:rsidRDefault="00000000">
            <w:r>
              <w:t>X005</w:t>
            </w:r>
          </w:p>
        </w:tc>
        <w:tc>
          <w:tcPr>
            <w:tcW w:w="1075" w:type="dxa"/>
            <w:gridSpan w:val="2"/>
            <w:vMerge w:val="restart"/>
            <w:vAlign w:val="center"/>
          </w:tcPr>
          <w:p w14:paraId="02150326" w14:textId="77777777" w:rsidR="002A0849" w:rsidRDefault="00000000">
            <w:r>
              <w:t>19.20</w:t>
            </w:r>
          </w:p>
        </w:tc>
        <w:tc>
          <w:tcPr>
            <w:tcW w:w="1131" w:type="dxa"/>
            <w:vAlign w:val="center"/>
          </w:tcPr>
          <w:p w14:paraId="7B2674B6" w14:textId="77777777" w:rsidR="002A0849" w:rsidRDefault="00000000">
            <w:r>
              <w:t>C0918</w:t>
            </w:r>
          </w:p>
        </w:tc>
        <w:tc>
          <w:tcPr>
            <w:tcW w:w="1415" w:type="dxa"/>
            <w:vAlign w:val="center"/>
          </w:tcPr>
          <w:p w14:paraId="0D5854E5" w14:textId="77777777" w:rsidR="002A0849" w:rsidRDefault="00000000">
            <w:r>
              <w:t>1.62</w:t>
            </w:r>
          </w:p>
        </w:tc>
        <w:tc>
          <w:tcPr>
            <w:tcW w:w="1245" w:type="dxa"/>
            <w:vAlign w:val="center"/>
          </w:tcPr>
          <w:p w14:paraId="10BD9974" w14:textId="77777777" w:rsidR="002A0849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54B4BCD3" w14:textId="77777777" w:rsidR="002A0849" w:rsidRDefault="00000000">
            <w:r>
              <w:t>0.2531</w:t>
            </w:r>
          </w:p>
        </w:tc>
        <w:tc>
          <w:tcPr>
            <w:tcW w:w="1143" w:type="dxa"/>
            <w:vMerge w:val="restart"/>
            <w:vAlign w:val="center"/>
          </w:tcPr>
          <w:p w14:paraId="34BCC1A5" w14:textId="77777777" w:rsidR="002A0849" w:rsidRDefault="00000000">
            <w:r>
              <w:t>满足</w:t>
            </w:r>
          </w:p>
        </w:tc>
      </w:tr>
      <w:tr w:rsidR="002A0849" w14:paraId="17C44649" w14:textId="77777777">
        <w:tc>
          <w:tcPr>
            <w:tcW w:w="888" w:type="dxa"/>
            <w:vMerge/>
            <w:vAlign w:val="center"/>
          </w:tcPr>
          <w:p w14:paraId="4CAA21F5" w14:textId="77777777" w:rsidR="002A0849" w:rsidRDefault="002A0849"/>
        </w:tc>
        <w:tc>
          <w:tcPr>
            <w:tcW w:w="1301" w:type="dxa"/>
            <w:vMerge/>
            <w:vAlign w:val="center"/>
          </w:tcPr>
          <w:p w14:paraId="35E59A5B" w14:textId="77777777" w:rsidR="002A0849" w:rsidRDefault="002A0849"/>
        </w:tc>
        <w:tc>
          <w:tcPr>
            <w:tcW w:w="1075" w:type="dxa"/>
            <w:gridSpan w:val="2"/>
            <w:vMerge/>
            <w:vAlign w:val="center"/>
          </w:tcPr>
          <w:p w14:paraId="445F738B" w14:textId="77777777" w:rsidR="002A0849" w:rsidRDefault="002A0849"/>
        </w:tc>
        <w:tc>
          <w:tcPr>
            <w:tcW w:w="1131" w:type="dxa"/>
            <w:vAlign w:val="center"/>
          </w:tcPr>
          <w:p w14:paraId="1CE07736" w14:textId="77777777" w:rsidR="002A0849" w:rsidRDefault="00000000">
            <w:r>
              <w:t>C1818</w:t>
            </w:r>
          </w:p>
        </w:tc>
        <w:tc>
          <w:tcPr>
            <w:tcW w:w="1415" w:type="dxa"/>
            <w:vAlign w:val="center"/>
          </w:tcPr>
          <w:p w14:paraId="6A4A12AE" w14:textId="77777777" w:rsidR="002A0849" w:rsidRDefault="00000000">
            <w:r>
              <w:t>3.24</w:t>
            </w:r>
          </w:p>
        </w:tc>
        <w:tc>
          <w:tcPr>
            <w:tcW w:w="1245" w:type="dxa"/>
            <w:vAlign w:val="center"/>
          </w:tcPr>
          <w:p w14:paraId="36BB82AA" w14:textId="77777777" w:rsidR="002A0849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52908B59" w14:textId="77777777" w:rsidR="002A0849" w:rsidRDefault="002A0849"/>
        </w:tc>
        <w:tc>
          <w:tcPr>
            <w:tcW w:w="1143" w:type="dxa"/>
            <w:vMerge/>
            <w:vAlign w:val="center"/>
          </w:tcPr>
          <w:p w14:paraId="0E3EBC23" w14:textId="77777777" w:rsidR="002A0849" w:rsidRDefault="002A0849"/>
        </w:tc>
      </w:tr>
      <w:tr w:rsidR="002A0849" w14:paraId="28730E06" w14:textId="77777777">
        <w:tc>
          <w:tcPr>
            <w:tcW w:w="888" w:type="dxa"/>
            <w:vMerge/>
            <w:vAlign w:val="center"/>
          </w:tcPr>
          <w:p w14:paraId="5FC92181" w14:textId="77777777" w:rsidR="002A0849" w:rsidRDefault="002A0849"/>
        </w:tc>
        <w:tc>
          <w:tcPr>
            <w:tcW w:w="1301" w:type="dxa"/>
            <w:vMerge w:val="restart"/>
            <w:vAlign w:val="center"/>
          </w:tcPr>
          <w:p w14:paraId="42173A8A" w14:textId="77777777" w:rsidR="002A0849" w:rsidRDefault="00000000">
            <w:r>
              <w:t>X006</w:t>
            </w:r>
          </w:p>
        </w:tc>
        <w:tc>
          <w:tcPr>
            <w:tcW w:w="1075" w:type="dxa"/>
            <w:gridSpan w:val="2"/>
            <w:vMerge w:val="restart"/>
            <w:vAlign w:val="center"/>
          </w:tcPr>
          <w:p w14:paraId="102D9076" w14:textId="77777777" w:rsidR="002A0849" w:rsidRDefault="00000000">
            <w:r>
              <w:t>16.56</w:t>
            </w:r>
          </w:p>
        </w:tc>
        <w:tc>
          <w:tcPr>
            <w:tcW w:w="1131" w:type="dxa"/>
            <w:vAlign w:val="center"/>
          </w:tcPr>
          <w:p w14:paraId="3F0BA78E" w14:textId="77777777" w:rsidR="002A0849" w:rsidRDefault="00000000">
            <w:r>
              <w:t>C0918</w:t>
            </w:r>
          </w:p>
        </w:tc>
        <w:tc>
          <w:tcPr>
            <w:tcW w:w="1415" w:type="dxa"/>
            <w:vAlign w:val="center"/>
          </w:tcPr>
          <w:p w14:paraId="3D27BE44" w14:textId="77777777" w:rsidR="002A0849" w:rsidRDefault="00000000">
            <w:r>
              <w:t>1.62</w:t>
            </w:r>
          </w:p>
        </w:tc>
        <w:tc>
          <w:tcPr>
            <w:tcW w:w="1245" w:type="dxa"/>
            <w:vAlign w:val="center"/>
          </w:tcPr>
          <w:p w14:paraId="38BAFBB6" w14:textId="77777777" w:rsidR="002A0849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78575A1E" w14:textId="77777777" w:rsidR="002A0849" w:rsidRDefault="00000000">
            <w:r>
              <w:t>0.1957</w:t>
            </w:r>
          </w:p>
        </w:tc>
        <w:tc>
          <w:tcPr>
            <w:tcW w:w="1143" w:type="dxa"/>
            <w:vMerge w:val="restart"/>
            <w:vAlign w:val="center"/>
          </w:tcPr>
          <w:p w14:paraId="4A292B68" w14:textId="77777777" w:rsidR="002A0849" w:rsidRDefault="00000000">
            <w:r>
              <w:t>满足</w:t>
            </w:r>
          </w:p>
        </w:tc>
      </w:tr>
      <w:tr w:rsidR="002A0849" w14:paraId="1F317C83" w14:textId="77777777">
        <w:tc>
          <w:tcPr>
            <w:tcW w:w="888" w:type="dxa"/>
            <w:vMerge/>
            <w:vAlign w:val="center"/>
          </w:tcPr>
          <w:p w14:paraId="60EDBC77" w14:textId="77777777" w:rsidR="002A0849" w:rsidRDefault="002A0849"/>
        </w:tc>
        <w:tc>
          <w:tcPr>
            <w:tcW w:w="1301" w:type="dxa"/>
            <w:vMerge/>
            <w:vAlign w:val="center"/>
          </w:tcPr>
          <w:p w14:paraId="1B641B97" w14:textId="77777777" w:rsidR="002A0849" w:rsidRDefault="002A0849"/>
        </w:tc>
        <w:tc>
          <w:tcPr>
            <w:tcW w:w="1075" w:type="dxa"/>
            <w:gridSpan w:val="2"/>
            <w:vMerge/>
            <w:vAlign w:val="center"/>
          </w:tcPr>
          <w:p w14:paraId="6A833B15" w14:textId="77777777" w:rsidR="002A0849" w:rsidRDefault="002A0849"/>
        </w:tc>
        <w:tc>
          <w:tcPr>
            <w:tcW w:w="1131" w:type="dxa"/>
            <w:vAlign w:val="center"/>
          </w:tcPr>
          <w:p w14:paraId="477E7C8E" w14:textId="77777777" w:rsidR="002A0849" w:rsidRDefault="00000000">
            <w:r>
              <w:t>C0918</w:t>
            </w:r>
          </w:p>
        </w:tc>
        <w:tc>
          <w:tcPr>
            <w:tcW w:w="1415" w:type="dxa"/>
            <w:vAlign w:val="center"/>
          </w:tcPr>
          <w:p w14:paraId="5A7D2AF3" w14:textId="77777777" w:rsidR="002A0849" w:rsidRDefault="00000000">
            <w:r>
              <w:t>1.62</w:t>
            </w:r>
          </w:p>
        </w:tc>
        <w:tc>
          <w:tcPr>
            <w:tcW w:w="1245" w:type="dxa"/>
            <w:vAlign w:val="center"/>
          </w:tcPr>
          <w:p w14:paraId="0EE5A48A" w14:textId="77777777" w:rsidR="002A0849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1AE60A11" w14:textId="77777777" w:rsidR="002A0849" w:rsidRDefault="002A0849"/>
        </w:tc>
        <w:tc>
          <w:tcPr>
            <w:tcW w:w="1143" w:type="dxa"/>
            <w:vMerge/>
            <w:vAlign w:val="center"/>
          </w:tcPr>
          <w:p w14:paraId="061CF00B" w14:textId="77777777" w:rsidR="002A0849" w:rsidRDefault="002A0849"/>
        </w:tc>
      </w:tr>
      <w:tr w:rsidR="002A0849" w14:paraId="0B581E84" w14:textId="77777777">
        <w:tc>
          <w:tcPr>
            <w:tcW w:w="888" w:type="dxa"/>
            <w:vMerge/>
            <w:vAlign w:val="center"/>
          </w:tcPr>
          <w:p w14:paraId="48826F01" w14:textId="77777777" w:rsidR="002A0849" w:rsidRDefault="002A0849"/>
        </w:tc>
        <w:tc>
          <w:tcPr>
            <w:tcW w:w="1301" w:type="dxa"/>
            <w:vAlign w:val="center"/>
          </w:tcPr>
          <w:p w14:paraId="4EE942CB" w14:textId="77777777" w:rsidR="002A0849" w:rsidRDefault="00000000">
            <w:r>
              <w:t>X007</w:t>
            </w:r>
          </w:p>
        </w:tc>
        <w:tc>
          <w:tcPr>
            <w:tcW w:w="1075" w:type="dxa"/>
            <w:gridSpan w:val="2"/>
            <w:vAlign w:val="center"/>
          </w:tcPr>
          <w:p w14:paraId="65B43FE2" w14:textId="77777777" w:rsidR="002A0849" w:rsidRDefault="00000000">
            <w:r>
              <w:t>14.43</w:t>
            </w:r>
          </w:p>
        </w:tc>
        <w:tc>
          <w:tcPr>
            <w:tcW w:w="1131" w:type="dxa"/>
            <w:vAlign w:val="center"/>
          </w:tcPr>
          <w:p w14:paraId="4F03AEA5" w14:textId="77777777" w:rsidR="002A0849" w:rsidRDefault="00000000">
            <w:r>
              <w:t>C2718</w:t>
            </w:r>
          </w:p>
        </w:tc>
        <w:tc>
          <w:tcPr>
            <w:tcW w:w="1415" w:type="dxa"/>
            <w:vAlign w:val="center"/>
          </w:tcPr>
          <w:p w14:paraId="5B4FDF35" w14:textId="77777777" w:rsidR="002A0849" w:rsidRDefault="00000000">
            <w:r>
              <w:t>4.86</w:t>
            </w:r>
          </w:p>
        </w:tc>
        <w:tc>
          <w:tcPr>
            <w:tcW w:w="1245" w:type="dxa"/>
            <w:vAlign w:val="center"/>
          </w:tcPr>
          <w:p w14:paraId="2232EA58" w14:textId="77777777" w:rsidR="002A0849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1654EFA3" w14:textId="77777777" w:rsidR="002A0849" w:rsidRDefault="00000000">
            <w:r>
              <w:t>0.3368</w:t>
            </w:r>
          </w:p>
        </w:tc>
        <w:tc>
          <w:tcPr>
            <w:tcW w:w="1143" w:type="dxa"/>
            <w:vAlign w:val="center"/>
          </w:tcPr>
          <w:p w14:paraId="537A067F" w14:textId="77777777" w:rsidR="002A0849" w:rsidRDefault="00000000">
            <w:r>
              <w:t>满足</w:t>
            </w:r>
          </w:p>
        </w:tc>
      </w:tr>
      <w:tr w:rsidR="002A0849" w14:paraId="036985FB" w14:textId="77777777">
        <w:tc>
          <w:tcPr>
            <w:tcW w:w="888" w:type="dxa"/>
            <w:vMerge/>
            <w:vAlign w:val="center"/>
          </w:tcPr>
          <w:p w14:paraId="4E976267" w14:textId="77777777" w:rsidR="002A0849" w:rsidRDefault="002A0849"/>
        </w:tc>
        <w:tc>
          <w:tcPr>
            <w:tcW w:w="1301" w:type="dxa"/>
            <w:vAlign w:val="center"/>
          </w:tcPr>
          <w:p w14:paraId="20A6E8F4" w14:textId="77777777" w:rsidR="002A0849" w:rsidRDefault="00000000">
            <w:r>
              <w:t>X009</w:t>
            </w:r>
          </w:p>
        </w:tc>
        <w:tc>
          <w:tcPr>
            <w:tcW w:w="1075" w:type="dxa"/>
            <w:gridSpan w:val="2"/>
            <w:vAlign w:val="center"/>
          </w:tcPr>
          <w:p w14:paraId="3E43A2D2" w14:textId="77777777" w:rsidR="002A0849" w:rsidRDefault="00000000">
            <w:r>
              <w:t>13.16</w:t>
            </w:r>
          </w:p>
        </w:tc>
        <w:tc>
          <w:tcPr>
            <w:tcW w:w="1131" w:type="dxa"/>
            <w:vAlign w:val="center"/>
          </w:tcPr>
          <w:p w14:paraId="43CA2562" w14:textId="77777777" w:rsidR="002A0849" w:rsidRDefault="00000000">
            <w:r>
              <w:t>C2718</w:t>
            </w:r>
          </w:p>
        </w:tc>
        <w:tc>
          <w:tcPr>
            <w:tcW w:w="1415" w:type="dxa"/>
            <w:vAlign w:val="center"/>
          </w:tcPr>
          <w:p w14:paraId="3D090B4D" w14:textId="77777777" w:rsidR="002A0849" w:rsidRDefault="00000000">
            <w:r>
              <w:t>4.86</w:t>
            </w:r>
          </w:p>
        </w:tc>
        <w:tc>
          <w:tcPr>
            <w:tcW w:w="1245" w:type="dxa"/>
            <w:vAlign w:val="center"/>
          </w:tcPr>
          <w:p w14:paraId="1F0355A0" w14:textId="77777777" w:rsidR="002A0849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5DF8ADFF" w14:textId="77777777" w:rsidR="002A0849" w:rsidRDefault="00000000">
            <w:r>
              <w:t>0.3694</w:t>
            </w:r>
          </w:p>
        </w:tc>
        <w:tc>
          <w:tcPr>
            <w:tcW w:w="1143" w:type="dxa"/>
            <w:vAlign w:val="center"/>
          </w:tcPr>
          <w:p w14:paraId="2837E56E" w14:textId="77777777" w:rsidR="002A0849" w:rsidRDefault="00000000">
            <w:r>
              <w:t>满足</w:t>
            </w:r>
          </w:p>
        </w:tc>
      </w:tr>
      <w:tr w:rsidR="002A0849" w14:paraId="590F2930" w14:textId="77777777">
        <w:tc>
          <w:tcPr>
            <w:tcW w:w="888" w:type="dxa"/>
            <w:vMerge/>
            <w:vAlign w:val="center"/>
          </w:tcPr>
          <w:p w14:paraId="02459992" w14:textId="77777777" w:rsidR="002A0849" w:rsidRDefault="002A0849"/>
        </w:tc>
        <w:tc>
          <w:tcPr>
            <w:tcW w:w="1301" w:type="dxa"/>
            <w:vAlign w:val="center"/>
          </w:tcPr>
          <w:p w14:paraId="43213009" w14:textId="77777777" w:rsidR="002A0849" w:rsidRDefault="00000000">
            <w:r>
              <w:t>X010</w:t>
            </w:r>
          </w:p>
        </w:tc>
        <w:tc>
          <w:tcPr>
            <w:tcW w:w="1075" w:type="dxa"/>
            <w:gridSpan w:val="2"/>
            <w:vAlign w:val="center"/>
          </w:tcPr>
          <w:p w14:paraId="6B3C9360" w14:textId="77777777" w:rsidR="002A0849" w:rsidRDefault="00000000">
            <w:r>
              <w:t>9.35</w:t>
            </w:r>
          </w:p>
        </w:tc>
        <w:tc>
          <w:tcPr>
            <w:tcW w:w="1131" w:type="dxa"/>
            <w:vAlign w:val="center"/>
          </w:tcPr>
          <w:p w14:paraId="0DEEAD02" w14:textId="77777777" w:rsidR="002A0849" w:rsidRDefault="00000000">
            <w:r>
              <w:t>C0918</w:t>
            </w:r>
          </w:p>
        </w:tc>
        <w:tc>
          <w:tcPr>
            <w:tcW w:w="1415" w:type="dxa"/>
            <w:vAlign w:val="center"/>
          </w:tcPr>
          <w:p w14:paraId="186FE532" w14:textId="77777777" w:rsidR="002A0849" w:rsidRDefault="00000000">
            <w:r>
              <w:t>1.62</w:t>
            </w:r>
          </w:p>
        </w:tc>
        <w:tc>
          <w:tcPr>
            <w:tcW w:w="1245" w:type="dxa"/>
            <w:vAlign w:val="center"/>
          </w:tcPr>
          <w:p w14:paraId="17B85CE0" w14:textId="77777777" w:rsidR="002A0849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16CFA936" w14:textId="77777777" w:rsidR="002A0849" w:rsidRDefault="00000000">
            <w:r>
              <w:t>0.1733</w:t>
            </w:r>
          </w:p>
        </w:tc>
        <w:tc>
          <w:tcPr>
            <w:tcW w:w="1143" w:type="dxa"/>
            <w:vAlign w:val="center"/>
          </w:tcPr>
          <w:p w14:paraId="379B3A0F" w14:textId="77777777" w:rsidR="002A0849" w:rsidRDefault="00000000">
            <w:r>
              <w:t>满足</w:t>
            </w:r>
          </w:p>
        </w:tc>
      </w:tr>
      <w:tr w:rsidR="002A0849" w14:paraId="0DDE0A80" w14:textId="77777777">
        <w:tc>
          <w:tcPr>
            <w:tcW w:w="888" w:type="dxa"/>
            <w:vMerge/>
            <w:vAlign w:val="center"/>
          </w:tcPr>
          <w:p w14:paraId="35AC0B2D" w14:textId="77777777" w:rsidR="002A0849" w:rsidRDefault="002A0849"/>
        </w:tc>
        <w:tc>
          <w:tcPr>
            <w:tcW w:w="1301" w:type="dxa"/>
            <w:vAlign w:val="center"/>
          </w:tcPr>
          <w:p w14:paraId="2435970A" w14:textId="77777777" w:rsidR="002A0849" w:rsidRDefault="00000000">
            <w:r>
              <w:t>X011</w:t>
            </w:r>
          </w:p>
        </w:tc>
        <w:tc>
          <w:tcPr>
            <w:tcW w:w="1075" w:type="dxa"/>
            <w:gridSpan w:val="2"/>
            <w:vAlign w:val="center"/>
          </w:tcPr>
          <w:p w14:paraId="36F01E5E" w14:textId="77777777" w:rsidR="002A0849" w:rsidRDefault="00000000">
            <w:r>
              <w:t>8.70</w:t>
            </w:r>
          </w:p>
        </w:tc>
        <w:tc>
          <w:tcPr>
            <w:tcW w:w="1131" w:type="dxa"/>
            <w:vAlign w:val="center"/>
          </w:tcPr>
          <w:p w14:paraId="34C9DDC8" w14:textId="77777777" w:rsidR="002A0849" w:rsidRDefault="00000000">
            <w:r>
              <w:t>C0918</w:t>
            </w:r>
          </w:p>
        </w:tc>
        <w:tc>
          <w:tcPr>
            <w:tcW w:w="1415" w:type="dxa"/>
            <w:vAlign w:val="center"/>
          </w:tcPr>
          <w:p w14:paraId="3F4E0F22" w14:textId="77777777" w:rsidR="002A0849" w:rsidRDefault="00000000">
            <w:r>
              <w:t>1.62</w:t>
            </w:r>
          </w:p>
        </w:tc>
        <w:tc>
          <w:tcPr>
            <w:tcW w:w="1245" w:type="dxa"/>
            <w:vAlign w:val="center"/>
          </w:tcPr>
          <w:p w14:paraId="30A75E26" w14:textId="77777777" w:rsidR="002A0849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1FD3A6A2" w14:textId="77777777" w:rsidR="002A0849" w:rsidRDefault="00000000">
            <w:r>
              <w:t>0.1862</w:t>
            </w:r>
          </w:p>
        </w:tc>
        <w:tc>
          <w:tcPr>
            <w:tcW w:w="1143" w:type="dxa"/>
            <w:vAlign w:val="center"/>
          </w:tcPr>
          <w:p w14:paraId="15AC4BA1" w14:textId="77777777" w:rsidR="002A0849" w:rsidRDefault="00000000">
            <w:r>
              <w:t>满足</w:t>
            </w:r>
          </w:p>
        </w:tc>
      </w:tr>
      <w:tr w:rsidR="002A0849" w14:paraId="3A54AA5C" w14:textId="77777777">
        <w:tc>
          <w:tcPr>
            <w:tcW w:w="888" w:type="dxa"/>
            <w:vMerge/>
            <w:vAlign w:val="center"/>
          </w:tcPr>
          <w:p w14:paraId="1A458E05" w14:textId="77777777" w:rsidR="002A0849" w:rsidRDefault="002A0849"/>
        </w:tc>
        <w:tc>
          <w:tcPr>
            <w:tcW w:w="1301" w:type="dxa"/>
            <w:vAlign w:val="center"/>
          </w:tcPr>
          <w:p w14:paraId="79660E29" w14:textId="77777777" w:rsidR="002A0849" w:rsidRDefault="00000000">
            <w:r>
              <w:t>X012</w:t>
            </w:r>
          </w:p>
        </w:tc>
        <w:tc>
          <w:tcPr>
            <w:tcW w:w="1075" w:type="dxa"/>
            <w:gridSpan w:val="2"/>
            <w:vAlign w:val="center"/>
          </w:tcPr>
          <w:p w14:paraId="5B3A2B83" w14:textId="77777777" w:rsidR="002A0849" w:rsidRDefault="00000000">
            <w:r>
              <w:t>7.36</w:t>
            </w:r>
          </w:p>
        </w:tc>
        <w:tc>
          <w:tcPr>
            <w:tcW w:w="1131" w:type="dxa"/>
            <w:vAlign w:val="center"/>
          </w:tcPr>
          <w:p w14:paraId="61A41ABA" w14:textId="77777777" w:rsidR="002A0849" w:rsidRDefault="00000000">
            <w:r>
              <w:t>C1818</w:t>
            </w:r>
          </w:p>
        </w:tc>
        <w:tc>
          <w:tcPr>
            <w:tcW w:w="1415" w:type="dxa"/>
            <w:vAlign w:val="center"/>
          </w:tcPr>
          <w:p w14:paraId="6FA23F1D" w14:textId="77777777" w:rsidR="002A0849" w:rsidRDefault="00000000">
            <w:r>
              <w:t>3.24</w:t>
            </w:r>
          </w:p>
        </w:tc>
        <w:tc>
          <w:tcPr>
            <w:tcW w:w="1245" w:type="dxa"/>
            <w:vAlign w:val="center"/>
          </w:tcPr>
          <w:p w14:paraId="3E5C2ACE" w14:textId="77777777" w:rsidR="002A0849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70E2F0A2" w14:textId="77777777" w:rsidR="002A0849" w:rsidRDefault="00000000">
            <w:r>
              <w:t>0.4402</w:t>
            </w:r>
          </w:p>
        </w:tc>
        <w:tc>
          <w:tcPr>
            <w:tcW w:w="1143" w:type="dxa"/>
            <w:vAlign w:val="center"/>
          </w:tcPr>
          <w:p w14:paraId="4D3661D9" w14:textId="77777777" w:rsidR="002A0849" w:rsidRDefault="00000000">
            <w:r>
              <w:t>满足</w:t>
            </w:r>
          </w:p>
        </w:tc>
      </w:tr>
      <w:tr w:rsidR="002A0849" w14:paraId="78A40DB3" w14:textId="77777777">
        <w:tc>
          <w:tcPr>
            <w:tcW w:w="2263" w:type="dxa"/>
            <w:gridSpan w:val="3"/>
            <w:shd w:val="clear" w:color="auto" w:fill="E6E6E6"/>
            <w:vAlign w:val="center"/>
          </w:tcPr>
          <w:p w14:paraId="5D184DCF" w14:textId="77777777" w:rsidR="002A0849" w:rsidRDefault="00000000">
            <w:r>
              <w:t>标准依据</w:t>
            </w:r>
          </w:p>
        </w:tc>
        <w:tc>
          <w:tcPr>
            <w:tcW w:w="7069" w:type="dxa"/>
            <w:gridSpan w:val="6"/>
            <w:vAlign w:val="center"/>
          </w:tcPr>
          <w:p w14:paraId="086DD57F" w14:textId="77777777" w:rsidR="002A0849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3.1.18</w:t>
            </w:r>
            <w:r>
              <w:t>条</w:t>
            </w:r>
          </w:p>
        </w:tc>
      </w:tr>
      <w:tr w:rsidR="002A0849" w14:paraId="48D3FA30" w14:textId="77777777">
        <w:tc>
          <w:tcPr>
            <w:tcW w:w="2263" w:type="dxa"/>
            <w:gridSpan w:val="3"/>
            <w:shd w:val="clear" w:color="auto" w:fill="E6E6E6"/>
            <w:vAlign w:val="center"/>
          </w:tcPr>
          <w:p w14:paraId="48AE7E71" w14:textId="77777777" w:rsidR="002A0849" w:rsidRDefault="00000000">
            <w:r>
              <w:t>标准要求</w:t>
            </w:r>
          </w:p>
        </w:tc>
        <w:tc>
          <w:tcPr>
            <w:tcW w:w="7069" w:type="dxa"/>
            <w:gridSpan w:val="6"/>
            <w:vAlign w:val="center"/>
          </w:tcPr>
          <w:p w14:paraId="69359CF9" w14:textId="77777777" w:rsidR="002A0849" w:rsidRDefault="00000000">
            <w:r>
              <w:t>建筑的卧室、书房、客厅等主要房间的房间窗地面积比不应小于</w:t>
            </w:r>
            <w:r>
              <w:t>1/7</w:t>
            </w:r>
          </w:p>
        </w:tc>
      </w:tr>
      <w:tr w:rsidR="002A0849" w14:paraId="1E29DC36" w14:textId="77777777">
        <w:tc>
          <w:tcPr>
            <w:tcW w:w="2263" w:type="dxa"/>
            <w:gridSpan w:val="3"/>
            <w:shd w:val="clear" w:color="auto" w:fill="E6E6E6"/>
            <w:vAlign w:val="center"/>
          </w:tcPr>
          <w:p w14:paraId="0731D557" w14:textId="77777777" w:rsidR="002A0849" w:rsidRDefault="00000000">
            <w:r>
              <w:t>结论</w:t>
            </w:r>
          </w:p>
        </w:tc>
        <w:tc>
          <w:tcPr>
            <w:tcW w:w="7069" w:type="dxa"/>
            <w:gridSpan w:val="6"/>
            <w:vAlign w:val="center"/>
          </w:tcPr>
          <w:p w14:paraId="1DD20C2D" w14:textId="77777777" w:rsidR="002A0849" w:rsidRDefault="00000000">
            <w:r>
              <w:rPr>
                <w:color w:val="FF0000"/>
              </w:rPr>
              <w:t>不满足</w:t>
            </w:r>
          </w:p>
        </w:tc>
      </w:tr>
    </w:tbl>
    <w:p w14:paraId="46F1D07E" w14:textId="77777777" w:rsidR="002A0849" w:rsidRDefault="002A0849"/>
    <w:p w14:paraId="45D8598D" w14:textId="77777777" w:rsidR="002A0849" w:rsidRDefault="00000000">
      <w:pPr>
        <w:pStyle w:val="2"/>
      </w:pPr>
      <w:r>
        <w:t>规定性指标检查结论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4070"/>
        <w:gridCol w:w="2151"/>
        <w:gridCol w:w="1981"/>
      </w:tblGrid>
      <w:tr w:rsidR="002A0849" w14:paraId="3A299DB1" w14:textId="77777777">
        <w:tc>
          <w:tcPr>
            <w:tcW w:w="1131" w:type="dxa"/>
            <w:shd w:val="clear" w:color="auto" w:fill="E6E6E6"/>
            <w:vAlign w:val="center"/>
          </w:tcPr>
          <w:p w14:paraId="17F03FA8" w14:textId="77777777" w:rsidR="002A0849" w:rsidRDefault="00000000">
            <w:pPr>
              <w:jc w:val="center"/>
            </w:pPr>
            <w:r>
              <w:t>序号</w:t>
            </w:r>
          </w:p>
        </w:tc>
        <w:tc>
          <w:tcPr>
            <w:tcW w:w="4069" w:type="dxa"/>
            <w:shd w:val="clear" w:color="auto" w:fill="E6E6E6"/>
            <w:vAlign w:val="center"/>
          </w:tcPr>
          <w:p w14:paraId="76C6C3CE" w14:textId="77777777" w:rsidR="002A0849" w:rsidRDefault="00000000">
            <w:pPr>
              <w:jc w:val="center"/>
            </w:pPr>
            <w:r>
              <w:t>检查项</w:t>
            </w:r>
          </w:p>
        </w:tc>
        <w:tc>
          <w:tcPr>
            <w:tcW w:w="2150" w:type="dxa"/>
            <w:shd w:val="clear" w:color="auto" w:fill="E6E6E6"/>
            <w:vAlign w:val="center"/>
          </w:tcPr>
          <w:p w14:paraId="4252A362" w14:textId="77777777" w:rsidR="002A0849" w:rsidRDefault="00000000">
            <w:pPr>
              <w:jc w:val="center"/>
            </w:pPr>
            <w:r>
              <w:t>结论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7752AFA7" w14:textId="77777777" w:rsidR="002A0849" w:rsidRDefault="00000000">
            <w:pPr>
              <w:jc w:val="center"/>
            </w:pPr>
            <w:r>
              <w:t>可否性能权衡</w:t>
            </w:r>
          </w:p>
        </w:tc>
      </w:tr>
      <w:tr w:rsidR="002A0849" w14:paraId="71122F6B" w14:textId="77777777">
        <w:tc>
          <w:tcPr>
            <w:tcW w:w="1131" w:type="dxa"/>
            <w:vAlign w:val="center"/>
          </w:tcPr>
          <w:p w14:paraId="69936B3C" w14:textId="77777777" w:rsidR="002A0849" w:rsidRDefault="00000000">
            <w:r>
              <w:t>1</w:t>
            </w:r>
          </w:p>
        </w:tc>
        <w:tc>
          <w:tcPr>
            <w:tcW w:w="4069" w:type="dxa"/>
            <w:vAlign w:val="center"/>
          </w:tcPr>
          <w:p w14:paraId="5785D821" w14:textId="77777777" w:rsidR="002A0849" w:rsidRDefault="00000000">
            <w:r>
              <w:t>体形系数</w:t>
            </w:r>
          </w:p>
        </w:tc>
        <w:tc>
          <w:tcPr>
            <w:tcW w:w="2150" w:type="dxa"/>
            <w:vAlign w:val="center"/>
          </w:tcPr>
          <w:p w14:paraId="44C14314" w14:textId="77777777" w:rsidR="002A0849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45372EFB" w14:textId="77777777" w:rsidR="002A0849" w:rsidRDefault="002A0849"/>
        </w:tc>
      </w:tr>
      <w:tr w:rsidR="002A0849" w14:paraId="17B508F9" w14:textId="77777777">
        <w:tc>
          <w:tcPr>
            <w:tcW w:w="1131" w:type="dxa"/>
            <w:vAlign w:val="center"/>
          </w:tcPr>
          <w:p w14:paraId="61B20CB6" w14:textId="77777777" w:rsidR="002A0849" w:rsidRDefault="00000000">
            <w:r>
              <w:t>2</w:t>
            </w:r>
          </w:p>
        </w:tc>
        <w:tc>
          <w:tcPr>
            <w:tcW w:w="4069" w:type="dxa"/>
            <w:vAlign w:val="center"/>
          </w:tcPr>
          <w:p w14:paraId="069E913D" w14:textId="77777777" w:rsidR="002A0849" w:rsidRDefault="00000000">
            <w:r>
              <w:t>窗墙比</w:t>
            </w:r>
          </w:p>
        </w:tc>
        <w:tc>
          <w:tcPr>
            <w:tcW w:w="2150" w:type="dxa"/>
            <w:vAlign w:val="center"/>
          </w:tcPr>
          <w:p w14:paraId="0C3692F3" w14:textId="77777777" w:rsidR="002A0849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24B03A30" w14:textId="77777777" w:rsidR="002A0849" w:rsidRDefault="00000000">
            <w:r>
              <w:t>可</w:t>
            </w:r>
          </w:p>
        </w:tc>
      </w:tr>
      <w:tr w:rsidR="002A0849" w14:paraId="1A896018" w14:textId="77777777">
        <w:tc>
          <w:tcPr>
            <w:tcW w:w="1131" w:type="dxa"/>
            <w:vAlign w:val="center"/>
          </w:tcPr>
          <w:p w14:paraId="17260184" w14:textId="77777777" w:rsidR="002A0849" w:rsidRDefault="00000000">
            <w:r>
              <w:t>3</w:t>
            </w:r>
          </w:p>
        </w:tc>
        <w:tc>
          <w:tcPr>
            <w:tcW w:w="4069" w:type="dxa"/>
            <w:vAlign w:val="center"/>
          </w:tcPr>
          <w:p w14:paraId="2814DC41" w14:textId="77777777" w:rsidR="002A0849" w:rsidRDefault="00000000">
            <w:r>
              <w:t>可权衡判断窗墙面积比检查</w:t>
            </w:r>
          </w:p>
        </w:tc>
        <w:tc>
          <w:tcPr>
            <w:tcW w:w="2150" w:type="dxa"/>
            <w:vAlign w:val="center"/>
          </w:tcPr>
          <w:p w14:paraId="43525F0A" w14:textId="77777777" w:rsidR="002A0849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4A14C9AA" w14:textId="77777777" w:rsidR="002A0849" w:rsidRDefault="00000000">
            <w:r>
              <w:t>不可</w:t>
            </w:r>
          </w:p>
        </w:tc>
      </w:tr>
      <w:tr w:rsidR="002A0849" w14:paraId="2483794C" w14:textId="77777777">
        <w:tc>
          <w:tcPr>
            <w:tcW w:w="1131" w:type="dxa"/>
            <w:vAlign w:val="center"/>
          </w:tcPr>
          <w:p w14:paraId="23382A53" w14:textId="77777777" w:rsidR="002A0849" w:rsidRDefault="00000000">
            <w:r>
              <w:t>4</w:t>
            </w:r>
          </w:p>
        </w:tc>
        <w:tc>
          <w:tcPr>
            <w:tcW w:w="4069" w:type="dxa"/>
            <w:vAlign w:val="center"/>
          </w:tcPr>
          <w:p w14:paraId="3CBC6F12" w14:textId="77777777" w:rsidR="002A0849" w:rsidRDefault="00000000">
            <w:r>
              <w:t>天窗传热系数</w:t>
            </w:r>
          </w:p>
        </w:tc>
        <w:tc>
          <w:tcPr>
            <w:tcW w:w="2150" w:type="dxa"/>
            <w:vAlign w:val="center"/>
          </w:tcPr>
          <w:p w14:paraId="23FDD2DE" w14:textId="77777777" w:rsidR="002A0849" w:rsidRDefault="00000000">
            <w:r>
              <w:t>无屋顶透光部分</w:t>
            </w:r>
          </w:p>
        </w:tc>
        <w:tc>
          <w:tcPr>
            <w:tcW w:w="1980" w:type="dxa"/>
            <w:vAlign w:val="center"/>
          </w:tcPr>
          <w:p w14:paraId="5B8F5382" w14:textId="77777777" w:rsidR="002A0849" w:rsidRDefault="002A0849"/>
        </w:tc>
      </w:tr>
      <w:tr w:rsidR="002A0849" w14:paraId="67F8A134" w14:textId="77777777">
        <w:tc>
          <w:tcPr>
            <w:tcW w:w="1131" w:type="dxa"/>
            <w:vAlign w:val="center"/>
          </w:tcPr>
          <w:p w14:paraId="62D10EA2" w14:textId="77777777" w:rsidR="002A0849" w:rsidRDefault="00000000">
            <w:r>
              <w:t>5</w:t>
            </w:r>
          </w:p>
        </w:tc>
        <w:tc>
          <w:tcPr>
            <w:tcW w:w="4069" w:type="dxa"/>
            <w:vAlign w:val="center"/>
          </w:tcPr>
          <w:p w14:paraId="092B3545" w14:textId="77777777" w:rsidR="002A0849" w:rsidRDefault="00000000">
            <w:r>
              <w:t>天窗太阳得热系数</w:t>
            </w:r>
          </w:p>
        </w:tc>
        <w:tc>
          <w:tcPr>
            <w:tcW w:w="2150" w:type="dxa"/>
            <w:vAlign w:val="center"/>
          </w:tcPr>
          <w:p w14:paraId="59A7586E" w14:textId="77777777" w:rsidR="002A0849" w:rsidRDefault="00000000">
            <w:r>
              <w:t>无屋顶透光部分</w:t>
            </w:r>
          </w:p>
        </w:tc>
        <w:tc>
          <w:tcPr>
            <w:tcW w:w="1980" w:type="dxa"/>
            <w:vAlign w:val="center"/>
          </w:tcPr>
          <w:p w14:paraId="03F84EEE" w14:textId="77777777" w:rsidR="002A0849" w:rsidRDefault="002A0849"/>
        </w:tc>
      </w:tr>
      <w:tr w:rsidR="002A0849" w14:paraId="4C017395" w14:textId="77777777">
        <w:tc>
          <w:tcPr>
            <w:tcW w:w="1131" w:type="dxa"/>
            <w:vAlign w:val="center"/>
          </w:tcPr>
          <w:p w14:paraId="484D3031" w14:textId="77777777" w:rsidR="002A0849" w:rsidRDefault="00000000">
            <w:r>
              <w:t>6</w:t>
            </w:r>
          </w:p>
        </w:tc>
        <w:tc>
          <w:tcPr>
            <w:tcW w:w="4069" w:type="dxa"/>
            <w:vAlign w:val="center"/>
          </w:tcPr>
          <w:p w14:paraId="543E9BA5" w14:textId="77777777" w:rsidR="002A0849" w:rsidRDefault="00000000">
            <w:r>
              <w:t>屋顶</w:t>
            </w:r>
          </w:p>
        </w:tc>
        <w:tc>
          <w:tcPr>
            <w:tcW w:w="2150" w:type="dxa"/>
            <w:vAlign w:val="center"/>
          </w:tcPr>
          <w:p w14:paraId="00E5EC9A" w14:textId="77777777" w:rsidR="002A0849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0FB27364" w14:textId="77777777" w:rsidR="002A0849" w:rsidRDefault="00000000">
            <w:r>
              <w:t>不可</w:t>
            </w:r>
          </w:p>
        </w:tc>
      </w:tr>
      <w:tr w:rsidR="002A0849" w14:paraId="4A711BC3" w14:textId="77777777">
        <w:tc>
          <w:tcPr>
            <w:tcW w:w="1131" w:type="dxa"/>
            <w:vAlign w:val="center"/>
          </w:tcPr>
          <w:p w14:paraId="6EBBFF91" w14:textId="77777777" w:rsidR="002A0849" w:rsidRDefault="00000000">
            <w:r>
              <w:t>7</w:t>
            </w:r>
          </w:p>
        </w:tc>
        <w:tc>
          <w:tcPr>
            <w:tcW w:w="4069" w:type="dxa"/>
            <w:vAlign w:val="center"/>
          </w:tcPr>
          <w:p w14:paraId="3D485D81" w14:textId="77777777" w:rsidR="002A0849" w:rsidRDefault="00000000">
            <w:r>
              <w:t>外墙</w:t>
            </w:r>
          </w:p>
        </w:tc>
        <w:tc>
          <w:tcPr>
            <w:tcW w:w="2150" w:type="dxa"/>
            <w:vAlign w:val="center"/>
          </w:tcPr>
          <w:p w14:paraId="1C37F336" w14:textId="77777777" w:rsidR="002A0849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297A0DD3" w14:textId="77777777" w:rsidR="002A0849" w:rsidRDefault="00000000">
            <w:r>
              <w:t>不可</w:t>
            </w:r>
          </w:p>
        </w:tc>
      </w:tr>
      <w:tr w:rsidR="002A0849" w14:paraId="7491EDAC" w14:textId="77777777">
        <w:tc>
          <w:tcPr>
            <w:tcW w:w="1131" w:type="dxa"/>
            <w:vAlign w:val="center"/>
          </w:tcPr>
          <w:p w14:paraId="7042E5F2" w14:textId="77777777" w:rsidR="002A0849" w:rsidRDefault="00000000">
            <w:r>
              <w:t>8</w:t>
            </w:r>
          </w:p>
        </w:tc>
        <w:tc>
          <w:tcPr>
            <w:tcW w:w="4069" w:type="dxa"/>
            <w:vAlign w:val="center"/>
          </w:tcPr>
          <w:p w14:paraId="517C7A83" w14:textId="77777777" w:rsidR="002A0849" w:rsidRDefault="00000000">
            <w:r>
              <w:t>阳台门下部门芯板</w:t>
            </w:r>
          </w:p>
        </w:tc>
        <w:tc>
          <w:tcPr>
            <w:tcW w:w="2150" w:type="dxa"/>
            <w:vAlign w:val="center"/>
          </w:tcPr>
          <w:p w14:paraId="2F74C856" w14:textId="77777777" w:rsidR="002A0849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2E364F6E" w14:textId="77777777" w:rsidR="002A0849" w:rsidRDefault="00000000">
            <w:r>
              <w:t>可</w:t>
            </w:r>
          </w:p>
        </w:tc>
      </w:tr>
      <w:tr w:rsidR="002A0849" w14:paraId="2EC00AA9" w14:textId="77777777">
        <w:tc>
          <w:tcPr>
            <w:tcW w:w="1131" w:type="dxa"/>
            <w:vAlign w:val="center"/>
          </w:tcPr>
          <w:p w14:paraId="1D57E0F7" w14:textId="77777777" w:rsidR="002A0849" w:rsidRDefault="00000000">
            <w:r>
              <w:t>9</w:t>
            </w:r>
          </w:p>
        </w:tc>
        <w:tc>
          <w:tcPr>
            <w:tcW w:w="4069" w:type="dxa"/>
            <w:vAlign w:val="center"/>
          </w:tcPr>
          <w:p w14:paraId="4F5E1269" w14:textId="77777777" w:rsidR="002A0849" w:rsidRDefault="00000000">
            <w:r>
              <w:t>外窗</w:t>
            </w:r>
          </w:p>
        </w:tc>
        <w:tc>
          <w:tcPr>
            <w:tcW w:w="2150" w:type="dxa"/>
            <w:vAlign w:val="center"/>
          </w:tcPr>
          <w:p w14:paraId="66F52633" w14:textId="77777777" w:rsidR="002A0849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65C76D7C" w14:textId="77777777" w:rsidR="002A0849" w:rsidRDefault="00000000">
            <w:r>
              <w:t>不可</w:t>
            </w:r>
          </w:p>
        </w:tc>
      </w:tr>
      <w:tr w:rsidR="002A0849" w14:paraId="20FFA1B3" w14:textId="77777777">
        <w:tc>
          <w:tcPr>
            <w:tcW w:w="1131" w:type="dxa"/>
            <w:vAlign w:val="center"/>
          </w:tcPr>
          <w:p w14:paraId="1865BC5B" w14:textId="77777777" w:rsidR="002A0849" w:rsidRDefault="00000000">
            <w:r>
              <w:t>10</w:t>
            </w:r>
          </w:p>
        </w:tc>
        <w:tc>
          <w:tcPr>
            <w:tcW w:w="4069" w:type="dxa"/>
            <w:vAlign w:val="center"/>
          </w:tcPr>
          <w:p w14:paraId="11F7A310" w14:textId="77777777" w:rsidR="002A0849" w:rsidRDefault="00000000">
            <w:r>
              <w:t>地下墙</w:t>
            </w:r>
          </w:p>
        </w:tc>
        <w:tc>
          <w:tcPr>
            <w:tcW w:w="2150" w:type="dxa"/>
            <w:vAlign w:val="center"/>
          </w:tcPr>
          <w:p w14:paraId="64375289" w14:textId="77777777" w:rsidR="002A0849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396634AD" w14:textId="77777777" w:rsidR="002A0849" w:rsidRDefault="00000000">
            <w:r>
              <w:t>不可</w:t>
            </w:r>
          </w:p>
        </w:tc>
      </w:tr>
      <w:tr w:rsidR="002A0849" w14:paraId="6F16DD2B" w14:textId="77777777">
        <w:tc>
          <w:tcPr>
            <w:tcW w:w="1131" w:type="dxa"/>
            <w:vAlign w:val="center"/>
          </w:tcPr>
          <w:p w14:paraId="09EB0322" w14:textId="77777777" w:rsidR="002A0849" w:rsidRDefault="00000000">
            <w:r>
              <w:t>11</w:t>
            </w:r>
          </w:p>
        </w:tc>
        <w:tc>
          <w:tcPr>
            <w:tcW w:w="4069" w:type="dxa"/>
            <w:vAlign w:val="center"/>
          </w:tcPr>
          <w:p w14:paraId="17E3DE2F" w14:textId="77777777" w:rsidR="002A0849" w:rsidRDefault="00000000">
            <w:r>
              <w:t>外窗气密性</w:t>
            </w:r>
          </w:p>
        </w:tc>
        <w:tc>
          <w:tcPr>
            <w:tcW w:w="2150" w:type="dxa"/>
            <w:vAlign w:val="center"/>
          </w:tcPr>
          <w:p w14:paraId="1BCF78B5" w14:textId="77777777" w:rsidR="002A0849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0156841C" w14:textId="77777777" w:rsidR="002A0849" w:rsidRDefault="002A0849"/>
        </w:tc>
      </w:tr>
      <w:tr w:rsidR="002A0849" w14:paraId="5C2833B7" w14:textId="77777777">
        <w:tc>
          <w:tcPr>
            <w:tcW w:w="1131" w:type="dxa"/>
            <w:vAlign w:val="center"/>
          </w:tcPr>
          <w:p w14:paraId="5B2FA0E6" w14:textId="77777777" w:rsidR="002A0849" w:rsidRDefault="00000000">
            <w:r>
              <w:t>12</w:t>
            </w:r>
          </w:p>
        </w:tc>
        <w:tc>
          <w:tcPr>
            <w:tcW w:w="4069" w:type="dxa"/>
            <w:vAlign w:val="center"/>
          </w:tcPr>
          <w:p w14:paraId="4D3C7AAF" w14:textId="77777777" w:rsidR="002A0849" w:rsidRDefault="00000000">
            <w:r>
              <w:t>可见光透射比</w:t>
            </w:r>
          </w:p>
        </w:tc>
        <w:tc>
          <w:tcPr>
            <w:tcW w:w="2150" w:type="dxa"/>
            <w:vAlign w:val="center"/>
          </w:tcPr>
          <w:p w14:paraId="243B7154" w14:textId="77777777" w:rsidR="002A0849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1777709F" w14:textId="77777777" w:rsidR="002A0849" w:rsidRDefault="002A0849"/>
        </w:tc>
      </w:tr>
      <w:tr w:rsidR="002A0849" w14:paraId="74D79BDF" w14:textId="77777777">
        <w:tc>
          <w:tcPr>
            <w:tcW w:w="1131" w:type="dxa"/>
            <w:vAlign w:val="center"/>
          </w:tcPr>
          <w:p w14:paraId="0D54D6EA" w14:textId="77777777" w:rsidR="002A0849" w:rsidRDefault="00000000">
            <w:r>
              <w:t>13</w:t>
            </w:r>
          </w:p>
        </w:tc>
        <w:tc>
          <w:tcPr>
            <w:tcW w:w="4069" w:type="dxa"/>
            <w:vAlign w:val="center"/>
          </w:tcPr>
          <w:p w14:paraId="0AC583E9" w14:textId="77777777" w:rsidR="002A0849" w:rsidRDefault="00000000">
            <w:r>
              <w:t>窗地面积比</w:t>
            </w:r>
          </w:p>
        </w:tc>
        <w:tc>
          <w:tcPr>
            <w:tcW w:w="2150" w:type="dxa"/>
            <w:vAlign w:val="center"/>
          </w:tcPr>
          <w:p w14:paraId="56623E43" w14:textId="77777777" w:rsidR="002A0849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11FB6829" w14:textId="77777777" w:rsidR="002A0849" w:rsidRDefault="00000000">
            <w:r>
              <w:t>不可</w:t>
            </w:r>
          </w:p>
        </w:tc>
      </w:tr>
      <w:tr w:rsidR="002A0849" w14:paraId="381ECF0C" w14:textId="77777777">
        <w:tc>
          <w:tcPr>
            <w:tcW w:w="5200" w:type="dxa"/>
            <w:gridSpan w:val="2"/>
            <w:shd w:val="clear" w:color="auto" w:fill="E6E6E6"/>
            <w:vAlign w:val="center"/>
          </w:tcPr>
          <w:p w14:paraId="0E83B5F2" w14:textId="77777777" w:rsidR="002A0849" w:rsidRDefault="00000000">
            <w:r>
              <w:t>结论</w:t>
            </w:r>
          </w:p>
        </w:tc>
        <w:tc>
          <w:tcPr>
            <w:tcW w:w="2150" w:type="dxa"/>
            <w:vAlign w:val="center"/>
          </w:tcPr>
          <w:p w14:paraId="6DE7C92C" w14:textId="77777777" w:rsidR="002A0849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701D8907" w14:textId="77777777" w:rsidR="002A0849" w:rsidRDefault="00000000">
            <w:r>
              <w:t>不可</w:t>
            </w:r>
          </w:p>
        </w:tc>
      </w:tr>
    </w:tbl>
    <w:p w14:paraId="10F9E2CB" w14:textId="77777777" w:rsidR="002A0849" w:rsidRDefault="002A0849"/>
    <w:p w14:paraId="5D7E3AA5" w14:textId="77777777" w:rsidR="002A0849" w:rsidRDefault="00000000">
      <w:r>
        <w:rPr>
          <w:color w:val="000000"/>
        </w:rPr>
        <w:t>□</w:t>
      </w:r>
      <w:r>
        <w:rPr>
          <w:color w:val="000000"/>
        </w:rPr>
        <w:t>说明：本工程节能设计中围护结构热工设计指标存在</w:t>
      </w:r>
      <w:r>
        <w:rPr>
          <w:b/>
          <w:color w:val="FF0000"/>
        </w:rPr>
        <w:t>不满足</w:t>
      </w:r>
      <w:r>
        <w:rPr>
          <w:color w:val="000000"/>
        </w:rPr>
        <w:t>要求的项，且</w:t>
      </w:r>
      <w:r>
        <w:rPr>
          <w:b/>
          <w:color w:val="FF0000"/>
        </w:rPr>
        <w:t>不满足</w:t>
      </w:r>
      <w:r>
        <w:rPr>
          <w:color w:val="000000"/>
        </w:rPr>
        <w:t>《建筑节能与可再生能源利用通用规范》</w:t>
      </w:r>
      <w:r>
        <w:rPr>
          <w:color w:val="000000"/>
        </w:rPr>
        <w:t>GB55015-2021</w:t>
      </w:r>
      <w:r>
        <w:rPr>
          <w:color w:val="000000"/>
        </w:rPr>
        <w:t>围护结构热工性能权衡判断的基本要求，不可权衡，节能设计不符合要求</w:t>
      </w:r>
    </w:p>
    <w:p w14:paraId="4E9CAEEC" w14:textId="77777777" w:rsidR="002A0849" w:rsidRDefault="002A0849"/>
    <w:sectPr w:rsidR="002A0849" w:rsidSect="006E6213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0785AE" w14:textId="77777777" w:rsidR="006E6213" w:rsidRDefault="006E6213" w:rsidP="00291CAC">
      <w:r>
        <w:separator/>
      </w:r>
    </w:p>
  </w:endnote>
  <w:endnote w:type="continuationSeparator" w:id="0">
    <w:p w14:paraId="768800C4" w14:textId="77777777" w:rsidR="006E6213" w:rsidRDefault="006E6213" w:rsidP="00291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ËÎÌå"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D1D28" w14:textId="77777777" w:rsidR="006722A6" w:rsidRPr="006722A6" w:rsidRDefault="006722A6" w:rsidP="006722A6">
    <w:pPr>
      <w:pStyle w:val="a5"/>
      <w:jc w:val="center"/>
      <w:rPr>
        <w:rFonts w:ascii="宋体" w:hAnsi="宋体"/>
        <w:szCs w:val="21"/>
      </w:rPr>
    </w:pPr>
    <w:r w:rsidRPr="006722A6">
      <w:rPr>
        <w:rFonts w:ascii="宋体" w:hAnsi="宋体" w:hint="eastAsia"/>
        <w:szCs w:val="21"/>
      </w:rPr>
      <w:t xml:space="preserve">第 </w:t>
    </w:r>
    <w:r w:rsidRPr="006722A6">
      <w:rPr>
        <w:rStyle w:val="a9"/>
        <w:rFonts w:ascii="宋体" w:hAnsi="宋体"/>
        <w:szCs w:val="21"/>
      </w:rPr>
      <w:fldChar w:fldCharType="begin"/>
    </w:r>
    <w:r w:rsidRPr="006722A6">
      <w:rPr>
        <w:rStyle w:val="a9"/>
        <w:rFonts w:ascii="宋体" w:hAnsi="宋体"/>
        <w:szCs w:val="21"/>
      </w:rPr>
      <w:instrText xml:space="preserve"> PAGE </w:instrText>
    </w:r>
    <w:r w:rsidRPr="006722A6">
      <w:rPr>
        <w:rStyle w:val="a9"/>
        <w:rFonts w:ascii="宋体" w:hAnsi="宋体"/>
        <w:szCs w:val="21"/>
      </w:rPr>
      <w:fldChar w:fldCharType="separate"/>
    </w:r>
    <w:r w:rsidR="001D2236">
      <w:rPr>
        <w:rStyle w:val="a9"/>
        <w:rFonts w:ascii="宋体" w:hAnsi="宋体"/>
        <w:noProof/>
        <w:szCs w:val="21"/>
      </w:rPr>
      <w:t>2</w:t>
    </w:r>
    <w:r w:rsidRPr="006722A6">
      <w:rPr>
        <w:rStyle w:val="a9"/>
        <w:rFonts w:ascii="宋体" w:hAnsi="宋体"/>
        <w:szCs w:val="21"/>
      </w:rPr>
      <w:fldChar w:fldCharType="end"/>
    </w:r>
    <w:r w:rsidRPr="006722A6">
      <w:rPr>
        <w:rStyle w:val="a9"/>
        <w:rFonts w:ascii="宋体" w:hAnsi="宋体" w:hint="eastAsia"/>
        <w:szCs w:val="21"/>
      </w:rPr>
      <w:t xml:space="preserve"> / </w:t>
    </w:r>
    <w:r w:rsidRPr="006722A6">
      <w:rPr>
        <w:rStyle w:val="a9"/>
        <w:rFonts w:ascii="宋体" w:hAnsi="宋体"/>
        <w:szCs w:val="21"/>
      </w:rPr>
      <w:fldChar w:fldCharType="begin"/>
    </w:r>
    <w:r w:rsidRPr="006722A6">
      <w:rPr>
        <w:rStyle w:val="a9"/>
        <w:rFonts w:ascii="宋体" w:hAnsi="宋体"/>
        <w:szCs w:val="21"/>
      </w:rPr>
      <w:instrText xml:space="preserve"> NUMPAGES </w:instrText>
    </w:r>
    <w:r w:rsidRPr="006722A6">
      <w:rPr>
        <w:rStyle w:val="a9"/>
        <w:rFonts w:ascii="宋体" w:hAnsi="宋体"/>
        <w:szCs w:val="21"/>
      </w:rPr>
      <w:fldChar w:fldCharType="separate"/>
    </w:r>
    <w:r w:rsidR="001D2236">
      <w:rPr>
        <w:rStyle w:val="a9"/>
        <w:rFonts w:ascii="宋体" w:hAnsi="宋体"/>
        <w:noProof/>
        <w:szCs w:val="21"/>
      </w:rPr>
      <w:t>2</w:t>
    </w:r>
    <w:r w:rsidRPr="006722A6">
      <w:rPr>
        <w:rStyle w:val="a9"/>
        <w:rFonts w:ascii="宋体" w:hAnsi="宋体"/>
        <w:szCs w:val="21"/>
      </w:rPr>
      <w:fldChar w:fldCharType="end"/>
    </w:r>
    <w:r w:rsidRPr="006722A6">
      <w:rPr>
        <w:rStyle w:val="a9"/>
        <w:rFonts w:ascii="宋体" w:hAnsi="宋体" w:hint="eastAsia"/>
        <w:szCs w:val="21"/>
      </w:rPr>
      <w:t xml:space="preserve"> 页</w:t>
    </w:r>
    <w:r w:rsidR="00CB5932">
      <w:rPr>
        <w:rStyle w:val="a9"/>
        <w:rFonts w:ascii="宋体" w:hAnsi="宋体" w:hint="eastAsia"/>
        <w:szCs w:val="21"/>
      </w:rPr>
      <w:t xml:space="preserve">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85699" w14:textId="77777777" w:rsidR="006E6213" w:rsidRDefault="006E6213" w:rsidP="00291CAC">
      <w:r>
        <w:separator/>
      </w:r>
    </w:p>
  </w:footnote>
  <w:footnote w:type="continuationSeparator" w:id="0">
    <w:p w14:paraId="77379E1E" w14:textId="77777777" w:rsidR="006E6213" w:rsidRDefault="006E6213" w:rsidP="00291C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1DB83" w14:textId="5CC6A05B" w:rsidR="006722A6" w:rsidRDefault="00A95459" w:rsidP="006722A6">
    <w:pPr>
      <w:pStyle w:val="a4"/>
      <w:jc w:val="both"/>
    </w:pPr>
    <w:r>
      <w:rPr>
        <w:noProof/>
      </w:rPr>
      <w:drawing>
        <wp:inline distT="0" distB="0" distL="0" distR="0" wp14:anchorId="16FCCE9F" wp14:editId="31B3E0DF">
          <wp:extent cx="857250" cy="16510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165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722A6">
      <w:rPr>
        <w:rFonts w:hint="eastAsia"/>
      </w:rP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 w16cid:durableId="13208847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459"/>
    <w:rsid w:val="000D77BD"/>
    <w:rsid w:val="000F7EF2"/>
    <w:rsid w:val="0010335A"/>
    <w:rsid w:val="001B79BE"/>
    <w:rsid w:val="001D2236"/>
    <w:rsid w:val="00227810"/>
    <w:rsid w:val="002555B8"/>
    <w:rsid w:val="00264EEA"/>
    <w:rsid w:val="00291CAC"/>
    <w:rsid w:val="002A0849"/>
    <w:rsid w:val="002C14BC"/>
    <w:rsid w:val="003121F7"/>
    <w:rsid w:val="00432C77"/>
    <w:rsid w:val="00467891"/>
    <w:rsid w:val="004A3A91"/>
    <w:rsid w:val="004D230F"/>
    <w:rsid w:val="004D449D"/>
    <w:rsid w:val="005215FB"/>
    <w:rsid w:val="00557D61"/>
    <w:rsid w:val="005A24B8"/>
    <w:rsid w:val="005A520A"/>
    <w:rsid w:val="005B76BA"/>
    <w:rsid w:val="00613C70"/>
    <w:rsid w:val="006722A6"/>
    <w:rsid w:val="00685ADE"/>
    <w:rsid w:val="006B709E"/>
    <w:rsid w:val="006D35F7"/>
    <w:rsid w:val="006D3A82"/>
    <w:rsid w:val="006E6213"/>
    <w:rsid w:val="00710087"/>
    <w:rsid w:val="00790573"/>
    <w:rsid w:val="008027E4"/>
    <w:rsid w:val="008145E3"/>
    <w:rsid w:val="008A622C"/>
    <w:rsid w:val="009213E5"/>
    <w:rsid w:val="009A79DA"/>
    <w:rsid w:val="009C4D39"/>
    <w:rsid w:val="00A0078F"/>
    <w:rsid w:val="00A651B1"/>
    <w:rsid w:val="00A95459"/>
    <w:rsid w:val="00B25B1B"/>
    <w:rsid w:val="00B51927"/>
    <w:rsid w:val="00B55B22"/>
    <w:rsid w:val="00B67B45"/>
    <w:rsid w:val="00B8010B"/>
    <w:rsid w:val="00BB0E5C"/>
    <w:rsid w:val="00BB189B"/>
    <w:rsid w:val="00BF74AB"/>
    <w:rsid w:val="00C01025"/>
    <w:rsid w:val="00C17FFB"/>
    <w:rsid w:val="00C26225"/>
    <w:rsid w:val="00C63237"/>
    <w:rsid w:val="00C97E25"/>
    <w:rsid w:val="00CA7D2C"/>
    <w:rsid w:val="00CB5932"/>
    <w:rsid w:val="00D40158"/>
    <w:rsid w:val="00D62A9A"/>
    <w:rsid w:val="00DC73AD"/>
    <w:rsid w:val="00DC756A"/>
    <w:rsid w:val="00E04FFA"/>
    <w:rsid w:val="00E15E69"/>
    <w:rsid w:val="00E30F2C"/>
    <w:rsid w:val="00E547DE"/>
    <w:rsid w:val="00E81ACD"/>
    <w:rsid w:val="00E840C2"/>
    <w:rsid w:val="00EB6185"/>
    <w:rsid w:val="00FB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472F30DD"/>
  <w15:chartTrackingRefBased/>
  <w15:docId w15:val="{E55ED3D2-31DA-493E-A1A7-BCB1DA16B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A79DA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semiHidden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semiHidden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semiHidden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4D449D"/>
    <w:pPr>
      <w:shd w:val="clear" w:color="auto" w:fill="000080"/>
    </w:pPr>
  </w:style>
  <w:style w:type="character" w:styleId="a9">
    <w:name w:val="page number"/>
    <w:basedOn w:val="a1"/>
    <w:rsid w:val="00672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2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tmp2.dotx</Template>
  <TotalTime>0</TotalTime>
  <Pages>11</Pages>
  <Words>1246</Words>
  <Characters>7106</Characters>
  <Application>Microsoft Office Word</Application>
  <DocSecurity>0</DocSecurity>
  <Lines>59</Lines>
  <Paragraphs>16</Paragraphs>
  <ScaleCrop>false</ScaleCrop>
  <Company>ths</Company>
  <LinksUpToDate>false</LinksUpToDate>
  <CharactersWithSpaces>8336</CharactersWithSpaces>
  <SharedDoc>false</SharedDoc>
  <HLinks>
    <vt:vector size="384" baseType="variant">
      <vt:variant>
        <vt:i4>1179699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_Toc316568095</vt:lpwstr>
      </vt:variant>
      <vt:variant>
        <vt:i4>1179699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1245235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_Toc316568086</vt:lpwstr>
      </vt:variant>
      <vt:variant>
        <vt:i4>1245235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_Toc316568085</vt:lpwstr>
      </vt:variant>
      <vt:variant>
        <vt:i4>1245235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_Toc316568084</vt:lpwstr>
      </vt:variant>
      <vt:variant>
        <vt:i4>1245235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_Toc316568083</vt:lpwstr>
      </vt:variant>
      <vt:variant>
        <vt:i4>1245235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_Toc316568082</vt:lpwstr>
      </vt:variant>
      <vt:variant>
        <vt:i4>1245235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_Toc316568081</vt:lpwstr>
      </vt:variant>
      <vt:variant>
        <vt:i4>1245235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_Toc316568080</vt:lpwstr>
      </vt:variant>
      <vt:variant>
        <vt:i4>1835059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_Toc316568079</vt:lpwstr>
      </vt:variant>
      <vt:variant>
        <vt:i4>1835059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_Toc316568078</vt:lpwstr>
      </vt:variant>
      <vt:variant>
        <vt:i4>1835059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_Toc316568077</vt:lpwstr>
      </vt:variant>
      <vt:variant>
        <vt:i4>1835059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_Toc316568076</vt:lpwstr>
      </vt:variant>
      <vt:variant>
        <vt:i4>1835059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_Toc316568075</vt:lpwstr>
      </vt:variant>
      <vt:variant>
        <vt:i4>1835059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_Toc316568074</vt:lpwstr>
      </vt:variant>
      <vt:variant>
        <vt:i4>1835059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_Toc316568073</vt:lpwstr>
      </vt:variant>
      <vt:variant>
        <vt:i4>1835059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_Toc316568072</vt:lpwstr>
      </vt:variant>
      <vt:variant>
        <vt:i4>1835059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_Toc316568071</vt:lpwstr>
      </vt:variant>
      <vt:variant>
        <vt:i4>1835059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_Toc316568070</vt:lpwstr>
      </vt:variant>
      <vt:variant>
        <vt:i4>1900595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_Toc316568069</vt:lpwstr>
      </vt:variant>
      <vt:variant>
        <vt:i4>1900595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_Toc316568068</vt:lpwstr>
      </vt:variant>
      <vt:variant>
        <vt:i4>1900595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_Toc316568067</vt:lpwstr>
      </vt:variant>
      <vt:variant>
        <vt:i4>1900595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_Toc316568066</vt:lpwstr>
      </vt:variant>
      <vt:variant>
        <vt:i4>1900595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_Toc316568065</vt:lpwstr>
      </vt:variant>
      <vt:variant>
        <vt:i4>1900595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_Toc316568064</vt:lpwstr>
      </vt:variant>
      <vt:variant>
        <vt:i4>1900595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_Toc316568063</vt:lpwstr>
      </vt:variant>
      <vt:variant>
        <vt:i4>1900595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_Toc316568062</vt:lpwstr>
      </vt:variant>
      <vt:variant>
        <vt:i4>1900595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_Toc316568061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_Toc316568060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_Toc316568059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_Toc316568058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_Toc316568057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_Toc316568056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_Toc316568055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_Toc316568054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_Toc316568053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_Toc316568052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_Toc316568051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_Toc316568050</vt:lpwstr>
      </vt:variant>
      <vt:variant>
        <vt:i4>2031667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_Toc316568049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_Toc316568048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_Toc316568047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_Toc316568046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_Toc316568045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建筑节能设计报告书</dc:title>
  <dc:subject/>
  <dc:creator>lenovo</dc:creator>
  <cp:keywords/>
  <dc:description/>
  <cp:lastModifiedBy>zhuofan yang</cp:lastModifiedBy>
  <cp:revision>1</cp:revision>
  <cp:lastPrinted>1899-12-31T16:00:00Z</cp:lastPrinted>
  <dcterms:created xsi:type="dcterms:W3CDTF">2024-03-04T12:17:00Z</dcterms:created>
  <dcterms:modified xsi:type="dcterms:W3CDTF">2024-03-04T12:17:00Z</dcterms:modified>
</cp:coreProperties>
</file>