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EA05E" w14:textId="77777777" w:rsidR="00BE2D61" w:rsidRDefault="00BE2D61">
      <w:pPr>
        <w:rPr>
          <w:b/>
          <w:sz w:val="24"/>
        </w:rPr>
      </w:pPr>
    </w:p>
    <w:p w14:paraId="255B0174" w14:textId="77777777"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14:paraId="2F5387AC" w14:textId="77777777"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2"/>
    </w:p>
    <w:p w14:paraId="3288A4BB" w14:textId="77777777"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 w14:paraId="0FDEDA62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F246C35" w14:textId="77777777"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7357F1A9" w14:textId="77777777"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3"/>
          </w:p>
        </w:tc>
      </w:tr>
      <w:tr w:rsidR="00BE2D61" w:rsidRPr="00D40158" w14:paraId="7D5C25E8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36C89FC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5F68514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北京</w:t>
            </w:r>
            <w:r>
              <w:t>-</w:t>
            </w:r>
            <w:r>
              <w:t>北京</w:t>
            </w:r>
            <w:bookmarkEnd w:id="4"/>
          </w:p>
        </w:tc>
      </w:tr>
      <w:tr w:rsidR="00BE2D61" w:rsidRPr="00D40158" w14:paraId="09745A84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32726B9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0056159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 w14:paraId="50C7BAF8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FC142DC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42EC1A5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BE2D61" w:rsidRPr="00D40158" w14:paraId="41928B15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95CA8BE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2C2430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BE2D61" w:rsidRPr="00D40158" w14:paraId="69E3E0C8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DEE842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2510970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73F306FC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633435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7ABC6B6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470CA666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5FEDB4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42EEB7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46467E2D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B58734B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1B4BCEB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2024年3月4日</w:t>
              </w:r>
            </w:smartTag>
            <w:bookmarkEnd w:id="8"/>
          </w:p>
        </w:tc>
      </w:tr>
    </w:tbl>
    <w:p w14:paraId="19635E90" w14:textId="77777777"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14:paraId="142F8877" w14:textId="77777777"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 wp14:anchorId="0AAD30F3" wp14:editId="313B8F54">
            <wp:extent cx="1514634" cy="1514634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30203" w14:textId="77777777" w:rsidR="0080604F" w:rsidRDefault="0080604F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 w14:paraId="762795D8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8C1238D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47DB8CE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Becs2023</w:t>
            </w:r>
            <w:bookmarkEnd w:id="10"/>
          </w:p>
        </w:tc>
      </w:tr>
      <w:tr w:rsidR="004A676E" w:rsidRPr="00D40158" w14:paraId="4C25B4D7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7AC6598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BC2683C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1"/>
          </w:p>
        </w:tc>
      </w:tr>
      <w:tr w:rsidR="004A676E" w:rsidRPr="00D40158" w14:paraId="14565B2B" w14:textId="77777777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5D977D49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17AE49EA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 w14:paraId="10D37AE1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FF44D32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6A42696D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2"/>
          </w:p>
        </w:tc>
      </w:tr>
    </w:tbl>
    <w:p w14:paraId="1C1DBC05" w14:textId="77777777"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3BC2BAB9" w14:textId="77777777" w:rsidR="00986DEF" w:rsidRDefault="00986DEF" w:rsidP="0030652E">
      <w:pPr>
        <w:jc w:val="center"/>
        <w:rPr>
          <w:b/>
          <w:sz w:val="24"/>
        </w:rPr>
      </w:pPr>
    </w:p>
    <w:p w14:paraId="388219CF" w14:textId="77777777" w:rsidR="00986DEF" w:rsidRDefault="00986DEF" w:rsidP="0030652E">
      <w:pPr>
        <w:jc w:val="center"/>
        <w:rPr>
          <w:b/>
          <w:sz w:val="24"/>
        </w:rPr>
      </w:pPr>
    </w:p>
    <w:p w14:paraId="7224E26D" w14:textId="77777777" w:rsidR="00986DEF" w:rsidRDefault="00986DEF" w:rsidP="0030652E">
      <w:pPr>
        <w:jc w:val="center"/>
        <w:rPr>
          <w:b/>
          <w:sz w:val="24"/>
        </w:rPr>
      </w:pPr>
    </w:p>
    <w:p w14:paraId="0C0F73B3" w14:textId="77777777" w:rsidR="00986DEF" w:rsidRDefault="00986DEF" w:rsidP="0030652E">
      <w:pPr>
        <w:jc w:val="center"/>
        <w:rPr>
          <w:b/>
          <w:sz w:val="24"/>
        </w:rPr>
      </w:pPr>
    </w:p>
    <w:p w14:paraId="47D6567F" w14:textId="77777777" w:rsidR="003E5517" w:rsidRDefault="003E5517" w:rsidP="0030652E">
      <w:pPr>
        <w:jc w:val="center"/>
        <w:rPr>
          <w:b/>
          <w:sz w:val="24"/>
        </w:rPr>
      </w:pPr>
    </w:p>
    <w:p w14:paraId="04C11005" w14:textId="77777777"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7D904709" w14:textId="77777777"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14:paraId="23021F74" w14:textId="77777777" w:rsidR="00970E7C" w:rsidRDefault="00970E7C">
      <w:pPr>
        <w:pStyle w:val="TOC1"/>
        <w:tabs>
          <w:tab w:val="left" w:pos="420"/>
          <w:tab w:val="right" w:leader="dot" w:pos="9010"/>
        </w:tabs>
      </w:pPr>
    </w:p>
    <w:p w14:paraId="237D704C" w14:textId="77777777" w:rsidR="00CC0FB4" w:rsidRPr="00CC0FB4" w:rsidRDefault="00CC0FB4" w:rsidP="00CC0FB4"/>
    <w:bookmarkStart w:id="13" w:name="目录"/>
    <w:p w14:paraId="1E49CE35" w14:textId="77777777" w:rsidR="008A1F80" w:rsidRDefault="00EC091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0476198" w:history="1">
        <w:r w:rsidR="008A1F80" w:rsidRPr="00DD4EBB">
          <w:rPr>
            <w:rStyle w:val="af"/>
            <w:noProof/>
          </w:rPr>
          <w:t>1</w:t>
        </w:r>
        <w:r w:rsidR="008A1F80"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="008A1F80" w:rsidRPr="00DD4EBB">
          <w:rPr>
            <w:rStyle w:val="af"/>
            <w:noProof/>
          </w:rPr>
          <w:t>建筑概况</w:t>
        </w:r>
        <w:r w:rsidR="008A1F80">
          <w:rPr>
            <w:noProof/>
            <w:webHidden/>
          </w:rPr>
          <w:tab/>
        </w:r>
        <w:r w:rsidR="008A1F80">
          <w:rPr>
            <w:noProof/>
            <w:webHidden/>
          </w:rPr>
          <w:fldChar w:fldCharType="begin"/>
        </w:r>
        <w:r w:rsidR="008A1F80">
          <w:rPr>
            <w:noProof/>
            <w:webHidden/>
          </w:rPr>
          <w:instrText xml:space="preserve"> PAGEREF _Toc160476198 \h </w:instrText>
        </w:r>
        <w:r w:rsidR="008A1F80">
          <w:rPr>
            <w:noProof/>
            <w:webHidden/>
          </w:rPr>
        </w:r>
        <w:r w:rsidR="008A1F80">
          <w:rPr>
            <w:noProof/>
            <w:webHidden/>
          </w:rPr>
          <w:fldChar w:fldCharType="separate"/>
        </w:r>
        <w:r w:rsidR="008A1F80">
          <w:rPr>
            <w:noProof/>
            <w:webHidden/>
          </w:rPr>
          <w:t>3</w:t>
        </w:r>
        <w:r w:rsidR="008A1F80">
          <w:rPr>
            <w:noProof/>
            <w:webHidden/>
          </w:rPr>
          <w:fldChar w:fldCharType="end"/>
        </w:r>
      </w:hyperlink>
    </w:p>
    <w:p w14:paraId="10787C62" w14:textId="77777777" w:rsidR="008A1F80" w:rsidRDefault="008A1F80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60476199" w:history="1">
        <w:r w:rsidRPr="00DD4EBB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4866C2" w14:textId="77777777" w:rsidR="008A1F80" w:rsidRDefault="008A1F8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00" w:history="1">
        <w:r w:rsidRPr="00DD4EBB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99B124A" w14:textId="77777777" w:rsidR="008A1F80" w:rsidRDefault="008A1F8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01" w:history="1">
        <w:r w:rsidRPr="00DD4EBB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D199DC9" w14:textId="77777777" w:rsidR="008A1F80" w:rsidRDefault="008A1F80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60476202" w:history="1">
        <w:r w:rsidRPr="00DD4EBB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C7205A" w14:textId="77777777" w:rsidR="008A1F80" w:rsidRDefault="008A1F8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03" w:history="1">
        <w:r w:rsidRPr="00DD4EBB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431121C" w14:textId="77777777" w:rsidR="008A1F80" w:rsidRDefault="008A1F8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04" w:history="1">
        <w:r w:rsidRPr="00DD4EBB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屋顶构造一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9087DA" w14:textId="77777777" w:rsidR="008A1F80" w:rsidRDefault="008A1F8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05" w:history="1">
        <w:r w:rsidRPr="00DD4EBB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 w14:anchorId="54F6541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402" type="#_x0000_t75" style="width:19pt;height:13.5pt" o:ole="">
              <v:imagedata r:id="rId9" o:title=""/>
            </v:shape>
            <o:OLEObject Type="Embed" ProgID="Equation.DSMT4" ShapeID="_x0000_i1402" DrawAspect="Content" ObjectID="_1771088994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8B87B35" w14:textId="77777777" w:rsidR="008A1F80" w:rsidRDefault="008A1F8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06" w:history="1">
        <w:r w:rsidRPr="00DD4EBB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 w14:anchorId="0904061E">
            <v:shape id="_x0000_i1403" type="#_x0000_t75" style="width:13.5pt;height:13.5pt" o:ole="">
              <v:imagedata r:id="rId11" o:title=""/>
            </v:shape>
            <o:OLEObject Type="Embed" ProgID="Equation.DSMT4" ShapeID="_x0000_i1403" DrawAspect="Content" ObjectID="_1771088995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5B5EE5" w14:textId="77777777" w:rsidR="008A1F80" w:rsidRDefault="008A1F8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07" w:history="1">
        <w:r w:rsidRPr="00DD4EBB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544B56" w14:textId="77777777" w:rsidR="008A1F80" w:rsidRDefault="008A1F8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08" w:history="1">
        <w:r w:rsidRPr="00DD4EBB">
          <w:rPr>
            <w:rStyle w:val="af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DAFB68" w14:textId="77777777" w:rsidR="008A1F80" w:rsidRDefault="008A1F8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09" w:history="1">
        <w:r w:rsidRPr="00DD4EBB">
          <w:rPr>
            <w:rStyle w:val="af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7A6B5CA0">
            <v:shape id="_x0000_i1404" type="#_x0000_t75" style="width:19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EBA477" w14:textId="77777777" w:rsidR="008A1F80" w:rsidRDefault="008A1F8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10" w:history="1">
        <w:r w:rsidRPr="00DD4EBB">
          <w:rPr>
            <w:rStyle w:val="af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03CD5B04">
            <v:shape id="_x0000_i1405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11415A" w14:textId="77777777" w:rsidR="008A1F80" w:rsidRDefault="008A1F8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11" w:history="1">
        <w:r w:rsidRPr="00DD4EBB">
          <w:rPr>
            <w:rStyle w:val="af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304BE2F" w14:textId="77777777" w:rsidR="008A1F80" w:rsidRDefault="008A1F8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12" w:history="1">
        <w:r w:rsidRPr="00DD4EBB">
          <w:rPr>
            <w:rStyle w:val="af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800FC85" w14:textId="77777777" w:rsidR="008A1F80" w:rsidRDefault="008A1F8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13" w:history="1">
        <w:r w:rsidRPr="00DD4EBB">
          <w:rPr>
            <w:rStyle w:val="af"/>
            <w:noProof/>
            <w:lang w:val="en-GB"/>
          </w:rPr>
          <w:t>3.4.1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782969B6">
            <v:shape id="_x0000_i1406" type="#_x0000_t75" style="width:19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E46649" w14:textId="77777777" w:rsidR="008A1F80" w:rsidRDefault="008A1F8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14" w:history="1">
        <w:r w:rsidRPr="00DD4EBB">
          <w:rPr>
            <w:rStyle w:val="af"/>
            <w:noProof/>
            <w:lang w:val="en-GB"/>
          </w:rPr>
          <w:t>3.4.2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67C97356">
            <v:shape id="_x0000_i1407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34F4FB" w14:textId="77777777" w:rsidR="008A1F80" w:rsidRDefault="008A1F8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0476215" w:history="1">
        <w:r w:rsidRPr="00DD4EBB">
          <w:rPr>
            <w:rStyle w:val="af"/>
            <w:noProof/>
            <w:lang w:val="en-GB"/>
          </w:rPr>
          <w:t>3.4.3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3A721B2" w14:textId="77777777" w:rsidR="008A1F80" w:rsidRDefault="008A1F80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60476216" w:history="1">
        <w:r w:rsidRPr="00DD4EBB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DD4EBB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_Toc160476216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DC45B58" w14:textId="77777777" w:rsidR="001828CC" w:rsidRDefault="00EC091B" w:rsidP="00EC091B">
      <w:r>
        <w:fldChar w:fldCharType="end"/>
      </w:r>
      <w:bookmarkEnd w:id="13"/>
    </w:p>
    <w:p w14:paraId="30F102DB" w14:textId="77777777"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290754C4" w14:textId="77777777"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194BA871" w14:textId="77777777" w:rsidR="000631C6" w:rsidRPr="005E5F93" w:rsidRDefault="000631C6" w:rsidP="000631C6">
      <w:pPr>
        <w:pStyle w:val="1"/>
        <w:spacing w:line="240" w:lineRule="atLeast"/>
      </w:pPr>
      <w:bookmarkStart w:id="14" w:name="_Toc316568035"/>
      <w:bookmarkStart w:id="15" w:name="_Toc480186060"/>
      <w:bookmarkStart w:id="16" w:name="_Toc480186122"/>
      <w:bookmarkStart w:id="17" w:name="_Toc480218444"/>
      <w:bookmarkStart w:id="18" w:name="_Toc160476198"/>
      <w:r w:rsidRPr="005E5F93">
        <w:rPr>
          <w:rFonts w:hint="eastAsia"/>
        </w:rPr>
        <w:lastRenderedPageBreak/>
        <w:t>建筑概况</w:t>
      </w:r>
      <w:bookmarkEnd w:id="14"/>
      <w:bookmarkEnd w:id="15"/>
      <w:bookmarkEnd w:id="16"/>
      <w:bookmarkEnd w:id="17"/>
      <w:bookmarkEnd w:id="18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14:paraId="496F5D0E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0689A43D" w14:textId="77777777" w:rsidR="000631C6" w:rsidRPr="005816EB" w:rsidRDefault="000631C6" w:rsidP="0054289E">
            <w:pPr>
              <w:spacing w:line="240" w:lineRule="atLeast"/>
            </w:pPr>
            <w:bookmarkStart w:id="19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696E5993" w14:textId="77777777" w:rsidR="000631C6" w:rsidRPr="005816EB" w:rsidRDefault="000631C6" w:rsidP="0054289E">
            <w:pPr>
              <w:spacing w:line="240" w:lineRule="atLeast"/>
            </w:pPr>
            <w:bookmarkStart w:id="20" w:name="工程名称"/>
            <w:r>
              <w:t>新建项目</w:t>
            </w:r>
            <w:bookmarkEnd w:id="20"/>
          </w:p>
        </w:tc>
      </w:tr>
      <w:tr w:rsidR="000631C6" w:rsidRPr="005816EB" w14:paraId="713E03D7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5051B734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69EE2CEA" w14:textId="77777777" w:rsidR="000631C6" w:rsidRPr="005816EB" w:rsidRDefault="000631C6" w:rsidP="0054289E">
            <w:pPr>
              <w:spacing w:line="240" w:lineRule="atLeast"/>
            </w:pPr>
            <w:bookmarkStart w:id="21" w:name="工程地点"/>
            <w:r>
              <w:t>北京</w:t>
            </w:r>
            <w:r>
              <w:t>-</w:t>
            </w:r>
            <w:r>
              <w:t>北京</w:t>
            </w:r>
            <w:bookmarkEnd w:id="21"/>
          </w:p>
        </w:tc>
      </w:tr>
      <w:tr w:rsidR="000631C6" w:rsidRPr="005816EB" w14:paraId="0ECDF26D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73265274" w14:textId="77777777"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14:paraId="20361604" w14:textId="77777777"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2" w:name="纬度"/>
            <w:r w:rsidR="00F94640">
              <w:rPr>
                <w:rFonts w:hint="eastAsia"/>
              </w:rPr>
              <w:t>39.80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14:paraId="55F76441" w14:textId="77777777"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3" w:name="经度"/>
            <w:r w:rsidR="00F94640">
              <w:rPr>
                <w:rFonts w:hint="eastAsia"/>
              </w:rPr>
              <w:t>116.47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14:paraId="337A97B9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0DD9E6CA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7B7786C8" w14:textId="77777777" w:rsidR="000631C6" w:rsidRPr="005816EB" w:rsidRDefault="000631C6" w:rsidP="0054289E">
            <w:pPr>
              <w:spacing w:line="240" w:lineRule="atLeast"/>
            </w:pPr>
            <w:bookmarkStart w:id="24" w:name="气候分区"/>
            <w:r>
              <w:t>寒冷</w:t>
            </w:r>
            <w:r>
              <w:t>B</w:t>
            </w:r>
            <w:r>
              <w:t>区</w:t>
            </w:r>
            <w:bookmarkEnd w:id="24"/>
          </w:p>
        </w:tc>
      </w:tr>
      <w:tr w:rsidR="000631C6" w:rsidRPr="005816EB" w14:paraId="55517ED4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011B71CC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4E94D91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5" w:name="地上建筑面积"/>
            <w:r w:rsidRPr="005816EB">
              <w:rPr>
                <w:rFonts w:hint="eastAsia"/>
              </w:rPr>
              <w:t>874</w:t>
            </w:r>
            <w:bookmarkEnd w:id="25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6" w:name="地下建筑面积"/>
            <w:r w:rsidRPr="005816EB">
              <w:rPr>
                <w:rFonts w:hint="eastAsia"/>
              </w:rPr>
              <w:t>481</w:t>
            </w:r>
            <w:bookmarkEnd w:id="26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14:paraId="23E9C5B8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327B777A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45A3470E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7" w:name="地上建筑层数"/>
            <w:r w:rsidRPr="005816EB">
              <w:rPr>
                <w:rFonts w:hint="eastAsia"/>
              </w:rPr>
              <w:t>2</w:t>
            </w:r>
            <w:bookmarkEnd w:id="27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8" w:name="地下建筑层数"/>
            <w:r>
              <w:t>1</w:t>
            </w:r>
            <w:bookmarkEnd w:id="28"/>
          </w:p>
        </w:tc>
      </w:tr>
      <w:tr w:rsidR="000631C6" w:rsidRPr="005816EB" w14:paraId="2376AE52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5A52F151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3B00A996" w14:textId="77777777" w:rsidR="000631C6" w:rsidRPr="005816EB" w:rsidRDefault="000631C6" w:rsidP="0054289E">
            <w:pPr>
              <w:spacing w:line="240" w:lineRule="atLeast"/>
            </w:pPr>
            <w:bookmarkStart w:id="29" w:name="地上建筑高度"/>
            <w:r w:rsidRPr="005816EB">
              <w:rPr>
                <w:rFonts w:hint="eastAsia"/>
              </w:rPr>
              <w:t>9.0</w:t>
            </w:r>
            <w:bookmarkEnd w:id="29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14:paraId="20863475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1B0A3690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71DC03AF" w14:textId="77777777" w:rsidR="000631C6" w:rsidRPr="005816EB" w:rsidRDefault="000631C6" w:rsidP="0054289E">
            <w:pPr>
              <w:spacing w:line="240" w:lineRule="atLeast"/>
            </w:pPr>
            <w:bookmarkStart w:id="30" w:name="结构类型"/>
            <w:bookmarkEnd w:id="30"/>
          </w:p>
        </w:tc>
      </w:tr>
      <w:bookmarkEnd w:id="19"/>
    </w:tbl>
    <w:p w14:paraId="579724EC" w14:textId="77777777" w:rsidR="000631C6" w:rsidRDefault="000631C6">
      <w:pPr>
        <w:rPr>
          <w:b/>
          <w:sz w:val="24"/>
        </w:rPr>
      </w:pPr>
    </w:p>
    <w:p w14:paraId="5C706952" w14:textId="77777777" w:rsidR="00AC7E8F" w:rsidRDefault="00AC7E8F" w:rsidP="00AC7E8F">
      <w:pPr>
        <w:pStyle w:val="1"/>
        <w:spacing w:line="240" w:lineRule="atLeast"/>
      </w:pPr>
      <w:bookmarkStart w:id="31" w:name="_Toc316568036"/>
      <w:bookmarkStart w:id="32" w:name="_Toc480186061"/>
      <w:bookmarkStart w:id="33" w:name="_Toc480186123"/>
      <w:bookmarkStart w:id="34" w:name="_Toc480218445"/>
      <w:bookmarkStart w:id="35" w:name="TitleFormat"/>
      <w:bookmarkStart w:id="36" w:name="_Toc160476199"/>
      <w:r>
        <w:rPr>
          <w:rFonts w:hint="eastAsia"/>
        </w:rPr>
        <w:t>评价依据</w:t>
      </w:r>
      <w:bookmarkEnd w:id="31"/>
      <w:bookmarkEnd w:id="32"/>
      <w:bookmarkEnd w:id="33"/>
      <w:bookmarkEnd w:id="34"/>
      <w:bookmarkEnd w:id="36"/>
    </w:p>
    <w:bookmarkEnd w:id="35"/>
    <w:p w14:paraId="5F8544BB" w14:textId="77777777" w:rsidR="00707167" w:rsidRDefault="00707167" w:rsidP="00707167">
      <w:r>
        <w:rPr>
          <w:rFonts w:hint="eastAsia"/>
        </w:rPr>
        <w:t xml:space="preserve">1. </w:t>
      </w:r>
      <w:bookmarkStart w:id="37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37"/>
    </w:p>
    <w:p w14:paraId="16AAA0E3" w14:textId="77777777" w:rsidR="00707167" w:rsidRDefault="00707167" w:rsidP="00707167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14:paraId="2AEAEDF9" w14:textId="77777777" w:rsidR="00707167" w:rsidRPr="00CC07EB" w:rsidRDefault="00707167" w:rsidP="00707167">
      <w:r>
        <w:rPr>
          <w:rFonts w:hint="eastAsia"/>
        </w:rPr>
        <w:t xml:space="preserve">3. </w:t>
      </w:r>
      <w:bookmarkStart w:id="38" w:name="地方绿建评价标准"/>
      <w:r w:rsidRPr="003449FB">
        <w:rPr>
          <w:rFonts w:hint="eastAsia"/>
        </w:rPr>
        <w:t>《绿色建筑评价标准》（京津冀）</w:t>
      </w:r>
      <w:r w:rsidRPr="003449FB">
        <w:rPr>
          <w:rFonts w:hint="eastAsia"/>
        </w:rPr>
        <w:t>DB11/T 825-2021</w:t>
      </w:r>
      <w:bookmarkEnd w:id="38"/>
    </w:p>
    <w:p w14:paraId="11B82434" w14:textId="77777777" w:rsidR="00707167" w:rsidRPr="00CC07EB" w:rsidRDefault="00707167" w:rsidP="00707167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14:paraId="6051A1F3" w14:textId="77777777" w:rsidR="00707167" w:rsidRPr="000730E7" w:rsidRDefault="00707167" w:rsidP="00707167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14:paraId="36BED6EC" w14:textId="77777777" w:rsidR="00D10A97" w:rsidRPr="00707167" w:rsidRDefault="00D10A97">
      <w:pPr>
        <w:pStyle w:val="ab"/>
        <w:spacing w:line="240" w:lineRule="atLeast"/>
        <w:ind w:left="420" w:firstLineChars="0" w:firstLine="0"/>
      </w:pPr>
    </w:p>
    <w:p w14:paraId="5247E7F0" w14:textId="77777777" w:rsidR="00AC7E8F" w:rsidRDefault="00AC7E8F" w:rsidP="00AC7E8F">
      <w:pPr>
        <w:pStyle w:val="2"/>
        <w:spacing w:line="240" w:lineRule="atLeast"/>
        <w:rPr>
          <w:kern w:val="2"/>
        </w:rPr>
      </w:pPr>
      <w:bookmarkStart w:id="39" w:name="_Toc480186062"/>
      <w:bookmarkStart w:id="40" w:name="_Toc480186124"/>
      <w:bookmarkStart w:id="41" w:name="_Toc480218446"/>
      <w:bookmarkStart w:id="42" w:name="_Toc160476200"/>
      <w:r>
        <w:rPr>
          <w:rFonts w:hint="eastAsia"/>
          <w:kern w:val="2"/>
        </w:rPr>
        <w:t>评价目标</w:t>
      </w:r>
      <w:bookmarkEnd w:id="39"/>
      <w:bookmarkEnd w:id="40"/>
      <w:bookmarkEnd w:id="41"/>
      <w:bookmarkEnd w:id="42"/>
    </w:p>
    <w:p w14:paraId="2B99B19D" w14:textId="77777777" w:rsidR="00AC7E8F" w:rsidRPr="00F80BF0" w:rsidRDefault="00AC7E8F" w:rsidP="003E5AB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76" w:lineRule="auto"/>
        <w:jc w:val="left"/>
      </w:pPr>
      <w:r w:rsidRPr="00F80BF0">
        <w:t>依据《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Pr="00F80BF0">
        <w:rPr>
          <w:rFonts w:hint="eastAsia"/>
        </w:rPr>
        <w:t>和</w:t>
      </w:r>
      <w:bookmarkStart w:id="43" w:name="地方绿建评价标准：1"/>
      <w:r w:rsidRPr="00F80BF0">
        <w:rPr>
          <w:rFonts w:hint="eastAsia"/>
        </w:rPr>
        <w:t>《绿色建筑评价标准》（京津冀）</w:t>
      </w:r>
      <w:r w:rsidRPr="00F80BF0">
        <w:rPr>
          <w:rFonts w:hint="eastAsia"/>
        </w:rPr>
        <w:t>DB11/T 825-2021</w:t>
      </w:r>
      <w:bookmarkEnd w:id="43"/>
      <w:r w:rsidRPr="00F80BF0">
        <w:rPr>
          <w:rFonts w:hint="eastAsia"/>
        </w:rPr>
        <w:t>的要求和规定，</w:t>
      </w:r>
      <w:r w:rsidR="003E5ABA">
        <w:rPr>
          <w:rFonts w:hint="eastAsia"/>
        </w:rPr>
        <w:t>供</w:t>
      </w:r>
      <w:r w:rsidR="00046531" w:rsidRPr="00F80BF0">
        <w:rPr>
          <w:rFonts w:hint="eastAsia"/>
        </w:rPr>
        <w:t>暖</w:t>
      </w:r>
      <w:r w:rsidR="00046531" w:rsidRPr="00F80BF0">
        <w:t>期间，</w:t>
      </w:r>
      <w:r w:rsidR="00046531" w:rsidRPr="00F80BF0">
        <w:rPr>
          <w:rFonts w:hint="eastAsia"/>
        </w:rPr>
        <w:t>围护结构</w:t>
      </w:r>
      <w:r w:rsidR="00046531" w:rsidRPr="00F80BF0">
        <w:t>中保温材料因内部冷凝受潮而增加的重量</w:t>
      </w:r>
      <w:r w:rsidR="00046531" w:rsidRPr="00F80BF0">
        <w:rPr>
          <w:rFonts w:hint="eastAsia"/>
        </w:rPr>
        <w:t>湿度</w:t>
      </w:r>
      <w:r w:rsidR="00D10A97">
        <w:rPr>
          <w:rFonts w:hint="eastAsia"/>
        </w:rPr>
        <w:t>允许增量，应符合要求</w:t>
      </w:r>
      <w:r w:rsidRPr="00F80BF0">
        <w:rPr>
          <w:rFonts w:hint="eastAsia"/>
        </w:rPr>
        <w:t>。</w:t>
      </w:r>
    </w:p>
    <w:p w14:paraId="423F9C31" w14:textId="77777777" w:rsidR="00A63FAA" w:rsidRDefault="00AC7E8F" w:rsidP="003E5AB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76" w:lineRule="auto"/>
        <w:jc w:val="left"/>
      </w:pPr>
      <w:r w:rsidRPr="00F80BF0">
        <w:rPr>
          <w:rFonts w:hint="eastAsia"/>
        </w:rPr>
        <w:t>通过</w:t>
      </w:r>
      <w:r w:rsidR="0084571F" w:rsidRPr="00F80BF0">
        <w:rPr>
          <w:rFonts w:hint="eastAsia"/>
        </w:rPr>
        <w:t>计算采暖期间围护结构</w:t>
      </w:r>
      <w:r w:rsidR="00D1757D">
        <w:rPr>
          <w:rFonts w:hint="eastAsia"/>
        </w:rPr>
        <w:t>中</w:t>
      </w:r>
      <w:r w:rsidR="00D1757D">
        <w:t>保温材料因内部冷凝受潮而增加的湿度</w:t>
      </w:r>
      <w:r w:rsidRPr="00F80BF0">
        <w:t>，判断是否</w:t>
      </w:r>
      <w:r w:rsidRPr="00F80BF0">
        <w:rPr>
          <w:rFonts w:hint="eastAsia"/>
        </w:rPr>
        <w:t>不大于</w:t>
      </w:r>
      <w:r w:rsidRPr="00F80BF0"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84571F">
        <w:rPr>
          <w:rFonts w:hint="eastAsia"/>
        </w:rPr>
        <w:t>规定</w:t>
      </w:r>
      <w:r w:rsidR="0084571F">
        <w:t>的</w:t>
      </w:r>
      <w:r w:rsidR="003E5ABA">
        <w:rPr>
          <w:rFonts w:hint="eastAsia"/>
        </w:rPr>
        <w:t>供</w:t>
      </w:r>
      <w:r w:rsidR="0084571F" w:rsidRPr="00F80BF0">
        <w:rPr>
          <w:rFonts w:hint="eastAsia"/>
        </w:rPr>
        <w:t>暖期间保温材料重量湿度的允许增量</w:t>
      </w:r>
      <w:r w:rsidRPr="00F80BF0">
        <w:rPr>
          <w:rFonts w:hint="eastAsia"/>
        </w:rPr>
        <w:t>。</w:t>
      </w:r>
    </w:p>
    <w:p w14:paraId="1D57DA92" w14:textId="77777777"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4" w:name="_Toc479931706"/>
      <w:bookmarkStart w:id="45" w:name="_Toc480186063"/>
      <w:bookmarkStart w:id="46" w:name="_Toc480186125"/>
      <w:bookmarkStart w:id="47" w:name="_Toc480218447"/>
      <w:bookmarkStart w:id="48" w:name="_Toc160476201"/>
      <w:r>
        <w:rPr>
          <w:rFonts w:hint="eastAsia"/>
          <w:kern w:val="2"/>
        </w:rPr>
        <w:t>评价方法</w:t>
      </w:r>
      <w:bookmarkEnd w:id="44"/>
      <w:bookmarkEnd w:id="45"/>
      <w:bookmarkEnd w:id="46"/>
      <w:bookmarkEnd w:id="47"/>
      <w:bookmarkEnd w:id="48"/>
    </w:p>
    <w:p w14:paraId="4E68D38D" w14:textId="77777777"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376607">
        <w:rPr>
          <w:rFonts w:hint="eastAsia"/>
        </w:rPr>
        <w:t>第</w:t>
      </w:r>
      <w:r w:rsidR="003E5ABA">
        <w:t>4</w:t>
      </w:r>
      <w:r w:rsidRPr="00F80BF0">
        <w:t>.</w:t>
      </w:r>
      <w:r w:rsidR="003E5ABA">
        <w:t>4</w:t>
      </w:r>
      <w:r w:rsidRPr="00F80BF0">
        <w:t>.</w:t>
      </w:r>
      <w:r w:rsidR="003E5ABA">
        <w:t>3</w:t>
      </w:r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14:paraId="2688B120" w14:textId="77777777"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 w14:anchorId="365A8CC6">
          <v:shape id="_x0000_i1025" type="#_x0000_t75" style="width:141pt;height:46pt" o:ole="">
            <v:imagedata r:id="rId13" o:title=""/>
          </v:shape>
          <o:OLEObject Type="Embed" ProgID="Equation.DSMT4" ShapeID="_x0000_i1025" DrawAspect="Content" ObjectID="_1771088996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64FFD77D" w14:textId="77777777"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14:paraId="45FABF76" w14:textId="77777777"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 w14:anchorId="4AD75C4C">
          <v:shape id="_x0000_i1026" type="#_x0000_t75" style="width:162.5pt;height:50pt" o:ole="">
            <v:imagedata r:id="rId15" o:title=""/>
          </v:shape>
          <o:OLEObject Type="Embed" ProgID="Equation.DSMT4" ShapeID="_x0000_i1026" DrawAspect="Content" ObjectID="_1771088997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14:paraId="3F8FDEAB" w14:textId="77777777"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14:paraId="0D5E26EF" w14:textId="77777777"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 w14:anchorId="42FCBDAE">
          <v:shape id="_x0000_i1027" type="#_x0000_t75" style="width:25pt;height:16.5pt" o:ole="">
            <v:imagedata r:id="rId17" o:title=""/>
          </v:shape>
          <o:OLEObject Type="Embed" ProgID="Equation.DSMT4" ShapeID="_x0000_i1027" DrawAspect="Content" ObjectID="_1771088998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14:paraId="70084602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75058F87">
          <v:shape id="_x0000_i1028" type="#_x0000_t75" style="width:20.5pt;height:13.5pt" o:ole="">
            <v:imagedata r:id="rId19" o:title=""/>
          </v:shape>
          <o:OLEObject Type="Embed" ProgID="Equation.DSMT4" ShapeID="_x0000_i1028" DrawAspect="Content" ObjectID="_1771088999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71602DA5">
          <v:shape id="_x0000_i1029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8A1F80">
        <w:rPr>
          <w:position w:val="-8"/>
        </w:rPr>
        <w:pict w14:anchorId="11C3F9AC">
          <v:shape id="_x0000_i1145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264DF029">
          <v:shape id="_x0000_i103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8A1F80">
        <w:rPr>
          <w:position w:val="-8"/>
        </w:rPr>
        <w:pict w14:anchorId="170322F9">
          <v:shape id="_x0000_i1146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14:paraId="0872BADC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 w14:anchorId="6E616845">
          <v:shape id="_x0000_i1033" type="#_x0000_t75" style="width:22pt;height:13.5pt" o:ole="">
            <v:imagedata r:id="rId23" o:title=""/>
          </v:shape>
          <o:OLEObject Type="Embed" ProgID="Equation.DSMT4" ShapeID="_x0000_i1033" DrawAspect="Content" ObjectID="_1771089000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29EA19A7">
          <v:shape id="_x0000_i1034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8A1F80">
        <w:rPr>
          <w:position w:val="-8"/>
        </w:rPr>
        <w:pict w14:anchorId="14E6D571">
          <v:shape id="_x0000_i1147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7697053F">
          <v:shape id="_x0000_i1036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8A1F80">
        <w:rPr>
          <w:position w:val="-8"/>
        </w:rPr>
        <w:pict w14:anchorId="1AB140BE">
          <v:shape id="_x0000_i1148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14:paraId="34772E6A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 w14:anchorId="1D0D806F">
          <v:shape id="_x0000_i1038" type="#_x0000_t75" style="width:13.5pt;height:13.5pt" o:ole="">
            <v:imagedata r:id="rId25" o:title=""/>
          </v:shape>
          <o:OLEObject Type="Embed" ProgID="Equation.DSMT4" ShapeID="_x0000_i1038" DrawAspect="Content" ObjectID="_1771089001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14:paraId="5B3C5D97" w14:textId="77777777"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 w14:anchorId="2A04D9C6">
          <v:shape id="_x0000_i1039" type="#_x0000_t75" style="width:15pt;height:13.5pt" o:ole="">
            <v:imagedata r:id="rId27" o:title=""/>
          </v:shape>
          <o:OLEObject Type="Embed" ProgID="Equation.DSMT4" ShapeID="_x0000_i1039" DrawAspect="Content" ObjectID="_1771089002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14:paraId="35DF55D4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1723444B">
          <v:shape id="_x0000_i1040" type="#_x0000_t75" style="width:20.5pt;height:13.5pt" o:ole="">
            <v:imagedata r:id="rId29" o:title=""/>
          </v:shape>
          <o:OLEObject Type="Embed" ProgID="Equation.DSMT4" ShapeID="_x0000_i1040" DrawAspect="Content" ObjectID="_1771089003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 w14:anchorId="3EFFB009">
          <v:shape id="_x0000_i1041" type="#_x0000_t75" style="width:13.5pt;height:13.5pt" o:ole="">
            <v:imagedata r:id="rId31" o:title=""/>
          </v:shape>
          <o:OLEObject Type="Embed" ProgID="Equation.DSMT4" ShapeID="_x0000_i1041" DrawAspect="Content" ObjectID="_1771089004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14:paraId="53EC760A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14:paraId="3179372C" w14:textId="77777777"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 w14:anchorId="72112B59">
          <v:shape id="_x0000_i1042" type="#_x0000_t75" style="width:15pt;height:13.5pt" o:ole="">
            <v:imagedata r:id="rId33" o:title=""/>
          </v:shape>
          <o:OLEObject Type="Embed" ProgID="Equation.DSMT4" ShapeID="_x0000_i1042" DrawAspect="Content" ObjectID="_1771089005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14:paraId="12466F26" w14:textId="77777777"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 w14:anchorId="17B8EC9F">
          <v:shape id="_x0000_i1043" type="#_x0000_t75" style="width:13.5pt;height:13.5pt" o:ole="">
            <v:imagedata r:id="rId35" o:title=""/>
          </v:shape>
          <o:OLEObject Type="Embed" ProgID="Equation.DSMT4" ShapeID="_x0000_i1043" DrawAspect="Content" ObjectID="_1771089006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14:paraId="3322C851" w14:textId="77777777"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586B9827" w14:textId="77777777"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14:paraId="32B8EA02" w14:textId="77777777"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 w14:anchorId="2C5A49D5">
          <v:shape id="_x0000_i1044" type="#_x0000_t75" style="width:118pt;height:34pt" o:ole="">
            <v:imagedata r:id="rId37" o:title=""/>
          </v:shape>
          <o:OLEObject Type="Embed" ProgID="Equation.3" ShapeID="_x0000_i1044" DrawAspect="Content" ObjectID="_1771089007" r:id="rId38"/>
        </w:object>
      </w:r>
    </w:p>
    <w:p w14:paraId="7AF62065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 w14:anchorId="1ECF4174">
          <v:shape id="_x0000_i1045" type="#_x0000_t75" style="width:13.5pt;height:18pt" o:ole="">
            <v:imagedata r:id="rId39" o:title=""/>
          </v:shape>
          <o:OLEObject Type="Embed" ProgID="Equation.3" ShapeID="_x0000_i1045" DrawAspect="Content" ObjectID="_1771089008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4F45C272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 w14:anchorId="100EC726">
          <v:shape id="_x0000_i1046" type="#_x0000_t75" style="width:9pt;height:18pt" o:ole="">
            <v:imagedata r:id="rId41" o:title=""/>
          </v:shape>
          <o:OLEObject Type="Embed" ProgID="Equation.3" ShapeID="_x0000_i1046" DrawAspect="Content" ObjectID="_1771089009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42415DB7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 w14:anchorId="21FAC5A3">
          <v:shape id="_x0000_i1047" type="#_x0000_t75" style="width:10.5pt;height:18pt" o:ole="">
            <v:imagedata r:id="rId43" o:title=""/>
          </v:shape>
          <o:OLEObject Type="Embed" ProgID="Equation.3" ShapeID="_x0000_i1047" DrawAspect="Content" ObjectID="_1771089010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60B50833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 w14:anchorId="2C7CC6F9">
          <v:shape id="_x0000_i1048" type="#_x0000_t75" style="width:15pt;height:18pt" o:ole="">
            <v:imagedata r:id="rId45" o:title=""/>
          </v:shape>
          <o:OLEObject Type="Embed" ProgID="Equation.3" ShapeID="_x0000_i1048" DrawAspect="Content" ObjectID="_1771089011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1C087AC0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 w14:anchorId="49EA003E">
          <v:shape id="_x0000_i1049" type="#_x0000_t75" style="width:13.5pt;height:18pt" o:ole="">
            <v:imagedata r:id="rId47" o:title=""/>
          </v:shape>
          <o:OLEObject Type="Embed" ProgID="Equation.3" ShapeID="_x0000_i1049" DrawAspect="Content" ObjectID="_1771089012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14:paraId="0C59D2A6" w14:textId="77777777"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 w14:anchorId="311836CC">
          <v:shape id="_x0000_i1050" type="#_x0000_t75" style="width:19.5pt;height:19.5pt" o:ole="">
            <v:imagedata r:id="rId49" o:title=""/>
          </v:shape>
          <o:OLEObject Type="Embed" ProgID="Equation.3" ShapeID="_x0000_i1050" DrawAspect="Content" ObjectID="_1771089013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6CF2D4F0" w14:textId="77777777"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3ADFE297" w14:textId="77777777" w:rsidR="00504D39" w:rsidRDefault="00504D39" w:rsidP="00504D39">
      <w:pPr>
        <w:pStyle w:val="1"/>
        <w:spacing w:line="240" w:lineRule="atLeast"/>
      </w:pPr>
      <w:bookmarkStart w:id="49" w:name="_Toc480186064"/>
      <w:bookmarkStart w:id="50" w:name="_Toc480186126"/>
      <w:bookmarkStart w:id="51" w:name="_Toc480218448"/>
      <w:bookmarkStart w:id="52" w:name="_Toc160476202"/>
      <w:r w:rsidRPr="00DD44E4">
        <w:rPr>
          <w:rFonts w:hint="eastAsia"/>
        </w:rPr>
        <w:t>防潮验算</w:t>
      </w:r>
      <w:r w:rsidRPr="00DD44E4">
        <w:t>计算过程</w:t>
      </w:r>
      <w:bookmarkEnd w:id="49"/>
      <w:bookmarkEnd w:id="50"/>
      <w:bookmarkEnd w:id="51"/>
      <w:bookmarkEnd w:id="52"/>
    </w:p>
    <w:p w14:paraId="3A0487CF" w14:textId="77777777"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3" w:name="_Toc160476203"/>
      <w:r>
        <w:rPr>
          <w:rFonts w:hint="eastAsia"/>
          <w:kern w:val="2"/>
        </w:rPr>
        <w:t>计算条件</w:t>
      </w:r>
      <w:bookmarkEnd w:id="53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14:paraId="01149E8E" w14:textId="77777777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5ADAD894" w14:textId="77777777" w:rsidR="007952C1" w:rsidRDefault="007952C1" w:rsidP="00D60B8C">
            <w:r w:rsidRPr="001611A7">
              <w:rPr>
                <w:position w:val="-6"/>
              </w:rPr>
              <w:object w:dxaOrig="279" w:dyaOrig="279" w14:anchorId="08FAF5A6">
                <v:shape id="_x0000_i1051" type="#_x0000_t75" style="width:13.5pt;height:13.5pt" o:ole="">
                  <v:imagedata r:id="rId51" o:title=""/>
                </v:shape>
                <o:OLEObject Type="Embed" ProgID="Equation.DSMT4" ShapeID="_x0000_i1051" DrawAspect="Content" ObjectID="_1771089014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00000">
              <w:rPr>
                <w:position w:val="-8"/>
              </w:rPr>
              <w:pict w14:anchorId="1EAE8400">
                <v:shape id="_x0000_i105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8A1F80">
              <w:rPr>
                <w:position w:val="-8"/>
              </w:rPr>
              <w:pict w14:anchorId="280AAB4D">
                <v:shape id="_x0000_i1149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39171" w14:textId="77777777"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3BDF5034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14:paraId="2B934F55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0F1361E4" w14:textId="77777777" w:rsidR="007952C1" w:rsidRDefault="007952C1" w:rsidP="00D60B8C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F130F" w14:textId="77777777" w:rsidR="007952C1" w:rsidRDefault="002B5E55" w:rsidP="00D60B8C">
            <w:bookmarkStart w:id="54" w:name="t_i_avg"/>
            <w:r>
              <w:rPr>
                <w:rFonts w:hint="eastAsia"/>
              </w:rPr>
              <w:t>18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72AB2ABB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53155BE6" w14:textId="77777777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D572C0C" w14:textId="77777777"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24419CBB" w14:textId="77777777" w:rsidR="007952C1" w:rsidRDefault="002B5E55" w:rsidP="00D60B8C">
            <w:bookmarkStart w:id="55" w:name="室内相对湿度"/>
            <w:r>
              <w:rPr>
                <w:rFonts w:hint="eastAsia"/>
              </w:rPr>
              <w:t>60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042679A5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599F43B1" w14:textId="77777777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5735FCB" w14:textId="77777777" w:rsidR="007952C1" w:rsidRDefault="007952C1" w:rsidP="00D60B8C">
            <w:r w:rsidRPr="005012CD">
              <w:rPr>
                <w:position w:val="-6"/>
              </w:rPr>
              <w:object w:dxaOrig="200" w:dyaOrig="340" w14:anchorId="3C5A5E66">
                <v:shape id="_x0000_i1054" type="#_x0000_t75" style="width:10pt;height:17.5pt" o:ole="">
                  <v:imagedata r:id="rId53" o:title=""/>
                </v:shape>
                <o:OLEObject Type="Embed" ProgID="Equation.DSMT4" ShapeID="_x0000_i1054" DrawAspect="Content" ObjectID="_1771089015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662ED565" w14:textId="77777777" w:rsidR="007952C1" w:rsidRDefault="002B5E55" w:rsidP="00D60B8C">
            <w:bookmarkStart w:id="56" w:name="t_e_avg"/>
            <w:r>
              <w:rPr>
                <w:rFonts w:hint="eastAsia"/>
              </w:rPr>
              <w:t>0.10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2DBD7E33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2EF55F1F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DF4BCFC" w14:textId="77777777"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4102E7AA" w14:textId="77777777" w:rsidR="007952C1" w:rsidRDefault="002B5E55" w:rsidP="00D60B8C">
            <w:bookmarkStart w:id="57" w:name="室外相对湿度"/>
            <w:r>
              <w:rPr>
                <w:rFonts w:hint="eastAsia"/>
              </w:rPr>
              <w:t>43.00</w:t>
            </w:r>
            <w:bookmarkEnd w:id="57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277E2F9D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784DFF6F" w14:textId="77777777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164EEDDF" w14:textId="77777777" w:rsidR="007952C1" w:rsidRDefault="007952C1" w:rsidP="00D60B8C">
            <w:r>
              <w:rPr>
                <w:rFonts w:hint="eastAsia"/>
              </w:rPr>
              <w:lastRenderedPageBreak/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D085408" w14:textId="77777777" w:rsidR="007952C1" w:rsidRDefault="002B5E55" w:rsidP="00D60B8C">
            <w:bookmarkStart w:id="58" w:name="Z"/>
            <w:r>
              <w:rPr>
                <w:rFonts w:hint="eastAsia"/>
              </w:rPr>
              <w:t>114</w:t>
            </w:r>
            <w:bookmarkEnd w:id="58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38CB6CE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634D363D" w14:textId="77777777" w:rsidR="00D60B8C" w:rsidRDefault="00D60B8C" w:rsidP="00D60B8C">
      <w:r>
        <w:rPr>
          <w:rFonts w:hint="eastAsia"/>
        </w:rPr>
        <w:t xml:space="preserve"> </w:t>
      </w:r>
      <w:bookmarkStart w:id="59" w:name="气象数据参考"/>
      <w:bookmarkEnd w:id="59"/>
    </w:p>
    <w:p w14:paraId="2426B82D" w14:textId="77777777" w:rsidR="00D60B8C" w:rsidRPr="00D60B8C" w:rsidRDefault="00D60B8C" w:rsidP="00D60B8C">
      <w:pPr>
        <w:pStyle w:val="a0"/>
        <w:ind w:leftChars="0" w:left="0" w:right="1470"/>
      </w:pPr>
    </w:p>
    <w:p w14:paraId="7C744D0B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0" w:name="_Toc160476204"/>
      <w:r>
        <w:rPr>
          <w:rFonts w:hint="eastAsia"/>
          <w:kern w:val="2"/>
        </w:rPr>
        <w:t>屋顶构造一</w:t>
      </w:r>
      <w:bookmarkEnd w:id="6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780E675D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14BC8FC4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20E413EB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68DCDD4F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7C230FB7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681ECE86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00E5CC0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0AD0670F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65E558A5" w14:textId="77777777" w:rsidTr="00C76F5A">
        <w:tc>
          <w:tcPr>
            <w:tcW w:w="3345" w:type="dxa"/>
            <w:vMerge/>
            <w:vAlign w:val="center"/>
            <w:hideMark/>
          </w:tcPr>
          <w:p w14:paraId="5BA059F9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31A89F5E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2CF6A0EE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0C88A4C1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71252EDE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3A83E1AD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70757A65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80604F" w14:paraId="202EDA67" w14:textId="77777777">
        <w:tc>
          <w:tcPr>
            <w:tcW w:w="3345" w:type="dxa"/>
            <w:vAlign w:val="center"/>
          </w:tcPr>
          <w:p w14:paraId="2A8697C5" w14:textId="77777777" w:rsidR="00C76F5A" w:rsidRDefault="00C76F5A" w:rsidP="00C76F5A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087934A4" w14:textId="77777777" w:rsidR="00C76F5A" w:rsidRDefault="00C76F5A" w:rsidP="00C76F5A">
            <w:r>
              <w:t>40</w:t>
            </w:r>
          </w:p>
        </w:tc>
        <w:tc>
          <w:tcPr>
            <w:tcW w:w="1075" w:type="dxa"/>
            <w:vAlign w:val="center"/>
          </w:tcPr>
          <w:p w14:paraId="2CE5236A" w14:textId="77777777" w:rsidR="00C76F5A" w:rsidRDefault="00C76F5A" w:rsidP="00C76F5A">
            <w:r>
              <w:t>1.510</w:t>
            </w:r>
          </w:p>
        </w:tc>
        <w:tc>
          <w:tcPr>
            <w:tcW w:w="671" w:type="dxa"/>
            <w:vAlign w:val="center"/>
          </w:tcPr>
          <w:p w14:paraId="6D8C56F2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3BF08005" w14:textId="77777777" w:rsidR="00C76F5A" w:rsidRDefault="00C76F5A" w:rsidP="00C76F5A">
            <w:r>
              <w:t>2300.00</w:t>
            </w:r>
          </w:p>
        </w:tc>
        <w:tc>
          <w:tcPr>
            <w:tcW w:w="1559" w:type="dxa"/>
            <w:vAlign w:val="center"/>
          </w:tcPr>
          <w:p w14:paraId="146C0E45" w14:textId="77777777" w:rsidR="00C76F5A" w:rsidRDefault="00C76F5A" w:rsidP="00C76F5A">
            <w:r>
              <w:t>0.0173</w:t>
            </w:r>
          </w:p>
        </w:tc>
        <w:tc>
          <w:tcPr>
            <w:tcW w:w="993" w:type="dxa"/>
            <w:vAlign w:val="center"/>
          </w:tcPr>
          <w:p w14:paraId="106C275D" w14:textId="77777777" w:rsidR="00C76F5A" w:rsidRDefault="00C76F5A" w:rsidP="00C76F5A">
            <w:r>
              <w:t>0.026</w:t>
            </w:r>
          </w:p>
        </w:tc>
      </w:tr>
      <w:tr w:rsidR="0080604F" w14:paraId="66976FCF" w14:textId="77777777">
        <w:tc>
          <w:tcPr>
            <w:tcW w:w="3345" w:type="dxa"/>
            <w:vAlign w:val="center"/>
          </w:tcPr>
          <w:p w14:paraId="407D5D10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467F8C5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43BF5BC2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1F2FF22D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0D6A73E1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47EC35CF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4BD93372" w14:textId="77777777" w:rsidR="00C76F5A" w:rsidRDefault="00C76F5A" w:rsidP="00C76F5A">
            <w:r>
              <w:t>0.556</w:t>
            </w:r>
          </w:p>
        </w:tc>
      </w:tr>
      <w:tr w:rsidR="0080604F" w14:paraId="0B76C8B2" w14:textId="77777777">
        <w:tc>
          <w:tcPr>
            <w:tcW w:w="3345" w:type="dxa"/>
            <w:vAlign w:val="center"/>
          </w:tcPr>
          <w:p w14:paraId="5AA93868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28E5D050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1375616F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1927A709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213FB13B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237ED750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5416D85A" w14:textId="77777777" w:rsidR="00C76F5A" w:rsidRDefault="00C76F5A" w:rsidP="00C76F5A">
            <w:r>
              <w:t>0.022</w:t>
            </w:r>
          </w:p>
        </w:tc>
      </w:tr>
      <w:tr w:rsidR="0080604F" w14:paraId="5A593C5A" w14:textId="77777777">
        <w:tc>
          <w:tcPr>
            <w:tcW w:w="3345" w:type="dxa"/>
            <w:vAlign w:val="center"/>
          </w:tcPr>
          <w:p w14:paraId="66FDF987" w14:textId="77777777" w:rsidR="00C76F5A" w:rsidRDefault="00C76F5A" w:rsidP="00C76F5A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385A97F8" w14:textId="77777777" w:rsidR="00C76F5A" w:rsidRDefault="00C76F5A" w:rsidP="00C76F5A">
            <w:r>
              <w:t>80</w:t>
            </w:r>
          </w:p>
        </w:tc>
        <w:tc>
          <w:tcPr>
            <w:tcW w:w="1075" w:type="dxa"/>
            <w:vAlign w:val="center"/>
          </w:tcPr>
          <w:p w14:paraId="0684DC77" w14:textId="77777777" w:rsidR="00C76F5A" w:rsidRDefault="00C76F5A" w:rsidP="00C76F5A">
            <w:r>
              <w:t>0.180</w:t>
            </w:r>
          </w:p>
        </w:tc>
        <w:tc>
          <w:tcPr>
            <w:tcW w:w="671" w:type="dxa"/>
            <w:vAlign w:val="center"/>
          </w:tcPr>
          <w:p w14:paraId="320A6CC4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4FB6322" w14:textId="77777777" w:rsidR="00C76F5A" w:rsidRDefault="00C76F5A" w:rsidP="00C76F5A">
            <w:r>
              <w:t>700.00</w:t>
            </w:r>
          </w:p>
        </w:tc>
        <w:tc>
          <w:tcPr>
            <w:tcW w:w="1559" w:type="dxa"/>
            <w:vAlign w:val="center"/>
          </w:tcPr>
          <w:p w14:paraId="4B16F794" w14:textId="77777777" w:rsidR="00C76F5A" w:rsidRDefault="00C76F5A" w:rsidP="00C76F5A">
            <w:r>
              <w:t>0.0998</w:t>
            </w:r>
          </w:p>
        </w:tc>
        <w:tc>
          <w:tcPr>
            <w:tcW w:w="993" w:type="dxa"/>
            <w:vAlign w:val="center"/>
          </w:tcPr>
          <w:p w14:paraId="4B24B5A4" w14:textId="77777777" w:rsidR="00C76F5A" w:rsidRDefault="00C76F5A" w:rsidP="00C76F5A">
            <w:r>
              <w:t>0.444</w:t>
            </w:r>
          </w:p>
        </w:tc>
      </w:tr>
      <w:tr w:rsidR="0080604F" w14:paraId="5B8B330E" w14:textId="77777777">
        <w:tc>
          <w:tcPr>
            <w:tcW w:w="3345" w:type="dxa"/>
            <w:vAlign w:val="center"/>
          </w:tcPr>
          <w:p w14:paraId="2C6D387D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751CED8C" w14:textId="77777777" w:rsidR="00C76F5A" w:rsidRDefault="00C76F5A" w:rsidP="00C76F5A">
            <w:r>
              <w:t>120</w:t>
            </w:r>
          </w:p>
        </w:tc>
        <w:tc>
          <w:tcPr>
            <w:tcW w:w="1075" w:type="dxa"/>
            <w:vAlign w:val="center"/>
          </w:tcPr>
          <w:p w14:paraId="71D20167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208CBBD7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20EDE7A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1F79D114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1F56AF2E" w14:textId="77777777" w:rsidR="00C76F5A" w:rsidRDefault="00C76F5A" w:rsidP="00C76F5A">
            <w:r>
              <w:t>0.069</w:t>
            </w:r>
          </w:p>
        </w:tc>
      </w:tr>
      <w:tr w:rsidR="00C76F5A" w14:paraId="3ECBAE62" w14:textId="77777777" w:rsidTr="00DD0B5D">
        <w:tc>
          <w:tcPr>
            <w:tcW w:w="3345" w:type="dxa"/>
            <w:vAlign w:val="center"/>
          </w:tcPr>
          <w:p w14:paraId="06327489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58AD5414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0C7F78D5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114B36A2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D7BA19F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5AF41026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601C7544" w14:textId="77777777" w:rsidR="00C76F5A" w:rsidRDefault="00C76F5A" w:rsidP="00C76F5A">
            <w:r>
              <w:t>0.025</w:t>
            </w:r>
          </w:p>
        </w:tc>
      </w:tr>
    </w:tbl>
    <w:p w14:paraId="26EDC909" w14:textId="77777777" w:rsidR="00F52375" w:rsidRPr="00F52375" w:rsidRDefault="00F52375" w:rsidP="00F52375">
      <w:pPr>
        <w:pStyle w:val="a0"/>
        <w:ind w:left="1470" w:right="1470"/>
      </w:pPr>
    </w:p>
    <w:p w14:paraId="0B46132C" w14:textId="77777777" w:rsidR="007952C1" w:rsidRDefault="007952C1" w:rsidP="00CE04F8">
      <w:pPr>
        <w:pStyle w:val="3"/>
      </w:pPr>
      <w:bookmarkStart w:id="61" w:name="_Toc160476205"/>
      <w:r w:rsidRPr="007952C1">
        <w:rPr>
          <w:rFonts w:hint="eastAsia"/>
        </w:rPr>
        <w:t>冷凝计算界面至围护结构内表面之间的热阻</w:t>
      </w:r>
      <w:bookmarkEnd w:id="61"/>
      <w:r w:rsidRPr="007952C1">
        <w:object w:dxaOrig="380" w:dyaOrig="279" w14:anchorId="71E43616">
          <v:shape id="_x0000_i1055" type="#_x0000_t75" style="width:19pt;height:13.5pt" o:ole="">
            <v:imagedata r:id="rId9" o:title=""/>
          </v:shape>
          <o:OLEObject Type="Embed" ProgID="Equation.DSMT4" ShapeID="_x0000_i1055" DrawAspect="Content" ObjectID="_1771089016" r:id="rId55"/>
        </w:object>
      </w:r>
    </w:p>
    <w:p w14:paraId="1A5A3B9B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 w14:anchorId="5AFBCB53">
          <v:shape id="_x0000_i1056" type="#_x0000_t75" style="width:19pt;height:13.5pt" o:ole="">
            <v:imagedata r:id="rId9" o:title=""/>
          </v:shape>
          <o:OLEObject Type="Embed" ProgID="Equation.DSMT4" ShapeID="_x0000_i1056" DrawAspect="Content" ObjectID="_1771089017" r:id="rId56"/>
        </w:object>
      </w:r>
      <w:r>
        <w:rPr>
          <w:b/>
          <w:bCs/>
        </w:rPr>
        <w:t>=</w:t>
      </w:r>
      <w:r w:rsidR="00990A57">
        <w:rPr>
          <w:rFonts w:hint="eastAsia"/>
        </w:rPr>
        <w:t>1.12</w:t>
      </w:r>
    </w:p>
    <w:p w14:paraId="12AD5AC4" w14:textId="77777777" w:rsidR="00990A57" w:rsidRDefault="00D60B8C" w:rsidP="00CE04F8">
      <w:pPr>
        <w:pStyle w:val="3"/>
        <w:ind w:right="1470"/>
      </w:pPr>
      <w:bookmarkStart w:id="62" w:name="_Toc160476206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2"/>
      <w:r w:rsidRPr="004B5CEB">
        <w:rPr>
          <w:position w:val="-6"/>
        </w:rPr>
        <w:object w:dxaOrig="279" w:dyaOrig="279" w14:anchorId="08B40732">
          <v:shape id="_x0000_i1057" type="#_x0000_t75" style="width:13.5pt;height:13.5pt" o:ole="">
            <v:imagedata r:id="rId11" o:title=""/>
          </v:shape>
          <o:OLEObject Type="Embed" ProgID="Equation.DSMT4" ShapeID="_x0000_i1057" DrawAspect="Content" ObjectID="_1771089018" r:id="rId57"/>
        </w:object>
      </w:r>
    </w:p>
    <w:p w14:paraId="1F7FC02F" w14:textId="77777777" w:rsidR="00CE04F8" w:rsidRPr="00990A57" w:rsidRDefault="00D60B8C" w:rsidP="00990A57">
      <w:pPr>
        <w:jc w:val="center"/>
      </w:pPr>
      <w:r w:rsidRPr="00990A57">
        <w:object w:dxaOrig="2240" w:dyaOrig="660" w14:anchorId="7D84CD0C">
          <v:shape id="_x0000_i1058" type="#_x0000_t75" style="width:112pt;height:33pt" o:ole="">
            <v:imagedata r:id="rId58" o:title=""/>
          </v:shape>
          <o:OLEObject Type="Embed" ProgID="Equation.DSMT4" ShapeID="_x0000_i1058" DrawAspect="Content" ObjectID="_1771089019" r:id="rId59"/>
        </w:object>
      </w:r>
    </w:p>
    <w:p w14:paraId="02FCA0A5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 w14:anchorId="6ABB34ED">
          <v:shape id="_x0000_i1059" type="#_x0000_t75" style="width:13.5pt;height:13.5pt" o:ole="">
            <v:imagedata r:id="rId11" o:title=""/>
          </v:shape>
          <o:OLEObject Type="Embed" ProgID="Equation.DSMT4" ShapeID="_x0000_i1059" DrawAspect="Content" ObjectID="_1771089020" r:id="rId60"/>
        </w:object>
      </w:r>
      <w:r>
        <w:t>=</w:t>
      </w:r>
      <w:r w:rsidR="00990A57">
        <w:rPr>
          <w:rFonts w:hint="eastAsia"/>
        </w:rPr>
        <w:t>1.02</w:t>
      </w:r>
    </w:p>
    <w:p w14:paraId="30AB9E0D" w14:textId="77777777" w:rsidR="00CE04F8" w:rsidRPr="00CE04F8" w:rsidRDefault="00B505F2" w:rsidP="00B23996">
      <w:pPr>
        <w:pStyle w:val="3"/>
        <w:ind w:right="1470"/>
      </w:pPr>
      <w:bookmarkStart w:id="63" w:name="_Toc160476207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3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6EF78869" w14:textId="77777777" w:rsidTr="00635599">
        <w:trPr>
          <w:jc w:val="center"/>
        </w:trPr>
        <w:tc>
          <w:tcPr>
            <w:tcW w:w="3148" w:type="dxa"/>
            <w:vAlign w:val="center"/>
          </w:tcPr>
          <w:p w14:paraId="42DB36D6" w14:textId="77777777"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 w14:anchorId="2AEA53C5">
                <v:shape id="_x0000_i1060" type="#_x0000_t75" style="width:20.5pt;height:13.5pt" o:ole="">
                  <v:imagedata r:id="rId19" o:title=""/>
                </v:shape>
                <o:OLEObject Type="Embed" ProgID="Equation.DSMT4" ShapeID="_x0000_i1060" DrawAspect="Content" ObjectID="_1771089021" r:id="rId61"/>
              </w:object>
            </w:r>
          </w:p>
        </w:tc>
        <w:tc>
          <w:tcPr>
            <w:tcW w:w="2693" w:type="dxa"/>
            <w:vAlign w:val="center"/>
          </w:tcPr>
          <w:p w14:paraId="6ED37F9D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7A9C8714">
                <v:shape id="_x0000_i1061" type="#_x0000_t75" style="width:20.5pt;height:13.5pt" o:ole="">
                  <v:imagedata r:id="rId19" o:title=""/>
                </v:shape>
                <o:OLEObject Type="Embed" ProgID="Equation.DSMT4" ShapeID="_x0000_i1061" DrawAspect="Content" ObjectID="_1771089022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61F6F44A">
                <v:shape id="_x0000_i106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5A06959F">
                <v:shape id="_x0000_i1150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9A6CD54">
                <v:shape id="_x0000_i106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1F1FDDD1">
                <v:shape id="_x0000_i115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42D39C00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9800.39</w:t>
            </w:r>
          </w:p>
        </w:tc>
        <w:tc>
          <w:tcPr>
            <w:tcW w:w="2737" w:type="dxa"/>
            <w:vAlign w:val="center"/>
          </w:tcPr>
          <w:p w14:paraId="4B14907A" w14:textId="77777777" w:rsidR="00504D39" w:rsidRPr="009470F7" w:rsidRDefault="00504D39" w:rsidP="0054289E"/>
        </w:tc>
      </w:tr>
      <w:tr w:rsidR="00504D39" w14:paraId="5314B060" w14:textId="77777777" w:rsidTr="00635599">
        <w:trPr>
          <w:jc w:val="center"/>
        </w:trPr>
        <w:tc>
          <w:tcPr>
            <w:tcW w:w="3148" w:type="dxa"/>
            <w:vAlign w:val="center"/>
          </w:tcPr>
          <w:p w14:paraId="29391A29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248D6DA6">
                <v:shape id="_x0000_i1066" type="#_x0000_t75" style="width:22pt;height:13.5pt" o:ole="">
                  <v:imagedata r:id="rId23" o:title=""/>
                </v:shape>
                <o:OLEObject Type="Embed" ProgID="Equation.DSMT4" ShapeID="_x0000_i1066" DrawAspect="Content" ObjectID="_1771089023" r:id="rId63"/>
              </w:object>
            </w:r>
          </w:p>
        </w:tc>
        <w:tc>
          <w:tcPr>
            <w:tcW w:w="2693" w:type="dxa"/>
            <w:vAlign w:val="center"/>
          </w:tcPr>
          <w:p w14:paraId="0EAD4DAC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60B44129">
                <v:shape id="_x0000_i1067" type="#_x0000_t75" style="width:22pt;height:13.5pt" o:ole="">
                  <v:imagedata r:id="rId23" o:title=""/>
                </v:shape>
                <o:OLEObject Type="Embed" ProgID="Equation.DSMT4" ShapeID="_x0000_i1067" DrawAspect="Content" ObjectID="_1771089024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7E34A326">
                <v:shape id="_x0000_i106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4463E02A">
                <v:shape id="_x0000_i115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69B92BC">
                <v:shape id="_x0000_i107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59590A37">
                <v:shape id="_x0000_i1153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29896A7F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2312.14</w:t>
            </w:r>
          </w:p>
        </w:tc>
        <w:tc>
          <w:tcPr>
            <w:tcW w:w="2737" w:type="dxa"/>
            <w:vAlign w:val="center"/>
          </w:tcPr>
          <w:p w14:paraId="17C747A8" w14:textId="77777777" w:rsidR="00504D39" w:rsidRDefault="00504D39" w:rsidP="0054289E"/>
        </w:tc>
      </w:tr>
      <w:tr w:rsidR="00504D39" w14:paraId="6BC53146" w14:textId="77777777" w:rsidTr="00635599">
        <w:trPr>
          <w:jc w:val="center"/>
        </w:trPr>
        <w:tc>
          <w:tcPr>
            <w:tcW w:w="3148" w:type="dxa"/>
            <w:vAlign w:val="center"/>
          </w:tcPr>
          <w:p w14:paraId="5BBF437E" w14:textId="77777777" w:rsidR="00504D39" w:rsidRPr="00FB2E10" w:rsidRDefault="00504D39" w:rsidP="0054289E">
            <w:r w:rsidRPr="00730C7D">
              <w:rPr>
                <w:position w:val="-6"/>
              </w:rPr>
              <w:object w:dxaOrig="279" w:dyaOrig="279" w14:anchorId="47E9CA9A">
                <v:shape id="_x0000_i1072" type="#_x0000_t75" style="width:13.5pt;height:13.5pt" o:ole="">
                  <v:imagedata r:id="rId25" o:title=""/>
                </v:shape>
                <o:OLEObject Type="Embed" ProgID="Equation.DSMT4" ShapeID="_x0000_i1072" DrawAspect="Content" ObjectID="_1771089025" r:id="rId65"/>
              </w:object>
            </w:r>
          </w:p>
        </w:tc>
        <w:tc>
          <w:tcPr>
            <w:tcW w:w="2693" w:type="dxa"/>
            <w:vAlign w:val="center"/>
          </w:tcPr>
          <w:p w14:paraId="538D12D6" w14:textId="77777777" w:rsidR="00504D39" w:rsidRPr="00D528E7" w:rsidRDefault="00504D39" w:rsidP="0054289E">
            <w:r w:rsidRPr="00730C7D">
              <w:rPr>
                <w:position w:val="-6"/>
              </w:rPr>
              <w:object w:dxaOrig="279" w:dyaOrig="279" w14:anchorId="6F0E61FD">
                <v:shape id="_x0000_i1073" type="#_x0000_t75" style="width:13.5pt;height:13.5pt" o:ole="">
                  <v:imagedata r:id="rId25" o:title=""/>
                </v:shape>
                <o:OLEObject Type="Embed" ProgID="Equation.DSMT4" ShapeID="_x0000_i1073" DrawAspect="Content" ObjectID="_1771089026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66188251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14:paraId="554C50D0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4CBC42F6" w14:textId="77777777" w:rsidTr="00635599">
        <w:trPr>
          <w:jc w:val="center"/>
        </w:trPr>
        <w:tc>
          <w:tcPr>
            <w:tcW w:w="3148" w:type="dxa"/>
            <w:vAlign w:val="center"/>
          </w:tcPr>
          <w:p w14:paraId="070031FC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15D22445">
                <v:shape id="_x0000_i1074" type="#_x0000_t75" style="width:15pt;height:13.5pt" o:ole="">
                  <v:imagedata r:id="rId27" o:title=""/>
                </v:shape>
                <o:OLEObject Type="Embed" ProgID="Equation.DSMT4" ShapeID="_x0000_i1074" DrawAspect="Content" ObjectID="_1771089027" r:id="rId67"/>
              </w:object>
            </w:r>
          </w:p>
        </w:tc>
        <w:tc>
          <w:tcPr>
            <w:tcW w:w="2693" w:type="dxa"/>
            <w:vAlign w:val="center"/>
          </w:tcPr>
          <w:p w14:paraId="2D8A4539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39C61A32">
                <v:shape id="_x0000_i1075" type="#_x0000_t75" style="width:15pt;height:13.5pt" o:ole="">
                  <v:imagedata r:id="rId27" o:title=""/>
                </v:shape>
                <o:OLEObject Type="Embed" ProgID="Equation.DSMT4" ShapeID="_x0000_i1075" DrawAspect="Content" ObjectID="_1771089028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2C8E69C9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 w14:paraId="6E7D01D5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7DD5CCBE" w14:textId="77777777" w:rsidTr="00635599">
        <w:trPr>
          <w:jc w:val="center"/>
        </w:trPr>
        <w:tc>
          <w:tcPr>
            <w:tcW w:w="3148" w:type="dxa"/>
            <w:vAlign w:val="center"/>
          </w:tcPr>
          <w:p w14:paraId="6D61B77F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7FE7D3AA">
                <v:shape id="_x0000_i1076" type="#_x0000_t75" style="width:20.5pt;height:13.5pt" o:ole="">
                  <v:imagedata r:id="rId29" o:title=""/>
                </v:shape>
                <o:OLEObject Type="Embed" ProgID="Equation.DSMT4" ShapeID="_x0000_i1076" DrawAspect="Content" ObjectID="_1771089029" r:id="rId69"/>
              </w:object>
            </w:r>
          </w:p>
        </w:tc>
        <w:tc>
          <w:tcPr>
            <w:tcW w:w="2693" w:type="dxa"/>
            <w:vAlign w:val="center"/>
          </w:tcPr>
          <w:p w14:paraId="58C98510" w14:textId="77777777" w:rsidR="00504D39" w:rsidRPr="00D528E7" w:rsidRDefault="00504D39" w:rsidP="0054289E">
            <w:r w:rsidRPr="00730C7D">
              <w:rPr>
                <w:position w:val="-6"/>
              </w:rPr>
              <w:object w:dxaOrig="400" w:dyaOrig="279" w14:anchorId="7BB02959">
                <v:shape id="_x0000_i1077" type="#_x0000_t75" style="width:20.5pt;height:13.5pt" o:ole="">
                  <v:imagedata r:id="rId29" o:title=""/>
                </v:shape>
                <o:OLEObject Type="Embed" ProgID="Equation.DSMT4" ShapeID="_x0000_i1077" DrawAspect="Content" ObjectID="_1771089030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 w14:anchorId="302F40A1">
                <v:shape id="_x0000_i1078" type="#_x0000_t75" style="width:13.5pt;height:13.5pt" o:ole="">
                  <v:imagedata r:id="rId31" o:title=""/>
                </v:shape>
                <o:OLEObject Type="Embed" ProgID="Equation.DSMT4" ShapeID="_x0000_i1078" DrawAspect="Content" ObjectID="_1771089031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46028F74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657.05</w:t>
            </w:r>
          </w:p>
        </w:tc>
        <w:tc>
          <w:tcPr>
            <w:tcW w:w="2737" w:type="dxa"/>
            <w:vAlign w:val="center"/>
          </w:tcPr>
          <w:p w14:paraId="6B462A68" w14:textId="77777777" w:rsidR="00504D39" w:rsidRPr="00FB2E10" w:rsidRDefault="00504D39" w:rsidP="0054289E"/>
        </w:tc>
      </w:tr>
      <w:tr w:rsidR="00504D39" w14:paraId="4E3BECE8" w14:textId="77777777" w:rsidTr="00635599">
        <w:trPr>
          <w:jc w:val="center"/>
        </w:trPr>
        <w:tc>
          <w:tcPr>
            <w:tcW w:w="3148" w:type="dxa"/>
            <w:vAlign w:val="center"/>
          </w:tcPr>
          <w:p w14:paraId="0E1C83B2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1FCF3FB9">
                <v:shape id="_x0000_i1079" type="#_x0000_t75" style="width:15pt;height:13.5pt" o:ole="">
                  <v:imagedata r:id="rId33" o:title=""/>
                </v:shape>
                <o:OLEObject Type="Embed" ProgID="Equation.DSMT4" ShapeID="_x0000_i1079" DrawAspect="Content" ObjectID="_1771089032" r:id="rId72"/>
              </w:object>
            </w:r>
          </w:p>
        </w:tc>
        <w:tc>
          <w:tcPr>
            <w:tcW w:w="2693" w:type="dxa"/>
            <w:vAlign w:val="center"/>
          </w:tcPr>
          <w:p w14:paraId="76F50214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6CCC70E0">
                <v:shape id="_x0000_i1080" type="#_x0000_t75" style="width:15pt;height:13.5pt" o:ole="">
                  <v:imagedata r:id="rId33" o:title=""/>
                </v:shape>
                <o:OLEObject Type="Embed" ProgID="Equation.DSMT4" ShapeID="_x0000_i1080" DrawAspect="Content" ObjectID="_1771089033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305D9EDF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14:paraId="12A4902E" w14:textId="77777777" w:rsidR="00504D39" w:rsidRDefault="00504D39" w:rsidP="0054289E"/>
        </w:tc>
      </w:tr>
      <w:tr w:rsidR="00504D39" w14:paraId="1B1FA08D" w14:textId="77777777" w:rsidTr="00635599">
        <w:trPr>
          <w:jc w:val="center"/>
        </w:trPr>
        <w:tc>
          <w:tcPr>
            <w:tcW w:w="3148" w:type="dxa"/>
          </w:tcPr>
          <w:p w14:paraId="6BFC62F6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7A1324F4">
                <v:shape id="_x0000_i1081" type="#_x0000_t75" style="width:13.5pt;height:13.5pt" o:ole="">
                  <v:imagedata r:id="rId35" o:title=""/>
                </v:shape>
                <o:OLEObject Type="Embed" ProgID="Equation.DSMT4" ShapeID="_x0000_i1081" DrawAspect="Content" ObjectID="_1771089034" r:id="rId74"/>
              </w:object>
            </w:r>
          </w:p>
        </w:tc>
        <w:tc>
          <w:tcPr>
            <w:tcW w:w="2693" w:type="dxa"/>
          </w:tcPr>
          <w:p w14:paraId="4C6D59AC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4B7D8DEA">
                <v:shape id="_x0000_i1082" type="#_x0000_t75" style="width:13.5pt;height:13.5pt" o:ole="">
                  <v:imagedata r:id="rId35" o:title=""/>
                </v:shape>
                <o:OLEObject Type="Embed" ProgID="Equation.DSMT4" ShapeID="_x0000_i1082" DrawAspect="Content" ObjectID="_1771089035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1A160151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14:paraId="593D2E21" w14:textId="77777777" w:rsidR="00504D39" w:rsidRPr="00FB2E10" w:rsidRDefault="00504D39" w:rsidP="0054289E"/>
        </w:tc>
      </w:tr>
      <w:tr w:rsidR="00504D39" w14:paraId="22BE14EB" w14:textId="77777777" w:rsidTr="00635599">
        <w:trPr>
          <w:jc w:val="center"/>
        </w:trPr>
        <w:tc>
          <w:tcPr>
            <w:tcW w:w="3148" w:type="dxa"/>
            <w:vAlign w:val="center"/>
          </w:tcPr>
          <w:p w14:paraId="275EFEAA" w14:textId="77777777" w:rsidR="00504D39" w:rsidRDefault="00504D39" w:rsidP="0054289E">
            <w:r w:rsidRPr="00843DEA">
              <w:rPr>
                <w:position w:val="-28"/>
              </w:rPr>
              <w:object w:dxaOrig="3260" w:dyaOrig="999" w14:anchorId="2ABA2BCA">
                <v:shape id="_x0000_i1083" type="#_x0000_t75" style="width:142.5pt;height:43.5pt" o:ole="">
                  <v:imagedata r:id="rId15" o:title=""/>
                </v:shape>
                <o:OLEObject Type="Embed" ProgID="Equation.DSMT4" ShapeID="_x0000_i1083" DrawAspect="Content" ObjectID="_1771089036" r:id="rId76"/>
              </w:object>
            </w:r>
          </w:p>
        </w:tc>
        <w:tc>
          <w:tcPr>
            <w:tcW w:w="2693" w:type="dxa"/>
            <w:vAlign w:val="center"/>
          </w:tcPr>
          <w:p w14:paraId="025C9781" w14:textId="77777777" w:rsidR="00504D39" w:rsidRDefault="00504D39" w:rsidP="0054289E">
            <w:r w:rsidRPr="00730C7D">
              <w:rPr>
                <w:position w:val="-10"/>
              </w:rPr>
              <w:object w:dxaOrig="499" w:dyaOrig="320" w14:anchorId="432EBFCC">
                <v:shape id="_x0000_i1084" type="#_x0000_t75" style="width:25pt;height:16.5pt" o:ole="">
                  <v:imagedata r:id="rId17" o:title=""/>
                </v:shape>
                <o:OLEObject Type="Embed" ProgID="Equation.DSMT4" ShapeID="_x0000_i1084" DrawAspect="Content" ObjectID="_1771089037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352CD7E0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14628612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14:paraId="71352D92" w14:textId="77777777" w:rsidR="004E53B8" w:rsidRDefault="004E53B8" w:rsidP="00064694">
      <w:pPr>
        <w:widowControl/>
        <w:jc w:val="left"/>
      </w:pPr>
    </w:p>
    <w:p w14:paraId="20222EB4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4" w:name="_Toc160476208"/>
      <w:r>
        <w:rPr>
          <w:rFonts w:hint="eastAsia"/>
          <w:kern w:val="2"/>
        </w:rPr>
        <w:t>外墙构造一</w:t>
      </w:r>
      <w:bookmarkEnd w:id="64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69712579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5A66822F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299D3A4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0FD0F97B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5EFF8EB1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0D12002F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069DC36D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6D5ED07C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4EB81448" w14:textId="77777777" w:rsidTr="00C76F5A">
        <w:tc>
          <w:tcPr>
            <w:tcW w:w="3345" w:type="dxa"/>
            <w:vMerge/>
            <w:vAlign w:val="center"/>
            <w:hideMark/>
          </w:tcPr>
          <w:p w14:paraId="34B779AF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7DC40989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64AEBA3D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1E2B9E8A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0A6DC896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30B4DBAA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255BD2F0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80604F" w14:paraId="7467E205" w14:textId="77777777">
        <w:tc>
          <w:tcPr>
            <w:tcW w:w="3345" w:type="dxa"/>
            <w:vAlign w:val="center"/>
          </w:tcPr>
          <w:p w14:paraId="06EEF8DC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18CDB637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6D4087D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2F567934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237498E8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4B1ACE07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5E5EC2E6" w14:textId="77777777" w:rsidR="00C76F5A" w:rsidRDefault="00C76F5A" w:rsidP="00C76F5A">
            <w:r>
              <w:t>0.022</w:t>
            </w:r>
          </w:p>
        </w:tc>
      </w:tr>
      <w:tr w:rsidR="0080604F" w14:paraId="68EF4E17" w14:textId="77777777">
        <w:tc>
          <w:tcPr>
            <w:tcW w:w="3345" w:type="dxa"/>
            <w:vAlign w:val="center"/>
          </w:tcPr>
          <w:p w14:paraId="5056CC4E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CE8BB28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7760B9CE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54C51097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271A5B55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392E83A0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487C705C" w14:textId="77777777" w:rsidR="00C76F5A" w:rsidRDefault="00C76F5A" w:rsidP="00C76F5A">
            <w:r>
              <w:t>0.556</w:t>
            </w:r>
          </w:p>
        </w:tc>
      </w:tr>
      <w:tr w:rsidR="0080604F" w14:paraId="590FB982" w14:textId="77777777">
        <w:tc>
          <w:tcPr>
            <w:tcW w:w="3345" w:type="dxa"/>
            <w:vAlign w:val="center"/>
          </w:tcPr>
          <w:p w14:paraId="3F93ABEF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1F37D907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3C8D95EB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1EBD30F0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B0B357C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580FCF21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718A1335" w14:textId="77777777" w:rsidR="00C76F5A" w:rsidRDefault="00C76F5A" w:rsidP="00C76F5A">
            <w:r>
              <w:t>0.022</w:t>
            </w:r>
          </w:p>
        </w:tc>
      </w:tr>
      <w:tr w:rsidR="0080604F" w14:paraId="03923D6E" w14:textId="77777777">
        <w:tc>
          <w:tcPr>
            <w:tcW w:w="3345" w:type="dxa"/>
            <w:vAlign w:val="center"/>
          </w:tcPr>
          <w:p w14:paraId="4B4CA7BD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56CBCCA2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63764DEC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4C98463A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8CB03B4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6F59C1B1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61689112" w14:textId="77777777" w:rsidR="00C76F5A" w:rsidRDefault="00C76F5A" w:rsidP="00C76F5A">
            <w:r>
              <w:t>0.115</w:t>
            </w:r>
          </w:p>
        </w:tc>
      </w:tr>
      <w:tr w:rsidR="00C76F5A" w14:paraId="62BF0B61" w14:textId="77777777" w:rsidTr="00DD0B5D">
        <w:tc>
          <w:tcPr>
            <w:tcW w:w="3345" w:type="dxa"/>
            <w:vAlign w:val="center"/>
          </w:tcPr>
          <w:p w14:paraId="1C4B48EE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0F398D22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DE80D72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3A589BD1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45E6CC0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657EFB0F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53724B49" w14:textId="77777777" w:rsidR="00C76F5A" w:rsidRDefault="00C76F5A" w:rsidP="00C76F5A">
            <w:r>
              <w:t>0.025</w:t>
            </w:r>
          </w:p>
        </w:tc>
      </w:tr>
    </w:tbl>
    <w:p w14:paraId="56247C9A" w14:textId="77777777" w:rsidR="00F52375" w:rsidRPr="00F52375" w:rsidRDefault="00F52375" w:rsidP="00F52375">
      <w:pPr>
        <w:pStyle w:val="a0"/>
        <w:ind w:left="1470" w:right="1470"/>
      </w:pPr>
    </w:p>
    <w:p w14:paraId="50CCFD28" w14:textId="77777777" w:rsidR="007952C1" w:rsidRDefault="007952C1" w:rsidP="00CE04F8">
      <w:pPr>
        <w:pStyle w:val="3"/>
      </w:pPr>
      <w:bookmarkStart w:id="65" w:name="_Toc160476209"/>
      <w:r w:rsidRPr="007952C1">
        <w:rPr>
          <w:rFonts w:hint="eastAsia"/>
        </w:rPr>
        <w:t>冷凝计算界面至围护结构内表面之间的热阻</w:t>
      </w:r>
      <w:r w:rsidR="00000000">
        <w:pict w14:anchorId="7380BFA9">
          <v:shape id="_x0000_i1085" type="#_x0000_t75" style="width:19pt;height:13.5pt">
            <v:imagedata r:id="rId9" o:title=""/>
          </v:shape>
        </w:pict>
      </w:r>
      <w:bookmarkEnd w:id="65"/>
    </w:p>
    <w:p w14:paraId="6318BFDF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2D45AC55">
          <v:shape id="_x0000_i1086" type="#_x0000_t75" style="width:19pt;height:13.5pt">
            <v:imagedata r:id="rId9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0.72</w:t>
      </w:r>
    </w:p>
    <w:p w14:paraId="4785ADC5" w14:textId="77777777" w:rsidR="00990A57" w:rsidRDefault="00D60B8C" w:rsidP="00CE04F8">
      <w:pPr>
        <w:pStyle w:val="3"/>
        <w:ind w:right="1470"/>
      </w:pPr>
      <w:bookmarkStart w:id="66" w:name="_Toc160476210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64F10F1F">
          <v:shape id="_x0000_i1087" type="#_x0000_t75" style="width:13.5pt;height:13.5pt">
            <v:imagedata r:id="rId11" o:title=""/>
          </v:shape>
        </w:pict>
      </w:r>
      <w:bookmarkEnd w:id="66"/>
    </w:p>
    <w:p w14:paraId="6E683DA6" w14:textId="77777777" w:rsidR="00CE04F8" w:rsidRPr="00990A57" w:rsidRDefault="00000000" w:rsidP="00990A57">
      <w:pPr>
        <w:jc w:val="center"/>
      </w:pPr>
      <w:r>
        <w:pict w14:anchorId="0EDDF4BA">
          <v:shape id="_x0000_i1088" type="#_x0000_t75" style="width:112pt;height:33pt">
            <v:imagedata r:id="rId58" o:title=""/>
          </v:shape>
        </w:pict>
      </w:r>
    </w:p>
    <w:p w14:paraId="3011F667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74023C97">
          <v:shape id="_x0000_i1089" type="#_x0000_t75" style="width:13.5pt;height:13.5pt">
            <v:imagedata r:id="rId11" o:title=""/>
          </v:shape>
        </w:pict>
      </w:r>
      <w:r>
        <w:t>=</w:t>
      </w:r>
      <w:r w:rsidR="00990A57">
        <w:rPr>
          <w:rFonts w:hint="eastAsia"/>
        </w:rPr>
        <w:t>1.34</w:t>
      </w:r>
    </w:p>
    <w:p w14:paraId="3C2692E1" w14:textId="77777777" w:rsidR="00CE04F8" w:rsidRPr="00CE04F8" w:rsidRDefault="00B505F2" w:rsidP="00B23996">
      <w:pPr>
        <w:pStyle w:val="3"/>
        <w:ind w:right="1470"/>
      </w:pPr>
      <w:bookmarkStart w:id="67" w:name="_Toc160476211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7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742E458E" w14:textId="77777777" w:rsidTr="00635599">
        <w:trPr>
          <w:jc w:val="center"/>
        </w:trPr>
        <w:tc>
          <w:tcPr>
            <w:tcW w:w="3148" w:type="dxa"/>
            <w:vAlign w:val="center"/>
          </w:tcPr>
          <w:p w14:paraId="2EDD83D4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14DB4F77">
                <v:shape id="_x0000_i1090" type="#_x0000_t75" style="width:20.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3171770" w14:textId="77777777" w:rsidR="00504D39" w:rsidRDefault="00000000" w:rsidP="0054289E">
            <w:r>
              <w:rPr>
                <w:position w:val="-6"/>
              </w:rPr>
              <w:pict w14:anchorId="3C843D35">
                <v:shape id="_x0000_i1091" type="#_x0000_t75" style="width:20.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82CDDD7">
                <v:shape id="_x0000_i109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2C4754CD">
                <v:shape id="_x0000_i1154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478D1231">
                <v:shape id="_x0000_i109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09FFB3DA">
                <v:shape id="_x0000_i1155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27EAD8BD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14062.08</w:t>
            </w:r>
          </w:p>
        </w:tc>
        <w:tc>
          <w:tcPr>
            <w:tcW w:w="2737" w:type="dxa"/>
            <w:vAlign w:val="center"/>
          </w:tcPr>
          <w:p w14:paraId="77899537" w14:textId="77777777" w:rsidR="00504D39" w:rsidRPr="009470F7" w:rsidRDefault="00504D39" w:rsidP="0054289E"/>
        </w:tc>
      </w:tr>
      <w:tr w:rsidR="00504D39" w14:paraId="6C725D15" w14:textId="77777777" w:rsidTr="00635599">
        <w:trPr>
          <w:jc w:val="center"/>
        </w:trPr>
        <w:tc>
          <w:tcPr>
            <w:tcW w:w="3148" w:type="dxa"/>
            <w:vAlign w:val="center"/>
          </w:tcPr>
          <w:p w14:paraId="2E2F4C0D" w14:textId="77777777" w:rsidR="00504D39" w:rsidRDefault="00000000" w:rsidP="0054289E">
            <w:r>
              <w:rPr>
                <w:position w:val="-6"/>
              </w:rPr>
              <w:pict w14:anchorId="31A361B3">
                <v:shape id="_x0000_i1096" type="#_x0000_t75" style="width:22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785651D" w14:textId="77777777" w:rsidR="00504D39" w:rsidRDefault="00000000" w:rsidP="0054289E">
            <w:r>
              <w:rPr>
                <w:position w:val="-6"/>
              </w:rPr>
              <w:pict w14:anchorId="63E7F002">
                <v:shape id="_x0000_i1097" type="#_x0000_t75" style="width:22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53EF70B7">
                <v:shape id="_x0000_i109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23C3FD37">
                <v:shape id="_x0000_i1156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0D5ED90">
                <v:shape id="_x0000_i110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1A078B33">
                <v:shape id="_x0000_i1157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0384F3F0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952.38</w:t>
            </w:r>
          </w:p>
        </w:tc>
        <w:tc>
          <w:tcPr>
            <w:tcW w:w="2737" w:type="dxa"/>
            <w:vAlign w:val="center"/>
          </w:tcPr>
          <w:p w14:paraId="1E8EEEF8" w14:textId="77777777" w:rsidR="00504D39" w:rsidRDefault="00504D39" w:rsidP="0054289E"/>
        </w:tc>
      </w:tr>
      <w:tr w:rsidR="00504D39" w14:paraId="741C7661" w14:textId="77777777" w:rsidTr="00635599">
        <w:trPr>
          <w:jc w:val="center"/>
        </w:trPr>
        <w:tc>
          <w:tcPr>
            <w:tcW w:w="3148" w:type="dxa"/>
            <w:vAlign w:val="center"/>
          </w:tcPr>
          <w:p w14:paraId="7A69E949" w14:textId="77777777" w:rsidR="00504D39" w:rsidRPr="00FB2E10" w:rsidRDefault="00000000" w:rsidP="0054289E">
            <w:r>
              <w:rPr>
                <w:position w:val="-6"/>
              </w:rPr>
              <w:pict w14:anchorId="2E73EDDC">
                <v:shape id="_x0000_i110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4C277CB2" w14:textId="77777777" w:rsidR="00504D39" w:rsidRPr="00D528E7" w:rsidRDefault="00000000" w:rsidP="0054289E">
            <w:r>
              <w:rPr>
                <w:position w:val="-6"/>
              </w:rPr>
              <w:pict w14:anchorId="3078CB98">
                <v:shape id="_x0000_i110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力(Pa)</w:t>
            </w:r>
          </w:p>
        </w:tc>
        <w:tc>
          <w:tcPr>
            <w:tcW w:w="1374" w:type="dxa"/>
            <w:vAlign w:val="center"/>
          </w:tcPr>
          <w:p w14:paraId="21E79727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1237.20</w:t>
            </w:r>
          </w:p>
        </w:tc>
        <w:tc>
          <w:tcPr>
            <w:tcW w:w="2737" w:type="dxa"/>
            <w:vAlign w:val="center"/>
          </w:tcPr>
          <w:p w14:paraId="4C9E6884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397BFAEC" w14:textId="77777777" w:rsidTr="00635599">
        <w:trPr>
          <w:jc w:val="center"/>
        </w:trPr>
        <w:tc>
          <w:tcPr>
            <w:tcW w:w="3148" w:type="dxa"/>
            <w:vAlign w:val="center"/>
          </w:tcPr>
          <w:p w14:paraId="02F64CB2" w14:textId="77777777" w:rsidR="00504D39" w:rsidRDefault="00000000" w:rsidP="0054289E">
            <w:r>
              <w:rPr>
                <w:position w:val="-6"/>
              </w:rPr>
              <w:lastRenderedPageBreak/>
              <w:pict w14:anchorId="25274250">
                <v:shape id="_x0000_i110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3DE8FA0B" w14:textId="77777777" w:rsidR="00504D39" w:rsidRDefault="00000000" w:rsidP="0054289E">
            <w:r>
              <w:rPr>
                <w:position w:val="-6"/>
              </w:rPr>
              <w:pict w14:anchorId="6E27C476">
                <v:shape id="_x0000_i110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2DCD4660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 w14:paraId="37119B34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668D0424" w14:textId="77777777" w:rsidTr="00635599">
        <w:trPr>
          <w:jc w:val="center"/>
        </w:trPr>
        <w:tc>
          <w:tcPr>
            <w:tcW w:w="3148" w:type="dxa"/>
            <w:vAlign w:val="center"/>
          </w:tcPr>
          <w:p w14:paraId="64561230" w14:textId="77777777" w:rsidR="00504D39" w:rsidRDefault="00000000" w:rsidP="0054289E">
            <w:r>
              <w:rPr>
                <w:position w:val="-6"/>
              </w:rPr>
              <w:pict w14:anchorId="06A8D510">
                <v:shape id="_x0000_i1106" type="#_x0000_t75" style="width:20.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5504AF33" w14:textId="77777777" w:rsidR="00504D39" w:rsidRPr="00D528E7" w:rsidRDefault="00000000" w:rsidP="0054289E">
            <w:r>
              <w:rPr>
                <w:position w:val="-6"/>
              </w:rPr>
              <w:pict w14:anchorId="16027366">
                <v:shape id="_x0000_i1107" type="#_x0000_t75" style="width:20.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7711C673">
                <v:shape id="_x0000_i110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2FC229B8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672.64</w:t>
            </w:r>
          </w:p>
        </w:tc>
        <w:tc>
          <w:tcPr>
            <w:tcW w:w="2737" w:type="dxa"/>
            <w:vAlign w:val="center"/>
          </w:tcPr>
          <w:p w14:paraId="46C74ACA" w14:textId="77777777" w:rsidR="00504D39" w:rsidRPr="00FB2E10" w:rsidRDefault="00504D39" w:rsidP="0054289E"/>
        </w:tc>
      </w:tr>
      <w:tr w:rsidR="00504D39" w14:paraId="301E2420" w14:textId="77777777" w:rsidTr="00635599">
        <w:trPr>
          <w:jc w:val="center"/>
        </w:trPr>
        <w:tc>
          <w:tcPr>
            <w:tcW w:w="3148" w:type="dxa"/>
            <w:vAlign w:val="center"/>
          </w:tcPr>
          <w:p w14:paraId="4AE4D456" w14:textId="77777777" w:rsidR="00504D39" w:rsidRDefault="00000000" w:rsidP="0054289E">
            <w:r>
              <w:rPr>
                <w:position w:val="-10"/>
              </w:rPr>
              <w:pict w14:anchorId="7FF72508">
                <v:shape id="_x0000_i110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47B2B95D" w14:textId="77777777" w:rsidR="00504D39" w:rsidRDefault="00000000" w:rsidP="0054289E">
            <w:r>
              <w:rPr>
                <w:position w:val="-10"/>
              </w:rPr>
              <w:pict w14:anchorId="47549C77">
                <v:shape id="_x0000_i111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2E7E019F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14:paraId="33110CA0" w14:textId="77777777" w:rsidR="00504D39" w:rsidRDefault="00504D39" w:rsidP="0054289E"/>
        </w:tc>
      </w:tr>
      <w:tr w:rsidR="00504D39" w14:paraId="36523546" w14:textId="77777777" w:rsidTr="00635599">
        <w:trPr>
          <w:jc w:val="center"/>
        </w:trPr>
        <w:tc>
          <w:tcPr>
            <w:tcW w:w="3148" w:type="dxa"/>
          </w:tcPr>
          <w:p w14:paraId="0F5CBCD7" w14:textId="77777777" w:rsidR="00504D39" w:rsidRDefault="00000000" w:rsidP="0054289E">
            <w:r>
              <w:rPr>
                <w:position w:val="-6"/>
              </w:rPr>
              <w:pict w14:anchorId="1403651D">
                <v:shape id="_x0000_i111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73C53614" w14:textId="77777777" w:rsidR="00504D39" w:rsidRDefault="00000000" w:rsidP="0054289E">
            <w:r>
              <w:rPr>
                <w:position w:val="-6"/>
              </w:rPr>
              <w:pict w14:anchorId="614AC1E1">
                <v:shape id="_x0000_i111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6FB8A362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14:paraId="1960EC34" w14:textId="77777777" w:rsidR="00504D39" w:rsidRPr="00FB2E10" w:rsidRDefault="00504D39" w:rsidP="0054289E"/>
        </w:tc>
      </w:tr>
      <w:tr w:rsidR="00504D39" w14:paraId="59134064" w14:textId="77777777" w:rsidTr="00635599">
        <w:trPr>
          <w:jc w:val="center"/>
        </w:trPr>
        <w:tc>
          <w:tcPr>
            <w:tcW w:w="3148" w:type="dxa"/>
            <w:vAlign w:val="center"/>
          </w:tcPr>
          <w:p w14:paraId="0AD2829E" w14:textId="77777777" w:rsidR="00504D39" w:rsidRDefault="00000000" w:rsidP="0054289E">
            <w:r>
              <w:rPr>
                <w:position w:val="-28"/>
              </w:rPr>
              <w:pict w14:anchorId="0BFCC55C">
                <v:shape id="_x0000_i111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48E9A61D" w14:textId="77777777" w:rsidR="00504D39" w:rsidRDefault="00000000" w:rsidP="0054289E">
            <w:r>
              <w:rPr>
                <w:position w:val="-10"/>
              </w:rPr>
              <w:pict w14:anchorId="7B2C0E1E">
                <v:shape id="_x0000_i1114" type="#_x0000_t75" style="width:2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469681A6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16F8925A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14:paraId="529A10EC" w14:textId="77777777" w:rsidR="004E53B8" w:rsidRDefault="004E53B8" w:rsidP="00064694">
      <w:pPr>
        <w:widowControl/>
        <w:jc w:val="left"/>
      </w:pPr>
    </w:p>
    <w:p w14:paraId="7B880A58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8" w:name="构造ID"/>
      <w:bookmarkStart w:id="69" w:name="DataTab"/>
      <w:bookmarkStart w:id="70" w:name="_Toc160476212"/>
      <w:r>
        <w:rPr>
          <w:rFonts w:hint="eastAsia"/>
          <w:kern w:val="2"/>
        </w:rPr>
        <w:t>阳台隔墙构造一</w:t>
      </w:r>
      <w:bookmarkEnd w:id="68"/>
      <w:bookmarkEnd w:id="7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5498868C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2D01BF4A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71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37145452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21F3B0D9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1CD42D41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12D8E7D7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2642D2B0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6C996A86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230400B5" w14:textId="77777777" w:rsidTr="00C76F5A">
        <w:tc>
          <w:tcPr>
            <w:tcW w:w="3345" w:type="dxa"/>
            <w:vMerge/>
            <w:vAlign w:val="center"/>
            <w:hideMark/>
          </w:tcPr>
          <w:p w14:paraId="7A6E8A0A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7DB29206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4698DBB4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7131550A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0C9859DF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4BBC6F97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1711DACF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80604F" w14:paraId="0DBE7EC5" w14:textId="77777777">
        <w:tc>
          <w:tcPr>
            <w:tcW w:w="3345" w:type="dxa"/>
            <w:vAlign w:val="center"/>
          </w:tcPr>
          <w:p w14:paraId="6B9BDA7F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551A238F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66D314AA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4ACCB74B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2AA0838D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6AE380C0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34CF3F5C" w14:textId="77777777" w:rsidR="00C76F5A" w:rsidRDefault="00C76F5A" w:rsidP="00C76F5A">
            <w:r>
              <w:t>0.022</w:t>
            </w:r>
          </w:p>
        </w:tc>
      </w:tr>
      <w:tr w:rsidR="0080604F" w14:paraId="1D7908BA" w14:textId="77777777">
        <w:tc>
          <w:tcPr>
            <w:tcW w:w="3345" w:type="dxa"/>
            <w:vAlign w:val="center"/>
          </w:tcPr>
          <w:p w14:paraId="601216F1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3107116A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7733DEA1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1BF0BF80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7DEF5276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613B6536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3EA6BBA2" w14:textId="77777777" w:rsidR="00C76F5A" w:rsidRDefault="00C76F5A" w:rsidP="00C76F5A">
            <w:r>
              <w:t>0.556</w:t>
            </w:r>
          </w:p>
        </w:tc>
      </w:tr>
      <w:tr w:rsidR="0080604F" w14:paraId="2CD556EA" w14:textId="77777777">
        <w:tc>
          <w:tcPr>
            <w:tcW w:w="3345" w:type="dxa"/>
            <w:vAlign w:val="center"/>
          </w:tcPr>
          <w:p w14:paraId="47507700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74F21403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05F6AF34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63AC17F5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C200970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5416FC0E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10D09448" w14:textId="77777777" w:rsidR="00C76F5A" w:rsidRDefault="00C76F5A" w:rsidP="00C76F5A">
            <w:r>
              <w:t>0.022</w:t>
            </w:r>
          </w:p>
        </w:tc>
      </w:tr>
      <w:tr w:rsidR="0080604F" w14:paraId="05EAA9E5" w14:textId="77777777">
        <w:tc>
          <w:tcPr>
            <w:tcW w:w="3345" w:type="dxa"/>
            <w:vAlign w:val="center"/>
          </w:tcPr>
          <w:p w14:paraId="0F7410CC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72B52804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2ACD0D5A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1785FEC1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A8AE96A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0E293CEF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5F1363DB" w14:textId="77777777" w:rsidR="00C76F5A" w:rsidRDefault="00C76F5A" w:rsidP="00C76F5A">
            <w:r>
              <w:t>0.115</w:t>
            </w:r>
          </w:p>
        </w:tc>
      </w:tr>
      <w:tr w:rsidR="00C76F5A" w14:paraId="76D332A6" w14:textId="77777777" w:rsidTr="00DD0B5D">
        <w:tc>
          <w:tcPr>
            <w:tcW w:w="3345" w:type="dxa"/>
            <w:vAlign w:val="center"/>
          </w:tcPr>
          <w:p w14:paraId="168467CC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708EBA06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E836BDF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02CE0EE0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361D5814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1EC8D3A8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196C9D17" w14:textId="77777777" w:rsidR="00C76F5A" w:rsidRDefault="00C76F5A" w:rsidP="00C76F5A">
            <w:r>
              <w:t>0.025</w:t>
            </w:r>
          </w:p>
        </w:tc>
      </w:tr>
      <w:bookmarkEnd w:id="71"/>
    </w:tbl>
    <w:p w14:paraId="1F4B0C75" w14:textId="77777777" w:rsidR="00F52375" w:rsidRPr="00F52375" w:rsidRDefault="00F52375" w:rsidP="00F52375">
      <w:pPr>
        <w:pStyle w:val="a0"/>
        <w:ind w:left="1470" w:right="1470"/>
      </w:pPr>
    </w:p>
    <w:p w14:paraId="1D29AB9D" w14:textId="77777777" w:rsidR="007952C1" w:rsidRDefault="007952C1" w:rsidP="00CE04F8">
      <w:pPr>
        <w:pStyle w:val="3"/>
      </w:pPr>
      <w:bookmarkStart w:id="72" w:name="_Toc160476213"/>
      <w:r w:rsidRPr="007952C1">
        <w:rPr>
          <w:rFonts w:hint="eastAsia"/>
        </w:rPr>
        <w:t>冷凝计算界面至围护结构内表面之间的热阻</w:t>
      </w:r>
      <w:r w:rsidR="00000000">
        <w:pict w14:anchorId="6426A1D6">
          <v:shape id="_x0000_i1115" type="#_x0000_t75" style="width:19pt;height:13.5pt">
            <v:imagedata r:id="rId9" o:title=""/>
          </v:shape>
        </w:pict>
      </w:r>
      <w:bookmarkEnd w:id="72"/>
    </w:p>
    <w:p w14:paraId="62A967F8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391B8235">
          <v:shape id="_x0000_i1116" type="#_x0000_t75" style="width:19pt;height:13.5pt">
            <v:imagedata r:id="rId9" o:title=""/>
          </v:shape>
        </w:pict>
      </w:r>
      <w:r>
        <w:rPr>
          <w:b/>
          <w:bCs/>
        </w:rPr>
        <w:t>=</w:t>
      </w:r>
      <w:bookmarkStart w:id="73" w:name="R_o_i"/>
      <w:r w:rsidR="00990A57">
        <w:rPr>
          <w:rFonts w:hint="eastAsia"/>
        </w:rPr>
        <w:t>0.72</w:t>
      </w:r>
      <w:bookmarkEnd w:id="73"/>
    </w:p>
    <w:p w14:paraId="18068F4E" w14:textId="77777777" w:rsidR="00990A57" w:rsidRDefault="00D60B8C" w:rsidP="00CE04F8">
      <w:pPr>
        <w:pStyle w:val="3"/>
        <w:ind w:right="1470"/>
      </w:pPr>
      <w:bookmarkStart w:id="74" w:name="_Toc160476214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6F5F0192">
          <v:shape id="_x0000_i1117" type="#_x0000_t75" style="width:13.5pt;height:13.5pt">
            <v:imagedata r:id="rId11" o:title=""/>
          </v:shape>
        </w:pict>
      </w:r>
      <w:bookmarkEnd w:id="74"/>
    </w:p>
    <w:p w14:paraId="4EB460A0" w14:textId="77777777" w:rsidR="00CE04F8" w:rsidRPr="00990A57" w:rsidRDefault="00000000" w:rsidP="00990A57">
      <w:pPr>
        <w:jc w:val="center"/>
      </w:pPr>
      <w:r>
        <w:pict w14:anchorId="2ACC2178">
          <v:shape id="_x0000_i1118" type="#_x0000_t75" style="width:112pt;height:33pt">
            <v:imagedata r:id="rId58" o:title=""/>
          </v:shape>
        </w:pict>
      </w:r>
    </w:p>
    <w:p w14:paraId="78EBCA4A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742CD3EE">
          <v:shape id="_x0000_i1119" type="#_x0000_t75" style="width:13.5pt;height:13.5pt">
            <v:imagedata r:id="rId11" o:title=""/>
          </v:shape>
        </w:pict>
      </w:r>
      <w:r>
        <w:t>=</w:t>
      </w:r>
      <w:bookmarkStart w:id="75" w:name="θ_c"/>
      <w:r w:rsidR="00990A57">
        <w:rPr>
          <w:rFonts w:hint="eastAsia"/>
        </w:rPr>
        <w:t>1.34</w:t>
      </w:r>
      <w:bookmarkEnd w:id="75"/>
    </w:p>
    <w:p w14:paraId="08BC75DE" w14:textId="77777777" w:rsidR="00CE04F8" w:rsidRPr="00CE04F8" w:rsidRDefault="00B505F2" w:rsidP="00B23996">
      <w:pPr>
        <w:pStyle w:val="3"/>
        <w:ind w:right="1470"/>
      </w:pPr>
      <w:bookmarkStart w:id="76" w:name="_Toc160476215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76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168AF966" w14:textId="77777777" w:rsidTr="00635599">
        <w:trPr>
          <w:jc w:val="center"/>
        </w:trPr>
        <w:tc>
          <w:tcPr>
            <w:tcW w:w="3148" w:type="dxa"/>
            <w:vAlign w:val="center"/>
          </w:tcPr>
          <w:p w14:paraId="4102783A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76CB3B68">
                <v:shape id="_x0000_i1120" type="#_x0000_t75" style="width:20.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16CB13DA" w14:textId="77777777" w:rsidR="00504D39" w:rsidRDefault="00000000" w:rsidP="0054289E">
            <w:r>
              <w:rPr>
                <w:position w:val="-6"/>
              </w:rPr>
              <w:pict w14:anchorId="6DB2FEFD">
                <v:shape id="_x0000_i1121" type="#_x0000_t75" style="width:20.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06ED13A5">
                <v:shape id="_x0000_i112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50174B6D">
                <v:shape id="_x0000_i115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28B56E10">
                <v:shape id="_x0000_i112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534C3101">
                <v:shape id="_x0000_i1159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07C55051" w14:textId="77777777" w:rsidR="00504D39" w:rsidRDefault="00504D39" w:rsidP="0054289E">
            <w:pPr>
              <w:jc w:val="center"/>
            </w:pPr>
            <w:bookmarkStart w:id="77" w:name="H_o_i"/>
            <w:r>
              <w:rPr>
                <w:rFonts w:hint="eastAsia"/>
              </w:rPr>
              <w:t>14062.08</w:t>
            </w:r>
            <w:bookmarkEnd w:id="77"/>
          </w:p>
        </w:tc>
        <w:tc>
          <w:tcPr>
            <w:tcW w:w="2737" w:type="dxa"/>
            <w:vAlign w:val="center"/>
          </w:tcPr>
          <w:p w14:paraId="37A6D6CB" w14:textId="77777777" w:rsidR="00504D39" w:rsidRPr="009470F7" w:rsidRDefault="00504D39" w:rsidP="0054289E"/>
        </w:tc>
      </w:tr>
      <w:tr w:rsidR="00504D39" w14:paraId="50974D7C" w14:textId="77777777" w:rsidTr="00635599">
        <w:trPr>
          <w:jc w:val="center"/>
        </w:trPr>
        <w:tc>
          <w:tcPr>
            <w:tcW w:w="3148" w:type="dxa"/>
            <w:vAlign w:val="center"/>
          </w:tcPr>
          <w:p w14:paraId="6C8E74C0" w14:textId="77777777" w:rsidR="00504D39" w:rsidRDefault="00000000" w:rsidP="0054289E">
            <w:r>
              <w:rPr>
                <w:position w:val="-6"/>
              </w:rPr>
              <w:pict w14:anchorId="2D00E15C">
                <v:shape id="_x0000_i1126" type="#_x0000_t75" style="width:22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3021DA85" w14:textId="77777777" w:rsidR="00504D39" w:rsidRDefault="00000000" w:rsidP="0054289E">
            <w:r>
              <w:rPr>
                <w:position w:val="-6"/>
              </w:rPr>
              <w:pict w14:anchorId="15D252C7">
                <v:shape id="_x0000_i1127" type="#_x0000_t75" style="width:22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40BE534A">
                <v:shape id="_x0000_i112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608E2429">
                <v:shape id="_x0000_i1160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480E1069">
                <v:shape id="_x0000_i113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8A1F80">
              <w:rPr>
                <w:position w:val="-8"/>
              </w:rPr>
              <w:pict w14:anchorId="5E986BFA">
                <v:shape id="_x0000_i116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1DC8E208" w14:textId="77777777" w:rsidR="00504D39" w:rsidRDefault="00504D39" w:rsidP="0054289E">
            <w:pPr>
              <w:jc w:val="center"/>
            </w:pPr>
            <w:bookmarkStart w:id="78" w:name="H_o_e"/>
            <w:r>
              <w:rPr>
                <w:rFonts w:hint="eastAsia"/>
              </w:rPr>
              <w:lastRenderedPageBreak/>
              <w:t>952.38</w:t>
            </w:r>
            <w:bookmarkEnd w:id="78"/>
          </w:p>
        </w:tc>
        <w:tc>
          <w:tcPr>
            <w:tcW w:w="2737" w:type="dxa"/>
            <w:vAlign w:val="center"/>
          </w:tcPr>
          <w:p w14:paraId="3E940BD9" w14:textId="77777777" w:rsidR="00504D39" w:rsidRDefault="00504D39" w:rsidP="0054289E"/>
        </w:tc>
      </w:tr>
      <w:tr w:rsidR="00504D39" w14:paraId="62E78972" w14:textId="77777777" w:rsidTr="00635599">
        <w:trPr>
          <w:jc w:val="center"/>
        </w:trPr>
        <w:tc>
          <w:tcPr>
            <w:tcW w:w="3148" w:type="dxa"/>
            <w:vAlign w:val="center"/>
          </w:tcPr>
          <w:p w14:paraId="57847D17" w14:textId="77777777" w:rsidR="00504D39" w:rsidRPr="00FB2E10" w:rsidRDefault="00000000" w:rsidP="0054289E">
            <w:r>
              <w:rPr>
                <w:position w:val="-6"/>
              </w:rPr>
              <w:pict w14:anchorId="18733BE0">
                <v:shape id="_x0000_i113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10BFBC8A" w14:textId="77777777" w:rsidR="00504D39" w:rsidRPr="00D528E7" w:rsidRDefault="00000000" w:rsidP="0054289E">
            <w:r>
              <w:rPr>
                <w:position w:val="-6"/>
              </w:rPr>
              <w:pict w14:anchorId="17CCC2FD">
                <v:shape id="_x0000_i113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26B0C42A" w14:textId="77777777" w:rsidR="00504D39" w:rsidRDefault="00504D39" w:rsidP="0054289E">
            <w:pPr>
              <w:jc w:val="center"/>
            </w:pPr>
            <w:bookmarkStart w:id="79" w:name="Pi"/>
            <w:r>
              <w:rPr>
                <w:rFonts w:hint="eastAsia"/>
              </w:rPr>
              <w:t>1237.20</w:t>
            </w:r>
            <w:bookmarkEnd w:id="79"/>
          </w:p>
        </w:tc>
        <w:tc>
          <w:tcPr>
            <w:tcW w:w="2737" w:type="dxa"/>
            <w:vAlign w:val="center"/>
          </w:tcPr>
          <w:p w14:paraId="6662446A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176FE10F" w14:textId="77777777" w:rsidTr="00635599">
        <w:trPr>
          <w:jc w:val="center"/>
        </w:trPr>
        <w:tc>
          <w:tcPr>
            <w:tcW w:w="3148" w:type="dxa"/>
            <w:vAlign w:val="center"/>
          </w:tcPr>
          <w:p w14:paraId="6790CCAD" w14:textId="77777777" w:rsidR="00504D39" w:rsidRDefault="00000000" w:rsidP="0054289E">
            <w:r>
              <w:rPr>
                <w:position w:val="-6"/>
              </w:rPr>
              <w:pict w14:anchorId="256129BF">
                <v:shape id="_x0000_i113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39090920" w14:textId="77777777" w:rsidR="00504D39" w:rsidRDefault="00000000" w:rsidP="0054289E">
            <w:r>
              <w:rPr>
                <w:position w:val="-6"/>
              </w:rPr>
              <w:pict w14:anchorId="1B8B42F4">
                <v:shape id="_x0000_i113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2AAFE944" w14:textId="77777777" w:rsidR="00504D39" w:rsidRDefault="00504D39" w:rsidP="0054289E">
            <w:pPr>
              <w:jc w:val="center"/>
            </w:pPr>
            <w:bookmarkStart w:id="80" w:name="Pe"/>
            <w:r>
              <w:rPr>
                <w:rFonts w:hint="eastAsia"/>
              </w:rPr>
              <w:t>264.67</w:t>
            </w:r>
            <w:bookmarkEnd w:id="80"/>
          </w:p>
        </w:tc>
        <w:tc>
          <w:tcPr>
            <w:tcW w:w="2737" w:type="dxa"/>
            <w:vAlign w:val="center"/>
          </w:tcPr>
          <w:p w14:paraId="3994AAF9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3D3E5366" w14:textId="77777777" w:rsidTr="00635599">
        <w:trPr>
          <w:jc w:val="center"/>
        </w:trPr>
        <w:tc>
          <w:tcPr>
            <w:tcW w:w="3148" w:type="dxa"/>
            <w:vAlign w:val="center"/>
          </w:tcPr>
          <w:p w14:paraId="3A19C4AE" w14:textId="77777777" w:rsidR="00504D39" w:rsidRDefault="00000000" w:rsidP="0054289E">
            <w:r>
              <w:rPr>
                <w:position w:val="-6"/>
              </w:rPr>
              <w:pict w14:anchorId="489457D1">
                <v:shape id="_x0000_i1136" type="#_x0000_t75" style="width:20.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99B24F3" w14:textId="77777777" w:rsidR="00504D39" w:rsidRPr="00D528E7" w:rsidRDefault="00000000" w:rsidP="0054289E">
            <w:r>
              <w:rPr>
                <w:position w:val="-6"/>
              </w:rPr>
              <w:pict w14:anchorId="7DF9CA35">
                <v:shape id="_x0000_i1137" type="#_x0000_t75" style="width:20.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72CF58EC">
                <v:shape id="_x0000_i113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1FE53AAC" w14:textId="77777777" w:rsidR="00504D39" w:rsidRDefault="00504D39" w:rsidP="0054289E">
            <w:pPr>
              <w:jc w:val="center"/>
            </w:pPr>
            <w:bookmarkStart w:id="81" w:name="Psc"/>
            <w:r>
              <w:rPr>
                <w:rFonts w:hint="eastAsia"/>
              </w:rPr>
              <w:t>672.64</w:t>
            </w:r>
            <w:bookmarkEnd w:id="81"/>
          </w:p>
        </w:tc>
        <w:tc>
          <w:tcPr>
            <w:tcW w:w="2737" w:type="dxa"/>
            <w:vAlign w:val="center"/>
          </w:tcPr>
          <w:p w14:paraId="38089B65" w14:textId="77777777" w:rsidR="00504D39" w:rsidRPr="00FB2E10" w:rsidRDefault="00504D39" w:rsidP="0054289E"/>
        </w:tc>
      </w:tr>
      <w:tr w:rsidR="00504D39" w14:paraId="5FE13316" w14:textId="77777777" w:rsidTr="00635599">
        <w:trPr>
          <w:jc w:val="center"/>
        </w:trPr>
        <w:tc>
          <w:tcPr>
            <w:tcW w:w="3148" w:type="dxa"/>
            <w:vAlign w:val="center"/>
          </w:tcPr>
          <w:p w14:paraId="1B124480" w14:textId="77777777" w:rsidR="00504D39" w:rsidRDefault="00000000" w:rsidP="0054289E">
            <w:r>
              <w:rPr>
                <w:position w:val="-10"/>
              </w:rPr>
              <w:pict w14:anchorId="179357BD">
                <v:shape id="_x0000_i113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26DAB12D" w14:textId="77777777" w:rsidR="00504D39" w:rsidRDefault="00000000" w:rsidP="0054289E">
            <w:r>
              <w:rPr>
                <w:position w:val="-10"/>
              </w:rPr>
              <w:pict w14:anchorId="0A99A6D6">
                <v:shape id="_x0000_i114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2ECBDA8C" w14:textId="77777777" w:rsidR="00504D39" w:rsidRDefault="00504D39" w:rsidP="0054289E">
            <w:pPr>
              <w:jc w:val="center"/>
            </w:pPr>
            <w:bookmarkStart w:id="82" w:name="ρ"/>
            <w:r>
              <w:rPr>
                <w:rFonts w:hint="eastAsia"/>
              </w:rPr>
              <w:t>35.00</w:t>
            </w:r>
            <w:bookmarkEnd w:id="82"/>
          </w:p>
        </w:tc>
        <w:tc>
          <w:tcPr>
            <w:tcW w:w="2737" w:type="dxa"/>
            <w:vAlign w:val="center"/>
          </w:tcPr>
          <w:p w14:paraId="5D8C0679" w14:textId="77777777" w:rsidR="00504D39" w:rsidRDefault="00504D39" w:rsidP="0054289E"/>
        </w:tc>
      </w:tr>
      <w:tr w:rsidR="00504D39" w14:paraId="41B1DF43" w14:textId="77777777" w:rsidTr="00635599">
        <w:trPr>
          <w:jc w:val="center"/>
        </w:trPr>
        <w:tc>
          <w:tcPr>
            <w:tcW w:w="3148" w:type="dxa"/>
          </w:tcPr>
          <w:p w14:paraId="5D71B8BE" w14:textId="77777777" w:rsidR="00504D39" w:rsidRDefault="00000000" w:rsidP="0054289E">
            <w:r>
              <w:rPr>
                <w:position w:val="-6"/>
              </w:rPr>
              <w:pict w14:anchorId="43A2038F">
                <v:shape id="_x0000_i114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6EC9447C" w14:textId="77777777" w:rsidR="00504D39" w:rsidRDefault="00000000" w:rsidP="0054289E">
            <w:r>
              <w:rPr>
                <w:position w:val="-6"/>
              </w:rPr>
              <w:pict w14:anchorId="396F580C">
                <v:shape id="_x0000_i114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3A5545BA" w14:textId="77777777" w:rsidR="00504D39" w:rsidRDefault="00504D39" w:rsidP="0054289E">
            <w:pPr>
              <w:jc w:val="center"/>
            </w:pPr>
            <w:bookmarkStart w:id="83" w:name="δi"/>
            <w:r>
              <w:rPr>
                <w:rFonts w:hint="eastAsia"/>
              </w:rPr>
              <w:t>0.02</w:t>
            </w:r>
            <w:bookmarkEnd w:id="83"/>
          </w:p>
        </w:tc>
        <w:tc>
          <w:tcPr>
            <w:tcW w:w="2737" w:type="dxa"/>
            <w:vAlign w:val="center"/>
          </w:tcPr>
          <w:p w14:paraId="7460D3FF" w14:textId="77777777" w:rsidR="00504D39" w:rsidRPr="00FB2E10" w:rsidRDefault="00504D39" w:rsidP="0054289E"/>
        </w:tc>
      </w:tr>
      <w:tr w:rsidR="00504D39" w14:paraId="19EADF03" w14:textId="77777777" w:rsidTr="00635599">
        <w:trPr>
          <w:jc w:val="center"/>
        </w:trPr>
        <w:tc>
          <w:tcPr>
            <w:tcW w:w="3148" w:type="dxa"/>
            <w:vAlign w:val="center"/>
          </w:tcPr>
          <w:p w14:paraId="5FCEF078" w14:textId="77777777" w:rsidR="00504D39" w:rsidRDefault="00000000" w:rsidP="0054289E">
            <w:r>
              <w:rPr>
                <w:position w:val="-28"/>
              </w:rPr>
              <w:pict w14:anchorId="7F9188B1">
                <v:shape id="_x0000_i114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20EC1159" w14:textId="77777777" w:rsidR="00504D39" w:rsidRDefault="00000000" w:rsidP="0054289E">
            <w:r>
              <w:rPr>
                <w:position w:val="-10"/>
              </w:rPr>
              <w:pict w14:anchorId="0D35E152">
                <v:shape id="_x0000_i1144" type="#_x0000_t75" style="width:2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1B625070" w14:textId="77777777" w:rsidR="00504D39" w:rsidRDefault="00504D39" w:rsidP="0054289E">
            <w:pPr>
              <w:jc w:val="center"/>
            </w:pPr>
            <w:bookmarkStart w:id="84" w:name="ω_l"/>
            <w:r>
              <w:rPr>
                <w:rFonts w:hint="eastAsia"/>
              </w:rPr>
              <w:t>0.00</w:t>
            </w:r>
            <w:bookmarkEnd w:id="84"/>
          </w:p>
        </w:tc>
        <w:tc>
          <w:tcPr>
            <w:tcW w:w="2737" w:type="dxa"/>
            <w:vAlign w:val="center"/>
          </w:tcPr>
          <w:p w14:paraId="25B488A5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85" w:name="ω"/>
            <w:r>
              <w:rPr>
                <w:rFonts w:hint="eastAsia"/>
              </w:rPr>
              <w:t>10.00</w:t>
            </w:r>
            <w:bookmarkEnd w:id="85"/>
          </w:p>
        </w:tc>
      </w:tr>
    </w:tbl>
    <w:p w14:paraId="627A2AFD" w14:textId="77777777" w:rsidR="004E53B8" w:rsidRDefault="004E53B8" w:rsidP="00064694">
      <w:pPr>
        <w:widowControl/>
        <w:jc w:val="left"/>
      </w:pPr>
    </w:p>
    <w:p w14:paraId="03D00EE5" w14:textId="77777777" w:rsidR="00DD0B5D" w:rsidRPr="00B06145" w:rsidRDefault="00DD0B5D" w:rsidP="00064694">
      <w:pPr>
        <w:pStyle w:val="1"/>
      </w:pPr>
      <w:bookmarkStart w:id="86" w:name="_Toc160476216"/>
      <w:bookmarkEnd w:id="69"/>
      <w:r>
        <w:t>验算结论</w:t>
      </w:r>
      <w:bookmarkEnd w:id="8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80604F" w14:paraId="369B1202" w14:textId="77777777">
        <w:tc>
          <w:tcPr>
            <w:tcW w:w="1403" w:type="dxa"/>
            <w:shd w:val="clear" w:color="auto" w:fill="DEDEDE"/>
            <w:vAlign w:val="center"/>
          </w:tcPr>
          <w:p w14:paraId="5FD818A4" w14:textId="77777777" w:rsidR="0080604F" w:rsidRDefault="00000000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14:paraId="0036474A" w14:textId="77777777" w:rsidR="0080604F" w:rsidRDefault="00000000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3D599117" w14:textId="77777777" w:rsidR="0080604F" w:rsidRDefault="00000000">
            <w:r>
              <w:t>增量限值</w:t>
            </w:r>
            <w:r>
              <w:t>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301FE378" w14:textId="77777777" w:rsidR="0080604F" w:rsidRDefault="00000000">
            <w:r>
              <w:t>实际增量</w:t>
            </w:r>
            <w:r>
              <w:t>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14:paraId="526638BA" w14:textId="77777777" w:rsidR="0080604F" w:rsidRDefault="00000000">
            <w:r>
              <w:t>结论</w:t>
            </w:r>
          </w:p>
        </w:tc>
      </w:tr>
      <w:tr w:rsidR="0080604F" w14:paraId="129C5CF1" w14:textId="77777777">
        <w:tc>
          <w:tcPr>
            <w:tcW w:w="1403" w:type="dxa"/>
            <w:vAlign w:val="center"/>
          </w:tcPr>
          <w:p w14:paraId="760EB9C7" w14:textId="77777777" w:rsidR="0080604F" w:rsidRDefault="00000000">
            <w:r>
              <w:t>屋顶</w:t>
            </w:r>
          </w:p>
        </w:tc>
        <w:tc>
          <w:tcPr>
            <w:tcW w:w="3112" w:type="dxa"/>
            <w:vAlign w:val="center"/>
          </w:tcPr>
          <w:p w14:paraId="2DFA0C71" w14:textId="77777777" w:rsidR="0080604F" w:rsidRDefault="00000000">
            <w:r>
              <w:t>屋顶构造一</w:t>
            </w:r>
          </w:p>
        </w:tc>
        <w:tc>
          <w:tcPr>
            <w:tcW w:w="1811" w:type="dxa"/>
            <w:vAlign w:val="center"/>
          </w:tcPr>
          <w:p w14:paraId="6CBC1C58" w14:textId="77777777" w:rsidR="0080604F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07985F3F" w14:textId="77777777" w:rsidR="0080604F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7B8AB05A" w14:textId="77777777" w:rsidR="0080604F" w:rsidRDefault="00000000">
            <w:r>
              <w:t>满足</w:t>
            </w:r>
          </w:p>
        </w:tc>
      </w:tr>
      <w:tr w:rsidR="0080604F" w14:paraId="07E19984" w14:textId="77777777">
        <w:tc>
          <w:tcPr>
            <w:tcW w:w="1403" w:type="dxa"/>
            <w:vAlign w:val="center"/>
          </w:tcPr>
          <w:p w14:paraId="13A640ED" w14:textId="77777777" w:rsidR="0080604F" w:rsidRDefault="00000000">
            <w:r>
              <w:t>外墙</w:t>
            </w:r>
          </w:p>
        </w:tc>
        <w:tc>
          <w:tcPr>
            <w:tcW w:w="3112" w:type="dxa"/>
            <w:vAlign w:val="center"/>
          </w:tcPr>
          <w:p w14:paraId="6C15807D" w14:textId="77777777" w:rsidR="0080604F" w:rsidRDefault="00000000">
            <w:r>
              <w:t>外墙构造一</w:t>
            </w:r>
          </w:p>
        </w:tc>
        <w:tc>
          <w:tcPr>
            <w:tcW w:w="1811" w:type="dxa"/>
            <w:vAlign w:val="center"/>
          </w:tcPr>
          <w:p w14:paraId="0FEF24B0" w14:textId="77777777" w:rsidR="0080604F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645F2F5B" w14:textId="77777777" w:rsidR="0080604F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32A89179" w14:textId="77777777" w:rsidR="0080604F" w:rsidRDefault="00000000">
            <w:r>
              <w:t>满足</w:t>
            </w:r>
          </w:p>
        </w:tc>
      </w:tr>
      <w:tr w:rsidR="0080604F" w14:paraId="7AC174DC" w14:textId="77777777">
        <w:tc>
          <w:tcPr>
            <w:tcW w:w="1403" w:type="dxa"/>
            <w:vAlign w:val="center"/>
          </w:tcPr>
          <w:p w14:paraId="74CB0629" w14:textId="77777777" w:rsidR="0080604F" w:rsidRDefault="00000000">
            <w:r>
              <w:t>阳台隔墙</w:t>
            </w:r>
          </w:p>
        </w:tc>
        <w:tc>
          <w:tcPr>
            <w:tcW w:w="3112" w:type="dxa"/>
            <w:vAlign w:val="center"/>
          </w:tcPr>
          <w:p w14:paraId="2BB84F5A" w14:textId="77777777" w:rsidR="0080604F" w:rsidRDefault="00000000">
            <w:r>
              <w:t>阳台隔墙构造一</w:t>
            </w:r>
          </w:p>
        </w:tc>
        <w:tc>
          <w:tcPr>
            <w:tcW w:w="1811" w:type="dxa"/>
            <w:vAlign w:val="center"/>
          </w:tcPr>
          <w:p w14:paraId="58C8FE4B" w14:textId="77777777" w:rsidR="0080604F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31D071D7" w14:textId="77777777" w:rsidR="0080604F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24AC22D8" w14:textId="77777777" w:rsidR="0080604F" w:rsidRDefault="00000000">
            <w:r>
              <w:t>满足</w:t>
            </w:r>
          </w:p>
        </w:tc>
      </w:tr>
    </w:tbl>
    <w:p w14:paraId="6AAD0532" w14:textId="77777777" w:rsidR="0080604F" w:rsidRDefault="0080604F">
      <w:pPr>
        <w:widowControl/>
        <w:jc w:val="left"/>
      </w:pPr>
    </w:p>
    <w:sectPr w:rsidR="0080604F" w:rsidSect="00830346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B6832" w14:textId="77777777" w:rsidR="00830346" w:rsidRDefault="00830346" w:rsidP="008469FD">
      <w:r>
        <w:separator/>
      </w:r>
    </w:p>
  </w:endnote>
  <w:endnote w:type="continuationSeparator" w:id="0">
    <w:p w14:paraId="51B4C0AF" w14:textId="77777777" w:rsidR="00830346" w:rsidRDefault="00830346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83D75" w14:textId="77777777"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39336" w14:textId="77777777" w:rsidR="00830346" w:rsidRDefault="00830346" w:rsidP="008469FD">
      <w:r>
        <w:separator/>
      </w:r>
    </w:p>
  </w:footnote>
  <w:footnote w:type="continuationSeparator" w:id="0">
    <w:p w14:paraId="6AEBF62A" w14:textId="77777777" w:rsidR="00830346" w:rsidRDefault="00830346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8756C" w14:textId="77777777"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 wp14:anchorId="0281ABBC" wp14:editId="43A5F1F6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60491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212719">
    <w:abstractNumId w:val="6"/>
  </w:num>
  <w:num w:numId="3" w16cid:durableId="546767228">
    <w:abstractNumId w:val="7"/>
  </w:num>
  <w:num w:numId="4" w16cid:durableId="1541556503">
    <w:abstractNumId w:val="5"/>
  </w:num>
  <w:num w:numId="5" w16cid:durableId="1807774908">
    <w:abstractNumId w:val="3"/>
  </w:num>
  <w:num w:numId="6" w16cid:durableId="2068412804">
    <w:abstractNumId w:val="1"/>
  </w:num>
  <w:num w:numId="7" w16cid:durableId="1875999225">
    <w:abstractNumId w:val="2"/>
  </w:num>
  <w:num w:numId="8" w16cid:durableId="1762680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969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5538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5055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9539992">
    <w:abstractNumId w:val="4"/>
  </w:num>
  <w:num w:numId="13" w16cid:durableId="1258439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30399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59173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F80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4F6757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0604F"/>
    <w:rsid w:val="00830346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1F80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6C20CB17"/>
  <w15:chartTrackingRefBased/>
  <w15:docId w15:val="{BE69DB23-CCD8-4167-8989-A66BDE9E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rsid w:val="007F36C4"/>
    <w:rPr>
      <w:b/>
    </w:rPr>
  </w:style>
  <w:style w:type="paragraph" w:styleId="TOC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TOC3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TotalTime>0</TotalTime>
  <Pages>8</Pages>
  <Words>1000</Words>
  <Characters>5702</Characters>
  <Application>Microsoft Office Word</Application>
  <DocSecurity>0</DocSecurity>
  <Lines>47</Lines>
  <Paragraphs>13</Paragraphs>
  <ScaleCrop>false</ScaleCrop>
  <Company/>
  <LinksUpToDate>false</LinksUpToDate>
  <CharactersWithSpaces>6689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lenovo</dc:creator>
  <cp:keywords/>
  <dc:description/>
  <cp:lastModifiedBy>zhuofan yang</cp:lastModifiedBy>
  <cp:revision>1</cp:revision>
  <dcterms:created xsi:type="dcterms:W3CDTF">2024-03-04T12:23:00Z</dcterms:created>
  <dcterms:modified xsi:type="dcterms:W3CDTF">2024-03-04T12:23:00Z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