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A068B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0AB9C170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133EAF58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66D98BA6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5A484535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2CF407D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3E9C571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5876A517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193F53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4324B1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794676" w:rsidRPr="00D40158" w14:paraId="7701E4E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A83BF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3127AE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1F1A7DF6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EB67A5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98003B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2D9231C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5F05F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675503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0C4A38D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C8B9DA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32C79D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51759084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72875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42BFC1A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24886CF8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635F82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F7E1F6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2458ECC5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0C92DF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60F4A48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7"/>
          </w:p>
        </w:tc>
      </w:tr>
    </w:tbl>
    <w:p w14:paraId="0280029C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23F31E7C" wp14:editId="40E53724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0C144" w14:textId="77777777" w:rsidR="002D6101" w:rsidRDefault="002D6101">
      <w:pPr>
        <w:spacing w:line="240" w:lineRule="atLeast"/>
        <w:jc w:val="center"/>
        <w:rPr>
          <w:rFonts w:ascii="宋体" w:hAnsi="宋体"/>
        </w:rPr>
      </w:pPr>
    </w:p>
    <w:p w14:paraId="4632EFB9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5F344D80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B236883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86D2BC1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3DDFC4E6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48DFEC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6747CA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794676" w:rsidRPr="00D40158" w14:paraId="705C33BA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4C91936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7D0CD2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50665EE2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C39547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E6B2B3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0252E5E3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4149EA84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BB69482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366C25CE" w14:textId="77777777" w:rsidR="008B59F9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476084" w:history="1">
        <w:r w:rsidR="008B59F9" w:rsidRPr="00820DBB">
          <w:rPr>
            <w:rStyle w:val="a8"/>
          </w:rPr>
          <w:t>1</w:t>
        </w:r>
        <w:r w:rsidR="008B59F9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8B59F9" w:rsidRPr="00820DBB">
          <w:rPr>
            <w:rStyle w:val="a8"/>
          </w:rPr>
          <w:t>建筑概况</w:t>
        </w:r>
        <w:r w:rsidR="008B59F9">
          <w:rPr>
            <w:webHidden/>
          </w:rPr>
          <w:tab/>
        </w:r>
        <w:r w:rsidR="008B59F9">
          <w:rPr>
            <w:webHidden/>
          </w:rPr>
          <w:fldChar w:fldCharType="begin"/>
        </w:r>
        <w:r w:rsidR="008B59F9">
          <w:rPr>
            <w:webHidden/>
          </w:rPr>
          <w:instrText xml:space="preserve"> PAGEREF _Toc160476084 \h </w:instrText>
        </w:r>
        <w:r w:rsidR="008B59F9">
          <w:rPr>
            <w:webHidden/>
          </w:rPr>
        </w:r>
        <w:r w:rsidR="008B59F9">
          <w:rPr>
            <w:webHidden/>
          </w:rPr>
          <w:fldChar w:fldCharType="separate"/>
        </w:r>
        <w:r w:rsidR="008B59F9">
          <w:rPr>
            <w:webHidden/>
          </w:rPr>
          <w:t>3</w:t>
        </w:r>
        <w:r w:rsidR="008B59F9">
          <w:rPr>
            <w:webHidden/>
          </w:rPr>
          <w:fldChar w:fldCharType="end"/>
        </w:r>
      </w:hyperlink>
    </w:p>
    <w:p w14:paraId="6DF31CDC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085" w:history="1">
        <w:r w:rsidRPr="00820DBB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A719A3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086" w:history="1">
        <w:r w:rsidRPr="00820DBB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F8F4379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87" w:history="1">
        <w:r w:rsidRPr="00820DBB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61C812D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88" w:history="1">
        <w:r w:rsidRPr="00820DBB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E947DE0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089" w:history="1">
        <w:r w:rsidRPr="00820DBB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1ADF51C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0" w:history="1">
        <w:r w:rsidRPr="00820DBB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9A0FB08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1" w:history="1">
        <w:r w:rsidRPr="00820DBB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FCB1CCD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2" w:history="1">
        <w:r w:rsidRPr="00820DBB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E1CB578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3" w:history="1">
        <w:r w:rsidRPr="00820DBB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E6AA3FF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094" w:history="1">
        <w:r w:rsidRPr="00820DBB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C223A97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095" w:history="1">
        <w:r w:rsidRPr="00820DBB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82E7B3C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6" w:history="1">
        <w:r w:rsidRPr="00820DBB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A3A9878" w14:textId="77777777" w:rsidR="008B59F9" w:rsidRDefault="008B59F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7" w:history="1">
        <w:r w:rsidRPr="00820DBB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4F80E1C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8" w:history="1">
        <w:r w:rsidRPr="00820DBB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B420BD6" w14:textId="77777777" w:rsidR="008B59F9" w:rsidRDefault="008B59F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099" w:history="1">
        <w:r w:rsidRPr="00820DBB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FCCC50A" w14:textId="77777777" w:rsidR="008B59F9" w:rsidRDefault="008B59F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100" w:history="1">
        <w:r w:rsidRPr="00820DBB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820DBB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DB00897" w14:textId="77777777" w:rsidR="008B59F9" w:rsidRDefault="008B59F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101" w:history="1">
        <w:r w:rsidRPr="00820DBB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820DBB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54681B8" w14:textId="77777777" w:rsidR="00794676" w:rsidRDefault="00794676" w:rsidP="00794676">
      <w:pPr>
        <w:spacing w:line="240" w:lineRule="atLeast"/>
      </w:pPr>
      <w:r>
        <w:fldChar w:fldCharType="end"/>
      </w:r>
    </w:p>
    <w:p w14:paraId="4CEB22DF" w14:textId="77777777" w:rsidR="00794676" w:rsidRPr="009C4D39" w:rsidRDefault="00794676" w:rsidP="00794676">
      <w:pPr>
        <w:spacing w:line="240" w:lineRule="atLeast"/>
        <w:sectPr w:rsidR="00794676" w:rsidRPr="009C4D39" w:rsidSect="003A3F1C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73A5933C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60476084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22FFF64D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20E56EA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B291B0F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24EFFEB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098B88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DEBAA46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北京</w:t>
            </w:r>
            <w:r>
              <w:t>-</w:t>
            </w:r>
            <w:r>
              <w:t>北京</w:t>
            </w:r>
            <w:bookmarkEnd w:id="15"/>
          </w:p>
        </w:tc>
      </w:tr>
      <w:tr w:rsidR="00794676" w:rsidRPr="005816EB" w14:paraId="7B39E26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60CAB86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4F1CE7C1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39.80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22F3BA2C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116.47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5D416C5C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6AF8100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5F4D94E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寒冷</w:t>
            </w:r>
            <w:r>
              <w:t>B</w:t>
            </w:r>
            <w:r>
              <w:t>区</w:t>
            </w:r>
            <w:bookmarkEnd w:id="18"/>
          </w:p>
        </w:tc>
      </w:tr>
      <w:tr w:rsidR="00794676" w:rsidRPr="005816EB" w14:paraId="0D5D632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1E6FC42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5684CF7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14:paraId="512EFED3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2B22E6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8AA1D3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874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481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2C58195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2F2C19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5F89426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2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1</w:t>
            </w:r>
            <w:bookmarkEnd w:id="23"/>
          </w:p>
        </w:tc>
      </w:tr>
      <w:tr w:rsidR="00794676" w:rsidRPr="005816EB" w14:paraId="3BFF8ED1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AD03C60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1A903B2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9.0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0C1DAF6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616C8E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3256197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69DDE7B0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60476085"/>
      <w:bookmarkEnd w:id="13"/>
      <w:r>
        <w:rPr>
          <w:rFonts w:hint="eastAsia"/>
        </w:rPr>
        <w:t>评价依据</w:t>
      </w:r>
      <w:bookmarkEnd w:id="27"/>
    </w:p>
    <w:bookmarkEnd w:id="26"/>
    <w:p w14:paraId="010E47C6" w14:textId="77777777" w:rsidR="009154A6" w:rsidRDefault="009154A6" w:rsidP="009154A6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8"/>
    </w:p>
    <w:p w14:paraId="1BE41B92" w14:textId="77777777"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19028310" w14:textId="77777777" w:rsidR="009154A6" w:rsidRPr="00CC07EB" w:rsidRDefault="009154A6" w:rsidP="009154A6"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29"/>
    </w:p>
    <w:p w14:paraId="106AC5AF" w14:textId="77777777"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6B2E83A1" w14:textId="77777777"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727CB0C2" w14:textId="77777777" w:rsidR="00794676" w:rsidRDefault="00794676" w:rsidP="00794676">
      <w:pPr>
        <w:pStyle w:val="1"/>
        <w:spacing w:line="240" w:lineRule="atLeast"/>
        <w:ind w:left="432" w:hanging="432"/>
      </w:pPr>
      <w:bookmarkStart w:id="30" w:name="_Toc160476086"/>
      <w:r>
        <w:rPr>
          <w:rFonts w:hint="eastAsia"/>
        </w:rPr>
        <w:t>评价目标与方法</w:t>
      </w:r>
      <w:bookmarkEnd w:id="30"/>
    </w:p>
    <w:p w14:paraId="3495EF0C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60476087"/>
      <w:r>
        <w:rPr>
          <w:rFonts w:hint="eastAsia"/>
          <w:kern w:val="2"/>
        </w:rPr>
        <w:t>评价目标</w:t>
      </w:r>
      <w:bookmarkEnd w:id="31"/>
    </w:p>
    <w:p w14:paraId="770080D7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《绿色建筑评价标准》（京津冀）DB11/T 825-2021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695B9E01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7AC98DC3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60476088"/>
      <w:r>
        <w:rPr>
          <w:rFonts w:hint="eastAsia"/>
          <w:kern w:val="2"/>
        </w:rPr>
        <w:t>评价方法</w:t>
      </w:r>
      <w:bookmarkEnd w:id="33"/>
    </w:p>
    <w:p w14:paraId="21506648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24709620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3D9A439E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0E3C056C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2FA8B1C3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75B86226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7C462055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6220C8F5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1ECA4090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501B9AD2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E0F4135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3A455CB4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1202460D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5F7832CD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2953654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81A82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8B59F9">
              <w:rPr>
                <w:position w:val="-9"/>
              </w:rPr>
              <w:pict w14:anchorId="5C1DF3B9">
                <v:shape id="_x0000_i1071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7F601233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23A73972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1539B43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2141DE08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6EFA089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61EE9A7C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479581C4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19A9647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1280AFEF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6DEA10D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4F7C313C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4DA01EB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12C7E6A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19E8F5D5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192B9957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38A6517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F90C255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61EBFCBE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6A79BC63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041BE570">
                <v:shape id="_x0000_i1027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8B59F9">
              <w:rPr>
                <w:position w:val="-9"/>
              </w:rPr>
              <w:pict w14:anchorId="3D3DBC60">
                <v:shape id="_x0000_i1072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B3D09E4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4FB14732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F051B0F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354BED40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3CD97D20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04707BAE">
          <v:shape id="_x0000_i1029" type="#_x0000_t75" style="width:31pt;height:15.5pt" o:ole="">
            <v:imagedata r:id="rId11" o:title=""/>
          </v:shape>
          <o:OLEObject Type="Embed" ProgID="Equation.DSMT4" ShapeID="_x0000_i1029" DrawAspect="Content" ObjectID="_1771088846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6A457CA7">
          <v:shape id="_x0000_i103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8B59F9">
        <w:rPr>
          <w:position w:val="-6"/>
        </w:rPr>
        <w:pict w14:anchorId="06CC0696">
          <v:shape id="_x0000_i107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7EA21C66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5C255BE4">
          <v:shape id="_x0000_i1032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20432AE6">
          <v:shape id="_x0000_i107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2C2864D9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4BD170B4">
          <v:shape id="_x0000_i103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8B59F9">
        <w:rPr>
          <w:rFonts w:ascii="宋体" w:hAnsi="宋体"/>
          <w:position w:val="-8"/>
        </w:rPr>
        <w:pict w14:anchorId="3CDD773E">
          <v:shape id="_x0000_i107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24B1B2F9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502BC1A3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39B0797C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423159C5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7A4DBE98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173454CD">
          <v:shape id="_x0000_i103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23"/>
        </w:rPr>
        <w:pict w14:anchorId="4DA5F6B1">
          <v:shape id="_x0000_i107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1395B9DE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72F5C34F">
          <v:shape id="_x0000_i1038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24"/>
        </w:rPr>
        <w:pict w14:anchorId="595293D3">
          <v:shape id="_x0000_i1077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FFDF5AB">
          <v:shape id="_x0000_i104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5CC6902A">
          <v:shape id="_x0000_i107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72083BCF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8957C71">
          <v:shape id="_x0000_i104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29D3C515">
          <v:shape id="_x0000_i107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3C3C7BCA">
          <v:shape id="_x0000_i1044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26"/>
        </w:rPr>
        <w:pict w14:anchorId="7765C0F5">
          <v:shape id="_x0000_i108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40EB5CF3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2059ADB9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15A86946">
          <v:shape id="_x0000_i1046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21"/>
        </w:rPr>
        <w:pict w14:anchorId="78DB560D">
          <v:shape id="_x0000_i1081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2B6A44B6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26DABDEE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30B515B3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18136B3">
          <v:shape id="_x0000_i1048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251C1BD0">
          <v:shape id="_x0000_i1082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4263C989">
          <v:shape id="_x0000_i105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26"/>
        </w:rPr>
        <w:pict w14:anchorId="093777D9">
          <v:shape id="_x0000_i1083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2E0E3D62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7355ABC5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FFD629A">
          <v:shape id="_x0000_i105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26BC6C36">
          <v:shape id="_x0000_i108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14:paraId="38AB963C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25902B49">
          <v:shape id="_x0000_i105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8B59F9">
        <w:rPr>
          <w:position w:val="-8"/>
        </w:rPr>
        <w:pict w14:anchorId="26D956EE">
          <v:shape id="_x0000_i108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29AF4467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43DFFDA2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7AE89FE8">
          <v:shape id="_x0000_i105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8B59F9">
        <w:rPr>
          <w:position w:val="-9"/>
        </w:rPr>
        <w:pict w14:anchorId="494B7101">
          <v:shape id="_x0000_i108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r w:rsidRPr="00EA1A05">
        <w:rPr>
          <w:color w:val="000000"/>
          <w:szCs w:val="21"/>
        </w:rPr>
        <w:t>i</w:t>
      </w:r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0311FE01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6E3B1897">
          <v:shape id="_x0000_i105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8B59F9">
        <w:rPr>
          <w:rFonts w:ascii="Cambria Math" w:hAnsi="Cambria Math"/>
          <w:color w:val="000000"/>
          <w:szCs w:val="21"/>
        </w:rPr>
        <w:pict w14:anchorId="6C2B41E7">
          <v:shape id="_x0000_i1087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644A3125" w14:textId="77777777" w:rsidR="00794676" w:rsidRPr="00C72292" w:rsidRDefault="00794676" w:rsidP="00794676">
      <w:pPr>
        <w:pStyle w:val="a0"/>
        <w:ind w:left="1470" w:right="1470"/>
      </w:pPr>
    </w:p>
    <w:p w14:paraId="0D4C4EE9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60476089"/>
      <w:r>
        <w:rPr>
          <w:rFonts w:hint="eastAsia"/>
        </w:rPr>
        <w:t>边界</w:t>
      </w:r>
      <w:r>
        <w:t>条件参数设置</w:t>
      </w:r>
      <w:bookmarkEnd w:id="35"/>
    </w:p>
    <w:p w14:paraId="437BEB6E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60476090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5C1F688E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0403A9F0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1B9B20E6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2949E0B0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123D7E3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26D669DF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3BFAFD5B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6A2FECD8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AA8536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528C2E3B">
                <v:shape id="_x0000_i1060" type="#_x0000_t75" style="width:1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769348A9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6D67C40">
                <v:shape id="_x0000_i1061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8B59F9">
              <w:rPr>
                <w:position w:val="-8"/>
              </w:rPr>
              <w:pict w14:anchorId="4D6995E4">
                <v:shape id="_x0000_i108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B5783D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3769A01B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509295A7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B9E0DC8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66A82238">
                <v:shape id="_x0000_i106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0983A067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9AD54BB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9983E16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3D5A487A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22840255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765F0FA3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4B9B42BE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B35A8BE">
                <v:shape id="_x0000_i1064" type="#_x0000_t75" style="width:2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1E5C455F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4DE18E3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676DB253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61C91FD5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7E7D93A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497582B">
                <v:shape id="_x0000_i106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54854708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2D1E269D">
                <v:shape id="_x0000_i1066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8B59F9">
              <w:rPr>
                <w:position w:val="-8"/>
              </w:rPr>
              <w:pict w14:anchorId="78BC2954">
                <v:shape id="_x0000_i108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1802EA41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42E18C1D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71EC7CDC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7BD70C6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658A629D">
                <v:shape id="_x0000_i106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40416C7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2BEA82DF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5EAB6FCA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3D9AAC90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187EF404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08F61ED8">
                <v:shape id="_x0000_i106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59640D1A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E577B81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2D29F4A2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71DAF59D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60476091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14:paraId="780D780D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 wp14:anchorId="61141F06" wp14:editId="5BF72064">
            <wp:extent cx="5667375" cy="27813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379D8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5FC089EA" w14:textId="77777777">
        <w:tc>
          <w:tcPr>
            <w:tcW w:w="777" w:type="dxa"/>
            <w:shd w:val="clear" w:color="auto" w:fill="E6E6E6"/>
            <w:vAlign w:val="center"/>
          </w:tcPr>
          <w:p w14:paraId="61261554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0D2AC2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2E15E3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0A9541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0CDF1E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D84928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7B5367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3B8863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EBFC02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2F9B7F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6CF530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06DFB2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46AC0CC4" w14:textId="77777777">
        <w:tc>
          <w:tcPr>
            <w:tcW w:w="777" w:type="dxa"/>
            <w:vAlign w:val="center"/>
          </w:tcPr>
          <w:p w14:paraId="7877BADC" w14:textId="77777777" w:rsidR="002D6101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2448767F" w14:textId="77777777" w:rsidR="002D6101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0AF6A142" w14:textId="77777777" w:rsidR="002D6101" w:rsidRDefault="00000000">
            <w:r>
              <w:t>28.40</w:t>
            </w:r>
          </w:p>
        </w:tc>
        <w:tc>
          <w:tcPr>
            <w:tcW w:w="777" w:type="dxa"/>
            <w:vAlign w:val="center"/>
          </w:tcPr>
          <w:p w14:paraId="32952084" w14:textId="77777777" w:rsidR="002D6101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1E0D42FE" w14:textId="77777777" w:rsidR="002D6101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7DCFD858" w14:textId="77777777" w:rsidR="002D6101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29ABB283" w14:textId="77777777" w:rsidR="002D6101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3AEC1FE3" w14:textId="77777777" w:rsidR="002D6101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0F900835" w14:textId="77777777" w:rsidR="002D6101" w:rsidRDefault="00000000">
            <w:r>
              <w:t>30.80</w:t>
            </w:r>
          </w:p>
        </w:tc>
        <w:tc>
          <w:tcPr>
            <w:tcW w:w="777" w:type="dxa"/>
            <w:vAlign w:val="center"/>
          </w:tcPr>
          <w:p w14:paraId="23978A56" w14:textId="77777777" w:rsidR="002D6101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07A2B7BF" w14:textId="77777777" w:rsidR="002D6101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086FDE33" w14:textId="77777777" w:rsidR="002D6101" w:rsidRDefault="00000000">
            <w:r>
              <w:t>37.30</w:t>
            </w:r>
          </w:p>
        </w:tc>
      </w:tr>
      <w:tr w:rsidR="002D6101" w14:paraId="2DD6FD4F" w14:textId="77777777">
        <w:tc>
          <w:tcPr>
            <w:tcW w:w="777" w:type="dxa"/>
            <w:shd w:val="clear" w:color="auto" w:fill="E6E6E6"/>
            <w:vAlign w:val="center"/>
          </w:tcPr>
          <w:p w14:paraId="5172848F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54351F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86B192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56D034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7E5480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C84D9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014436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A29B1E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259D07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05C1D3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E9A2E6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1B5D4C" w14:textId="77777777" w:rsidR="002D6101" w:rsidRDefault="00000000">
            <w:r>
              <w:t>23:00</w:t>
            </w:r>
          </w:p>
        </w:tc>
      </w:tr>
      <w:tr w:rsidR="002D6101" w14:paraId="1DB93C42" w14:textId="77777777">
        <w:tc>
          <w:tcPr>
            <w:tcW w:w="777" w:type="dxa"/>
            <w:vAlign w:val="center"/>
          </w:tcPr>
          <w:p w14:paraId="2BC08B3A" w14:textId="77777777" w:rsidR="002D6101" w:rsidRDefault="00000000">
            <w:r>
              <w:t>39.00</w:t>
            </w:r>
          </w:p>
        </w:tc>
        <w:tc>
          <w:tcPr>
            <w:tcW w:w="777" w:type="dxa"/>
            <w:vAlign w:val="center"/>
          </w:tcPr>
          <w:p w14:paraId="14AA0D82" w14:textId="77777777" w:rsidR="002D6101" w:rsidRDefault="00000000">
            <w:r>
              <w:t>40.00</w:t>
            </w:r>
          </w:p>
        </w:tc>
        <w:tc>
          <w:tcPr>
            <w:tcW w:w="777" w:type="dxa"/>
            <w:vAlign w:val="center"/>
          </w:tcPr>
          <w:p w14:paraId="5AD4FB1B" w14:textId="77777777" w:rsidR="002D6101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37B23491" w14:textId="77777777" w:rsidR="002D6101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4A977EE2" w14:textId="77777777" w:rsidR="002D6101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30EB86A2" w14:textId="77777777" w:rsidR="002D6101" w:rsidRDefault="00000000">
            <w:r>
              <w:t>41.10</w:t>
            </w:r>
          </w:p>
        </w:tc>
        <w:tc>
          <w:tcPr>
            <w:tcW w:w="777" w:type="dxa"/>
            <w:vAlign w:val="center"/>
          </w:tcPr>
          <w:p w14:paraId="5698C938" w14:textId="77777777" w:rsidR="002D6101" w:rsidRDefault="00000000">
            <w:r>
              <w:t>41.00</w:t>
            </w:r>
          </w:p>
        </w:tc>
        <w:tc>
          <w:tcPr>
            <w:tcW w:w="777" w:type="dxa"/>
            <w:vAlign w:val="center"/>
          </w:tcPr>
          <w:p w14:paraId="3E6C576A" w14:textId="77777777" w:rsidR="002D6101" w:rsidRDefault="00000000">
            <w:r>
              <w:t>38.00</w:t>
            </w:r>
          </w:p>
        </w:tc>
        <w:tc>
          <w:tcPr>
            <w:tcW w:w="777" w:type="dxa"/>
            <w:vAlign w:val="center"/>
          </w:tcPr>
          <w:p w14:paraId="5D6250D4" w14:textId="77777777" w:rsidR="002D6101" w:rsidRDefault="00000000">
            <w:r>
              <w:t>37.00</w:t>
            </w:r>
          </w:p>
        </w:tc>
        <w:tc>
          <w:tcPr>
            <w:tcW w:w="777" w:type="dxa"/>
            <w:vAlign w:val="center"/>
          </w:tcPr>
          <w:p w14:paraId="1FC3AE42" w14:textId="77777777" w:rsidR="002D610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3100DA44" w14:textId="77777777" w:rsidR="002D610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08C236B4" w14:textId="77777777" w:rsidR="002D6101" w:rsidRDefault="00000000">
            <w:r>
              <w:t>32.20</w:t>
            </w:r>
          </w:p>
        </w:tc>
      </w:tr>
    </w:tbl>
    <w:p w14:paraId="66497189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2A959280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14:paraId="47220A66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60476092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484FFB7B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7FF5B2FB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0FE055C7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2C4759E2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30B406EB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3F6F895B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24B0834E">
                <v:shape id="_x0000_i107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4F54293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007C510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051FD17B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057A37CC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2D6101" w14:paraId="43B577A7" w14:textId="77777777">
        <w:tc>
          <w:tcPr>
            <w:tcW w:w="1556" w:type="dxa"/>
            <w:shd w:val="clear" w:color="auto" w:fill="E6E6E6"/>
            <w:vAlign w:val="center"/>
          </w:tcPr>
          <w:p w14:paraId="3CBB3918" w14:textId="77777777" w:rsidR="002D6101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58A1918" w14:textId="77777777" w:rsidR="002D6101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DF1A395" w14:textId="77777777" w:rsidR="002D6101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A1D5A54" w14:textId="77777777" w:rsidR="002D6101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31F2221" w14:textId="77777777" w:rsidR="002D6101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C6D2F1E" w14:textId="77777777" w:rsidR="002D6101" w:rsidRDefault="00000000">
            <w:pPr>
              <w:jc w:val="center"/>
            </w:pPr>
            <w:r>
              <w:t>水平</w:t>
            </w:r>
          </w:p>
        </w:tc>
      </w:tr>
      <w:tr w:rsidR="002D6101" w14:paraId="45863BF0" w14:textId="77777777">
        <w:tc>
          <w:tcPr>
            <w:tcW w:w="1556" w:type="dxa"/>
            <w:shd w:val="clear" w:color="auto" w:fill="E6E6E6"/>
            <w:vAlign w:val="center"/>
          </w:tcPr>
          <w:p w14:paraId="23BC0EC5" w14:textId="77777777" w:rsidR="002D6101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008F71E3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10CE8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1D012AC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669189A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8E1B269" w14:textId="77777777" w:rsidR="002D6101" w:rsidRDefault="00000000">
            <w:r>
              <w:t>0.00</w:t>
            </w:r>
          </w:p>
        </w:tc>
      </w:tr>
      <w:tr w:rsidR="002D6101" w14:paraId="7542C186" w14:textId="77777777">
        <w:tc>
          <w:tcPr>
            <w:tcW w:w="1556" w:type="dxa"/>
            <w:shd w:val="clear" w:color="auto" w:fill="E6E6E6"/>
            <w:vAlign w:val="center"/>
          </w:tcPr>
          <w:p w14:paraId="49B63F34" w14:textId="77777777" w:rsidR="002D6101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6FA37FA3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647092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3F81A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55DE42D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E07332A" w14:textId="77777777" w:rsidR="002D6101" w:rsidRDefault="00000000">
            <w:r>
              <w:t>0.00</w:t>
            </w:r>
          </w:p>
        </w:tc>
      </w:tr>
      <w:tr w:rsidR="002D6101" w14:paraId="3807F544" w14:textId="77777777">
        <w:tc>
          <w:tcPr>
            <w:tcW w:w="1556" w:type="dxa"/>
            <w:shd w:val="clear" w:color="auto" w:fill="E6E6E6"/>
            <w:vAlign w:val="center"/>
          </w:tcPr>
          <w:p w14:paraId="1D0727D8" w14:textId="77777777" w:rsidR="002D6101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36904E2E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1403D7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FE433BB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0A18AF7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05CED49" w14:textId="77777777" w:rsidR="002D6101" w:rsidRDefault="00000000">
            <w:r>
              <w:t>0.00</w:t>
            </w:r>
          </w:p>
        </w:tc>
      </w:tr>
      <w:tr w:rsidR="002D6101" w14:paraId="558E08C1" w14:textId="77777777">
        <w:tc>
          <w:tcPr>
            <w:tcW w:w="1556" w:type="dxa"/>
            <w:shd w:val="clear" w:color="auto" w:fill="E6E6E6"/>
            <w:vAlign w:val="center"/>
          </w:tcPr>
          <w:p w14:paraId="24591356" w14:textId="77777777" w:rsidR="002D6101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084797B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D9440A4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B80A266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0E3268F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54AE708" w14:textId="77777777" w:rsidR="002D6101" w:rsidRDefault="00000000">
            <w:r>
              <w:t>0.00</w:t>
            </w:r>
          </w:p>
        </w:tc>
      </w:tr>
      <w:tr w:rsidR="002D6101" w14:paraId="29994714" w14:textId="77777777">
        <w:tc>
          <w:tcPr>
            <w:tcW w:w="1556" w:type="dxa"/>
            <w:shd w:val="clear" w:color="auto" w:fill="E6E6E6"/>
            <w:vAlign w:val="center"/>
          </w:tcPr>
          <w:p w14:paraId="44F2AEDA" w14:textId="77777777" w:rsidR="002D6101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2D2AB9C3" w14:textId="77777777" w:rsidR="002D6101" w:rsidRDefault="00000000">
            <w:r>
              <w:t>0.45</w:t>
            </w:r>
          </w:p>
        </w:tc>
        <w:tc>
          <w:tcPr>
            <w:tcW w:w="1556" w:type="dxa"/>
            <w:vAlign w:val="center"/>
          </w:tcPr>
          <w:p w14:paraId="5B253C23" w14:textId="77777777" w:rsidR="002D6101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3E8103CD" w14:textId="77777777" w:rsidR="002D6101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767B9753" w14:textId="77777777" w:rsidR="002D6101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7E6952C5" w14:textId="77777777" w:rsidR="002D6101" w:rsidRDefault="00000000">
            <w:r>
              <w:t>0.00</w:t>
            </w:r>
          </w:p>
        </w:tc>
      </w:tr>
      <w:tr w:rsidR="002D6101" w14:paraId="07DD9762" w14:textId="77777777">
        <w:tc>
          <w:tcPr>
            <w:tcW w:w="1556" w:type="dxa"/>
            <w:shd w:val="clear" w:color="auto" w:fill="E6E6E6"/>
            <w:vAlign w:val="center"/>
          </w:tcPr>
          <w:p w14:paraId="78489950" w14:textId="77777777" w:rsidR="002D6101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142E841B" w14:textId="77777777" w:rsidR="002D6101" w:rsidRDefault="00000000">
            <w:r>
              <w:t>100.10</w:t>
            </w:r>
          </w:p>
        </w:tc>
        <w:tc>
          <w:tcPr>
            <w:tcW w:w="1556" w:type="dxa"/>
            <w:vAlign w:val="center"/>
          </w:tcPr>
          <w:p w14:paraId="578EC4F7" w14:textId="77777777" w:rsidR="002D6101" w:rsidRDefault="00000000">
            <w:r>
              <w:t>47.30</w:t>
            </w:r>
          </w:p>
        </w:tc>
        <w:tc>
          <w:tcPr>
            <w:tcW w:w="1556" w:type="dxa"/>
            <w:vAlign w:val="center"/>
          </w:tcPr>
          <w:p w14:paraId="1B272AAC" w14:textId="77777777" w:rsidR="002D6101" w:rsidRDefault="00000000">
            <w:r>
              <w:t>50.52</w:t>
            </w:r>
          </w:p>
        </w:tc>
        <w:tc>
          <w:tcPr>
            <w:tcW w:w="1556" w:type="dxa"/>
            <w:vAlign w:val="center"/>
          </w:tcPr>
          <w:p w14:paraId="489CD463" w14:textId="77777777" w:rsidR="002D6101" w:rsidRDefault="00000000">
            <w:r>
              <w:t>25.91</w:t>
            </w:r>
          </w:p>
        </w:tc>
        <w:tc>
          <w:tcPr>
            <w:tcW w:w="1556" w:type="dxa"/>
            <w:vAlign w:val="center"/>
          </w:tcPr>
          <w:p w14:paraId="438CB3E1" w14:textId="77777777" w:rsidR="002D6101" w:rsidRDefault="00000000">
            <w:r>
              <w:t>93.90</w:t>
            </w:r>
          </w:p>
        </w:tc>
      </w:tr>
      <w:tr w:rsidR="002D6101" w14:paraId="2E388EC7" w14:textId="77777777">
        <w:tc>
          <w:tcPr>
            <w:tcW w:w="1556" w:type="dxa"/>
            <w:shd w:val="clear" w:color="auto" w:fill="E6E6E6"/>
            <w:vAlign w:val="center"/>
          </w:tcPr>
          <w:p w14:paraId="5B053981" w14:textId="77777777" w:rsidR="002D6101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727BFED3" w14:textId="77777777" w:rsidR="002D6101" w:rsidRDefault="00000000">
            <w:r>
              <w:t>196.32</w:t>
            </w:r>
          </w:p>
        </w:tc>
        <w:tc>
          <w:tcPr>
            <w:tcW w:w="1556" w:type="dxa"/>
            <w:vAlign w:val="center"/>
          </w:tcPr>
          <w:p w14:paraId="19EBD340" w14:textId="77777777" w:rsidR="002D6101" w:rsidRDefault="00000000">
            <w:r>
              <w:t>100.40</w:t>
            </w:r>
          </w:p>
        </w:tc>
        <w:tc>
          <w:tcPr>
            <w:tcW w:w="1556" w:type="dxa"/>
            <w:vAlign w:val="center"/>
          </w:tcPr>
          <w:p w14:paraId="0713F5A0" w14:textId="77777777" w:rsidR="002D6101" w:rsidRDefault="00000000">
            <w:r>
              <w:t>93.37</w:t>
            </w:r>
          </w:p>
        </w:tc>
        <w:tc>
          <w:tcPr>
            <w:tcW w:w="1556" w:type="dxa"/>
            <w:vAlign w:val="center"/>
          </w:tcPr>
          <w:p w14:paraId="23C2B785" w14:textId="77777777" w:rsidR="002D6101" w:rsidRDefault="00000000">
            <w:r>
              <w:t>61.94</w:t>
            </w:r>
          </w:p>
        </w:tc>
        <w:tc>
          <w:tcPr>
            <w:tcW w:w="1556" w:type="dxa"/>
            <w:vAlign w:val="center"/>
          </w:tcPr>
          <w:p w14:paraId="00072C3B" w14:textId="77777777" w:rsidR="002D6101" w:rsidRDefault="00000000">
            <w:r>
              <w:t>194.10</w:t>
            </w:r>
          </w:p>
        </w:tc>
      </w:tr>
      <w:tr w:rsidR="002D6101" w14:paraId="1DD6A36B" w14:textId="77777777">
        <w:tc>
          <w:tcPr>
            <w:tcW w:w="1556" w:type="dxa"/>
            <w:shd w:val="clear" w:color="auto" w:fill="E6E6E6"/>
            <w:vAlign w:val="center"/>
          </w:tcPr>
          <w:p w14:paraId="4ACA3CBD" w14:textId="77777777" w:rsidR="002D6101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4B88FAF9" w14:textId="77777777" w:rsidR="002D6101" w:rsidRDefault="00000000">
            <w:r>
              <w:t>294.17</w:t>
            </w:r>
          </w:p>
        </w:tc>
        <w:tc>
          <w:tcPr>
            <w:tcW w:w="1556" w:type="dxa"/>
            <w:vAlign w:val="center"/>
          </w:tcPr>
          <w:p w14:paraId="6110F3E7" w14:textId="77777777" w:rsidR="002D6101" w:rsidRDefault="00000000">
            <w:r>
              <w:t>172.97</w:t>
            </w:r>
          </w:p>
        </w:tc>
        <w:tc>
          <w:tcPr>
            <w:tcW w:w="1556" w:type="dxa"/>
            <w:vAlign w:val="center"/>
          </w:tcPr>
          <w:p w14:paraId="6269CFC4" w14:textId="77777777" w:rsidR="002D6101" w:rsidRDefault="00000000">
            <w:r>
              <w:t>138.18</w:t>
            </w:r>
          </w:p>
        </w:tc>
        <w:tc>
          <w:tcPr>
            <w:tcW w:w="1556" w:type="dxa"/>
            <w:vAlign w:val="center"/>
          </w:tcPr>
          <w:p w14:paraId="10546CCB" w14:textId="77777777" w:rsidR="002D6101" w:rsidRDefault="00000000">
            <w:r>
              <w:t>110.65</w:t>
            </w:r>
          </w:p>
        </w:tc>
        <w:tc>
          <w:tcPr>
            <w:tcW w:w="1556" w:type="dxa"/>
            <w:vAlign w:val="center"/>
          </w:tcPr>
          <w:p w14:paraId="11DE7261" w14:textId="77777777" w:rsidR="002D6101" w:rsidRDefault="00000000">
            <w:r>
              <w:t>323.10</w:t>
            </w:r>
          </w:p>
        </w:tc>
      </w:tr>
      <w:tr w:rsidR="002D6101" w14:paraId="4DCC9AE0" w14:textId="77777777">
        <w:tc>
          <w:tcPr>
            <w:tcW w:w="1556" w:type="dxa"/>
            <w:shd w:val="clear" w:color="auto" w:fill="E6E6E6"/>
            <w:vAlign w:val="center"/>
          </w:tcPr>
          <w:p w14:paraId="4E4811D8" w14:textId="77777777" w:rsidR="002D6101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3DE15A5E" w14:textId="77777777" w:rsidR="002D6101" w:rsidRDefault="00000000">
            <w:r>
              <w:t>425.51</w:t>
            </w:r>
          </w:p>
        </w:tc>
        <w:tc>
          <w:tcPr>
            <w:tcW w:w="1556" w:type="dxa"/>
            <w:vAlign w:val="center"/>
          </w:tcPr>
          <w:p w14:paraId="0954AC42" w14:textId="77777777" w:rsidR="002D6101" w:rsidRDefault="00000000">
            <w:r>
              <w:t>268.63</w:t>
            </w:r>
          </w:p>
        </w:tc>
        <w:tc>
          <w:tcPr>
            <w:tcW w:w="1556" w:type="dxa"/>
            <w:vAlign w:val="center"/>
          </w:tcPr>
          <w:p w14:paraId="106106DE" w14:textId="77777777" w:rsidR="002D6101" w:rsidRDefault="00000000">
            <w:r>
              <w:t>175.29</w:t>
            </w:r>
          </w:p>
        </w:tc>
        <w:tc>
          <w:tcPr>
            <w:tcW w:w="1556" w:type="dxa"/>
            <w:vAlign w:val="center"/>
          </w:tcPr>
          <w:p w14:paraId="75513089" w14:textId="77777777" w:rsidR="002D6101" w:rsidRDefault="00000000">
            <w:r>
              <w:t>143.27</w:t>
            </w:r>
          </w:p>
        </w:tc>
        <w:tc>
          <w:tcPr>
            <w:tcW w:w="1556" w:type="dxa"/>
            <w:vAlign w:val="center"/>
          </w:tcPr>
          <w:p w14:paraId="46BFF952" w14:textId="77777777" w:rsidR="002D6101" w:rsidRDefault="00000000">
            <w:r>
              <w:t>521.30</w:t>
            </w:r>
          </w:p>
        </w:tc>
      </w:tr>
      <w:tr w:rsidR="002D6101" w14:paraId="326F0F33" w14:textId="77777777">
        <w:tc>
          <w:tcPr>
            <w:tcW w:w="1556" w:type="dxa"/>
            <w:shd w:val="clear" w:color="auto" w:fill="E6E6E6"/>
            <w:vAlign w:val="center"/>
          </w:tcPr>
          <w:p w14:paraId="3D5E6648" w14:textId="77777777" w:rsidR="002D6101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6986A900" w14:textId="77777777" w:rsidR="002D6101" w:rsidRDefault="00000000">
            <w:r>
              <w:t>419.79</w:t>
            </w:r>
          </w:p>
        </w:tc>
        <w:tc>
          <w:tcPr>
            <w:tcW w:w="1556" w:type="dxa"/>
            <w:vAlign w:val="center"/>
          </w:tcPr>
          <w:p w14:paraId="6E0E64D3" w14:textId="77777777" w:rsidR="002D6101" w:rsidRDefault="00000000">
            <w:r>
              <w:t>356.50</w:t>
            </w:r>
          </w:p>
        </w:tc>
        <w:tc>
          <w:tcPr>
            <w:tcW w:w="1556" w:type="dxa"/>
            <w:vAlign w:val="center"/>
          </w:tcPr>
          <w:p w14:paraId="393EEE36" w14:textId="77777777" w:rsidR="002D6101" w:rsidRDefault="00000000">
            <w:r>
              <w:t>201.02</w:t>
            </w:r>
          </w:p>
        </w:tc>
        <w:tc>
          <w:tcPr>
            <w:tcW w:w="1556" w:type="dxa"/>
            <w:vAlign w:val="center"/>
          </w:tcPr>
          <w:p w14:paraId="3E455553" w14:textId="77777777" w:rsidR="002D6101" w:rsidRDefault="00000000">
            <w:r>
              <w:t>165.99</w:t>
            </w:r>
          </w:p>
        </w:tc>
        <w:tc>
          <w:tcPr>
            <w:tcW w:w="1556" w:type="dxa"/>
            <w:vAlign w:val="center"/>
          </w:tcPr>
          <w:p w14:paraId="04E7247A" w14:textId="77777777" w:rsidR="002D6101" w:rsidRDefault="00000000">
            <w:r>
              <w:t>662.80</w:t>
            </w:r>
          </w:p>
        </w:tc>
      </w:tr>
      <w:tr w:rsidR="002D6101" w14:paraId="7C6F05C1" w14:textId="77777777">
        <w:tc>
          <w:tcPr>
            <w:tcW w:w="1556" w:type="dxa"/>
            <w:shd w:val="clear" w:color="auto" w:fill="E6E6E6"/>
            <w:vAlign w:val="center"/>
          </w:tcPr>
          <w:p w14:paraId="69A6D7D0" w14:textId="77777777" w:rsidR="002D6101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40B240EC" w14:textId="77777777" w:rsidR="002D6101" w:rsidRDefault="00000000">
            <w:r>
              <w:t>366.25</w:t>
            </w:r>
          </w:p>
        </w:tc>
        <w:tc>
          <w:tcPr>
            <w:tcW w:w="1556" w:type="dxa"/>
            <w:vAlign w:val="center"/>
          </w:tcPr>
          <w:p w14:paraId="117168F7" w14:textId="77777777" w:rsidR="002D6101" w:rsidRDefault="00000000">
            <w:r>
              <w:t>447.33</w:t>
            </w:r>
          </w:p>
        </w:tc>
        <w:tc>
          <w:tcPr>
            <w:tcW w:w="1556" w:type="dxa"/>
            <w:vAlign w:val="center"/>
          </w:tcPr>
          <w:p w14:paraId="46D48D4B" w14:textId="77777777" w:rsidR="002D6101" w:rsidRDefault="00000000">
            <w:r>
              <w:t>233.58</w:t>
            </w:r>
          </w:p>
        </w:tc>
        <w:tc>
          <w:tcPr>
            <w:tcW w:w="1556" w:type="dxa"/>
            <w:vAlign w:val="center"/>
          </w:tcPr>
          <w:p w14:paraId="633D4D9C" w14:textId="77777777" w:rsidR="002D6101" w:rsidRDefault="00000000">
            <w:r>
              <w:t>193.81</w:t>
            </w:r>
          </w:p>
        </w:tc>
        <w:tc>
          <w:tcPr>
            <w:tcW w:w="1556" w:type="dxa"/>
            <w:vAlign w:val="center"/>
          </w:tcPr>
          <w:p w14:paraId="41D751EF" w14:textId="77777777" w:rsidR="002D6101" w:rsidRDefault="00000000">
            <w:r>
              <w:t>806.00</w:t>
            </w:r>
          </w:p>
        </w:tc>
      </w:tr>
      <w:tr w:rsidR="002D6101" w14:paraId="0964D088" w14:textId="77777777">
        <w:tc>
          <w:tcPr>
            <w:tcW w:w="1556" w:type="dxa"/>
            <w:shd w:val="clear" w:color="auto" w:fill="E6E6E6"/>
            <w:vAlign w:val="center"/>
          </w:tcPr>
          <w:p w14:paraId="4A3CA557" w14:textId="77777777" w:rsidR="002D6101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139FC78F" w14:textId="77777777" w:rsidR="002D6101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73B78154" w14:textId="77777777" w:rsidR="002D6101" w:rsidRDefault="00000000">
            <w:r>
              <w:t>489.74</w:t>
            </w:r>
          </w:p>
        </w:tc>
        <w:tc>
          <w:tcPr>
            <w:tcW w:w="1556" w:type="dxa"/>
            <w:vAlign w:val="center"/>
          </w:tcPr>
          <w:p w14:paraId="61E95F30" w14:textId="77777777" w:rsidR="002D6101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50F58F06" w14:textId="77777777" w:rsidR="002D6101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777CCA2B" w14:textId="77777777" w:rsidR="002D6101" w:rsidRDefault="00000000">
            <w:r>
              <w:t>873.70</w:t>
            </w:r>
          </w:p>
        </w:tc>
      </w:tr>
      <w:tr w:rsidR="002D6101" w14:paraId="12B860FE" w14:textId="77777777">
        <w:tc>
          <w:tcPr>
            <w:tcW w:w="1556" w:type="dxa"/>
            <w:shd w:val="clear" w:color="auto" w:fill="E6E6E6"/>
            <w:vAlign w:val="center"/>
          </w:tcPr>
          <w:p w14:paraId="7BA09D16" w14:textId="77777777" w:rsidR="002D6101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5BB75139" w14:textId="77777777" w:rsidR="002D6101" w:rsidRDefault="00000000">
            <w:r>
              <w:t>235.96</w:t>
            </w:r>
          </w:p>
        </w:tc>
        <w:tc>
          <w:tcPr>
            <w:tcW w:w="1556" w:type="dxa"/>
            <w:vAlign w:val="center"/>
          </w:tcPr>
          <w:p w14:paraId="22B3D7D8" w14:textId="77777777" w:rsidR="002D6101" w:rsidRDefault="00000000">
            <w:r>
              <w:t>457.64</w:t>
            </w:r>
          </w:p>
        </w:tc>
        <w:tc>
          <w:tcPr>
            <w:tcW w:w="1556" w:type="dxa"/>
            <w:vAlign w:val="center"/>
          </w:tcPr>
          <w:p w14:paraId="686C2EAA" w14:textId="77777777" w:rsidR="002D6101" w:rsidRDefault="00000000">
            <w:r>
              <w:t>374.65</w:t>
            </w:r>
          </w:p>
        </w:tc>
        <w:tc>
          <w:tcPr>
            <w:tcW w:w="1556" w:type="dxa"/>
            <w:vAlign w:val="center"/>
          </w:tcPr>
          <w:p w14:paraId="19472E9D" w14:textId="77777777" w:rsidR="002D6101" w:rsidRDefault="00000000">
            <w:r>
              <w:t>196.16</w:t>
            </w:r>
          </w:p>
        </w:tc>
        <w:tc>
          <w:tcPr>
            <w:tcW w:w="1556" w:type="dxa"/>
            <w:vAlign w:val="center"/>
          </w:tcPr>
          <w:p w14:paraId="5AD4045E" w14:textId="77777777" w:rsidR="002D6101" w:rsidRDefault="00000000">
            <w:r>
              <w:t>828.90</w:t>
            </w:r>
          </w:p>
        </w:tc>
      </w:tr>
      <w:tr w:rsidR="002D6101" w14:paraId="12F86F50" w14:textId="77777777">
        <w:tc>
          <w:tcPr>
            <w:tcW w:w="1556" w:type="dxa"/>
            <w:shd w:val="clear" w:color="auto" w:fill="E6E6E6"/>
            <w:vAlign w:val="center"/>
          </w:tcPr>
          <w:p w14:paraId="466DB7C1" w14:textId="77777777" w:rsidR="002D6101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7A2F4BE3" w14:textId="77777777" w:rsidR="002D6101" w:rsidRDefault="00000000">
            <w:r>
              <w:t>215.46</w:t>
            </w:r>
          </w:p>
        </w:tc>
        <w:tc>
          <w:tcPr>
            <w:tcW w:w="1556" w:type="dxa"/>
            <w:vAlign w:val="center"/>
          </w:tcPr>
          <w:p w14:paraId="037F4F6F" w14:textId="77777777" w:rsidR="002D6101" w:rsidRDefault="00000000">
            <w:r>
              <w:t>391.87</w:t>
            </w:r>
          </w:p>
        </w:tc>
        <w:tc>
          <w:tcPr>
            <w:tcW w:w="1556" w:type="dxa"/>
            <w:vAlign w:val="center"/>
          </w:tcPr>
          <w:p w14:paraId="4617147D" w14:textId="77777777" w:rsidR="002D6101" w:rsidRDefault="00000000">
            <w:r>
              <w:t>469.03</w:t>
            </w:r>
          </w:p>
        </w:tc>
        <w:tc>
          <w:tcPr>
            <w:tcW w:w="1556" w:type="dxa"/>
            <w:vAlign w:val="center"/>
          </w:tcPr>
          <w:p w14:paraId="7E79DDF7" w14:textId="77777777" w:rsidR="002D6101" w:rsidRDefault="00000000">
            <w:r>
              <w:t>178.66</w:t>
            </w:r>
          </w:p>
        </w:tc>
        <w:tc>
          <w:tcPr>
            <w:tcW w:w="1556" w:type="dxa"/>
            <w:vAlign w:val="center"/>
          </w:tcPr>
          <w:p w14:paraId="244555C7" w14:textId="77777777" w:rsidR="002D6101" w:rsidRDefault="00000000">
            <w:r>
              <w:t>739.00</w:t>
            </w:r>
          </w:p>
        </w:tc>
      </w:tr>
      <w:tr w:rsidR="002D6101" w14:paraId="6C8267DF" w14:textId="77777777">
        <w:tc>
          <w:tcPr>
            <w:tcW w:w="1556" w:type="dxa"/>
            <w:shd w:val="clear" w:color="auto" w:fill="E6E6E6"/>
            <w:vAlign w:val="center"/>
          </w:tcPr>
          <w:p w14:paraId="5FD3167E" w14:textId="77777777" w:rsidR="002D6101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4012D616" w14:textId="77777777" w:rsidR="002D6101" w:rsidRDefault="00000000">
            <w:r>
              <w:t>195.10</w:t>
            </w:r>
          </w:p>
        </w:tc>
        <w:tc>
          <w:tcPr>
            <w:tcW w:w="1556" w:type="dxa"/>
            <w:vAlign w:val="center"/>
          </w:tcPr>
          <w:p w14:paraId="2DABDC91" w14:textId="77777777" w:rsidR="002D6101" w:rsidRDefault="00000000">
            <w:r>
              <w:t>312.01</w:t>
            </w:r>
          </w:p>
        </w:tc>
        <w:tc>
          <w:tcPr>
            <w:tcW w:w="1556" w:type="dxa"/>
            <w:vAlign w:val="center"/>
          </w:tcPr>
          <w:p w14:paraId="35396099" w14:textId="77777777" w:rsidR="002D6101" w:rsidRDefault="00000000">
            <w:r>
              <w:t>532.44</w:t>
            </w:r>
          </w:p>
        </w:tc>
        <w:tc>
          <w:tcPr>
            <w:tcW w:w="1556" w:type="dxa"/>
            <w:vAlign w:val="center"/>
          </w:tcPr>
          <w:p w14:paraId="753B90B7" w14:textId="77777777" w:rsidR="002D6101" w:rsidRDefault="00000000">
            <w:r>
              <w:t>160.86</w:t>
            </w:r>
          </w:p>
        </w:tc>
        <w:tc>
          <w:tcPr>
            <w:tcW w:w="1556" w:type="dxa"/>
            <w:vAlign w:val="center"/>
          </w:tcPr>
          <w:p w14:paraId="092BB318" w14:textId="77777777" w:rsidR="002D6101" w:rsidRDefault="00000000">
            <w:r>
              <w:t>634.10</w:t>
            </w:r>
          </w:p>
        </w:tc>
      </w:tr>
      <w:tr w:rsidR="002D6101" w14:paraId="1100631A" w14:textId="77777777">
        <w:tc>
          <w:tcPr>
            <w:tcW w:w="1556" w:type="dxa"/>
            <w:shd w:val="clear" w:color="auto" w:fill="E6E6E6"/>
            <w:vAlign w:val="center"/>
          </w:tcPr>
          <w:p w14:paraId="61D7D324" w14:textId="77777777" w:rsidR="002D6101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2FCBF31B" w14:textId="77777777" w:rsidR="002D6101" w:rsidRDefault="00000000">
            <w:r>
              <w:t>161.85</w:t>
            </w:r>
          </w:p>
        </w:tc>
        <w:tc>
          <w:tcPr>
            <w:tcW w:w="1556" w:type="dxa"/>
            <w:vAlign w:val="center"/>
          </w:tcPr>
          <w:p w14:paraId="3E3A2348" w14:textId="77777777" w:rsidR="002D6101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57685E24" w14:textId="77777777" w:rsidR="002D6101" w:rsidRDefault="00000000">
            <w:r>
              <w:t>493.75</w:t>
            </w:r>
          </w:p>
        </w:tc>
        <w:tc>
          <w:tcPr>
            <w:tcW w:w="1556" w:type="dxa"/>
            <w:vAlign w:val="center"/>
          </w:tcPr>
          <w:p w14:paraId="59F074E0" w14:textId="77777777" w:rsidR="002D6101" w:rsidRDefault="00000000">
            <w:r>
              <w:t>131.91</w:t>
            </w:r>
          </w:p>
        </w:tc>
        <w:tc>
          <w:tcPr>
            <w:tcW w:w="1556" w:type="dxa"/>
            <w:vAlign w:val="center"/>
          </w:tcPr>
          <w:p w14:paraId="78C0A17E" w14:textId="77777777" w:rsidR="002D6101" w:rsidRDefault="00000000">
            <w:r>
              <w:t>467.20</w:t>
            </w:r>
          </w:p>
        </w:tc>
      </w:tr>
      <w:tr w:rsidR="002D6101" w14:paraId="79CEC4FD" w14:textId="77777777">
        <w:tc>
          <w:tcPr>
            <w:tcW w:w="1556" w:type="dxa"/>
            <w:shd w:val="clear" w:color="auto" w:fill="E6E6E6"/>
            <w:vAlign w:val="center"/>
          </w:tcPr>
          <w:p w14:paraId="56E68787" w14:textId="77777777" w:rsidR="002D6101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64EA30E4" w14:textId="77777777" w:rsidR="002D6101" w:rsidRDefault="00000000">
            <w:r>
              <w:t>118.61</w:t>
            </w:r>
          </w:p>
        </w:tc>
        <w:tc>
          <w:tcPr>
            <w:tcW w:w="1556" w:type="dxa"/>
            <w:vAlign w:val="center"/>
          </w:tcPr>
          <w:p w14:paraId="0762756C" w14:textId="77777777" w:rsidR="002D6101" w:rsidRDefault="00000000">
            <w:r>
              <w:t>107.20</w:t>
            </w:r>
          </w:p>
        </w:tc>
        <w:tc>
          <w:tcPr>
            <w:tcW w:w="1556" w:type="dxa"/>
            <w:vAlign w:val="center"/>
          </w:tcPr>
          <w:p w14:paraId="673F547F" w14:textId="77777777" w:rsidR="002D6101" w:rsidRDefault="00000000">
            <w:r>
              <w:t>408.07</w:t>
            </w:r>
          </w:p>
        </w:tc>
        <w:tc>
          <w:tcPr>
            <w:tcW w:w="1556" w:type="dxa"/>
            <w:vAlign w:val="center"/>
          </w:tcPr>
          <w:p w14:paraId="0399890C" w14:textId="77777777" w:rsidR="002D6101" w:rsidRDefault="00000000">
            <w:r>
              <w:t>61.43</w:t>
            </w:r>
          </w:p>
        </w:tc>
        <w:tc>
          <w:tcPr>
            <w:tcW w:w="1556" w:type="dxa"/>
            <w:vAlign w:val="center"/>
          </w:tcPr>
          <w:p w14:paraId="342B3CF8" w14:textId="77777777" w:rsidR="002D6101" w:rsidRDefault="00000000">
            <w:r>
              <w:t>305.90</w:t>
            </w:r>
          </w:p>
        </w:tc>
      </w:tr>
      <w:tr w:rsidR="002D6101" w14:paraId="07E7C822" w14:textId="77777777">
        <w:tc>
          <w:tcPr>
            <w:tcW w:w="1556" w:type="dxa"/>
            <w:shd w:val="clear" w:color="auto" w:fill="E6E6E6"/>
            <w:vAlign w:val="center"/>
          </w:tcPr>
          <w:p w14:paraId="0C682862" w14:textId="77777777" w:rsidR="002D6101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12E1DE7E" w14:textId="77777777" w:rsidR="002D6101" w:rsidRDefault="00000000">
            <w:r>
              <w:t>53.49</w:t>
            </w:r>
          </w:p>
        </w:tc>
        <w:tc>
          <w:tcPr>
            <w:tcW w:w="1556" w:type="dxa"/>
            <w:vAlign w:val="center"/>
          </w:tcPr>
          <w:p w14:paraId="7E2145A9" w14:textId="77777777" w:rsidR="002D6101" w:rsidRDefault="00000000">
            <w:r>
              <w:t>17.70</w:t>
            </w:r>
          </w:p>
        </w:tc>
        <w:tc>
          <w:tcPr>
            <w:tcW w:w="1556" w:type="dxa"/>
            <w:vAlign w:val="center"/>
          </w:tcPr>
          <w:p w14:paraId="5D7A65F2" w14:textId="77777777" w:rsidR="002D6101" w:rsidRDefault="00000000">
            <w:r>
              <w:t>219.33</w:t>
            </w:r>
          </w:p>
        </w:tc>
        <w:tc>
          <w:tcPr>
            <w:tcW w:w="1556" w:type="dxa"/>
            <w:vAlign w:val="center"/>
          </w:tcPr>
          <w:p w14:paraId="3BA5D100" w14:textId="77777777" w:rsidR="002D6101" w:rsidRDefault="00000000">
            <w:r>
              <w:t>3.79</w:t>
            </w:r>
          </w:p>
        </w:tc>
        <w:tc>
          <w:tcPr>
            <w:tcW w:w="1556" w:type="dxa"/>
            <w:vAlign w:val="center"/>
          </w:tcPr>
          <w:p w14:paraId="634FCFE7" w14:textId="77777777" w:rsidR="002D6101" w:rsidRDefault="00000000">
            <w:r>
              <w:t>121.60</w:t>
            </w:r>
          </w:p>
        </w:tc>
      </w:tr>
      <w:tr w:rsidR="002D6101" w14:paraId="60A3D740" w14:textId="77777777">
        <w:tc>
          <w:tcPr>
            <w:tcW w:w="1556" w:type="dxa"/>
            <w:shd w:val="clear" w:color="auto" w:fill="E6E6E6"/>
            <w:vAlign w:val="center"/>
          </w:tcPr>
          <w:p w14:paraId="61F57373" w14:textId="77777777" w:rsidR="002D6101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205AFE56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DDBF0DF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B48DBA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EADF5ED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C091BC" w14:textId="77777777" w:rsidR="002D6101" w:rsidRDefault="00000000">
            <w:r>
              <w:t>0.00</w:t>
            </w:r>
          </w:p>
        </w:tc>
      </w:tr>
      <w:tr w:rsidR="002D6101" w14:paraId="46BE015E" w14:textId="77777777">
        <w:tc>
          <w:tcPr>
            <w:tcW w:w="1556" w:type="dxa"/>
            <w:shd w:val="clear" w:color="auto" w:fill="E6E6E6"/>
            <w:vAlign w:val="center"/>
          </w:tcPr>
          <w:p w14:paraId="08859921" w14:textId="77777777" w:rsidR="002D6101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08504987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B217EE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F0E7355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86B50AF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8030405" w14:textId="77777777" w:rsidR="002D6101" w:rsidRDefault="00000000">
            <w:r>
              <w:t>0.00</w:t>
            </w:r>
          </w:p>
        </w:tc>
      </w:tr>
      <w:tr w:rsidR="002D6101" w14:paraId="6E739950" w14:textId="77777777">
        <w:tc>
          <w:tcPr>
            <w:tcW w:w="1556" w:type="dxa"/>
            <w:shd w:val="clear" w:color="auto" w:fill="E6E6E6"/>
            <w:vAlign w:val="center"/>
          </w:tcPr>
          <w:p w14:paraId="02474CEB" w14:textId="77777777" w:rsidR="002D6101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045E77B7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235EA2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2F22B55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F75392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F1EDF91" w14:textId="77777777" w:rsidR="002D6101" w:rsidRDefault="00000000">
            <w:r>
              <w:t>0.00</w:t>
            </w:r>
          </w:p>
        </w:tc>
      </w:tr>
      <w:tr w:rsidR="002D6101" w14:paraId="15721334" w14:textId="77777777">
        <w:tc>
          <w:tcPr>
            <w:tcW w:w="1556" w:type="dxa"/>
            <w:shd w:val="clear" w:color="auto" w:fill="E6E6E6"/>
            <w:vAlign w:val="center"/>
          </w:tcPr>
          <w:p w14:paraId="63CD7185" w14:textId="77777777" w:rsidR="002D6101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5B88E50A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DC795CA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CCA221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18B105E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EFFC694" w14:textId="77777777" w:rsidR="002D6101" w:rsidRDefault="00000000">
            <w:r>
              <w:t>0.00</w:t>
            </w:r>
          </w:p>
        </w:tc>
      </w:tr>
      <w:tr w:rsidR="002D6101" w14:paraId="38C3F8BF" w14:textId="77777777">
        <w:tc>
          <w:tcPr>
            <w:tcW w:w="1556" w:type="dxa"/>
            <w:shd w:val="clear" w:color="auto" w:fill="E6E6E6"/>
            <w:vAlign w:val="center"/>
          </w:tcPr>
          <w:p w14:paraId="545779E5" w14:textId="77777777" w:rsidR="002D6101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3AEC3563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2C8DFB9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F3B7DFF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85D658B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20D7164" w14:textId="77777777" w:rsidR="002D6101" w:rsidRDefault="00000000">
            <w:r>
              <w:t>0.00</w:t>
            </w:r>
          </w:p>
        </w:tc>
      </w:tr>
      <w:tr w:rsidR="002D6101" w14:paraId="4D8508AD" w14:textId="77777777">
        <w:tc>
          <w:tcPr>
            <w:tcW w:w="1556" w:type="dxa"/>
            <w:shd w:val="clear" w:color="auto" w:fill="E6E6E6"/>
            <w:vAlign w:val="center"/>
          </w:tcPr>
          <w:p w14:paraId="512A950C" w14:textId="77777777" w:rsidR="002D6101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69A4C925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1C57DD6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0795C13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ACE1CF2" w14:textId="77777777" w:rsidR="002D610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03933CD" w14:textId="77777777" w:rsidR="002D6101" w:rsidRDefault="00000000">
            <w:r>
              <w:t>0.00</w:t>
            </w:r>
          </w:p>
        </w:tc>
      </w:tr>
    </w:tbl>
    <w:p w14:paraId="03AAC073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48A5A8F5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14:paraId="164FAD27" w14:textId="77777777" w:rsidR="00697366" w:rsidRDefault="00697366" w:rsidP="00CA66B7">
      <w:pPr>
        <w:pStyle w:val="2"/>
      </w:pPr>
      <w:bookmarkStart w:id="44" w:name="_Toc160476093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4"/>
    </w:p>
    <w:p w14:paraId="09B26519" w14:textId="77777777"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bookmarkEnd w:id="45"/>
      <w:r>
        <w:rPr>
          <w:noProof/>
        </w:rPr>
        <w:drawing>
          <wp:inline distT="0" distB="0" distL="0" distR="0" wp14:anchorId="1D8DC1F1" wp14:editId="6256022E">
            <wp:extent cx="5667375" cy="27908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2D3FC4BA" w14:textId="77777777">
        <w:tc>
          <w:tcPr>
            <w:tcW w:w="777" w:type="dxa"/>
            <w:shd w:val="clear" w:color="auto" w:fill="E6E6E6"/>
            <w:vAlign w:val="center"/>
          </w:tcPr>
          <w:p w14:paraId="1BDD1ED7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F4DEC6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12FC0B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5BE89E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F7DF32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3A6D49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7F677B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B1AAFC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F93C18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83478C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5CB61A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C2E107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0F069949" w14:textId="77777777">
        <w:tc>
          <w:tcPr>
            <w:tcW w:w="777" w:type="dxa"/>
            <w:vAlign w:val="center"/>
          </w:tcPr>
          <w:p w14:paraId="026ADEBA" w14:textId="77777777" w:rsidR="002D6101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58EF402A" w14:textId="77777777" w:rsidR="002D6101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6D7D66BF" w14:textId="77777777" w:rsidR="002D6101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7EDB95E8" w14:textId="77777777" w:rsidR="002D6101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4912F478" w14:textId="77777777" w:rsidR="002D6101" w:rsidRDefault="00000000">
            <w:r>
              <w:t>28.77</w:t>
            </w:r>
          </w:p>
        </w:tc>
        <w:tc>
          <w:tcPr>
            <w:tcW w:w="777" w:type="dxa"/>
            <w:vAlign w:val="center"/>
          </w:tcPr>
          <w:p w14:paraId="77397DED" w14:textId="77777777" w:rsidR="002D6101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73A0E13C" w14:textId="77777777" w:rsidR="002D6101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7DEDA99D" w14:textId="77777777" w:rsidR="002D6101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2190DEC1" w14:textId="77777777" w:rsidR="002D6101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4DBE492F" w14:textId="77777777" w:rsidR="002D610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180A7D53" w14:textId="77777777" w:rsidR="002D6101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6576862F" w14:textId="77777777" w:rsidR="002D6101" w:rsidRDefault="00000000">
            <w:r>
              <w:t>36.95</w:t>
            </w:r>
          </w:p>
        </w:tc>
      </w:tr>
      <w:tr w:rsidR="002D6101" w14:paraId="3175473F" w14:textId="77777777">
        <w:tc>
          <w:tcPr>
            <w:tcW w:w="777" w:type="dxa"/>
            <w:shd w:val="clear" w:color="auto" w:fill="E6E6E6"/>
            <w:vAlign w:val="center"/>
          </w:tcPr>
          <w:p w14:paraId="0B3341B1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6BD14E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498B67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75E819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5606AF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4B4E4E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07BAEF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9B504B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64359E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69EF93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18B9F0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A1F65F" w14:textId="77777777" w:rsidR="002D6101" w:rsidRDefault="00000000">
            <w:r>
              <w:t>23:00</w:t>
            </w:r>
          </w:p>
        </w:tc>
      </w:tr>
      <w:tr w:rsidR="002D6101" w14:paraId="34F62A80" w14:textId="77777777">
        <w:tc>
          <w:tcPr>
            <w:tcW w:w="777" w:type="dxa"/>
            <w:vAlign w:val="center"/>
          </w:tcPr>
          <w:p w14:paraId="7B3B0038" w14:textId="77777777" w:rsidR="002D6101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2184575C" w14:textId="77777777" w:rsidR="002D6101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6D18375D" w14:textId="77777777" w:rsidR="002D610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5510EDE9" w14:textId="77777777" w:rsidR="002D6101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0583D8B1" w14:textId="77777777" w:rsidR="002D6101" w:rsidRDefault="00000000">
            <w:r>
              <w:t>41.77</w:t>
            </w:r>
          </w:p>
        </w:tc>
        <w:tc>
          <w:tcPr>
            <w:tcW w:w="777" w:type="dxa"/>
            <w:vAlign w:val="center"/>
          </w:tcPr>
          <w:p w14:paraId="2E1CB7FF" w14:textId="77777777" w:rsidR="002D6101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1ECB863C" w14:textId="77777777" w:rsidR="002D610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00E9620D" w14:textId="77777777" w:rsidR="002D6101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14632D52" w14:textId="77777777" w:rsidR="002D6101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3BCE56CB" w14:textId="77777777" w:rsidR="002D6101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75E46AF8" w14:textId="77777777" w:rsidR="002D6101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56E89DAF" w14:textId="77777777" w:rsidR="002D6101" w:rsidRDefault="00000000">
            <w:r>
              <w:t>33.59</w:t>
            </w:r>
          </w:p>
        </w:tc>
      </w:tr>
    </w:tbl>
    <w:p w14:paraId="62C947DD" w14:textId="77777777" w:rsidR="00800A70" w:rsidRDefault="00800A70" w:rsidP="006B27F7">
      <w:pPr>
        <w:jc w:val="center"/>
      </w:pPr>
      <w:bookmarkStart w:id="46" w:name="自然通风室内温度表格"/>
      <w:bookmarkEnd w:id="46"/>
    </w:p>
    <w:p w14:paraId="5ED6E18B" w14:textId="77777777" w:rsidR="00A279F8" w:rsidRPr="00794676" w:rsidRDefault="00A279F8" w:rsidP="009A61CA">
      <w:pPr>
        <w:pStyle w:val="1"/>
      </w:pPr>
      <w:bookmarkStart w:id="47" w:name="_Toc160476094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2D6101" w14:paraId="4CC6DBAD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74977FCA" w14:textId="77777777" w:rsidR="002D6101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30E509B" w14:textId="77777777" w:rsidR="002D610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7373DA1" w14:textId="77777777" w:rsidR="002D610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43EB94" w14:textId="77777777" w:rsidR="002D6101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1B17F67" w14:textId="77777777" w:rsidR="002D6101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1718F52" w14:textId="77777777" w:rsidR="002D6101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C943520" w14:textId="77777777" w:rsidR="002D6101" w:rsidRDefault="00000000">
            <w:pPr>
              <w:jc w:val="center"/>
            </w:pPr>
            <w:r>
              <w:t>备注</w:t>
            </w:r>
          </w:p>
        </w:tc>
      </w:tr>
      <w:tr w:rsidR="002D6101" w14:paraId="5DB3DA6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03E64787" w14:textId="77777777" w:rsidR="002D6101" w:rsidRDefault="002D610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452CB0E" w14:textId="77777777" w:rsidR="002D6101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74496B9" w14:textId="77777777" w:rsidR="002D610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5731B7" w14:textId="77777777" w:rsidR="002D6101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51B12A6" w14:textId="77777777" w:rsidR="002D6101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AA723A1" w14:textId="77777777" w:rsidR="002D6101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90E893E" w14:textId="77777777" w:rsidR="002D6101" w:rsidRDefault="002D6101">
            <w:pPr>
              <w:jc w:val="center"/>
            </w:pPr>
          </w:p>
        </w:tc>
      </w:tr>
      <w:tr w:rsidR="002D6101" w14:paraId="795CA698" w14:textId="77777777">
        <w:tc>
          <w:tcPr>
            <w:tcW w:w="2196" w:type="dxa"/>
            <w:shd w:val="clear" w:color="auto" w:fill="E6E6E6"/>
            <w:vAlign w:val="center"/>
          </w:tcPr>
          <w:p w14:paraId="57CD8052" w14:textId="77777777" w:rsidR="002D6101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01C0B5C4" w14:textId="77777777" w:rsidR="002D610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5909C9DD" w14:textId="77777777" w:rsidR="002D610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791FCD3" w14:textId="77777777" w:rsidR="002D610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69D1DD1" w14:textId="77777777" w:rsidR="002D610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48DBBBC" w14:textId="77777777" w:rsidR="002D6101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C67E8D9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D6101" w14:paraId="5EDAD3DC" w14:textId="77777777">
        <w:tc>
          <w:tcPr>
            <w:tcW w:w="2196" w:type="dxa"/>
            <w:shd w:val="clear" w:color="auto" w:fill="E6E6E6"/>
            <w:vAlign w:val="center"/>
          </w:tcPr>
          <w:p w14:paraId="72700648" w14:textId="77777777" w:rsidR="002D6101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EADFC1B" w14:textId="77777777" w:rsidR="002D610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03AD6CB5" w14:textId="77777777" w:rsidR="002D610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F300783" w14:textId="77777777" w:rsidR="002D6101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09D096D" w14:textId="77777777" w:rsidR="002D610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37F7677" w14:textId="77777777" w:rsidR="002D6101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4BF05ADE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D6101" w14:paraId="1C5ABFF1" w14:textId="77777777">
        <w:tc>
          <w:tcPr>
            <w:tcW w:w="2196" w:type="dxa"/>
            <w:shd w:val="clear" w:color="auto" w:fill="E6E6E6"/>
            <w:vAlign w:val="center"/>
          </w:tcPr>
          <w:p w14:paraId="0BFE7744" w14:textId="77777777" w:rsidR="002D6101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C322519" w14:textId="77777777" w:rsidR="002D610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AC60F2A" w14:textId="77777777" w:rsidR="002D610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B40AB5A" w14:textId="77777777" w:rsidR="002D610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AFA8785" w14:textId="77777777" w:rsidR="002D610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82DBB67" w14:textId="77777777" w:rsidR="002D610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1D7B4034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D6101" w14:paraId="5CA77630" w14:textId="77777777">
        <w:tc>
          <w:tcPr>
            <w:tcW w:w="2196" w:type="dxa"/>
            <w:shd w:val="clear" w:color="auto" w:fill="E6E6E6"/>
            <w:vAlign w:val="center"/>
          </w:tcPr>
          <w:p w14:paraId="60824B1A" w14:textId="77777777" w:rsidR="002D610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1881A63" w14:textId="77777777" w:rsidR="002D6101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5D68F7B1" w14:textId="77777777" w:rsidR="002D6101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EF33631" w14:textId="77777777" w:rsidR="002D6101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7372C286" w14:textId="77777777" w:rsidR="002D610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49D8EE3" w14:textId="77777777" w:rsidR="002D6101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7B7F45D8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D6101" w14:paraId="7E0E91DA" w14:textId="77777777">
        <w:tc>
          <w:tcPr>
            <w:tcW w:w="2196" w:type="dxa"/>
            <w:shd w:val="clear" w:color="auto" w:fill="E6E6E6"/>
            <w:vAlign w:val="center"/>
          </w:tcPr>
          <w:p w14:paraId="1F6E000F" w14:textId="77777777" w:rsidR="002D6101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5A04F326" w14:textId="77777777" w:rsidR="002D6101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0AF0DF63" w14:textId="77777777" w:rsidR="002D610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5B67FA0" w14:textId="77777777" w:rsidR="002D6101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554B12D6" w14:textId="77777777" w:rsidR="002D6101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3C1E834B" w14:textId="77777777" w:rsidR="002D610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99FAF22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</w:t>
            </w:r>
            <w:r>
              <w:rPr>
                <w:sz w:val="18"/>
                <w:szCs w:val="18"/>
              </w:rPr>
              <w:lastRenderedPageBreak/>
              <w:t>出</w:t>
            </w:r>
          </w:p>
        </w:tc>
      </w:tr>
      <w:tr w:rsidR="002D6101" w14:paraId="42FF6B3B" w14:textId="77777777">
        <w:tc>
          <w:tcPr>
            <w:tcW w:w="2196" w:type="dxa"/>
            <w:shd w:val="clear" w:color="auto" w:fill="E6E6E6"/>
            <w:vAlign w:val="center"/>
          </w:tcPr>
          <w:p w14:paraId="0FFE449F" w14:textId="77777777" w:rsidR="002D6101" w:rsidRDefault="00000000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289B34F2" w14:textId="77777777" w:rsidR="002D6101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654AEFB2" w14:textId="77777777" w:rsidR="002D6101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6DA59F5" w14:textId="77777777" w:rsidR="002D6101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01B9BAC3" w14:textId="77777777" w:rsidR="002D610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D3E8B81" w14:textId="77777777" w:rsidR="002D6101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737AA456" w14:textId="77777777" w:rsidR="002D610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D6101" w14:paraId="6EF8C212" w14:textId="77777777">
        <w:tc>
          <w:tcPr>
            <w:tcW w:w="2196" w:type="dxa"/>
            <w:shd w:val="clear" w:color="auto" w:fill="E6E6E6"/>
            <w:vAlign w:val="center"/>
          </w:tcPr>
          <w:p w14:paraId="5BC1972A" w14:textId="77777777" w:rsidR="002D6101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2CD11334" w14:textId="77777777" w:rsidR="002D6101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6BDA8FC6" w14:textId="77777777" w:rsidR="002D6101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3ACA8F9F" w14:textId="77777777" w:rsidR="002D6101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07F4A7CC" w14:textId="77777777" w:rsidR="002D6101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4FD5F934" w14:textId="77777777" w:rsidR="002D610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EC60D4A" w14:textId="77777777" w:rsidR="002D6101" w:rsidRDefault="002D6101">
            <w:pPr>
              <w:rPr>
                <w:sz w:val="18"/>
                <w:szCs w:val="18"/>
              </w:rPr>
            </w:pPr>
          </w:p>
        </w:tc>
      </w:tr>
    </w:tbl>
    <w:p w14:paraId="583A25D9" w14:textId="77777777" w:rsidR="002D6101" w:rsidRDefault="00000000">
      <w:pPr>
        <w:pStyle w:val="1"/>
      </w:pPr>
      <w:bookmarkStart w:id="48" w:name="_Toc160476095"/>
      <w:r>
        <w:t>工程构造</w:t>
      </w:r>
      <w:bookmarkEnd w:id="48"/>
    </w:p>
    <w:p w14:paraId="49CAD2AB" w14:textId="77777777" w:rsidR="002D6101" w:rsidRDefault="00000000">
      <w:pPr>
        <w:pStyle w:val="2"/>
        <w:jc w:val="left"/>
      </w:pPr>
      <w:bookmarkStart w:id="49" w:name="_Toc160476096"/>
      <w:r>
        <w:t>屋顶构造</w:t>
      </w:r>
      <w:bookmarkEnd w:id="49"/>
    </w:p>
    <w:p w14:paraId="0500C5FD" w14:textId="77777777" w:rsidR="002D6101" w:rsidRDefault="00000000">
      <w:pPr>
        <w:pStyle w:val="3"/>
      </w:pPr>
      <w:bookmarkStart w:id="50" w:name="_Toc160476097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D6101" w14:paraId="551FBEE7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09B8228D" w14:textId="77777777" w:rsidR="002D610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8123211" w14:textId="77777777" w:rsidR="002D610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D17B4E1" w14:textId="77777777" w:rsidR="002D610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182FB92" w14:textId="77777777" w:rsidR="002D610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F9F62A" w14:textId="77777777" w:rsidR="002D610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8659934" w14:textId="77777777" w:rsidR="002D610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CB3219A" w14:textId="77777777" w:rsidR="002D610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F1CF640" w14:textId="77777777" w:rsidR="002D610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D6101" w14:paraId="36649438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3DEB92F6" w14:textId="77777777" w:rsidR="002D6101" w:rsidRDefault="002D6101"/>
        </w:tc>
        <w:tc>
          <w:tcPr>
            <w:tcW w:w="834" w:type="dxa"/>
            <w:shd w:val="clear" w:color="auto" w:fill="E6E6E6"/>
            <w:vAlign w:val="center"/>
          </w:tcPr>
          <w:p w14:paraId="1171C88D" w14:textId="77777777" w:rsidR="002D610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5279340" w14:textId="77777777" w:rsidR="002D610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A48E9C5" w14:textId="77777777" w:rsidR="002D610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A3D1D83" w14:textId="77777777" w:rsidR="002D610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5A1D020" w14:textId="77777777" w:rsidR="002D610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BA5BE8" w14:textId="77777777" w:rsidR="002D610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7648590" w14:textId="77777777" w:rsidR="002D6101" w:rsidRDefault="00000000">
            <w:r>
              <w:t>D=R*S</w:t>
            </w:r>
          </w:p>
        </w:tc>
      </w:tr>
      <w:tr w:rsidR="002D6101" w14:paraId="456FD31B" w14:textId="77777777">
        <w:tc>
          <w:tcPr>
            <w:tcW w:w="2838" w:type="dxa"/>
            <w:vAlign w:val="center"/>
          </w:tcPr>
          <w:p w14:paraId="4B96F6F1" w14:textId="77777777" w:rsidR="002D610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798C6A24" w14:textId="77777777" w:rsidR="002D6101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1AD0EB2E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BDB002D" w14:textId="77777777" w:rsidR="002D6101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7BA2AE96" w14:textId="77777777" w:rsidR="002D6101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2B10B471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AE727F2" w14:textId="77777777" w:rsidR="002D6101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50F44109" w14:textId="77777777" w:rsidR="002D6101" w:rsidRDefault="00000000">
            <w:r>
              <w:t>0.407</w:t>
            </w:r>
          </w:p>
        </w:tc>
      </w:tr>
      <w:tr w:rsidR="002D6101" w14:paraId="194E886D" w14:textId="77777777">
        <w:tc>
          <w:tcPr>
            <w:tcW w:w="2838" w:type="dxa"/>
            <w:vAlign w:val="center"/>
          </w:tcPr>
          <w:p w14:paraId="6E028EAB" w14:textId="77777777" w:rsidR="002D6101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73282A7B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6F2B455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7FD0044" w14:textId="77777777" w:rsidR="002D610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0FFFECF3" w14:textId="77777777" w:rsidR="002D6101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6831DB40" w14:textId="77777777" w:rsidR="002D6101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5BB51032" w14:textId="77777777" w:rsidR="002D6101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4C3B4839" w14:textId="77777777" w:rsidR="002D6101" w:rsidRDefault="00000000">
            <w:r>
              <w:t>0.227</w:t>
            </w:r>
          </w:p>
        </w:tc>
      </w:tr>
      <w:tr w:rsidR="002D6101" w14:paraId="112CF767" w14:textId="77777777">
        <w:tc>
          <w:tcPr>
            <w:tcW w:w="2838" w:type="dxa"/>
            <w:vAlign w:val="center"/>
          </w:tcPr>
          <w:p w14:paraId="74D48FA4" w14:textId="77777777" w:rsidR="002D610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99782D0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4821F55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EF8DB70" w14:textId="77777777" w:rsidR="002D610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C07568A" w14:textId="77777777" w:rsidR="002D610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208FD9E8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9A750BA" w14:textId="77777777" w:rsidR="002D610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32D0D94C" w14:textId="77777777" w:rsidR="002D6101" w:rsidRDefault="00000000">
            <w:r>
              <w:t>0.245</w:t>
            </w:r>
          </w:p>
        </w:tc>
      </w:tr>
      <w:tr w:rsidR="002D6101" w14:paraId="02C4BF95" w14:textId="77777777">
        <w:tc>
          <w:tcPr>
            <w:tcW w:w="2838" w:type="dxa"/>
            <w:vAlign w:val="center"/>
          </w:tcPr>
          <w:p w14:paraId="051BE624" w14:textId="77777777" w:rsidR="002D6101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14:paraId="1A589DA4" w14:textId="77777777" w:rsidR="002D6101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54A456A6" w14:textId="77777777" w:rsidR="002D6101" w:rsidRDefault="00000000">
            <w:r>
              <w:t>7.3</w:t>
            </w:r>
          </w:p>
        </w:tc>
        <w:tc>
          <w:tcPr>
            <w:tcW w:w="990" w:type="dxa"/>
            <w:vAlign w:val="center"/>
          </w:tcPr>
          <w:p w14:paraId="3F9CEF61" w14:textId="77777777" w:rsidR="002D6101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02982440" w14:textId="77777777" w:rsidR="002D6101" w:rsidRDefault="00000000">
            <w:r>
              <w:t>3.100</w:t>
            </w:r>
          </w:p>
        </w:tc>
        <w:tc>
          <w:tcPr>
            <w:tcW w:w="707" w:type="dxa"/>
            <w:vAlign w:val="center"/>
          </w:tcPr>
          <w:p w14:paraId="21B34DB8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6B95499" w14:textId="77777777" w:rsidR="002D6101" w:rsidRDefault="00000000">
            <w:r>
              <w:t>0.444</w:t>
            </w:r>
          </w:p>
        </w:tc>
        <w:tc>
          <w:tcPr>
            <w:tcW w:w="990" w:type="dxa"/>
            <w:vAlign w:val="center"/>
          </w:tcPr>
          <w:p w14:paraId="3EEF70BC" w14:textId="77777777" w:rsidR="002D6101" w:rsidRDefault="00000000">
            <w:r>
              <w:t>1.378</w:t>
            </w:r>
          </w:p>
        </w:tc>
      </w:tr>
      <w:tr w:rsidR="002D6101" w14:paraId="3EB4D92E" w14:textId="77777777">
        <w:tc>
          <w:tcPr>
            <w:tcW w:w="2838" w:type="dxa"/>
            <w:vAlign w:val="center"/>
          </w:tcPr>
          <w:p w14:paraId="50F65E17" w14:textId="77777777" w:rsidR="002D610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16848395" w14:textId="77777777" w:rsidR="002D6101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74B8B2D5" w14:textId="77777777" w:rsidR="002D6101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6CB18F0F" w14:textId="77777777" w:rsidR="002D610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72CA320D" w14:textId="77777777" w:rsidR="002D610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51EF0373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9642DD0" w14:textId="77777777" w:rsidR="002D6101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733E7900" w14:textId="77777777" w:rsidR="002D6101" w:rsidRDefault="00000000">
            <w:r>
              <w:t>1.186</w:t>
            </w:r>
          </w:p>
        </w:tc>
      </w:tr>
      <w:tr w:rsidR="002D6101" w14:paraId="778D1B0F" w14:textId="77777777">
        <w:tc>
          <w:tcPr>
            <w:tcW w:w="2838" w:type="dxa"/>
            <w:vAlign w:val="center"/>
          </w:tcPr>
          <w:p w14:paraId="3AFC8E02" w14:textId="77777777" w:rsidR="002D610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05E0A378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15EBE3AD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58A165A" w14:textId="77777777" w:rsidR="002D610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6D883E81" w14:textId="77777777" w:rsidR="002D610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1ED2C377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6A17597" w14:textId="77777777" w:rsidR="002D610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4B28CEAA" w14:textId="77777777" w:rsidR="002D6101" w:rsidRDefault="00000000">
            <w:r>
              <w:t>0.249</w:t>
            </w:r>
          </w:p>
        </w:tc>
      </w:tr>
      <w:tr w:rsidR="002D6101" w14:paraId="3A95484F" w14:textId="77777777">
        <w:tc>
          <w:tcPr>
            <w:tcW w:w="2838" w:type="dxa"/>
            <w:vAlign w:val="center"/>
          </w:tcPr>
          <w:p w14:paraId="7B53FD57" w14:textId="77777777" w:rsidR="002D610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602AEC36" w14:textId="77777777" w:rsidR="002D6101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69B4CC53" w14:textId="77777777" w:rsidR="002D610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80F7DE4" w14:textId="77777777" w:rsidR="002D610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55D89B0" w14:textId="77777777" w:rsidR="002D610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50781A6D" w14:textId="77777777" w:rsidR="002D610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2A9A9A3F" w14:textId="77777777" w:rsidR="002D6101" w:rsidRDefault="00000000">
            <w:r>
              <w:t>1.142</w:t>
            </w:r>
          </w:p>
        </w:tc>
        <w:tc>
          <w:tcPr>
            <w:tcW w:w="990" w:type="dxa"/>
            <w:vAlign w:val="center"/>
          </w:tcPr>
          <w:p w14:paraId="081C23C7" w14:textId="77777777" w:rsidR="002D6101" w:rsidRDefault="00000000">
            <w:r>
              <w:t>3.691</w:t>
            </w:r>
          </w:p>
        </w:tc>
      </w:tr>
      <w:tr w:rsidR="002D6101" w14:paraId="60D892AC" w14:textId="77777777">
        <w:tc>
          <w:tcPr>
            <w:tcW w:w="2838" w:type="dxa"/>
            <w:shd w:val="clear" w:color="auto" w:fill="E6E6E6"/>
            <w:vAlign w:val="center"/>
          </w:tcPr>
          <w:p w14:paraId="0C03CF53" w14:textId="77777777" w:rsidR="002D610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093567B7" w14:textId="77777777" w:rsidR="002D6101" w:rsidRDefault="00000000">
            <w:pPr>
              <w:jc w:val="center"/>
            </w:pPr>
            <w:r>
              <w:t>5.0</w:t>
            </w:r>
          </w:p>
        </w:tc>
      </w:tr>
      <w:tr w:rsidR="002D6101" w14:paraId="3E9A9F45" w14:textId="77777777">
        <w:tc>
          <w:tcPr>
            <w:tcW w:w="2838" w:type="dxa"/>
            <w:shd w:val="clear" w:color="auto" w:fill="E6E6E6"/>
            <w:vAlign w:val="center"/>
          </w:tcPr>
          <w:p w14:paraId="6F7FBD5A" w14:textId="77777777" w:rsidR="002D610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129022FA" w14:textId="77777777" w:rsidR="002D6101" w:rsidRDefault="00000000">
            <w:pPr>
              <w:jc w:val="center"/>
            </w:pPr>
            <w:r>
              <w:t>0.75</w:t>
            </w:r>
          </w:p>
        </w:tc>
      </w:tr>
      <w:tr w:rsidR="002D6101" w14:paraId="0481FA16" w14:textId="77777777">
        <w:tc>
          <w:tcPr>
            <w:tcW w:w="2838" w:type="dxa"/>
            <w:shd w:val="clear" w:color="auto" w:fill="E6E6E6"/>
            <w:vAlign w:val="center"/>
          </w:tcPr>
          <w:p w14:paraId="4CDCFAB9" w14:textId="77777777" w:rsidR="002D610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548B712F" w14:textId="77777777" w:rsidR="002D6101" w:rsidRDefault="00000000">
            <w:pPr>
              <w:jc w:val="center"/>
            </w:pPr>
            <w:r>
              <w:t>0.77</w:t>
            </w:r>
          </w:p>
        </w:tc>
      </w:tr>
      <w:tr w:rsidR="002D6101" w14:paraId="3511EB46" w14:textId="77777777">
        <w:tc>
          <w:tcPr>
            <w:tcW w:w="2838" w:type="dxa"/>
            <w:shd w:val="clear" w:color="auto" w:fill="E6E6E6"/>
            <w:vAlign w:val="center"/>
          </w:tcPr>
          <w:p w14:paraId="0963C196" w14:textId="77777777" w:rsidR="002D610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530655AF" w14:textId="77777777" w:rsidR="002D6101" w:rsidRDefault="00000000">
            <w:pPr>
              <w:jc w:val="center"/>
            </w:pPr>
            <w:r>
              <w:t>重质围护结构</w:t>
            </w:r>
          </w:p>
        </w:tc>
      </w:tr>
    </w:tbl>
    <w:p w14:paraId="0B7BA7F6" w14:textId="77777777" w:rsidR="002D6101" w:rsidRDefault="00000000">
      <w:pPr>
        <w:pStyle w:val="4"/>
      </w:pPr>
      <w:r>
        <w:lastRenderedPageBreak/>
        <w:t>自然通风房间：逐时温度</w:t>
      </w:r>
    </w:p>
    <w:p w14:paraId="21E73F71" w14:textId="77777777" w:rsidR="002D6101" w:rsidRDefault="00000000">
      <w:pPr>
        <w:jc w:val="center"/>
      </w:pPr>
      <w:r>
        <w:rPr>
          <w:noProof/>
        </w:rPr>
        <w:drawing>
          <wp:inline distT="0" distB="0" distL="0" distR="0" wp14:anchorId="189E916E" wp14:editId="163DDFF6">
            <wp:extent cx="5667375" cy="28860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998EF" w14:textId="77777777" w:rsidR="002D6101" w:rsidRDefault="002D6101"/>
    <w:p w14:paraId="36ECDC38" w14:textId="77777777" w:rsidR="002D6101" w:rsidRDefault="002D610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27095578" w14:textId="77777777">
        <w:tc>
          <w:tcPr>
            <w:tcW w:w="777" w:type="dxa"/>
            <w:shd w:val="clear" w:color="auto" w:fill="E6E6E6"/>
            <w:vAlign w:val="center"/>
          </w:tcPr>
          <w:p w14:paraId="37C9308D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5873C1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5D877C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2367C1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502A70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78BD90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0D23F7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298EBB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5540CD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A3BA09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24C2A2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4BB91C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3C0ED78D" w14:textId="77777777">
        <w:tc>
          <w:tcPr>
            <w:tcW w:w="777" w:type="dxa"/>
            <w:vAlign w:val="center"/>
          </w:tcPr>
          <w:p w14:paraId="2C209E75" w14:textId="77777777" w:rsidR="002D6101" w:rsidRDefault="00000000">
            <w:r>
              <w:t>36.36</w:t>
            </w:r>
          </w:p>
        </w:tc>
        <w:tc>
          <w:tcPr>
            <w:tcW w:w="777" w:type="dxa"/>
            <w:vAlign w:val="center"/>
          </w:tcPr>
          <w:p w14:paraId="7A6BBB61" w14:textId="77777777" w:rsidR="002D6101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12006004" w14:textId="77777777" w:rsidR="002D6101" w:rsidRDefault="00000000">
            <w:r>
              <w:t>35.05</w:t>
            </w:r>
          </w:p>
        </w:tc>
        <w:tc>
          <w:tcPr>
            <w:tcW w:w="777" w:type="dxa"/>
            <w:vAlign w:val="center"/>
          </w:tcPr>
          <w:p w14:paraId="337042F5" w14:textId="77777777" w:rsidR="002D6101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74C5921C" w14:textId="77777777" w:rsidR="002D6101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5A832598" w14:textId="77777777" w:rsidR="002D6101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744627EF" w14:textId="77777777" w:rsidR="002D6101" w:rsidRDefault="00000000">
            <w:r>
              <w:t>33.58</w:t>
            </w:r>
          </w:p>
        </w:tc>
        <w:tc>
          <w:tcPr>
            <w:tcW w:w="777" w:type="dxa"/>
            <w:vAlign w:val="center"/>
          </w:tcPr>
          <w:p w14:paraId="4276F55C" w14:textId="77777777" w:rsidR="002D610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68AF95DF" w14:textId="77777777" w:rsidR="002D6101" w:rsidRDefault="00000000">
            <w:r>
              <w:t>33.78</w:t>
            </w:r>
          </w:p>
        </w:tc>
        <w:tc>
          <w:tcPr>
            <w:tcW w:w="777" w:type="dxa"/>
            <w:vAlign w:val="center"/>
          </w:tcPr>
          <w:p w14:paraId="331588D8" w14:textId="77777777" w:rsidR="002D6101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5C2F9178" w14:textId="77777777" w:rsidR="002D6101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27ECA1FB" w14:textId="77777777" w:rsidR="002D6101" w:rsidRDefault="00000000">
            <w:r>
              <w:t>35.15</w:t>
            </w:r>
          </w:p>
        </w:tc>
      </w:tr>
      <w:tr w:rsidR="002D6101" w14:paraId="3F4AF90B" w14:textId="77777777">
        <w:tc>
          <w:tcPr>
            <w:tcW w:w="777" w:type="dxa"/>
            <w:shd w:val="clear" w:color="auto" w:fill="E6E6E6"/>
            <w:vAlign w:val="center"/>
          </w:tcPr>
          <w:p w14:paraId="20700CFF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AF6523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C7A2AB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B84160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B0F61C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DE8224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335D1E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883106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CD8705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C1D4D6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0EDFB3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A89438" w14:textId="77777777" w:rsidR="002D6101" w:rsidRDefault="00000000">
            <w:r>
              <w:t>23:00</w:t>
            </w:r>
          </w:p>
        </w:tc>
      </w:tr>
      <w:tr w:rsidR="002D6101" w14:paraId="54F1D980" w14:textId="77777777">
        <w:tc>
          <w:tcPr>
            <w:tcW w:w="777" w:type="dxa"/>
            <w:vAlign w:val="center"/>
          </w:tcPr>
          <w:p w14:paraId="3A40F429" w14:textId="77777777" w:rsidR="002D6101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68E3A893" w14:textId="77777777" w:rsidR="002D6101" w:rsidRDefault="00000000">
            <w:r>
              <w:t>36.44</w:t>
            </w:r>
          </w:p>
        </w:tc>
        <w:tc>
          <w:tcPr>
            <w:tcW w:w="777" w:type="dxa"/>
            <w:vAlign w:val="center"/>
          </w:tcPr>
          <w:p w14:paraId="00C70DE3" w14:textId="77777777" w:rsidR="002D6101" w:rsidRDefault="00000000">
            <w:r>
              <w:t>37.08</w:t>
            </w:r>
          </w:p>
        </w:tc>
        <w:tc>
          <w:tcPr>
            <w:tcW w:w="777" w:type="dxa"/>
            <w:vAlign w:val="center"/>
          </w:tcPr>
          <w:p w14:paraId="6F6C61F4" w14:textId="77777777" w:rsidR="002D610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2BF6B917" w14:textId="77777777" w:rsidR="002D6101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33277881" w14:textId="77777777" w:rsidR="002D6101" w:rsidRDefault="00000000">
            <w:r>
              <w:t>38.46</w:t>
            </w:r>
          </w:p>
        </w:tc>
        <w:tc>
          <w:tcPr>
            <w:tcW w:w="777" w:type="dxa"/>
            <w:vAlign w:val="center"/>
          </w:tcPr>
          <w:p w14:paraId="0C46BBD7" w14:textId="77777777" w:rsidR="002D6101" w:rsidRDefault="00000000">
            <w:r>
              <w:rPr>
                <w:color w:val="3333CC"/>
              </w:rPr>
              <w:t>38.63</w:t>
            </w:r>
          </w:p>
        </w:tc>
        <w:tc>
          <w:tcPr>
            <w:tcW w:w="777" w:type="dxa"/>
            <w:vAlign w:val="center"/>
          </w:tcPr>
          <w:p w14:paraId="10A0EBD1" w14:textId="77777777" w:rsidR="002D6101" w:rsidRDefault="00000000">
            <w:r>
              <w:t>38.62</w:t>
            </w:r>
          </w:p>
        </w:tc>
        <w:tc>
          <w:tcPr>
            <w:tcW w:w="777" w:type="dxa"/>
            <w:vAlign w:val="center"/>
          </w:tcPr>
          <w:p w14:paraId="08837A0F" w14:textId="77777777" w:rsidR="002D6101" w:rsidRDefault="00000000">
            <w:r>
              <w:t>38.44</w:t>
            </w:r>
          </w:p>
        </w:tc>
        <w:tc>
          <w:tcPr>
            <w:tcW w:w="777" w:type="dxa"/>
            <w:vAlign w:val="center"/>
          </w:tcPr>
          <w:p w14:paraId="36EE4FB7" w14:textId="77777777" w:rsidR="002D6101" w:rsidRDefault="00000000">
            <w:r>
              <w:t>38.10</w:t>
            </w:r>
          </w:p>
        </w:tc>
        <w:tc>
          <w:tcPr>
            <w:tcW w:w="777" w:type="dxa"/>
            <w:vAlign w:val="center"/>
          </w:tcPr>
          <w:p w14:paraId="6F74F725" w14:textId="77777777" w:rsidR="002D610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753A3435" w14:textId="77777777" w:rsidR="002D6101" w:rsidRDefault="00000000">
            <w:r>
              <w:t>37.02</w:t>
            </w:r>
          </w:p>
        </w:tc>
      </w:tr>
    </w:tbl>
    <w:p w14:paraId="5D31F444" w14:textId="77777777" w:rsidR="002D6101" w:rsidRDefault="00000000">
      <w:pPr>
        <w:pStyle w:val="2"/>
      </w:pPr>
      <w:bookmarkStart w:id="51" w:name="_Toc160476098"/>
      <w:r>
        <w:t>外墙构造</w:t>
      </w:r>
      <w:bookmarkEnd w:id="51"/>
    </w:p>
    <w:p w14:paraId="6074BCB4" w14:textId="77777777" w:rsidR="002D6101" w:rsidRDefault="00000000">
      <w:pPr>
        <w:pStyle w:val="3"/>
      </w:pPr>
      <w:bookmarkStart w:id="52" w:name="_Toc160476099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D6101" w14:paraId="59628CB5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797823B9" w14:textId="77777777" w:rsidR="002D610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10FF6459" w14:textId="77777777" w:rsidR="002D610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0B972CA" w14:textId="77777777" w:rsidR="002D610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5757BA9" w14:textId="77777777" w:rsidR="002D610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715D8CA" w14:textId="77777777" w:rsidR="002D610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C2A816B" w14:textId="77777777" w:rsidR="002D610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5B3BD03" w14:textId="77777777" w:rsidR="002D610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B66FF73" w14:textId="77777777" w:rsidR="002D610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D6101" w14:paraId="5D5EA546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34BCE2DB" w14:textId="77777777" w:rsidR="002D6101" w:rsidRDefault="002D6101"/>
        </w:tc>
        <w:tc>
          <w:tcPr>
            <w:tcW w:w="834" w:type="dxa"/>
            <w:shd w:val="clear" w:color="auto" w:fill="E6E6E6"/>
            <w:vAlign w:val="center"/>
          </w:tcPr>
          <w:p w14:paraId="4D57C300" w14:textId="77777777" w:rsidR="002D610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AE0AFDE" w14:textId="77777777" w:rsidR="002D610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8C79B75" w14:textId="77777777" w:rsidR="002D610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A3C01A" w14:textId="77777777" w:rsidR="002D610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10D952A" w14:textId="77777777" w:rsidR="002D610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203F80" w14:textId="77777777" w:rsidR="002D610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D310A22" w14:textId="77777777" w:rsidR="002D6101" w:rsidRDefault="00000000">
            <w:r>
              <w:t>D=R*S</w:t>
            </w:r>
          </w:p>
        </w:tc>
      </w:tr>
      <w:tr w:rsidR="002D6101" w14:paraId="3DD09EBA" w14:textId="77777777">
        <w:tc>
          <w:tcPr>
            <w:tcW w:w="2838" w:type="dxa"/>
            <w:vAlign w:val="center"/>
          </w:tcPr>
          <w:p w14:paraId="12F75010" w14:textId="77777777" w:rsidR="002D610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34C7434A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B6D40AD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957220A" w14:textId="77777777" w:rsidR="002D610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6EC19067" w14:textId="77777777" w:rsidR="002D610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12CDB728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8F83732" w14:textId="77777777" w:rsidR="002D610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656A65CF" w14:textId="77777777" w:rsidR="002D6101" w:rsidRDefault="00000000">
            <w:r>
              <w:t>0.245</w:t>
            </w:r>
          </w:p>
        </w:tc>
      </w:tr>
      <w:tr w:rsidR="002D6101" w14:paraId="18B126BE" w14:textId="77777777">
        <w:tc>
          <w:tcPr>
            <w:tcW w:w="2838" w:type="dxa"/>
            <w:vAlign w:val="center"/>
          </w:tcPr>
          <w:p w14:paraId="076607F6" w14:textId="77777777" w:rsidR="002D6101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704C194B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273438A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AF2D130" w14:textId="77777777" w:rsidR="002D610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204FDFED" w14:textId="77777777" w:rsidR="002D6101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334E577F" w14:textId="77777777" w:rsidR="002D6101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5F7F7927" w14:textId="77777777" w:rsidR="002D6101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3857BB17" w14:textId="77777777" w:rsidR="002D6101" w:rsidRDefault="00000000">
            <w:r>
              <w:t>0.227</w:t>
            </w:r>
          </w:p>
        </w:tc>
      </w:tr>
      <w:tr w:rsidR="002D6101" w14:paraId="4D11BE2C" w14:textId="77777777">
        <w:tc>
          <w:tcPr>
            <w:tcW w:w="2838" w:type="dxa"/>
            <w:vAlign w:val="center"/>
          </w:tcPr>
          <w:p w14:paraId="5F280224" w14:textId="77777777" w:rsidR="002D610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CE704FC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5B6EC38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59114C9" w14:textId="77777777" w:rsidR="002D610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19D720D7" w14:textId="77777777" w:rsidR="002D610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6D1385F6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1070E81" w14:textId="77777777" w:rsidR="002D610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26C42024" w14:textId="77777777" w:rsidR="002D6101" w:rsidRDefault="00000000">
            <w:r>
              <w:t>0.245</w:t>
            </w:r>
          </w:p>
        </w:tc>
      </w:tr>
      <w:tr w:rsidR="002D6101" w14:paraId="37272C30" w14:textId="77777777">
        <w:tc>
          <w:tcPr>
            <w:tcW w:w="2838" w:type="dxa"/>
            <w:vAlign w:val="center"/>
          </w:tcPr>
          <w:p w14:paraId="3CB9878F" w14:textId="77777777" w:rsidR="002D610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3492502B" w14:textId="77777777" w:rsidR="002D610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6C1A4594" w14:textId="77777777" w:rsidR="002D610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46EC354D" w14:textId="77777777" w:rsidR="002D610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6EC5B299" w14:textId="77777777" w:rsidR="002D610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31617971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37CA039" w14:textId="77777777" w:rsidR="002D6101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5F1B58B6" w14:textId="77777777" w:rsidR="002D6101" w:rsidRDefault="00000000">
            <w:r>
              <w:t>1.977</w:t>
            </w:r>
          </w:p>
        </w:tc>
      </w:tr>
      <w:tr w:rsidR="002D6101" w14:paraId="74022AB9" w14:textId="77777777">
        <w:tc>
          <w:tcPr>
            <w:tcW w:w="2838" w:type="dxa"/>
            <w:vAlign w:val="center"/>
          </w:tcPr>
          <w:p w14:paraId="74D700C1" w14:textId="77777777" w:rsidR="002D610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7744EBB7" w14:textId="77777777" w:rsidR="002D610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A13B235" w14:textId="77777777" w:rsidR="002D610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0A8764B" w14:textId="77777777" w:rsidR="002D610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69CEE952" w14:textId="77777777" w:rsidR="002D610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41D9D2F8" w14:textId="77777777" w:rsidR="002D610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C7F4850" w14:textId="77777777" w:rsidR="002D610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1A060533" w14:textId="77777777" w:rsidR="002D6101" w:rsidRDefault="00000000">
            <w:r>
              <w:t>0.249</w:t>
            </w:r>
          </w:p>
        </w:tc>
      </w:tr>
      <w:tr w:rsidR="002D6101" w14:paraId="54556F5B" w14:textId="77777777">
        <w:tc>
          <w:tcPr>
            <w:tcW w:w="2838" w:type="dxa"/>
            <w:vAlign w:val="center"/>
          </w:tcPr>
          <w:p w14:paraId="122DFA10" w14:textId="77777777" w:rsidR="002D610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08DEFF39" w14:textId="77777777" w:rsidR="002D6101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6DF1E527" w14:textId="77777777" w:rsidR="002D610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73F0F2E4" w14:textId="77777777" w:rsidR="002D610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DA2FA0E" w14:textId="77777777" w:rsidR="002D610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705FD435" w14:textId="77777777" w:rsidR="002D610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275CEF77" w14:textId="77777777" w:rsidR="002D6101" w:rsidRDefault="00000000">
            <w:r>
              <w:t>0.738</w:t>
            </w:r>
          </w:p>
        </w:tc>
        <w:tc>
          <w:tcPr>
            <w:tcW w:w="990" w:type="dxa"/>
            <w:vAlign w:val="center"/>
          </w:tcPr>
          <w:p w14:paraId="335B6599" w14:textId="77777777" w:rsidR="002D6101" w:rsidRDefault="00000000">
            <w:r>
              <w:t>2.941</w:t>
            </w:r>
          </w:p>
        </w:tc>
      </w:tr>
      <w:tr w:rsidR="002D6101" w14:paraId="03DF0D2E" w14:textId="77777777">
        <w:tc>
          <w:tcPr>
            <w:tcW w:w="2838" w:type="dxa"/>
            <w:shd w:val="clear" w:color="auto" w:fill="E6E6E6"/>
            <w:vAlign w:val="center"/>
          </w:tcPr>
          <w:p w14:paraId="6C9DC88D" w14:textId="77777777" w:rsidR="002D610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7C23C8E6" w14:textId="77777777" w:rsidR="002D6101" w:rsidRDefault="00000000">
            <w:pPr>
              <w:jc w:val="center"/>
            </w:pPr>
            <w:r>
              <w:t>5.0</w:t>
            </w:r>
          </w:p>
        </w:tc>
      </w:tr>
      <w:tr w:rsidR="002D6101" w14:paraId="3B9721FF" w14:textId="77777777">
        <w:tc>
          <w:tcPr>
            <w:tcW w:w="2838" w:type="dxa"/>
            <w:shd w:val="clear" w:color="auto" w:fill="E6E6E6"/>
            <w:vAlign w:val="center"/>
          </w:tcPr>
          <w:p w14:paraId="1F09474C" w14:textId="77777777" w:rsidR="002D610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201012E" w14:textId="77777777" w:rsidR="002D6101" w:rsidRDefault="00000000">
            <w:pPr>
              <w:jc w:val="center"/>
            </w:pPr>
            <w:r>
              <w:t>0.75</w:t>
            </w:r>
          </w:p>
        </w:tc>
      </w:tr>
      <w:tr w:rsidR="002D6101" w14:paraId="7A80DECA" w14:textId="77777777">
        <w:tc>
          <w:tcPr>
            <w:tcW w:w="2838" w:type="dxa"/>
            <w:shd w:val="clear" w:color="auto" w:fill="E6E6E6"/>
            <w:vAlign w:val="center"/>
          </w:tcPr>
          <w:p w14:paraId="2FFFF6C6" w14:textId="77777777" w:rsidR="002D610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09AADA2E" w14:textId="77777777" w:rsidR="002D6101" w:rsidRDefault="00000000">
            <w:pPr>
              <w:jc w:val="center"/>
            </w:pPr>
            <w:r>
              <w:t>1.13</w:t>
            </w:r>
          </w:p>
        </w:tc>
      </w:tr>
      <w:tr w:rsidR="002D6101" w14:paraId="4933B62B" w14:textId="77777777">
        <w:tc>
          <w:tcPr>
            <w:tcW w:w="2838" w:type="dxa"/>
            <w:shd w:val="clear" w:color="auto" w:fill="E6E6E6"/>
            <w:vAlign w:val="center"/>
          </w:tcPr>
          <w:p w14:paraId="3CEFE18C" w14:textId="77777777" w:rsidR="002D610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59AC7C91" w14:textId="77777777" w:rsidR="002D6101" w:rsidRDefault="00000000">
            <w:pPr>
              <w:jc w:val="center"/>
            </w:pPr>
            <w:r>
              <w:t>重质围护结构</w:t>
            </w:r>
          </w:p>
        </w:tc>
      </w:tr>
    </w:tbl>
    <w:p w14:paraId="5FE07440" w14:textId="77777777" w:rsidR="002D6101" w:rsidRDefault="00000000">
      <w:pPr>
        <w:pStyle w:val="4"/>
      </w:pPr>
      <w:r>
        <w:lastRenderedPageBreak/>
        <w:t>自然通风房间：东向逐时温度</w:t>
      </w:r>
    </w:p>
    <w:p w14:paraId="40D892EB" w14:textId="77777777" w:rsidR="002D6101" w:rsidRDefault="00000000">
      <w:pPr>
        <w:jc w:val="center"/>
      </w:pPr>
      <w:r>
        <w:rPr>
          <w:noProof/>
        </w:rPr>
        <w:drawing>
          <wp:inline distT="0" distB="0" distL="0" distR="0" wp14:anchorId="5EC5A048" wp14:editId="5EA2C1AC">
            <wp:extent cx="5667375" cy="2886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908C7" w14:textId="77777777" w:rsidR="002D6101" w:rsidRDefault="002D6101"/>
    <w:p w14:paraId="5722981A" w14:textId="77777777" w:rsidR="002D6101" w:rsidRDefault="002D610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2766EB51" w14:textId="77777777">
        <w:tc>
          <w:tcPr>
            <w:tcW w:w="777" w:type="dxa"/>
            <w:shd w:val="clear" w:color="auto" w:fill="E6E6E6"/>
            <w:vAlign w:val="center"/>
          </w:tcPr>
          <w:p w14:paraId="6532072B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49E1C6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674B02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B58303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FEA86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84E7C0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BB9F1F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D43118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6C2E7A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3FC01B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B9B814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D7C32A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4F2BC3BD" w14:textId="77777777">
        <w:tc>
          <w:tcPr>
            <w:tcW w:w="777" w:type="dxa"/>
            <w:vAlign w:val="center"/>
          </w:tcPr>
          <w:p w14:paraId="325E39B9" w14:textId="77777777" w:rsidR="002D6101" w:rsidRDefault="00000000">
            <w:r>
              <w:t>35.63</w:t>
            </w:r>
          </w:p>
        </w:tc>
        <w:tc>
          <w:tcPr>
            <w:tcW w:w="777" w:type="dxa"/>
            <w:vAlign w:val="center"/>
          </w:tcPr>
          <w:p w14:paraId="63D949FE" w14:textId="77777777" w:rsidR="002D6101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21F882AC" w14:textId="77777777" w:rsidR="002D6101" w:rsidRDefault="00000000">
            <w:r>
              <w:t>34.34</w:t>
            </w:r>
          </w:p>
        </w:tc>
        <w:tc>
          <w:tcPr>
            <w:tcW w:w="777" w:type="dxa"/>
            <w:vAlign w:val="center"/>
          </w:tcPr>
          <w:p w14:paraId="55B9BB74" w14:textId="77777777" w:rsidR="002D6101" w:rsidRDefault="00000000">
            <w:r>
              <w:t>33.81</w:t>
            </w:r>
          </w:p>
        </w:tc>
        <w:tc>
          <w:tcPr>
            <w:tcW w:w="777" w:type="dxa"/>
            <w:vAlign w:val="center"/>
          </w:tcPr>
          <w:p w14:paraId="5159291B" w14:textId="77777777" w:rsidR="002D6101" w:rsidRDefault="00000000">
            <w:r>
              <w:t>33.41</w:t>
            </w:r>
          </w:p>
        </w:tc>
        <w:tc>
          <w:tcPr>
            <w:tcW w:w="777" w:type="dxa"/>
            <w:vAlign w:val="center"/>
          </w:tcPr>
          <w:p w14:paraId="648AD416" w14:textId="77777777" w:rsidR="002D6101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3CF743AF" w14:textId="77777777" w:rsidR="002D6101" w:rsidRDefault="00000000">
            <w:r>
              <w:t>33.09</w:t>
            </w:r>
          </w:p>
        </w:tc>
        <w:tc>
          <w:tcPr>
            <w:tcW w:w="777" w:type="dxa"/>
            <w:vAlign w:val="center"/>
          </w:tcPr>
          <w:p w14:paraId="74EC556E" w14:textId="77777777" w:rsidR="002D6101" w:rsidRDefault="00000000">
            <w:r>
              <w:t>33.19</w:t>
            </w:r>
          </w:p>
        </w:tc>
        <w:tc>
          <w:tcPr>
            <w:tcW w:w="777" w:type="dxa"/>
            <w:vAlign w:val="center"/>
          </w:tcPr>
          <w:p w14:paraId="29965A65" w14:textId="77777777" w:rsidR="002D6101" w:rsidRDefault="00000000">
            <w:r>
              <w:t>33.46</w:t>
            </w:r>
          </w:p>
        </w:tc>
        <w:tc>
          <w:tcPr>
            <w:tcW w:w="777" w:type="dxa"/>
            <w:vAlign w:val="center"/>
          </w:tcPr>
          <w:p w14:paraId="08168ADE" w14:textId="77777777" w:rsidR="002D6101" w:rsidRDefault="00000000">
            <w:r>
              <w:t>33.88</w:t>
            </w:r>
          </w:p>
        </w:tc>
        <w:tc>
          <w:tcPr>
            <w:tcW w:w="777" w:type="dxa"/>
            <w:vAlign w:val="center"/>
          </w:tcPr>
          <w:p w14:paraId="63DA26A3" w14:textId="77777777" w:rsidR="002D6101" w:rsidRDefault="00000000">
            <w:r>
              <w:t>34.44</w:t>
            </w:r>
          </w:p>
        </w:tc>
        <w:tc>
          <w:tcPr>
            <w:tcW w:w="777" w:type="dxa"/>
            <w:vAlign w:val="center"/>
          </w:tcPr>
          <w:p w14:paraId="430919B3" w14:textId="77777777" w:rsidR="002D6101" w:rsidRDefault="00000000">
            <w:r>
              <w:t>35.10</w:t>
            </w:r>
          </w:p>
        </w:tc>
      </w:tr>
      <w:tr w:rsidR="002D6101" w14:paraId="62249289" w14:textId="77777777">
        <w:tc>
          <w:tcPr>
            <w:tcW w:w="777" w:type="dxa"/>
            <w:shd w:val="clear" w:color="auto" w:fill="E6E6E6"/>
            <w:vAlign w:val="center"/>
          </w:tcPr>
          <w:p w14:paraId="5D011016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D30173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EB4A02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82EF29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1E0031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FA1ADD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E55991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A9EA3F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8C4563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4E99EB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7393A2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F362DD" w14:textId="77777777" w:rsidR="002D6101" w:rsidRDefault="00000000">
            <w:r>
              <w:t>23:00</w:t>
            </w:r>
          </w:p>
        </w:tc>
      </w:tr>
      <w:tr w:rsidR="002D6101" w14:paraId="370BA23D" w14:textId="77777777">
        <w:tc>
          <w:tcPr>
            <w:tcW w:w="777" w:type="dxa"/>
            <w:vAlign w:val="center"/>
          </w:tcPr>
          <w:p w14:paraId="30168D97" w14:textId="77777777" w:rsidR="002D6101" w:rsidRDefault="00000000">
            <w:r>
              <w:t>35.80</w:t>
            </w:r>
          </w:p>
        </w:tc>
        <w:tc>
          <w:tcPr>
            <w:tcW w:w="777" w:type="dxa"/>
            <w:vAlign w:val="center"/>
          </w:tcPr>
          <w:p w14:paraId="6C42A6BB" w14:textId="77777777" w:rsidR="002D6101" w:rsidRDefault="00000000">
            <w:r>
              <w:t>36.48</w:t>
            </w:r>
          </w:p>
        </w:tc>
        <w:tc>
          <w:tcPr>
            <w:tcW w:w="777" w:type="dxa"/>
            <w:vAlign w:val="center"/>
          </w:tcPr>
          <w:p w14:paraId="54033BB5" w14:textId="77777777" w:rsidR="002D6101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1B167EA0" w14:textId="77777777" w:rsidR="002D610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49047ADE" w14:textId="77777777" w:rsidR="002D6101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4BEA8012" w14:textId="77777777" w:rsidR="002D6101" w:rsidRDefault="00000000">
            <w:r>
              <w:t>38.28</w:t>
            </w:r>
          </w:p>
        </w:tc>
        <w:tc>
          <w:tcPr>
            <w:tcW w:w="777" w:type="dxa"/>
            <w:vAlign w:val="center"/>
          </w:tcPr>
          <w:p w14:paraId="7E40222E" w14:textId="77777777" w:rsidR="002D6101" w:rsidRDefault="00000000">
            <w:r>
              <w:rPr>
                <w:color w:val="3333CC"/>
              </w:rPr>
              <w:t>38.34</w:t>
            </w:r>
          </w:p>
        </w:tc>
        <w:tc>
          <w:tcPr>
            <w:tcW w:w="777" w:type="dxa"/>
            <w:vAlign w:val="center"/>
          </w:tcPr>
          <w:p w14:paraId="7D6C3146" w14:textId="77777777" w:rsidR="002D6101" w:rsidRDefault="00000000">
            <w:r>
              <w:t>38.23</w:t>
            </w:r>
          </w:p>
        </w:tc>
        <w:tc>
          <w:tcPr>
            <w:tcW w:w="777" w:type="dxa"/>
            <w:vAlign w:val="center"/>
          </w:tcPr>
          <w:p w14:paraId="3AAB404B" w14:textId="77777777" w:rsidR="002D6101" w:rsidRDefault="00000000">
            <w:r>
              <w:t>37.94</w:t>
            </w:r>
          </w:p>
        </w:tc>
        <w:tc>
          <w:tcPr>
            <w:tcW w:w="777" w:type="dxa"/>
            <w:vAlign w:val="center"/>
          </w:tcPr>
          <w:p w14:paraId="56CE4C72" w14:textId="77777777" w:rsidR="002D6101" w:rsidRDefault="00000000">
            <w:r>
              <w:t>37.51</w:t>
            </w:r>
          </w:p>
        </w:tc>
        <w:tc>
          <w:tcPr>
            <w:tcW w:w="777" w:type="dxa"/>
            <w:vAlign w:val="center"/>
          </w:tcPr>
          <w:p w14:paraId="43578B07" w14:textId="77777777" w:rsidR="002D6101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107D6EAD" w14:textId="77777777" w:rsidR="002D6101" w:rsidRDefault="00000000">
            <w:r>
              <w:t>36.31</w:t>
            </w:r>
          </w:p>
        </w:tc>
      </w:tr>
    </w:tbl>
    <w:p w14:paraId="545BCB43" w14:textId="77777777" w:rsidR="002D6101" w:rsidRDefault="00000000">
      <w:pPr>
        <w:pStyle w:val="4"/>
      </w:pPr>
      <w:r>
        <w:t>自然通风房间：西向逐时温度</w:t>
      </w:r>
    </w:p>
    <w:p w14:paraId="60919FA8" w14:textId="77777777" w:rsidR="002D6101" w:rsidRDefault="00000000">
      <w:pPr>
        <w:jc w:val="center"/>
      </w:pPr>
      <w:r>
        <w:rPr>
          <w:noProof/>
        </w:rPr>
        <w:drawing>
          <wp:inline distT="0" distB="0" distL="0" distR="0" wp14:anchorId="24ECC352" wp14:editId="2A0DE07B">
            <wp:extent cx="5667375" cy="28860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6D376" w14:textId="77777777" w:rsidR="002D6101" w:rsidRDefault="002D6101"/>
    <w:p w14:paraId="140B3122" w14:textId="77777777" w:rsidR="002D6101" w:rsidRDefault="002D610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40A1EF54" w14:textId="77777777">
        <w:tc>
          <w:tcPr>
            <w:tcW w:w="777" w:type="dxa"/>
            <w:shd w:val="clear" w:color="auto" w:fill="E6E6E6"/>
            <w:vAlign w:val="center"/>
          </w:tcPr>
          <w:p w14:paraId="0C68A1F9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1A7EE9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8385FE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B8107A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5D02CB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4103DB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3DC7CB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268B6A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BF4516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CA4631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F3A08A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62A6B4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60DFA2BF" w14:textId="77777777">
        <w:tc>
          <w:tcPr>
            <w:tcW w:w="777" w:type="dxa"/>
            <w:vAlign w:val="center"/>
          </w:tcPr>
          <w:p w14:paraId="1F673C3D" w14:textId="77777777" w:rsidR="002D6101" w:rsidRDefault="00000000">
            <w:r>
              <w:t>35.85</w:t>
            </w:r>
          </w:p>
        </w:tc>
        <w:tc>
          <w:tcPr>
            <w:tcW w:w="777" w:type="dxa"/>
            <w:vAlign w:val="center"/>
          </w:tcPr>
          <w:p w14:paraId="567EC37B" w14:textId="77777777" w:rsidR="002D6101" w:rsidRDefault="00000000">
            <w:r>
              <w:t>35.17</w:t>
            </w:r>
          </w:p>
        </w:tc>
        <w:tc>
          <w:tcPr>
            <w:tcW w:w="777" w:type="dxa"/>
            <w:vAlign w:val="center"/>
          </w:tcPr>
          <w:p w14:paraId="581E1EEC" w14:textId="77777777" w:rsidR="002D6101" w:rsidRDefault="00000000">
            <w:r>
              <w:t>34.55</w:t>
            </w:r>
          </w:p>
        </w:tc>
        <w:tc>
          <w:tcPr>
            <w:tcW w:w="777" w:type="dxa"/>
            <w:vAlign w:val="center"/>
          </w:tcPr>
          <w:p w14:paraId="16952A64" w14:textId="77777777" w:rsidR="002D610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7387EBF5" w14:textId="77777777" w:rsidR="002D610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40740798" w14:textId="77777777" w:rsidR="002D610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3E543A25" w14:textId="77777777" w:rsidR="002D6101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404774CF" w14:textId="77777777" w:rsidR="002D610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1058FB19" w14:textId="77777777" w:rsidR="002D610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40A5B603" w14:textId="77777777" w:rsidR="002D6101" w:rsidRDefault="00000000">
            <w:r>
              <w:t>34.00</w:t>
            </w:r>
          </w:p>
        </w:tc>
        <w:tc>
          <w:tcPr>
            <w:tcW w:w="777" w:type="dxa"/>
            <w:vAlign w:val="center"/>
          </w:tcPr>
          <w:p w14:paraId="30447951" w14:textId="77777777" w:rsidR="002D6101" w:rsidRDefault="00000000">
            <w:r>
              <w:t>34.52</w:t>
            </w:r>
          </w:p>
        </w:tc>
        <w:tc>
          <w:tcPr>
            <w:tcW w:w="777" w:type="dxa"/>
            <w:vAlign w:val="center"/>
          </w:tcPr>
          <w:p w14:paraId="4DEEE54D" w14:textId="77777777" w:rsidR="002D6101" w:rsidRDefault="00000000">
            <w:r>
              <w:t>35.14</w:t>
            </w:r>
          </w:p>
        </w:tc>
      </w:tr>
      <w:tr w:rsidR="002D6101" w14:paraId="01B7A8EF" w14:textId="77777777">
        <w:tc>
          <w:tcPr>
            <w:tcW w:w="777" w:type="dxa"/>
            <w:shd w:val="clear" w:color="auto" w:fill="E6E6E6"/>
            <w:vAlign w:val="center"/>
          </w:tcPr>
          <w:p w14:paraId="7E73692D" w14:textId="77777777" w:rsidR="002D6101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96E3DA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AFE974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9BD703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94800E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017D90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3AED69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B27E6E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A91F06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17F396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E88321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FB6754" w14:textId="77777777" w:rsidR="002D6101" w:rsidRDefault="00000000">
            <w:r>
              <w:t>23:00</w:t>
            </w:r>
          </w:p>
        </w:tc>
      </w:tr>
      <w:tr w:rsidR="002D6101" w14:paraId="71C44C0E" w14:textId="77777777">
        <w:tc>
          <w:tcPr>
            <w:tcW w:w="777" w:type="dxa"/>
            <w:vAlign w:val="center"/>
          </w:tcPr>
          <w:p w14:paraId="7DD87AC4" w14:textId="77777777" w:rsidR="002D6101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74EAACE7" w14:textId="77777777" w:rsidR="002D6101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69F80E48" w14:textId="77777777" w:rsidR="002D6101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6C48BD71" w14:textId="77777777" w:rsidR="002D610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3D98775C" w14:textId="77777777" w:rsidR="002D6101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1D27E010" w14:textId="77777777" w:rsidR="002D6101" w:rsidRDefault="00000000">
            <w:r>
              <w:t>38.33</w:t>
            </w:r>
          </w:p>
        </w:tc>
        <w:tc>
          <w:tcPr>
            <w:tcW w:w="777" w:type="dxa"/>
            <w:vAlign w:val="center"/>
          </w:tcPr>
          <w:p w14:paraId="1DCB7EE9" w14:textId="77777777" w:rsidR="002D6101" w:rsidRDefault="00000000">
            <w:r>
              <w:rPr>
                <w:color w:val="3333CC"/>
              </w:rPr>
              <w:t>38.45</w:t>
            </w:r>
          </w:p>
        </w:tc>
        <w:tc>
          <w:tcPr>
            <w:tcW w:w="777" w:type="dxa"/>
            <w:vAlign w:val="center"/>
          </w:tcPr>
          <w:p w14:paraId="22D073DB" w14:textId="77777777" w:rsidR="002D6101" w:rsidRDefault="00000000">
            <w:r>
              <w:t>38.40</w:t>
            </w:r>
          </w:p>
        </w:tc>
        <w:tc>
          <w:tcPr>
            <w:tcW w:w="777" w:type="dxa"/>
            <w:vAlign w:val="center"/>
          </w:tcPr>
          <w:p w14:paraId="31F96FC7" w14:textId="77777777" w:rsidR="002D6101" w:rsidRDefault="00000000">
            <w:r>
              <w:t>38.15</w:t>
            </w:r>
          </w:p>
        </w:tc>
        <w:tc>
          <w:tcPr>
            <w:tcW w:w="777" w:type="dxa"/>
            <w:vAlign w:val="center"/>
          </w:tcPr>
          <w:p w14:paraId="4941E941" w14:textId="77777777" w:rsidR="002D6101" w:rsidRDefault="00000000">
            <w:r>
              <w:t>37.73</w:t>
            </w:r>
          </w:p>
        </w:tc>
        <w:tc>
          <w:tcPr>
            <w:tcW w:w="777" w:type="dxa"/>
            <w:vAlign w:val="center"/>
          </w:tcPr>
          <w:p w14:paraId="009E32CA" w14:textId="77777777" w:rsidR="002D6101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500F307F" w14:textId="77777777" w:rsidR="002D6101" w:rsidRDefault="00000000">
            <w:r>
              <w:t>36.54</w:t>
            </w:r>
          </w:p>
        </w:tc>
      </w:tr>
    </w:tbl>
    <w:p w14:paraId="12A6AB2D" w14:textId="77777777" w:rsidR="002D6101" w:rsidRDefault="00000000">
      <w:pPr>
        <w:pStyle w:val="4"/>
      </w:pPr>
      <w:r>
        <w:t>自然通风房间：南向逐时温度</w:t>
      </w:r>
    </w:p>
    <w:p w14:paraId="1F019B04" w14:textId="77777777" w:rsidR="002D6101" w:rsidRDefault="00000000">
      <w:pPr>
        <w:jc w:val="center"/>
      </w:pPr>
      <w:r>
        <w:rPr>
          <w:noProof/>
        </w:rPr>
        <w:drawing>
          <wp:inline distT="0" distB="0" distL="0" distR="0" wp14:anchorId="7169914B" wp14:editId="79F7D670">
            <wp:extent cx="5667375" cy="28860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4AEBD" w14:textId="77777777" w:rsidR="002D6101" w:rsidRDefault="002D6101"/>
    <w:p w14:paraId="17D04AAD" w14:textId="77777777" w:rsidR="002D6101" w:rsidRDefault="002D610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0522C53E" w14:textId="77777777">
        <w:tc>
          <w:tcPr>
            <w:tcW w:w="777" w:type="dxa"/>
            <w:shd w:val="clear" w:color="auto" w:fill="E6E6E6"/>
            <w:vAlign w:val="center"/>
          </w:tcPr>
          <w:p w14:paraId="2CCD834D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32DA24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E7879F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4AB1DC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960941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EDF5A2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F4F470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522316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18D7E4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1EF196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26E455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124662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2F570B62" w14:textId="77777777">
        <w:tc>
          <w:tcPr>
            <w:tcW w:w="777" w:type="dxa"/>
            <w:vAlign w:val="center"/>
          </w:tcPr>
          <w:p w14:paraId="21F59260" w14:textId="77777777" w:rsidR="002D6101" w:rsidRDefault="00000000">
            <w:r>
              <w:t>35.73</w:t>
            </w:r>
          </w:p>
        </w:tc>
        <w:tc>
          <w:tcPr>
            <w:tcW w:w="777" w:type="dxa"/>
            <w:vAlign w:val="center"/>
          </w:tcPr>
          <w:p w14:paraId="64FD1EDA" w14:textId="77777777" w:rsidR="002D6101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5D9570F4" w14:textId="77777777" w:rsidR="002D6101" w:rsidRDefault="00000000">
            <w:r>
              <w:t>34.43</w:t>
            </w:r>
          </w:p>
        </w:tc>
        <w:tc>
          <w:tcPr>
            <w:tcW w:w="777" w:type="dxa"/>
            <w:vAlign w:val="center"/>
          </w:tcPr>
          <w:p w14:paraId="491B1FB9" w14:textId="77777777" w:rsidR="002D6101" w:rsidRDefault="00000000">
            <w:r>
              <w:t>33.90</w:t>
            </w:r>
          </w:p>
        </w:tc>
        <w:tc>
          <w:tcPr>
            <w:tcW w:w="777" w:type="dxa"/>
            <w:vAlign w:val="center"/>
          </w:tcPr>
          <w:p w14:paraId="309CE94E" w14:textId="77777777" w:rsidR="002D6101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0EAF1ACC" w14:textId="77777777" w:rsidR="002D6101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6EA3C632" w14:textId="77777777" w:rsidR="002D6101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1BF74DF3" w14:textId="77777777" w:rsidR="002D6101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79761866" w14:textId="77777777" w:rsidR="002D6101" w:rsidRDefault="00000000">
            <w:r>
              <w:t>33.51</w:t>
            </w:r>
          </w:p>
        </w:tc>
        <w:tc>
          <w:tcPr>
            <w:tcW w:w="777" w:type="dxa"/>
            <w:vAlign w:val="center"/>
          </w:tcPr>
          <w:p w14:paraId="4292F8F1" w14:textId="77777777" w:rsidR="002D6101" w:rsidRDefault="00000000">
            <w:r>
              <w:t>33.92</w:t>
            </w:r>
          </w:p>
        </w:tc>
        <w:tc>
          <w:tcPr>
            <w:tcW w:w="777" w:type="dxa"/>
            <w:vAlign w:val="center"/>
          </w:tcPr>
          <w:p w14:paraId="1B650102" w14:textId="77777777" w:rsidR="002D6101" w:rsidRDefault="00000000">
            <w:r>
              <w:t>34.46</w:t>
            </w:r>
          </w:p>
        </w:tc>
        <w:tc>
          <w:tcPr>
            <w:tcW w:w="777" w:type="dxa"/>
            <w:vAlign w:val="center"/>
          </w:tcPr>
          <w:p w14:paraId="0CE459D5" w14:textId="77777777" w:rsidR="002D6101" w:rsidRDefault="00000000">
            <w:r>
              <w:t>35.09</w:t>
            </w:r>
          </w:p>
        </w:tc>
      </w:tr>
      <w:tr w:rsidR="002D6101" w14:paraId="62F77D49" w14:textId="77777777">
        <w:tc>
          <w:tcPr>
            <w:tcW w:w="777" w:type="dxa"/>
            <w:shd w:val="clear" w:color="auto" w:fill="E6E6E6"/>
            <w:vAlign w:val="center"/>
          </w:tcPr>
          <w:p w14:paraId="395C819F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E5947E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7E768B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96AB5B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389B73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B05901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53471E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DC15E0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401343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2F9F80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06A0C8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52E3BD" w14:textId="77777777" w:rsidR="002D6101" w:rsidRDefault="00000000">
            <w:r>
              <w:t>23:00</w:t>
            </w:r>
          </w:p>
        </w:tc>
      </w:tr>
      <w:tr w:rsidR="002D6101" w14:paraId="42F54B30" w14:textId="77777777">
        <w:tc>
          <w:tcPr>
            <w:tcW w:w="777" w:type="dxa"/>
            <w:vAlign w:val="center"/>
          </w:tcPr>
          <w:p w14:paraId="4B8E3921" w14:textId="77777777" w:rsidR="002D6101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2A327823" w14:textId="77777777" w:rsidR="002D6101" w:rsidRDefault="00000000">
            <w:r>
              <w:t>36.47</w:t>
            </w:r>
          </w:p>
        </w:tc>
        <w:tc>
          <w:tcPr>
            <w:tcW w:w="777" w:type="dxa"/>
            <w:vAlign w:val="center"/>
          </w:tcPr>
          <w:p w14:paraId="6D37A5B0" w14:textId="77777777" w:rsidR="002D6101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0ADC3C03" w14:textId="77777777" w:rsidR="002D6101" w:rsidRDefault="00000000">
            <w:r>
              <w:t>37.69</w:t>
            </w:r>
          </w:p>
        </w:tc>
        <w:tc>
          <w:tcPr>
            <w:tcW w:w="777" w:type="dxa"/>
            <w:vAlign w:val="center"/>
          </w:tcPr>
          <w:p w14:paraId="3DF7084C" w14:textId="77777777" w:rsidR="002D6101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490610D8" w14:textId="77777777" w:rsidR="002D6101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08C10204" w14:textId="77777777" w:rsidR="002D6101" w:rsidRDefault="00000000">
            <w:r>
              <w:rPr>
                <w:color w:val="3333CC"/>
              </w:rPr>
              <w:t>38.46</w:t>
            </w:r>
          </w:p>
        </w:tc>
        <w:tc>
          <w:tcPr>
            <w:tcW w:w="777" w:type="dxa"/>
            <w:vAlign w:val="center"/>
          </w:tcPr>
          <w:p w14:paraId="6F771B3B" w14:textId="77777777" w:rsidR="002D6101" w:rsidRDefault="00000000">
            <w:r>
              <w:t>38.36</w:t>
            </w:r>
          </w:p>
        </w:tc>
        <w:tc>
          <w:tcPr>
            <w:tcW w:w="777" w:type="dxa"/>
            <w:vAlign w:val="center"/>
          </w:tcPr>
          <w:p w14:paraId="475CA716" w14:textId="77777777" w:rsidR="002D6101" w:rsidRDefault="00000000">
            <w:r>
              <w:t>38.07</w:t>
            </w:r>
          </w:p>
        </w:tc>
        <w:tc>
          <w:tcPr>
            <w:tcW w:w="777" w:type="dxa"/>
            <w:vAlign w:val="center"/>
          </w:tcPr>
          <w:p w14:paraId="4882CC2F" w14:textId="77777777" w:rsidR="002D6101" w:rsidRDefault="00000000">
            <w:r>
              <w:t>37.63</w:t>
            </w:r>
          </w:p>
        </w:tc>
        <w:tc>
          <w:tcPr>
            <w:tcW w:w="777" w:type="dxa"/>
            <w:vAlign w:val="center"/>
          </w:tcPr>
          <w:p w14:paraId="5CE01511" w14:textId="77777777" w:rsidR="002D6101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1B951FE5" w14:textId="77777777" w:rsidR="002D6101" w:rsidRDefault="00000000">
            <w:r>
              <w:t>36.42</w:t>
            </w:r>
          </w:p>
        </w:tc>
      </w:tr>
    </w:tbl>
    <w:p w14:paraId="575256B7" w14:textId="77777777" w:rsidR="002D6101" w:rsidRDefault="00000000">
      <w:pPr>
        <w:pStyle w:val="4"/>
      </w:pPr>
      <w:r>
        <w:t>自然通风房间：北向逐时温度</w:t>
      </w:r>
    </w:p>
    <w:p w14:paraId="0CD58200" w14:textId="77777777" w:rsidR="002D6101" w:rsidRDefault="00000000">
      <w:pPr>
        <w:jc w:val="center"/>
      </w:pPr>
      <w:r>
        <w:rPr>
          <w:noProof/>
        </w:rPr>
        <w:drawing>
          <wp:inline distT="0" distB="0" distL="0" distR="0" wp14:anchorId="33EA91FB" wp14:editId="48EF176F">
            <wp:extent cx="5667375" cy="28860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8F378" w14:textId="77777777" w:rsidR="002D6101" w:rsidRDefault="002D6101"/>
    <w:p w14:paraId="04D128A6" w14:textId="77777777" w:rsidR="002D6101" w:rsidRDefault="002D610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D6101" w14:paraId="29EA7203" w14:textId="77777777">
        <w:tc>
          <w:tcPr>
            <w:tcW w:w="777" w:type="dxa"/>
            <w:shd w:val="clear" w:color="auto" w:fill="E6E6E6"/>
            <w:vAlign w:val="center"/>
          </w:tcPr>
          <w:p w14:paraId="67112B10" w14:textId="77777777" w:rsidR="002D610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ADFEF3" w14:textId="77777777" w:rsidR="002D610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1A6699" w14:textId="77777777" w:rsidR="002D610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DEEFE0" w14:textId="77777777" w:rsidR="002D610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A51442" w14:textId="77777777" w:rsidR="002D610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06DE13" w14:textId="77777777" w:rsidR="002D610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825E4A" w14:textId="77777777" w:rsidR="002D610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67F920" w14:textId="77777777" w:rsidR="002D610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CD1BF6" w14:textId="77777777" w:rsidR="002D610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B69651" w14:textId="77777777" w:rsidR="002D610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B17546" w14:textId="77777777" w:rsidR="002D610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ECBBB9" w14:textId="77777777" w:rsidR="002D6101" w:rsidRDefault="00000000">
            <w:pPr>
              <w:jc w:val="center"/>
            </w:pPr>
            <w:r>
              <w:t>11:00</w:t>
            </w:r>
          </w:p>
        </w:tc>
      </w:tr>
      <w:tr w:rsidR="002D6101" w14:paraId="3D1D770C" w14:textId="77777777">
        <w:tc>
          <w:tcPr>
            <w:tcW w:w="777" w:type="dxa"/>
            <w:vAlign w:val="center"/>
          </w:tcPr>
          <w:p w14:paraId="2224B3B6" w14:textId="77777777" w:rsidR="002D6101" w:rsidRDefault="00000000">
            <w:r>
              <w:t>35.34</w:t>
            </w:r>
          </w:p>
        </w:tc>
        <w:tc>
          <w:tcPr>
            <w:tcW w:w="777" w:type="dxa"/>
            <w:vAlign w:val="center"/>
          </w:tcPr>
          <w:p w14:paraId="750EFFB1" w14:textId="77777777" w:rsidR="002D6101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5B741A71" w14:textId="77777777" w:rsidR="002D6101" w:rsidRDefault="00000000">
            <w:r>
              <w:t>34.08</w:t>
            </w:r>
          </w:p>
        </w:tc>
        <w:tc>
          <w:tcPr>
            <w:tcW w:w="777" w:type="dxa"/>
            <w:vAlign w:val="center"/>
          </w:tcPr>
          <w:p w14:paraId="102745AF" w14:textId="77777777" w:rsidR="002D6101" w:rsidRDefault="00000000">
            <w:r>
              <w:t>33.56</w:t>
            </w:r>
          </w:p>
        </w:tc>
        <w:tc>
          <w:tcPr>
            <w:tcW w:w="777" w:type="dxa"/>
            <w:vAlign w:val="center"/>
          </w:tcPr>
          <w:p w14:paraId="4DA8FBE0" w14:textId="77777777" w:rsidR="002D6101" w:rsidRDefault="00000000">
            <w:r>
              <w:t>33.18</w:t>
            </w:r>
          </w:p>
        </w:tc>
        <w:tc>
          <w:tcPr>
            <w:tcW w:w="777" w:type="dxa"/>
            <w:vAlign w:val="center"/>
          </w:tcPr>
          <w:p w14:paraId="66D3AE25" w14:textId="77777777" w:rsidR="002D6101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61CC9F40" w14:textId="77777777" w:rsidR="002D6101" w:rsidRDefault="00000000">
            <w:r>
              <w:t>32.88</w:t>
            </w:r>
          </w:p>
        </w:tc>
        <w:tc>
          <w:tcPr>
            <w:tcW w:w="777" w:type="dxa"/>
            <w:vAlign w:val="center"/>
          </w:tcPr>
          <w:p w14:paraId="020643FA" w14:textId="77777777" w:rsidR="002D6101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456A8C9C" w14:textId="77777777" w:rsidR="002D6101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23A11EC2" w14:textId="77777777" w:rsidR="002D6101" w:rsidRDefault="00000000">
            <w:r>
              <w:t>33.66</w:t>
            </w:r>
          </w:p>
        </w:tc>
        <w:tc>
          <w:tcPr>
            <w:tcW w:w="777" w:type="dxa"/>
            <w:vAlign w:val="center"/>
          </w:tcPr>
          <w:p w14:paraId="7725BA09" w14:textId="77777777" w:rsidR="002D6101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7D5EE8FF" w14:textId="77777777" w:rsidR="002D6101" w:rsidRDefault="00000000">
            <w:r>
              <w:t>34.82</w:t>
            </w:r>
          </w:p>
        </w:tc>
      </w:tr>
      <w:tr w:rsidR="002D6101" w14:paraId="312A93F0" w14:textId="77777777">
        <w:tc>
          <w:tcPr>
            <w:tcW w:w="777" w:type="dxa"/>
            <w:shd w:val="clear" w:color="auto" w:fill="E6E6E6"/>
            <w:vAlign w:val="center"/>
          </w:tcPr>
          <w:p w14:paraId="2E6CDD4E" w14:textId="77777777" w:rsidR="002D610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72B9ED" w14:textId="77777777" w:rsidR="002D610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53829A" w14:textId="77777777" w:rsidR="002D610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C62F0E" w14:textId="77777777" w:rsidR="002D610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07EF27" w14:textId="77777777" w:rsidR="002D610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6E4E16" w14:textId="77777777" w:rsidR="002D610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B66E32" w14:textId="77777777" w:rsidR="002D610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AE4397" w14:textId="77777777" w:rsidR="002D610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63C004" w14:textId="77777777" w:rsidR="002D610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CA09DC" w14:textId="77777777" w:rsidR="002D610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8FD6F" w14:textId="77777777" w:rsidR="002D610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4F743A" w14:textId="77777777" w:rsidR="002D6101" w:rsidRDefault="00000000">
            <w:r>
              <w:t>23:00</w:t>
            </w:r>
          </w:p>
        </w:tc>
      </w:tr>
      <w:tr w:rsidR="002D6101" w14:paraId="42541240" w14:textId="77777777">
        <w:tc>
          <w:tcPr>
            <w:tcW w:w="777" w:type="dxa"/>
            <w:vAlign w:val="center"/>
          </w:tcPr>
          <w:p w14:paraId="497A20E0" w14:textId="77777777" w:rsidR="002D6101" w:rsidRDefault="00000000">
            <w:r>
              <w:t>35.48</w:t>
            </w:r>
          </w:p>
        </w:tc>
        <w:tc>
          <w:tcPr>
            <w:tcW w:w="777" w:type="dxa"/>
            <w:vAlign w:val="center"/>
          </w:tcPr>
          <w:p w14:paraId="6D4BFE2D" w14:textId="77777777" w:rsidR="002D6101" w:rsidRDefault="00000000">
            <w:r>
              <w:t>36.14</w:t>
            </w:r>
          </w:p>
        </w:tc>
        <w:tc>
          <w:tcPr>
            <w:tcW w:w="777" w:type="dxa"/>
            <w:vAlign w:val="center"/>
          </w:tcPr>
          <w:p w14:paraId="1762E528" w14:textId="77777777" w:rsidR="002D6101" w:rsidRDefault="00000000">
            <w:r>
              <w:t>36.76</w:t>
            </w:r>
          </w:p>
        </w:tc>
        <w:tc>
          <w:tcPr>
            <w:tcW w:w="777" w:type="dxa"/>
            <w:vAlign w:val="center"/>
          </w:tcPr>
          <w:p w14:paraId="47FDFD15" w14:textId="77777777" w:rsidR="002D6101" w:rsidRDefault="00000000">
            <w:r>
              <w:t>37.28</w:t>
            </w:r>
          </w:p>
        </w:tc>
        <w:tc>
          <w:tcPr>
            <w:tcW w:w="777" w:type="dxa"/>
            <w:vAlign w:val="center"/>
          </w:tcPr>
          <w:p w14:paraId="75E2E864" w14:textId="77777777" w:rsidR="002D6101" w:rsidRDefault="00000000">
            <w:r>
              <w:t>37.68</w:t>
            </w:r>
          </w:p>
        </w:tc>
        <w:tc>
          <w:tcPr>
            <w:tcW w:w="777" w:type="dxa"/>
            <w:vAlign w:val="center"/>
          </w:tcPr>
          <w:p w14:paraId="1CFA3566" w14:textId="77777777" w:rsidR="002D6101" w:rsidRDefault="00000000">
            <w:r>
              <w:t>37.92</w:t>
            </w:r>
          </w:p>
        </w:tc>
        <w:tc>
          <w:tcPr>
            <w:tcW w:w="777" w:type="dxa"/>
            <w:vAlign w:val="center"/>
          </w:tcPr>
          <w:p w14:paraId="45DF4147" w14:textId="77777777" w:rsidR="002D6101" w:rsidRDefault="00000000">
            <w:r>
              <w:rPr>
                <w:color w:val="3333CC"/>
              </w:rPr>
              <w:t>37.99</w:t>
            </w:r>
          </w:p>
        </w:tc>
        <w:tc>
          <w:tcPr>
            <w:tcW w:w="777" w:type="dxa"/>
            <w:vAlign w:val="center"/>
          </w:tcPr>
          <w:p w14:paraId="20D8159D" w14:textId="77777777" w:rsidR="002D6101" w:rsidRDefault="00000000">
            <w:r>
              <w:t>37.89</w:t>
            </w:r>
          </w:p>
        </w:tc>
        <w:tc>
          <w:tcPr>
            <w:tcW w:w="777" w:type="dxa"/>
            <w:vAlign w:val="center"/>
          </w:tcPr>
          <w:p w14:paraId="1CC1F331" w14:textId="77777777" w:rsidR="002D610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579B5965" w14:textId="77777777" w:rsidR="002D6101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7DC1532D" w14:textId="77777777" w:rsidR="002D6101" w:rsidRDefault="00000000">
            <w:r>
              <w:t>36.64</w:t>
            </w:r>
          </w:p>
        </w:tc>
        <w:tc>
          <w:tcPr>
            <w:tcW w:w="777" w:type="dxa"/>
            <w:vAlign w:val="center"/>
          </w:tcPr>
          <w:p w14:paraId="7CA0DD3B" w14:textId="77777777" w:rsidR="002D6101" w:rsidRDefault="00000000">
            <w:r>
              <w:t>36.01</w:t>
            </w:r>
          </w:p>
        </w:tc>
      </w:tr>
    </w:tbl>
    <w:p w14:paraId="2E4CF7CB" w14:textId="77777777" w:rsidR="002D6101" w:rsidRDefault="00000000">
      <w:pPr>
        <w:pStyle w:val="1"/>
      </w:pPr>
      <w:bookmarkStart w:id="53" w:name="_Toc160476100"/>
      <w:r>
        <w:t>验算结论</w:t>
      </w:r>
      <w:bookmarkEnd w:id="53"/>
    </w:p>
    <w:p w14:paraId="59CAF8B7" w14:textId="77777777" w:rsidR="002D6101" w:rsidRDefault="00000000">
      <w:pPr>
        <w:pStyle w:val="2"/>
      </w:pPr>
      <w:bookmarkStart w:id="54" w:name="_Toc160476101"/>
      <w:r>
        <w:t>自然通风房间</w:t>
      </w:r>
      <w:bookmarkEnd w:id="5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2D6101" w14:paraId="645796C8" w14:textId="77777777">
        <w:tc>
          <w:tcPr>
            <w:tcW w:w="1403" w:type="dxa"/>
            <w:shd w:val="clear" w:color="auto" w:fill="DEDEDE"/>
            <w:vAlign w:val="center"/>
          </w:tcPr>
          <w:p w14:paraId="5AB479BE" w14:textId="77777777" w:rsidR="002D6101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58AF5220" w14:textId="77777777" w:rsidR="002D6101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58EE893D" w14:textId="77777777" w:rsidR="002D6101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5213CD6A" w14:textId="77777777" w:rsidR="002D6101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5CBC36B2" w14:textId="77777777" w:rsidR="002D6101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3B8B26AD" w14:textId="77777777" w:rsidR="002D6101" w:rsidRDefault="00000000">
            <w:r>
              <w:t>结论</w:t>
            </w:r>
          </w:p>
        </w:tc>
      </w:tr>
      <w:tr w:rsidR="002D6101" w14:paraId="59BE596E" w14:textId="77777777">
        <w:tc>
          <w:tcPr>
            <w:tcW w:w="1403" w:type="dxa"/>
            <w:vAlign w:val="center"/>
          </w:tcPr>
          <w:p w14:paraId="0F4071FE" w14:textId="77777777" w:rsidR="002D6101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3661D000" w14:textId="77777777" w:rsidR="002D6101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617568B7" w14:textId="77777777" w:rsidR="002D6101" w:rsidRDefault="00000000">
            <w:r>
              <w:t>18:25</w:t>
            </w:r>
          </w:p>
        </w:tc>
        <w:tc>
          <w:tcPr>
            <w:tcW w:w="1415" w:type="dxa"/>
            <w:vAlign w:val="center"/>
          </w:tcPr>
          <w:p w14:paraId="703F10B7" w14:textId="77777777" w:rsidR="002D6101" w:rsidRDefault="00000000">
            <w:r>
              <w:t>38.64</w:t>
            </w:r>
          </w:p>
        </w:tc>
        <w:tc>
          <w:tcPr>
            <w:tcW w:w="1131" w:type="dxa"/>
            <w:vAlign w:val="center"/>
          </w:tcPr>
          <w:p w14:paraId="3E712D53" w14:textId="77777777" w:rsidR="002D610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6E491E9" w14:textId="77777777" w:rsidR="002D6101" w:rsidRDefault="00000000">
            <w:r>
              <w:t>满足</w:t>
            </w:r>
          </w:p>
        </w:tc>
      </w:tr>
      <w:tr w:rsidR="002D6101" w14:paraId="76ECEC42" w14:textId="77777777">
        <w:tc>
          <w:tcPr>
            <w:tcW w:w="1403" w:type="dxa"/>
            <w:vMerge w:val="restart"/>
            <w:vAlign w:val="center"/>
          </w:tcPr>
          <w:p w14:paraId="7679BD3B" w14:textId="77777777" w:rsidR="002D6101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375D6C55" w14:textId="77777777" w:rsidR="002D6101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1611C1F0" w14:textId="77777777" w:rsidR="002D610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4249CB7C" w14:textId="77777777" w:rsidR="002D6101" w:rsidRDefault="00000000">
            <w:r>
              <w:t>38.34</w:t>
            </w:r>
          </w:p>
        </w:tc>
        <w:tc>
          <w:tcPr>
            <w:tcW w:w="1131" w:type="dxa"/>
            <w:vAlign w:val="center"/>
          </w:tcPr>
          <w:p w14:paraId="24102FD6" w14:textId="77777777" w:rsidR="002D610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C07EBC7" w14:textId="77777777" w:rsidR="002D6101" w:rsidRDefault="00000000">
            <w:r>
              <w:t>满足</w:t>
            </w:r>
          </w:p>
        </w:tc>
      </w:tr>
      <w:tr w:rsidR="002D6101" w14:paraId="0F0785EF" w14:textId="77777777">
        <w:tc>
          <w:tcPr>
            <w:tcW w:w="1403" w:type="dxa"/>
            <w:vMerge/>
            <w:vAlign w:val="center"/>
          </w:tcPr>
          <w:p w14:paraId="7A309E4D" w14:textId="77777777" w:rsidR="002D6101" w:rsidRDefault="002D6101"/>
        </w:tc>
        <w:tc>
          <w:tcPr>
            <w:tcW w:w="3395" w:type="dxa"/>
            <w:vAlign w:val="center"/>
          </w:tcPr>
          <w:p w14:paraId="3635F9C4" w14:textId="77777777" w:rsidR="002D6101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4FBBAF8A" w14:textId="77777777" w:rsidR="002D6101" w:rsidRDefault="00000000">
            <w:r>
              <w:t>18:10</w:t>
            </w:r>
          </w:p>
        </w:tc>
        <w:tc>
          <w:tcPr>
            <w:tcW w:w="1415" w:type="dxa"/>
            <w:vAlign w:val="center"/>
          </w:tcPr>
          <w:p w14:paraId="6E4A2B14" w14:textId="77777777" w:rsidR="002D6101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2E639853" w14:textId="77777777" w:rsidR="002D610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3DD77DF2" w14:textId="77777777" w:rsidR="002D6101" w:rsidRDefault="00000000">
            <w:r>
              <w:t>满足</w:t>
            </w:r>
          </w:p>
        </w:tc>
      </w:tr>
      <w:tr w:rsidR="002D6101" w14:paraId="77FA3BF4" w14:textId="77777777">
        <w:tc>
          <w:tcPr>
            <w:tcW w:w="1403" w:type="dxa"/>
            <w:vMerge/>
            <w:vAlign w:val="center"/>
          </w:tcPr>
          <w:p w14:paraId="2EA9CD36" w14:textId="77777777" w:rsidR="002D6101" w:rsidRDefault="002D6101"/>
        </w:tc>
        <w:tc>
          <w:tcPr>
            <w:tcW w:w="3395" w:type="dxa"/>
            <w:vAlign w:val="center"/>
          </w:tcPr>
          <w:p w14:paraId="43324A9D" w14:textId="77777777" w:rsidR="002D6101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7B653323" w14:textId="77777777" w:rsidR="002D610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7467B834" w14:textId="77777777" w:rsidR="002D6101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4A1291B6" w14:textId="77777777" w:rsidR="002D610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456CBF78" w14:textId="77777777" w:rsidR="002D6101" w:rsidRDefault="00000000">
            <w:r>
              <w:t>满足</w:t>
            </w:r>
          </w:p>
        </w:tc>
      </w:tr>
      <w:tr w:rsidR="002D6101" w14:paraId="65EE7BB1" w14:textId="77777777">
        <w:tc>
          <w:tcPr>
            <w:tcW w:w="1403" w:type="dxa"/>
            <w:vMerge/>
            <w:vAlign w:val="center"/>
          </w:tcPr>
          <w:p w14:paraId="55DAE5EB" w14:textId="77777777" w:rsidR="002D6101" w:rsidRDefault="002D6101"/>
        </w:tc>
        <w:tc>
          <w:tcPr>
            <w:tcW w:w="3395" w:type="dxa"/>
            <w:vAlign w:val="center"/>
          </w:tcPr>
          <w:p w14:paraId="49B33FF6" w14:textId="77777777" w:rsidR="002D6101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7CA9A72A" w14:textId="77777777" w:rsidR="002D610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137EFE8E" w14:textId="77777777" w:rsidR="002D6101" w:rsidRDefault="00000000">
            <w:r>
              <w:t>37.99</w:t>
            </w:r>
          </w:p>
        </w:tc>
        <w:tc>
          <w:tcPr>
            <w:tcW w:w="1131" w:type="dxa"/>
            <w:vAlign w:val="center"/>
          </w:tcPr>
          <w:p w14:paraId="09F850A6" w14:textId="77777777" w:rsidR="002D610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63AB996" w14:textId="77777777" w:rsidR="002D6101" w:rsidRDefault="00000000">
            <w:r>
              <w:t>满足</w:t>
            </w:r>
          </w:p>
        </w:tc>
      </w:tr>
    </w:tbl>
    <w:p w14:paraId="090C2B17" w14:textId="77777777" w:rsidR="002D6101" w:rsidRDefault="002D6101"/>
    <w:sectPr w:rsidR="002D6101" w:rsidSect="003A3F1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EB73E" w14:textId="77777777" w:rsidR="003A3F1C" w:rsidRDefault="003A3F1C">
      <w:r>
        <w:separator/>
      </w:r>
    </w:p>
  </w:endnote>
  <w:endnote w:type="continuationSeparator" w:id="0">
    <w:p w14:paraId="0FDE6761" w14:textId="77777777" w:rsidR="003A3F1C" w:rsidRDefault="003A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56CD85E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B5747F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475DB" w14:textId="77777777" w:rsidR="003A3F1C" w:rsidRDefault="003A3F1C">
      <w:r>
        <w:separator/>
      </w:r>
    </w:p>
  </w:footnote>
  <w:footnote w:type="continuationSeparator" w:id="0">
    <w:p w14:paraId="0B5EC6E5" w14:textId="77777777" w:rsidR="003A3F1C" w:rsidRDefault="003A3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7C545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5A8F1" wp14:editId="1E4F0D8E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8605F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59C7B88E" wp14:editId="5E0013B9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791776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8274586">
    <w:abstractNumId w:val="2"/>
  </w:num>
  <w:num w:numId="3" w16cid:durableId="111747000">
    <w:abstractNumId w:val="1"/>
  </w:num>
  <w:num w:numId="4" w16cid:durableId="2134858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9F9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D6101"/>
    <w:rsid w:val="002F7C5B"/>
    <w:rsid w:val="0030024A"/>
    <w:rsid w:val="00321AAA"/>
    <w:rsid w:val="00322482"/>
    <w:rsid w:val="00352E18"/>
    <w:rsid w:val="0035600A"/>
    <w:rsid w:val="0038038E"/>
    <w:rsid w:val="003A3F1C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B59F9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44018EE0"/>
  <w15:chartTrackingRefBased/>
  <w15:docId w15:val="{E7E672BB-554A-417C-AD59-033C3722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0</TotalTime>
  <Pages>12</Pages>
  <Words>1256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8400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zhuofan yang</cp:lastModifiedBy>
  <cp:revision>1</cp:revision>
  <dcterms:created xsi:type="dcterms:W3CDTF">2024-03-04T12:21:00Z</dcterms:created>
  <dcterms:modified xsi:type="dcterms:W3CDTF">2024-03-04T12:21:00Z</dcterms:modified>
</cp:coreProperties>
</file>