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D9F5D4" w14:textId="77777777" w:rsidR="00BE2D61" w:rsidRDefault="00BE2D61">
      <w:pPr>
        <w:rPr>
          <w:b/>
          <w:sz w:val="24"/>
        </w:rPr>
      </w:pPr>
    </w:p>
    <w:p w14:paraId="0AB8B1B1" w14:textId="77777777" w:rsidR="00BE2D61" w:rsidRPr="007F36C4" w:rsidRDefault="006648EC" w:rsidP="00715DF4">
      <w:pPr>
        <w:spacing w:beforeLines="100" w:before="312" w:line="24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bookmarkStart w:id="0" w:name="_Toc480186059"/>
      <w:bookmarkStart w:id="1" w:name="_Toc480186121"/>
      <w:r w:rsidRPr="007F36C4">
        <w:rPr>
          <w:rFonts w:ascii="黑体" w:eastAsia="黑体" w:hAnsi="宋体" w:hint="eastAsia"/>
          <w:b/>
          <w:bCs/>
          <w:sz w:val="72"/>
          <w:szCs w:val="72"/>
        </w:rPr>
        <w:t>防潮验算</w:t>
      </w:r>
      <w:r w:rsidR="00E05C35">
        <w:rPr>
          <w:rFonts w:ascii="黑体" w:eastAsia="黑体" w:hAnsi="宋体" w:hint="eastAsia"/>
          <w:b/>
          <w:bCs/>
          <w:sz w:val="72"/>
          <w:szCs w:val="72"/>
        </w:rPr>
        <w:t>计算</w:t>
      </w:r>
      <w:r w:rsidR="00BE2D61" w:rsidRPr="007F36C4">
        <w:rPr>
          <w:rFonts w:ascii="黑体" w:eastAsia="黑体" w:hAnsi="宋体" w:hint="eastAsia"/>
          <w:b/>
          <w:bCs/>
          <w:sz w:val="72"/>
          <w:szCs w:val="72"/>
        </w:rPr>
        <w:t>书</w:t>
      </w:r>
      <w:bookmarkEnd w:id="0"/>
      <w:bookmarkEnd w:id="1"/>
    </w:p>
    <w:p w14:paraId="6A858786" w14:textId="77777777" w:rsidR="00BE2D61" w:rsidRPr="00A22524" w:rsidRDefault="00BE2D61" w:rsidP="00BE2D61">
      <w:pPr>
        <w:spacing w:beforeLines="100" w:before="312" w:line="240" w:lineRule="atLeast"/>
        <w:jc w:val="center"/>
        <w:rPr>
          <w:rFonts w:ascii="宋体" w:hAnsi="宋体"/>
          <w:bCs/>
          <w:sz w:val="44"/>
          <w:szCs w:val="44"/>
        </w:rPr>
      </w:pPr>
      <w:bookmarkStart w:id="2" w:name="地区"/>
      <w:r>
        <w:rPr>
          <w:rFonts w:ascii="宋体" w:hAnsi="宋体" w:hint="eastAsia"/>
          <w:bCs/>
          <w:sz w:val="44"/>
          <w:szCs w:val="44"/>
        </w:rPr>
        <w:t>居住建筑</w:t>
      </w:r>
      <w:bookmarkEnd w:id="2"/>
    </w:p>
    <w:p w14:paraId="1FAD10AD" w14:textId="77777777" w:rsidR="00BE2D61" w:rsidRPr="00ED542A" w:rsidRDefault="00BE2D61" w:rsidP="00BE2D61">
      <w:pPr>
        <w:spacing w:line="240" w:lineRule="atLeast"/>
        <w:jc w:val="center"/>
        <w:rPr>
          <w:rFonts w:ascii="宋体" w:hAnsi="宋体"/>
          <w:b/>
          <w:bCs/>
          <w:sz w:val="30"/>
          <w:szCs w:val="3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BE2D61" w:rsidRPr="00D40158" w14:paraId="7739D1D9" w14:textId="77777777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4D656D07" w14:textId="77777777" w:rsidR="00BE2D61" w:rsidRPr="00D40158" w:rsidRDefault="00BE2D61" w:rsidP="0054289E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r w:rsidRPr="00D40158">
              <w:rPr>
                <w:rFonts w:ascii="宋体" w:hAnsi="宋体" w:hint="eastAsia"/>
                <w:sz w:val="21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47147784" w14:textId="77777777" w:rsidR="00BE2D61" w:rsidRPr="00D40158" w:rsidRDefault="00BE2D61" w:rsidP="0054289E">
            <w:pPr>
              <w:pStyle w:val="a6"/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bookmarkStart w:id="3" w:name="项目名称"/>
            <w:r w:rsidRPr="00D40158">
              <w:rPr>
                <w:rFonts w:ascii="宋体" w:hAnsi="宋体" w:hint="eastAsia"/>
                <w:sz w:val="21"/>
                <w:szCs w:val="21"/>
              </w:rPr>
              <w:t>新建项目</w:t>
            </w:r>
            <w:bookmarkEnd w:id="3"/>
          </w:p>
        </w:tc>
      </w:tr>
      <w:tr w:rsidR="00BE2D61" w:rsidRPr="00D40158" w14:paraId="7C9865F6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0347C4E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78916338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4" w:name="地理位置"/>
            <w:r>
              <w:t>北京</w:t>
            </w:r>
            <w:r>
              <w:t>-</w:t>
            </w:r>
            <w:r>
              <w:t>北京</w:t>
            </w:r>
            <w:bookmarkEnd w:id="4"/>
          </w:p>
        </w:tc>
      </w:tr>
      <w:tr w:rsidR="00BE2D61" w:rsidRPr="00D40158" w14:paraId="50523C79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D8C77F0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10E22FD8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5" w:name="设计编号"/>
            <w:bookmarkEnd w:id="5"/>
          </w:p>
        </w:tc>
      </w:tr>
      <w:tr w:rsidR="00BE2D61" w:rsidRPr="00D40158" w14:paraId="6BB56411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DE6C0F9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18861A8D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6" w:name="建设单位"/>
            <w:bookmarkEnd w:id="6"/>
          </w:p>
        </w:tc>
      </w:tr>
      <w:tr w:rsidR="00BE2D61" w:rsidRPr="00D40158" w14:paraId="465D0452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8CCE001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56BA5BB5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7" w:name="设计单位"/>
            <w:bookmarkEnd w:id="7"/>
          </w:p>
        </w:tc>
      </w:tr>
      <w:tr w:rsidR="00BE2D61" w:rsidRPr="00D40158" w14:paraId="5DFF4B02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97BA842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17F2F074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BE2D61" w:rsidRPr="00D40158" w14:paraId="513D9649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5ED86C3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 对 人</w:t>
            </w:r>
          </w:p>
        </w:tc>
        <w:tc>
          <w:tcPr>
            <w:tcW w:w="3780" w:type="dxa"/>
          </w:tcPr>
          <w:p w14:paraId="2457A40F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BE2D61" w:rsidRPr="00D40158" w14:paraId="733D3FCB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2BB4942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核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25F6418B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BE2D61" w:rsidRPr="00D40158" w14:paraId="1D34A50E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0FC547D5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14:paraId="1E617E3D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8" w:name="报告日期"/>
            <w:smartTag w:uri="urn:schemas-microsoft-com:office:smarttags" w:element="chsdate">
              <w:smartTagPr>
                <w:attr w:name="Year" w:val="2011"/>
                <w:attr w:name="Month" w:val="12"/>
                <w:attr w:name="Day" w:val="12"/>
                <w:attr w:name="IsLunarDate" w:val="False"/>
                <w:attr w:name="IsROCDate" w:val="False"/>
              </w:smartTagPr>
              <w:r w:rsidRPr="00D40158">
                <w:rPr>
                  <w:rFonts w:ascii="宋体" w:hAnsi="宋体" w:hint="eastAsia"/>
                  <w:szCs w:val="21"/>
                </w:rPr>
                <w:t>2024年3月9日</w:t>
              </w:r>
            </w:smartTag>
            <w:bookmarkEnd w:id="8"/>
          </w:p>
        </w:tc>
      </w:tr>
    </w:tbl>
    <w:p w14:paraId="07ACDB16" w14:textId="77777777" w:rsidR="00BE2D61" w:rsidRPr="007932A0" w:rsidRDefault="00BE2D61" w:rsidP="00557942">
      <w:pPr>
        <w:jc w:val="center"/>
        <w:rPr>
          <w:rFonts w:ascii="宋体" w:hAnsi="宋体"/>
          <w:sz w:val="18"/>
          <w:szCs w:val="18"/>
        </w:rPr>
      </w:pPr>
    </w:p>
    <w:p w14:paraId="0D5D9C09" w14:textId="77777777" w:rsidR="001C5A7B" w:rsidRPr="007932A0" w:rsidRDefault="001C5A7B" w:rsidP="007F3558">
      <w:pPr>
        <w:jc w:val="center"/>
        <w:rPr>
          <w:rFonts w:ascii="宋体" w:hAnsi="宋体"/>
          <w:b/>
          <w:bCs/>
          <w:sz w:val="18"/>
          <w:szCs w:val="18"/>
        </w:rPr>
      </w:pPr>
      <w:bookmarkStart w:id="9" w:name="二维码"/>
      <w:bookmarkEnd w:id="9"/>
      <w:r>
        <w:rPr>
          <w:noProof/>
        </w:rPr>
        <w:drawing>
          <wp:inline distT="0" distB="0" distL="0" distR="0" wp14:anchorId="28A57166" wp14:editId="6DFC2999">
            <wp:extent cx="1514634" cy="1514634"/>
            <wp:effectExtent l="0" t="0" r="0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37ABDB" w14:textId="77777777" w:rsidR="00652046" w:rsidRDefault="00652046">
      <w:pPr>
        <w:jc w:val="center"/>
        <w:rPr>
          <w:rFonts w:ascii="宋体" w:hAnsi="宋体"/>
          <w:b/>
          <w:bCs/>
          <w:sz w:val="18"/>
          <w:szCs w:val="18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4A676E" w:rsidRPr="00D40158" w14:paraId="28C02C75" w14:textId="77777777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01C8DF4F" w14:textId="77777777" w:rsidR="004A676E" w:rsidRPr="00D40158" w:rsidRDefault="004A676E" w:rsidP="0054289E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122B78A6" w14:textId="77777777" w:rsidR="004A676E" w:rsidRPr="00D40158" w:rsidRDefault="004A676E" w:rsidP="0054289E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bookmarkStart w:id="10" w:name="软件全称"/>
            <w:r>
              <w:t>斯维尔节能设计</w:t>
            </w:r>
            <w:r>
              <w:t>Becs2023</w:t>
            </w:r>
            <w:bookmarkEnd w:id="10"/>
          </w:p>
        </w:tc>
      </w:tr>
      <w:tr w:rsidR="004A676E" w:rsidRPr="00D40158" w14:paraId="161A24D8" w14:textId="77777777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6F765F2A" w14:textId="77777777"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2B2DC638" w14:textId="77777777"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1" w:name="软件版本"/>
            <w:r w:rsidRPr="00D40158">
              <w:rPr>
                <w:rFonts w:ascii="宋体" w:hAnsi="宋体" w:hint="eastAsia"/>
                <w:szCs w:val="18"/>
              </w:rPr>
              <w:t>20220401</w:t>
            </w:r>
            <w:bookmarkEnd w:id="11"/>
          </w:p>
        </w:tc>
      </w:tr>
      <w:tr w:rsidR="004A676E" w:rsidRPr="00D40158" w14:paraId="12BB1CA6" w14:textId="77777777">
        <w:trPr>
          <w:cantSplit/>
          <w:trHeight w:val="234"/>
        </w:trPr>
        <w:tc>
          <w:tcPr>
            <w:tcW w:w="1800" w:type="dxa"/>
            <w:shd w:val="clear" w:color="auto" w:fill="E6E6E6"/>
            <w:vAlign w:val="center"/>
          </w:tcPr>
          <w:p w14:paraId="0404256D" w14:textId="77777777"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2E1C677E" w14:textId="77777777"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ascii="宋体" w:cs="宋体" w:hint="eastAsia"/>
                <w:szCs w:val="18"/>
                <w:lang w:val="zh-CN"/>
              </w:rPr>
              <w:t>北京绿建软件</w:t>
            </w:r>
            <w:r w:rsidR="006B7EC3">
              <w:rPr>
                <w:rFonts w:ascii="宋体" w:cs="宋体" w:hint="eastAsia"/>
                <w:szCs w:val="18"/>
                <w:lang w:val="zh-CN"/>
              </w:rPr>
              <w:t>股份</w:t>
            </w:r>
            <w:r>
              <w:rPr>
                <w:rFonts w:ascii="宋体" w:cs="宋体" w:hint="eastAsia"/>
                <w:szCs w:val="18"/>
                <w:lang w:val="zh-CN"/>
              </w:rPr>
              <w:t>有限公司</w:t>
            </w:r>
          </w:p>
        </w:tc>
      </w:tr>
      <w:tr w:rsidR="004A676E" w:rsidRPr="00D40158" w14:paraId="62C0F9B2" w14:textId="77777777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2F46D7E9" w14:textId="77777777"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4BD5C3AF" w14:textId="77777777"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2" w:name="加密锁号"/>
            <w:r w:rsidRPr="00D40158">
              <w:rPr>
                <w:rFonts w:ascii="宋体" w:hAnsi="宋体" w:hint="eastAsia"/>
                <w:szCs w:val="18"/>
              </w:rPr>
              <w:t>T18613309897</w:t>
            </w:r>
            <w:bookmarkEnd w:id="12"/>
          </w:p>
        </w:tc>
      </w:tr>
    </w:tbl>
    <w:p w14:paraId="20381BCD" w14:textId="77777777" w:rsidR="00986DEF" w:rsidRDefault="00986DEF" w:rsidP="0030652E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 xml:space="preserve"> </w:t>
      </w:r>
    </w:p>
    <w:p w14:paraId="238F3DCC" w14:textId="77777777" w:rsidR="00986DEF" w:rsidRDefault="00986DEF" w:rsidP="0030652E">
      <w:pPr>
        <w:jc w:val="center"/>
        <w:rPr>
          <w:b/>
          <w:sz w:val="24"/>
        </w:rPr>
      </w:pPr>
    </w:p>
    <w:p w14:paraId="49428909" w14:textId="77777777" w:rsidR="00986DEF" w:rsidRDefault="00986DEF" w:rsidP="0030652E">
      <w:pPr>
        <w:jc w:val="center"/>
        <w:rPr>
          <w:b/>
          <w:sz w:val="24"/>
        </w:rPr>
      </w:pPr>
    </w:p>
    <w:p w14:paraId="188FF484" w14:textId="77777777" w:rsidR="00986DEF" w:rsidRDefault="00986DEF" w:rsidP="0030652E">
      <w:pPr>
        <w:jc w:val="center"/>
        <w:rPr>
          <w:b/>
          <w:sz w:val="24"/>
        </w:rPr>
      </w:pPr>
    </w:p>
    <w:p w14:paraId="65A4220D" w14:textId="77777777" w:rsidR="00986DEF" w:rsidRDefault="00986DEF" w:rsidP="0030652E">
      <w:pPr>
        <w:jc w:val="center"/>
        <w:rPr>
          <w:b/>
          <w:sz w:val="24"/>
        </w:rPr>
      </w:pPr>
    </w:p>
    <w:p w14:paraId="64BB2C1B" w14:textId="77777777" w:rsidR="003E5517" w:rsidRDefault="003E5517" w:rsidP="0030652E">
      <w:pPr>
        <w:jc w:val="center"/>
        <w:rPr>
          <w:b/>
          <w:sz w:val="24"/>
        </w:rPr>
      </w:pPr>
    </w:p>
    <w:p w14:paraId="7B97EA69" w14:textId="77777777" w:rsidR="00986DEF" w:rsidRDefault="00986DEF">
      <w:pPr>
        <w:widowControl/>
        <w:jc w:val="left"/>
        <w:rPr>
          <w:b/>
          <w:sz w:val="24"/>
        </w:rPr>
      </w:pPr>
      <w:r>
        <w:rPr>
          <w:b/>
          <w:sz w:val="24"/>
        </w:rPr>
        <w:br w:type="page"/>
      </w:r>
    </w:p>
    <w:p w14:paraId="0E08BFD9" w14:textId="77777777" w:rsidR="007F36C4" w:rsidRPr="007F36C4" w:rsidRDefault="007F36C4" w:rsidP="007F36C4">
      <w:pPr>
        <w:spacing w:line="240" w:lineRule="atLeast"/>
        <w:jc w:val="center"/>
        <w:rPr>
          <w:rFonts w:ascii="宋体" w:hAnsi="宋体"/>
          <w:b/>
          <w:bCs/>
          <w:sz w:val="36"/>
          <w:szCs w:val="36"/>
        </w:rPr>
      </w:pPr>
      <w:r w:rsidRPr="007F36C4">
        <w:rPr>
          <w:rFonts w:ascii="宋体" w:hAnsi="宋体" w:hint="eastAsia"/>
          <w:b/>
          <w:bCs/>
          <w:sz w:val="36"/>
          <w:szCs w:val="36"/>
        </w:rPr>
        <w:lastRenderedPageBreak/>
        <w:t>目  录</w:t>
      </w:r>
    </w:p>
    <w:p w14:paraId="00B4AB7F" w14:textId="77777777" w:rsidR="00970E7C" w:rsidRDefault="00970E7C">
      <w:pPr>
        <w:pStyle w:val="TOC1"/>
        <w:tabs>
          <w:tab w:val="left" w:pos="420"/>
          <w:tab w:val="right" w:leader="dot" w:pos="9010"/>
        </w:tabs>
      </w:pPr>
    </w:p>
    <w:p w14:paraId="2E23DB70" w14:textId="77777777" w:rsidR="00CC0FB4" w:rsidRPr="00CC0FB4" w:rsidRDefault="00CC0FB4" w:rsidP="00CC0FB4"/>
    <w:bookmarkStart w:id="13" w:name="目录"/>
    <w:p w14:paraId="30A62949" w14:textId="77777777" w:rsidR="00B36162" w:rsidRDefault="00EC091B">
      <w:pPr>
        <w:pStyle w:val="TOC1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Cs w:val="22"/>
          <w14:ligatures w14:val="standardContextual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60878814" w:history="1">
        <w:r w:rsidR="00B36162" w:rsidRPr="009075C8">
          <w:rPr>
            <w:rStyle w:val="af"/>
            <w:noProof/>
          </w:rPr>
          <w:t>1</w:t>
        </w:r>
        <w:r w:rsidR="00B36162">
          <w:rPr>
            <w:rFonts w:asciiTheme="minorHAnsi" w:eastAsiaTheme="minorEastAsia" w:hAnsiTheme="minorHAnsi" w:cstheme="minorBidi"/>
            <w:b w:val="0"/>
            <w:noProof/>
            <w:szCs w:val="22"/>
            <w14:ligatures w14:val="standardContextual"/>
          </w:rPr>
          <w:tab/>
        </w:r>
        <w:r w:rsidR="00B36162" w:rsidRPr="009075C8">
          <w:rPr>
            <w:rStyle w:val="af"/>
            <w:noProof/>
          </w:rPr>
          <w:t>建筑概况</w:t>
        </w:r>
        <w:r w:rsidR="00B36162">
          <w:rPr>
            <w:noProof/>
            <w:webHidden/>
          </w:rPr>
          <w:tab/>
        </w:r>
        <w:r w:rsidR="00B36162">
          <w:rPr>
            <w:noProof/>
            <w:webHidden/>
          </w:rPr>
          <w:fldChar w:fldCharType="begin"/>
        </w:r>
        <w:r w:rsidR="00B36162">
          <w:rPr>
            <w:noProof/>
            <w:webHidden/>
          </w:rPr>
          <w:instrText xml:space="preserve"> PAGEREF _Toc160878814 \h </w:instrText>
        </w:r>
        <w:r w:rsidR="00B36162">
          <w:rPr>
            <w:noProof/>
            <w:webHidden/>
          </w:rPr>
        </w:r>
        <w:r w:rsidR="00B36162">
          <w:rPr>
            <w:noProof/>
            <w:webHidden/>
          </w:rPr>
          <w:fldChar w:fldCharType="separate"/>
        </w:r>
        <w:r w:rsidR="00B36162">
          <w:rPr>
            <w:noProof/>
            <w:webHidden/>
          </w:rPr>
          <w:t>3</w:t>
        </w:r>
        <w:r w:rsidR="00B36162">
          <w:rPr>
            <w:noProof/>
            <w:webHidden/>
          </w:rPr>
          <w:fldChar w:fldCharType="end"/>
        </w:r>
      </w:hyperlink>
    </w:p>
    <w:p w14:paraId="718AB370" w14:textId="77777777" w:rsidR="00B36162" w:rsidRDefault="00B36162">
      <w:pPr>
        <w:pStyle w:val="TOC1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Cs w:val="22"/>
          <w14:ligatures w14:val="standardContextual"/>
        </w:rPr>
      </w:pPr>
      <w:hyperlink w:anchor="_Toc160878815" w:history="1">
        <w:r w:rsidRPr="009075C8">
          <w:rPr>
            <w:rStyle w:val="af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  <w14:ligatures w14:val="standardContextual"/>
          </w:rPr>
          <w:tab/>
        </w:r>
        <w:r w:rsidRPr="009075C8">
          <w:rPr>
            <w:rStyle w:val="af"/>
            <w:noProof/>
          </w:rPr>
          <w:t>评价依据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_Toc160878815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112D70B" w14:textId="77777777" w:rsidR="00B36162" w:rsidRDefault="00B36162">
      <w:pPr>
        <w:pStyle w:val="TOC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60878816" w:history="1">
        <w:r w:rsidRPr="009075C8">
          <w:rPr>
            <w:rStyle w:val="af"/>
            <w:noProof/>
            <w:lang w:val="en-GB"/>
          </w:rPr>
          <w:t>2.1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9075C8">
          <w:rPr>
            <w:rStyle w:val="af"/>
            <w:noProof/>
          </w:rPr>
          <w:t>评价目标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_Toc160878816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AD0B342" w14:textId="77777777" w:rsidR="00B36162" w:rsidRDefault="00B36162">
      <w:pPr>
        <w:pStyle w:val="TOC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60878817" w:history="1">
        <w:r w:rsidRPr="009075C8">
          <w:rPr>
            <w:rStyle w:val="af"/>
            <w:noProof/>
            <w:lang w:val="en-GB"/>
          </w:rPr>
          <w:t>2.2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9075C8">
          <w:rPr>
            <w:rStyle w:val="af"/>
            <w:noProof/>
          </w:rPr>
          <w:t>评价方法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_Toc160878817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379EB54" w14:textId="77777777" w:rsidR="00B36162" w:rsidRDefault="00B36162">
      <w:pPr>
        <w:pStyle w:val="TOC1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Cs w:val="22"/>
          <w14:ligatures w14:val="standardContextual"/>
        </w:rPr>
      </w:pPr>
      <w:hyperlink w:anchor="_Toc160878818" w:history="1">
        <w:r w:rsidRPr="009075C8">
          <w:rPr>
            <w:rStyle w:val="af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  <w14:ligatures w14:val="standardContextual"/>
          </w:rPr>
          <w:tab/>
        </w:r>
        <w:r w:rsidRPr="009075C8">
          <w:rPr>
            <w:rStyle w:val="af"/>
            <w:noProof/>
          </w:rPr>
          <w:t>防潮验算计算过程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_Toc160878818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745D532" w14:textId="77777777" w:rsidR="00B36162" w:rsidRDefault="00B36162">
      <w:pPr>
        <w:pStyle w:val="TOC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60878819" w:history="1">
        <w:r w:rsidRPr="009075C8">
          <w:rPr>
            <w:rStyle w:val="af"/>
            <w:noProof/>
            <w:lang w:val="en-GB"/>
          </w:rPr>
          <w:t>3.1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9075C8">
          <w:rPr>
            <w:rStyle w:val="af"/>
            <w:noProof/>
          </w:rPr>
          <w:t>计算条件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_Toc160878819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D10DDA4" w14:textId="77777777" w:rsidR="00B36162" w:rsidRDefault="00B36162">
      <w:pPr>
        <w:pStyle w:val="TOC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60878820" w:history="1">
        <w:r w:rsidRPr="009075C8">
          <w:rPr>
            <w:rStyle w:val="af"/>
            <w:noProof/>
            <w:lang w:val="en-GB"/>
          </w:rPr>
          <w:t>3.2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9075C8">
          <w:rPr>
            <w:rStyle w:val="af"/>
            <w:noProof/>
          </w:rPr>
          <w:t>屋顶构造一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_Toc160878820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B13CDCC" w14:textId="77777777" w:rsidR="00B36162" w:rsidRDefault="00B36162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60878821" w:history="1">
        <w:r w:rsidRPr="009075C8">
          <w:rPr>
            <w:rStyle w:val="af"/>
            <w:noProof/>
            <w:lang w:val="en-GB"/>
          </w:rPr>
          <w:t>3.2.1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9075C8">
          <w:rPr>
            <w:rStyle w:val="af"/>
            <w:noProof/>
          </w:rPr>
          <w:t>冷凝计算界面至围护结构内表面之间的热阻</w:t>
        </w:r>
        <w:r w:rsidRPr="007952C1">
          <w:rPr>
            <w:noProof/>
          </w:rPr>
          <w:object w:dxaOrig="380" w:dyaOrig="279" w14:anchorId="7DD4C0B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402" type="#_x0000_t75" style="width:19pt;height:13.5pt" o:ole="">
              <v:imagedata r:id="rId9" o:title=""/>
            </v:shape>
            <o:OLEObject Type="Embed" ProgID="Equation.DSMT4" ShapeID="_x0000_i1402" DrawAspect="Content" ObjectID="_1771491604" r:id="rId10"/>
          </w:obje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_Toc160878821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1CAD045" w14:textId="77777777" w:rsidR="00B36162" w:rsidRDefault="00B36162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60878822" w:history="1">
        <w:r w:rsidRPr="009075C8">
          <w:rPr>
            <w:rStyle w:val="af"/>
            <w:noProof/>
            <w:lang w:val="en-GB"/>
          </w:rPr>
          <w:t>3.2.2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9075C8">
          <w:rPr>
            <w:rStyle w:val="af"/>
            <w:noProof/>
          </w:rPr>
          <w:t>冷凝计算界面温度</w:t>
        </w:r>
        <w:r w:rsidRPr="004B5CEB">
          <w:rPr>
            <w:noProof/>
            <w:position w:val="-6"/>
          </w:rPr>
          <w:object w:dxaOrig="279" w:dyaOrig="279" w14:anchorId="65F27A02">
            <v:shape id="_x0000_i1403" type="#_x0000_t75" style="width:13.5pt;height:13.5pt" o:ole="">
              <v:imagedata r:id="rId11" o:title=""/>
            </v:shape>
            <o:OLEObject Type="Embed" ProgID="Equation.DSMT4" ShapeID="_x0000_i1403" DrawAspect="Content" ObjectID="_1771491605" r:id="rId12"/>
          </w:obje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_Toc160878822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CA4B3A5" w14:textId="77777777" w:rsidR="00B36162" w:rsidRDefault="00B36162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60878823" w:history="1">
        <w:r w:rsidRPr="009075C8">
          <w:rPr>
            <w:rStyle w:val="af"/>
            <w:noProof/>
            <w:lang w:val="en-GB"/>
          </w:rPr>
          <w:t>3.2.3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9075C8">
          <w:rPr>
            <w:rStyle w:val="af"/>
            <w:noProof/>
          </w:rPr>
          <w:t>围护结构冷凝受潮验算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_Toc160878823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58C8CD8" w14:textId="77777777" w:rsidR="00B36162" w:rsidRDefault="00B36162">
      <w:pPr>
        <w:pStyle w:val="TOC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60878824" w:history="1">
        <w:r w:rsidRPr="009075C8">
          <w:rPr>
            <w:rStyle w:val="af"/>
            <w:noProof/>
            <w:lang w:val="en-GB"/>
          </w:rPr>
          <w:t>3.3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9075C8">
          <w:rPr>
            <w:rStyle w:val="af"/>
            <w:noProof/>
          </w:rPr>
          <w:t>外墙构造一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_Toc160878824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C041462" w14:textId="77777777" w:rsidR="00B36162" w:rsidRDefault="00B36162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60878825" w:history="1">
        <w:r w:rsidRPr="009075C8">
          <w:rPr>
            <w:rStyle w:val="af"/>
            <w:noProof/>
            <w:lang w:val="en-GB"/>
          </w:rPr>
          <w:t>3.3.1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9075C8">
          <w:rPr>
            <w:rStyle w:val="af"/>
            <w:noProof/>
          </w:rPr>
          <w:t>冷凝计算界面至围护结构内表面之间的热阻</w:t>
        </w:r>
        <w:r>
          <w:rPr>
            <w:noProof/>
          </w:rPr>
          <w:pict w14:anchorId="223F81DC">
            <v:shape id="_x0000_i1404" type="#_x0000_t75" style="width:19pt;height:13.5pt">
              <v:imagedata r:id="rId9" o:title=""/>
            </v:shape>
          </w:pi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_Toc160878825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38ECC3F" w14:textId="77777777" w:rsidR="00B36162" w:rsidRDefault="00B36162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60878826" w:history="1">
        <w:r w:rsidRPr="009075C8">
          <w:rPr>
            <w:rStyle w:val="af"/>
            <w:noProof/>
            <w:lang w:val="en-GB"/>
          </w:rPr>
          <w:t>3.3.2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9075C8">
          <w:rPr>
            <w:rStyle w:val="af"/>
            <w:noProof/>
          </w:rPr>
          <w:t>冷凝计算界面温度</w:t>
        </w:r>
        <w:r>
          <w:rPr>
            <w:noProof/>
            <w:position w:val="-6"/>
          </w:rPr>
          <w:pict w14:anchorId="7965944F">
            <v:shape id="_x0000_i1405" type="#_x0000_t75" style="width:13.5pt;height:13.5pt">
              <v:imagedata r:id="rId11" o:title=""/>
            </v:shape>
          </w:pi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_Toc160878826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83E3BCB" w14:textId="77777777" w:rsidR="00B36162" w:rsidRDefault="00B36162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60878827" w:history="1">
        <w:r w:rsidRPr="009075C8">
          <w:rPr>
            <w:rStyle w:val="af"/>
            <w:noProof/>
            <w:lang w:val="en-GB"/>
          </w:rPr>
          <w:t>3.3.3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9075C8">
          <w:rPr>
            <w:rStyle w:val="af"/>
            <w:noProof/>
          </w:rPr>
          <w:t>围护结构冷凝受潮验算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_Toc160878827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688A959" w14:textId="77777777" w:rsidR="00B36162" w:rsidRDefault="00B36162">
      <w:pPr>
        <w:pStyle w:val="TOC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60878828" w:history="1">
        <w:r w:rsidRPr="009075C8">
          <w:rPr>
            <w:rStyle w:val="af"/>
            <w:noProof/>
            <w:lang w:val="en-GB"/>
          </w:rPr>
          <w:t>3.4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9075C8">
          <w:rPr>
            <w:rStyle w:val="af"/>
            <w:noProof/>
          </w:rPr>
          <w:t>阳台隔墙构造一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_Toc160878828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3D58390" w14:textId="77777777" w:rsidR="00B36162" w:rsidRDefault="00B36162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60878829" w:history="1">
        <w:r w:rsidRPr="009075C8">
          <w:rPr>
            <w:rStyle w:val="af"/>
            <w:noProof/>
            <w:lang w:val="en-GB"/>
          </w:rPr>
          <w:t>3.4.1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9075C8">
          <w:rPr>
            <w:rStyle w:val="af"/>
            <w:noProof/>
          </w:rPr>
          <w:t>冷凝计算界面至围护结构内表面之间的热阻</w:t>
        </w:r>
        <w:r>
          <w:rPr>
            <w:noProof/>
          </w:rPr>
          <w:pict w14:anchorId="48F78E2A">
            <v:shape id="_x0000_i1406" type="#_x0000_t75" style="width:19pt;height:13.5pt">
              <v:imagedata r:id="rId9" o:title=""/>
            </v:shape>
          </w:pi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_Toc160878829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125090D" w14:textId="77777777" w:rsidR="00B36162" w:rsidRDefault="00B36162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60878830" w:history="1">
        <w:r w:rsidRPr="009075C8">
          <w:rPr>
            <w:rStyle w:val="af"/>
            <w:noProof/>
            <w:lang w:val="en-GB"/>
          </w:rPr>
          <w:t>3.4.2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9075C8">
          <w:rPr>
            <w:rStyle w:val="af"/>
            <w:noProof/>
          </w:rPr>
          <w:t>冷凝计算界面温度</w:t>
        </w:r>
        <w:r>
          <w:rPr>
            <w:noProof/>
            <w:position w:val="-6"/>
          </w:rPr>
          <w:pict w14:anchorId="5C15B7A6">
            <v:shape id="_x0000_i1407" type="#_x0000_t75" style="width:13.5pt;height:13.5pt">
              <v:imagedata r:id="rId11" o:title=""/>
            </v:shape>
          </w:pi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_Toc160878830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4D8F41D" w14:textId="77777777" w:rsidR="00B36162" w:rsidRDefault="00B36162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60878831" w:history="1">
        <w:r w:rsidRPr="009075C8">
          <w:rPr>
            <w:rStyle w:val="af"/>
            <w:noProof/>
            <w:lang w:val="en-GB"/>
          </w:rPr>
          <w:t>3.4.3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9075C8">
          <w:rPr>
            <w:rStyle w:val="af"/>
            <w:noProof/>
          </w:rPr>
          <w:t>围护结构冷凝受潮验算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_Toc160878831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219E5D0" w14:textId="77777777" w:rsidR="00B36162" w:rsidRDefault="00B36162">
      <w:pPr>
        <w:pStyle w:val="TOC1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Cs w:val="22"/>
          <w14:ligatures w14:val="standardContextual"/>
        </w:rPr>
      </w:pPr>
      <w:hyperlink w:anchor="_Toc160878832" w:history="1">
        <w:r w:rsidRPr="009075C8">
          <w:rPr>
            <w:rStyle w:val="af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  <w14:ligatures w14:val="standardContextual"/>
          </w:rPr>
          <w:tab/>
        </w:r>
        <w:r w:rsidRPr="009075C8">
          <w:rPr>
            <w:rStyle w:val="af"/>
            <w:noProof/>
          </w:rPr>
          <w:t>验算结论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_Toc160878832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69217E8" w14:textId="77777777" w:rsidR="001828CC" w:rsidRDefault="00EC091B" w:rsidP="00EC091B">
      <w:r>
        <w:fldChar w:fldCharType="end"/>
      </w:r>
      <w:bookmarkEnd w:id="13"/>
    </w:p>
    <w:p w14:paraId="3DABF3BA" w14:textId="77777777" w:rsidR="007F36C4" w:rsidRDefault="007F36C4" w:rsidP="007F36C4">
      <w:pPr>
        <w:pStyle w:val="a5"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240" w:lineRule="atLeast"/>
        <w:rPr>
          <w:rFonts w:ascii="宋体" w:hAnsi="宋体"/>
          <w:szCs w:val="20"/>
        </w:rPr>
      </w:pPr>
    </w:p>
    <w:p w14:paraId="08B1F540" w14:textId="77777777" w:rsidR="007F36C4" w:rsidRDefault="00CC0FB4" w:rsidP="007F36C4">
      <w:pPr>
        <w:pStyle w:val="a5"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240" w:lineRule="atLeast"/>
        <w:jc w:val="both"/>
        <w:rPr>
          <w:rFonts w:ascii="宋体" w:hAnsi="宋体"/>
          <w:szCs w:val="20"/>
        </w:rPr>
      </w:pPr>
      <w:r>
        <w:rPr>
          <w:rFonts w:ascii="宋体" w:hAnsi="宋体"/>
          <w:szCs w:val="20"/>
        </w:rPr>
        <w:br w:type="page"/>
      </w:r>
    </w:p>
    <w:p w14:paraId="2E1A4116" w14:textId="77777777" w:rsidR="000631C6" w:rsidRPr="005E5F93" w:rsidRDefault="000631C6" w:rsidP="000631C6">
      <w:pPr>
        <w:pStyle w:val="1"/>
        <w:spacing w:line="240" w:lineRule="atLeast"/>
      </w:pPr>
      <w:bookmarkStart w:id="14" w:name="_Toc316568035"/>
      <w:bookmarkStart w:id="15" w:name="_Toc480186060"/>
      <w:bookmarkStart w:id="16" w:name="_Toc480186122"/>
      <w:bookmarkStart w:id="17" w:name="_Toc480218444"/>
      <w:bookmarkStart w:id="18" w:name="_Toc160878814"/>
      <w:r w:rsidRPr="005E5F93">
        <w:rPr>
          <w:rFonts w:hint="eastAsia"/>
        </w:rPr>
        <w:lastRenderedPageBreak/>
        <w:t>建筑概况</w:t>
      </w:r>
      <w:bookmarkEnd w:id="14"/>
      <w:bookmarkEnd w:id="15"/>
      <w:bookmarkEnd w:id="16"/>
      <w:bookmarkEnd w:id="17"/>
      <w:bookmarkEnd w:id="18"/>
    </w:p>
    <w:tbl>
      <w:tblPr>
        <w:tblW w:w="4885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25"/>
        <w:gridCol w:w="3032"/>
        <w:gridCol w:w="3032"/>
      </w:tblGrid>
      <w:tr w:rsidR="000631C6" w:rsidRPr="005816EB" w14:paraId="15D38971" w14:textId="77777777" w:rsidTr="00800874">
        <w:trPr>
          <w:jc w:val="center"/>
        </w:trPr>
        <w:tc>
          <w:tcPr>
            <w:tcW w:w="2725" w:type="dxa"/>
            <w:shd w:val="clear" w:color="auto" w:fill="E6E6E6"/>
          </w:tcPr>
          <w:p w14:paraId="403FC29B" w14:textId="77777777" w:rsidR="000631C6" w:rsidRPr="005816EB" w:rsidRDefault="000631C6" w:rsidP="0054289E">
            <w:pPr>
              <w:spacing w:line="240" w:lineRule="atLeast"/>
            </w:pPr>
            <w:bookmarkStart w:id="19" w:name="建筑概况表"/>
            <w:r w:rsidRPr="005816EB">
              <w:rPr>
                <w:rFonts w:hint="eastAsia"/>
              </w:rPr>
              <w:t>工程名称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69199770" w14:textId="77777777" w:rsidR="000631C6" w:rsidRPr="005816EB" w:rsidRDefault="000631C6" w:rsidP="0054289E">
            <w:pPr>
              <w:spacing w:line="240" w:lineRule="atLeast"/>
            </w:pPr>
            <w:bookmarkStart w:id="20" w:name="工程名称"/>
            <w:r>
              <w:t>新建项目</w:t>
            </w:r>
            <w:bookmarkEnd w:id="20"/>
          </w:p>
        </w:tc>
      </w:tr>
      <w:tr w:rsidR="000631C6" w:rsidRPr="005816EB" w14:paraId="540AF77A" w14:textId="77777777" w:rsidTr="00800874">
        <w:trPr>
          <w:jc w:val="center"/>
        </w:trPr>
        <w:tc>
          <w:tcPr>
            <w:tcW w:w="2725" w:type="dxa"/>
            <w:shd w:val="clear" w:color="auto" w:fill="E6E6E6"/>
          </w:tcPr>
          <w:p w14:paraId="6F4C8126" w14:textId="77777777"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工程地点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65038B7C" w14:textId="77777777" w:rsidR="000631C6" w:rsidRPr="005816EB" w:rsidRDefault="000631C6" w:rsidP="0054289E">
            <w:pPr>
              <w:spacing w:line="240" w:lineRule="atLeast"/>
            </w:pPr>
            <w:bookmarkStart w:id="21" w:name="工程地点"/>
            <w:r>
              <w:t>北京</w:t>
            </w:r>
            <w:r>
              <w:t>-</w:t>
            </w:r>
            <w:r>
              <w:t>北京</w:t>
            </w:r>
            <w:bookmarkEnd w:id="21"/>
          </w:p>
        </w:tc>
      </w:tr>
      <w:tr w:rsidR="000631C6" w:rsidRPr="005816EB" w14:paraId="69428940" w14:textId="77777777" w:rsidTr="00800874">
        <w:trPr>
          <w:jc w:val="center"/>
        </w:trPr>
        <w:tc>
          <w:tcPr>
            <w:tcW w:w="2725" w:type="dxa"/>
            <w:shd w:val="clear" w:color="auto" w:fill="E6E6E6"/>
          </w:tcPr>
          <w:p w14:paraId="43C4DE95" w14:textId="77777777" w:rsidR="000631C6" w:rsidRPr="005816EB" w:rsidRDefault="000631C6" w:rsidP="0054289E">
            <w:pPr>
              <w:spacing w:line="240" w:lineRule="atLeast"/>
            </w:pPr>
            <w:r>
              <w:rPr>
                <w:rFonts w:hint="eastAsia"/>
              </w:rPr>
              <w:t>地理</w:t>
            </w:r>
            <w:r>
              <w:t>位置</w:t>
            </w:r>
          </w:p>
        </w:tc>
        <w:tc>
          <w:tcPr>
            <w:tcW w:w="3032" w:type="dxa"/>
            <w:shd w:val="clear" w:color="auto" w:fill="auto"/>
          </w:tcPr>
          <w:p w14:paraId="729BDD1B" w14:textId="77777777" w:rsidR="000631C6" w:rsidRPr="005816EB" w:rsidRDefault="000631C6" w:rsidP="000B0926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北纬：</w:t>
            </w:r>
            <w:bookmarkStart w:id="22" w:name="纬度"/>
            <w:r w:rsidR="00F94640">
              <w:rPr>
                <w:rFonts w:hint="eastAsia"/>
              </w:rPr>
              <w:t>39.80</w:t>
            </w:r>
            <w:bookmarkEnd w:id="22"/>
            <w:r w:rsidR="00F94640" w:rsidRPr="00FF2243">
              <w:rPr>
                <w:rFonts w:ascii="宋体" w:hAnsi="宋体" w:hint="eastAsia"/>
              </w:rPr>
              <w:t>°</w:t>
            </w:r>
          </w:p>
        </w:tc>
        <w:tc>
          <w:tcPr>
            <w:tcW w:w="3032" w:type="dxa"/>
            <w:shd w:val="clear" w:color="auto" w:fill="auto"/>
          </w:tcPr>
          <w:p w14:paraId="607E52FC" w14:textId="77777777" w:rsidR="000631C6" w:rsidRPr="005816EB" w:rsidRDefault="000631C6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东经：</w:t>
            </w:r>
            <w:bookmarkStart w:id="23" w:name="经度"/>
            <w:r w:rsidR="00F94640">
              <w:rPr>
                <w:rFonts w:hint="eastAsia"/>
              </w:rPr>
              <w:t>116.47</w:t>
            </w:r>
            <w:bookmarkEnd w:id="23"/>
            <w:r w:rsidR="00F94640" w:rsidRPr="00FF2243">
              <w:rPr>
                <w:rFonts w:ascii="宋体" w:hAnsi="宋体" w:hint="eastAsia"/>
              </w:rPr>
              <w:t>°</w:t>
            </w:r>
          </w:p>
        </w:tc>
      </w:tr>
      <w:tr w:rsidR="000631C6" w:rsidRPr="005816EB" w14:paraId="7295342E" w14:textId="77777777" w:rsidTr="00800874">
        <w:trPr>
          <w:jc w:val="center"/>
        </w:trPr>
        <w:tc>
          <w:tcPr>
            <w:tcW w:w="2725" w:type="dxa"/>
            <w:shd w:val="clear" w:color="auto" w:fill="E6E6E6"/>
          </w:tcPr>
          <w:p w14:paraId="3898582F" w14:textId="77777777"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气候子区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477BC72F" w14:textId="77777777" w:rsidR="000631C6" w:rsidRPr="005816EB" w:rsidRDefault="000631C6" w:rsidP="0054289E">
            <w:pPr>
              <w:spacing w:line="240" w:lineRule="atLeast"/>
            </w:pPr>
            <w:bookmarkStart w:id="24" w:name="气候分区"/>
            <w:r>
              <w:t>寒冷</w:t>
            </w:r>
            <w:r>
              <w:t>B</w:t>
            </w:r>
            <w:r>
              <w:t>区</w:t>
            </w:r>
            <w:bookmarkEnd w:id="24"/>
          </w:p>
        </w:tc>
      </w:tr>
      <w:tr w:rsidR="000631C6" w:rsidRPr="005816EB" w14:paraId="5264B699" w14:textId="77777777" w:rsidTr="00800874">
        <w:trPr>
          <w:jc w:val="center"/>
        </w:trPr>
        <w:tc>
          <w:tcPr>
            <w:tcW w:w="2725" w:type="dxa"/>
            <w:shd w:val="clear" w:color="auto" w:fill="E6E6E6"/>
          </w:tcPr>
          <w:p w14:paraId="60FFCE4E" w14:textId="77777777"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建筑面积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509A8171" w14:textId="77777777"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25" w:name="地上建筑面积"/>
            <w:r w:rsidRPr="005816EB">
              <w:rPr>
                <w:rFonts w:hint="eastAsia"/>
              </w:rPr>
              <w:t>576</w:t>
            </w:r>
            <w:bookmarkEnd w:id="25"/>
            <w:r w:rsidRPr="005816EB">
              <w:rPr>
                <w:rFonts w:hint="eastAsia"/>
              </w:rPr>
              <w:t>㎡</w:t>
            </w:r>
            <w:r w:rsidRPr="005816EB">
              <w:rPr>
                <w:rFonts w:hint="eastAsia"/>
              </w:rPr>
              <w:t xml:space="preserve">    </w:t>
            </w:r>
            <w:r w:rsidRPr="005816EB">
              <w:rPr>
                <w:rFonts w:hint="eastAsia"/>
              </w:rPr>
              <w:t>地下</w:t>
            </w:r>
            <w:bookmarkStart w:id="26" w:name="地下建筑面积"/>
            <w:r w:rsidRPr="005816EB">
              <w:rPr>
                <w:rFonts w:hint="eastAsia"/>
              </w:rPr>
              <w:t>298</w:t>
            </w:r>
            <w:bookmarkEnd w:id="26"/>
            <w:r w:rsidRPr="005816EB">
              <w:rPr>
                <w:rFonts w:hint="eastAsia"/>
              </w:rPr>
              <w:t>㎡</w:t>
            </w:r>
          </w:p>
        </w:tc>
      </w:tr>
      <w:tr w:rsidR="000631C6" w:rsidRPr="005816EB" w14:paraId="5E247645" w14:textId="77777777" w:rsidTr="00800874">
        <w:trPr>
          <w:jc w:val="center"/>
        </w:trPr>
        <w:tc>
          <w:tcPr>
            <w:tcW w:w="2725" w:type="dxa"/>
            <w:shd w:val="clear" w:color="auto" w:fill="E6E6E6"/>
          </w:tcPr>
          <w:p w14:paraId="7CBDF0A8" w14:textId="77777777"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建筑层数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1DC65E82" w14:textId="77777777"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27" w:name="地上建筑层数"/>
            <w:r w:rsidRPr="005816EB">
              <w:rPr>
                <w:rFonts w:hint="eastAsia"/>
              </w:rPr>
              <w:t>2</w:t>
            </w:r>
            <w:bookmarkEnd w:id="27"/>
            <w:r w:rsidRPr="005816EB">
              <w:rPr>
                <w:rFonts w:hint="eastAsia"/>
              </w:rPr>
              <w:t xml:space="preserve">          </w:t>
            </w:r>
            <w:r w:rsidRPr="005816EB">
              <w:rPr>
                <w:rFonts w:hint="eastAsia"/>
              </w:rPr>
              <w:t>地下</w:t>
            </w:r>
            <w:bookmarkStart w:id="28" w:name="地下建筑层数"/>
            <w:r>
              <w:t>1</w:t>
            </w:r>
            <w:bookmarkEnd w:id="28"/>
          </w:p>
        </w:tc>
      </w:tr>
      <w:tr w:rsidR="000631C6" w:rsidRPr="005816EB" w14:paraId="14F7DDF5" w14:textId="77777777" w:rsidTr="00800874">
        <w:trPr>
          <w:jc w:val="center"/>
        </w:trPr>
        <w:tc>
          <w:tcPr>
            <w:tcW w:w="2725" w:type="dxa"/>
            <w:shd w:val="clear" w:color="auto" w:fill="E6E6E6"/>
          </w:tcPr>
          <w:p w14:paraId="37DA1520" w14:textId="77777777"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建筑高度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44694138" w14:textId="77777777" w:rsidR="000631C6" w:rsidRPr="005816EB" w:rsidRDefault="000631C6" w:rsidP="0054289E">
            <w:pPr>
              <w:spacing w:line="240" w:lineRule="atLeast"/>
            </w:pPr>
            <w:bookmarkStart w:id="29" w:name="地上建筑高度"/>
            <w:r w:rsidRPr="005816EB">
              <w:rPr>
                <w:rFonts w:hint="eastAsia"/>
              </w:rPr>
              <w:t>9.0</w:t>
            </w:r>
            <w:bookmarkEnd w:id="29"/>
            <w:r w:rsidRPr="005816EB">
              <w:rPr>
                <w:rFonts w:hint="eastAsia"/>
              </w:rPr>
              <w:t>m</w:t>
            </w:r>
          </w:p>
        </w:tc>
      </w:tr>
      <w:tr w:rsidR="000631C6" w:rsidRPr="005816EB" w14:paraId="3805D305" w14:textId="77777777" w:rsidTr="00800874">
        <w:trPr>
          <w:jc w:val="center"/>
        </w:trPr>
        <w:tc>
          <w:tcPr>
            <w:tcW w:w="2725" w:type="dxa"/>
            <w:shd w:val="clear" w:color="auto" w:fill="E6E6E6"/>
          </w:tcPr>
          <w:p w14:paraId="040AC6F7" w14:textId="77777777"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结构类型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2C7FA5BB" w14:textId="77777777" w:rsidR="000631C6" w:rsidRPr="005816EB" w:rsidRDefault="000631C6" w:rsidP="0054289E">
            <w:pPr>
              <w:spacing w:line="240" w:lineRule="atLeast"/>
            </w:pPr>
            <w:bookmarkStart w:id="30" w:name="结构类型"/>
            <w:bookmarkEnd w:id="30"/>
          </w:p>
        </w:tc>
      </w:tr>
      <w:bookmarkEnd w:id="19"/>
    </w:tbl>
    <w:p w14:paraId="527D49B9" w14:textId="77777777" w:rsidR="000631C6" w:rsidRDefault="000631C6">
      <w:pPr>
        <w:rPr>
          <w:b/>
          <w:sz w:val="24"/>
        </w:rPr>
      </w:pPr>
    </w:p>
    <w:p w14:paraId="2B820F0E" w14:textId="77777777" w:rsidR="00AC7E8F" w:rsidRDefault="00AC7E8F" w:rsidP="00AC7E8F">
      <w:pPr>
        <w:pStyle w:val="1"/>
        <w:spacing w:line="240" w:lineRule="atLeast"/>
      </w:pPr>
      <w:bookmarkStart w:id="31" w:name="_Toc316568036"/>
      <w:bookmarkStart w:id="32" w:name="_Toc480186061"/>
      <w:bookmarkStart w:id="33" w:name="_Toc480186123"/>
      <w:bookmarkStart w:id="34" w:name="_Toc480218445"/>
      <w:bookmarkStart w:id="35" w:name="TitleFormat"/>
      <w:bookmarkStart w:id="36" w:name="_Toc160878815"/>
      <w:r>
        <w:rPr>
          <w:rFonts w:hint="eastAsia"/>
        </w:rPr>
        <w:t>评价依据</w:t>
      </w:r>
      <w:bookmarkEnd w:id="31"/>
      <w:bookmarkEnd w:id="32"/>
      <w:bookmarkEnd w:id="33"/>
      <w:bookmarkEnd w:id="34"/>
      <w:bookmarkEnd w:id="36"/>
    </w:p>
    <w:bookmarkEnd w:id="35"/>
    <w:p w14:paraId="3788658D" w14:textId="77777777" w:rsidR="00707167" w:rsidRDefault="00707167" w:rsidP="00707167">
      <w:r>
        <w:rPr>
          <w:rFonts w:hint="eastAsia"/>
        </w:rPr>
        <w:t xml:space="preserve">1. </w:t>
      </w:r>
      <w:bookmarkStart w:id="37" w:name="标准名称"/>
      <w:r>
        <w:rPr>
          <w:rFonts w:hint="eastAsia"/>
        </w:rPr>
        <w:t>《建筑节能与可再生能源利用通用规范》</w:t>
      </w:r>
      <w:r>
        <w:rPr>
          <w:rFonts w:hint="eastAsia"/>
        </w:rPr>
        <w:t>GB55015-2021</w:t>
      </w:r>
      <w:bookmarkEnd w:id="37"/>
    </w:p>
    <w:p w14:paraId="06ACA76C" w14:textId="77777777" w:rsidR="00707167" w:rsidRDefault="00707167" w:rsidP="00707167">
      <w:r>
        <w:rPr>
          <w:rFonts w:hint="eastAsia"/>
        </w:rPr>
        <w:t xml:space="preserve">2. </w:t>
      </w:r>
      <w:r w:rsidRPr="003449FB">
        <w:rPr>
          <w:rFonts w:hint="eastAsia"/>
        </w:rPr>
        <w:t>《</w:t>
      </w:r>
      <w:r>
        <w:rPr>
          <w:rFonts w:hint="eastAsia"/>
        </w:rPr>
        <w:t>建筑环境通用规范</w:t>
      </w:r>
      <w:r w:rsidRPr="003449FB">
        <w:rPr>
          <w:rFonts w:hint="eastAsia"/>
        </w:rPr>
        <w:t>》</w:t>
      </w:r>
      <w:r>
        <w:rPr>
          <w:rFonts w:hint="eastAsia"/>
        </w:rPr>
        <w:t>GB</w:t>
      </w:r>
      <w:r>
        <w:t xml:space="preserve"> 55016</w:t>
      </w:r>
    </w:p>
    <w:p w14:paraId="289F7B81" w14:textId="77777777" w:rsidR="00707167" w:rsidRPr="00CC07EB" w:rsidRDefault="00707167" w:rsidP="00707167">
      <w:r>
        <w:rPr>
          <w:rFonts w:hint="eastAsia"/>
        </w:rPr>
        <w:t xml:space="preserve">3. </w:t>
      </w:r>
      <w:bookmarkStart w:id="38" w:name="地方绿建评价标准"/>
      <w:r w:rsidRPr="003449FB">
        <w:rPr>
          <w:rFonts w:hint="eastAsia"/>
        </w:rPr>
        <w:t>《绿色建筑评价标准》（京津冀）</w:t>
      </w:r>
      <w:r w:rsidRPr="003449FB">
        <w:rPr>
          <w:rFonts w:hint="eastAsia"/>
        </w:rPr>
        <w:t>DB11/T 825-2021</w:t>
      </w:r>
      <w:bookmarkEnd w:id="38"/>
    </w:p>
    <w:p w14:paraId="0951D038" w14:textId="77777777" w:rsidR="00707167" w:rsidRPr="00CC07EB" w:rsidRDefault="00707167" w:rsidP="00707167">
      <w:r>
        <w:rPr>
          <w:rFonts w:hint="eastAsia"/>
        </w:rPr>
        <w:t xml:space="preserve">4. </w:t>
      </w:r>
      <w:r>
        <w:rPr>
          <w:rFonts w:hint="eastAsia"/>
        </w:rPr>
        <w:t>《民用建筑热工设计规范》</w:t>
      </w:r>
      <w:r>
        <w:rPr>
          <w:rFonts w:hint="eastAsia"/>
        </w:rPr>
        <w:t>GB50176</w:t>
      </w:r>
    </w:p>
    <w:p w14:paraId="22ADAB58" w14:textId="77777777" w:rsidR="00707167" w:rsidRPr="000730E7" w:rsidRDefault="00707167" w:rsidP="00707167">
      <w:r>
        <w:rPr>
          <w:rFonts w:hint="eastAsia"/>
        </w:rPr>
        <w:t xml:space="preserve">5.  </w:t>
      </w:r>
      <w:r w:rsidRPr="003449FB">
        <w:rPr>
          <w:rFonts w:hint="eastAsia"/>
        </w:rPr>
        <w:t>施工图</w:t>
      </w:r>
      <w:r>
        <w:rPr>
          <w:rFonts w:hint="eastAsia"/>
        </w:rPr>
        <w:t>、</w:t>
      </w:r>
      <w:r w:rsidRPr="003449FB">
        <w:rPr>
          <w:rFonts w:hint="eastAsia"/>
        </w:rPr>
        <w:t>设计说明、墙身大样图、节能计算书</w:t>
      </w:r>
    </w:p>
    <w:p w14:paraId="7B930EE1" w14:textId="77777777" w:rsidR="00D10A97" w:rsidRPr="00707167" w:rsidRDefault="00D10A97">
      <w:pPr>
        <w:pStyle w:val="ab"/>
        <w:spacing w:line="240" w:lineRule="atLeast"/>
        <w:ind w:left="420" w:firstLineChars="0" w:firstLine="0"/>
      </w:pPr>
    </w:p>
    <w:p w14:paraId="53AECB9E" w14:textId="77777777" w:rsidR="00AC7E8F" w:rsidRDefault="00AC7E8F" w:rsidP="00AC7E8F">
      <w:pPr>
        <w:pStyle w:val="2"/>
        <w:spacing w:line="240" w:lineRule="atLeast"/>
        <w:rPr>
          <w:kern w:val="2"/>
        </w:rPr>
      </w:pPr>
      <w:bookmarkStart w:id="39" w:name="_Toc480186062"/>
      <w:bookmarkStart w:id="40" w:name="_Toc480186124"/>
      <w:bookmarkStart w:id="41" w:name="_Toc480218446"/>
      <w:bookmarkStart w:id="42" w:name="_Toc160878816"/>
      <w:r>
        <w:rPr>
          <w:rFonts w:hint="eastAsia"/>
          <w:kern w:val="2"/>
        </w:rPr>
        <w:t>评价目标</w:t>
      </w:r>
      <w:bookmarkEnd w:id="39"/>
      <w:bookmarkEnd w:id="40"/>
      <w:bookmarkEnd w:id="41"/>
      <w:bookmarkEnd w:id="42"/>
    </w:p>
    <w:p w14:paraId="73C64C3B" w14:textId="77777777" w:rsidR="00AC7E8F" w:rsidRPr="00F80BF0" w:rsidRDefault="00AC7E8F" w:rsidP="003E5ABA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76" w:lineRule="auto"/>
        <w:jc w:val="left"/>
      </w:pPr>
      <w:r w:rsidRPr="00F80BF0">
        <w:t>依据《</w:t>
      </w:r>
      <w:r w:rsidR="003E5ABA">
        <w:rPr>
          <w:rFonts w:hint="eastAsia"/>
        </w:rPr>
        <w:t>建筑环境通用规范</w:t>
      </w:r>
      <w:r w:rsidR="003E5ABA" w:rsidRPr="003449FB">
        <w:rPr>
          <w:rFonts w:hint="eastAsia"/>
        </w:rPr>
        <w:t>》</w:t>
      </w:r>
      <w:r w:rsidR="003E5ABA">
        <w:rPr>
          <w:rFonts w:hint="eastAsia"/>
        </w:rPr>
        <w:t>GB</w:t>
      </w:r>
      <w:r w:rsidR="003E5ABA">
        <w:t xml:space="preserve"> 55016</w:t>
      </w:r>
      <w:r w:rsidRPr="00F80BF0">
        <w:rPr>
          <w:rFonts w:hint="eastAsia"/>
        </w:rPr>
        <w:t>和</w:t>
      </w:r>
      <w:bookmarkStart w:id="43" w:name="地方绿建评价标准：1"/>
      <w:r w:rsidRPr="00F80BF0">
        <w:rPr>
          <w:rFonts w:hint="eastAsia"/>
        </w:rPr>
        <w:t>《绿色建筑评价标准》（京津冀）</w:t>
      </w:r>
      <w:r w:rsidRPr="00F80BF0">
        <w:rPr>
          <w:rFonts w:hint="eastAsia"/>
        </w:rPr>
        <w:t>DB11/T 825-2021</w:t>
      </w:r>
      <w:bookmarkEnd w:id="43"/>
      <w:r w:rsidRPr="00F80BF0">
        <w:rPr>
          <w:rFonts w:hint="eastAsia"/>
        </w:rPr>
        <w:t>的要求和规定，</w:t>
      </w:r>
      <w:r w:rsidR="003E5ABA">
        <w:rPr>
          <w:rFonts w:hint="eastAsia"/>
        </w:rPr>
        <w:t>供</w:t>
      </w:r>
      <w:r w:rsidR="00046531" w:rsidRPr="00F80BF0">
        <w:rPr>
          <w:rFonts w:hint="eastAsia"/>
        </w:rPr>
        <w:t>暖</w:t>
      </w:r>
      <w:r w:rsidR="00046531" w:rsidRPr="00F80BF0">
        <w:t>期间，</w:t>
      </w:r>
      <w:r w:rsidR="00046531" w:rsidRPr="00F80BF0">
        <w:rPr>
          <w:rFonts w:hint="eastAsia"/>
        </w:rPr>
        <w:t>围护结构</w:t>
      </w:r>
      <w:r w:rsidR="00046531" w:rsidRPr="00F80BF0">
        <w:t>中保温材料因内部冷凝受潮而增加的重量</w:t>
      </w:r>
      <w:r w:rsidR="00046531" w:rsidRPr="00F80BF0">
        <w:rPr>
          <w:rFonts w:hint="eastAsia"/>
        </w:rPr>
        <w:t>湿度</w:t>
      </w:r>
      <w:r w:rsidR="00D10A97">
        <w:rPr>
          <w:rFonts w:hint="eastAsia"/>
        </w:rPr>
        <w:t>允许增量，应符合要求</w:t>
      </w:r>
      <w:r w:rsidRPr="00F80BF0">
        <w:rPr>
          <w:rFonts w:hint="eastAsia"/>
        </w:rPr>
        <w:t>。</w:t>
      </w:r>
    </w:p>
    <w:p w14:paraId="1967597D" w14:textId="77777777" w:rsidR="00A63FAA" w:rsidRDefault="00AC7E8F" w:rsidP="003E5ABA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76" w:lineRule="auto"/>
        <w:jc w:val="left"/>
      </w:pPr>
      <w:r w:rsidRPr="00F80BF0">
        <w:rPr>
          <w:rFonts w:hint="eastAsia"/>
        </w:rPr>
        <w:t>通过</w:t>
      </w:r>
      <w:r w:rsidR="0084571F" w:rsidRPr="00F80BF0">
        <w:rPr>
          <w:rFonts w:hint="eastAsia"/>
        </w:rPr>
        <w:t>计算采暖期间围护结构</w:t>
      </w:r>
      <w:r w:rsidR="00D1757D">
        <w:rPr>
          <w:rFonts w:hint="eastAsia"/>
        </w:rPr>
        <w:t>中</w:t>
      </w:r>
      <w:r w:rsidR="00D1757D">
        <w:t>保温材料因内部冷凝受潮而增加的湿度</w:t>
      </w:r>
      <w:r w:rsidRPr="00F80BF0">
        <w:t>，判断是否</w:t>
      </w:r>
      <w:r w:rsidRPr="00F80BF0">
        <w:rPr>
          <w:rFonts w:hint="eastAsia"/>
        </w:rPr>
        <w:t>不大于</w:t>
      </w:r>
      <w:r w:rsidRPr="00F80BF0">
        <w:t>《</w:t>
      </w:r>
      <w:r w:rsidR="003E5ABA">
        <w:rPr>
          <w:rFonts w:hint="eastAsia"/>
        </w:rPr>
        <w:t>建筑环境通用规范</w:t>
      </w:r>
      <w:r w:rsidR="003E5ABA" w:rsidRPr="003449FB">
        <w:rPr>
          <w:rFonts w:hint="eastAsia"/>
        </w:rPr>
        <w:t>》</w:t>
      </w:r>
      <w:r w:rsidR="003E5ABA">
        <w:rPr>
          <w:rFonts w:hint="eastAsia"/>
        </w:rPr>
        <w:t>GB</w:t>
      </w:r>
      <w:r w:rsidR="003E5ABA">
        <w:t xml:space="preserve"> 55016</w:t>
      </w:r>
      <w:r w:rsidR="0084571F">
        <w:rPr>
          <w:rFonts w:hint="eastAsia"/>
        </w:rPr>
        <w:t>规定</w:t>
      </w:r>
      <w:r w:rsidR="0084571F">
        <w:t>的</w:t>
      </w:r>
      <w:r w:rsidR="003E5ABA">
        <w:rPr>
          <w:rFonts w:hint="eastAsia"/>
        </w:rPr>
        <w:t>供</w:t>
      </w:r>
      <w:r w:rsidR="0084571F" w:rsidRPr="00F80BF0">
        <w:rPr>
          <w:rFonts w:hint="eastAsia"/>
        </w:rPr>
        <w:t>暖期间保温材料重量湿度的允许增量</w:t>
      </w:r>
      <w:r w:rsidRPr="00F80BF0">
        <w:rPr>
          <w:rFonts w:hint="eastAsia"/>
        </w:rPr>
        <w:t>。</w:t>
      </w:r>
    </w:p>
    <w:p w14:paraId="2CE0D32C" w14:textId="77777777" w:rsidR="00A63FAA" w:rsidRPr="00481875" w:rsidRDefault="00A63FAA" w:rsidP="00A63FAA">
      <w:pPr>
        <w:pStyle w:val="2"/>
        <w:spacing w:line="240" w:lineRule="atLeast"/>
        <w:rPr>
          <w:kern w:val="2"/>
        </w:rPr>
      </w:pPr>
      <w:bookmarkStart w:id="44" w:name="_Toc479931706"/>
      <w:bookmarkStart w:id="45" w:name="_Toc480186063"/>
      <w:bookmarkStart w:id="46" w:name="_Toc480186125"/>
      <w:bookmarkStart w:id="47" w:name="_Toc480218447"/>
      <w:bookmarkStart w:id="48" w:name="_Toc160878817"/>
      <w:r>
        <w:rPr>
          <w:rFonts w:hint="eastAsia"/>
          <w:kern w:val="2"/>
        </w:rPr>
        <w:t>评价方法</w:t>
      </w:r>
      <w:bookmarkEnd w:id="44"/>
      <w:bookmarkEnd w:id="45"/>
      <w:bookmarkEnd w:id="46"/>
      <w:bookmarkEnd w:id="47"/>
      <w:bookmarkEnd w:id="48"/>
    </w:p>
    <w:p w14:paraId="481212C1" w14:textId="77777777" w:rsidR="0030652E" w:rsidRDefault="000B0926">
      <w:pPr>
        <w:pStyle w:val="ab"/>
      </w:pPr>
      <w:r>
        <w:rPr>
          <w:rFonts w:hint="eastAsia"/>
        </w:rPr>
        <w:t>根据</w:t>
      </w:r>
      <w:r w:rsidR="00124491">
        <w:rPr>
          <w:rFonts w:hint="eastAsia"/>
        </w:rPr>
        <w:t>《</w:t>
      </w:r>
      <w:r w:rsidR="003E5ABA">
        <w:rPr>
          <w:rFonts w:hint="eastAsia"/>
        </w:rPr>
        <w:t>建筑环境通用规范</w:t>
      </w:r>
      <w:r w:rsidR="003E5ABA" w:rsidRPr="003449FB">
        <w:rPr>
          <w:rFonts w:hint="eastAsia"/>
        </w:rPr>
        <w:t>》</w:t>
      </w:r>
      <w:r w:rsidR="003E5ABA">
        <w:rPr>
          <w:rFonts w:hint="eastAsia"/>
        </w:rPr>
        <w:t>GB</w:t>
      </w:r>
      <w:r w:rsidR="003E5ABA">
        <w:t xml:space="preserve"> 55016</w:t>
      </w:r>
      <w:r w:rsidR="00376607">
        <w:rPr>
          <w:rFonts w:hint="eastAsia"/>
        </w:rPr>
        <w:t>第</w:t>
      </w:r>
      <w:r w:rsidR="003E5ABA">
        <w:t>4</w:t>
      </w:r>
      <w:r w:rsidRPr="00F80BF0">
        <w:t>.</w:t>
      </w:r>
      <w:r w:rsidR="003E5ABA">
        <w:t>4</w:t>
      </w:r>
      <w:r w:rsidRPr="00F80BF0">
        <w:t>.</w:t>
      </w:r>
      <w:r w:rsidR="003E5ABA">
        <w:t>3</w:t>
      </w:r>
      <w:r w:rsidR="00376607" w:rsidRPr="00F80BF0">
        <w:rPr>
          <w:rFonts w:hint="eastAsia"/>
        </w:rPr>
        <w:t>条</w:t>
      </w:r>
      <w:r w:rsidR="00F80BF0" w:rsidRPr="00F80BF0">
        <w:rPr>
          <w:rFonts w:hint="eastAsia"/>
        </w:rPr>
        <w:t>，</w:t>
      </w:r>
      <w:r w:rsidR="00F80BF0" w:rsidRPr="00F80BF0">
        <w:t>,</w:t>
      </w:r>
      <w:r w:rsidR="00F80BF0" w:rsidRPr="00F80BF0">
        <w:rPr>
          <w:rFonts w:hint="eastAsia"/>
        </w:rPr>
        <w:t>当围护结构内部可能发生冷凝时</w:t>
      </w:r>
      <w:r w:rsidR="00376607" w:rsidRPr="00F80BF0">
        <w:rPr>
          <w:rFonts w:hint="eastAsia"/>
        </w:rPr>
        <w:t>，</w:t>
      </w:r>
      <w:r w:rsidR="007D442D" w:rsidRPr="00F80BF0">
        <w:rPr>
          <w:rFonts w:hint="eastAsia"/>
        </w:rPr>
        <w:t>冷凝计算界面内侧所需的蒸汽渗透阻应按式</w:t>
      </w:r>
      <w:r w:rsidR="00D1757D">
        <w:rPr>
          <w:rFonts w:hint="eastAsia"/>
        </w:rPr>
        <w:t>（</w:t>
      </w:r>
      <w:r w:rsidR="00D1757D">
        <w:rPr>
          <w:rFonts w:hint="eastAsia"/>
        </w:rPr>
        <w:t>3.2-1</w:t>
      </w:r>
      <w:r w:rsidR="00D1757D">
        <w:rPr>
          <w:rFonts w:hint="eastAsia"/>
        </w:rPr>
        <w:t>）</w:t>
      </w:r>
      <w:r w:rsidR="007D442D" w:rsidRPr="00F80BF0">
        <w:rPr>
          <w:rFonts w:hint="eastAsia"/>
        </w:rPr>
        <w:t>计算</w:t>
      </w:r>
      <w:r w:rsidR="0030652E">
        <w:rPr>
          <w:rFonts w:hint="eastAsia"/>
        </w:rPr>
        <w:t>：</w:t>
      </w:r>
    </w:p>
    <w:p w14:paraId="786652CC" w14:textId="77777777" w:rsidR="00843DEA" w:rsidRDefault="00072606">
      <w:pPr>
        <w:wordWrap w:val="0"/>
        <w:jc w:val="right"/>
      </w:pPr>
      <w:r w:rsidRPr="00072606">
        <w:rPr>
          <w:position w:val="-54"/>
        </w:rPr>
        <w:object w:dxaOrig="2820" w:dyaOrig="920" w14:anchorId="483345B4">
          <v:shape id="_x0000_i1025" type="#_x0000_t75" style="width:141pt;height:46pt" o:ole="">
            <v:imagedata r:id="rId13" o:title=""/>
          </v:shape>
          <o:OLEObject Type="Embed" ProgID="Equation.DSMT4" ShapeID="_x0000_i1025" DrawAspect="Content" ObjectID="_1771491606" r:id="rId14"/>
        </w:object>
      </w:r>
      <w:r w:rsidR="00F80BF0">
        <w:t xml:space="preserve">                          </w:t>
      </w:r>
      <w:r w:rsidR="00F80BF0">
        <w:rPr>
          <w:rFonts w:hint="eastAsia"/>
        </w:rPr>
        <w:t>（</w:t>
      </w:r>
      <w:r w:rsidR="00F80BF0">
        <w:rPr>
          <w:rFonts w:hint="eastAsia"/>
        </w:rPr>
        <w:t>3.2-1</w:t>
      </w:r>
      <w:r w:rsidR="00F80BF0">
        <w:rPr>
          <w:rFonts w:hint="eastAsia"/>
        </w:rPr>
        <w:t>）</w:t>
      </w:r>
      <w:r>
        <w:rPr>
          <w:rFonts w:hint="eastAsia"/>
        </w:rPr>
        <w:t xml:space="preserve"> </w:t>
      </w:r>
    </w:p>
    <w:p w14:paraId="08835067" w14:textId="77777777" w:rsidR="00640D3D" w:rsidRDefault="00F80BF0" w:rsidP="00640D3D">
      <w:r>
        <w:rPr>
          <w:rFonts w:hint="eastAsia"/>
        </w:rPr>
        <w:t>则推导</w:t>
      </w:r>
      <w:r w:rsidR="00640D3D">
        <w:rPr>
          <w:rFonts w:hint="eastAsia"/>
        </w:rPr>
        <w:t>：</w:t>
      </w:r>
    </w:p>
    <w:p w14:paraId="30B02F4C" w14:textId="77777777" w:rsidR="0030652E" w:rsidRDefault="00843DEA">
      <w:pPr>
        <w:wordWrap w:val="0"/>
        <w:jc w:val="right"/>
      </w:pPr>
      <w:r w:rsidRPr="00843DEA">
        <w:rPr>
          <w:position w:val="-28"/>
        </w:rPr>
        <w:object w:dxaOrig="3260" w:dyaOrig="999" w14:anchorId="7205E188">
          <v:shape id="_x0000_i1026" type="#_x0000_t75" style="width:162.5pt;height:50pt" o:ole="">
            <v:imagedata r:id="rId15" o:title=""/>
          </v:shape>
          <o:OLEObject Type="Embed" ProgID="Equation.DSMT4" ShapeID="_x0000_i1026" DrawAspect="Content" ObjectID="_1771491607" r:id="rId16"/>
        </w:object>
      </w:r>
      <w:r w:rsidR="00F80BF0">
        <w:t xml:space="preserve">                        </w:t>
      </w:r>
      <w:r w:rsidR="00F80BF0">
        <w:rPr>
          <w:rFonts w:hint="eastAsia"/>
        </w:rPr>
        <w:t>（</w:t>
      </w:r>
      <w:r w:rsidR="00F80BF0">
        <w:rPr>
          <w:rFonts w:hint="eastAsia"/>
        </w:rPr>
        <w:t>3.2-2</w:t>
      </w:r>
      <w:r w:rsidR="00F80BF0">
        <w:rPr>
          <w:rFonts w:hint="eastAsia"/>
        </w:rPr>
        <w:t>）</w:t>
      </w:r>
    </w:p>
    <w:p w14:paraId="72135311" w14:textId="77777777" w:rsidR="00240EC2" w:rsidRDefault="0030652E" w:rsidP="007A7477">
      <w:r>
        <w:rPr>
          <w:rFonts w:hint="eastAsia"/>
        </w:rPr>
        <w:t>式中</w:t>
      </w:r>
      <w:r w:rsidR="007A7477">
        <w:rPr>
          <w:rFonts w:hint="eastAsia"/>
        </w:rPr>
        <w:t>：</w:t>
      </w:r>
    </w:p>
    <w:p w14:paraId="6A66B8EC" w14:textId="77777777" w:rsidR="00AA656C" w:rsidRDefault="00AA656C" w:rsidP="00AA656C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10"/>
        </w:rPr>
        <w:object w:dxaOrig="499" w:dyaOrig="320" w14:anchorId="66AA01C2">
          <v:shape id="_x0000_i1027" type="#_x0000_t75" style="width:25pt;height:16.5pt" o:ole="">
            <v:imagedata r:id="rId17" o:title=""/>
          </v:shape>
          <o:OLEObject Type="Embed" ProgID="Equation.DSMT4" ShapeID="_x0000_i1027" DrawAspect="Content" ObjectID="_1771491608" r:id="rId18"/>
        </w:object>
      </w:r>
      <w:r>
        <w:t xml:space="preserve"> </w:t>
      </w:r>
      <w:r>
        <w:rPr>
          <w:rFonts w:hint="eastAsia"/>
        </w:rPr>
        <w:t>—</w:t>
      </w:r>
      <w:r>
        <w:rPr>
          <w:rFonts w:ascii="宋体" w:cs="宋体" w:hint="eastAsia"/>
          <w:kern w:val="0"/>
          <w:szCs w:val="21"/>
        </w:rPr>
        <w:t>采暖期间保温材料重量湿度的允许增量限值</w:t>
      </w:r>
      <w:r w:rsidR="00495EFD">
        <w:rPr>
          <w:rFonts w:ascii="宋体" w:cs="宋体" w:hint="eastAsia"/>
          <w:kern w:val="0"/>
          <w:szCs w:val="21"/>
        </w:rPr>
        <w:t>(%)</w:t>
      </w:r>
      <w:r>
        <w:rPr>
          <w:rFonts w:ascii="宋体" w:cs="宋体" w:hint="eastAsia"/>
          <w:kern w:val="0"/>
          <w:szCs w:val="21"/>
        </w:rPr>
        <w:t>；</w:t>
      </w:r>
    </w:p>
    <w:p w14:paraId="01D1186B" w14:textId="77777777" w:rsidR="00240EC2" w:rsidRDefault="00730C7D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400" w:dyaOrig="279" w14:anchorId="23126A49">
          <v:shape id="_x0000_i1028" type="#_x0000_t75" style="width:20.5pt;height:13.5pt" o:ole="">
            <v:imagedata r:id="rId19" o:title=""/>
          </v:shape>
          <o:OLEObject Type="Embed" ProgID="Equation.DSMT4" ShapeID="_x0000_i1028" DrawAspect="Content" ObjectID="_1771491609" r:id="rId20"/>
        </w:object>
      </w:r>
      <w:r>
        <w:t xml:space="preserve"> </w: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冷凝计算界面内侧</w:t>
      </w:r>
      <w:r w:rsidR="00AA656C">
        <w:rPr>
          <w:rFonts w:ascii="宋体" w:cs="宋体" w:hint="eastAsia"/>
          <w:kern w:val="0"/>
          <w:szCs w:val="21"/>
        </w:rPr>
        <w:t>实际的</w:t>
      </w:r>
      <w:r w:rsidR="00240EC2">
        <w:rPr>
          <w:rFonts w:ascii="宋体" w:cs="宋体" w:hint="eastAsia"/>
          <w:kern w:val="0"/>
          <w:szCs w:val="21"/>
        </w:rPr>
        <w:t>蒸汽渗透阻</w:t>
      </w:r>
      <w:r w:rsidR="00EF3F30">
        <w:rPr>
          <w:rFonts w:ascii="宋体" w:cs="宋体" w:hint="eastAsia"/>
          <w:kern w:val="0"/>
          <w:szCs w:val="21"/>
        </w:rPr>
        <w:t>(</w:t>
      </w:r>
      <w:r w:rsidR="00B63B08">
        <w:rPr>
          <w:rFonts w:ascii="宋体" w:cs="宋体" w:hint="eastAsia"/>
          <w:kern w:val="0"/>
          <w:szCs w:val="21"/>
        </w:rPr>
        <w:t>㎡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000000">
        <w:rPr>
          <w:position w:val="-8"/>
        </w:rPr>
        <w:pict w14:anchorId="14844132">
          <v:shape id="_x0000_i1029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06D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8306DA&quot; wsp:rsidP=&quot;008306DA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B36162">
        <w:rPr>
          <w:position w:val="-8"/>
        </w:rPr>
        <w:pict w14:anchorId="30C5EA5D">
          <v:shape id="_x0000_i1145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06D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8306DA&quot; wsp:rsidP=&quot;008306DA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EF3F30">
        <w:rPr>
          <w:rFonts w:ascii="宋体" w:cs="宋体" w:hint="eastAsia"/>
          <w:kern w:val="0"/>
          <w:szCs w:val="21"/>
        </w:rPr>
        <w:t>h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000000">
        <w:rPr>
          <w:position w:val="-8"/>
        </w:rPr>
        <w:pict w14:anchorId="33BCCB67">
          <v:shape id="_x0000_i1031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268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A6268&quot; wsp:rsidP=&quot;004A626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B36162">
        <w:rPr>
          <w:position w:val="-8"/>
        </w:rPr>
        <w:pict w14:anchorId="6CD3EB2F">
          <v:shape id="_x0000_i1146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268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A6268&quot; wsp:rsidP=&quot;004A626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EF3F30">
        <w:rPr>
          <w:rFonts w:ascii="宋体" w:cs="宋体" w:hint="eastAsia"/>
          <w:kern w:val="0"/>
          <w:szCs w:val="21"/>
        </w:rPr>
        <w:t>Pa/g)</w:t>
      </w:r>
      <w:r w:rsidR="00D008BF">
        <w:rPr>
          <w:rFonts w:ascii="宋体" w:cs="宋体" w:hint="eastAsia"/>
          <w:kern w:val="0"/>
          <w:szCs w:val="21"/>
        </w:rPr>
        <w:t>；</w:t>
      </w:r>
    </w:p>
    <w:p w14:paraId="4DA27CD0" w14:textId="77777777" w:rsidR="00240EC2" w:rsidRDefault="00730C7D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440" w:dyaOrig="279" w14:anchorId="18F24FD4">
          <v:shape id="_x0000_i1033" type="#_x0000_t75" style="width:22pt;height:13.5pt" o:ole="">
            <v:imagedata r:id="rId23" o:title=""/>
          </v:shape>
          <o:OLEObject Type="Embed" ProgID="Equation.DSMT4" ShapeID="_x0000_i1033" DrawAspect="Content" ObjectID="_1771491610" r:id="rId24"/>
        </w:object>
      </w:r>
      <w:r>
        <w:t xml:space="preserve"> </w: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冷凝计算界面至围护结构外表面之间的蒸汽渗</w:t>
      </w:r>
      <w:r w:rsidR="00777E12">
        <w:rPr>
          <w:rFonts w:ascii="宋体" w:cs="宋体" w:hint="eastAsia"/>
          <w:kern w:val="0"/>
          <w:szCs w:val="21"/>
        </w:rPr>
        <w:t>透阻(</w:t>
      </w:r>
      <w:r w:rsidR="00B63B08">
        <w:rPr>
          <w:rFonts w:ascii="宋体" w:cs="宋体" w:hint="eastAsia"/>
          <w:kern w:val="0"/>
          <w:szCs w:val="21"/>
        </w:rPr>
        <w:t>㎡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000000">
        <w:rPr>
          <w:position w:val="-8"/>
        </w:rPr>
        <w:pict w14:anchorId="22ED4545">
          <v:shape id="_x0000_i1034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17D58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E17D58&quot; wsp:rsidP=&quot;00E17D5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B36162">
        <w:rPr>
          <w:position w:val="-8"/>
        </w:rPr>
        <w:pict w14:anchorId="038725F6">
          <v:shape id="_x0000_i1147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17D58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E17D58&quot; wsp:rsidP=&quot;00E17D5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777E12">
        <w:rPr>
          <w:rFonts w:ascii="宋体" w:cs="宋体" w:hint="eastAsia"/>
          <w:kern w:val="0"/>
          <w:szCs w:val="21"/>
        </w:rPr>
        <w:t>h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000000">
        <w:rPr>
          <w:position w:val="-8"/>
        </w:rPr>
        <w:pict w14:anchorId="72C80330">
          <v:shape id="_x0000_i1036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D4CC3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9D4CC3&quot; wsp:rsidP=&quot;009D4CC3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B36162">
        <w:rPr>
          <w:position w:val="-8"/>
        </w:rPr>
        <w:pict w14:anchorId="7E2F4ACF">
          <v:shape id="_x0000_i1148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D4CC3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9D4CC3&quot; wsp:rsidP=&quot;009D4CC3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777E12">
        <w:rPr>
          <w:rFonts w:ascii="宋体" w:cs="宋体" w:hint="eastAsia"/>
          <w:kern w:val="0"/>
          <w:szCs w:val="21"/>
        </w:rPr>
        <w:t>Pa/g)；</w:t>
      </w:r>
    </w:p>
    <w:p w14:paraId="6D9B1D64" w14:textId="77777777" w:rsidR="00240EC2" w:rsidRDefault="00730C7D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279" w:dyaOrig="279" w14:anchorId="7755E97F">
          <v:shape id="_x0000_i1038" type="#_x0000_t75" style="width:13.5pt;height:13.5pt" o:ole="">
            <v:imagedata r:id="rId25" o:title=""/>
          </v:shape>
          <o:OLEObject Type="Embed" ProgID="Equation.DSMT4" ShapeID="_x0000_i1038" DrawAspect="Content" ObjectID="_1771491611" r:id="rId26"/>
        </w:object>
      </w:r>
      <w:r>
        <w:t xml:space="preserve"> </w:t>
      </w:r>
      <w:r w:rsidR="00B35129">
        <w:rPr>
          <w:rFonts w:hint="eastAsia"/>
        </w:rPr>
        <w:t>—</w:t>
      </w:r>
      <w:r w:rsidR="00777E12">
        <w:rPr>
          <w:rFonts w:ascii="宋体" w:cs="宋体" w:hint="eastAsia"/>
          <w:kern w:val="0"/>
          <w:szCs w:val="21"/>
        </w:rPr>
        <w:t>室内空气水蒸气分压力(Pa)，根据室内计算温度和相对湿度确定</w:t>
      </w:r>
      <w:r w:rsidR="000A2E66">
        <w:rPr>
          <w:rFonts w:ascii="宋体" w:cs="宋体" w:hint="eastAsia"/>
          <w:kern w:val="0"/>
          <w:szCs w:val="21"/>
        </w:rPr>
        <w:t>；</w:t>
      </w:r>
    </w:p>
    <w:p w14:paraId="72C37066" w14:textId="77777777" w:rsidR="00240EC2" w:rsidRDefault="00730C7D" w:rsidP="00C026F3">
      <w:pPr>
        <w:autoSpaceDE w:val="0"/>
        <w:autoSpaceDN w:val="0"/>
        <w:adjustRightInd w:val="0"/>
        <w:ind w:leftChars="400" w:left="1470" w:hangingChars="300" w:hanging="63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300" w:dyaOrig="279" w14:anchorId="35EBA88B">
          <v:shape id="_x0000_i1039" type="#_x0000_t75" style="width:15pt;height:13.5pt" o:ole="">
            <v:imagedata r:id="rId27" o:title=""/>
          </v:shape>
          <o:OLEObject Type="Embed" ProgID="Equation.DSMT4" ShapeID="_x0000_i1039" DrawAspect="Content" ObjectID="_1771491612" r:id="rId28"/>
        </w:object>
      </w:r>
      <w:r>
        <w:t xml:space="preserve"> </w:t>
      </w:r>
      <w:r w:rsidR="00B35129">
        <w:rPr>
          <w:rFonts w:hint="eastAsia"/>
        </w:rPr>
        <w:t>—</w:t>
      </w:r>
      <w:r w:rsidR="00EE1B15">
        <w:rPr>
          <w:rFonts w:ascii="宋体" w:cs="宋体" w:hint="eastAsia"/>
          <w:kern w:val="0"/>
          <w:szCs w:val="21"/>
        </w:rPr>
        <w:t>室外空气水蒸气分压力(Pa)，根据本规范附录三附表</w:t>
      </w:r>
      <w:r w:rsidR="005734B3">
        <w:rPr>
          <w:rFonts w:ascii="宋体" w:cs="宋体" w:hint="eastAsia"/>
          <w:kern w:val="0"/>
          <w:szCs w:val="21"/>
        </w:rPr>
        <w:t>3.1</w:t>
      </w:r>
      <w:r w:rsidR="00EE1B15">
        <w:rPr>
          <w:rFonts w:ascii="宋体" w:cs="宋体" w:hint="eastAsia"/>
          <w:kern w:val="0"/>
          <w:szCs w:val="21"/>
        </w:rPr>
        <w:t>查得的采暖期室外平均温度和平均</w:t>
      </w:r>
      <w:r w:rsidR="005734B3">
        <w:rPr>
          <w:rFonts w:ascii="宋体" w:cs="宋体" w:hint="eastAsia"/>
          <w:kern w:val="0"/>
          <w:szCs w:val="21"/>
        </w:rPr>
        <w:t>相对温度确定；</w:t>
      </w:r>
    </w:p>
    <w:p w14:paraId="4EBBE89F" w14:textId="77777777" w:rsidR="0027727F" w:rsidRDefault="0027727F" w:rsidP="0027727F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400" w:dyaOrig="279" w14:anchorId="2CADBCA1">
          <v:shape id="_x0000_i1040" type="#_x0000_t75" style="width:20.5pt;height:13.5pt" o:ole="">
            <v:imagedata r:id="rId29" o:title=""/>
          </v:shape>
          <o:OLEObject Type="Embed" ProgID="Equation.DSMT4" ShapeID="_x0000_i1040" DrawAspect="Content" ObjectID="_1771491613" r:id="rId30"/>
        </w:object>
      </w:r>
      <w:r>
        <w:rPr>
          <w:rFonts w:hint="eastAsia"/>
        </w:rPr>
        <w:t>—</w:t>
      </w:r>
      <w:r>
        <w:rPr>
          <w:rFonts w:ascii="宋体" w:cs="宋体" w:hint="eastAsia"/>
          <w:kern w:val="0"/>
          <w:szCs w:val="21"/>
        </w:rPr>
        <w:t>冷凝计算界面处与界面温度</w:t>
      </w:r>
      <w:r w:rsidRPr="00935543">
        <w:rPr>
          <w:rFonts w:ascii="宋体" w:cs="宋体"/>
          <w:kern w:val="0"/>
          <w:position w:val="-6"/>
          <w:szCs w:val="21"/>
        </w:rPr>
        <w:object w:dxaOrig="279" w:dyaOrig="279" w14:anchorId="202A480E">
          <v:shape id="_x0000_i1041" type="#_x0000_t75" style="width:13.5pt;height:13.5pt" o:ole="">
            <v:imagedata r:id="rId31" o:title=""/>
          </v:shape>
          <o:OLEObject Type="Embed" ProgID="Equation.DSMT4" ShapeID="_x0000_i1041" DrawAspect="Content" ObjectID="_1771491614" r:id="rId32"/>
        </w:object>
      </w:r>
      <w:r>
        <w:rPr>
          <w:rFonts w:ascii="宋体" w:cs="宋体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</w:rPr>
        <w:t>对应的饱和水蒸气分压力(Pa)；</w:t>
      </w:r>
    </w:p>
    <w:p w14:paraId="19D80770" w14:textId="77777777" w:rsidR="0027727F" w:rsidRDefault="0027727F" w:rsidP="0027727F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>
        <w:rPr>
          <w:rFonts w:hint="eastAsia"/>
        </w:rPr>
        <w:t>Z</w:t>
      </w:r>
      <w:r>
        <w:rPr>
          <w:rFonts w:hint="eastAsia"/>
        </w:rPr>
        <w:t>—</w:t>
      </w:r>
      <w:r>
        <w:rPr>
          <w:rFonts w:ascii="宋体" w:cs="宋体" w:hint="eastAsia"/>
          <w:kern w:val="0"/>
          <w:szCs w:val="21"/>
        </w:rPr>
        <w:t>采暖期天数，应符合本规范附录三附表3.1的规定；</w:t>
      </w:r>
    </w:p>
    <w:p w14:paraId="0FA207D7" w14:textId="77777777" w:rsidR="00240EC2" w:rsidRDefault="00A351F6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A351F6">
        <w:rPr>
          <w:position w:val="-10"/>
        </w:rPr>
        <w:object w:dxaOrig="300" w:dyaOrig="260" w14:anchorId="111AF337">
          <v:shape id="_x0000_i1042" type="#_x0000_t75" style="width:15pt;height:13.5pt" o:ole="">
            <v:imagedata r:id="rId33" o:title=""/>
          </v:shape>
          <o:OLEObject Type="Embed" ProgID="Equation.DSMT4" ShapeID="_x0000_i1042" DrawAspect="Content" ObjectID="_1771491615" r:id="rId34"/>
        </w:objec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保温材料的干密度</w:t>
      </w:r>
      <w:r w:rsidR="003344E6">
        <w:rPr>
          <w:rFonts w:ascii="宋体" w:cs="宋体" w:hint="eastAsia"/>
          <w:kern w:val="0"/>
          <w:szCs w:val="21"/>
        </w:rPr>
        <w:t>(kg/m</w:t>
      </w:r>
      <w:r w:rsidR="003344E6" w:rsidRPr="001814D3">
        <w:rPr>
          <w:rFonts w:ascii="宋体" w:cs="宋体"/>
          <w:kern w:val="0"/>
          <w:szCs w:val="21"/>
          <w:vertAlign w:val="superscript"/>
        </w:rPr>
        <w:t>3</w:t>
      </w:r>
      <w:r w:rsidR="003344E6">
        <w:rPr>
          <w:rFonts w:ascii="宋体" w:cs="宋体" w:hint="eastAsia"/>
          <w:kern w:val="0"/>
          <w:szCs w:val="21"/>
        </w:rPr>
        <w:t>)；</w:t>
      </w:r>
    </w:p>
    <w:p w14:paraId="561386C4" w14:textId="77777777" w:rsidR="00240EC2" w:rsidRDefault="00841D90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841D90">
        <w:rPr>
          <w:position w:val="-6"/>
        </w:rPr>
        <w:object w:dxaOrig="260" w:dyaOrig="279" w14:anchorId="51F14C50">
          <v:shape id="_x0000_i1043" type="#_x0000_t75" style="width:13.5pt;height:13.5pt" o:ole="">
            <v:imagedata r:id="rId35" o:title=""/>
          </v:shape>
          <o:OLEObject Type="Embed" ProgID="Equation.DSMT4" ShapeID="_x0000_i1043" DrawAspect="Content" ObjectID="_1771491616" r:id="rId36"/>
        </w:objec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保温材料厚度</w:t>
      </w:r>
      <w:r w:rsidR="003344E6">
        <w:rPr>
          <w:rFonts w:ascii="宋体" w:cs="宋体" w:hint="eastAsia"/>
          <w:kern w:val="0"/>
          <w:szCs w:val="21"/>
        </w:rPr>
        <w:t>(m)；</w:t>
      </w:r>
    </w:p>
    <w:p w14:paraId="4625E7DE" w14:textId="77777777" w:rsidR="00D60B8C" w:rsidRDefault="00D60B8C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</w:p>
    <w:p w14:paraId="373D013F" w14:textId="77777777" w:rsidR="00D60B8C" w:rsidRDefault="00D60B8C" w:rsidP="00D60B8C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 w:hint="eastAsia"/>
          <w:szCs w:val="22"/>
        </w:rPr>
        <w:t>冷凝计算界面温度可按下式计算：</w:t>
      </w:r>
    </w:p>
    <w:p w14:paraId="3A65A04F" w14:textId="77777777" w:rsidR="00D60B8C" w:rsidRDefault="00D60B8C" w:rsidP="00D60B8C">
      <w:pPr>
        <w:jc w:val="center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2360" w:dyaOrig="680" w14:anchorId="31096FE8">
          <v:shape id="_x0000_i1044" type="#_x0000_t75" style="width:118pt;height:34pt" o:ole="">
            <v:imagedata r:id="rId37" o:title=""/>
          </v:shape>
          <o:OLEObject Type="Embed" ProgID="Equation.3" ShapeID="_x0000_i1044" DrawAspect="Content" ObjectID="_1771491617" r:id="rId38"/>
        </w:object>
      </w:r>
    </w:p>
    <w:p w14:paraId="67C3C90B" w14:textId="77777777"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 w:hint="eastAsia"/>
          <w:szCs w:val="22"/>
        </w:rPr>
        <w:t>式中：</w:t>
      </w:r>
      <w:r>
        <w:rPr>
          <w:rFonts w:eastAsiaTheme="minorEastAsia"/>
        </w:rPr>
        <w:object w:dxaOrig="260" w:dyaOrig="360" w14:anchorId="5216DEC3">
          <v:shape id="_x0000_i1045" type="#_x0000_t75" style="width:13.5pt;height:18pt" o:ole="">
            <v:imagedata r:id="rId39" o:title=""/>
          </v:shape>
          <o:OLEObject Type="Embed" ProgID="Equation.3" ShapeID="_x0000_i1045" DrawAspect="Content" ObjectID="_1771491618" r:id="rId40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冷凝计算界面温度（</w:t>
      </w:r>
      <w:r>
        <w:rPr>
          <w:rFonts w:ascii="宋体" w:hAnsi="宋体" w:hint="eastAsia"/>
          <w:szCs w:val="22"/>
        </w:rPr>
        <w:t>℃</w:t>
      </w:r>
      <w:r>
        <w:rPr>
          <w:rFonts w:eastAsiaTheme="minorEastAsia" w:hint="eastAsia"/>
          <w:szCs w:val="22"/>
        </w:rPr>
        <w:t>）</w:t>
      </w:r>
    </w:p>
    <w:p w14:paraId="5D049CBC" w14:textId="77777777"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180" w:dyaOrig="360" w14:anchorId="526CC39E">
          <v:shape id="_x0000_i1046" type="#_x0000_t75" style="width:9pt;height:18pt" o:ole="">
            <v:imagedata r:id="rId41" o:title=""/>
          </v:shape>
          <o:OLEObject Type="Embed" ProgID="Equation.3" ShapeID="_x0000_i1046" DrawAspect="Content" ObjectID="_1771491619" r:id="rId42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室内计算温度（</w:t>
      </w:r>
      <w:r>
        <w:rPr>
          <w:rFonts w:ascii="宋体" w:hAnsi="宋体" w:hint="eastAsia"/>
          <w:szCs w:val="22"/>
        </w:rPr>
        <w:t>℃</w:t>
      </w:r>
      <w:r>
        <w:rPr>
          <w:rFonts w:eastAsiaTheme="minorEastAsia" w:hint="eastAsia"/>
          <w:szCs w:val="22"/>
        </w:rPr>
        <w:t>）</w:t>
      </w:r>
    </w:p>
    <w:p w14:paraId="14FDCE29" w14:textId="77777777"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200" w:dyaOrig="360" w14:anchorId="31996A01">
          <v:shape id="_x0000_i1047" type="#_x0000_t75" style="width:10.5pt;height:18pt" o:ole="">
            <v:imagedata r:id="rId43" o:title=""/>
          </v:shape>
          <o:OLEObject Type="Embed" ProgID="Equation.3" ShapeID="_x0000_i1047" DrawAspect="Content" ObjectID="_1771491620" r:id="rId44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采暖期室外平均温度（</w:t>
      </w:r>
      <w:r>
        <w:rPr>
          <w:rFonts w:ascii="宋体" w:hAnsi="宋体" w:hint="eastAsia"/>
          <w:szCs w:val="22"/>
        </w:rPr>
        <w:t>℃</w:t>
      </w:r>
      <w:r>
        <w:rPr>
          <w:rFonts w:eastAsiaTheme="minorEastAsia" w:hint="eastAsia"/>
          <w:szCs w:val="22"/>
        </w:rPr>
        <w:t>）</w:t>
      </w:r>
    </w:p>
    <w:p w14:paraId="67DACA04" w14:textId="77777777"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300" w:dyaOrig="360" w14:anchorId="65846787">
          <v:shape id="_x0000_i1048" type="#_x0000_t75" style="width:15pt;height:18pt" o:ole="">
            <v:imagedata r:id="rId45" o:title=""/>
          </v:shape>
          <o:OLEObject Type="Embed" ProgID="Equation.3" ShapeID="_x0000_i1048" DrawAspect="Content" ObjectID="_1771491621" r:id="rId46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围护结构传热阻（㎡</w:t>
      </w:r>
      <w:r>
        <w:rPr>
          <w:rFonts w:eastAsiaTheme="minorEastAsia"/>
          <w:szCs w:val="22"/>
        </w:rPr>
        <w:t>·K/W</w:t>
      </w:r>
      <w:r>
        <w:rPr>
          <w:rFonts w:eastAsiaTheme="minorEastAsia" w:hint="eastAsia"/>
          <w:szCs w:val="22"/>
        </w:rPr>
        <w:t>）</w:t>
      </w:r>
    </w:p>
    <w:p w14:paraId="4F84F476" w14:textId="77777777"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260" w:dyaOrig="360" w14:anchorId="2384849B">
          <v:shape id="_x0000_i1049" type="#_x0000_t75" style="width:13.5pt;height:18pt" o:ole="">
            <v:imagedata r:id="rId47" o:title=""/>
          </v:shape>
          <o:OLEObject Type="Embed" ProgID="Equation.3" ShapeID="_x0000_i1049" DrawAspect="Content" ObjectID="_1771491622" r:id="rId48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内表面换热阻（㎡</w:t>
      </w:r>
      <w:r>
        <w:rPr>
          <w:rFonts w:eastAsiaTheme="minorEastAsia"/>
          <w:szCs w:val="22"/>
        </w:rPr>
        <w:t>K/W</w:t>
      </w:r>
      <w:r>
        <w:rPr>
          <w:rFonts w:eastAsiaTheme="minorEastAsia" w:hint="eastAsia"/>
          <w:szCs w:val="22"/>
        </w:rPr>
        <w:t>）</w:t>
      </w:r>
    </w:p>
    <w:p w14:paraId="3AA33A1E" w14:textId="77777777" w:rsidR="00D60B8C" w:rsidRDefault="00D60B8C" w:rsidP="00B505F2">
      <w:pPr>
        <w:rPr>
          <w:rFonts w:asciiTheme="minorHAnsi" w:eastAsiaTheme="minorEastAsia" w:hAnsiTheme="minorHAnsi"/>
          <w:szCs w:val="22"/>
        </w:rPr>
      </w:pPr>
      <w:r>
        <w:rPr>
          <w:rFonts w:eastAsiaTheme="minorEastAsia"/>
          <w:szCs w:val="22"/>
        </w:rPr>
        <w:t xml:space="preserve">    </w:t>
      </w:r>
      <w:r>
        <w:rPr>
          <w:rFonts w:eastAsiaTheme="minorEastAsia"/>
        </w:rPr>
        <w:object w:dxaOrig="380" w:dyaOrig="380" w14:anchorId="2DDFEAA1">
          <v:shape id="_x0000_i1050" type="#_x0000_t75" style="width:19.5pt;height:19.5pt" o:ole="">
            <v:imagedata r:id="rId49" o:title=""/>
          </v:shape>
          <o:OLEObject Type="Embed" ProgID="Equation.3" ShapeID="_x0000_i1050" DrawAspect="Content" ObjectID="_1771491623" r:id="rId50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冷凝计算界面至围护结构内表面之间的热阻（㎡</w:t>
      </w:r>
      <w:r>
        <w:rPr>
          <w:rFonts w:eastAsiaTheme="minorEastAsia"/>
          <w:szCs w:val="22"/>
        </w:rPr>
        <w:t>·K/W</w:t>
      </w:r>
      <w:r>
        <w:rPr>
          <w:rFonts w:eastAsiaTheme="minorEastAsia" w:hint="eastAsia"/>
          <w:szCs w:val="22"/>
        </w:rPr>
        <w:t>）</w:t>
      </w:r>
    </w:p>
    <w:p w14:paraId="22F97647" w14:textId="77777777" w:rsidR="00D60B8C" w:rsidRPr="00D60B8C" w:rsidRDefault="00D60B8C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</w:p>
    <w:p w14:paraId="573B526A" w14:textId="77777777" w:rsidR="00504D39" w:rsidRDefault="00504D39" w:rsidP="00504D39">
      <w:pPr>
        <w:pStyle w:val="1"/>
        <w:spacing w:line="240" w:lineRule="atLeast"/>
      </w:pPr>
      <w:bookmarkStart w:id="49" w:name="_Toc480186064"/>
      <w:bookmarkStart w:id="50" w:name="_Toc480186126"/>
      <w:bookmarkStart w:id="51" w:name="_Toc480218448"/>
      <w:bookmarkStart w:id="52" w:name="_Toc160878818"/>
      <w:r w:rsidRPr="00DD44E4">
        <w:rPr>
          <w:rFonts w:hint="eastAsia"/>
        </w:rPr>
        <w:t>防潮验算</w:t>
      </w:r>
      <w:r w:rsidRPr="00DD44E4">
        <w:t>计算过程</w:t>
      </w:r>
      <w:bookmarkEnd w:id="49"/>
      <w:bookmarkEnd w:id="50"/>
      <w:bookmarkEnd w:id="51"/>
      <w:bookmarkEnd w:id="52"/>
    </w:p>
    <w:p w14:paraId="19D5976F" w14:textId="77777777" w:rsidR="00D60B8C" w:rsidRPr="00481875" w:rsidRDefault="00D60B8C" w:rsidP="00D60B8C">
      <w:pPr>
        <w:pStyle w:val="2"/>
        <w:spacing w:line="240" w:lineRule="atLeast"/>
        <w:rPr>
          <w:kern w:val="2"/>
        </w:rPr>
      </w:pPr>
      <w:bookmarkStart w:id="53" w:name="_Toc160878819"/>
      <w:r>
        <w:rPr>
          <w:rFonts w:hint="eastAsia"/>
          <w:kern w:val="2"/>
        </w:rPr>
        <w:t>计算条件</w:t>
      </w:r>
      <w:bookmarkEnd w:id="53"/>
    </w:p>
    <w:tbl>
      <w:tblPr>
        <w:tblW w:w="93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62"/>
        <w:gridCol w:w="2693"/>
        <w:gridCol w:w="3671"/>
      </w:tblGrid>
      <w:tr w:rsidR="007952C1" w14:paraId="57949C7D" w14:textId="77777777" w:rsidTr="00EA2DCF">
        <w:trPr>
          <w:trHeight w:val="446"/>
        </w:trPr>
        <w:tc>
          <w:tcPr>
            <w:tcW w:w="2962" w:type="dxa"/>
            <w:tcBorders>
              <w:top w:val="single" w:sz="12" w:space="0" w:color="auto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14:paraId="321F3885" w14:textId="77777777" w:rsidR="007952C1" w:rsidRDefault="007952C1" w:rsidP="00D60B8C">
            <w:r w:rsidRPr="001611A7">
              <w:rPr>
                <w:position w:val="-6"/>
              </w:rPr>
              <w:object w:dxaOrig="279" w:dyaOrig="279" w14:anchorId="0238DE6F">
                <v:shape id="_x0000_i1051" type="#_x0000_t75" style="width:13.5pt;height:13.5pt" o:ole="">
                  <v:imagedata r:id="rId51" o:title=""/>
                </v:shape>
                <o:OLEObject Type="Embed" ProgID="Equation.DSMT4" ShapeID="_x0000_i1051" DrawAspect="Content" ObjectID="_1771491624" r:id="rId52"/>
              </w:object>
            </w:r>
            <w:r>
              <w:t xml:space="preserve"> </w:t>
            </w:r>
            <w:r>
              <w:rPr>
                <w:rFonts w:hint="eastAsia"/>
              </w:rPr>
              <w:t>内表面换热阻（㎡</w:t>
            </w:r>
            <w:r w:rsidRPr="0060196C">
              <w:fldChar w:fldCharType="begin"/>
            </w:r>
            <w:r w:rsidRPr="0060196C">
              <w:instrText xml:space="preserve"> QUOTE </w:instrText>
            </w:r>
            <w:r w:rsidR="00000000">
              <w:rPr>
                <w:position w:val="-8"/>
              </w:rPr>
              <w:pict w14:anchorId="5ABA07CA">
                <v:shape id="_x0000_i1052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4DAA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A4DAA&quot; wsp:rsidP=&quot;00AA4DA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Pr="0060196C">
              <w:instrText xml:space="preserve"> </w:instrText>
            </w:r>
            <w:r w:rsidRPr="0060196C">
              <w:fldChar w:fldCharType="separate"/>
            </w:r>
            <w:r w:rsidR="00B36162">
              <w:rPr>
                <w:position w:val="-8"/>
              </w:rPr>
              <w:pict w14:anchorId="2DC9A475">
                <v:shape id="_x0000_i1149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4DAA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A4DAA&quot; wsp:rsidP=&quot;00AA4DA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Pr="0060196C">
              <w:fldChar w:fldCharType="end"/>
            </w:r>
            <w:r>
              <w:rPr>
                <w:rFonts w:hint="eastAsia"/>
              </w:rPr>
              <w:t>K/W</w:t>
            </w:r>
            <w:r>
              <w:rPr>
                <w:rFonts w:hint="eastAsia"/>
              </w:rPr>
              <w:t>）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C80CD2" w14:textId="77777777" w:rsidR="007952C1" w:rsidRDefault="00EA2DCF" w:rsidP="00D60B8C">
            <w:r>
              <w:rPr>
                <w:rFonts w:hint="eastAsia"/>
              </w:rPr>
              <w:t>0.11</w:t>
            </w:r>
          </w:p>
        </w:tc>
        <w:tc>
          <w:tcPr>
            <w:tcW w:w="3671" w:type="dxa"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14:paraId="7FA0D191" w14:textId="77777777"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>
              <w:rPr>
                <w:rFonts w:hint="eastAsia"/>
              </w:rPr>
              <w:t>附录</w:t>
            </w:r>
            <w:r>
              <w:rPr>
                <w:rFonts w:hint="eastAsia"/>
              </w:rPr>
              <w:t>B.4</w:t>
            </w:r>
            <w:r>
              <w:rPr>
                <w:rFonts w:hint="eastAsia"/>
              </w:rPr>
              <w:t>的</w:t>
            </w:r>
            <w:r>
              <w:t>规定采用</w:t>
            </w:r>
            <w:r>
              <w:rPr>
                <w:rFonts w:hint="eastAsia"/>
              </w:rPr>
              <w:t>。</w:t>
            </w:r>
          </w:p>
        </w:tc>
      </w:tr>
      <w:tr w:rsidR="007952C1" w14:paraId="08AF1440" w14:textId="77777777" w:rsidTr="007952C1">
        <w:trPr>
          <w:trHeight w:val="222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14:paraId="7B444824" w14:textId="77777777" w:rsidR="007952C1" w:rsidRDefault="007952C1" w:rsidP="00D60B8C">
            <w:r>
              <w:t xml:space="preserve">ti </w:t>
            </w:r>
            <w:r>
              <w:rPr>
                <w:rFonts w:hint="eastAsia"/>
              </w:rPr>
              <w:t>室内计算温度</w:t>
            </w:r>
            <w:r>
              <w:t>(</w:t>
            </w:r>
            <w:r>
              <w:rPr>
                <w:rFonts w:ascii="宋体" w:hAnsi="宋体" w:cs="宋体" w:hint="eastAsia"/>
              </w:rPr>
              <w:t>℃</w:t>
            </w:r>
            <w:r>
              <w:t>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907A07" w14:textId="77777777" w:rsidR="007952C1" w:rsidRDefault="002B5E55" w:rsidP="00D60B8C">
            <w:bookmarkStart w:id="54" w:name="t_i_avg"/>
            <w:r>
              <w:rPr>
                <w:rFonts w:hint="eastAsia"/>
              </w:rPr>
              <w:t>18</w:t>
            </w:r>
            <w:bookmarkEnd w:id="54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14:paraId="12A61638" w14:textId="77777777" w:rsidR="007952C1" w:rsidRDefault="007952C1" w:rsidP="007952C1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3.</w:t>
            </w:r>
            <w:r>
              <w:t>3.1</w:t>
            </w:r>
            <w:r>
              <w:rPr>
                <w:rFonts w:hint="eastAsia"/>
              </w:rPr>
              <w:t>条</w:t>
            </w:r>
            <w:r>
              <w:t>规定采用。</w:t>
            </w:r>
          </w:p>
        </w:tc>
      </w:tr>
      <w:tr w:rsidR="007952C1" w14:paraId="711AF264" w14:textId="77777777" w:rsidTr="007952C1">
        <w:trPr>
          <w:trHeight w:val="427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3FA88DAD" w14:textId="77777777" w:rsidR="007952C1" w:rsidRDefault="007952C1" w:rsidP="00D60B8C">
            <w:r>
              <w:rPr>
                <w:rFonts w:hint="eastAsia"/>
              </w:rPr>
              <w:t>室内</w:t>
            </w:r>
            <w:r>
              <w:t>相对湿度</w:t>
            </w:r>
            <w:r>
              <w:t>(</w:t>
            </w:r>
            <w:r>
              <w:rPr>
                <w:rFonts w:ascii="宋体" w:hAnsi="宋体" w:cs="宋体" w:hint="eastAsia"/>
              </w:rPr>
              <w:t>%</w:t>
            </w:r>
            <w:r>
              <w:t>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14:paraId="4050090E" w14:textId="77777777" w:rsidR="007952C1" w:rsidRDefault="002B5E55" w:rsidP="00D60B8C">
            <w:bookmarkStart w:id="55" w:name="室内相对湿度"/>
            <w:r>
              <w:rPr>
                <w:rFonts w:hint="eastAsia"/>
              </w:rPr>
              <w:t>60</w:t>
            </w:r>
            <w:bookmarkEnd w:id="55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14:paraId="59782471" w14:textId="77777777"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3.</w:t>
            </w:r>
            <w:r>
              <w:t>3.1</w:t>
            </w:r>
            <w:r>
              <w:rPr>
                <w:rFonts w:hint="eastAsia"/>
              </w:rPr>
              <w:t>条</w:t>
            </w:r>
            <w:r>
              <w:t>规定采用。</w:t>
            </w:r>
          </w:p>
        </w:tc>
      </w:tr>
      <w:tr w:rsidR="007952C1" w14:paraId="113A3DA2" w14:textId="77777777" w:rsidTr="007952C1">
        <w:trPr>
          <w:trHeight w:val="527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31D1E362" w14:textId="77777777" w:rsidR="007952C1" w:rsidRDefault="007952C1" w:rsidP="00D60B8C">
            <w:r w:rsidRPr="005012CD">
              <w:rPr>
                <w:position w:val="-6"/>
              </w:rPr>
              <w:object w:dxaOrig="200" w:dyaOrig="340" w14:anchorId="2BB6DF57">
                <v:shape id="_x0000_i1054" type="#_x0000_t75" style="width:10pt;height:17.5pt" o:ole="">
                  <v:imagedata r:id="rId53" o:title=""/>
                </v:shape>
                <o:OLEObject Type="Embed" ProgID="Equation.DSMT4" ShapeID="_x0000_i1054" DrawAspect="Content" ObjectID="_1771491625" r:id="rId54"/>
              </w:objec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采暖期室外平均温度（℃）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14:paraId="5C0D0695" w14:textId="77777777" w:rsidR="007952C1" w:rsidRDefault="002B5E55" w:rsidP="00D60B8C">
            <w:bookmarkStart w:id="56" w:name="t_e_avg"/>
            <w:r>
              <w:rPr>
                <w:rFonts w:hint="eastAsia"/>
              </w:rPr>
              <w:t>0.10</w:t>
            </w:r>
            <w:bookmarkEnd w:id="56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14:paraId="7AC2761D" w14:textId="77777777" w:rsidR="007952C1" w:rsidRDefault="007952C1" w:rsidP="007952C1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 w:rsidRPr="00A0563B">
              <w:rPr>
                <w:rFonts w:hint="eastAsia"/>
              </w:rPr>
              <w:t>附录表</w:t>
            </w:r>
            <w:r>
              <w:rPr>
                <w:rFonts w:hint="eastAsia"/>
              </w:rPr>
              <w:t>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  <w:tr w:rsidR="007952C1" w14:paraId="701AD725" w14:textId="77777777" w:rsidTr="007952C1">
        <w:trPr>
          <w:trHeight w:val="222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025B3683" w14:textId="77777777" w:rsidR="007952C1" w:rsidRDefault="007952C1" w:rsidP="00D60B8C">
            <w:r>
              <w:rPr>
                <w:rFonts w:hint="eastAsia"/>
              </w:rPr>
              <w:t>室外</w:t>
            </w:r>
            <w:r>
              <w:t>相对湿度</w:t>
            </w:r>
            <w:r>
              <w:t>(</w:t>
            </w:r>
            <w:r>
              <w:rPr>
                <w:rFonts w:ascii="宋体" w:hAnsi="宋体" w:cs="宋体" w:hint="eastAsia"/>
              </w:rPr>
              <w:t>%</w:t>
            </w:r>
            <w:r>
              <w:t>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14:paraId="0046FE16" w14:textId="77777777" w:rsidR="007952C1" w:rsidRDefault="002B5E55" w:rsidP="00D60B8C">
            <w:bookmarkStart w:id="57" w:name="室外相对湿度"/>
            <w:r>
              <w:rPr>
                <w:rFonts w:hint="eastAsia"/>
              </w:rPr>
              <w:t>43.00</w:t>
            </w:r>
            <w:bookmarkEnd w:id="57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14:paraId="3E8E31D7" w14:textId="77777777"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 w:rsidRPr="00A0563B">
              <w:rPr>
                <w:rFonts w:hint="eastAsia"/>
              </w:rPr>
              <w:t>附录表</w:t>
            </w:r>
            <w:r>
              <w:rPr>
                <w:rFonts w:hint="eastAsia"/>
              </w:rPr>
              <w:t>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  <w:tr w:rsidR="007952C1" w14:paraId="55D637F7" w14:textId="77777777" w:rsidTr="00DD0B5D">
        <w:trPr>
          <w:trHeight w:val="222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auto"/>
            </w:tcBorders>
            <w:shd w:val="clear" w:color="auto" w:fill="E6E6E6"/>
            <w:vAlign w:val="center"/>
            <w:hideMark/>
          </w:tcPr>
          <w:p w14:paraId="50BC926A" w14:textId="77777777" w:rsidR="007952C1" w:rsidRDefault="007952C1" w:rsidP="00D60B8C">
            <w:r>
              <w:rPr>
                <w:rFonts w:hint="eastAsia"/>
              </w:rPr>
              <w:lastRenderedPageBreak/>
              <w:t>Z</w:t>
            </w:r>
            <w:r>
              <w:t xml:space="preserve"> </w:t>
            </w:r>
            <w:r>
              <w:rPr>
                <w:rFonts w:hint="eastAsia"/>
              </w:rPr>
              <w:t>采暖</w:t>
            </w:r>
            <w:r>
              <w:t>天数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6D49BC9B" w14:textId="77777777" w:rsidR="007952C1" w:rsidRDefault="002B5E55" w:rsidP="00D60B8C">
            <w:bookmarkStart w:id="58" w:name="Z"/>
            <w:r>
              <w:rPr>
                <w:rFonts w:hint="eastAsia"/>
              </w:rPr>
              <w:t>114</w:t>
            </w:r>
            <w:bookmarkEnd w:id="58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40D566D1" w14:textId="77777777"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 w:rsidRPr="00A0563B">
              <w:rPr>
                <w:rFonts w:hint="eastAsia"/>
              </w:rPr>
              <w:t>附录</w:t>
            </w:r>
            <w:r>
              <w:rPr>
                <w:rFonts w:hint="eastAsia"/>
              </w:rPr>
              <w:t>A</w:t>
            </w:r>
            <w:r w:rsidRPr="00A0563B">
              <w:rPr>
                <w:rFonts w:hint="eastAsia"/>
              </w:rPr>
              <w:t>表</w:t>
            </w:r>
            <w:r>
              <w:rPr>
                <w:rFonts w:hint="eastAsia"/>
              </w:rPr>
              <w:t>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</w:tbl>
    <w:p w14:paraId="162DE8FB" w14:textId="77777777" w:rsidR="00D60B8C" w:rsidRDefault="00D60B8C" w:rsidP="00D60B8C">
      <w:r>
        <w:rPr>
          <w:rFonts w:hint="eastAsia"/>
        </w:rPr>
        <w:t xml:space="preserve"> </w:t>
      </w:r>
      <w:bookmarkStart w:id="59" w:name="气象数据参考"/>
      <w:bookmarkEnd w:id="59"/>
    </w:p>
    <w:p w14:paraId="7A4FAE63" w14:textId="77777777" w:rsidR="00D60B8C" w:rsidRPr="00D60B8C" w:rsidRDefault="00D60B8C" w:rsidP="00D60B8C">
      <w:pPr>
        <w:pStyle w:val="a0"/>
        <w:ind w:leftChars="0" w:left="0" w:right="1470"/>
      </w:pPr>
    </w:p>
    <w:p w14:paraId="5DE1F78F" w14:textId="77777777" w:rsidR="00F52375" w:rsidRPr="00F52375" w:rsidRDefault="00F52375" w:rsidP="00F52375">
      <w:pPr>
        <w:pStyle w:val="2"/>
        <w:spacing w:line="240" w:lineRule="atLeast"/>
        <w:rPr>
          <w:kern w:val="2"/>
        </w:rPr>
      </w:pPr>
      <w:bookmarkStart w:id="60" w:name="_Toc160878820"/>
      <w:r>
        <w:rPr>
          <w:rFonts w:hint="eastAsia"/>
          <w:kern w:val="2"/>
        </w:rPr>
        <w:t>屋顶构造一</w:t>
      </w:r>
      <w:bookmarkEnd w:id="60"/>
    </w:p>
    <w:tbl>
      <w:tblPr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848"/>
        <w:gridCol w:w="1075"/>
        <w:gridCol w:w="671"/>
        <w:gridCol w:w="992"/>
        <w:gridCol w:w="1559"/>
        <w:gridCol w:w="993"/>
      </w:tblGrid>
      <w:tr w:rsidR="00C76F5A" w14:paraId="77A0D910" w14:textId="77777777" w:rsidTr="00C76F5A">
        <w:tc>
          <w:tcPr>
            <w:tcW w:w="3345" w:type="dxa"/>
            <w:vMerge w:val="restart"/>
            <w:shd w:val="clear" w:color="auto" w:fill="E6E6E6"/>
            <w:vAlign w:val="center"/>
            <w:hideMark/>
          </w:tcPr>
          <w:p w14:paraId="40E322DC" w14:textId="77777777" w:rsidR="00C76F5A" w:rsidRDefault="00C76F5A" w:rsidP="00C76F5A">
            <w:pPr>
              <w:jc w:val="center"/>
              <w:rPr>
                <w:kern w:val="0"/>
                <w:szCs w:val="20"/>
                <w:lang w:val="en-GB"/>
              </w:rPr>
            </w:pPr>
            <w:r>
              <w:rPr>
                <w:rFonts w:hint="eastAsia"/>
              </w:rPr>
              <w:t>材料名称</w:t>
            </w:r>
            <w:r>
              <w:br/>
            </w:r>
            <w:r>
              <w:rPr>
                <w:rFonts w:hint="eastAsia"/>
              </w:rP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14:paraId="64BD19B4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14:paraId="458FE8AE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导热系数</w:t>
            </w:r>
            <w:r>
              <w:t>λ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14:paraId="3CDE3054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修正系数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14:paraId="32F0ED8B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密度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14:paraId="5FD5BDF8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蒸汽渗透</w:t>
            </w:r>
            <w:r>
              <w:t>系数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14:paraId="25E5B015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热阻</w:t>
            </w:r>
            <w:r>
              <w:t>R</w:t>
            </w:r>
          </w:p>
        </w:tc>
      </w:tr>
      <w:tr w:rsidR="00C76F5A" w14:paraId="0C013C7B" w14:textId="77777777" w:rsidTr="00C76F5A">
        <w:tc>
          <w:tcPr>
            <w:tcW w:w="3345" w:type="dxa"/>
            <w:vMerge/>
            <w:vAlign w:val="center"/>
            <w:hideMark/>
          </w:tcPr>
          <w:p w14:paraId="70B426EE" w14:textId="77777777" w:rsidR="00C76F5A" w:rsidRDefault="00C76F5A" w:rsidP="00C76F5A">
            <w:pPr>
              <w:rPr>
                <w:lang w:val="en-GB"/>
              </w:rPr>
            </w:pP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14:paraId="4A467CDC" w14:textId="77777777" w:rsidR="00C76F5A" w:rsidRDefault="00C76F5A" w:rsidP="00C76F5A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14:paraId="0D30DC44" w14:textId="77777777" w:rsidR="00C76F5A" w:rsidRDefault="00C76F5A" w:rsidP="00C76F5A">
            <w:pPr>
              <w:jc w:val="center"/>
            </w:pPr>
            <w:r>
              <w:t>W/(m.K)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14:paraId="267ED61A" w14:textId="77777777" w:rsidR="00C76F5A" w:rsidRDefault="00C76F5A" w:rsidP="00C76F5A">
            <w:pPr>
              <w:jc w:val="center"/>
            </w:pPr>
            <w:r>
              <w:t>α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14:paraId="6AE85C2A" w14:textId="77777777" w:rsidR="00C76F5A" w:rsidRDefault="00C76F5A" w:rsidP="00C76F5A">
            <w:pPr>
              <w:jc w:val="center"/>
            </w:pPr>
            <w:r>
              <w:t>Kg/m³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14:paraId="6F24A45A" w14:textId="77777777" w:rsidR="00C76F5A" w:rsidRDefault="00C76F5A" w:rsidP="00C76F5A">
            <w:pPr>
              <w:jc w:val="center"/>
            </w:pPr>
            <w:r>
              <w:t>g</w:t>
            </w:r>
            <w:r>
              <w:rPr>
                <w:rFonts w:hint="eastAsia"/>
              </w:rPr>
              <w:t>/(m</w:t>
            </w:r>
            <w:r>
              <w:t>.</w:t>
            </w:r>
            <w:r>
              <w:rPr>
                <w:rFonts w:hint="eastAsia"/>
              </w:rPr>
              <w:t>h.</w:t>
            </w:r>
            <w:r>
              <w:t>K</w:t>
            </w:r>
            <w:r>
              <w:rPr>
                <w:rFonts w:hint="eastAsia"/>
              </w:rPr>
              <w:t>Pa</w:t>
            </w:r>
            <w:r>
              <w:t>)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14:paraId="6BC1FC84" w14:textId="77777777" w:rsidR="00C76F5A" w:rsidRDefault="00C76F5A" w:rsidP="00C76F5A">
            <w:pPr>
              <w:jc w:val="center"/>
            </w:pPr>
            <w:r>
              <w:t>(</w:t>
            </w:r>
            <w:r>
              <w:rPr>
                <w:rFonts w:hint="eastAsia"/>
              </w:rPr>
              <w:t>㎡</w:t>
            </w:r>
            <w:r>
              <w:t>K)/W</w:t>
            </w:r>
          </w:p>
        </w:tc>
      </w:tr>
      <w:tr w:rsidR="00652046" w14:paraId="6C343621" w14:textId="77777777">
        <w:tc>
          <w:tcPr>
            <w:tcW w:w="3345" w:type="dxa"/>
            <w:vAlign w:val="center"/>
          </w:tcPr>
          <w:p w14:paraId="2679FD26" w14:textId="77777777" w:rsidR="00C76F5A" w:rsidRDefault="00C76F5A" w:rsidP="00C76F5A">
            <w:r>
              <w:t>碎石、卵石混凝土</w:t>
            </w:r>
            <w:r>
              <w:t>(ρ=2300)</w:t>
            </w:r>
          </w:p>
        </w:tc>
        <w:tc>
          <w:tcPr>
            <w:tcW w:w="848" w:type="dxa"/>
            <w:vAlign w:val="center"/>
          </w:tcPr>
          <w:p w14:paraId="30F152B4" w14:textId="77777777" w:rsidR="00C76F5A" w:rsidRDefault="00C76F5A" w:rsidP="00C76F5A">
            <w:r>
              <w:t>40</w:t>
            </w:r>
          </w:p>
        </w:tc>
        <w:tc>
          <w:tcPr>
            <w:tcW w:w="1075" w:type="dxa"/>
            <w:vAlign w:val="center"/>
          </w:tcPr>
          <w:p w14:paraId="34FE8A33" w14:textId="77777777" w:rsidR="00C76F5A" w:rsidRDefault="00C76F5A" w:rsidP="00C76F5A">
            <w:r>
              <w:t>1.510</w:t>
            </w:r>
          </w:p>
        </w:tc>
        <w:tc>
          <w:tcPr>
            <w:tcW w:w="671" w:type="dxa"/>
            <w:vAlign w:val="center"/>
          </w:tcPr>
          <w:p w14:paraId="240892F5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77FA7EF7" w14:textId="77777777" w:rsidR="00C76F5A" w:rsidRDefault="00C76F5A" w:rsidP="00C76F5A">
            <w:r>
              <w:t>2300.00</w:t>
            </w:r>
          </w:p>
        </w:tc>
        <w:tc>
          <w:tcPr>
            <w:tcW w:w="1559" w:type="dxa"/>
            <w:vAlign w:val="center"/>
          </w:tcPr>
          <w:p w14:paraId="5FE5D240" w14:textId="77777777" w:rsidR="00C76F5A" w:rsidRDefault="00C76F5A" w:rsidP="00C76F5A">
            <w:r>
              <w:t>0.0173</w:t>
            </w:r>
          </w:p>
        </w:tc>
        <w:tc>
          <w:tcPr>
            <w:tcW w:w="993" w:type="dxa"/>
            <w:vAlign w:val="center"/>
          </w:tcPr>
          <w:p w14:paraId="0EBFB94B" w14:textId="77777777" w:rsidR="00C76F5A" w:rsidRDefault="00C76F5A" w:rsidP="00C76F5A">
            <w:r>
              <w:t>0.026</w:t>
            </w:r>
          </w:p>
        </w:tc>
      </w:tr>
      <w:tr w:rsidR="00652046" w14:paraId="2E15BF95" w14:textId="77777777">
        <w:tc>
          <w:tcPr>
            <w:tcW w:w="3345" w:type="dxa"/>
            <w:vAlign w:val="center"/>
          </w:tcPr>
          <w:p w14:paraId="2A0D7F8F" w14:textId="77777777" w:rsidR="00C76F5A" w:rsidRDefault="00C76F5A" w:rsidP="00C76F5A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62E35642" w14:textId="77777777"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14:paraId="4670FC7D" w14:textId="77777777" w:rsidR="00C76F5A" w:rsidRDefault="00C76F5A" w:rsidP="00C76F5A">
            <w:r>
              <w:t>0.030</w:t>
            </w:r>
          </w:p>
        </w:tc>
        <w:tc>
          <w:tcPr>
            <w:tcW w:w="671" w:type="dxa"/>
            <w:vAlign w:val="center"/>
          </w:tcPr>
          <w:p w14:paraId="7793316E" w14:textId="77777777" w:rsidR="00C76F5A" w:rsidRDefault="00C76F5A" w:rsidP="00C76F5A">
            <w:r>
              <w:t>1.20</w:t>
            </w:r>
          </w:p>
        </w:tc>
        <w:tc>
          <w:tcPr>
            <w:tcW w:w="992" w:type="dxa"/>
            <w:vAlign w:val="center"/>
          </w:tcPr>
          <w:p w14:paraId="64DC49FC" w14:textId="77777777" w:rsidR="00C76F5A" w:rsidRDefault="00C76F5A" w:rsidP="00C76F5A">
            <w:r>
              <w:t>35.00</w:t>
            </w:r>
          </w:p>
        </w:tc>
        <w:tc>
          <w:tcPr>
            <w:tcW w:w="1559" w:type="dxa"/>
            <w:vAlign w:val="center"/>
          </w:tcPr>
          <w:p w14:paraId="720F40A7" w14:textId="77777777"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14:paraId="4E304D63" w14:textId="77777777" w:rsidR="00C76F5A" w:rsidRDefault="00C76F5A" w:rsidP="00C76F5A">
            <w:r>
              <w:t>0.556</w:t>
            </w:r>
          </w:p>
        </w:tc>
      </w:tr>
      <w:tr w:rsidR="00652046" w14:paraId="40098064" w14:textId="77777777">
        <w:tc>
          <w:tcPr>
            <w:tcW w:w="3345" w:type="dxa"/>
            <w:vAlign w:val="center"/>
          </w:tcPr>
          <w:p w14:paraId="13639132" w14:textId="77777777" w:rsidR="00C76F5A" w:rsidRDefault="00C76F5A" w:rsidP="00C76F5A">
            <w:r>
              <w:t>水泥砂浆</w:t>
            </w:r>
          </w:p>
        </w:tc>
        <w:tc>
          <w:tcPr>
            <w:tcW w:w="848" w:type="dxa"/>
            <w:vAlign w:val="center"/>
          </w:tcPr>
          <w:p w14:paraId="6DC5EB60" w14:textId="77777777"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14:paraId="5CE3B543" w14:textId="77777777"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14:paraId="26ADC10E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72D3F745" w14:textId="77777777"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14:paraId="48C21351" w14:textId="77777777" w:rsidR="00C76F5A" w:rsidRDefault="00C76F5A" w:rsidP="00C76F5A">
            <w:r>
              <w:t>0.0210</w:t>
            </w:r>
          </w:p>
        </w:tc>
        <w:tc>
          <w:tcPr>
            <w:tcW w:w="993" w:type="dxa"/>
            <w:vAlign w:val="center"/>
          </w:tcPr>
          <w:p w14:paraId="586BF100" w14:textId="77777777" w:rsidR="00C76F5A" w:rsidRDefault="00C76F5A" w:rsidP="00C76F5A">
            <w:r>
              <w:t>0.022</w:t>
            </w:r>
          </w:p>
        </w:tc>
      </w:tr>
      <w:tr w:rsidR="00652046" w14:paraId="4E803C76" w14:textId="77777777">
        <w:tc>
          <w:tcPr>
            <w:tcW w:w="3345" w:type="dxa"/>
            <w:vAlign w:val="center"/>
          </w:tcPr>
          <w:p w14:paraId="478F4BAD" w14:textId="77777777" w:rsidR="00C76F5A" w:rsidRDefault="00C76F5A" w:rsidP="00C76F5A">
            <w:r>
              <w:t>加气混凝土、泡沫混凝土</w:t>
            </w:r>
            <w:r>
              <w:t>(ρ=700)</w:t>
            </w:r>
          </w:p>
        </w:tc>
        <w:tc>
          <w:tcPr>
            <w:tcW w:w="848" w:type="dxa"/>
            <w:vAlign w:val="center"/>
          </w:tcPr>
          <w:p w14:paraId="5F571366" w14:textId="77777777" w:rsidR="00C76F5A" w:rsidRDefault="00C76F5A" w:rsidP="00C76F5A">
            <w:r>
              <w:t>80</w:t>
            </w:r>
          </w:p>
        </w:tc>
        <w:tc>
          <w:tcPr>
            <w:tcW w:w="1075" w:type="dxa"/>
            <w:vAlign w:val="center"/>
          </w:tcPr>
          <w:p w14:paraId="2A900AF2" w14:textId="77777777" w:rsidR="00C76F5A" w:rsidRDefault="00C76F5A" w:rsidP="00C76F5A">
            <w:r>
              <w:t>0.180</w:t>
            </w:r>
          </w:p>
        </w:tc>
        <w:tc>
          <w:tcPr>
            <w:tcW w:w="671" w:type="dxa"/>
            <w:vAlign w:val="center"/>
          </w:tcPr>
          <w:p w14:paraId="7300A60D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7AEF2D24" w14:textId="77777777" w:rsidR="00C76F5A" w:rsidRDefault="00C76F5A" w:rsidP="00C76F5A">
            <w:r>
              <w:t>700.00</w:t>
            </w:r>
          </w:p>
        </w:tc>
        <w:tc>
          <w:tcPr>
            <w:tcW w:w="1559" w:type="dxa"/>
            <w:vAlign w:val="center"/>
          </w:tcPr>
          <w:p w14:paraId="44A3B7FD" w14:textId="77777777" w:rsidR="00C76F5A" w:rsidRDefault="00C76F5A" w:rsidP="00C76F5A">
            <w:r>
              <w:t>0.0998</w:t>
            </w:r>
          </w:p>
        </w:tc>
        <w:tc>
          <w:tcPr>
            <w:tcW w:w="993" w:type="dxa"/>
            <w:vAlign w:val="center"/>
          </w:tcPr>
          <w:p w14:paraId="57D62CC4" w14:textId="77777777" w:rsidR="00C76F5A" w:rsidRDefault="00C76F5A" w:rsidP="00C76F5A">
            <w:r>
              <w:t>0.444</w:t>
            </w:r>
          </w:p>
        </w:tc>
      </w:tr>
      <w:tr w:rsidR="00652046" w14:paraId="2B2D4667" w14:textId="77777777">
        <w:tc>
          <w:tcPr>
            <w:tcW w:w="3345" w:type="dxa"/>
            <w:vAlign w:val="center"/>
          </w:tcPr>
          <w:p w14:paraId="289C4BDE" w14:textId="77777777" w:rsidR="00C76F5A" w:rsidRDefault="00C76F5A" w:rsidP="00C76F5A">
            <w:r>
              <w:t>钢筋混凝土</w:t>
            </w:r>
          </w:p>
        </w:tc>
        <w:tc>
          <w:tcPr>
            <w:tcW w:w="848" w:type="dxa"/>
            <w:vAlign w:val="center"/>
          </w:tcPr>
          <w:p w14:paraId="0F1744B1" w14:textId="77777777" w:rsidR="00C76F5A" w:rsidRDefault="00C76F5A" w:rsidP="00C76F5A">
            <w:r>
              <w:t>120</w:t>
            </w:r>
          </w:p>
        </w:tc>
        <w:tc>
          <w:tcPr>
            <w:tcW w:w="1075" w:type="dxa"/>
            <w:vAlign w:val="center"/>
          </w:tcPr>
          <w:p w14:paraId="0AB2E0E4" w14:textId="77777777" w:rsidR="00C76F5A" w:rsidRDefault="00C76F5A" w:rsidP="00C76F5A">
            <w:r>
              <w:t>1.740</w:t>
            </w:r>
          </w:p>
        </w:tc>
        <w:tc>
          <w:tcPr>
            <w:tcW w:w="671" w:type="dxa"/>
            <w:vAlign w:val="center"/>
          </w:tcPr>
          <w:p w14:paraId="0B6A5336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090703EE" w14:textId="77777777" w:rsidR="00C76F5A" w:rsidRDefault="00C76F5A" w:rsidP="00C76F5A">
            <w:r>
              <w:t>2500.00</w:t>
            </w:r>
          </w:p>
        </w:tc>
        <w:tc>
          <w:tcPr>
            <w:tcW w:w="1559" w:type="dxa"/>
            <w:vAlign w:val="center"/>
          </w:tcPr>
          <w:p w14:paraId="6D2E759C" w14:textId="77777777" w:rsidR="00C76F5A" w:rsidRDefault="00C76F5A" w:rsidP="00C76F5A">
            <w:r>
              <w:t>0.0158</w:t>
            </w:r>
          </w:p>
        </w:tc>
        <w:tc>
          <w:tcPr>
            <w:tcW w:w="993" w:type="dxa"/>
            <w:vAlign w:val="center"/>
          </w:tcPr>
          <w:p w14:paraId="2A62CBB2" w14:textId="77777777" w:rsidR="00C76F5A" w:rsidRDefault="00C76F5A" w:rsidP="00C76F5A">
            <w:r>
              <w:t>0.069</w:t>
            </w:r>
          </w:p>
        </w:tc>
      </w:tr>
      <w:tr w:rsidR="00C76F5A" w14:paraId="1687A82C" w14:textId="77777777" w:rsidTr="00DD0B5D">
        <w:tc>
          <w:tcPr>
            <w:tcW w:w="3345" w:type="dxa"/>
            <w:vAlign w:val="center"/>
          </w:tcPr>
          <w:p w14:paraId="02F2B5FD" w14:textId="77777777" w:rsidR="00C76F5A" w:rsidRDefault="00C76F5A" w:rsidP="00C76F5A">
            <w:r>
              <w:t>石灰砂浆</w:t>
            </w:r>
          </w:p>
        </w:tc>
        <w:tc>
          <w:tcPr>
            <w:tcW w:w="848" w:type="dxa"/>
            <w:vAlign w:val="center"/>
          </w:tcPr>
          <w:p w14:paraId="343C52D9" w14:textId="77777777"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14:paraId="0943218F" w14:textId="77777777" w:rsidR="00C76F5A" w:rsidRDefault="00C76F5A" w:rsidP="00C76F5A">
            <w:r>
              <w:t>0.810</w:t>
            </w:r>
          </w:p>
        </w:tc>
        <w:tc>
          <w:tcPr>
            <w:tcW w:w="671" w:type="dxa"/>
            <w:vAlign w:val="center"/>
          </w:tcPr>
          <w:p w14:paraId="6F6B2371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7C3BA49A" w14:textId="77777777" w:rsidR="00C76F5A" w:rsidRDefault="00C76F5A" w:rsidP="00C76F5A">
            <w:r>
              <w:t>1600.00</w:t>
            </w:r>
          </w:p>
        </w:tc>
        <w:tc>
          <w:tcPr>
            <w:tcW w:w="1559" w:type="dxa"/>
            <w:vAlign w:val="center"/>
          </w:tcPr>
          <w:p w14:paraId="1726A035" w14:textId="77777777" w:rsidR="00C76F5A" w:rsidRDefault="00C76F5A" w:rsidP="00C76F5A">
            <w:r>
              <w:t>0.0443</w:t>
            </w:r>
          </w:p>
        </w:tc>
        <w:tc>
          <w:tcPr>
            <w:tcW w:w="993" w:type="dxa"/>
            <w:vAlign w:val="center"/>
          </w:tcPr>
          <w:p w14:paraId="3FDCD943" w14:textId="77777777" w:rsidR="00C76F5A" w:rsidRDefault="00C76F5A" w:rsidP="00C76F5A">
            <w:r>
              <w:t>0.025</w:t>
            </w:r>
          </w:p>
        </w:tc>
      </w:tr>
    </w:tbl>
    <w:p w14:paraId="6D4B68BD" w14:textId="77777777" w:rsidR="00F52375" w:rsidRPr="00F52375" w:rsidRDefault="00F52375" w:rsidP="00F52375">
      <w:pPr>
        <w:pStyle w:val="a0"/>
        <w:ind w:left="1470" w:right="1470"/>
      </w:pPr>
    </w:p>
    <w:p w14:paraId="00FE02D1" w14:textId="77777777" w:rsidR="007952C1" w:rsidRDefault="007952C1" w:rsidP="00CE04F8">
      <w:pPr>
        <w:pStyle w:val="3"/>
      </w:pPr>
      <w:bookmarkStart w:id="61" w:name="_Toc160878821"/>
      <w:r w:rsidRPr="007952C1">
        <w:rPr>
          <w:rFonts w:hint="eastAsia"/>
        </w:rPr>
        <w:t>冷凝计算界面至围护结构内表面之间的热阻</w:t>
      </w:r>
      <w:bookmarkEnd w:id="61"/>
      <w:r w:rsidRPr="007952C1">
        <w:object w:dxaOrig="380" w:dyaOrig="279" w14:anchorId="21A2E759">
          <v:shape id="_x0000_i1055" type="#_x0000_t75" style="width:19pt;height:13.5pt" o:ole="">
            <v:imagedata r:id="rId9" o:title=""/>
          </v:shape>
          <o:OLEObject Type="Embed" ProgID="Equation.DSMT4" ShapeID="_x0000_i1055" DrawAspect="Content" ObjectID="_1771491626" r:id="rId55"/>
        </w:object>
      </w:r>
    </w:p>
    <w:p w14:paraId="2BBEAB9F" w14:textId="77777777" w:rsidR="0049117E" w:rsidRPr="0049117E" w:rsidRDefault="0049117E" w:rsidP="0049117E">
      <w:pPr>
        <w:pStyle w:val="ab"/>
      </w:pPr>
      <w:r w:rsidRPr="0049117E">
        <w:rPr>
          <w:rFonts w:hint="eastAsia"/>
        </w:rPr>
        <w:t>围护结构冷凝计算界面的位置，应取保温层与外侧密实材料层的交界处。</w:t>
      </w:r>
      <w:r w:rsidRPr="007952C1">
        <w:rPr>
          <w:b/>
          <w:bCs/>
        </w:rPr>
        <w:object w:dxaOrig="380" w:dyaOrig="279" w14:anchorId="0191F38A">
          <v:shape id="_x0000_i1056" type="#_x0000_t75" style="width:19pt;height:13.5pt" o:ole="">
            <v:imagedata r:id="rId9" o:title=""/>
          </v:shape>
          <o:OLEObject Type="Embed" ProgID="Equation.DSMT4" ShapeID="_x0000_i1056" DrawAspect="Content" ObjectID="_1771491627" r:id="rId56"/>
        </w:object>
      </w:r>
      <w:r>
        <w:rPr>
          <w:b/>
          <w:bCs/>
        </w:rPr>
        <w:t>=</w:t>
      </w:r>
      <w:r w:rsidR="00990A57">
        <w:rPr>
          <w:rFonts w:hint="eastAsia"/>
        </w:rPr>
        <w:t>1.12</w:t>
      </w:r>
    </w:p>
    <w:p w14:paraId="4CCAC63C" w14:textId="77777777" w:rsidR="00990A57" w:rsidRDefault="00D60B8C" w:rsidP="00CE04F8">
      <w:pPr>
        <w:pStyle w:val="3"/>
        <w:ind w:right="1470"/>
      </w:pPr>
      <w:bookmarkStart w:id="62" w:name="_Toc160878822"/>
      <w:r>
        <w:rPr>
          <w:rFonts w:hint="eastAsia"/>
        </w:rPr>
        <w:t>冷凝计算界面</w:t>
      </w:r>
      <w:r w:rsidRPr="005012CD">
        <w:rPr>
          <w:rFonts w:hint="eastAsia"/>
        </w:rPr>
        <w:t>温度</w:t>
      </w:r>
      <w:bookmarkEnd w:id="62"/>
      <w:r w:rsidRPr="004B5CEB">
        <w:rPr>
          <w:position w:val="-6"/>
        </w:rPr>
        <w:object w:dxaOrig="279" w:dyaOrig="279" w14:anchorId="57389D12">
          <v:shape id="_x0000_i1057" type="#_x0000_t75" style="width:13.5pt;height:13.5pt" o:ole="">
            <v:imagedata r:id="rId11" o:title=""/>
          </v:shape>
          <o:OLEObject Type="Embed" ProgID="Equation.DSMT4" ShapeID="_x0000_i1057" DrawAspect="Content" ObjectID="_1771491628" r:id="rId57"/>
        </w:object>
      </w:r>
    </w:p>
    <w:p w14:paraId="1A23B81D" w14:textId="77777777" w:rsidR="00CE04F8" w:rsidRPr="00990A57" w:rsidRDefault="00D60B8C" w:rsidP="00990A57">
      <w:pPr>
        <w:jc w:val="center"/>
      </w:pPr>
      <w:r w:rsidRPr="00990A57">
        <w:object w:dxaOrig="2240" w:dyaOrig="660" w14:anchorId="31EE8E43">
          <v:shape id="_x0000_i1058" type="#_x0000_t75" style="width:112pt;height:33pt" o:ole="">
            <v:imagedata r:id="rId58" o:title=""/>
          </v:shape>
          <o:OLEObject Type="Embed" ProgID="Equation.DSMT4" ShapeID="_x0000_i1058" DrawAspect="Content" ObjectID="_1771491629" r:id="rId59"/>
        </w:object>
      </w:r>
    </w:p>
    <w:p w14:paraId="675AF744" w14:textId="77777777" w:rsidR="0049117E" w:rsidRPr="0049117E" w:rsidRDefault="0049117E" w:rsidP="0049117E">
      <w:pPr>
        <w:pStyle w:val="ab"/>
      </w:pPr>
      <w:r>
        <w:rPr>
          <w:rFonts w:hint="eastAsia"/>
        </w:rPr>
        <w:t>将</w:t>
      </w:r>
      <w:r>
        <w:t>参数代入上</w:t>
      </w:r>
      <w:r>
        <w:rPr>
          <w:rFonts w:eastAsiaTheme="minorEastAsia" w:hint="eastAsia"/>
          <w:szCs w:val="22"/>
        </w:rPr>
        <w:t>式，</w:t>
      </w:r>
      <w:r w:rsidRPr="004B5CEB">
        <w:rPr>
          <w:position w:val="-6"/>
        </w:rPr>
        <w:object w:dxaOrig="279" w:dyaOrig="279" w14:anchorId="27D473A9">
          <v:shape id="_x0000_i1059" type="#_x0000_t75" style="width:13.5pt;height:13.5pt" o:ole="">
            <v:imagedata r:id="rId11" o:title=""/>
          </v:shape>
          <o:OLEObject Type="Embed" ProgID="Equation.DSMT4" ShapeID="_x0000_i1059" DrawAspect="Content" ObjectID="_1771491630" r:id="rId60"/>
        </w:object>
      </w:r>
      <w:r>
        <w:t>=</w:t>
      </w:r>
      <w:r w:rsidR="00990A57">
        <w:rPr>
          <w:rFonts w:hint="eastAsia"/>
        </w:rPr>
        <w:t>1.02</w:t>
      </w:r>
    </w:p>
    <w:p w14:paraId="27CCD787" w14:textId="77777777" w:rsidR="00CE04F8" w:rsidRPr="00CE04F8" w:rsidRDefault="00B505F2" w:rsidP="00B23996">
      <w:pPr>
        <w:pStyle w:val="3"/>
        <w:ind w:right="1470"/>
      </w:pPr>
      <w:bookmarkStart w:id="63" w:name="_Toc160878823"/>
      <w:r>
        <w:rPr>
          <w:rStyle w:val="30"/>
          <w:rFonts w:hint="eastAsia"/>
          <w:b/>
        </w:rPr>
        <w:t>围护结构</w:t>
      </w:r>
      <w:r w:rsidR="00CE04F8" w:rsidRPr="00CE04F8">
        <w:rPr>
          <w:rStyle w:val="30"/>
          <w:rFonts w:hint="eastAsia"/>
          <w:b/>
        </w:rPr>
        <w:t>冷凝受潮验算</w:t>
      </w:r>
      <w:bookmarkEnd w:id="63"/>
    </w:p>
    <w:tbl>
      <w:tblPr>
        <w:tblW w:w="99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2693"/>
        <w:gridCol w:w="1374"/>
        <w:gridCol w:w="2737"/>
      </w:tblGrid>
      <w:tr w:rsidR="00504D39" w14:paraId="74A00E1F" w14:textId="77777777" w:rsidTr="00635599">
        <w:trPr>
          <w:jc w:val="center"/>
        </w:trPr>
        <w:tc>
          <w:tcPr>
            <w:tcW w:w="3148" w:type="dxa"/>
            <w:vAlign w:val="center"/>
          </w:tcPr>
          <w:p w14:paraId="78751820" w14:textId="77777777" w:rsidR="00504D39" w:rsidRPr="005012CD" w:rsidRDefault="00504D39" w:rsidP="0054289E">
            <w:pPr>
              <w:rPr>
                <w:rFonts w:ascii="宋体" w:hAnsi="宋体"/>
                <w:sz w:val="24"/>
              </w:rPr>
            </w:pPr>
            <w:r w:rsidRPr="00730C7D">
              <w:rPr>
                <w:position w:val="-6"/>
              </w:rPr>
              <w:object w:dxaOrig="400" w:dyaOrig="279" w14:anchorId="1C65F3A3">
                <v:shape id="_x0000_i1060" type="#_x0000_t75" style="width:20.5pt;height:13.5pt" o:ole="">
                  <v:imagedata r:id="rId19" o:title=""/>
                </v:shape>
                <o:OLEObject Type="Embed" ProgID="Equation.DSMT4" ShapeID="_x0000_i1060" DrawAspect="Content" ObjectID="_1771491631" r:id="rId61"/>
              </w:object>
            </w:r>
          </w:p>
        </w:tc>
        <w:tc>
          <w:tcPr>
            <w:tcW w:w="2693" w:type="dxa"/>
            <w:vAlign w:val="center"/>
          </w:tcPr>
          <w:p w14:paraId="3F2B8BC5" w14:textId="77777777" w:rsidR="00504D39" w:rsidRDefault="00504D39" w:rsidP="0054289E">
            <w:r w:rsidRPr="00730C7D">
              <w:rPr>
                <w:position w:val="-6"/>
              </w:rPr>
              <w:object w:dxaOrig="400" w:dyaOrig="279" w14:anchorId="0E407482">
                <v:shape id="_x0000_i1061" type="#_x0000_t75" style="width:20.5pt;height:13.5pt" o:ole="">
                  <v:imagedata r:id="rId19" o:title=""/>
                </v:shape>
                <o:OLEObject Type="Embed" ProgID="Equation.DSMT4" ShapeID="_x0000_i1061" DrawAspect="Content" ObjectID="_1771491632" r:id="rId62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冷凝计算界面内侧实际的蒸汽渗透阻(㎡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 w14:anchorId="59C24CDB">
                <v:shape id="_x0000_i1062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B36162">
              <w:rPr>
                <w:position w:val="-8"/>
              </w:rPr>
              <w:pict w14:anchorId="0E0B5F27">
                <v:shape id="_x0000_i1150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 w14:anchorId="654E1CBA">
                <v:shape id="_x0000_i1064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B36162">
              <w:rPr>
                <w:position w:val="-8"/>
              </w:rPr>
              <w:pict w14:anchorId="00B1094E">
                <v:shape id="_x0000_i1151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14:paraId="049DE00F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9800.39</w:t>
            </w:r>
          </w:p>
        </w:tc>
        <w:tc>
          <w:tcPr>
            <w:tcW w:w="2737" w:type="dxa"/>
            <w:vAlign w:val="center"/>
          </w:tcPr>
          <w:p w14:paraId="37A94A9C" w14:textId="77777777" w:rsidR="00504D39" w:rsidRPr="009470F7" w:rsidRDefault="00504D39" w:rsidP="0054289E"/>
        </w:tc>
      </w:tr>
      <w:tr w:rsidR="00504D39" w14:paraId="487700A7" w14:textId="77777777" w:rsidTr="00635599">
        <w:trPr>
          <w:jc w:val="center"/>
        </w:trPr>
        <w:tc>
          <w:tcPr>
            <w:tcW w:w="3148" w:type="dxa"/>
            <w:vAlign w:val="center"/>
          </w:tcPr>
          <w:p w14:paraId="3B4AB818" w14:textId="77777777" w:rsidR="00504D39" w:rsidRDefault="00504D39" w:rsidP="0054289E">
            <w:r w:rsidRPr="00730C7D">
              <w:rPr>
                <w:position w:val="-6"/>
              </w:rPr>
              <w:object w:dxaOrig="440" w:dyaOrig="279" w14:anchorId="22BEA0DF">
                <v:shape id="_x0000_i1066" type="#_x0000_t75" style="width:22pt;height:13.5pt" o:ole="">
                  <v:imagedata r:id="rId23" o:title=""/>
                </v:shape>
                <o:OLEObject Type="Embed" ProgID="Equation.DSMT4" ShapeID="_x0000_i1066" DrawAspect="Content" ObjectID="_1771491633" r:id="rId63"/>
              </w:object>
            </w:r>
          </w:p>
        </w:tc>
        <w:tc>
          <w:tcPr>
            <w:tcW w:w="2693" w:type="dxa"/>
            <w:vAlign w:val="center"/>
          </w:tcPr>
          <w:p w14:paraId="3C853BDF" w14:textId="77777777" w:rsidR="00504D39" w:rsidRDefault="00504D39" w:rsidP="0054289E">
            <w:r w:rsidRPr="00730C7D">
              <w:rPr>
                <w:position w:val="-6"/>
              </w:rPr>
              <w:object w:dxaOrig="440" w:dyaOrig="279" w14:anchorId="062E52F3">
                <v:shape id="_x0000_i1067" type="#_x0000_t75" style="width:22pt;height:13.5pt" o:ole="">
                  <v:imagedata r:id="rId23" o:title=""/>
                </v:shape>
                <o:OLEObject Type="Embed" ProgID="Equation.DSMT4" ShapeID="_x0000_i1067" DrawAspect="Content" ObjectID="_1771491634" r:id="rId64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冷凝计算界面至围护结构外表面之间的蒸汽渗透阻(㎡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 w14:anchorId="3A30DB47">
                <v:shape id="_x0000_i1068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B36162">
              <w:rPr>
                <w:position w:val="-8"/>
              </w:rPr>
              <w:pict w14:anchorId="7F590E50">
                <v:shape id="_x0000_i1152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 w14:anchorId="16872194">
                <v:shape id="_x0000_i1070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B36162">
              <w:rPr>
                <w:position w:val="-8"/>
              </w:rPr>
              <w:pict w14:anchorId="591FF0D3">
                <v:shape id="_x0000_i1153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14:paraId="5E56BAF8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2312.14</w:t>
            </w:r>
          </w:p>
        </w:tc>
        <w:tc>
          <w:tcPr>
            <w:tcW w:w="2737" w:type="dxa"/>
            <w:vAlign w:val="center"/>
          </w:tcPr>
          <w:p w14:paraId="404F9795" w14:textId="77777777" w:rsidR="00504D39" w:rsidRDefault="00504D39" w:rsidP="0054289E"/>
        </w:tc>
      </w:tr>
      <w:tr w:rsidR="00504D39" w14:paraId="0A5E5FFD" w14:textId="77777777" w:rsidTr="00635599">
        <w:trPr>
          <w:jc w:val="center"/>
        </w:trPr>
        <w:tc>
          <w:tcPr>
            <w:tcW w:w="3148" w:type="dxa"/>
            <w:vAlign w:val="center"/>
          </w:tcPr>
          <w:p w14:paraId="1860D220" w14:textId="77777777" w:rsidR="00504D39" w:rsidRPr="00FB2E10" w:rsidRDefault="00504D39" w:rsidP="0054289E">
            <w:r w:rsidRPr="00730C7D">
              <w:rPr>
                <w:position w:val="-6"/>
              </w:rPr>
              <w:object w:dxaOrig="279" w:dyaOrig="279" w14:anchorId="3966A220">
                <v:shape id="_x0000_i1072" type="#_x0000_t75" style="width:13.5pt;height:13.5pt" o:ole="">
                  <v:imagedata r:id="rId25" o:title=""/>
                </v:shape>
                <o:OLEObject Type="Embed" ProgID="Equation.DSMT4" ShapeID="_x0000_i1072" DrawAspect="Content" ObjectID="_1771491635" r:id="rId65"/>
              </w:object>
            </w:r>
          </w:p>
        </w:tc>
        <w:tc>
          <w:tcPr>
            <w:tcW w:w="2693" w:type="dxa"/>
            <w:vAlign w:val="center"/>
          </w:tcPr>
          <w:p w14:paraId="5569C5BA" w14:textId="77777777" w:rsidR="00504D39" w:rsidRPr="00D528E7" w:rsidRDefault="00504D39" w:rsidP="0054289E">
            <w:r w:rsidRPr="00730C7D">
              <w:rPr>
                <w:position w:val="-6"/>
              </w:rPr>
              <w:object w:dxaOrig="279" w:dyaOrig="279" w14:anchorId="31666670">
                <v:shape id="_x0000_i1073" type="#_x0000_t75" style="width:13.5pt;height:13.5pt" o:ole="">
                  <v:imagedata r:id="rId25" o:title=""/>
                </v:shape>
                <o:OLEObject Type="Embed" ProgID="Equation.DSMT4" ShapeID="_x0000_i1073" DrawAspect="Content" ObjectID="_1771491636" r:id="rId66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室内空气水蒸气分压力(Pa)</w:t>
            </w:r>
          </w:p>
        </w:tc>
        <w:tc>
          <w:tcPr>
            <w:tcW w:w="1374" w:type="dxa"/>
            <w:vAlign w:val="center"/>
          </w:tcPr>
          <w:p w14:paraId="55D361F0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1237.20</w:t>
            </w:r>
          </w:p>
        </w:tc>
        <w:tc>
          <w:tcPr>
            <w:tcW w:w="2737" w:type="dxa"/>
            <w:vAlign w:val="center"/>
          </w:tcPr>
          <w:p w14:paraId="29610736" w14:textId="77777777" w:rsidR="00504D39" w:rsidRDefault="00504D39" w:rsidP="0054289E">
            <w:r>
              <w:rPr>
                <w:rFonts w:ascii="宋体" w:cs="宋体" w:hint="eastAsia"/>
                <w:kern w:val="0"/>
                <w:szCs w:val="21"/>
              </w:rPr>
              <w:t>根据室内计算温度和相对湿度确定</w:t>
            </w:r>
            <w:r w:rsidR="00AB4689">
              <w:rPr>
                <w:rFonts w:ascii="宋体" w:cs="宋体" w:hint="eastAsia"/>
                <w:kern w:val="0"/>
                <w:szCs w:val="21"/>
              </w:rPr>
              <w:t>。</w:t>
            </w:r>
          </w:p>
        </w:tc>
      </w:tr>
      <w:tr w:rsidR="00504D39" w14:paraId="2EF5C8E0" w14:textId="77777777" w:rsidTr="00635599">
        <w:trPr>
          <w:jc w:val="center"/>
        </w:trPr>
        <w:tc>
          <w:tcPr>
            <w:tcW w:w="3148" w:type="dxa"/>
            <w:vAlign w:val="center"/>
          </w:tcPr>
          <w:p w14:paraId="61951751" w14:textId="77777777" w:rsidR="00504D39" w:rsidRDefault="00504D39" w:rsidP="0054289E">
            <w:r w:rsidRPr="00730C7D">
              <w:rPr>
                <w:position w:val="-6"/>
              </w:rPr>
              <w:object w:dxaOrig="300" w:dyaOrig="279" w14:anchorId="4074B519">
                <v:shape id="_x0000_i1074" type="#_x0000_t75" style="width:15pt;height:13.5pt" o:ole="">
                  <v:imagedata r:id="rId27" o:title=""/>
                </v:shape>
                <o:OLEObject Type="Embed" ProgID="Equation.DSMT4" ShapeID="_x0000_i1074" DrawAspect="Content" ObjectID="_1771491637" r:id="rId67"/>
              </w:object>
            </w:r>
          </w:p>
        </w:tc>
        <w:tc>
          <w:tcPr>
            <w:tcW w:w="2693" w:type="dxa"/>
            <w:vAlign w:val="center"/>
          </w:tcPr>
          <w:p w14:paraId="2FAC7749" w14:textId="77777777" w:rsidR="00504D39" w:rsidRDefault="00504D39" w:rsidP="0054289E">
            <w:r w:rsidRPr="00730C7D">
              <w:rPr>
                <w:position w:val="-6"/>
              </w:rPr>
              <w:object w:dxaOrig="300" w:dyaOrig="279" w14:anchorId="585454D3">
                <v:shape id="_x0000_i1075" type="#_x0000_t75" style="width:15pt;height:13.5pt" o:ole="">
                  <v:imagedata r:id="rId27" o:title=""/>
                </v:shape>
                <o:OLEObject Type="Embed" ProgID="Equation.DSMT4" ShapeID="_x0000_i1075" DrawAspect="Content" ObjectID="_1771491638" r:id="rId68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室外空气水蒸气分压力(Pa)</w:t>
            </w:r>
          </w:p>
        </w:tc>
        <w:tc>
          <w:tcPr>
            <w:tcW w:w="1374" w:type="dxa"/>
            <w:vAlign w:val="center"/>
          </w:tcPr>
          <w:p w14:paraId="066904D7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264.67</w:t>
            </w:r>
          </w:p>
        </w:tc>
        <w:tc>
          <w:tcPr>
            <w:tcW w:w="2737" w:type="dxa"/>
            <w:vAlign w:val="center"/>
          </w:tcPr>
          <w:p w14:paraId="05EB4D01" w14:textId="77777777" w:rsidR="00504D39" w:rsidRDefault="00AB4689" w:rsidP="0054289E">
            <w:r>
              <w:rPr>
                <w:rFonts w:ascii="宋体" w:cs="宋体" w:hint="eastAsia"/>
                <w:kern w:val="0"/>
                <w:szCs w:val="21"/>
              </w:rPr>
              <w:t>根据采暖期</w:t>
            </w:r>
            <w:r>
              <w:rPr>
                <w:rFonts w:ascii="宋体" w:cs="宋体"/>
                <w:kern w:val="0"/>
                <w:szCs w:val="21"/>
              </w:rPr>
              <w:t>室外</w:t>
            </w:r>
            <w:r>
              <w:rPr>
                <w:rFonts w:ascii="宋体" w:cs="宋体" w:hint="eastAsia"/>
                <w:kern w:val="0"/>
                <w:szCs w:val="21"/>
              </w:rPr>
              <w:t>平均</w:t>
            </w:r>
            <w:r>
              <w:rPr>
                <w:rFonts w:ascii="宋体" w:cs="宋体"/>
                <w:kern w:val="0"/>
                <w:szCs w:val="21"/>
              </w:rPr>
              <w:t>温度和平均相对湿度确定。</w:t>
            </w:r>
          </w:p>
        </w:tc>
      </w:tr>
      <w:tr w:rsidR="00504D39" w14:paraId="25C747A5" w14:textId="77777777" w:rsidTr="00635599">
        <w:trPr>
          <w:jc w:val="center"/>
        </w:trPr>
        <w:tc>
          <w:tcPr>
            <w:tcW w:w="3148" w:type="dxa"/>
            <w:vAlign w:val="center"/>
          </w:tcPr>
          <w:p w14:paraId="262804FB" w14:textId="77777777" w:rsidR="00504D39" w:rsidRDefault="00504D39" w:rsidP="0054289E">
            <w:r w:rsidRPr="00730C7D">
              <w:rPr>
                <w:position w:val="-6"/>
              </w:rPr>
              <w:object w:dxaOrig="400" w:dyaOrig="279" w14:anchorId="36470D34">
                <v:shape id="_x0000_i1076" type="#_x0000_t75" style="width:20.5pt;height:13.5pt" o:ole="">
                  <v:imagedata r:id="rId29" o:title=""/>
                </v:shape>
                <o:OLEObject Type="Embed" ProgID="Equation.DSMT4" ShapeID="_x0000_i1076" DrawAspect="Content" ObjectID="_1771491639" r:id="rId69"/>
              </w:object>
            </w:r>
          </w:p>
        </w:tc>
        <w:tc>
          <w:tcPr>
            <w:tcW w:w="2693" w:type="dxa"/>
            <w:vAlign w:val="center"/>
          </w:tcPr>
          <w:p w14:paraId="6853CF39" w14:textId="77777777" w:rsidR="00504D39" w:rsidRPr="00D528E7" w:rsidRDefault="00504D39" w:rsidP="0054289E">
            <w:r w:rsidRPr="00730C7D">
              <w:rPr>
                <w:position w:val="-6"/>
              </w:rPr>
              <w:object w:dxaOrig="400" w:dyaOrig="279" w14:anchorId="5ED2429B">
                <v:shape id="_x0000_i1077" type="#_x0000_t75" style="width:20.5pt;height:13.5pt" o:ole="">
                  <v:imagedata r:id="rId29" o:title=""/>
                </v:shape>
                <o:OLEObject Type="Embed" ProgID="Equation.DSMT4" ShapeID="_x0000_i1077" DrawAspect="Content" ObjectID="_1771491640" r:id="rId70"/>
              </w:objec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冷凝计算界面处与</w:t>
            </w:r>
            <w:r>
              <w:rPr>
                <w:rFonts w:ascii="宋体" w:cs="宋体" w:hint="eastAsia"/>
                <w:kern w:val="0"/>
                <w:szCs w:val="21"/>
              </w:rPr>
              <w:lastRenderedPageBreak/>
              <w:t>界面温度</w:t>
            </w:r>
            <w:r w:rsidRPr="00935543">
              <w:rPr>
                <w:rFonts w:ascii="宋体" w:cs="宋体"/>
                <w:kern w:val="0"/>
                <w:position w:val="-6"/>
                <w:szCs w:val="21"/>
              </w:rPr>
              <w:object w:dxaOrig="279" w:dyaOrig="279" w14:anchorId="43520F6C">
                <v:shape id="_x0000_i1078" type="#_x0000_t75" style="width:13.5pt;height:13.5pt" o:ole="">
                  <v:imagedata r:id="rId31" o:title=""/>
                </v:shape>
                <o:OLEObject Type="Embed" ProgID="Equation.DSMT4" ShapeID="_x0000_i1078" DrawAspect="Content" ObjectID="_1771491641" r:id="rId71"/>
              </w:object>
            </w:r>
            <w:r>
              <w:rPr>
                <w:rFonts w:ascii="宋体" w:cs="宋体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kern w:val="0"/>
                <w:szCs w:val="21"/>
              </w:rPr>
              <w:t>对应的饱和水蒸气分压力(Pa)</w:t>
            </w:r>
          </w:p>
        </w:tc>
        <w:tc>
          <w:tcPr>
            <w:tcW w:w="1374" w:type="dxa"/>
            <w:vAlign w:val="center"/>
          </w:tcPr>
          <w:p w14:paraId="7241A6D4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lastRenderedPageBreak/>
              <w:t>657.05</w:t>
            </w:r>
          </w:p>
        </w:tc>
        <w:tc>
          <w:tcPr>
            <w:tcW w:w="2737" w:type="dxa"/>
            <w:vAlign w:val="center"/>
          </w:tcPr>
          <w:p w14:paraId="5BAA0D26" w14:textId="77777777" w:rsidR="00504D39" w:rsidRPr="00FB2E10" w:rsidRDefault="00504D39" w:rsidP="0054289E"/>
        </w:tc>
      </w:tr>
      <w:tr w:rsidR="00504D39" w14:paraId="0A602205" w14:textId="77777777" w:rsidTr="00635599">
        <w:trPr>
          <w:jc w:val="center"/>
        </w:trPr>
        <w:tc>
          <w:tcPr>
            <w:tcW w:w="3148" w:type="dxa"/>
            <w:vAlign w:val="center"/>
          </w:tcPr>
          <w:p w14:paraId="69143A70" w14:textId="77777777" w:rsidR="00504D39" w:rsidRDefault="00504D39" w:rsidP="0054289E">
            <w:r w:rsidRPr="00A351F6">
              <w:rPr>
                <w:position w:val="-10"/>
              </w:rPr>
              <w:object w:dxaOrig="300" w:dyaOrig="260" w14:anchorId="3E267747">
                <v:shape id="_x0000_i1079" type="#_x0000_t75" style="width:15pt;height:13.5pt" o:ole="">
                  <v:imagedata r:id="rId33" o:title=""/>
                </v:shape>
                <o:OLEObject Type="Embed" ProgID="Equation.DSMT4" ShapeID="_x0000_i1079" DrawAspect="Content" ObjectID="_1771491642" r:id="rId72"/>
              </w:object>
            </w:r>
          </w:p>
        </w:tc>
        <w:tc>
          <w:tcPr>
            <w:tcW w:w="2693" w:type="dxa"/>
            <w:vAlign w:val="center"/>
          </w:tcPr>
          <w:p w14:paraId="4812CF0D" w14:textId="77777777" w:rsidR="00504D39" w:rsidRDefault="00504D39" w:rsidP="0054289E">
            <w:r w:rsidRPr="00A351F6">
              <w:rPr>
                <w:position w:val="-10"/>
              </w:rPr>
              <w:object w:dxaOrig="300" w:dyaOrig="260" w14:anchorId="64BABED9">
                <v:shape id="_x0000_i1080" type="#_x0000_t75" style="width:15pt;height:13.5pt" o:ole="">
                  <v:imagedata r:id="rId33" o:title=""/>
                </v:shape>
                <o:OLEObject Type="Embed" ProgID="Equation.DSMT4" ShapeID="_x0000_i1080" DrawAspect="Content" ObjectID="_1771491643" r:id="rId73"/>
              </w:objec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保温材料的干密度(kg/m</w:t>
            </w:r>
            <w:r w:rsidRPr="00DD44E4">
              <w:rPr>
                <w:rFonts w:ascii="宋体" w:cs="宋体" w:hint="eastAsia"/>
                <w:kern w:val="0"/>
                <w:szCs w:val="21"/>
                <w:vertAlign w:val="superscript"/>
              </w:rPr>
              <w:t>3</w:t>
            </w:r>
            <w:r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1374" w:type="dxa"/>
            <w:vAlign w:val="center"/>
          </w:tcPr>
          <w:p w14:paraId="149E02F0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35.00</w:t>
            </w:r>
          </w:p>
        </w:tc>
        <w:tc>
          <w:tcPr>
            <w:tcW w:w="2737" w:type="dxa"/>
            <w:vAlign w:val="center"/>
          </w:tcPr>
          <w:p w14:paraId="0CE3632B" w14:textId="77777777" w:rsidR="00504D39" w:rsidRDefault="00504D39" w:rsidP="0054289E"/>
        </w:tc>
      </w:tr>
      <w:tr w:rsidR="00504D39" w14:paraId="5687D9B4" w14:textId="77777777" w:rsidTr="00635599">
        <w:trPr>
          <w:jc w:val="center"/>
        </w:trPr>
        <w:tc>
          <w:tcPr>
            <w:tcW w:w="3148" w:type="dxa"/>
          </w:tcPr>
          <w:p w14:paraId="2505D28A" w14:textId="77777777" w:rsidR="00504D39" w:rsidRDefault="00504D39" w:rsidP="0054289E">
            <w:r w:rsidRPr="00841D90">
              <w:rPr>
                <w:position w:val="-6"/>
              </w:rPr>
              <w:object w:dxaOrig="260" w:dyaOrig="279" w14:anchorId="6B3885C9">
                <v:shape id="_x0000_i1081" type="#_x0000_t75" style="width:13.5pt;height:13.5pt" o:ole="">
                  <v:imagedata r:id="rId35" o:title=""/>
                </v:shape>
                <o:OLEObject Type="Embed" ProgID="Equation.DSMT4" ShapeID="_x0000_i1081" DrawAspect="Content" ObjectID="_1771491644" r:id="rId74"/>
              </w:object>
            </w:r>
          </w:p>
        </w:tc>
        <w:tc>
          <w:tcPr>
            <w:tcW w:w="2693" w:type="dxa"/>
          </w:tcPr>
          <w:p w14:paraId="6B6ABEDD" w14:textId="77777777" w:rsidR="00504D39" w:rsidRDefault="00504D39" w:rsidP="0054289E">
            <w:r w:rsidRPr="00841D90">
              <w:rPr>
                <w:position w:val="-6"/>
              </w:rPr>
              <w:object w:dxaOrig="260" w:dyaOrig="279" w14:anchorId="727172FE">
                <v:shape id="_x0000_i1082" type="#_x0000_t75" style="width:13.5pt;height:13.5pt" o:ole="">
                  <v:imagedata r:id="rId35" o:title=""/>
                </v:shape>
                <o:OLEObject Type="Embed" ProgID="Equation.DSMT4" ShapeID="_x0000_i1082" DrawAspect="Content" ObjectID="_1771491645" r:id="rId75"/>
              </w:objec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保温材料厚度(m)</w:t>
            </w:r>
          </w:p>
        </w:tc>
        <w:tc>
          <w:tcPr>
            <w:tcW w:w="1374" w:type="dxa"/>
            <w:vAlign w:val="center"/>
          </w:tcPr>
          <w:p w14:paraId="7929101B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0.02</w:t>
            </w:r>
          </w:p>
        </w:tc>
        <w:tc>
          <w:tcPr>
            <w:tcW w:w="2737" w:type="dxa"/>
            <w:vAlign w:val="center"/>
          </w:tcPr>
          <w:p w14:paraId="375BC456" w14:textId="77777777" w:rsidR="00504D39" w:rsidRPr="00FB2E10" w:rsidRDefault="00504D39" w:rsidP="0054289E"/>
        </w:tc>
      </w:tr>
      <w:tr w:rsidR="00504D39" w14:paraId="42E606A3" w14:textId="77777777" w:rsidTr="00635599">
        <w:trPr>
          <w:jc w:val="center"/>
        </w:trPr>
        <w:tc>
          <w:tcPr>
            <w:tcW w:w="3148" w:type="dxa"/>
            <w:vAlign w:val="center"/>
          </w:tcPr>
          <w:p w14:paraId="34B7ACA7" w14:textId="77777777" w:rsidR="00504D39" w:rsidRDefault="00504D39" w:rsidP="0054289E">
            <w:r w:rsidRPr="00843DEA">
              <w:rPr>
                <w:position w:val="-28"/>
              </w:rPr>
              <w:object w:dxaOrig="3260" w:dyaOrig="999" w14:anchorId="05556799">
                <v:shape id="_x0000_i1083" type="#_x0000_t75" style="width:142.5pt;height:43.5pt" o:ole="">
                  <v:imagedata r:id="rId15" o:title=""/>
                </v:shape>
                <o:OLEObject Type="Embed" ProgID="Equation.DSMT4" ShapeID="_x0000_i1083" DrawAspect="Content" ObjectID="_1771491646" r:id="rId76"/>
              </w:object>
            </w:r>
          </w:p>
        </w:tc>
        <w:tc>
          <w:tcPr>
            <w:tcW w:w="2693" w:type="dxa"/>
            <w:vAlign w:val="center"/>
          </w:tcPr>
          <w:p w14:paraId="0567497B" w14:textId="77777777" w:rsidR="00504D39" w:rsidRDefault="00504D39" w:rsidP="0054289E">
            <w:r w:rsidRPr="00730C7D">
              <w:rPr>
                <w:position w:val="-10"/>
              </w:rPr>
              <w:object w:dxaOrig="499" w:dyaOrig="320" w14:anchorId="38740CA8">
                <v:shape id="_x0000_i1084" type="#_x0000_t75" style="width:25pt;height:16.5pt" o:ole="">
                  <v:imagedata r:id="rId17" o:title=""/>
                </v:shape>
                <o:OLEObject Type="Embed" ProgID="Equation.DSMT4" ShapeID="_x0000_i1084" DrawAspect="Content" ObjectID="_1771491647" r:id="rId77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采暖期间保温材料重量湿度的增量(%)</w:t>
            </w:r>
          </w:p>
        </w:tc>
        <w:tc>
          <w:tcPr>
            <w:tcW w:w="1374" w:type="dxa"/>
            <w:vAlign w:val="center"/>
          </w:tcPr>
          <w:p w14:paraId="667A99BF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0.00</w:t>
            </w:r>
          </w:p>
        </w:tc>
        <w:tc>
          <w:tcPr>
            <w:tcW w:w="2737" w:type="dxa"/>
            <w:vAlign w:val="center"/>
          </w:tcPr>
          <w:p w14:paraId="086918B8" w14:textId="77777777" w:rsidR="00504D39" w:rsidRDefault="00504D39" w:rsidP="0054289E">
            <w:r>
              <w:rPr>
                <w:rFonts w:hint="eastAsia"/>
              </w:rPr>
              <w:t>增量限值</w:t>
            </w:r>
            <w:r>
              <w:rPr>
                <w:rFonts w:ascii="宋体" w:cs="宋体" w:hint="eastAsia"/>
                <w:kern w:val="0"/>
                <w:szCs w:val="21"/>
              </w:rPr>
              <w:t>(%)</w:t>
            </w:r>
            <w:r>
              <w:rPr>
                <w:rFonts w:hint="eastAsia"/>
              </w:rPr>
              <w:t>=10.00</w:t>
            </w:r>
          </w:p>
        </w:tc>
      </w:tr>
    </w:tbl>
    <w:p w14:paraId="0D99731C" w14:textId="77777777" w:rsidR="004E53B8" w:rsidRDefault="004E53B8" w:rsidP="00064694">
      <w:pPr>
        <w:widowControl/>
        <w:jc w:val="left"/>
      </w:pPr>
    </w:p>
    <w:p w14:paraId="52E1AF1F" w14:textId="77777777" w:rsidR="00F52375" w:rsidRPr="00F52375" w:rsidRDefault="00F52375" w:rsidP="00F52375">
      <w:pPr>
        <w:pStyle w:val="2"/>
        <w:spacing w:line="240" w:lineRule="atLeast"/>
        <w:rPr>
          <w:kern w:val="2"/>
        </w:rPr>
      </w:pPr>
      <w:bookmarkStart w:id="64" w:name="_Toc160878824"/>
      <w:r>
        <w:rPr>
          <w:rFonts w:hint="eastAsia"/>
          <w:kern w:val="2"/>
        </w:rPr>
        <w:t>外墙构造一</w:t>
      </w:r>
      <w:bookmarkEnd w:id="64"/>
    </w:p>
    <w:tbl>
      <w:tblPr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848"/>
        <w:gridCol w:w="1075"/>
        <w:gridCol w:w="671"/>
        <w:gridCol w:w="992"/>
        <w:gridCol w:w="1559"/>
        <w:gridCol w:w="993"/>
      </w:tblGrid>
      <w:tr w:rsidR="00C76F5A" w14:paraId="3B54083A" w14:textId="77777777" w:rsidTr="00C76F5A">
        <w:tc>
          <w:tcPr>
            <w:tcW w:w="3345" w:type="dxa"/>
            <w:vMerge w:val="restart"/>
            <w:shd w:val="clear" w:color="auto" w:fill="E6E6E6"/>
            <w:vAlign w:val="center"/>
            <w:hideMark/>
          </w:tcPr>
          <w:p w14:paraId="370809B6" w14:textId="77777777" w:rsidR="00C76F5A" w:rsidRDefault="00C76F5A" w:rsidP="00C76F5A">
            <w:pPr>
              <w:jc w:val="center"/>
              <w:rPr>
                <w:kern w:val="0"/>
                <w:szCs w:val="20"/>
                <w:lang w:val="en-GB"/>
              </w:rPr>
            </w:pPr>
            <w:r>
              <w:rPr>
                <w:rFonts w:hint="eastAsia"/>
              </w:rPr>
              <w:t>材料名称</w:t>
            </w:r>
            <w:r>
              <w:br/>
            </w:r>
            <w:r>
              <w:rPr>
                <w:rFonts w:hint="eastAsia"/>
              </w:rP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14:paraId="4A694F9A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14:paraId="451FA189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导热系数</w:t>
            </w:r>
            <w:r>
              <w:t>λ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14:paraId="6984CF65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修正系数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14:paraId="27155299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密度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14:paraId="780E898D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蒸汽渗透</w:t>
            </w:r>
            <w:r>
              <w:t>系数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14:paraId="60BFDB7C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热阻</w:t>
            </w:r>
            <w:r>
              <w:t>R</w:t>
            </w:r>
          </w:p>
        </w:tc>
      </w:tr>
      <w:tr w:rsidR="00C76F5A" w14:paraId="7F13D848" w14:textId="77777777" w:rsidTr="00C76F5A">
        <w:tc>
          <w:tcPr>
            <w:tcW w:w="3345" w:type="dxa"/>
            <w:vMerge/>
            <w:vAlign w:val="center"/>
            <w:hideMark/>
          </w:tcPr>
          <w:p w14:paraId="21CC6D4B" w14:textId="77777777" w:rsidR="00C76F5A" w:rsidRDefault="00C76F5A" w:rsidP="00C76F5A">
            <w:pPr>
              <w:rPr>
                <w:lang w:val="en-GB"/>
              </w:rPr>
            </w:pP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14:paraId="3A899004" w14:textId="77777777" w:rsidR="00C76F5A" w:rsidRDefault="00C76F5A" w:rsidP="00C76F5A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14:paraId="4A66C504" w14:textId="77777777" w:rsidR="00C76F5A" w:rsidRDefault="00C76F5A" w:rsidP="00C76F5A">
            <w:pPr>
              <w:jc w:val="center"/>
            </w:pPr>
            <w:r>
              <w:t>W/(m.K)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14:paraId="63A102F1" w14:textId="77777777" w:rsidR="00C76F5A" w:rsidRDefault="00C76F5A" w:rsidP="00C76F5A">
            <w:pPr>
              <w:jc w:val="center"/>
            </w:pPr>
            <w:r>
              <w:t>α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14:paraId="32FAC53F" w14:textId="77777777" w:rsidR="00C76F5A" w:rsidRDefault="00C76F5A" w:rsidP="00C76F5A">
            <w:pPr>
              <w:jc w:val="center"/>
            </w:pPr>
            <w:r>
              <w:t>Kg/m³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14:paraId="596DD8BA" w14:textId="77777777" w:rsidR="00C76F5A" w:rsidRDefault="00C76F5A" w:rsidP="00C76F5A">
            <w:pPr>
              <w:jc w:val="center"/>
            </w:pPr>
            <w:r>
              <w:t>g</w:t>
            </w:r>
            <w:r>
              <w:rPr>
                <w:rFonts w:hint="eastAsia"/>
              </w:rPr>
              <w:t>/(m</w:t>
            </w:r>
            <w:r>
              <w:t>.</w:t>
            </w:r>
            <w:r>
              <w:rPr>
                <w:rFonts w:hint="eastAsia"/>
              </w:rPr>
              <w:t>h.</w:t>
            </w:r>
            <w:r>
              <w:t>K</w:t>
            </w:r>
            <w:r>
              <w:rPr>
                <w:rFonts w:hint="eastAsia"/>
              </w:rPr>
              <w:t>Pa</w:t>
            </w:r>
            <w:r>
              <w:t>)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14:paraId="6620456A" w14:textId="77777777" w:rsidR="00C76F5A" w:rsidRDefault="00C76F5A" w:rsidP="00C76F5A">
            <w:pPr>
              <w:jc w:val="center"/>
            </w:pPr>
            <w:r>
              <w:t>(</w:t>
            </w:r>
            <w:r>
              <w:rPr>
                <w:rFonts w:hint="eastAsia"/>
              </w:rPr>
              <w:t>㎡</w:t>
            </w:r>
            <w:r>
              <w:t>K)/W</w:t>
            </w:r>
          </w:p>
        </w:tc>
      </w:tr>
      <w:tr w:rsidR="00652046" w14:paraId="1EAE26F6" w14:textId="77777777">
        <w:tc>
          <w:tcPr>
            <w:tcW w:w="3345" w:type="dxa"/>
            <w:vAlign w:val="center"/>
          </w:tcPr>
          <w:p w14:paraId="375D4E20" w14:textId="77777777" w:rsidR="00C76F5A" w:rsidRDefault="00C76F5A" w:rsidP="00C76F5A">
            <w:r>
              <w:t>水泥砂浆</w:t>
            </w:r>
          </w:p>
        </w:tc>
        <w:tc>
          <w:tcPr>
            <w:tcW w:w="848" w:type="dxa"/>
            <w:vAlign w:val="center"/>
          </w:tcPr>
          <w:p w14:paraId="118AE0CB" w14:textId="77777777"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14:paraId="17DE83F2" w14:textId="77777777"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14:paraId="4E78973B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034E94BE" w14:textId="77777777"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14:paraId="78ACFC7C" w14:textId="77777777" w:rsidR="00C76F5A" w:rsidRDefault="00C76F5A" w:rsidP="00C76F5A">
            <w:r>
              <w:t>0.0210</w:t>
            </w:r>
          </w:p>
        </w:tc>
        <w:tc>
          <w:tcPr>
            <w:tcW w:w="993" w:type="dxa"/>
            <w:vAlign w:val="center"/>
          </w:tcPr>
          <w:p w14:paraId="1F5F1B7C" w14:textId="77777777" w:rsidR="00C76F5A" w:rsidRDefault="00C76F5A" w:rsidP="00C76F5A">
            <w:r>
              <w:t>0.022</w:t>
            </w:r>
          </w:p>
        </w:tc>
      </w:tr>
      <w:tr w:rsidR="00652046" w14:paraId="1FB78A0D" w14:textId="77777777">
        <w:tc>
          <w:tcPr>
            <w:tcW w:w="3345" w:type="dxa"/>
            <w:vAlign w:val="center"/>
          </w:tcPr>
          <w:p w14:paraId="1A1966B7" w14:textId="77777777" w:rsidR="00C76F5A" w:rsidRDefault="00C76F5A" w:rsidP="00C76F5A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5B86288F" w14:textId="77777777"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14:paraId="44CEEAFD" w14:textId="77777777" w:rsidR="00C76F5A" w:rsidRDefault="00C76F5A" w:rsidP="00C76F5A">
            <w:r>
              <w:t>0.030</w:t>
            </w:r>
          </w:p>
        </w:tc>
        <w:tc>
          <w:tcPr>
            <w:tcW w:w="671" w:type="dxa"/>
            <w:vAlign w:val="center"/>
          </w:tcPr>
          <w:p w14:paraId="5119BB1C" w14:textId="77777777" w:rsidR="00C76F5A" w:rsidRDefault="00C76F5A" w:rsidP="00C76F5A">
            <w:r>
              <w:t>1.20</w:t>
            </w:r>
          </w:p>
        </w:tc>
        <w:tc>
          <w:tcPr>
            <w:tcW w:w="992" w:type="dxa"/>
            <w:vAlign w:val="center"/>
          </w:tcPr>
          <w:p w14:paraId="632BFAC9" w14:textId="77777777" w:rsidR="00C76F5A" w:rsidRDefault="00C76F5A" w:rsidP="00C76F5A">
            <w:r>
              <w:t>35.00</w:t>
            </w:r>
          </w:p>
        </w:tc>
        <w:tc>
          <w:tcPr>
            <w:tcW w:w="1559" w:type="dxa"/>
            <w:vAlign w:val="center"/>
          </w:tcPr>
          <w:p w14:paraId="2940D427" w14:textId="77777777"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14:paraId="37179B8F" w14:textId="77777777" w:rsidR="00C76F5A" w:rsidRDefault="00C76F5A" w:rsidP="00C76F5A">
            <w:r>
              <w:t>0.556</w:t>
            </w:r>
          </w:p>
        </w:tc>
      </w:tr>
      <w:tr w:rsidR="00652046" w14:paraId="0CD26EC7" w14:textId="77777777">
        <w:tc>
          <w:tcPr>
            <w:tcW w:w="3345" w:type="dxa"/>
            <w:vAlign w:val="center"/>
          </w:tcPr>
          <w:p w14:paraId="5F37EB0A" w14:textId="77777777" w:rsidR="00C76F5A" w:rsidRDefault="00C76F5A" w:rsidP="00C76F5A">
            <w:r>
              <w:t>水泥砂浆</w:t>
            </w:r>
          </w:p>
        </w:tc>
        <w:tc>
          <w:tcPr>
            <w:tcW w:w="848" w:type="dxa"/>
            <w:vAlign w:val="center"/>
          </w:tcPr>
          <w:p w14:paraId="7F40C20F" w14:textId="77777777"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14:paraId="7261BB13" w14:textId="77777777"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14:paraId="2A52AB09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407837BC" w14:textId="77777777"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14:paraId="5EFEFB5D" w14:textId="77777777" w:rsidR="00C76F5A" w:rsidRDefault="00C76F5A" w:rsidP="00C76F5A">
            <w:r>
              <w:t>0.0210</w:t>
            </w:r>
          </w:p>
        </w:tc>
        <w:tc>
          <w:tcPr>
            <w:tcW w:w="993" w:type="dxa"/>
            <w:vAlign w:val="center"/>
          </w:tcPr>
          <w:p w14:paraId="76FE1757" w14:textId="77777777" w:rsidR="00C76F5A" w:rsidRDefault="00C76F5A" w:rsidP="00C76F5A">
            <w:r>
              <w:t>0.022</w:t>
            </w:r>
          </w:p>
        </w:tc>
      </w:tr>
      <w:tr w:rsidR="00652046" w14:paraId="600A5BF0" w14:textId="77777777">
        <w:tc>
          <w:tcPr>
            <w:tcW w:w="3345" w:type="dxa"/>
            <w:vAlign w:val="center"/>
          </w:tcPr>
          <w:p w14:paraId="7FF079AB" w14:textId="77777777" w:rsidR="00C76F5A" w:rsidRDefault="00C76F5A" w:rsidP="00C76F5A">
            <w:r>
              <w:t>钢筋混凝土</w:t>
            </w:r>
          </w:p>
        </w:tc>
        <w:tc>
          <w:tcPr>
            <w:tcW w:w="848" w:type="dxa"/>
            <w:vAlign w:val="center"/>
          </w:tcPr>
          <w:p w14:paraId="477889DC" w14:textId="77777777" w:rsidR="00C76F5A" w:rsidRDefault="00C76F5A" w:rsidP="00C76F5A">
            <w:r>
              <w:t>200</w:t>
            </w:r>
          </w:p>
        </w:tc>
        <w:tc>
          <w:tcPr>
            <w:tcW w:w="1075" w:type="dxa"/>
            <w:vAlign w:val="center"/>
          </w:tcPr>
          <w:p w14:paraId="764D96C2" w14:textId="77777777" w:rsidR="00C76F5A" w:rsidRDefault="00C76F5A" w:rsidP="00C76F5A">
            <w:r>
              <w:t>1.740</w:t>
            </w:r>
          </w:p>
        </w:tc>
        <w:tc>
          <w:tcPr>
            <w:tcW w:w="671" w:type="dxa"/>
            <w:vAlign w:val="center"/>
          </w:tcPr>
          <w:p w14:paraId="199D8884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4B8AE321" w14:textId="77777777" w:rsidR="00C76F5A" w:rsidRDefault="00C76F5A" w:rsidP="00C76F5A">
            <w:r>
              <w:t>2500.00</w:t>
            </w:r>
          </w:p>
        </w:tc>
        <w:tc>
          <w:tcPr>
            <w:tcW w:w="1559" w:type="dxa"/>
            <w:vAlign w:val="center"/>
          </w:tcPr>
          <w:p w14:paraId="2A384527" w14:textId="77777777" w:rsidR="00C76F5A" w:rsidRDefault="00C76F5A" w:rsidP="00C76F5A">
            <w:r>
              <w:t>0.0158</w:t>
            </w:r>
          </w:p>
        </w:tc>
        <w:tc>
          <w:tcPr>
            <w:tcW w:w="993" w:type="dxa"/>
            <w:vAlign w:val="center"/>
          </w:tcPr>
          <w:p w14:paraId="4BC1ACAE" w14:textId="77777777" w:rsidR="00C76F5A" w:rsidRDefault="00C76F5A" w:rsidP="00C76F5A">
            <w:r>
              <w:t>0.115</w:t>
            </w:r>
          </w:p>
        </w:tc>
      </w:tr>
      <w:tr w:rsidR="00C76F5A" w14:paraId="0E3DB6FC" w14:textId="77777777" w:rsidTr="00DD0B5D">
        <w:tc>
          <w:tcPr>
            <w:tcW w:w="3345" w:type="dxa"/>
            <w:vAlign w:val="center"/>
          </w:tcPr>
          <w:p w14:paraId="0875E008" w14:textId="77777777" w:rsidR="00C76F5A" w:rsidRDefault="00C76F5A" w:rsidP="00C76F5A">
            <w:r>
              <w:t>石灰砂浆</w:t>
            </w:r>
          </w:p>
        </w:tc>
        <w:tc>
          <w:tcPr>
            <w:tcW w:w="848" w:type="dxa"/>
            <w:vAlign w:val="center"/>
          </w:tcPr>
          <w:p w14:paraId="2D203E37" w14:textId="77777777"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14:paraId="48FF9D5F" w14:textId="77777777" w:rsidR="00C76F5A" w:rsidRDefault="00C76F5A" w:rsidP="00C76F5A">
            <w:r>
              <w:t>0.810</w:t>
            </w:r>
          </w:p>
        </w:tc>
        <w:tc>
          <w:tcPr>
            <w:tcW w:w="671" w:type="dxa"/>
            <w:vAlign w:val="center"/>
          </w:tcPr>
          <w:p w14:paraId="114513BD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2213056A" w14:textId="77777777" w:rsidR="00C76F5A" w:rsidRDefault="00C76F5A" w:rsidP="00C76F5A">
            <w:r>
              <w:t>1600.00</w:t>
            </w:r>
          </w:p>
        </w:tc>
        <w:tc>
          <w:tcPr>
            <w:tcW w:w="1559" w:type="dxa"/>
            <w:vAlign w:val="center"/>
          </w:tcPr>
          <w:p w14:paraId="4EC37F7C" w14:textId="77777777" w:rsidR="00C76F5A" w:rsidRDefault="00C76F5A" w:rsidP="00C76F5A">
            <w:r>
              <w:t>0.0443</w:t>
            </w:r>
          </w:p>
        </w:tc>
        <w:tc>
          <w:tcPr>
            <w:tcW w:w="993" w:type="dxa"/>
            <w:vAlign w:val="center"/>
          </w:tcPr>
          <w:p w14:paraId="3CFE98EE" w14:textId="77777777" w:rsidR="00C76F5A" w:rsidRDefault="00C76F5A" w:rsidP="00C76F5A">
            <w:r>
              <w:t>0.025</w:t>
            </w:r>
          </w:p>
        </w:tc>
      </w:tr>
    </w:tbl>
    <w:p w14:paraId="70A190D3" w14:textId="77777777" w:rsidR="00F52375" w:rsidRPr="00F52375" w:rsidRDefault="00F52375" w:rsidP="00F52375">
      <w:pPr>
        <w:pStyle w:val="a0"/>
        <w:ind w:left="1470" w:right="1470"/>
      </w:pPr>
    </w:p>
    <w:p w14:paraId="013DE019" w14:textId="77777777" w:rsidR="007952C1" w:rsidRDefault="007952C1" w:rsidP="00CE04F8">
      <w:pPr>
        <w:pStyle w:val="3"/>
      </w:pPr>
      <w:bookmarkStart w:id="65" w:name="_Toc160878825"/>
      <w:r w:rsidRPr="007952C1">
        <w:rPr>
          <w:rFonts w:hint="eastAsia"/>
        </w:rPr>
        <w:t>冷凝计算界面至围护结构内表面之间的热阻</w:t>
      </w:r>
      <w:r w:rsidR="00000000">
        <w:pict w14:anchorId="57166C16">
          <v:shape id="_x0000_i1085" type="#_x0000_t75" style="width:19pt;height:13.5pt">
            <v:imagedata r:id="rId9" o:title=""/>
          </v:shape>
        </w:pict>
      </w:r>
      <w:bookmarkEnd w:id="65"/>
    </w:p>
    <w:p w14:paraId="3DCAD2DC" w14:textId="77777777" w:rsidR="0049117E" w:rsidRPr="0049117E" w:rsidRDefault="0049117E" w:rsidP="0049117E">
      <w:pPr>
        <w:pStyle w:val="ab"/>
      </w:pPr>
      <w:r w:rsidRPr="0049117E">
        <w:rPr>
          <w:rFonts w:hint="eastAsia"/>
        </w:rPr>
        <w:t>围护结构冷凝计算界面的位置，应取保温层与外侧密实材料层的交界处。</w:t>
      </w:r>
      <w:r w:rsidR="00000000">
        <w:rPr>
          <w:b/>
          <w:bCs/>
        </w:rPr>
        <w:pict w14:anchorId="123D66C8">
          <v:shape id="_x0000_i1086" type="#_x0000_t75" style="width:19pt;height:13.5pt">
            <v:imagedata r:id="rId9" o:title=""/>
          </v:shape>
        </w:pict>
      </w:r>
      <w:r>
        <w:rPr>
          <w:b/>
          <w:bCs/>
        </w:rPr>
        <w:t>=</w:t>
      </w:r>
      <w:r w:rsidR="00990A57">
        <w:rPr>
          <w:rFonts w:hint="eastAsia"/>
        </w:rPr>
        <w:t>0.72</w:t>
      </w:r>
    </w:p>
    <w:p w14:paraId="2908091B" w14:textId="77777777" w:rsidR="00990A57" w:rsidRDefault="00D60B8C" w:rsidP="00CE04F8">
      <w:pPr>
        <w:pStyle w:val="3"/>
        <w:ind w:right="1470"/>
      </w:pPr>
      <w:bookmarkStart w:id="66" w:name="_Toc160878826"/>
      <w:r>
        <w:rPr>
          <w:rFonts w:hint="eastAsia"/>
        </w:rPr>
        <w:t>冷凝计算界面</w:t>
      </w:r>
      <w:r w:rsidRPr="005012CD">
        <w:rPr>
          <w:rFonts w:hint="eastAsia"/>
        </w:rPr>
        <w:t>温度</w:t>
      </w:r>
      <w:r w:rsidR="00000000">
        <w:rPr>
          <w:position w:val="-6"/>
        </w:rPr>
        <w:pict w14:anchorId="589CB184">
          <v:shape id="_x0000_i1087" type="#_x0000_t75" style="width:13.5pt;height:13.5pt">
            <v:imagedata r:id="rId11" o:title=""/>
          </v:shape>
        </w:pict>
      </w:r>
      <w:bookmarkEnd w:id="66"/>
    </w:p>
    <w:p w14:paraId="3452252E" w14:textId="77777777" w:rsidR="00CE04F8" w:rsidRPr="00990A57" w:rsidRDefault="00000000" w:rsidP="00990A57">
      <w:pPr>
        <w:jc w:val="center"/>
      </w:pPr>
      <w:r>
        <w:pict w14:anchorId="0E52EAE6">
          <v:shape id="_x0000_i1088" type="#_x0000_t75" style="width:112pt;height:33pt">
            <v:imagedata r:id="rId58" o:title=""/>
          </v:shape>
        </w:pict>
      </w:r>
    </w:p>
    <w:p w14:paraId="4E691D6B" w14:textId="77777777" w:rsidR="0049117E" w:rsidRPr="0049117E" w:rsidRDefault="0049117E" w:rsidP="0049117E">
      <w:pPr>
        <w:pStyle w:val="ab"/>
      </w:pPr>
      <w:r>
        <w:rPr>
          <w:rFonts w:hint="eastAsia"/>
        </w:rPr>
        <w:t>将</w:t>
      </w:r>
      <w:r>
        <w:t>参数代入上</w:t>
      </w:r>
      <w:r>
        <w:rPr>
          <w:rFonts w:eastAsiaTheme="minorEastAsia" w:hint="eastAsia"/>
          <w:szCs w:val="22"/>
        </w:rPr>
        <w:t>式，</w:t>
      </w:r>
      <w:r w:rsidR="00000000">
        <w:rPr>
          <w:position w:val="-6"/>
        </w:rPr>
        <w:pict w14:anchorId="1E0A3A25">
          <v:shape id="_x0000_i1089" type="#_x0000_t75" style="width:13.5pt;height:13.5pt">
            <v:imagedata r:id="rId11" o:title=""/>
          </v:shape>
        </w:pict>
      </w:r>
      <w:r>
        <w:t>=</w:t>
      </w:r>
      <w:r w:rsidR="00990A57">
        <w:rPr>
          <w:rFonts w:hint="eastAsia"/>
        </w:rPr>
        <w:t>1.34</w:t>
      </w:r>
    </w:p>
    <w:p w14:paraId="319A6531" w14:textId="77777777" w:rsidR="00CE04F8" w:rsidRPr="00CE04F8" w:rsidRDefault="00B505F2" w:rsidP="00B23996">
      <w:pPr>
        <w:pStyle w:val="3"/>
        <w:ind w:right="1470"/>
      </w:pPr>
      <w:bookmarkStart w:id="67" w:name="_Toc160878827"/>
      <w:r>
        <w:rPr>
          <w:rStyle w:val="30"/>
          <w:rFonts w:hint="eastAsia"/>
          <w:b/>
        </w:rPr>
        <w:t>围护结构</w:t>
      </w:r>
      <w:r w:rsidR="00CE04F8" w:rsidRPr="00CE04F8">
        <w:rPr>
          <w:rStyle w:val="30"/>
          <w:rFonts w:hint="eastAsia"/>
          <w:b/>
        </w:rPr>
        <w:t>冷凝受潮验算</w:t>
      </w:r>
      <w:bookmarkEnd w:id="67"/>
    </w:p>
    <w:tbl>
      <w:tblPr>
        <w:tblW w:w="99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2693"/>
        <w:gridCol w:w="1374"/>
        <w:gridCol w:w="2737"/>
      </w:tblGrid>
      <w:tr w:rsidR="00504D39" w14:paraId="015E97A4" w14:textId="77777777" w:rsidTr="00635599">
        <w:trPr>
          <w:jc w:val="center"/>
        </w:trPr>
        <w:tc>
          <w:tcPr>
            <w:tcW w:w="3148" w:type="dxa"/>
            <w:vAlign w:val="center"/>
          </w:tcPr>
          <w:p w14:paraId="0B28E20B" w14:textId="77777777" w:rsidR="00504D39" w:rsidRPr="005012CD" w:rsidRDefault="00000000" w:rsidP="0054289E">
            <w:pPr>
              <w:rPr>
                <w:rFonts w:ascii="宋体" w:hAnsi="宋体"/>
                <w:sz w:val="24"/>
              </w:rPr>
            </w:pPr>
            <w:r>
              <w:rPr>
                <w:position w:val="-6"/>
              </w:rPr>
              <w:pict w14:anchorId="096566F3">
                <v:shape id="_x0000_i1090" type="#_x0000_t75" style="width:20.5pt;height:13.5pt">
                  <v:imagedata r:id="rId19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3A748049" w14:textId="77777777" w:rsidR="00504D39" w:rsidRDefault="00000000" w:rsidP="0054289E">
            <w:r>
              <w:rPr>
                <w:position w:val="-6"/>
              </w:rPr>
              <w:pict w14:anchorId="122B3306">
                <v:shape id="_x0000_i1091" type="#_x0000_t75" style="width:20.5pt;height:13.5pt">
                  <v:imagedata r:id="rId19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冷凝计算界面内侧实际的蒸汽渗透阻(㎡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 w14:anchorId="1E51303E">
                <v:shape id="_x0000_i1092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B36162">
              <w:rPr>
                <w:position w:val="-8"/>
              </w:rPr>
              <w:pict w14:anchorId="2BB483CE">
                <v:shape id="_x0000_i1154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 w14:anchorId="4731420A">
                <v:shape id="_x0000_i1094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B36162">
              <w:rPr>
                <w:position w:val="-8"/>
              </w:rPr>
              <w:pict w14:anchorId="47BF490F">
                <v:shape id="_x0000_i1155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14:paraId="226A4484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14062.08</w:t>
            </w:r>
          </w:p>
        </w:tc>
        <w:tc>
          <w:tcPr>
            <w:tcW w:w="2737" w:type="dxa"/>
            <w:vAlign w:val="center"/>
          </w:tcPr>
          <w:p w14:paraId="61D3472E" w14:textId="77777777" w:rsidR="00504D39" w:rsidRPr="009470F7" w:rsidRDefault="00504D39" w:rsidP="0054289E"/>
        </w:tc>
      </w:tr>
      <w:tr w:rsidR="00504D39" w14:paraId="240C792B" w14:textId="77777777" w:rsidTr="00635599">
        <w:trPr>
          <w:jc w:val="center"/>
        </w:trPr>
        <w:tc>
          <w:tcPr>
            <w:tcW w:w="3148" w:type="dxa"/>
            <w:vAlign w:val="center"/>
          </w:tcPr>
          <w:p w14:paraId="24EC1F95" w14:textId="77777777" w:rsidR="00504D39" w:rsidRDefault="00000000" w:rsidP="0054289E">
            <w:r>
              <w:rPr>
                <w:position w:val="-6"/>
              </w:rPr>
              <w:pict w14:anchorId="10628C9C">
                <v:shape id="_x0000_i1096" type="#_x0000_t75" style="width:22pt;height:13.5pt">
                  <v:imagedata r:id="rId23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11846908" w14:textId="77777777" w:rsidR="00504D39" w:rsidRDefault="00000000" w:rsidP="0054289E">
            <w:r>
              <w:rPr>
                <w:position w:val="-6"/>
              </w:rPr>
              <w:pict w14:anchorId="2FB8ED14">
                <v:shape id="_x0000_i1097" type="#_x0000_t75" style="width:22pt;height:13.5pt">
                  <v:imagedata r:id="rId23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冷凝计算界面至围护结构外表面之间的蒸汽渗透阻(㎡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 w14:anchorId="646BD8C7">
                <v:shape id="_x0000_i1098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B36162">
              <w:rPr>
                <w:position w:val="-8"/>
              </w:rPr>
              <w:pict w14:anchorId="18683332">
                <v:shape id="_x0000_i1156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 w14:anchorId="7080C407">
                <v:shape id="_x0000_i1100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B36162">
              <w:rPr>
                <w:position w:val="-8"/>
              </w:rPr>
              <w:pict w14:anchorId="16ED2998">
                <v:shape id="_x0000_i1157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14:paraId="1FBE04FA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952.38</w:t>
            </w:r>
          </w:p>
        </w:tc>
        <w:tc>
          <w:tcPr>
            <w:tcW w:w="2737" w:type="dxa"/>
            <w:vAlign w:val="center"/>
          </w:tcPr>
          <w:p w14:paraId="57D1BB54" w14:textId="77777777" w:rsidR="00504D39" w:rsidRDefault="00504D39" w:rsidP="0054289E"/>
        </w:tc>
      </w:tr>
      <w:tr w:rsidR="00504D39" w14:paraId="27FDADD6" w14:textId="77777777" w:rsidTr="00635599">
        <w:trPr>
          <w:jc w:val="center"/>
        </w:trPr>
        <w:tc>
          <w:tcPr>
            <w:tcW w:w="3148" w:type="dxa"/>
            <w:vAlign w:val="center"/>
          </w:tcPr>
          <w:p w14:paraId="0D913B25" w14:textId="77777777" w:rsidR="00504D39" w:rsidRPr="00FB2E10" w:rsidRDefault="00000000" w:rsidP="0054289E">
            <w:r>
              <w:rPr>
                <w:position w:val="-6"/>
              </w:rPr>
              <w:pict w14:anchorId="2361792C">
                <v:shape id="_x0000_i1102" type="#_x0000_t75" style="width:13.5pt;height:13.5pt">
                  <v:imagedata r:id="rId25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1796A9B9" w14:textId="77777777" w:rsidR="00504D39" w:rsidRPr="00D528E7" w:rsidRDefault="00000000" w:rsidP="0054289E">
            <w:r>
              <w:rPr>
                <w:position w:val="-6"/>
              </w:rPr>
              <w:pict w14:anchorId="6D72555D">
                <v:shape id="_x0000_i1103" type="#_x0000_t75" style="width:13.5pt;height:13.5pt">
                  <v:imagedata r:id="rId25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室内空气水蒸气分压</w:t>
            </w:r>
            <w:r w:rsidR="00504D39">
              <w:rPr>
                <w:rFonts w:ascii="宋体" w:cs="宋体" w:hint="eastAsia"/>
                <w:kern w:val="0"/>
                <w:szCs w:val="21"/>
              </w:rPr>
              <w:lastRenderedPageBreak/>
              <w:t>力(Pa)</w:t>
            </w:r>
          </w:p>
        </w:tc>
        <w:tc>
          <w:tcPr>
            <w:tcW w:w="1374" w:type="dxa"/>
            <w:vAlign w:val="center"/>
          </w:tcPr>
          <w:p w14:paraId="09F9E94A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lastRenderedPageBreak/>
              <w:t>1237.20</w:t>
            </w:r>
          </w:p>
        </w:tc>
        <w:tc>
          <w:tcPr>
            <w:tcW w:w="2737" w:type="dxa"/>
            <w:vAlign w:val="center"/>
          </w:tcPr>
          <w:p w14:paraId="53776F82" w14:textId="77777777" w:rsidR="00504D39" w:rsidRDefault="00504D39" w:rsidP="0054289E">
            <w:r>
              <w:rPr>
                <w:rFonts w:ascii="宋体" w:cs="宋体" w:hint="eastAsia"/>
                <w:kern w:val="0"/>
                <w:szCs w:val="21"/>
              </w:rPr>
              <w:t>根据室内计算温度和相对湿</w:t>
            </w:r>
            <w:r>
              <w:rPr>
                <w:rFonts w:ascii="宋体" w:cs="宋体" w:hint="eastAsia"/>
                <w:kern w:val="0"/>
                <w:szCs w:val="21"/>
              </w:rPr>
              <w:lastRenderedPageBreak/>
              <w:t>度确定</w:t>
            </w:r>
            <w:r w:rsidR="00AB4689">
              <w:rPr>
                <w:rFonts w:ascii="宋体" w:cs="宋体" w:hint="eastAsia"/>
                <w:kern w:val="0"/>
                <w:szCs w:val="21"/>
              </w:rPr>
              <w:t>。</w:t>
            </w:r>
          </w:p>
        </w:tc>
      </w:tr>
      <w:tr w:rsidR="00504D39" w14:paraId="7DED2889" w14:textId="77777777" w:rsidTr="00635599">
        <w:trPr>
          <w:jc w:val="center"/>
        </w:trPr>
        <w:tc>
          <w:tcPr>
            <w:tcW w:w="3148" w:type="dxa"/>
            <w:vAlign w:val="center"/>
          </w:tcPr>
          <w:p w14:paraId="4A02BBE4" w14:textId="77777777" w:rsidR="00504D39" w:rsidRDefault="00000000" w:rsidP="0054289E">
            <w:r>
              <w:rPr>
                <w:position w:val="-6"/>
              </w:rPr>
              <w:lastRenderedPageBreak/>
              <w:pict w14:anchorId="5641BC75">
                <v:shape id="_x0000_i1104" type="#_x0000_t75" style="width:15pt;height:13.5pt">
                  <v:imagedata r:id="rId27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65EEE8CD" w14:textId="77777777" w:rsidR="00504D39" w:rsidRDefault="00000000" w:rsidP="0054289E">
            <w:r>
              <w:rPr>
                <w:position w:val="-6"/>
              </w:rPr>
              <w:pict w14:anchorId="32E7AF18">
                <v:shape id="_x0000_i1105" type="#_x0000_t75" style="width:15pt;height:13.5pt">
                  <v:imagedata r:id="rId27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室外空气水蒸气分压力(Pa)</w:t>
            </w:r>
          </w:p>
        </w:tc>
        <w:tc>
          <w:tcPr>
            <w:tcW w:w="1374" w:type="dxa"/>
            <w:vAlign w:val="center"/>
          </w:tcPr>
          <w:p w14:paraId="1965EB8C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264.67</w:t>
            </w:r>
          </w:p>
        </w:tc>
        <w:tc>
          <w:tcPr>
            <w:tcW w:w="2737" w:type="dxa"/>
            <w:vAlign w:val="center"/>
          </w:tcPr>
          <w:p w14:paraId="760A22FD" w14:textId="77777777" w:rsidR="00504D39" w:rsidRDefault="00AB4689" w:rsidP="0054289E">
            <w:r>
              <w:rPr>
                <w:rFonts w:ascii="宋体" w:cs="宋体" w:hint="eastAsia"/>
                <w:kern w:val="0"/>
                <w:szCs w:val="21"/>
              </w:rPr>
              <w:t>根据采暖期</w:t>
            </w:r>
            <w:r>
              <w:rPr>
                <w:rFonts w:ascii="宋体" w:cs="宋体"/>
                <w:kern w:val="0"/>
                <w:szCs w:val="21"/>
              </w:rPr>
              <w:t>室外</w:t>
            </w:r>
            <w:r>
              <w:rPr>
                <w:rFonts w:ascii="宋体" w:cs="宋体" w:hint="eastAsia"/>
                <w:kern w:val="0"/>
                <w:szCs w:val="21"/>
              </w:rPr>
              <w:t>平均</w:t>
            </w:r>
            <w:r>
              <w:rPr>
                <w:rFonts w:ascii="宋体" w:cs="宋体"/>
                <w:kern w:val="0"/>
                <w:szCs w:val="21"/>
              </w:rPr>
              <w:t>温度和平均相对湿度确定。</w:t>
            </w:r>
          </w:p>
        </w:tc>
      </w:tr>
      <w:tr w:rsidR="00504D39" w14:paraId="4FAC49DA" w14:textId="77777777" w:rsidTr="00635599">
        <w:trPr>
          <w:jc w:val="center"/>
        </w:trPr>
        <w:tc>
          <w:tcPr>
            <w:tcW w:w="3148" w:type="dxa"/>
            <w:vAlign w:val="center"/>
          </w:tcPr>
          <w:p w14:paraId="0E390DE1" w14:textId="77777777" w:rsidR="00504D39" w:rsidRDefault="00000000" w:rsidP="0054289E">
            <w:r>
              <w:rPr>
                <w:position w:val="-6"/>
              </w:rPr>
              <w:pict w14:anchorId="7D34F658">
                <v:shape id="_x0000_i1106" type="#_x0000_t75" style="width:20.5pt;height:13.5pt">
                  <v:imagedata r:id="rId29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3DD618D3" w14:textId="77777777" w:rsidR="00504D39" w:rsidRPr="00D528E7" w:rsidRDefault="00000000" w:rsidP="0054289E">
            <w:r>
              <w:rPr>
                <w:position w:val="-6"/>
              </w:rPr>
              <w:pict w14:anchorId="73DB8ADF">
                <v:shape id="_x0000_i1107" type="#_x0000_t75" style="width:20.5pt;height:13.5pt">
                  <v:imagedata r:id="rId29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冷凝计算界面处与界面温度</w:t>
            </w:r>
            <w:r>
              <w:rPr>
                <w:rFonts w:ascii="宋体" w:cs="宋体"/>
                <w:kern w:val="0"/>
                <w:position w:val="-6"/>
                <w:szCs w:val="21"/>
              </w:rPr>
              <w:pict w14:anchorId="486B856C">
                <v:shape id="_x0000_i1108" type="#_x0000_t75" style="width:13.5pt;height:13.5pt">
                  <v:imagedata r:id="rId31" o:title=""/>
                </v:shape>
              </w:pict>
            </w:r>
            <w:r w:rsidR="00504D39">
              <w:rPr>
                <w:rFonts w:ascii="宋体" w:cs="宋体"/>
                <w:kern w:val="0"/>
                <w:szCs w:val="21"/>
              </w:rPr>
              <w:t xml:space="preserve"> </w:t>
            </w:r>
            <w:r w:rsidR="00504D39">
              <w:rPr>
                <w:rFonts w:ascii="宋体" w:cs="宋体" w:hint="eastAsia"/>
                <w:kern w:val="0"/>
                <w:szCs w:val="21"/>
              </w:rPr>
              <w:t>对应的饱和水蒸气分压力(Pa)</w:t>
            </w:r>
          </w:p>
        </w:tc>
        <w:tc>
          <w:tcPr>
            <w:tcW w:w="1374" w:type="dxa"/>
            <w:vAlign w:val="center"/>
          </w:tcPr>
          <w:p w14:paraId="5983374F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672.64</w:t>
            </w:r>
          </w:p>
        </w:tc>
        <w:tc>
          <w:tcPr>
            <w:tcW w:w="2737" w:type="dxa"/>
            <w:vAlign w:val="center"/>
          </w:tcPr>
          <w:p w14:paraId="19EDB7AE" w14:textId="77777777" w:rsidR="00504D39" w:rsidRPr="00FB2E10" w:rsidRDefault="00504D39" w:rsidP="0054289E"/>
        </w:tc>
      </w:tr>
      <w:tr w:rsidR="00504D39" w14:paraId="493F619D" w14:textId="77777777" w:rsidTr="00635599">
        <w:trPr>
          <w:jc w:val="center"/>
        </w:trPr>
        <w:tc>
          <w:tcPr>
            <w:tcW w:w="3148" w:type="dxa"/>
            <w:vAlign w:val="center"/>
          </w:tcPr>
          <w:p w14:paraId="1F9A2084" w14:textId="77777777" w:rsidR="00504D39" w:rsidRDefault="00000000" w:rsidP="0054289E">
            <w:r>
              <w:rPr>
                <w:position w:val="-10"/>
              </w:rPr>
              <w:pict w14:anchorId="5FEA562D">
                <v:shape id="_x0000_i1109" type="#_x0000_t75" style="width:15pt;height:13.5pt">
                  <v:imagedata r:id="rId33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76DE2624" w14:textId="77777777" w:rsidR="00504D39" w:rsidRDefault="00000000" w:rsidP="0054289E">
            <w:r>
              <w:rPr>
                <w:position w:val="-10"/>
              </w:rPr>
              <w:pict w14:anchorId="3BF8E34D">
                <v:shape id="_x0000_i1110" type="#_x0000_t75" style="width:15pt;height:13.5pt">
                  <v:imagedata r:id="rId33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保温材料的干密度(kg/m</w:t>
            </w:r>
            <w:r w:rsidR="00504D39" w:rsidRPr="00DD44E4">
              <w:rPr>
                <w:rFonts w:ascii="宋体" w:cs="宋体" w:hint="eastAsia"/>
                <w:kern w:val="0"/>
                <w:szCs w:val="21"/>
                <w:vertAlign w:val="superscript"/>
              </w:rPr>
              <w:t>3</w:t>
            </w:r>
            <w:r w:rsidR="00504D39"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1374" w:type="dxa"/>
            <w:vAlign w:val="center"/>
          </w:tcPr>
          <w:p w14:paraId="436A2A24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35.00</w:t>
            </w:r>
          </w:p>
        </w:tc>
        <w:tc>
          <w:tcPr>
            <w:tcW w:w="2737" w:type="dxa"/>
            <w:vAlign w:val="center"/>
          </w:tcPr>
          <w:p w14:paraId="5ADF72AE" w14:textId="77777777" w:rsidR="00504D39" w:rsidRDefault="00504D39" w:rsidP="0054289E"/>
        </w:tc>
      </w:tr>
      <w:tr w:rsidR="00504D39" w14:paraId="0915F1DA" w14:textId="77777777" w:rsidTr="00635599">
        <w:trPr>
          <w:jc w:val="center"/>
        </w:trPr>
        <w:tc>
          <w:tcPr>
            <w:tcW w:w="3148" w:type="dxa"/>
          </w:tcPr>
          <w:p w14:paraId="1F90AD29" w14:textId="77777777" w:rsidR="00504D39" w:rsidRDefault="00000000" w:rsidP="0054289E">
            <w:r>
              <w:rPr>
                <w:position w:val="-6"/>
              </w:rPr>
              <w:pict w14:anchorId="5634CA7A">
                <v:shape id="_x0000_i1111" type="#_x0000_t75" style="width:13.5pt;height:13.5pt">
                  <v:imagedata r:id="rId35" o:title=""/>
                </v:shape>
              </w:pict>
            </w:r>
          </w:p>
        </w:tc>
        <w:tc>
          <w:tcPr>
            <w:tcW w:w="2693" w:type="dxa"/>
          </w:tcPr>
          <w:p w14:paraId="0C4FD1AB" w14:textId="77777777" w:rsidR="00504D39" w:rsidRDefault="00000000" w:rsidP="0054289E">
            <w:r>
              <w:rPr>
                <w:position w:val="-6"/>
              </w:rPr>
              <w:pict w14:anchorId="42488B6D">
                <v:shape id="_x0000_i1112" type="#_x0000_t75" style="width:13.5pt;height:13.5pt">
                  <v:imagedata r:id="rId35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保温材料厚度(m)</w:t>
            </w:r>
          </w:p>
        </w:tc>
        <w:tc>
          <w:tcPr>
            <w:tcW w:w="1374" w:type="dxa"/>
            <w:vAlign w:val="center"/>
          </w:tcPr>
          <w:p w14:paraId="6D2B4371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0.02</w:t>
            </w:r>
          </w:p>
        </w:tc>
        <w:tc>
          <w:tcPr>
            <w:tcW w:w="2737" w:type="dxa"/>
            <w:vAlign w:val="center"/>
          </w:tcPr>
          <w:p w14:paraId="2FC73A57" w14:textId="77777777" w:rsidR="00504D39" w:rsidRPr="00FB2E10" w:rsidRDefault="00504D39" w:rsidP="0054289E"/>
        </w:tc>
      </w:tr>
      <w:tr w:rsidR="00504D39" w14:paraId="193F5C0A" w14:textId="77777777" w:rsidTr="00635599">
        <w:trPr>
          <w:jc w:val="center"/>
        </w:trPr>
        <w:tc>
          <w:tcPr>
            <w:tcW w:w="3148" w:type="dxa"/>
            <w:vAlign w:val="center"/>
          </w:tcPr>
          <w:p w14:paraId="29EBEE4C" w14:textId="77777777" w:rsidR="00504D39" w:rsidRDefault="00000000" w:rsidP="0054289E">
            <w:r>
              <w:rPr>
                <w:position w:val="-28"/>
              </w:rPr>
              <w:pict w14:anchorId="7419BE05">
                <v:shape id="_x0000_i1113" type="#_x0000_t75" style="width:142.5pt;height:43.5pt">
                  <v:imagedata r:id="rId15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5B2192A1" w14:textId="77777777" w:rsidR="00504D39" w:rsidRDefault="00000000" w:rsidP="0054289E">
            <w:r>
              <w:rPr>
                <w:position w:val="-10"/>
              </w:rPr>
              <w:pict w14:anchorId="1A9BB576">
                <v:shape id="_x0000_i1114" type="#_x0000_t75" style="width:25pt;height:16.5pt">
                  <v:imagedata r:id="rId17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采暖期间保温材料重量湿度的增量(%)</w:t>
            </w:r>
          </w:p>
        </w:tc>
        <w:tc>
          <w:tcPr>
            <w:tcW w:w="1374" w:type="dxa"/>
            <w:vAlign w:val="center"/>
          </w:tcPr>
          <w:p w14:paraId="32030D18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0.00</w:t>
            </w:r>
          </w:p>
        </w:tc>
        <w:tc>
          <w:tcPr>
            <w:tcW w:w="2737" w:type="dxa"/>
            <w:vAlign w:val="center"/>
          </w:tcPr>
          <w:p w14:paraId="3A1A2D0F" w14:textId="77777777" w:rsidR="00504D39" w:rsidRDefault="00504D39" w:rsidP="0054289E">
            <w:r>
              <w:rPr>
                <w:rFonts w:hint="eastAsia"/>
              </w:rPr>
              <w:t>增量限值</w:t>
            </w:r>
            <w:r>
              <w:rPr>
                <w:rFonts w:ascii="宋体" w:cs="宋体" w:hint="eastAsia"/>
                <w:kern w:val="0"/>
                <w:szCs w:val="21"/>
              </w:rPr>
              <w:t>(%)</w:t>
            </w:r>
            <w:r>
              <w:rPr>
                <w:rFonts w:hint="eastAsia"/>
              </w:rPr>
              <w:t>=10.00</w:t>
            </w:r>
          </w:p>
        </w:tc>
      </w:tr>
    </w:tbl>
    <w:p w14:paraId="2EBA98F7" w14:textId="77777777" w:rsidR="004E53B8" w:rsidRDefault="004E53B8" w:rsidP="00064694">
      <w:pPr>
        <w:widowControl/>
        <w:jc w:val="left"/>
      </w:pPr>
    </w:p>
    <w:p w14:paraId="478B1173" w14:textId="77777777" w:rsidR="00F52375" w:rsidRPr="00F52375" w:rsidRDefault="00F52375" w:rsidP="00F52375">
      <w:pPr>
        <w:pStyle w:val="2"/>
        <w:spacing w:line="240" w:lineRule="atLeast"/>
        <w:rPr>
          <w:kern w:val="2"/>
        </w:rPr>
      </w:pPr>
      <w:bookmarkStart w:id="68" w:name="构造ID"/>
      <w:bookmarkStart w:id="69" w:name="DataTab"/>
      <w:bookmarkStart w:id="70" w:name="_Toc160878828"/>
      <w:r>
        <w:rPr>
          <w:rFonts w:hint="eastAsia"/>
          <w:kern w:val="2"/>
        </w:rPr>
        <w:t>阳台隔墙构造一</w:t>
      </w:r>
      <w:bookmarkEnd w:id="68"/>
      <w:bookmarkEnd w:id="70"/>
    </w:p>
    <w:tbl>
      <w:tblPr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848"/>
        <w:gridCol w:w="1075"/>
        <w:gridCol w:w="671"/>
        <w:gridCol w:w="992"/>
        <w:gridCol w:w="1559"/>
        <w:gridCol w:w="993"/>
      </w:tblGrid>
      <w:tr w:rsidR="00C76F5A" w14:paraId="3F23FDBC" w14:textId="77777777" w:rsidTr="00C76F5A">
        <w:tc>
          <w:tcPr>
            <w:tcW w:w="3345" w:type="dxa"/>
            <w:vMerge w:val="restart"/>
            <w:shd w:val="clear" w:color="auto" w:fill="E6E6E6"/>
            <w:vAlign w:val="center"/>
            <w:hideMark/>
          </w:tcPr>
          <w:p w14:paraId="3D293AD3" w14:textId="77777777" w:rsidR="00C76F5A" w:rsidRDefault="00C76F5A" w:rsidP="00C76F5A">
            <w:pPr>
              <w:jc w:val="center"/>
              <w:rPr>
                <w:kern w:val="0"/>
                <w:szCs w:val="20"/>
                <w:lang w:val="en-GB"/>
              </w:rPr>
            </w:pPr>
            <w:bookmarkStart w:id="71" w:name="构造表"/>
            <w:r>
              <w:rPr>
                <w:rFonts w:hint="eastAsia"/>
              </w:rPr>
              <w:t>材料名称</w:t>
            </w:r>
            <w:r>
              <w:br/>
            </w:r>
            <w:r>
              <w:rPr>
                <w:rFonts w:hint="eastAsia"/>
              </w:rP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14:paraId="71C28684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14:paraId="4EAF7C4D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导热系数</w:t>
            </w:r>
            <w:r>
              <w:t>λ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14:paraId="3D4063AC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修正系数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14:paraId="6A3CA52F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密度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14:paraId="3399E4E6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蒸汽渗透</w:t>
            </w:r>
            <w:r>
              <w:t>系数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14:paraId="31EF29D1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热阻</w:t>
            </w:r>
            <w:r>
              <w:t>R</w:t>
            </w:r>
          </w:p>
        </w:tc>
      </w:tr>
      <w:tr w:rsidR="00C76F5A" w14:paraId="74AB17DF" w14:textId="77777777" w:rsidTr="00C76F5A">
        <w:tc>
          <w:tcPr>
            <w:tcW w:w="3345" w:type="dxa"/>
            <w:vMerge/>
            <w:vAlign w:val="center"/>
            <w:hideMark/>
          </w:tcPr>
          <w:p w14:paraId="62C9E1B9" w14:textId="77777777" w:rsidR="00C76F5A" w:rsidRDefault="00C76F5A" w:rsidP="00C76F5A">
            <w:pPr>
              <w:rPr>
                <w:lang w:val="en-GB"/>
              </w:rPr>
            </w:pP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14:paraId="75E55A88" w14:textId="77777777" w:rsidR="00C76F5A" w:rsidRDefault="00C76F5A" w:rsidP="00C76F5A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14:paraId="7ACF1BEC" w14:textId="77777777" w:rsidR="00C76F5A" w:rsidRDefault="00C76F5A" w:rsidP="00C76F5A">
            <w:pPr>
              <w:jc w:val="center"/>
            </w:pPr>
            <w:r>
              <w:t>W/(m.K)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14:paraId="766F2B23" w14:textId="77777777" w:rsidR="00C76F5A" w:rsidRDefault="00C76F5A" w:rsidP="00C76F5A">
            <w:pPr>
              <w:jc w:val="center"/>
            </w:pPr>
            <w:r>
              <w:t>α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14:paraId="21D6C80A" w14:textId="77777777" w:rsidR="00C76F5A" w:rsidRDefault="00C76F5A" w:rsidP="00C76F5A">
            <w:pPr>
              <w:jc w:val="center"/>
            </w:pPr>
            <w:r>
              <w:t>Kg/m³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14:paraId="47C4F7E2" w14:textId="77777777" w:rsidR="00C76F5A" w:rsidRDefault="00C76F5A" w:rsidP="00C76F5A">
            <w:pPr>
              <w:jc w:val="center"/>
            </w:pPr>
            <w:r>
              <w:t>g</w:t>
            </w:r>
            <w:r>
              <w:rPr>
                <w:rFonts w:hint="eastAsia"/>
              </w:rPr>
              <w:t>/(m</w:t>
            </w:r>
            <w:r>
              <w:t>.</w:t>
            </w:r>
            <w:r>
              <w:rPr>
                <w:rFonts w:hint="eastAsia"/>
              </w:rPr>
              <w:t>h.</w:t>
            </w:r>
            <w:r>
              <w:t>K</w:t>
            </w:r>
            <w:r>
              <w:rPr>
                <w:rFonts w:hint="eastAsia"/>
              </w:rPr>
              <w:t>Pa</w:t>
            </w:r>
            <w:r>
              <w:t>)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14:paraId="6A66612E" w14:textId="77777777" w:rsidR="00C76F5A" w:rsidRDefault="00C76F5A" w:rsidP="00C76F5A">
            <w:pPr>
              <w:jc w:val="center"/>
            </w:pPr>
            <w:r>
              <w:t>(</w:t>
            </w:r>
            <w:r>
              <w:rPr>
                <w:rFonts w:hint="eastAsia"/>
              </w:rPr>
              <w:t>㎡</w:t>
            </w:r>
            <w:r>
              <w:t>K)/W</w:t>
            </w:r>
          </w:p>
        </w:tc>
      </w:tr>
      <w:tr w:rsidR="00652046" w14:paraId="5DB4EAD9" w14:textId="77777777">
        <w:tc>
          <w:tcPr>
            <w:tcW w:w="3345" w:type="dxa"/>
            <w:vAlign w:val="center"/>
          </w:tcPr>
          <w:p w14:paraId="62BFB102" w14:textId="77777777" w:rsidR="00C76F5A" w:rsidRDefault="00C76F5A" w:rsidP="00C76F5A">
            <w:r>
              <w:t>水泥砂浆</w:t>
            </w:r>
          </w:p>
        </w:tc>
        <w:tc>
          <w:tcPr>
            <w:tcW w:w="848" w:type="dxa"/>
            <w:vAlign w:val="center"/>
          </w:tcPr>
          <w:p w14:paraId="6EF68240" w14:textId="77777777"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14:paraId="01EFBA01" w14:textId="77777777"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14:paraId="64BF6970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1E3CECEC" w14:textId="77777777"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14:paraId="2259CE30" w14:textId="77777777" w:rsidR="00C76F5A" w:rsidRDefault="00C76F5A" w:rsidP="00C76F5A">
            <w:r>
              <w:t>0.0210</w:t>
            </w:r>
          </w:p>
        </w:tc>
        <w:tc>
          <w:tcPr>
            <w:tcW w:w="993" w:type="dxa"/>
            <w:vAlign w:val="center"/>
          </w:tcPr>
          <w:p w14:paraId="6A47C09B" w14:textId="77777777" w:rsidR="00C76F5A" w:rsidRDefault="00C76F5A" w:rsidP="00C76F5A">
            <w:r>
              <w:t>0.022</w:t>
            </w:r>
          </w:p>
        </w:tc>
      </w:tr>
      <w:tr w:rsidR="00652046" w14:paraId="279CF377" w14:textId="77777777">
        <w:tc>
          <w:tcPr>
            <w:tcW w:w="3345" w:type="dxa"/>
            <w:vAlign w:val="center"/>
          </w:tcPr>
          <w:p w14:paraId="00A2804C" w14:textId="77777777" w:rsidR="00C76F5A" w:rsidRDefault="00C76F5A" w:rsidP="00C76F5A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75208194" w14:textId="77777777"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14:paraId="7B17FDC7" w14:textId="77777777" w:rsidR="00C76F5A" w:rsidRDefault="00C76F5A" w:rsidP="00C76F5A">
            <w:r>
              <w:t>0.030</w:t>
            </w:r>
          </w:p>
        </w:tc>
        <w:tc>
          <w:tcPr>
            <w:tcW w:w="671" w:type="dxa"/>
            <w:vAlign w:val="center"/>
          </w:tcPr>
          <w:p w14:paraId="626FC024" w14:textId="77777777" w:rsidR="00C76F5A" w:rsidRDefault="00C76F5A" w:rsidP="00C76F5A">
            <w:r>
              <w:t>1.20</w:t>
            </w:r>
          </w:p>
        </w:tc>
        <w:tc>
          <w:tcPr>
            <w:tcW w:w="992" w:type="dxa"/>
            <w:vAlign w:val="center"/>
          </w:tcPr>
          <w:p w14:paraId="742B00DD" w14:textId="77777777" w:rsidR="00C76F5A" w:rsidRDefault="00C76F5A" w:rsidP="00C76F5A">
            <w:r>
              <w:t>35.00</w:t>
            </w:r>
          </w:p>
        </w:tc>
        <w:tc>
          <w:tcPr>
            <w:tcW w:w="1559" w:type="dxa"/>
            <w:vAlign w:val="center"/>
          </w:tcPr>
          <w:p w14:paraId="30CD0BAF" w14:textId="77777777"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14:paraId="4545F38B" w14:textId="77777777" w:rsidR="00C76F5A" w:rsidRDefault="00C76F5A" w:rsidP="00C76F5A">
            <w:r>
              <w:t>0.556</w:t>
            </w:r>
          </w:p>
        </w:tc>
      </w:tr>
      <w:tr w:rsidR="00652046" w14:paraId="1A952E91" w14:textId="77777777">
        <w:tc>
          <w:tcPr>
            <w:tcW w:w="3345" w:type="dxa"/>
            <w:vAlign w:val="center"/>
          </w:tcPr>
          <w:p w14:paraId="4B34D926" w14:textId="77777777" w:rsidR="00C76F5A" w:rsidRDefault="00C76F5A" w:rsidP="00C76F5A">
            <w:r>
              <w:t>水泥砂浆</w:t>
            </w:r>
          </w:p>
        </w:tc>
        <w:tc>
          <w:tcPr>
            <w:tcW w:w="848" w:type="dxa"/>
            <w:vAlign w:val="center"/>
          </w:tcPr>
          <w:p w14:paraId="457B5421" w14:textId="77777777"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14:paraId="27576136" w14:textId="77777777"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14:paraId="5E392BAF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524DB4F6" w14:textId="77777777"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14:paraId="0A2419C9" w14:textId="77777777" w:rsidR="00C76F5A" w:rsidRDefault="00C76F5A" w:rsidP="00C76F5A">
            <w:r>
              <w:t>0.0210</w:t>
            </w:r>
          </w:p>
        </w:tc>
        <w:tc>
          <w:tcPr>
            <w:tcW w:w="993" w:type="dxa"/>
            <w:vAlign w:val="center"/>
          </w:tcPr>
          <w:p w14:paraId="25FDF463" w14:textId="77777777" w:rsidR="00C76F5A" w:rsidRDefault="00C76F5A" w:rsidP="00C76F5A">
            <w:r>
              <w:t>0.022</w:t>
            </w:r>
          </w:p>
        </w:tc>
      </w:tr>
      <w:tr w:rsidR="00652046" w14:paraId="6CEE2775" w14:textId="77777777">
        <w:tc>
          <w:tcPr>
            <w:tcW w:w="3345" w:type="dxa"/>
            <w:vAlign w:val="center"/>
          </w:tcPr>
          <w:p w14:paraId="682837C8" w14:textId="77777777" w:rsidR="00C76F5A" w:rsidRDefault="00C76F5A" w:rsidP="00C76F5A">
            <w:r>
              <w:t>钢筋混凝土</w:t>
            </w:r>
          </w:p>
        </w:tc>
        <w:tc>
          <w:tcPr>
            <w:tcW w:w="848" w:type="dxa"/>
            <w:vAlign w:val="center"/>
          </w:tcPr>
          <w:p w14:paraId="69F0DBF4" w14:textId="77777777" w:rsidR="00C76F5A" w:rsidRDefault="00C76F5A" w:rsidP="00C76F5A">
            <w:r>
              <w:t>200</w:t>
            </w:r>
          </w:p>
        </w:tc>
        <w:tc>
          <w:tcPr>
            <w:tcW w:w="1075" w:type="dxa"/>
            <w:vAlign w:val="center"/>
          </w:tcPr>
          <w:p w14:paraId="583319D9" w14:textId="77777777" w:rsidR="00C76F5A" w:rsidRDefault="00C76F5A" w:rsidP="00C76F5A">
            <w:r>
              <w:t>1.740</w:t>
            </w:r>
          </w:p>
        </w:tc>
        <w:tc>
          <w:tcPr>
            <w:tcW w:w="671" w:type="dxa"/>
            <w:vAlign w:val="center"/>
          </w:tcPr>
          <w:p w14:paraId="3B737D7D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58A1EE37" w14:textId="77777777" w:rsidR="00C76F5A" w:rsidRDefault="00C76F5A" w:rsidP="00C76F5A">
            <w:r>
              <w:t>2500.00</w:t>
            </w:r>
          </w:p>
        </w:tc>
        <w:tc>
          <w:tcPr>
            <w:tcW w:w="1559" w:type="dxa"/>
            <w:vAlign w:val="center"/>
          </w:tcPr>
          <w:p w14:paraId="573C8A99" w14:textId="77777777" w:rsidR="00C76F5A" w:rsidRDefault="00C76F5A" w:rsidP="00C76F5A">
            <w:r>
              <w:t>0.0158</w:t>
            </w:r>
          </w:p>
        </w:tc>
        <w:tc>
          <w:tcPr>
            <w:tcW w:w="993" w:type="dxa"/>
            <w:vAlign w:val="center"/>
          </w:tcPr>
          <w:p w14:paraId="489DE886" w14:textId="77777777" w:rsidR="00C76F5A" w:rsidRDefault="00C76F5A" w:rsidP="00C76F5A">
            <w:r>
              <w:t>0.115</w:t>
            </w:r>
          </w:p>
        </w:tc>
      </w:tr>
      <w:tr w:rsidR="00C76F5A" w14:paraId="573C98DC" w14:textId="77777777" w:rsidTr="00DD0B5D">
        <w:tc>
          <w:tcPr>
            <w:tcW w:w="3345" w:type="dxa"/>
            <w:vAlign w:val="center"/>
          </w:tcPr>
          <w:p w14:paraId="076C97FD" w14:textId="77777777" w:rsidR="00C76F5A" w:rsidRDefault="00C76F5A" w:rsidP="00C76F5A">
            <w:r>
              <w:t>石灰砂浆</w:t>
            </w:r>
          </w:p>
        </w:tc>
        <w:tc>
          <w:tcPr>
            <w:tcW w:w="848" w:type="dxa"/>
            <w:vAlign w:val="center"/>
          </w:tcPr>
          <w:p w14:paraId="6C0F6859" w14:textId="77777777"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14:paraId="26231B50" w14:textId="77777777" w:rsidR="00C76F5A" w:rsidRDefault="00C76F5A" w:rsidP="00C76F5A">
            <w:r>
              <w:t>0.810</w:t>
            </w:r>
          </w:p>
        </w:tc>
        <w:tc>
          <w:tcPr>
            <w:tcW w:w="671" w:type="dxa"/>
            <w:vAlign w:val="center"/>
          </w:tcPr>
          <w:p w14:paraId="2BDBA501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2455E225" w14:textId="77777777" w:rsidR="00C76F5A" w:rsidRDefault="00C76F5A" w:rsidP="00C76F5A">
            <w:r>
              <w:t>1600.00</w:t>
            </w:r>
          </w:p>
        </w:tc>
        <w:tc>
          <w:tcPr>
            <w:tcW w:w="1559" w:type="dxa"/>
            <w:vAlign w:val="center"/>
          </w:tcPr>
          <w:p w14:paraId="0DD1638F" w14:textId="77777777" w:rsidR="00C76F5A" w:rsidRDefault="00C76F5A" w:rsidP="00C76F5A">
            <w:r>
              <w:t>0.0443</w:t>
            </w:r>
          </w:p>
        </w:tc>
        <w:tc>
          <w:tcPr>
            <w:tcW w:w="993" w:type="dxa"/>
            <w:vAlign w:val="center"/>
          </w:tcPr>
          <w:p w14:paraId="34E52EAE" w14:textId="77777777" w:rsidR="00C76F5A" w:rsidRDefault="00C76F5A" w:rsidP="00C76F5A">
            <w:r>
              <w:t>0.025</w:t>
            </w:r>
          </w:p>
        </w:tc>
      </w:tr>
      <w:bookmarkEnd w:id="71"/>
    </w:tbl>
    <w:p w14:paraId="4AC10CFC" w14:textId="77777777" w:rsidR="00F52375" w:rsidRPr="00F52375" w:rsidRDefault="00F52375" w:rsidP="00F52375">
      <w:pPr>
        <w:pStyle w:val="a0"/>
        <w:ind w:left="1470" w:right="1470"/>
      </w:pPr>
    </w:p>
    <w:p w14:paraId="6B1BE9F3" w14:textId="77777777" w:rsidR="007952C1" w:rsidRDefault="007952C1" w:rsidP="00CE04F8">
      <w:pPr>
        <w:pStyle w:val="3"/>
      </w:pPr>
      <w:bookmarkStart w:id="72" w:name="_Toc160878829"/>
      <w:r w:rsidRPr="007952C1">
        <w:rPr>
          <w:rFonts w:hint="eastAsia"/>
        </w:rPr>
        <w:t>冷凝计算界面至围护结构内表面之间的热阻</w:t>
      </w:r>
      <w:r w:rsidR="00000000">
        <w:pict w14:anchorId="628D3C38">
          <v:shape id="_x0000_i1115" type="#_x0000_t75" style="width:19pt;height:13.5pt">
            <v:imagedata r:id="rId9" o:title=""/>
          </v:shape>
        </w:pict>
      </w:r>
      <w:bookmarkEnd w:id="72"/>
    </w:p>
    <w:p w14:paraId="28EAF748" w14:textId="77777777" w:rsidR="0049117E" w:rsidRPr="0049117E" w:rsidRDefault="0049117E" w:rsidP="0049117E">
      <w:pPr>
        <w:pStyle w:val="ab"/>
      </w:pPr>
      <w:r w:rsidRPr="0049117E">
        <w:rPr>
          <w:rFonts w:hint="eastAsia"/>
        </w:rPr>
        <w:t>围护结构冷凝计算界面的位置，应取保温层与外侧密实材料层的交界处。</w:t>
      </w:r>
      <w:r w:rsidR="00000000">
        <w:rPr>
          <w:b/>
          <w:bCs/>
        </w:rPr>
        <w:pict w14:anchorId="5F4C0DB4">
          <v:shape id="_x0000_i1116" type="#_x0000_t75" style="width:19pt;height:13.5pt">
            <v:imagedata r:id="rId9" o:title=""/>
          </v:shape>
        </w:pict>
      </w:r>
      <w:r>
        <w:rPr>
          <w:b/>
          <w:bCs/>
        </w:rPr>
        <w:t>=</w:t>
      </w:r>
      <w:bookmarkStart w:id="73" w:name="R_o_i"/>
      <w:r w:rsidR="00990A57">
        <w:rPr>
          <w:rFonts w:hint="eastAsia"/>
        </w:rPr>
        <w:t>0.72</w:t>
      </w:r>
      <w:bookmarkEnd w:id="73"/>
    </w:p>
    <w:p w14:paraId="591D3D20" w14:textId="77777777" w:rsidR="00990A57" w:rsidRDefault="00D60B8C" w:rsidP="00CE04F8">
      <w:pPr>
        <w:pStyle w:val="3"/>
        <w:ind w:right="1470"/>
      </w:pPr>
      <w:bookmarkStart w:id="74" w:name="_Toc160878830"/>
      <w:r>
        <w:rPr>
          <w:rFonts w:hint="eastAsia"/>
        </w:rPr>
        <w:t>冷凝计算界面</w:t>
      </w:r>
      <w:r w:rsidRPr="005012CD">
        <w:rPr>
          <w:rFonts w:hint="eastAsia"/>
        </w:rPr>
        <w:t>温度</w:t>
      </w:r>
      <w:r w:rsidR="00000000">
        <w:rPr>
          <w:position w:val="-6"/>
        </w:rPr>
        <w:pict w14:anchorId="03B698AC">
          <v:shape id="_x0000_i1117" type="#_x0000_t75" style="width:13.5pt;height:13.5pt">
            <v:imagedata r:id="rId11" o:title=""/>
          </v:shape>
        </w:pict>
      </w:r>
      <w:bookmarkEnd w:id="74"/>
    </w:p>
    <w:p w14:paraId="51BEE8C3" w14:textId="77777777" w:rsidR="00CE04F8" w:rsidRPr="00990A57" w:rsidRDefault="00000000" w:rsidP="00990A57">
      <w:pPr>
        <w:jc w:val="center"/>
      </w:pPr>
      <w:r>
        <w:pict w14:anchorId="0F0BAFA4">
          <v:shape id="_x0000_i1118" type="#_x0000_t75" style="width:112pt;height:33pt">
            <v:imagedata r:id="rId58" o:title=""/>
          </v:shape>
        </w:pict>
      </w:r>
    </w:p>
    <w:p w14:paraId="23F46F83" w14:textId="77777777" w:rsidR="0049117E" w:rsidRPr="0049117E" w:rsidRDefault="0049117E" w:rsidP="0049117E">
      <w:pPr>
        <w:pStyle w:val="ab"/>
      </w:pPr>
      <w:r>
        <w:rPr>
          <w:rFonts w:hint="eastAsia"/>
        </w:rPr>
        <w:t>将</w:t>
      </w:r>
      <w:r>
        <w:t>参数代入上</w:t>
      </w:r>
      <w:r>
        <w:rPr>
          <w:rFonts w:eastAsiaTheme="minorEastAsia" w:hint="eastAsia"/>
          <w:szCs w:val="22"/>
        </w:rPr>
        <w:t>式，</w:t>
      </w:r>
      <w:r w:rsidR="00000000">
        <w:rPr>
          <w:position w:val="-6"/>
        </w:rPr>
        <w:pict w14:anchorId="4E5DE00C">
          <v:shape id="_x0000_i1119" type="#_x0000_t75" style="width:13.5pt;height:13.5pt">
            <v:imagedata r:id="rId11" o:title=""/>
          </v:shape>
        </w:pict>
      </w:r>
      <w:r>
        <w:t>=</w:t>
      </w:r>
      <w:bookmarkStart w:id="75" w:name="θ_c"/>
      <w:r w:rsidR="00990A57">
        <w:rPr>
          <w:rFonts w:hint="eastAsia"/>
        </w:rPr>
        <w:t>1.34</w:t>
      </w:r>
      <w:bookmarkEnd w:id="75"/>
    </w:p>
    <w:p w14:paraId="7366B2ED" w14:textId="77777777" w:rsidR="00CE04F8" w:rsidRPr="00CE04F8" w:rsidRDefault="00B505F2" w:rsidP="00B23996">
      <w:pPr>
        <w:pStyle w:val="3"/>
        <w:ind w:right="1470"/>
      </w:pPr>
      <w:bookmarkStart w:id="76" w:name="_Toc160878831"/>
      <w:r>
        <w:rPr>
          <w:rStyle w:val="30"/>
          <w:rFonts w:hint="eastAsia"/>
          <w:b/>
        </w:rPr>
        <w:t>围护结构</w:t>
      </w:r>
      <w:r w:rsidR="00CE04F8" w:rsidRPr="00CE04F8">
        <w:rPr>
          <w:rStyle w:val="30"/>
          <w:rFonts w:hint="eastAsia"/>
          <w:b/>
        </w:rPr>
        <w:t>冷凝受潮验算</w:t>
      </w:r>
      <w:bookmarkEnd w:id="76"/>
    </w:p>
    <w:tbl>
      <w:tblPr>
        <w:tblW w:w="99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2693"/>
        <w:gridCol w:w="1374"/>
        <w:gridCol w:w="2737"/>
      </w:tblGrid>
      <w:tr w:rsidR="00504D39" w14:paraId="289DFE33" w14:textId="77777777" w:rsidTr="00635599">
        <w:trPr>
          <w:jc w:val="center"/>
        </w:trPr>
        <w:tc>
          <w:tcPr>
            <w:tcW w:w="3148" w:type="dxa"/>
            <w:vAlign w:val="center"/>
          </w:tcPr>
          <w:p w14:paraId="45EB3318" w14:textId="77777777" w:rsidR="00504D39" w:rsidRPr="005012CD" w:rsidRDefault="00000000" w:rsidP="0054289E">
            <w:pPr>
              <w:rPr>
                <w:rFonts w:ascii="宋体" w:hAnsi="宋体"/>
                <w:sz w:val="24"/>
              </w:rPr>
            </w:pPr>
            <w:r>
              <w:rPr>
                <w:position w:val="-6"/>
              </w:rPr>
              <w:pict w14:anchorId="0269126A">
                <v:shape id="_x0000_i1120" type="#_x0000_t75" style="width:20.5pt;height:13.5pt">
                  <v:imagedata r:id="rId19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6B140971" w14:textId="77777777" w:rsidR="00504D39" w:rsidRDefault="00000000" w:rsidP="0054289E">
            <w:r>
              <w:rPr>
                <w:position w:val="-6"/>
              </w:rPr>
              <w:pict w14:anchorId="13F42F1F">
                <v:shape id="_x0000_i1121" type="#_x0000_t75" style="width:20.5pt;height:13.5pt">
                  <v:imagedata r:id="rId19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冷凝计算界面内侧实际的蒸汽渗透阻(㎡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 w14:anchorId="19C07E1A">
                <v:shape id="_x0000_i1122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B36162">
              <w:rPr>
                <w:position w:val="-8"/>
              </w:rPr>
              <w:pict w14:anchorId="08B25AA7">
                <v:shape id="_x0000_i1158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 w14:anchorId="3D4C7CC7">
                <v:shape id="_x0000_i1124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B36162">
              <w:rPr>
                <w:position w:val="-8"/>
              </w:rPr>
              <w:pict w14:anchorId="3A5BBC67">
                <v:shape id="_x0000_i1159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14:paraId="7ABB1933" w14:textId="77777777" w:rsidR="00504D39" w:rsidRDefault="00504D39" w:rsidP="0054289E">
            <w:pPr>
              <w:jc w:val="center"/>
            </w:pPr>
            <w:bookmarkStart w:id="77" w:name="H_o_i"/>
            <w:r>
              <w:rPr>
                <w:rFonts w:hint="eastAsia"/>
              </w:rPr>
              <w:t>14062.08</w:t>
            </w:r>
            <w:bookmarkEnd w:id="77"/>
          </w:p>
        </w:tc>
        <w:tc>
          <w:tcPr>
            <w:tcW w:w="2737" w:type="dxa"/>
            <w:vAlign w:val="center"/>
          </w:tcPr>
          <w:p w14:paraId="76C2C21E" w14:textId="77777777" w:rsidR="00504D39" w:rsidRPr="009470F7" w:rsidRDefault="00504D39" w:rsidP="0054289E"/>
        </w:tc>
      </w:tr>
      <w:tr w:rsidR="00504D39" w14:paraId="26015E16" w14:textId="77777777" w:rsidTr="00635599">
        <w:trPr>
          <w:jc w:val="center"/>
        </w:trPr>
        <w:tc>
          <w:tcPr>
            <w:tcW w:w="3148" w:type="dxa"/>
            <w:vAlign w:val="center"/>
          </w:tcPr>
          <w:p w14:paraId="502DA366" w14:textId="77777777" w:rsidR="00504D39" w:rsidRDefault="00000000" w:rsidP="0054289E">
            <w:r>
              <w:rPr>
                <w:position w:val="-6"/>
              </w:rPr>
              <w:pict w14:anchorId="6C579AA6">
                <v:shape id="_x0000_i1126" type="#_x0000_t75" style="width:22pt;height:13.5pt">
                  <v:imagedata r:id="rId23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01E254BA" w14:textId="77777777" w:rsidR="00504D39" w:rsidRDefault="00000000" w:rsidP="0054289E">
            <w:r>
              <w:rPr>
                <w:position w:val="-6"/>
              </w:rPr>
              <w:pict w14:anchorId="77D4CD55">
                <v:shape id="_x0000_i1127" type="#_x0000_t75" style="width:22pt;height:13.5pt">
                  <v:imagedata r:id="rId23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冷凝计算界面至围</w:t>
            </w:r>
            <w:r w:rsidR="00504D39">
              <w:rPr>
                <w:rFonts w:ascii="宋体" w:cs="宋体" w:hint="eastAsia"/>
                <w:kern w:val="0"/>
                <w:szCs w:val="21"/>
              </w:rPr>
              <w:lastRenderedPageBreak/>
              <w:t>护结构外表面之间的蒸汽渗透阻(㎡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 w14:anchorId="39D63FF9">
                <v:shape id="_x0000_i1128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B36162">
              <w:rPr>
                <w:position w:val="-8"/>
              </w:rPr>
              <w:pict w14:anchorId="6B61044D">
                <v:shape id="_x0000_i1160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 w14:anchorId="03EEFDCE">
                <v:shape id="_x0000_i1130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B36162">
              <w:rPr>
                <w:position w:val="-8"/>
              </w:rPr>
              <w:pict w14:anchorId="028B76D2">
                <v:shape id="_x0000_i1161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14:paraId="62D920C9" w14:textId="77777777" w:rsidR="00504D39" w:rsidRDefault="00504D39" w:rsidP="0054289E">
            <w:pPr>
              <w:jc w:val="center"/>
            </w:pPr>
            <w:bookmarkStart w:id="78" w:name="H_o_e"/>
            <w:r>
              <w:rPr>
                <w:rFonts w:hint="eastAsia"/>
              </w:rPr>
              <w:lastRenderedPageBreak/>
              <w:t>952.38</w:t>
            </w:r>
            <w:bookmarkEnd w:id="78"/>
          </w:p>
        </w:tc>
        <w:tc>
          <w:tcPr>
            <w:tcW w:w="2737" w:type="dxa"/>
            <w:vAlign w:val="center"/>
          </w:tcPr>
          <w:p w14:paraId="3ECBA839" w14:textId="77777777" w:rsidR="00504D39" w:rsidRDefault="00504D39" w:rsidP="0054289E"/>
        </w:tc>
      </w:tr>
      <w:tr w:rsidR="00504D39" w14:paraId="5673D1AB" w14:textId="77777777" w:rsidTr="00635599">
        <w:trPr>
          <w:jc w:val="center"/>
        </w:trPr>
        <w:tc>
          <w:tcPr>
            <w:tcW w:w="3148" w:type="dxa"/>
            <w:vAlign w:val="center"/>
          </w:tcPr>
          <w:p w14:paraId="1D83417E" w14:textId="77777777" w:rsidR="00504D39" w:rsidRPr="00FB2E10" w:rsidRDefault="00000000" w:rsidP="0054289E">
            <w:r>
              <w:rPr>
                <w:position w:val="-6"/>
              </w:rPr>
              <w:pict w14:anchorId="3B5A057F">
                <v:shape id="_x0000_i1132" type="#_x0000_t75" style="width:13.5pt;height:13.5pt">
                  <v:imagedata r:id="rId25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4F744DE6" w14:textId="77777777" w:rsidR="00504D39" w:rsidRPr="00D528E7" w:rsidRDefault="00000000" w:rsidP="0054289E">
            <w:r>
              <w:rPr>
                <w:position w:val="-6"/>
              </w:rPr>
              <w:pict w14:anchorId="07919D41">
                <v:shape id="_x0000_i1133" type="#_x0000_t75" style="width:13.5pt;height:13.5pt">
                  <v:imagedata r:id="rId25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室内空气水蒸气分压力(Pa)</w:t>
            </w:r>
          </w:p>
        </w:tc>
        <w:tc>
          <w:tcPr>
            <w:tcW w:w="1374" w:type="dxa"/>
            <w:vAlign w:val="center"/>
          </w:tcPr>
          <w:p w14:paraId="3BDD4334" w14:textId="77777777" w:rsidR="00504D39" w:rsidRDefault="00504D39" w:rsidP="0054289E">
            <w:pPr>
              <w:jc w:val="center"/>
            </w:pPr>
            <w:bookmarkStart w:id="79" w:name="Pi"/>
            <w:r>
              <w:rPr>
                <w:rFonts w:hint="eastAsia"/>
              </w:rPr>
              <w:t>1237.20</w:t>
            </w:r>
            <w:bookmarkEnd w:id="79"/>
          </w:p>
        </w:tc>
        <w:tc>
          <w:tcPr>
            <w:tcW w:w="2737" w:type="dxa"/>
            <w:vAlign w:val="center"/>
          </w:tcPr>
          <w:p w14:paraId="3267E2C8" w14:textId="77777777" w:rsidR="00504D39" w:rsidRDefault="00504D39" w:rsidP="0054289E">
            <w:r>
              <w:rPr>
                <w:rFonts w:ascii="宋体" w:cs="宋体" w:hint="eastAsia"/>
                <w:kern w:val="0"/>
                <w:szCs w:val="21"/>
              </w:rPr>
              <w:t>根据室内计算温度和相对湿度确定</w:t>
            </w:r>
            <w:r w:rsidR="00AB4689">
              <w:rPr>
                <w:rFonts w:ascii="宋体" w:cs="宋体" w:hint="eastAsia"/>
                <w:kern w:val="0"/>
                <w:szCs w:val="21"/>
              </w:rPr>
              <w:t>。</w:t>
            </w:r>
          </w:p>
        </w:tc>
      </w:tr>
      <w:tr w:rsidR="00504D39" w14:paraId="46AB9A13" w14:textId="77777777" w:rsidTr="00635599">
        <w:trPr>
          <w:jc w:val="center"/>
        </w:trPr>
        <w:tc>
          <w:tcPr>
            <w:tcW w:w="3148" w:type="dxa"/>
            <w:vAlign w:val="center"/>
          </w:tcPr>
          <w:p w14:paraId="343F841C" w14:textId="77777777" w:rsidR="00504D39" w:rsidRDefault="00000000" w:rsidP="0054289E">
            <w:r>
              <w:rPr>
                <w:position w:val="-6"/>
              </w:rPr>
              <w:pict w14:anchorId="784A6EFF">
                <v:shape id="_x0000_i1134" type="#_x0000_t75" style="width:15pt;height:13.5pt">
                  <v:imagedata r:id="rId27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03BBEABC" w14:textId="77777777" w:rsidR="00504D39" w:rsidRDefault="00000000" w:rsidP="0054289E">
            <w:r>
              <w:rPr>
                <w:position w:val="-6"/>
              </w:rPr>
              <w:pict w14:anchorId="5A91292B">
                <v:shape id="_x0000_i1135" type="#_x0000_t75" style="width:15pt;height:13.5pt">
                  <v:imagedata r:id="rId27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室外空气水蒸气分压力(Pa)</w:t>
            </w:r>
          </w:p>
        </w:tc>
        <w:tc>
          <w:tcPr>
            <w:tcW w:w="1374" w:type="dxa"/>
            <w:vAlign w:val="center"/>
          </w:tcPr>
          <w:p w14:paraId="5B28E97D" w14:textId="77777777" w:rsidR="00504D39" w:rsidRDefault="00504D39" w:rsidP="0054289E">
            <w:pPr>
              <w:jc w:val="center"/>
            </w:pPr>
            <w:bookmarkStart w:id="80" w:name="Pe"/>
            <w:r>
              <w:rPr>
                <w:rFonts w:hint="eastAsia"/>
              </w:rPr>
              <w:t>264.67</w:t>
            </w:r>
            <w:bookmarkEnd w:id="80"/>
          </w:p>
        </w:tc>
        <w:tc>
          <w:tcPr>
            <w:tcW w:w="2737" w:type="dxa"/>
            <w:vAlign w:val="center"/>
          </w:tcPr>
          <w:p w14:paraId="4B924D48" w14:textId="77777777" w:rsidR="00504D39" w:rsidRDefault="00AB4689" w:rsidP="0054289E">
            <w:r>
              <w:rPr>
                <w:rFonts w:ascii="宋体" w:cs="宋体" w:hint="eastAsia"/>
                <w:kern w:val="0"/>
                <w:szCs w:val="21"/>
              </w:rPr>
              <w:t>根据采暖期</w:t>
            </w:r>
            <w:r>
              <w:rPr>
                <w:rFonts w:ascii="宋体" w:cs="宋体"/>
                <w:kern w:val="0"/>
                <w:szCs w:val="21"/>
              </w:rPr>
              <w:t>室外</w:t>
            </w:r>
            <w:r>
              <w:rPr>
                <w:rFonts w:ascii="宋体" w:cs="宋体" w:hint="eastAsia"/>
                <w:kern w:val="0"/>
                <w:szCs w:val="21"/>
              </w:rPr>
              <w:t>平均</w:t>
            </w:r>
            <w:r>
              <w:rPr>
                <w:rFonts w:ascii="宋体" w:cs="宋体"/>
                <w:kern w:val="0"/>
                <w:szCs w:val="21"/>
              </w:rPr>
              <w:t>温度和平均相对湿度确定。</w:t>
            </w:r>
          </w:p>
        </w:tc>
      </w:tr>
      <w:tr w:rsidR="00504D39" w14:paraId="3E455FBA" w14:textId="77777777" w:rsidTr="00635599">
        <w:trPr>
          <w:jc w:val="center"/>
        </w:trPr>
        <w:tc>
          <w:tcPr>
            <w:tcW w:w="3148" w:type="dxa"/>
            <w:vAlign w:val="center"/>
          </w:tcPr>
          <w:p w14:paraId="4042995A" w14:textId="77777777" w:rsidR="00504D39" w:rsidRDefault="00000000" w:rsidP="0054289E">
            <w:r>
              <w:rPr>
                <w:position w:val="-6"/>
              </w:rPr>
              <w:pict w14:anchorId="0DE52C44">
                <v:shape id="_x0000_i1136" type="#_x0000_t75" style="width:20.5pt;height:13.5pt">
                  <v:imagedata r:id="rId29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5601F25A" w14:textId="77777777" w:rsidR="00504D39" w:rsidRPr="00D528E7" w:rsidRDefault="00000000" w:rsidP="0054289E">
            <w:r>
              <w:rPr>
                <w:position w:val="-6"/>
              </w:rPr>
              <w:pict w14:anchorId="2BDFF7C8">
                <v:shape id="_x0000_i1137" type="#_x0000_t75" style="width:20.5pt;height:13.5pt">
                  <v:imagedata r:id="rId29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冷凝计算界面处与界面温度</w:t>
            </w:r>
            <w:r>
              <w:rPr>
                <w:rFonts w:ascii="宋体" w:cs="宋体"/>
                <w:kern w:val="0"/>
                <w:position w:val="-6"/>
                <w:szCs w:val="21"/>
              </w:rPr>
              <w:pict w14:anchorId="4A318DA5">
                <v:shape id="_x0000_i1138" type="#_x0000_t75" style="width:13.5pt;height:13.5pt">
                  <v:imagedata r:id="rId31" o:title=""/>
                </v:shape>
              </w:pict>
            </w:r>
            <w:r w:rsidR="00504D39">
              <w:rPr>
                <w:rFonts w:ascii="宋体" w:cs="宋体"/>
                <w:kern w:val="0"/>
                <w:szCs w:val="21"/>
              </w:rPr>
              <w:t xml:space="preserve"> </w:t>
            </w:r>
            <w:r w:rsidR="00504D39">
              <w:rPr>
                <w:rFonts w:ascii="宋体" w:cs="宋体" w:hint="eastAsia"/>
                <w:kern w:val="0"/>
                <w:szCs w:val="21"/>
              </w:rPr>
              <w:t>对应的饱和水蒸气分压力(Pa)</w:t>
            </w:r>
          </w:p>
        </w:tc>
        <w:tc>
          <w:tcPr>
            <w:tcW w:w="1374" w:type="dxa"/>
            <w:vAlign w:val="center"/>
          </w:tcPr>
          <w:p w14:paraId="23BB4CAD" w14:textId="77777777" w:rsidR="00504D39" w:rsidRDefault="00504D39" w:rsidP="0054289E">
            <w:pPr>
              <w:jc w:val="center"/>
            </w:pPr>
            <w:bookmarkStart w:id="81" w:name="Psc"/>
            <w:r>
              <w:rPr>
                <w:rFonts w:hint="eastAsia"/>
              </w:rPr>
              <w:t>672.64</w:t>
            </w:r>
            <w:bookmarkEnd w:id="81"/>
          </w:p>
        </w:tc>
        <w:tc>
          <w:tcPr>
            <w:tcW w:w="2737" w:type="dxa"/>
            <w:vAlign w:val="center"/>
          </w:tcPr>
          <w:p w14:paraId="6379447D" w14:textId="77777777" w:rsidR="00504D39" w:rsidRPr="00FB2E10" w:rsidRDefault="00504D39" w:rsidP="0054289E"/>
        </w:tc>
      </w:tr>
      <w:tr w:rsidR="00504D39" w14:paraId="46A24431" w14:textId="77777777" w:rsidTr="00635599">
        <w:trPr>
          <w:jc w:val="center"/>
        </w:trPr>
        <w:tc>
          <w:tcPr>
            <w:tcW w:w="3148" w:type="dxa"/>
            <w:vAlign w:val="center"/>
          </w:tcPr>
          <w:p w14:paraId="06764721" w14:textId="77777777" w:rsidR="00504D39" w:rsidRDefault="00000000" w:rsidP="0054289E">
            <w:r>
              <w:rPr>
                <w:position w:val="-10"/>
              </w:rPr>
              <w:pict w14:anchorId="6A13D28C">
                <v:shape id="_x0000_i1139" type="#_x0000_t75" style="width:15pt;height:13.5pt">
                  <v:imagedata r:id="rId33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02936754" w14:textId="77777777" w:rsidR="00504D39" w:rsidRDefault="00000000" w:rsidP="0054289E">
            <w:r>
              <w:rPr>
                <w:position w:val="-10"/>
              </w:rPr>
              <w:pict w14:anchorId="15813C5F">
                <v:shape id="_x0000_i1140" type="#_x0000_t75" style="width:15pt;height:13.5pt">
                  <v:imagedata r:id="rId33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保温材料的干密度(kg/m</w:t>
            </w:r>
            <w:r w:rsidR="00504D39" w:rsidRPr="00DD44E4">
              <w:rPr>
                <w:rFonts w:ascii="宋体" w:cs="宋体" w:hint="eastAsia"/>
                <w:kern w:val="0"/>
                <w:szCs w:val="21"/>
                <w:vertAlign w:val="superscript"/>
              </w:rPr>
              <w:t>3</w:t>
            </w:r>
            <w:r w:rsidR="00504D39"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1374" w:type="dxa"/>
            <w:vAlign w:val="center"/>
          </w:tcPr>
          <w:p w14:paraId="6BEFA6AD" w14:textId="77777777" w:rsidR="00504D39" w:rsidRDefault="00504D39" w:rsidP="0054289E">
            <w:pPr>
              <w:jc w:val="center"/>
            </w:pPr>
            <w:bookmarkStart w:id="82" w:name="ρ"/>
            <w:r>
              <w:rPr>
                <w:rFonts w:hint="eastAsia"/>
              </w:rPr>
              <w:t>35.00</w:t>
            </w:r>
            <w:bookmarkEnd w:id="82"/>
          </w:p>
        </w:tc>
        <w:tc>
          <w:tcPr>
            <w:tcW w:w="2737" w:type="dxa"/>
            <w:vAlign w:val="center"/>
          </w:tcPr>
          <w:p w14:paraId="63DA3EA6" w14:textId="77777777" w:rsidR="00504D39" w:rsidRDefault="00504D39" w:rsidP="0054289E"/>
        </w:tc>
      </w:tr>
      <w:tr w:rsidR="00504D39" w14:paraId="2C6A5FF3" w14:textId="77777777" w:rsidTr="00635599">
        <w:trPr>
          <w:jc w:val="center"/>
        </w:trPr>
        <w:tc>
          <w:tcPr>
            <w:tcW w:w="3148" w:type="dxa"/>
          </w:tcPr>
          <w:p w14:paraId="5A1ED621" w14:textId="77777777" w:rsidR="00504D39" w:rsidRDefault="00000000" w:rsidP="0054289E">
            <w:r>
              <w:rPr>
                <w:position w:val="-6"/>
              </w:rPr>
              <w:pict w14:anchorId="19F5D77D">
                <v:shape id="_x0000_i1141" type="#_x0000_t75" style="width:13.5pt;height:13.5pt">
                  <v:imagedata r:id="rId35" o:title=""/>
                </v:shape>
              </w:pict>
            </w:r>
          </w:p>
        </w:tc>
        <w:tc>
          <w:tcPr>
            <w:tcW w:w="2693" w:type="dxa"/>
          </w:tcPr>
          <w:p w14:paraId="6C099105" w14:textId="77777777" w:rsidR="00504D39" w:rsidRDefault="00000000" w:rsidP="0054289E">
            <w:r>
              <w:rPr>
                <w:position w:val="-6"/>
              </w:rPr>
              <w:pict w14:anchorId="07589B20">
                <v:shape id="_x0000_i1142" type="#_x0000_t75" style="width:13.5pt;height:13.5pt">
                  <v:imagedata r:id="rId35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保温材料厚度(m)</w:t>
            </w:r>
          </w:p>
        </w:tc>
        <w:tc>
          <w:tcPr>
            <w:tcW w:w="1374" w:type="dxa"/>
            <w:vAlign w:val="center"/>
          </w:tcPr>
          <w:p w14:paraId="460D4F46" w14:textId="77777777" w:rsidR="00504D39" w:rsidRDefault="00504D39" w:rsidP="0054289E">
            <w:pPr>
              <w:jc w:val="center"/>
            </w:pPr>
            <w:bookmarkStart w:id="83" w:name="δi"/>
            <w:r>
              <w:rPr>
                <w:rFonts w:hint="eastAsia"/>
              </w:rPr>
              <w:t>0.02</w:t>
            </w:r>
            <w:bookmarkEnd w:id="83"/>
          </w:p>
        </w:tc>
        <w:tc>
          <w:tcPr>
            <w:tcW w:w="2737" w:type="dxa"/>
            <w:vAlign w:val="center"/>
          </w:tcPr>
          <w:p w14:paraId="07A6FDFC" w14:textId="77777777" w:rsidR="00504D39" w:rsidRPr="00FB2E10" w:rsidRDefault="00504D39" w:rsidP="0054289E"/>
        </w:tc>
      </w:tr>
      <w:tr w:rsidR="00504D39" w14:paraId="1C08FFA8" w14:textId="77777777" w:rsidTr="00635599">
        <w:trPr>
          <w:jc w:val="center"/>
        </w:trPr>
        <w:tc>
          <w:tcPr>
            <w:tcW w:w="3148" w:type="dxa"/>
            <w:vAlign w:val="center"/>
          </w:tcPr>
          <w:p w14:paraId="07EFB7FC" w14:textId="77777777" w:rsidR="00504D39" w:rsidRDefault="00000000" w:rsidP="0054289E">
            <w:r>
              <w:rPr>
                <w:position w:val="-28"/>
              </w:rPr>
              <w:pict w14:anchorId="6D43BD64">
                <v:shape id="_x0000_i1143" type="#_x0000_t75" style="width:142.5pt;height:43.5pt">
                  <v:imagedata r:id="rId15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1271F5B2" w14:textId="77777777" w:rsidR="00504D39" w:rsidRDefault="00000000" w:rsidP="0054289E">
            <w:r>
              <w:rPr>
                <w:position w:val="-10"/>
              </w:rPr>
              <w:pict w14:anchorId="5AC589F5">
                <v:shape id="_x0000_i1144" type="#_x0000_t75" style="width:25pt;height:16.5pt">
                  <v:imagedata r:id="rId17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采暖期间保温材料重量湿度的增量(%)</w:t>
            </w:r>
          </w:p>
        </w:tc>
        <w:tc>
          <w:tcPr>
            <w:tcW w:w="1374" w:type="dxa"/>
            <w:vAlign w:val="center"/>
          </w:tcPr>
          <w:p w14:paraId="38EB7B84" w14:textId="77777777" w:rsidR="00504D39" w:rsidRDefault="00504D39" w:rsidP="0054289E">
            <w:pPr>
              <w:jc w:val="center"/>
            </w:pPr>
            <w:bookmarkStart w:id="84" w:name="ω_l"/>
            <w:r>
              <w:rPr>
                <w:rFonts w:hint="eastAsia"/>
              </w:rPr>
              <w:t>0.00</w:t>
            </w:r>
            <w:bookmarkEnd w:id="84"/>
          </w:p>
        </w:tc>
        <w:tc>
          <w:tcPr>
            <w:tcW w:w="2737" w:type="dxa"/>
            <w:vAlign w:val="center"/>
          </w:tcPr>
          <w:p w14:paraId="3CEE463A" w14:textId="77777777" w:rsidR="00504D39" w:rsidRDefault="00504D39" w:rsidP="0054289E">
            <w:r>
              <w:rPr>
                <w:rFonts w:hint="eastAsia"/>
              </w:rPr>
              <w:t>增量限值</w:t>
            </w:r>
            <w:r>
              <w:rPr>
                <w:rFonts w:ascii="宋体" w:cs="宋体" w:hint="eastAsia"/>
                <w:kern w:val="0"/>
                <w:szCs w:val="21"/>
              </w:rPr>
              <w:t>(%)</w:t>
            </w:r>
            <w:r>
              <w:rPr>
                <w:rFonts w:hint="eastAsia"/>
              </w:rPr>
              <w:t>=</w:t>
            </w:r>
            <w:bookmarkStart w:id="85" w:name="ω"/>
            <w:r>
              <w:rPr>
                <w:rFonts w:hint="eastAsia"/>
              </w:rPr>
              <w:t>10.00</w:t>
            </w:r>
            <w:bookmarkEnd w:id="85"/>
          </w:p>
        </w:tc>
      </w:tr>
    </w:tbl>
    <w:p w14:paraId="204488AE" w14:textId="77777777" w:rsidR="004E53B8" w:rsidRDefault="004E53B8" w:rsidP="00064694">
      <w:pPr>
        <w:widowControl/>
        <w:jc w:val="left"/>
      </w:pPr>
    </w:p>
    <w:p w14:paraId="003C3AFB" w14:textId="77777777" w:rsidR="00DD0B5D" w:rsidRPr="00B06145" w:rsidRDefault="00DD0B5D" w:rsidP="00064694">
      <w:pPr>
        <w:pStyle w:val="1"/>
      </w:pPr>
      <w:bookmarkStart w:id="86" w:name="_Toc160878832"/>
      <w:bookmarkEnd w:id="69"/>
      <w:r>
        <w:t>验算结论</w:t>
      </w:r>
      <w:bookmarkEnd w:id="86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04"/>
        <w:gridCol w:w="3113"/>
        <w:gridCol w:w="1811"/>
        <w:gridCol w:w="1811"/>
        <w:gridCol w:w="1188"/>
      </w:tblGrid>
      <w:tr w:rsidR="00652046" w14:paraId="6B99D7D8" w14:textId="77777777">
        <w:tc>
          <w:tcPr>
            <w:tcW w:w="1403" w:type="dxa"/>
            <w:shd w:val="clear" w:color="auto" w:fill="DEDEDE"/>
            <w:vAlign w:val="center"/>
          </w:tcPr>
          <w:p w14:paraId="21AF5267" w14:textId="77777777" w:rsidR="00652046" w:rsidRDefault="00000000">
            <w:r>
              <w:t>类型</w:t>
            </w:r>
          </w:p>
        </w:tc>
        <w:tc>
          <w:tcPr>
            <w:tcW w:w="3112" w:type="dxa"/>
            <w:shd w:val="clear" w:color="auto" w:fill="DEDEDE"/>
            <w:vAlign w:val="center"/>
          </w:tcPr>
          <w:p w14:paraId="5DF8FB21" w14:textId="77777777" w:rsidR="00652046" w:rsidRDefault="00000000">
            <w:r>
              <w:t>构造</w:t>
            </w:r>
          </w:p>
        </w:tc>
        <w:tc>
          <w:tcPr>
            <w:tcW w:w="1811" w:type="dxa"/>
            <w:shd w:val="clear" w:color="auto" w:fill="DEDEDE"/>
            <w:vAlign w:val="center"/>
          </w:tcPr>
          <w:p w14:paraId="33C714AE" w14:textId="77777777" w:rsidR="00652046" w:rsidRDefault="00000000">
            <w:r>
              <w:t>增量限值</w:t>
            </w:r>
            <w:r>
              <w:t>(%)</w:t>
            </w:r>
          </w:p>
        </w:tc>
        <w:tc>
          <w:tcPr>
            <w:tcW w:w="1811" w:type="dxa"/>
            <w:shd w:val="clear" w:color="auto" w:fill="DEDEDE"/>
            <w:vAlign w:val="center"/>
          </w:tcPr>
          <w:p w14:paraId="77711C11" w14:textId="77777777" w:rsidR="00652046" w:rsidRDefault="00000000">
            <w:r>
              <w:t>实际增量</w:t>
            </w:r>
            <w:r>
              <w:t>(%)</w:t>
            </w:r>
          </w:p>
        </w:tc>
        <w:tc>
          <w:tcPr>
            <w:tcW w:w="1188" w:type="dxa"/>
            <w:shd w:val="clear" w:color="auto" w:fill="DEDEDE"/>
            <w:vAlign w:val="center"/>
          </w:tcPr>
          <w:p w14:paraId="494EB59B" w14:textId="77777777" w:rsidR="00652046" w:rsidRDefault="00000000">
            <w:r>
              <w:t>结论</w:t>
            </w:r>
          </w:p>
        </w:tc>
      </w:tr>
      <w:tr w:rsidR="00652046" w14:paraId="0BF26D42" w14:textId="77777777">
        <w:tc>
          <w:tcPr>
            <w:tcW w:w="1403" w:type="dxa"/>
            <w:vAlign w:val="center"/>
          </w:tcPr>
          <w:p w14:paraId="07FA5FD3" w14:textId="77777777" w:rsidR="00652046" w:rsidRDefault="00000000">
            <w:r>
              <w:t>屋顶</w:t>
            </w:r>
          </w:p>
        </w:tc>
        <w:tc>
          <w:tcPr>
            <w:tcW w:w="3112" w:type="dxa"/>
            <w:vAlign w:val="center"/>
          </w:tcPr>
          <w:p w14:paraId="2B3AD9ED" w14:textId="77777777" w:rsidR="00652046" w:rsidRDefault="00000000">
            <w:r>
              <w:t>屋顶构造一</w:t>
            </w:r>
          </w:p>
        </w:tc>
        <w:tc>
          <w:tcPr>
            <w:tcW w:w="1811" w:type="dxa"/>
            <w:vAlign w:val="center"/>
          </w:tcPr>
          <w:p w14:paraId="0BC71C63" w14:textId="77777777" w:rsidR="00652046" w:rsidRDefault="00000000">
            <w:r>
              <w:t>10</w:t>
            </w:r>
          </w:p>
        </w:tc>
        <w:tc>
          <w:tcPr>
            <w:tcW w:w="1811" w:type="dxa"/>
            <w:vAlign w:val="center"/>
          </w:tcPr>
          <w:p w14:paraId="7098B9C9" w14:textId="77777777" w:rsidR="00652046" w:rsidRDefault="00000000">
            <w:r>
              <w:t>0</w:t>
            </w:r>
          </w:p>
        </w:tc>
        <w:tc>
          <w:tcPr>
            <w:tcW w:w="1188" w:type="dxa"/>
            <w:vAlign w:val="center"/>
          </w:tcPr>
          <w:p w14:paraId="2E1C3A39" w14:textId="77777777" w:rsidR="00652046" w:rsidRDefault="00000000">
            <w:r>
              <w:t>满足</w:t>
            </w:r>
          </w:p>
        </w:tc>
      </w:tr>
      <w:tr w:rsidR="00652046" w14:paraId="511402DC" w14:textId="77777777">
        <w:tc>
          <w:tcPr>
            <w:tcW w:w="1403" w:type="dxa"/>
            <w:vAlign w:val="center"/>
          </w:tcPr>
          <w:p w14:paraId="6E563A91" w14:textId="77777777" w:rsidR="00652046" w:rsidRDefault="00000000">
            <w:r>
              <w:t>外墙</w:t>
            </w:r>
          </w:p>
        </w:tc>
        <w:tc>
          <w:tcPr>
            <w:tcW w:w="3112" w:type="dxa"/>
            <w:vAlign w:val="center"/>
          </w:tcPr>
          <w:p w14:paraId="7D11B25A" w14:textId="77777777" w:rsidR="00652046" w:rsidRDefault="00000000">
            <w:r>
              <w:t>外墙构造一</w:t>
            </w:r>
          </w:p>
        </w:tc>
        <w:tc>
          <w:tcPr>
            <w:tcW w:w="1811" w:type="dxa"/>
            <w:vAlign w:val="center"/>
          </w:tcPr>
          <w:p w14:paraId="2AF41345" w14:textId="77777777" w:rsidR="00652046" w:rsidRDefault="00000000">
            <w:r>
              <w:t>10</w:t>
            </w:r>
          </w:p>
        </w:tc>
        <w:tc>
          <w:tcPr>
            <w:tcW w:w="1811" w:type="dxa"/>
            <w:vAlign w:val="center"/>
          </w:tcPr>
          <w:p w14:paraId="7093F92F" w14:textId="77777777" w:rsidR="00652046" w:rsidRDefault="00000000">
            <w:r>
              <w:t>0</w:t>
            </w:r>
          </w:p>
        </w:tc>
        <w:tc>
          <w:tcPr>
            <w:tcW w:w="1188" w:type="dxa"/>
            <w:vAlign w:val="center"/>
          </w:tcPr>
          <w:p w14:paraId="77CB65F9" w14:textId="77777777" w:rsidR="00652046" w:rsidRDefault="00000000">
            <w:r>
              <w:t>满足</w:t>
            </w:r>
          </w:p>
        </w:tc>
      </w:tr>
      <w:tr w:rsidR="00652046" w14:paraId="5A9FC720" w14:textId="77777777">
        <w:tc>
          <w:tcPr>
            <w:tcW w:w="1403" w:type="dxa"/>
            <w:vAlign w:val="center"/>
          </w:tcPr>
          <w:p w14:paraId="07BE8013" w14:textId="77777777" w:rsidR="00652046" w:rsidRDefault="00000000">
            <w:r>
              <w:t>阳台隔墙</w:t>
            </w:r>
          </w:p>
        </w:tc>
        <w:tc>
          <w:tcPr>
            <w:tcW w:w="3112" w:type="dxa"/>
            <w:vAlign w:val="center"/>
          </w:tcPr>
          <w:p w14:paraId="32441DB0" w14:textId="77777777" w:rsidR="00652046" w:rsidRDefault="00000000">
            <w:r>
              <w:t>阳台隔墙构造一</w:t>
            </w:r>
          </w:p>
        </w:tc>
        <w:tc>
          <w:tcPr>
            <w:tcW w:w="1811" w:type="dxa"/>
            <w:vAlign w:val="center"/>
          </w:tcPr>
          <w:p w14:paraId="7A33B908" w14:textId="77777777" w:rsidR="00652046" w:rsidRDefault="00000000">
            <w:r>
              <w:t>10</w:t>
            </w:r>
          </w:p>
        </w:tc>
        <w:tc>
          <w:tcPr>
            <w:tcW w:w="1811" w:type="dxa"/>
            <w:vAlign w:val="center"/>
          </w:tcPr>
          <w:p w14:paraId="2D4E6EC7" w14:textId="77777777" w:rsidR="00652046" w:rsidRDefault="00000000">
            <w:r>
              <w:t>0</w:t>
            </w:r>
          </w:p>
        </w:tc>
        <w:tc>
          <w:tcPr>
            <w:tcW w:w="1188" w:type="dxa"/>
            <w:vAlign w:val="center"/>
          </w:tcPr>
          <w:p w14:paraId="34FCA056" w14:textId="77777777" w:rsidR="00652046" w:rsidRDefault="00000000">
            <w:r>
              <w:t>满足</w:t>
            </w:r>
          </w:p>
        </w:tc>
      </w:tr>
    </w:tbl>
    <w:p w14:paraId="3EA70632" w14:textId="77777777" w:rsidR="00652046" w:rsidRDefault="00652046">
      <w:pPr>
        <w:widowControl/>
        <w:jc w:val="left"/>
      </w:pPr>
    </w:p>
    <w:sectPr w:rsidR="00652046" w:rsidSect="00F55526">
      <w:headerReference w:type="default" r:id="rId78"/>
      <w:footerReference w:type="default" r:id="rId79"/>
      <w:pgSz w:w="11906" w:h="16838" w:code="9"/>
      <w:pgMar w:top="1440" w:right="1440" w:bottom="1440" w:left="144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8FEFFF" w14:textId="77777777" w:rsidR="00F55526" w:rsidRDefault="00F55526" w:rsidP="008469FD">
      <w:r>
        <w:separator/>
      </w:r>
    </w:p>
  </w:endnote>
  <w:endnote w:type="continuationSeparator" w:id="0">
    <w:p w14:paraId="0F5BDBA8" w14:textId="77777777" w:rsidR="00F55526" w:rsidRDefault="00F55526" w:rsidP="00846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06573" w14:textId="77777777" w:rsidR="00D60B8C" w:rsidRDefault="00D60B8C" w:rsidP="008E5546">
    <w:pPr>
      <w:pStyle w:val="a6"/>
      <w:jc w:val="center"/>
    </w:pPr>
    <w:r w:rsidRPr="00D721FC">
      <w:rPr>
        <w:rFonts w:ascii="宋体" w:hAnsi="宋体" w:hint="eastAsia"/>
        <w:sz w:val="21"/>
        <w:szCs w:val="21"/>
      </w:rPr>
      <w:t xml:space="preserve">第 </w:t>
    </w:r>
    <w:r w:rsidRPr="00D721FC">
      <w:rPr>
        <w:rStyle w:val="af0"/>
        <w:rFonts w:ascii="宋体" w:hAnsi="宋体"/>
        <w:sz w:val="21"/>
        <w:szCs w:val="21"/>
      </w:rPr>
      <w:fldChar w:fldCharType="begin"/>
    </w:r>
    <w:r w:rsidRPr="00D721FC">
      <w:rPr>
        <w:rStyle w:val="af0"/>
        <w:rFonts w:ascii="宋体" w:hAnsi="宋体"/>
        <w:sz w:val="21"/>
        <w:szCs w:val="21"/>
      </w:rPr>
      <w:instrText xml:space="preserve"> PAGE </w:instrText>
    </w:r>
    <w:r w:rsidRPr="00D721FC">
      <w:rPr>
        <w:rStyle w:val="af0"/>
        <w:rFonts w:ascii="宋体" w:hAnsi="宋体"/>
        <w:sz w:val="21"/>
        <w:szCs w:val="21"/>
      </w:rPr>
      <w:fldChar w:fldCharType="separate"/>
    </w:r>
    <w:r w:rsidR="006B7EC3">
      <w:rPr>
        <w:rStyle w:val="af0"/>
        <w:rFonts w:ascii="宋体" w:hAnsi="宋体"/>
        <w:noProof/>
        <w:sz w:val="21"/>
        <w:szCs w:val="21"/>
      </w:rPr>
      <w:t>6</w:t>
    </w:r>
    <w:r w:rsidRPr="00D721FC">
      <w:rPr>
        <w:rStyle w:val="af0"/>
        <w:rFonts w:ascii="宋体" w:hAnsi="宋体"/>
        <w:sz w:val="21"/>
        <w:szCs w:val="21"/>
      </w:rPr>
      <w:fldChar w:fldCharType="end"/>
    </w:r>
    <w:r w:rsidRPr="00D721FC">
      <w:rPr>
        <w:rStyle w:val="af0"/>
        <w:rFonts w:ascii="宋体" w:hAnsi="宋体" w:hint="eastAsia"/>
        <w:sz w:val="21"/>
        <w:szCs w:val="21"/>
      </w:rPr>
      <w:t xml:space="preserve"> / </w:t>
    </w:r>
    <w:r w:rsidRPr="00D721FC">
      <w:rPr>
        <w:rStyle w:val="af0"/>
        <w:rFonts w:ascii="宋体" w:hAnsi="宋体"/>
        <w:sz w:val="21"/>
        <w:szCs w:val="21"/>
      </w:rPr>
      <w:fldChar w:fldCharType="begin"/>
    </w:r>
    <w:r w:rsidRPr="00D721FC">
      <w:rPr>
        <w:rStyle w:val="af0"/>
        <w:rFonts w:ascii="宋体" w:hAnsi="宋体"/>
        <w:sz w:val="21"/>
        <w:szCs w:val="21"/>
      </w:rPr>
      <w:instrText xml:space="preserve"> NUMPAGES </w:instrText>
    </w:r>
    <w:r w:rsidRPr="00D721FC">
      <w:rPr>
        <w:rStyle w:val="af0"/>
        <w:rFonts w:ascii="宋体" w:hAnsi="宋体"/>
        <w:sz w:val="21"/>
        <w:szCs w:val="21"/>
      </w:rPr>
      <w:fldChar w:fldCharType="separate"/>
    </w:r>
    <w:r w:rsidR="006B7EC3">
      <w:rPr>
        <w:rStyle w:val="af0"/>
        <w:rFonts w:ascii="宋体" w:hAnsi="宋体"/>
        <w:noProof/>
        <w:sz w:val="21"/>
        <w:szCs w:val="21"/>
      </w:rPr>
      <w:t>6</w:t>
    </w:r>
    <w:r w:rsidRPr="00D721FC">
      <w:rPr>
        <w:rStyle w:val="af0"/>
        <w:rFonts w:ascii="宋体" w:hAnsi="宋体"/>
        <w:sz w:val="21"/>
        <w:szCs w:val="21"/>
      </w:rPr>
      <w:fldChar w:fldCharType="end"/>
    </w:r>
    <w:r w:rsidRPr="00D721FC">
      <w:rPr>
        <w:rStyle w:val="af0"/>
        <w:rFonts w:ascii="宋体" w:hAnsi="宋体" w:hint="eastAsia"/>
        <w:sz w:val="21"/>
        <w:szCs w:val="21"/>
      </w:rPr>
      <w:t xml:space="preserve"> 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08300C" w14:textId="77777777" w:rsidR="00F55526" w:rsidRDefault="00F55526" w:rsidP="008469FD">
      <w:r>
        <w:separator/>
      </w:r>
    </w:p>
  </w:footnote>
  <w:footnote w:type="continuationSeparator" w:id="0">
    <w:p w14:paraId="5F894172" w14:textId="77777777" w:rsidR="00F55526" w:rsidRDefault="00F55526" w:rsidP="008469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342BD" w14:textId="77777777" w:rsidR="00D60B8C" w:rsidRDefault="00D60B8C" w:rsidP="008E5546">
    <w:pPr>
      <w:pStyle w:val="a5"/>
      <w:jc w:val="both"/>
    </w:pPr>
    <w:r>
      <w:rPr>
        <w:noProof/>
      </w:rPr>
      <w:drawing>
        <wp:inline distT="0" distB="0" distL="0" distR="0" wp14:anchorId="45B0AEA6" wp14:editId="2628F83D">
          <wp:extent cx="857250" cy="161925"/>
          <wp:effectExtent l="0" t="0" r="0" b="0"/>
          <wp:docPr id="61" name="图片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161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C0B17"/>
    <w:multiLevelType w:val="multilevel"/>
    <w:tmpl w:val="ED30E43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ascii="Times New Roman" w:eastAsia="宋体" w:hAnsi="Times New Roman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FA6D6A"/>
    <w:multiLevelType w:val="hybridMultilevel"/>
    <w:tmpl w:val="B2A615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A260BB6"/>
    <w:multiLevelType w:val="hybridMultilevel"/>
    <w:tmpl w:val="E24860F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F1F112D"/>
    <w:multiLevelType w:val="hybridMultilevel"/>
    <w:tmpl w:val="52C4AA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A472284"/>
    <w:multiLevelType w:val="hybridMultilevel"/>
    <w:tmpl w:val="CAF255C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EE75C28"/>
    <w:multiLevelType w:val="hybridMultilevel"/>
    <w:tmpl w:val="4962AA1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9497065"/>
    <w:multiLevelType w:val="hybridMultilevel"/>
    <w:tmpl w:val="DF66F2A6"/>
    <w:lvl w:ilvl="0" w:tplc="74DEE2C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70054511"/>
    <w:multiLevelType w:val="hybridMultilevel"/>
    <w:tmpl w:val="D92AA5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8145219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8313567">
    <w:abstractNumId w:val="6"/>
  </w:num>
  <w:num w:numId="3" w16cid:durableId="895318381">
    <w:abstractNumId w:val="7"/>
  </w:num>
  <w:num w:numId="4" w16cid:durableId="294337583">
    <w:abstractNumId w:val="5"/>
  </w:num>
  <w:num w:numId="5" w16cid:durableId="917863322">
    <w:abstractNumId w:val="3"/>
  </w:num>
  <w:num w:numId="6" w16cid:durableId="1916670596">
    <w:abstractNumId w:val="1"/>
  </w:num>
  <w:num w:numId="7" w16cid:durableId="661740325">
    <w:abstractNumId w:val="2"/>
  </w:num>
  <w:num w:numId="8" w16cid:durableId="222928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888069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611199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82991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04908979">
    <w:abstractNumId w:val="4"/>
  </w:num>
  <w:num w:numId="13" w16cid:durableId="7927935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910084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119778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162"/>
    <w:rsid w:val="00006B6F"/>
    <w:rsid w:val="00006D9D"/>
    <w:rsid w:val="0000769E"/>
    <w:rsid w:val="00012F68"/>
    <w:rsid w:val="00014DB8"/>
    <w:rsid w:val="00042D27"/>
    <w:rsid w:val="00042FAF"/>
    <w:rsid w:val="00046531"/>
    <w:rsid w:val="00056D82"/>
    <w:rsid w:val="000571B1"/>
    <w:rsid w:val="000631C6"/>
    <w:rsid w:val="00064694"/>
    <w:rsid w:val="00065057"/>
    <w:rsid w:val="000651CF"/>
    <w:rsid w:val="00072606"/>
    <w:rsid w:val="00075D28"/>
    <w:rsid w:val="00090856"/>
    <w:rsid w:val="00091778"/>
    <w:rsid w:val="0009767D"/>
    <w:rsid w:val="000A2E66"/>
    <w:rsid w:val="000B0926"/>
    <w:rsid w:val="000B176F"/>
    <w:rsid w:val="000B2704"/>
    <w:rsid w:val="000B2C23"/>
    <w:rsid w:val="000B701F"/>
    <w:rsid w:val="000B7039"/>
    <w:rsid w:val="000D642C"/>
    <w:rsid w:val="000E3800"/>
    <w:rsid w:val="000E4E4E"/>
    <w:rsid w:val="000E5450"/>
    <w:rsid w:val="000F15E2"/>
    <w:rsid w:val="000F338B"/>
    <w:rsid w:val="000F48DF"/>
    <w:rsid w:val="000F5B88"/>
    <w:rsid w:val="001009AE"/>
    <w:rsid w:val="00116DB2"/>
    <w:rsid w:val="00117F3E"/>
    <w:rsid w:val="00124491"/>
    <w:rsid w:val="001577F0"/>
    <w:rsid w:val="001611A7"/>
    <w:rsid w:val="00161E2D"/>
    <w:rsid w:val="00162EF0"/>
    <w:rsid w:val="00171BFE"/>
    <w:rsid w:val="0017677D"/>
    <w:rsid w:val="001814D3"/>
    <w:rsid w:val="001828CC"/>
    <w:rsid w:val="00184C94"/>
    <w:rsid w:val="00186508"/>
    <w:rsid w:val="00191451"/>
    <w:rsid w:val="001937AD"/>
    <w:rsid w:val="0019614D"/>
    <w:rsid w:val="001A36CC"/>
    <w:rsid w:val="001A387C"/>
    <w:rsid w:val="001B6C9B"/>
    <w:rsid w:val="001B7877"/>
    <w:rsid w:val="001C00E7"/>
    <w:rsid w:val="001C5A7B"/>
    <w:rsid w:val="001E4004"/>
    <w:rsid w:val="001F3390"/>
    <w:rsid w:val="001F4F6C"/>
    <w:rsid w:val="00231194"/>
    <w:rsid w:val="0024070B"/>
    <w:rsid w:val="00240EC2"/>
    <w:rsid w:val="0027727F"/>
    <w:rsid w:val="00282DF5"/>
    <w:rsid w:val="002A5E42"/>
    <w:rsid w:val="002B2C77"/>
    <w:rsid w:val="002B5E55"/>
    <w:rsid w:val="002B76E4"/>
    <w:rsid w:val="002D6B2F"/>
    <w:rsid w:val="002E1B9B"/>
    <w:rsid w:val="0030652E"/>
    <w:rsid w:val="003124C0"/>
    <w:rsid w:val="003200B7"/>
    <w:rsid w:val="00332516"/>
    <w:rsid w:val="003344E6"/>
    <w:rsid w:val="003409F3"/>
    <w:rsid w:val="00345CB2"/>
    <w:rsid w:val="00345E18"/>
    <w:rsid w:val="00347F24"/>
    <w:rsid w:val="0035328F"/>
    <w:rsid w:val="00353501"/>
    <w:rsid w:val="00376607"/>
    <w:rsid w:val="00377277"/>
    <w:rsid w:val="00386168"/>
    <w:rsid w:val="003939B0"/>
    <w:rsid w:val="003A69B5"/>
    <w:rsid w:val="003A6EFB"/>
    <w:rsid w:val="003B6F8A"/>
    <w:rsid w:val="003C2C73"/>
    <w:rsid w:val="003E5517"/>
    <w:rsid w:val="003E5ABA"/>
    <w:rsid w:val="003F135F"/>
    <w:rsid w:val="003F6427"/>
    <w:rsid w:val="00400FD8"/>
    <w:rsid w:val="004300F4"/>
    <w:rsid w:val="00430148"/>
    <w:rsid w:val="00431405"/>
    <w:rsid w:val="00447C20"/>
    <w:rsid w:val="00452E2F"/>
    <w:rsid w:val="004556B3"/>
    <w:rsid w:val="00464AC4"/>
    <w:rsid w:val="00467230"/>
    <w:rsid w:val="0049117E"/>
    <w:rsid w:val="00491C89"/>
    <w:rsid w:val="00495EFD"/>
    <w:rsid w:val="004A676E"/>
    <w:rsid w:val="004B1BD3"/>
    <w:rsid w:val="004B2B00"/>
    <w:rsid w:val="004B5CEB"/>
    <w:rsid w:val="004C2C08"/>
    <w:rsid w:val="004C416D"/>
    <w:rsid w:val="004C772F"/>
    <w:rsid w:val="004C7C6B"/>
    <w:rsid w:val="004D29C2"/>
    <w:rsid w:val="004E31C9"/>
    <w:rsid w:val="004E53B8"/>
    <w:rsid w:val="004F6757"/>
    <w:rsid w:val="005012CD"/>
    <w:rsid w:val="00504D39"/>
    <w:rsid w:val="0050552D"/>
    <w:rsid w:val="00517E63"/>
    <w:rsid w:val="00526363"/>
    <w:rsid w:val="00526D45"/>
    <w:rsid w:val="0054289E"/>
    <w:rsid w:val="0054622F"/>
    <w:rsid w:val="00546897"/>
    <w:rsid w:val="0055562B"/>
    <w:rsid w:val="00557942"/>
    <w:rsid w:val="00560157"/>
    <w:rsid w:val="00567B03"/>
    <w:rsid w:val="005734B3"/>
    <w:rsid w:val="00574037"/>
    <w:rsid w:val="005A30A0"/>
    <w:rsid w:val="005A4C09"/>
    <w:rsid w:val="005A6A34"/>
    <w:rsid w:val="005B01B5"/>
    <w:rsid w:val="005B73FD"/>
    <w:rsid w:val="005E215F"/>
    <w:rsid w:val="0060196C"/>
    <w:rsid w:val="00601C56"/>
    <w:rsid w:val="00606705"/>
    <w:rsid w:val="006134C5"/>
    <w:rsid w:val="00635599"/>
    <w:rsid w:val="00635CEC"/>
    <w:rsid w:val="0063600F"/>
    <w:rsid w:val="00640D3D"/>
    <w:rsid w:val="00652046"/>
    <w:rsid w:val="006648EC"/>
    <w:rsid w:val="00673F68"/>
    <w:rsid w:val="00674D10"/>
    <w:rsid w:val="00685502"/>
    <w:rsid w:val="00693E06"/>
    <w:rsid w:val="006A7613"/>
    <w:rsid w:val="006B7EC3"/>
    <w:rsid w:val="006C2E11"/>
    <w:rsid w:val="006C56DD"/>
    <w:rsid w:val="006E0F6C"/>
    <w:rsid w:val="006E678B"/>
    <w:rsid w:val="006F3495"/>
    <w:rsid w:val="00707167"/>
    <w:rsid w:val="00707791"/>
    <w:rsid w:val="0071259B"/>
    <w:rsid w:val="00715DF4"/>
    <w:rsid w:val="007171C5"/>
    <w:rsid w:val="00721641"/>
    <w:rsid w:val="00725F84"/>
    <w:rsid w:val="00730C7D"/>
    <w:rsid w:val="00762CFD"/>
    <w:rsid w:val="00772865"/>
    <w:rsid w:val="00777E12"/>
    <w:rsid w:val="00790E85"/>
    <w:rsid w:val="007932A0"/>
    <w:rsid w:val="007952C1"/>
    <w:rsid w:val="00797A21"/>
    <w:rsid w:val="007A09EA"/>
    <w:rsid w:val="007A7477"/>
    <w:rsid w:val="007B43E2"/>
    <w:rsid w:val="007C04EA"/>
    <w:rsid w:val="007C13FF"/>
    <w:rsid w:val="007D442D"/>
    <w:rsid w:val="007E3CEE"/>
    <w:rsid w:val="007F3558"/>
    <w:rsid w:val="007F36C4"/>
    <w:rsid w:val="00800874"/>
    <w:rsid w:val="00804FEA"/>
    <w:rsid w:val="0083156B"/>
    <w:rsid w:val="00841D90"/>
    <w:rsid w:val="00843DEA"/>
    <w:rsid w:val="0084571F"/>
    <w:rsid w:val="008469FD"/>
    <w:rsid w:val="0085517B"/>
    <w:rsid w:val="0086069E"/>
    <w:rsid w:val="00860C37"/>
    <w:rsid w:val="00873755"/>
    <w:rsid w:val="00894904"/>
    <w:rsid w:val="0089552D"/>
    <w:rsid w:val="008A6C16"/>
    <w:rsid w:val="008C68C6"/>
    <w:rsid w:val="008E5546"/>
    <w:rsid w:val="008F04DC"/>
    <w:rsid w:val="008F15DA"/>
    <w:rsid w:val="008F3FF5"/>
    <w:rsid w:val="008F4BB6"/>
    <w:rsid w:val="008F7783"/>
    <w:rsid w:val="0092041B"/>
    <w:rsid w:val="00921307"/>
    <w:rsid w:val="00935543"/>
    <w:rsid w:val="009401C7"/>
    <w:rsid w:val="009470F7"/>
    <w:rsid w:val="00960A51"/>
    <w:rsid w:val="00960FE3"/>
    <w:rsid w:val="00970E7C"/>
    <w:rsid w:val="00971DC8"/>
    <w:rsid w:val="00985896"/>
    <w:rsid w:val="00986B99"/>
    <w:rsid w:val="00986DEF"/>
    <w:rsid w:val="00990A57"/>
    <w:rsid w:val="00990A5C"/>
    <w:rsid w:val="009A5331"/>
    <w:rsid w:val="009B0725"/>
    <w:rsid w:val="009B3DE3"/>
    <w:rsid w:val="009B7375"/>
    <w:rsid w:val="009C5F4B"/>
    <w:rsid w:val="009D11E5"/>
    <w:rsid w:val="009D2B26"/>
    <w:rsid w:val="009E761F"/>
    <w:rsid w:val="00A0563B"/>
    <w:rsid w:val="00A32761"/>
    <w:rsid w:val="00A351F6"/>
    <w:rsid w:val="00A454B0"/>
    <w:rsid w:val="00A57369"/>
    <w:rsid w:val="00A63B8E"/>
    <w:rsid w:val="00A63FAA"/>
    <w:rsid w:val="00A64605"/>
    <w:rsid w:val="00A84E26"/>
    <w:rsid w:val="00A906F7"/>
    <w:rsid w:val="00A924CF"/>
    <w:rsid w:val="00A92962"/>
    <w:rsid w:val="00A97E4F"/>
    <w:rsid w:val="00AA656C"/>
    <w:rsid w:val="00AB03BE"/>
    <w:rsid w:val="00AB4689"/>
    <w:rsid w:val="00AB713E"/>
    <w:rsid w:val="00AB7A40"/>
    <w:rsid w:val="00AC1527"/>
    <w:rsid w:val="00AC7E8F"/>
    <w:rsid w:val="00AD4B59"/>
    <w:rsid w:val="00AE0113"/>
    <w:rsid w:val="00AF1110"/>
    <w:rsid w:val="00B06145"/>
    <w:rsid w:val="00B12132"/>
    <w:rsid w:val="00B16E92"/>
    <w:rsid w:val="00B227E6"/>
    <w:rsid w:val="00B23996"/>
    <w:rsid w:val="00B35129"/>
    <w:rsid w:val="00B36162"/>
    <w:rsid w:val="00B505F2"/>
    <w:rsid w:val="00B512B1"/>
    <w:rsid w:val="00B52CF8"/>
    <w:rsid w:val="00B5734A"/>
    <w:rsid w:val="00B63B08"/>
    <w:rsid w:val="00B658C0"/>
    <w:rsid w:val="00B801D9"/>
    <w:rsid w:val="00B8711B"/>
    <w:rsid w:val="00B905F7"/>
    <w:rsid w:val="00B970F9"/>
    <w:rsid w:val="00BA0784"/>
    <w:rsid w:val="00BA0B17"/>
    <w:rsid w:val="00BA56E7"/>
    <w:rsid w:val="00BC7076"/>
    <w:rsid w:val="00BD0D2A"/>
    <w:rsid w:val="00BE2D61"/>
    <w:rsid w:val="00BF59AD"/>
    <w:rsid w:val="00C011AF"/>
    <w:rsid w:val="00C026F3"/>
    <w:rsid w:val="00C054D0"/>
    <w:rsid w:val="00C10401"/>
    <w:rsid w:val="00C20461"/>
    <w:rsid w:val="00C34844"/>
    <w:rsid w:val="00C36178"/>
    <w:rsid w:val="00C60674"/>
    <w:rsid w:val="00C60D5D"/>
    <w:rsid w:val="00C66112"/>
    <w:rsid w:val="00C74B78"/>
    <w:rsid w:val="00C76F5A"/>
    <w:rsid w:val="00C92C5B"/>
    <w:rsid w:val="00C950E1"/>
    <w:rsid w:val="00CC0E59"/>
    <w:rsid w:val="00CC0FB4"/>
    <w:rsid w:val="00CC3455"/>
    <w:rsid w:val="00CD654D"/>
    <w:rsid w:val="00CE04F8"/>
    <w:rsid w:val="00CE2E0D"/>
    <w:rsid w:val="00CE509A"/>
    <w:rsid w:val="00D008BF"/>
    <w:rsid w:val="00D03943"/>
    <w:rsid w:val="00D10A97"/>
    <w:rsid w:val="00D1757D"/>
    <w:rsid w:val="00D45640"/>
    <w:rsid w:val="00D46BD1"/>
    <w:rsid w:val="00D47A95"/>
    <w:rsid w:val="00D528E7"/>
    <w:rsid w:val="00D55050"/>
    <w:rsid w:val="00D562E0"/>
    <w:rsid w:val="00D60B8C"/>
    <w:rsid w:val="00D60BFB"/>
    <w:rsid w:val="00D62D4B"/>
    <w:rsid w:val="00D7656E"/>
    <w:rsid w:val="00D772A9"/>
    <w:rsid w:val="00D801D5"/>
    <w:rsid w:val="00D92904"/>
    <w:rsid w:val="00D92A2B"/>
    <w:rsid w:val="00DA48B1"/>
    <w:rsid w:val="00DA7566"/>
    <w:rsid w:val="00DC0007"/>
    <w:rsid w:val="00DC2299"/>
    <w:rsid w:val="00DC40FC"/>
    <w:rsid w:val="00DD0640"/>
    <w:rsid w:val="00DD0B5D"/>
    <w:rsid w:val="00DF5D40"/>
    <w:rsid w:val="00E0221C"/>
    <w:rsid w:val="00E05C35"/>
    <w:rsid w:val="00E138F9"/>
    <w:rsid w:val="00E26A44"/>
    <w:rsid w:val="00E273C9"/>
    <w:rsid w:val="00E3077E"/>
    <w:rsid w:val="00E309AF"/>
    <w:rsid w:val="00E35757"/>
    <w:rsid w:val="00E43223"/>
    <w:rsid w:val="00E461BA"/>
    <w:rsid w:val="00E47CA8"/>
    <w:rsid w:val="00E550E9"/>
    <w:rsid w:val="00E62CAB"/>
    <w:rsid w:val="00E631B6"/>
    <w:rsid w:val="00E70F18"/>
    <w:rsid w:val="00E94DAA"/>
    <w:rsid w:val="00EA2DCF"/>
    <w:rsid w:val="00EA5041"/>
    <w:rsid w:val="00EA67B5"/>
    <w:rsid w:val="00EB1894"/>
    <w:rsid w:val="00EB4739"/>
    <w:rsid w:val="00EB73E7"/>
    <w:rsid w:val="00EC0097"/>
    <w:rsid w:val="00EC091B"/>
    <w:rsid w:val="00EE1B15"/>
    <w:rsid w:val="00EF3F30"/>
    <w:rsid w:val="00F0466A"/>
    <w:rsid w:val="00F11D8A"/>
    <w:rsid w:val="00F206C5"/>
    <w:rsid w:val="00F2136F"/>
    <w:rsid w:val="00F2650F"/>
    <w:rsid w:val="00F32A1B"/>
    <w:rsid w:val="00F3652C"/>
    <w:rsid w:val="00F40508"/>
    <w:rsid w:val="00F52375"/>
    <w:rsid w:val="00F54048"/>
    <w:rsid w:val="00F55526"/>
    <w:rsid w:val="00F579EF"/>
    <w:rsid w:val="00F645AA"/>
    <w:rsid w:val="00F80BF0"/>
    <w:rsid w:val="00F9357F"/>
    <w:rsid w:val="00F94530"/>
    <w:rsid w:val="00F94640"/>
    <w:rsid w:val="00F94707"/>
    <w:rsid w:val="00F951D3"/>
    <w:rsid w:val="00FB2E10"/>
    <w:rsid w:val="00FB4EEB"/>
    <w:rsid w:val="00FC25B1"/>
    <w:rsid w:val="00FC29E3"/>
    <w:rsid w:val="00FC41F8"/>
    <w:rsid w:val="00FE2B54"/>
    <w:rsid w:val="00FE48A4"/>
    <w:rsid w:val="00FF517B"/>
    <w:rsid w:val="00FF5295"/>
    <w:rsid w:val="00FF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1F47AA39"/>
  <w15:chartTrackingRefBased/>
  <w15:docId w15:val="{C623A708-14D4-42C4-89FB-E0A1FFDCF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E4E4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next w:val="a0"/>
    <w:link w:val="10"/>
    <w:autoRedefine/>
    <w:qFormat/>
    <w:rsid w:val="000631C6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link w:val="21"/>
    <w:autoRedefine/>
    <w:qFormat/>
    <w:rsid w:val="000631C6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link w:val="30"/>
    <w:autoRedefine/>
    <w:qFormat/>
    <w:rsid w:val="000631C6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link w:val="40"/>
    <w:qFormat/>
    <w:rsid w:val="000631C6"/>
    <w:pPr>
      <w:keepNext/>
      <w:widowControl/>
      <w:numPr>
        <w:ilvl w:val="3"/>
        <w:numId w:val="1"/>
      </w:numPr>
      <w:spacing w:before="240" w:after="60" w:line="360" w:lineRule="exact"/>
      <w:jc w:val="left"/>
      <w:outlineLvl w:val="3"/>
    </w:pPr>
    <w:rPr>
      <w:b/>
      <w:bCs/>
      <w:kern w:val="0"/>
      <w:szCs w:val="28"/>
      <w:lang w:val="en-GB"/>
    </w:rPr>
  </w:style>
  <w:style w:type="paragraph" w:styleId="5">
    <w:name w:val="heading 5"/>
    <w:basedOn w:val="a"/>
    <w:next w:val="a"/>
    <w:link w:val="50"/>
    <w:qFormat/>
    <w:rsid w:val="000631C6"/>
    <w:pPr>
      <w:widowControl/>
      <w:numPr>
        <w:ilvl w:val="4"/>
        <w:numId w:val="1"/>
      </w:numPr>
      <w:spacing w:before="240" w:after="60" w:line="360" w:lineRule="exact"/>
      <w:jc w:val="left"/>
      <w:outlineLvl w:val="4"/>
    </w:pPr>
    <w:rPr>
      <w:b/>
      <w:bCs/>
      <w:iCs/>
      <w:kern w:val="0"/>
      <w:szCs w:val="26"/>
      <w:lang w:val="en-GB"/>
    </w:rPr>
  </w:style>
  <w:style w:type="paragraph" w:styleId="6">
    <w:name w:val="heading 6"/>
    <w:basedOn w:val="a"/>
    <w:next w:val="a"/>
    <w:link w:val="60"/>
    <w:qFormat/>
    <w:rsid w:val="000631C6"/>
    <w:pPr>
      <w:widowControl/>
      <w:numPr>
        <w:ilvl w:val="5"/>
        <w:numId w:val="1"/>
      </w:numPr>
      <w:spacing w:before="240" w:after="60" w:line="360" w:lineRule="exact"/>
      <w:jc w:val="left"/>
      <w:outlineLvl w:val="5"/>
    </w:pPr>
    <w:rPr>
      <w:b/>
      <w:bCs/>
      <w:kern w:val="0"/>
      <w:szCs w:val="22"/>
      <w:lang w:val="en-GB"/>
    </w:rPr>
  </w:style>
  <w:style w:type="paragraph" w:styleId="7">
    <w:name w:val="heading 7"/>
    <w:basedOn w:val="a"/>
    <w:next w:val="a"/>
    <w:link w:val="70"/>
    <w:qFormat/>
    <w:rsid w:val="000631C6"/>
    <w:pPr>
      <w:widowControl/>
      <w:numPr>
        <w:ilvl w:val="6"/>
        <w:numId w:val="1"/>
      </w:numPr>
      <w:spacing w:before="240" w:after="60" w:line="360" w:lineRule="exact"/>
      <w:jc w:val="left"/>
      <w:outlineLvl w:val="6"/>
    </w:pPr>
    <w:rPr>
      <w:kern w:val="0"/>
      <w:sz w:val="24"/>
      <w:lang w:val="en-GB"/>
    </w:rPr>
  </w:style>
  <w:style w:type="paragraph" w:styleId="8">
    <w:name w:val="heading 8"/>
    <w:basedOn w:val="a"/>
    <w:next w:val="a"/>
    <w:link w:val="80"/>
    <w:qFormat/>
    <w:rsid w:val="000631C6"/>
    <w:pPr>
      <w:widowControl/>
      <w:numPr>
        <w:ilvl w:val="7"/>
        <w:numId w:val="1"/>
      </w:numPr>
      <w:spacing w:before="240" w:after="60" w:line="360" w:lineRule="exact"/>
      <w:jc w:val="left"/>
      <w:outlineLvl w:val="7"/>
    </w:pPr>
    <w:rPr>
      <w:i/>
      <w:iCs/>
      <w:kern w:val="0"/>
      <w:sz w:val="24"/>
      <w:lang w:val="en-GB"/>
    </w:rPr>
  </w:style>
  <w:style w:type="paragraph" w:styleId="9">
    <w:name w:val="heading 9"/>
    <w:basedOn w:val="a"/>
    <w:next w:val="a"/>
    <w:link w:val="90"/>
    <w:qFormat/>
    <w:rsid w:val="000631C6"/>
    <w:pPr>
      <w:widowControl/>
      <w:numPr>
        <w:ilvl w:val="8"/>
        <w:numId w:val="1"/>
      </w:numPr>
      <w:spacing w:before="240" w:after="60" w:line="360" w:lineRule="exact"/>
      <w:jc w:val="left"/>
      <w:outlineLvl w:val="8"/>
    </w:pPr>
    <w:rPr>
      <w:rFonts w:ascii="Arial" w:hAnsi="Arial" w:cs="Arial"/>
      <w:kern w:val="0"/>
      <w:sz w:val="22"/>
      <w:szCs w:val="22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B061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11"/>
    <w:rsid w:val="008469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1">
    <w:name w:val="页眉 字符1"/>
    <w:link w:val="a5"/>
    <w:rsid w:val="008469FD"/>
    <w:rPr>
      <w:kern w:val="2"/>
      <w:sz w:val="18"/>
      <w:szCs w:val="18"/>
    </w:rPr>
  </w:style>
  <w:style w:type="paragraph" w:styleId="a6">
    <w:name w:val="footer"/>
    <w:basedOn w:val="a"/>
    <w:link w:val="12"/>
    <w:uiPriority w:val="99"/>
    <w:rsid w:val="008469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2">
    <w:name w:val="页脚 字符1"/>
    <w:link w:val="a6"/>
    <w:uiPriority w:val="99"/>
    <w:rsid w:val="008469FD"/>
    <w:rPr>
      <w:kern w:val="2"/>
      <w:sz w:val="18"/>
      <w:szCs w:val="18"/>
    </w:rPr>
  </w:style>
  <w:style w:type="character" w:customStyle="1" w:styleId="a7">
    <w:name w:val="页眉 字符"/>
    <w:rsid w:val="00BE2D61"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rsid w:val="00BE2D61"/>
    <w:rPr>
      <w:rFonts w:ascii="Times New Roman" w:eastAsia="宋体" w:hAnsi="Times New Roman" w:cs="Times New Roman"/>
      <w:sz w:val="18"/>
      <w:szCs w:val="18"/>
    </w:rPr>
  </w:style>
  <w:style w:type="paragraph" w:styleId="a9">
    <w:name w:val="Title"/>
    <w:basedOn w:val="a"/>
    <w:next w:val="a"/>
    <w:link w:val="aa"/>
    <w:qFormat/>
    <w:rsid w:val="00790E85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aa">
    <w:name w:val="标题 字符"/>
    <w:link w:val="a9"/>
    <w:rsid w:val="00790E85"/>
    <w:rPr>
      <w:rFonts w:ascii="Calibri Light" w:hAnsi="Calibri Light" w:cs="Times New Roman"/>
      <w:b/>
      <w:bCs/>
      <w:kern w:val="2"/>
      <w:sz w:val="32"/>
      <w:szCs w:val="32"/>
    </w:rPr>
  </w:style>
  <w:style w:type="character" w:customStyle="1" w:styleId="1Char">
    <w:name w:val="标题 1 Char"/>
    <w:rsid w:val="000631C6"/>
    <w:rPr>
      <w:b/>
      <w:bCs/>
      <w:kern w:val="44"/>
      <w:sz w:val="44"/>
      <w:szCs w:val="44"/>
    </w:rPr>
  </w:style>
  <w:style w:type="character" w:customStyle="1" w:styleId="21">
    <w:name w:val="标题 2 字符1"/>
    <w:link w:val="2"/>
    <w:rsid w:val="000631C6"/>
    <w:rPr>
      <w:rFonts w:ascii="宋体" w:cs="Arial"/>
      <w:b/>
      <w:bCs/>
      <w:iCs/>
      <w:color w:val="000000"/>
      <w:sz w:val="24"/>
      <w:szCs w:val="24"/>
    </w:rPr>
  </w:style>
  <w:style w:type="character" w:customStyle="1" w:styleId="30">
    <w:name w:val="标题 3 字符"/>
    <w:link w:val="3"/>
    <w:rsid w:val="000631C6"/>
    <w:rPr>
      <w:rFonts w:ascii="宋体" w:hAnsi="宋体" w:cs="Arial"/>
      <w:b/>
      <w:bCs/>
      <w:sz w:val="21"/>
      <w:szCs w:val="21"/>
    </w:rPr>
  </w:style>
  <w:style w:type="character" w:customStyle="1" w:styleId="40">
    <w:name w:val="标题 4 字符"/>
    <w:link w:val="4"/>
    <w:rsid w:val="000631C6"/>
    <w:rPr>
      <w:b/>
      <w:bCs/>
      <w:sz w:val="21"/>
      <w:szCs w:val="28"/>
      <w:lang w:val="en-GB"/>
    </w:rPr>
  </w:style>
  <w:style w:type="character" w:customStyle="1" w:styleId="50">
    <w:name w:val="标题 5 字符"/>
    <w:link w:val="5"/>
    <w:rsid w:val="000631C6"/>
    <w:rPr>
      <w:b/>
      <w:bCs/>
      <w:iCs/>
      <w:sz w:val="21"/>
      <w:szCs w:val="26"/>
      <w:lang w:val="en-GB"/>
    </w:rPr>
  </w:style>
  <w:style w:type="character" w:customStyle="1" w:styleId="60">
    <w:name w:val="标题 6 字符"/>
    <w:link w:val="6"/>
    <w:rsid w:val="000631C6"/>
    <w:rPr>
      <w:b/>
      <w:bCs/>
      <w:sz w:val="21"/>
      <w:szCs w:val="22"/>
      <w:lang w:val="en-GB"/>
    </w:rPr>
  </w:style>
  <w:style w:type="character" w:customStyle="1" w:styleId="70">
    <w:name w:val="标题 7 字符"/>
    <w:link w:val="7"/>
    <w:rsid w:val="000631C6"/>
    <w:rPr>
      <w:sz w:val="24"/>
      <w:szCs w:val="24"/>
      <w:lang w:val="en-GB"/>
    </w:rPr>
  </w:style>
  <w:style w:type="character" w:customStyle="1" w:styleId="80">
    <w:name w:val="标题 8 字符"/>
    <w:link w:val="8"/>
    <w:rsid w:val="000631C6"/>
    <w:rPr>
      <w:i/>
      <w:iCs/>
      <w:sz w:val="24"/>
      <w:szCs w:val="24"/>
      <w:lang w:val="en-GB"/>
    </w:rPr>
  </w:style>
  <w:style w:type="character" w:customStyle="1" w:styleId="90">
    <w:name w:val="标题 9 字符"/>
    <w:link w:val="9"/>
    <w:rsid w:val="000631C6"/>
    <w:rPr>
      <w:rFonts w:ascii="Arial" w:hAnsi="Arial" w:cs="Arial"/>
      <w:sz w:val="22"/>
      <w:szCs w:val="22"/>
      <w:lang w:val="en-GB"/>
    </w:rPr>
  </w:style>
  <w:style w:type="character" w:customStyle="1" w:styleId="10">
    <w:name w:val="标题 1 字符"/>
    <w:link w:val="1"/>
    <w:rsid w:val="000631C6"/>
    <w:rPr>
      <w:b/>
      <w:bCs/>
      <w:kern w:val="32"/>
      <w:sz w:val="28"/>
      <w:szCs w:val="28"/>
    </w:rPr>
  </w:style>
  <w:style w:type="paragraph" w:styleId="a0">
    <w:name w:val="Block Text"/>
    <w:basedOn w:val="a"/>
    <w:rsid w:val="000631C6"/>
    <w:pPr>
      <w:spacing w:after="120"/>
      <w:ind w:leftChars="700" w:left="1440" w:rightChars="700" w:right="1440"/>
    </w:pPr>
  </w:style>
  <w:style w:type="character" w:customStyle="1" w:styleId="20">
    <w:name w:val="标题 2 字符"/>
    <w:rsid w:val="00AC7E8F"/>
    <w:rPr>
      <w:rFonts w:ascii="宋体" w:eastAsia="宋体" w:hAnsi="Times New Roman" w:cs="Arial"/>
      <w:b/>
      <w:bCs/>
      <w:iCs/>
      <w:color w:val="000000"/>
      <w:kern w:val="0"/>
      <w:sz w:val="24"/>
      <w:szCs w:val="24"/>
    </w:rPr>
  </w:style>
  <w:style w:type="paragraph" w:styleId="ab">
    <w:name w:val="List Paragraph"/>
    <w:basedOn w:val="a"/>
    <w:uiPriority w:val="34"/>
    <w:qFormat/>
    <w:rsid w:val="00DC40FC"/>
    <w:pPr>
      <w:ind w:firstLineChars="200" w:firstLine="420"/>
    </w:pPr>
  </w:style>
  <w:style w:type="paragraph" w:styleId="ac">
    <w:name w:val="Balloon Text"/>
    <w:basedOn w:val="a"/>
    <w:link w:val="ad"/>
    <w:rsid w:val="000B0926"/>
    <w:rPr>
      <w:sz w:val="18"/>
      <w:szCs w:val="18"/>
    </w:rPr>
  </w:style>
  <w:style w:type="character" w:customStyle="1" w:styleId="ad">
    <w:name w:val="批注框文本 字符"/>
    <w:link w:val="ac"/>
    <w:rsid w:val="000B0926"/>
    <w:rPr>
      <w:kern w:val="2"/>
      <w:sz w:val="18"/>
      <w:szCs w:val="18"/>
    </w:rPr>
  </w:style>
  <w:style w:type="character" w:styleId="ae">
    <w:name w:val="Placeholder Text"/>
    <w:uiPriority w:val="99"/>
    <w:semiHidden/>
    <w:rsid w:val="001814D3"/>
    <w:rPr>
      <w:color w:val="808080"/>
    </w:rPr>
  </w:style>
  <w:style w:type="paragraph" w:styleId="TOC">
    <w:name w:val="TOC Heading"/>
    <w:basedOn w:val="1"/>
    <w:next w:val="a"/>
    <w:uiPriority w:val="39"/>
    <w:qFormat/>
    <w:rsid w:val="007F36C4"/>
    <w:pPr>
      <w:keepLines/>
      <w:numPr>
        <w:numId w:val="0"/>
      </w:numPr>
      <w:kinsoku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styleId="TOC1">
    <w:name w:val="toc 1"/>
    <w:basedOn w:val="a"/>
    <w:next w:val="a"/>
    <w:autoRedefine/>
    <w:uiPriority w:val="39"/>
    <w:rsid w:val="007F36C4"/>
    <w:rPr>
      <w:b/>
    </w:rPr>
  </w:style>
  <w:style w:type="paragraph" w:styleId="TOC2">
    <w:name w:val="toc 2"/>
    <w:basedOn w:val="a"/>
    <w:next w:val="a"/>
    <w:autoRedefine/>
    <w:uiPriority w:val="39"/>
    <w:rsid w:val="007F36C4"/>
    <w:pPr>
      <w:ind w:leftChars="200" w:left="420"/>
    </w:pPr>
  </w:style>
  <w:style w:type="character" w:styleId="af">
    <w:name w:val="Hyperlink"/>
    <w:uiPriority w:val="99"/>
    <w:unhideWhenUsed/>
    <w:rsid w:val="007F36C4"/>
    <w:rPr>
      <w:color w:val="0563C1"/>
      <w:u w:val="single"/>
    </w:rPr>
  </w:style>
  <w:style w:type="paragraph" w:styleId="TOC3">
    <w:name w:val="toc 3"/>
    <w:basedOn w:val="a"/>
    <w:next w:val="a"/>
    <w:autoRedefine/>
    <w:uiPriority w:val="39"/>
    <w:rsid w:val="007F36C4"/>
    <w:pPr>
      <w:ind w:leftChars="400" w:left="840"/>
    </w:pPr>
  </w:style>
  <w:style w:type="character" w:customStyle="1" w:styleId="Char1">
    <w:name w:val="页眉 Char1"/>
    <w:rsid w:val="007F36C4"/>
    <w:rPr>
      <w:rFonts w:ascii="Times New Roman" w:eastAsia="宋体" w:hAnsi="Times New Roman" w:cs="Times New Roman"/>
      <w:sz w:val="18"/>
      <w:szCs w:val="18"/>
    </w:rPr>
  </w:style>
  <w:style w:type="character" w:styleId="af0">
    <w:name w:val="page number"/>
    <w:basedOn w:val="a1"/>
    <w:rsid w:val="008E5546"/>
  </w:style>
  <w:style w:type="paragraph" w:styleId="af1">
    <w:name w:val="Document Map"/>
    <w:basedOn w:val="a"/>
    <w:semiHidden/>
    <w:rsid w:val="000F15E2"/>
    <w:pPr>
      <w:shd w:val="clear" w:color="auto" w:fill="0000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9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8.bin"/><Relationship Id="rId21" Type="http://schemas.openxmlformats.org/officeDocument/2006/relationships/image" Target="media/image8.png"/><Relationship Id="rId42" Type="http://schemas.openxmlformats.org/officeDocument/2006/relationships/oleObject" Target="embeddings/oleObject16.bin"/><Relationship Id="rId47" Type="http://schemas.openxmlformats.org/officeDocument/2006/relationships/image" Target="media/image22.wmf"/><Relationship Id="rId63" Type="http://schemas.openxmlformats.org/officeDocument/2006/relationships/oleObject" Target="embeddings/oleObject30.bin"/><Relationship Id="rId68" Type="http://schemas.openxmlformats.org/officeDocument/2006/relationships/oleObject" Target="embeddings/oleObject35.bin"/><Relationship Id="rId16" Type="http://schemas.openxmlformats.org/officeDocument/2006/relationships/oleObject" Target="embeddings/oleObject4.bin"/><Relationship Id="rId11" Type="http://schemas.openxmlformats.org/officeDocument/2006/relationships/image" Target="media/image3.wmf"/><Relationship Id="rId32" Type="http://schemas.openxmlformats.org/officeDocument/2006/relationships/oleObject" Target="embeddings/oleObject11.bin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image" Target="media/image26.wmf"/><Relationship Id="rId74" Type="http://schemas.openxmlformats.org/officeDocument/2006/relationships/oleObject" Target="embeddings/oleObject41.bin"/><Relationship Id="rId79" Type="http://schemas.openxmlformats.org/officeDocument/2006/relationships/footer" Target="footer1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8.bin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22" Type="http://schemas.openxmlformats.org/officeDocument/2006/relationships/image" Target="media/image9.png"/><Relationship Id="rId27" Type="http://schemas.openxmlformats.org/officeDocument/2006/relationships/image" Target="media/image12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19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31.bin"/><Relationship Id="rId69" Type="http://schemas.openxmlformats.org/officeDocument/2006/relationships/oleObject" Target="embeddings/oleObject36.bin"/><Relationship Id="rId77" Type="http://schemas.openxmlformats.org/officeDocument/2006/relationships/oleObject" Target="embeddings/oleObject44.bin"/><Relationship Id="rId8" Type="http://schemas.openxmlformats.org/officeDocument/2006/relationships/image" Target="media/image1.png"/><Relationship Id="rId51" Type="http://schemas.openxmlformats.org/officeDocument/2006/relationships/image" Target="media/image24.wmf"/><Relationship Id="rId72" Type="http://schemas.openxmlformats.org/officeDocument/2006/relationships/oleObject" Target="embeddings/oleObject39.bin"/><Relationship Id="rId80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4.bin"/><Relationship Id="rId20" Type="http://schemas.openxmlformats.org/officeDocument/2006/relationships/oleObject" Target="embeddings/oleObject6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2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7.bin"/><Relationship Id="rId75" Type="http://schemas.openxmlformats.org/officeDocument/2006/relationships/oleObject" Target="embeddings/oleObject4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10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image" Target="media/image23.wmf"/><Relationship Id="rId57" Type="http://schemas.openxmlformats.org/officeDocument/2006/relationships/oleObject" Target="embeddings/oleObject25.bin"/><Relationship Id="rId10" Type="http://schemas.openxmlformats.org/officeDocument/2006/relationships/oleObject" Target="embeddings/oleObject1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1.bin"/><Relationship Id="rId60" Type="http://schemas.openxmlformats.org/officeDocument/2006/relationships/oleObject" Target="embeddings/oleObject27.bin"/><Relationship Id="rId65" Type="http://schemas.openxmlformats.org/officeDocument/2006/relationships/oleObject" Target="embeddings/oleObject32.bin"/><Relationship Id="rId73" Type="http://schemas.openxmlformats.org/officeDocument/2006/relationships/oleObject" Target="embeddings/oleObject40.bin"/><Relationship Id="rId78" Type="http://schemas.openxmlformats.org/officeDocument/2006/relationships/header" Target="header1.xml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9" Type="http://schemas.openxmlformats.org/officeDocument/2006/relationships/image" Target="media/image18.wmf"/><Relationship Id="rId34" Type="http://schemas.openxmlformats.org/officeDocument/2006/relationships/oleObject" Target="embeddings/oleObject12.bin"/><Relationship Id="rId50" Type="http://schemas.openxmlformats.org/officeDocument/2006/relationships/oleObject" Target="embeddings/oleObject20.bin"/><Relationship Id="rId55" Type="http://schemas.openxmlformats.org/officeDocument/2006/relationships/oleObject" Target="embeddings/oleObject23.bin"/><Relationship Id="rId76" Type="http://schemas.openxmlformats.org/officeDocument/2006/relationships/oleObject" Target="embeddings/oleObject43.bin"/><Relationship Id="rId7" Type="http://schemas.openxmlformats.org/officeDocument/2006/relationships/endnotes" Target="endnotes.xml"/><Relationship Id="rId71" Type="http://schemas.openxmlformats.org/officeDocument/2006/relationships/oleObject" Target="embeddings/oleObject38.bin"/><Relationship Id="rId2" Type="http://schemas.openxmlformats.org/officeDocument/2006/relationships/numbering" Target="numbering.xml"/><Relationship Id="rId29" Type="http://schemas.openxmlformats.org/officeDocument/2006/relationships/image" Target="media/image13.wmf"/><Relationship Id="rId24" Type="http://schemas.openxmlformats.org/officeDocument/2006/relationships/oleObject" Target="embeddings/oleObject7.bin"/><Relationship Id="rId40" Type="http://schemas.openxmlformats.org/officeDocument/2006/relationships/oleObject" Target="embeddings/oleObject15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3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17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00CBD-2BB4-4C8C-B79D-CC4AFF803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tmp17.dotx</Template>
  <TotalTime>0</TotalTime>
  <Pages>8</Pages>
  <Words>1000</Words>
  <Characters>5702</Characters>
  <Application>Microsoft Office Word</Application>
  <DocSecurity>0</DocSecurity>
  <Lines>47</Lines>
  <Paragraphs>13</Paragraphs>
  <ScaleCrop>false</ScaleCrop>
  <Company/>
  <LinksUpToDate>false</LinksUpToDate>
  <CharactersWithSpaces>6689</CharactersWithSpaces>
  <SharedDoc>false</SharedDoc>
  <HLinks>
    <vt:vector size="36" baseType="variant">
      <vt:variant>
        <vt:i4>1114161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_Toc480218449</vt:lpwstr>
      </vt:variant>
      <vt:variant>
        <vt:i4>1114161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_Toc480218448</vt:lpwstr>
      </vt:variant>
      <vt:variant>
        <vt:i4>1114161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_Toc480218447</vt:lpwstr>
      </vt:variant>
      <vt:variant>
        <vt:i4>1114161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_Toc480218446</vt:lpwstr>
      </vt:variant>
      <vt:variant>
        <vt:i4>1114161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_Toc480218445</vt:lpwstr>
      </vt:variant>
      <vt:variant>
        <vt:i4>1114161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_Toc480218444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防潮验算计算书</dc:title>
  <dc:subject/>
  <dc:creator>lenovo</dc:creator>
  <cp:keywords/>
  <dc:description/>
  <cp:lastModifiedBy>zhuofan yang</cp:lastModifiedBy>
  <cp:revision>1</cp:revision>
  <dcterms:created xsi:type="dcterms:W3CDTF">2024-03-09T04:13:00Z</dcterms:created>
  <dcterms:modified xsi:type="dcterms:W3CDTF">2024-03-09T04:13:00Z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