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80FE8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</w:t>
      </w:r>
      <w:bookmarkStart w:id="0" w:name="软件中文名称"/>
      <w:r w:rsidRPr="00A22524">
        <w:rPr>
          <w:rFonts w:ascii="黑体" w:eastAsia="黑体" w:hAnsi="宋体" w:hint="eastAsia"/>
          <w:b/>
          <w:bCs/>
          <w:sz w:val="72"/>
          <w:szCs w:val="72"/>
        </w:rPr>
        <w:t>节能设计</w:t>
      </w:r>
      <w:bookmarkEnd w:id="0"/>
      <w:r w:rsidRPr="00A22524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14:paraId="3C5715EB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地区"/>
      <w:r>
        <w:rPr>
          <w:rFonts w:ascii="宋体" w:hAnsi="宋体" w:hint="eastAsia"/>
          <w:bCs/>
          <w:sz w:val="44"/>
          <w:szCs w:val="44"/>
          <w:lang w:val="en-US"/>
        </w:rPr>
        <w:t>居住建筑</w:t>
      </w:r>
      <w:bookmarkEnd w:id="1"/>
    </w:p>
    <w:p w14:paraId="73F09BA7" w14:textId="77777777"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70905A37" w14:textId="77777777"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6CE1D641" w14:textId="77777777"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1E1D8820" w14:textId="77777777" w:rsidTr="00E15E69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2EE57992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3475968E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2"/>
          </w:p>
        </w:tc>
      </w:tr>
      <w:tr w:rsidR="00D40158" w:rsidRPr="00D40158" w14:paraId="127011D2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DFBF27D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75928E7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地理位置"/>
            <w:r>
              <w:t>北京</w:t>
            </w:r>
            <w:r>
              <w:t>-</w:t>
            </w:r>
            <w:r>
              <w:t>北京</w:t>
            </w:r>
            <w:bookmarkEnd w:id="3"/>
          </w:p>
        </w:tc>
      </w:tr>
      <w:tr w:rsidR="00D40158" w:rsidRPr="00D40158" w14:paraId="4C8AC44D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0686DB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714704A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D40158" w:rsidRPr="00D40158" w14:paraId="4D164A8F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2999006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5836E5AF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:rsidR="00D40158" w:rsidRPr="00D40158" w14:paraId="65500EE1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B373493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3FE8E96F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:rsidR="00D40158" w:rsidRPr="00D40158" w14:paraId="13883FF3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B57B97C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7F73AB86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EA33FD0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D0A01F3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33F9BBB8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39573297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7D3CA5B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0306DCF4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137B6B2D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613C9C4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6D4537D2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2024年2月24日</w:t>
              </w:r>
            </w:smartTag>
            <w:bookmarkEnd w:id="7"/>
          </w:p>
        </w:tc>
      </w:tr>
    </w:tbl>
    <w:p w14:paraId="00CB68CE" w14:textId="77777777" w:rsidR="00D40158" w:rsidRDefault="00D40158" w:rsidP="008A622C">
      <w:pPr>
        <w:jc w:val="center"/>
        <w:rPr>
          <w:rFonts w:ascii="宋体" w:hAnsi="宋体"/>
          <w:lang w:val="en-US"/>
        </w:rPr>
      </w:pPr>
    </w:p>
    <w:p w14:paraId="168056F1" w14:textId="77777777" w:rsidR="00D40158" w:rsidRDefault="00D40158" w:rsidP="00C26225">
      <w:pPr>
        <w:jc w:val="center"/>
        <w:rPr>
          <w:rFonts w:ascii="宋体" w:hAnsi="宋体"/>
          <w:lang w:val="en-US"/>
        </w:rPr>
      </w:pPr>
      <w:bookmarkStart w:id="8" w:name="二维码"/>
      <w:bookmarkEnd w:id="8"/>
      <w:r>
        <w:rPr>
          <w:noProof/>
        </w:rPr>
        <w:drawing>
          <wp:inline distT="0" distB="0" distL="0" distR="0" wp14:anchorId="141053E6" wp14:editId="516F6450">
            <wp:extent cx="1514634" cy="1514634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4268E" w14:textId="77777777" w:rsidR="008A622C" w:rsidRPr="00C01025" w:rsidRDefault="008A622C" w:rsidP="008A622C">
      <w:pPr>
        <w:jc w:val="center"/>
        <w:rPr>
          <w:rFonts w:ascii="宋体" w:hAnsi="宋体"/>
          <w:b/>
          <w:bCs/>
          <w:szCs w:val="1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0A656CB1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5297F41B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A7CA227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9" w:name="软件全称"/>
            <w:r>
              <w:t>节能设计</w:t>
            </w:r>
            <w:r>
              <w:t>Becs2023</w:t>
            </w:r>
            <w:bookmarkEnd w:id="9"/>
          </w:p>
        </w:tc>
      </w:tr>
      <w:tr w:rsidR="00D40158" w:rsidRPr="00D40158" w14:paraId="7A9592F4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007707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68720E2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10"/>
          </w:p>
        </w:tc>
      </w:tr>
      <w:tr w:rsidR="000D77BD" w:rsidRPr="00D40158" w14:paraId="11F9A3D3" w14:textId="77777777" w:rsidTr="00264EEA">
        <w:trPr>
          <w:cantSplit/>
          <w:trHeight w:val="35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5733A1F6" w14:textId="77777777" w:rsidR="000D77BD" w:rsidRPr="00D40158" w:rsidRDefault="000D77BD" w:rsidP="00790573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72D93600" w14:textId="77777777" w:rsidR="000D77BD" w:rsidRPr="00D40158" w:rsidRDefault="000D77BD" w:rsidP="000D77BD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1D2236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5C6A459A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10E9904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</w:tcBorders>
            <w:vAlign w:val="center"/>
          </w:tcPr>
          <w:p w14:paraId="1810ED3F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1"/>
          </w:p>
        </w:tc>
      </w:tr>
    </w:tbl>
    <w:p w14:paraId="73FD1C3A" w14:textId="77777777" w:rsidR="005B76BA" w:rsidRDefault="00D40158" w:rsidP="005B76BA">
      <w:pPr>
        <w:spacing w:line="1000" w:lineRule="exact"/>
        <w:jc w:val="center"/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 w:rsidR="005B76BA">
        <w:t xml:space="preserve"> </w:t>
      </w:r>
    </w:p>
    <w:p w14:paraId="5030E3DE" w14:textId="77777777" w:rsidR="009C4D39" w:rsidRDefault="009C4D39" w:rsidP="009C4D39">
      <w:pPr>
        <w:pStyle w:val="TOC1"/>
      </w:pPr>
    </w:p>
    <w:p w14:paraId="7EA28CCB" w14:textId="77777777" w:rsidR="009C4D39" w:rsidRPr="009C4D39" w:rsidRDefault="009C4D39" w:rsidP="009C4D39">
      <w:pPr>
        <w:rPr>
          <w:lang w:val="en-US"/>
        </w:rPr>
        <w:sectPr w:rsidR="009C4D39" w:rsidRPr="009C4D39" w:rsidSect="00224700">
          <w:headerReference w:type="default" r:id="rId8"/>
          <w:footerReference w:type="default" r:id="rId9"/>
          <w:pgSz w:w="11906" w:h="16838" w:code="9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3D003D16" w14:textId="77777777" w:rsidR="00B51927" w:rsidRPr="00B51927" w:rsidRDefault="00B51927" w:rsidP="009C4D39">
      <w:pPr>
        <w:pStyle w:val="TOC1"/>
      </w:pPr>
    </w:p>
    <w:p w14:paraId="4D3439DA" w14:textId="77777777" w:rsidR="00D40158" w:rsidRPr="005E5F93" w:rsidRDefault="00D40158" w:rsidP="005215FB">
      <w:pPr>
        <w:pStyle w:val="1"/>
      </w:pPr>
      <w:bookmarkStart w:id="12" w:name="_Toc316568035"/>
      <w:r w:rsidRPr="005E5F93">
        <w:rPr>
          <w:rFonts w:hint="eastAsia"/>
        </w:rPr>
        <w:t>建筑概况</w:t>
      </w:r>
      <w:bookmarkEnd w:id="12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8"/>
        <w:gridCol w:w="6064"/>
      </w:tblGrid>
      <w:tr w:rsidR="00D40158" w:rsidRPr="00FB028F" w14:paraId="0FE074FD" w14:textId="77777777">
        <w:tc>
          <w:tcPr>
            <w:tcW w:w="2841" w:type="dxa"/>
            <w:shd w:val="clear" w:color="auto" w:fill="E6E6E6"/>
          </w:tcPr>
          <w:p w14:paraId="679C3743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231" w:type="dxa"/>
            <w:shd w:val="clear" w:color="auto" w:fill="auto"/>
          </w:tcPr>
          <w:p w14:paraId="6F00E1B9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名称"/>
            <w:r>
              <w:t>新建项目</w:t>
            </w:r>
            <w:bookmarkEnd w:id="13"/>
          </w:p>
        </w:tc>
      </w:tr>
      <w:tr w:rsidR="00D40158" w:rsidRPr="00FB028F" w14:paraId="47F29FCC" w14:textId="77777777">
        <w:tc>
          <w:tcPr>
            <w:tcW w:w="2841" w:type="dxa"/>
            <w:shd w:val="clear" w:color="auto" w:fill="E6E6E6"/>
          </w:tcPr>
          <w:p w14:paraId="30F4CE46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231" w:type="dxa"/>
            <w:shd w:val="clear" w:color="auto" w:fill="auto"/>
          </w:tcPr>
          <w:p w14:paraId="3A9A2E65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4" w:name="工程地点"/>
            <w:r>
              <w:t>北京</w:t>
            </w:r>
            <w:r>
              <w:t>-</w:t>
            </w:r>
            <w:r>
              <w:t>北京</w:t>
            </w:r>
            <w:bookmarkEnd w:id="14"/>
          </w:p>
        </w:tc>
      </w:tr>
      <w:tr w:rsidR="00D40158" w:rsidRPr="00FB028F" w14:paraId="26F6A591" w14:textId="77777777">
        <w:tc>
          <w:tcPr>
            <w:tcW w:w="2841" w:type="dxa"/>
            <w:shd w:val="clear" w:color="auto" w:fill="E6E6E6"/>
          </w:tcPr>
          <w:p w14:paraId="41E93D69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气候子区</w:t>
            </w:r>
          </w:p>
        </w:tc>
        <w:tc>
          <w:tcPr>
            <w:tcW w:w="6231" w:type="dxa"/>
            <w:shd w:val="clear" w:color="auto" w:fill="auto"/>
          </w:tcPr>
          <w:p w14:paraId="2BE5B8FE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气候分区"/>
            <w:r>
              <w:t>寒冷</w:t>
            </w:r>
            <w:r>
              <w:t>B</w:t>
            </w:r>
            <w:r>
              <w:t>区</w:t>
            </w:r>
            <w:bookmarkEnd w:id="15"/>
          </w:p>
        </w:tc>
      </w:tr>
      <w:tr w:rsidR="00D40158" w:rsidRPr="00FB028F" w14:paraId="51F950E9" w14:textId="77777777">
        <w:tc>
          <w:tcPr>
            <w:tcW w:w="2841" w:type="dxa"/>
            <w:shd w:val="clear" w:color="auto" w:fill="E6E6E6"/>
          </w:tcPr>
          <w:p w14:paraId="5F3A757B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231" w:type="dxa"/>
            <w:shd w:val="clear" w:color="auto" w:fill="auto"/>
          </w:tcPr>
          <w:p w14:paraId="60B9C64D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6" w:name="地上建筑面积"/>
            <w:r w:rsidRPr="00FB028F">
              <w:rPr>
                <w:rFonts w:ascii="宋体" w:hAnsi="宋体" w:hint="eastAsia"/>
                <w:lang w:val="en-US"/>
              </w:rPr>
              <w:t>1282</w:t>
            </w:r>
            <w:bookmarkEnd w:id="16"/>
            <w:r w:rsidRPr="00FB028F">
              <w:rPr>
                <w:rFonts w:ascii="宋体" w:hAnsi="宋体" w:hint="eastAsia"/>
              </w:rPr>
              <w:t>㎡</w:t>
            </w:r>
            <w:r w:rsidRPr="00FB028F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7" w:name="地下建筑面积"/>
            <w:r w:rsidRPr="00FB028F">
              <w:rPr>
                <w:rFonts w:ascii="宋体" w:hAnsi="宋体" w:hint="eastAsia"/>
                <w:lang w:val="en-US"/>
              </w:rPr>
              <w:t>0</w:t>
            </w:r>
            <w:bookmarkEnd w:id="17"/>
            <w:r w:rsidRPr="00FB028F">
              <w:rPr>
                <w:rFonts w:ascii="宋体" w:hAnsi="宋体" w:hint="eastAsia"/>
              </w:rPr>
              <w:t>㎡</w:t>
            </w:r>
          </w:p>
        </w:tc>
      </w:tr>
      <w:tr w:rsidR="00D40158" w:rsidRPr="00FB028F" w14:paraId="3ED2923B" w14:textId="77777777">
        <w:tc>
          <w:tcPr>
            <w:tcW w:w="2841" w:type="dxa"/>
            <w:shd w:val="clear" w:color="auto" w:fill="E6E6E6"/>
          </w:tcPr>
          <w:p w14:paraId="64A1EBC9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231" w:type="dxa"/>
            <w:shd w:val="clear" w:color="auto" w:fill="auto"/>
          </w:tcPr>
          <w:p w14:paraId="32DF6280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8" w:name="地上建筑层数"/>
            <w:r w:rsidRPr="00FB028F">
              <w:rPr>
                <w:rFonts w:ascii="宋体" w:hAnsi="宋体" w:hint="eastAsia"/>
                <w:lang w:val="en-US"/>
              </w:rPr>
              <w:t>2</w:t>
            </w:r>
            <w:bookmarkEnd w:id="18"/>
            <w:r w:rsidRPr="00FB028F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19" w:name="地下建筑层数"/>
            <w:r>
              <w:t>0</w:t>
            </w:r>
            <w:bookmarkEnd w:id="19"/>
          </w:p>
        </w:tc>
      </w:tr>
      <w:tr w:rsidR="00D40158" w:rsidRPr="00FB028F" w14:paraId="3BBC03B5" w14:textId="77777777">
        <w:tc>
          <w:tcPr>
            <w:tcW w:w="2841" w:type="dxa"/>
            <w:shd w:val="clear" w:color="auto" w:fill="E6E6E6"/>
          </w:tcPr>
          <w:p w14:paraId="2F40B115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231" w:type="dxa"/>
            <w:shd w:val="clear" w:color="auto" w:fill="auto"/>
          </w:tcPr>
          <w:p w14:paraId="5FD64FB0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0" w:name="地上建筑高度"/>
            <w:r w:rsidRPr="00FB028F">
              <w:rPr>
                <w:rFonts w:ascii="宋体" w:hAnsi="宋体" w:hint="eastAsia"/>
                <w:lang w:val="en-US"/>
              </w:rPr>
              <w:t>10.7</w:t>
            </w:r>
            <w:bookmarkEnd w:id="20"/>
            <w:r w:rsidRPr="00FB028F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5A24B8" w:rsidRPr="00FB028F" w14:paraId="3F113189" w14:textId="77777777">
        <w:tc>
          <w:tcPr>
            <w:tcW w:w="2841" w:type="dxa"/>
            <w:shd w:val="clear" w:color="auto" w:fill="E6E6E6"/>
          </w:tcPr>
          <w:p w14:paraId="36E6F864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231" w:type="dxa"/>
            <w:shd w:val="clear" w:color="auto" w:fill="auto"/>
          </w:tcPr>
          <w:p w14:paraId="55D3F2A9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1" w:name="北向角度"/>
            <w:r>
              <w:t>105</w:t>
            </w:r>
            <w:bookmarkEnd w:id="21"/>
          </w:p>
        </w:tc>
      </w:tr>
      <w:tr w:rsidR="00D40158" w:rsidRPr="00FB028F" w14:paraId="67BF86F1" w14:textId="77777777">
        <w:tc>
          <w:tcPr>
            <w:tcW w:w="2841" w:type="dxa"/>
            <w:shd w:val="clear" w:color="auto" w:fill="E6E6E6"/>
          </w:tcPr>
          <w:p w14:paraId="11A61D14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231" w:type="dxa"/>
            <w:shd w:val="clear" w:color="auto" w:fill="auto"/>
          </w:tcPr>
          <w:p w14:paraId="2CB6469C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2" w:name="结构类型"/>
            <w:bookmarkEnd w:id="22"/>
          </w:p>
        </w:tc>
      </w:tr>
      <w:tr w:rsidR="00D40158" w:rsidRPr="00FB028F" w14:paraId="5AFE8351" w14:textId="77777777">
        <w:tc>
          <w:tcPr>
            <w:tcW w:w="2841" w:type="dxa"/>
            <w:shd w:val="clear" w:color="auto" w:fill="E6E6E6"/>
          </w:tcPr>
          <w:p w14:paraId="39A8B533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采暖期天数（d）</w:t>
            </w:r>
          </w:p>
        </w:tc>
        <w:tc>
          <w:tcPr>
            <w:tcW w:w="6231" w:type="dxa"/>
            <w:shd w:val="clear" w:color="auto" w:fill="auto"/>
          </w:tcPr>
          <w:p w14:paraId="183C43B7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采暖期天数"/>
            <w:r>
              <w:t>125</w:t>
            </w:r>
            <w:bookmarkEnd w:id="23"/>
          </w:p>
        </w:tc>
      </w:tr>
      <w:tr w:rsidR="00D40158" w:rsidRPr="00FB028F" w14:paraId="1233A7FF" w14:textId="77777777">
        <w:tc>
          <w:tcPr>
            <w:tcW w:w="2841" w:type="dxa"/>
            <w:shd w:val="clear" w:color="auto" w:fill="E6E6E6"/>
          </w:tcPr>
          <w:p w14:paraId="7100B156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采暖期室外平均温度（C°）</w:t>
            </w:r>
          </w:p>
        </w:tc>
        <w:tc>
          <w:tcPr>
            <w:tcW w:w="6231" w:type="dxa"/>
            <w:shd w:val="clear" w:color="auto" w:fill="auto"/>
          </w:tcPr>
          <w:p w14:paraId="42A01432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采暖期平均外温"/>
            <w:r>
              <w:t>-1.60</w:t>
            </w:r>
            <w:bookmarkEnd w:id="24"/>
          </w:p>
        </w:tc>
      </w:tr>
    </w:tbl>
    <w:p w14:paraId="62C08F57" w14:textId="77777777" w:rsidR="00D40158" w:rsidRDefault="00D40158" w:rsidP="00D40158">
      <w:pPr>
        <w:pStyle w:val="1"/>
      </w:pPr>
      <w:bookmarkStart w:id="25" w:name="_Toc316568036"/>
      <w:bookmarkStart w:id="26" w:name="TitleFormat"/>
      <w:r>
        <w:rPr>
          <w:rFonts w:hint="eastAsia"/>
        </w:rPr>
        <w:t>设计依据</w:t>
      </w:r>
      <w:bookmarkEnd w:id="25"/>
    </w:p>
    <w:p w14:paraId="1047F52B" w14:textId="77777777"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27" w:name="计算依据"/>
      <w:bookmarkEnd w:id="26"/>
      <w:bookmarkEnd w:id="27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《建筑节能与可再生能源利用通用规范》</w:t>
      </w:r>
      <w:r>
        <w:rPr>
          <w:kern w:val="2"/>
          <w:szCs w:val="24"/>
          <w:lang w:val="en-US"/>
        </w:rPr>
        <w:t>GB55015-2021</w:t>
      </w:r>
    </w:p>
    <w:p w14:paraId="33953010" w14:textId="77777777" w:rsidR="00AF44A5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《严寒和寒冷地区居住建筑节能设计标准》</w:t>
      </w:r>
      <w:r>
        <w:rPr>
          <w:kern w:val="2"/>
          <w:szCs w:val="24"/>
          <w:lang w:val="en-US"/>
        </w:rPr>
        <w:t>JGJ 26-2018</w:t>
      </w:r>
    </w:p>
    <w:p w14:paraId="7D61AD8D" w14:textId="77777777" w:rsidR="00AF44A5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GB50176</w:t>
      </w:r>
    </w:p>
    <w:p w14:paraId="274BEEF6" w14:textId="77777777" w:rsidR="00AF44A5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《建筑幕墙、门窗通用技术条件》</w:t>
      </w:r>
      <w:r>
        <w:rPr>
          <w:kern w:val="2"/>
          <w:szCs w:val="24"/>
          <w:lang w:val="en-US"/>
        </w:rPr>
        <w:t>GB/T31433-2015</w:t>
      </w:r>
    </w:p>
    <w:p w14:paraId="271B2D35" w14:textId="77777777" w:rsidR="00AF44A5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规定性指标检查</w:t>
      </w:r>
    </w:p>
    <w:p w14:paraId="58A21BED" w14:textId="77777777" w:rsidR="00AF44A5" w:rsidRDefault="00000000">
      <w:pPr>
        <w:pStyle w:val="2"/>
        <w:widowControl w:val="0"/>
        <w:rPr>
          <w:kern w:val="2"/>
        </w:rPr>
      </w:pPr>
      <w:r>
        <w:rPr>
          <w:kern w:val="2"/>
        </w:rPr>
        <w:t>工程材料</w:t>
      </w:r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AF44A5" w14:paraId="0F41DF8F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5E162C7C" w14:textId="77777777" w:rsidR="00AF44A5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3B585A3" w14:textId="77777777" w:rsidR="00AF44A5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35D489F8" w14:textId="77777777" w:rsidR="00AF44A5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5BDBB12" w14:textId="77777777" w:rsidR="00AF44A5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4ABE826C" w14:textId="77777777" w:rsidR="00AF44A5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99E3DC2" w14:textId="77777777" w:rsidR="00AF44A5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16B3EAC2" w14:textId="77777777" w:rsidR="00AF44A5" w:rsidRDefault="00000000">
            <w:pPr>
              <w:jc w:val="center"/>
            </w:pPr>
            <w:r>
              <w:t>备注</w:t>
            </w:r>
          </w:p>
        </w:tc>
      </w:tr>
      <w:tr w:rsidR="00AF44A5" w14:paraId="11422732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6D2A2493" w14:textId="77777777" w:rsidR="00AF44A5" w:rsidRDefault="00AF44A5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04C9FB04" w14:textId="77777777" w:rsidR="00AF44A5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53AF733C" w14:textId="77777777" w:rsidR="00AF44A5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CE4BA23" w14:textId="77777777" w:rsidR="00AF44A5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3DC5956D" w14:textId="77777777" w:rsidR="00AF44A5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0023FBA" w14:textId="77777777" w:rsidR="00AF44A5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5153A733" w14:textId="77777777" w:rsidR="00AF44A5" w:rsidRDefault="00AF44A5">
            <w:pPr>
              <w:jc w:val="center"/>
            </w:pPr>
          </w:p>
        </w:tc>
      </w:tr>
      <w:tr w:rsidR="00AF44A5" w14:paraId="26A3380E" w14:textId="77777777">
        <w:tc>
          <w:tcPr>
            <w:tcW w:w="2196" w:type="dxa"/>
            <w:shd w:val="clear" w:color="auto" w:fill="E6E6E6"/>
            <w:vAlign w:val="center"/>
          </w:tcPr>
          <w:p w14:paraId="31E67092" w14:textId="77777777" w:rsidR="00AF44A5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70796ED9" w14:textId="77777777" w:rsidR="00AF44A5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7D9E648D" w14:textId="77777777" w:rsidR="00AF44A5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408480D0" w14:textId="77777777" w:rsidR="00AF44A5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364E94B0" w14:textId="77777777" w:rsidR="00AF44A5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7FAAF7B4" w14:textId="77777777" w:rsidR="00AF44A5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5CEDB770" w14:textId="77777777" w:rsidR="00AF44A5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AF44A5" w14:paraId="28EF02C2" w14:textId="77777777">
        <w:tc>
          <w:tcPr>
            <w:tcW w:w="2196" w:type="dxa"/>
            <w:shd w:val="clear" w:color="auto" w:fill="E6E6E6"/>
            <w:vAlign w:val="center"/>
          </w:tcPr>
          <w:p w14:paraId="5EAA27EF" w14:textId="77777777" w:rsidR="00AF44A5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40CAD42A" w14:textId="77777777" w:rsidR="00AF44A5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403A2F04" w14:textId="77777777" w:rsidR="00AF44A5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132A8B8A" w14:textId="77777777" w:rsidR="00AF44A5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6237F3DD" w14:textId="77777777" w:rsidR="00AF44A5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1793511C" w14:textId="77777777" w:rsidR="00AF44A5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099B6143" w14:textId="77777777" w:rsidR="00AF44A5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AF44A5" w14:paraId="307D4358" w14:textId="77777777">
        <w:tc>
          <w:tcPr>
            <w:tcW w:w="2196" w:type="dxa"/>
            <w:shd w:val="clear" w:color="auto" w:fill="E6E6E6"/>
            <w:vAlign w:val="center"/>
          </w:tcPr>
          <w:p w14:paraId="7449A7E3" w14:textId="77777777" w:rsidR="00AF44A5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48BAA062" w14:textId="77777777" w:rsidR="00AF44A5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3AA79F40" w14:textId="77777777" w:rsidR="00AF44A5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4B953750" w14:textId="77777777" w:rsidR="00AF44A5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3677C278" w14:textId="77777777" w:rsidR="00AF44A5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2B6C373C" w14:textId="77777777" w:rsidR="00AF44A5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718FB0C4" w14:textId="77777777" w:rsidR="00AF44A5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AF44A5" w14:paraId="1EB4493B" w14:textId="77777777">
        <w:tc>
          <w:tcPr>
            <w:tcW w:w="2196" w:type="dxa"/>
            <w:shd w:val="clear" w:color="auto" w:fill="E6E6E6"/>
            <w:vAlign w:val="center"/>
          </w:tcPr>
          <w:p w14:paraId="508D4F6C" w14:textId="77777777" w:rsidR="00AF44A5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582CD4E0" w14:textId="77777777" w:rsidR="00AF44A5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4AEF6BC4" w14:textId="77777777" w:rsidR="00AF44A5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5E06289A" w14:textId="77777777" w:rsidR="00AF44A5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2D507317" w14:textId="77777777" w:rsidR="00AF44A5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025BF65A" w14:textId="77777777" w:rsidR="00AF44A5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1D0688A1" w14:textId="77777777" w:rsidR="00AF44A5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lastRenderedPageBreak/>
              <w:t>GB50176-2016</w:t>
            </w:r>
          </w:p>
        </w:tc>
      </w:tr>
      <w:tr w:rsidR="00AF44A5" w14:paraId="6DE3245F" w14:textId="77777777">
        <w:tc>
          <w:tcPr>
            <w:tcW w:w="2196" w:type="dxa"/>
            <w:shd w:val="clear" w:color="auto" w:fill="E6E6E6"/>
            <w:vAlign w:val="center"/>
          </w:tcPr>
          <w:p w14:paraId="056A2485" w14:textId="77777777" w:rsidR="00AF44A5" w:rsidRDefault="00000000">
            <w:r>
              <w:lastRenderedPageBreak/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5407ABC0" w14:textId="77777777" w:rsidR="00AF44A5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4554CFBF" w14:textId="77777777" w:rsidR="00AF44A5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61B2BAE9" w14:textId="77777777" w:rsidR="00AF44A5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14:paraId="20B96566" w14:textId="77777777" w:rsidR="00AF44A5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0373AAFD" w14:textId="77777777" w:rsidR="00AF44A5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0773507B" w14:textId="77777777" w:rsidR="00AF44A5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，蒸汽渗透系数没有给出</w:t>
            </w:r>
          </w:p>
        </w:tc>
      </w:tr>
      <w:tr w:rsidR="00AF44A5" w14:paraId="16E81D97" w14:textId="77777777">
        <w:tc>
          <w:tcPr>
            <w:tcW w:w="2196" w:type="dxa"/>
            <w:shd w:val="clear" w:color="auto" w:fill="E6E6E6"/>
            <w:vAlign w:val="center"/>
          </w:tcPr>
          <w:p w14:paraId="3DF7385D" w14:textId="77777777" w:rsidR="00AF44A5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503A1855" w14:textId="77777777" w:rsidR="00AF44A5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5FC458D5" w14:textId="77777777" w:rsidR="00AF44A5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0A90C90F" w14:textId="77777777" w:rsidR="00AF44A5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6F7E0A94" w14:textId="77777777" w:rsidR="00AF44A5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5168D091" w14:textId="77777777" w:rsidR="00AF44A5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3D162DCE" w14:textId="77777777" w:rsidR="00AF44A5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AF44A5" w14:paraId="5EBF9427" w14:textId="77777777">
        <w:tc>
          <w:tcPr>
            <w:tcW w:w="2196" w:type="dxa"/>
            <w:shd w:val="clear" w:color="auto" w:fill="E6E6E6"/>
            <w:vAlign w:val="center"/>
          </w:tcPr>
          <w:p w14:paraId="61C3F6F4" w14:textId="77777777" w:rsidR="00AF44A5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35E5EB52" w14:textId="77777777" w:rsidR="00AF44A5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14:paraId="50818C38" w14:textId="77777777" w:rsidR="00AF44A5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14ED1B9C" w14:textId="77777777" w:rsidR="00AF44A5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14:paraId="6748EC49" w14:textId="77777777" w:rsidR="00AF44A5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14:paraId="739DAAB2" w14:textId="77777777" w:rsidR="00AF44A5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02AA6A60" w14:textId="77777777" w:rsidR="00AF44A5" w:rsidRDefault="00AF44A5">
            <w:pPr>
              <w:rPr>
                <w:sz w:val="18"/>
                <w:szCs w:val="18"/>
              </w:rPr>
            </w:pPr>
          </w:p>
        </w:tc>
      </w:tr>
    </w:tbl>
    <w:p w14:paraId="76A38D9C" w14:textId="77777777" w:rsidR="00AF44A5" w:rsidRDefault="00000000">
      <w:pPr>
        <w:pStyle w:val="2"/>
        <w:widowControl w:val="0"/>
        <w:rPr>
          <w:kern w:val="2"/>
        </w:rPr>
      </w:pPr>
      <w:r>
        <w:rPr>
          <w:kern w:val="2"/>
        </w:rPr>
        <w:t>体形系数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AF44A5" w14:paraId="048DC606" w14:textId="77777777">
        <w:tc>
          <w:tcPr>
            <w:tcW w:w="2513" w:type="dxa"/>
            <w:shd w:val="clear" w:color="auto" w:fill="E6E6E6"/>
            <w:vAlign w:val="center"/>
          </w:tcPr>
          <w:p w14:paraId="7B7C8AA9" w14:textId="77777777" w:rsidR="00AF44A5" w:rsidRDefault="00000000">
            <w:r>
              <w:t>外表面积</w:t>
            </w:r>
          </w:p>
        </w:tc>
        <w:tc>
          <w:tcPr>
            <w:tcW w:w="6820" w:type="dxa"/>
            <w:vAlign w:val="center"/>
          </w:tcPr>
          <w:p w14:paraId="73E0724C" w14:textId="77777777" w:rsidR="00AF44A5" w:rsidRDefault="00000000">
            <w:r>
              <w:t>2083.05</w:t>
            </w:r>
          </w:p>
        </w:tc>
      </w:tr>
      <w:tr w:rsidR="00AF44A5" w14:paraId="2F729578" w14:textId="77777777">
        <w:tc>
          <w:tcPr>
            <w:tcW w:w="2513" w:type="dxa"/>
            <w:shd w:val="clear" w:color="auto" w:fill="E6E6E6"/>
            <w:vAlign w:val="center"/>
          </w:tcPr>
          <w:p w14:paraId="4DF283C2" w14:textId="77777777" w:rsidR="00AF44A5" w:rsidRDefault="00000000">
            <w:r>
              <w:t>建筑体积</w:t>
            </w:r>
          </w:p>
        </w:tc>
        <w:tc>
          <w:tcPr>
            <w:tcW w:w="6820" w:type="dxa"/>
            <w:vAlign w:val="center"/>
          </w:tcPr>
          <w:p w14:paraId="6BB5906D" w14:textId="77777777" w:rsidR="00AF44A5" w:rsidRDefault="00000000">
            <w:r>
              <w:t>6020.29</w:t>
            </w:r>
          </w:p>
        </w:tc>
      </w:tr>
      <w:tr w:rsidR="00AF44A5" w14:paraId="3833BE4B" w14:textId="77777777">
        <w:tc>
          <w:tcPr>
            <w:tcW w:w="2513" w:type="dxa"/>
            <w:shd w:val="clear" w:color="auto" w:fill="E6E6E6"/>
            <w:vAlign w:val="center"/>
          </w:tcPr>
          <w:p w14:paraId="59DCD769" w14:textId="77777777" w:rsidR="00AF44A5" w:rsidRDefault="00000000">
            <w:r>
              <w:t>体形系数</w:t>
            </w:r>
          </w:p>
        </w:tc>
        <w:tc>
          <w:tcPr>
            <w:tcW w:w="6820" w:type="dxa"/>
            <w:vAlign w:val="center"/>
          </w:tcPr>
          <w:p w14:paraId="0840C78A" w14:textId="77777777" w:rsidR="00AF44A5" w:rsidRDefault="00000000">
            <w:r>
              <w:t>0.35</w:t>
            </w:r>
          </w:p>
        </w:tc>
      </w:tr>
      <w:tr w:rsidR="00AF44A5" w14:paraId="6CF76A7F" w14:textId="77777777">
        <w:tc>
          <w:tcPr>
            <w:tcW w:w="2513" w:type="dxa"/>
            <w:shd w:val="clear" w:color="auto" w:fill="E6E6E6"/>
            <w:vAlign w:val="center"/>
          </w:tcPr>
          <w:p w14:paraId="34180FD3" w14:textId="77777777" w:rsidR="00AF44A5" w:rsidRDefault="00000000">
            <w:r>
              <w:t>标准依据</w:t>
            </w:r>
          </w:p>
        </w:tc>
        <w:tc>
          <w:tcPr>
            <w:tcW w:w="6820" w:type="dxa"/>
            <w:vAlign w:val="center"/>
          </w:tcPr>
          <w:p w14:paraId="1A23DD8F" w14:textId="77777777" w:rsidR="00AF44A5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3.1.2</w:t>
            </w:r>
            <w:r>
              <w:t>条</w:t>
            </w:r>
          </w:p>
        </w:tc>
      </w:tr>
      <w:tr w:rsidR="00AF44A5" w14:paraId="194DA7CE" w14:textId="77777777">
        <w:tc>
          <w:tcPr>
            <w:tcW w:w="2513" w:type="dxa"/>
            <w:shd w:val="clear" w:color="auto" w:fill="E6E6E6"/>
            <w:vAlign w:val="center"/>
          </w:tcPr>
          <w:p w14:paraId="6ABD8923" w14:textId="77777777" w:rsidR="00AF44A5" w:rsidRDefault="00000000">
            <w:r>
              <w:t>标准要求</w:t>
            </w:r>
          </w:p>
        </w:tc>
        <w:tc>
          <w:tcPr>
            <w:tcW w:w="6820" w:type="dxa"/>
            <w:vAlign w:val="center"/>
          </w:tcPr>
          <w:p w14:paraId="0442FF6D" w14:textId="77777777" w:rsidR="00AF44A5" w:rsidRDefault="00000000">
            <w:r>
              <w:t>体形系数应符合表</w:t>
            </w:r>
            <w:r>
              <w:t>3.1.2</w:t>
            </w:r>
            <w:r>
              <w:t>的规定</w:t>
            </w:r>
            <w:r>
              <w:t>(s≤0.57)</w:t>
            </w:r>
          </w:p>
        </w:tc>
      </w:tr>
      <w:tr w:rsidR="00AF44A5" w14:paraId="7ECB9469" w14:textId="77777777">
        <w:tc>
          <w:tcPr>
            <w:tcW w:w="2513" w:type="dxa"/>
            <w:shd w:val="clear" w:color="auto" w:fill="E6E6E6"/>
            <w:vAlign w:val="center"/>
          </w:tcPr>
          <w:p w14:paraId="532B4DF2" w14:textId="77777777" w:rsidR="00AF44A5" w:rsidRDefault="00000000">
            <w:r>
              <w:t>结论</w:t>
            </w:r>
          </w:p>
        </w:tc>
        <w:tc>
          <w:tcPr>
            <w:tcW w:w="6820" w:type="dxa"/>
            <w:vAlign w:val="center"/>
          </w:tcPr>
          <w:p w14:paraId="3F5A1B06" w14:textId="77777777" w:rsidR="00AF44A5" w:rsidRDefault="00000000">
            <w:r>
              <w:t>满足</w:t>
            </w:r>
          </w:p>
        </w:tc>
      </w:tr>
    </w:tbl>
    <w:p w14:paraId="63097B2D" w14:textId="77777777" w:rsidR="00AF44A5" w:rsidRDefault="00000000">
      <w:pPr>
        <w:pStyle w:val="2"/>
        <w:widowControl w:val="0"/>
        <w:rPr>
          <w:kern w:val="2"/>
        </w:rPr>
      </w:pPr>
      <w:r>
        <w:rPr>
          <w:kern w:val="2"/>
        </w:rPr>
        <w:t>窗墙比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1590"/>
        <w:gridCol w:w="1415"/>
        <w:gridCol w:w="1415"/>
        <w:gridCol w:w="1658"/>
        <w:gridCol w:w="1658"/>
      </w:tblGrid>
      <w:tr w:rsidR="00AF44A5" w14:paraId="1E04BF10" w14:textId="77777777">
        <w:tc>
          <w:tcPr>
            <w:tcW w:w="1596" w:type="dxa"/>
            <w:shd w:val="clear" w:color="auto" w:fill="E6E6E6"/>
            <w:vAlign w:val="center"/>
          </w:tcPr>
          <w:p w14:paraId="7DC75113" w14:textId="77777777" w:rsidR="00AF44A5" w:rsidRDefault="00000000">
            <w:pPr>
              <w:jc w:val="center"/>
            </w:pPr>
            <w:r>
              <w:t>户型</w:t>
            </w:r>
          </w:p>
        </w:tc>
        <w:tc>
          <w:tcPr>
            <w:tcW w:w="1590" w:type="dxa"/>
            <w:shd w:val="clear" w:color="auto" w:fill="E6E6E6"/>
            <w:vAlign w:val="center"/>
          </w:tcPr>
          <w:p w14:paraId="627E3D09" w14:textId="77777777" w:rsidR="00AF44A5" w:rsidRDefault="00000000">
            <w:pPr>
              <w:jc w:val="center"/>
            </w:pPr>
            <w:r>
              <w:t>房间编号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1FF87B48" w14:textId="77777777" w:rsidR="00AF44A5" w:rsidRDefault="00000000">
            <w:pPr>
              <w:jc w:val="center"/>
            </w:pPr>
            <w:r>
              <w:t>朝向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1A9E3A0C" w14:textId="77777777" w:rsidR="00AF44A5" w:rsidRDefault="00000000">
            <w:pPr>
              <w:jc w:val="center"/>
            </w:pPr>
            <w:r>
              <w:t>窗墙比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43259D60" w14:textId="77777777" w:rsidR="00AF44A5" w:rsidRDefault="00000000">
            <w:pPr>
              <w:jc w:val="center"/>
            </w:pPr>
            <w:r>
              <w:t>窗墙比限值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15133C80" w14:textId="77777777" w:rsidR="00AF44A5" w:rsidRDefault="00000000">
            <w:pPr>
              <w:jc w:val="center"/>
            </w:pPr>
            <w:r>
              <w:t>结论</w:t>
            </w:r>
          </w:p>
        </w:tc>
      </w:tr>
      <w:tr w:rsidR="00AF44A5" w14:paraId="22F89B62" w14:textId="77777777">
        <w:tc>
          <w:tcPr>
            <w:tcW w:w="1596" w:type="dxa"/>
            <w:vMerge w:val="restart"/>
            <w:vAlign w:val="center"/>
          </w:tcPr>
          <w:p w14:paraId="37228402" w14:textId="77777777" w:rsidR="00AF44A5" w:rsidRDefault="00000000">
            <w:r>
              <w:t>户外房间</w:t>
            </w:r>
          </w:p>
        </w:tc>
        <w:tc>
          <w:tcPr>
            <w:tcW w:w="1590" w:type="dxa"/>
            <w:vMerge w:val="restart"/>
            <w:vAlign w:val="center"/>
          </w:tcPr>
          <w:p w14:paraId="422F073C" w14:textId="77777777" w:rsidR="00AF44A5" w:rsidRDefault="00000000">
            <w:r>
              <w:t>1001</w:t>
            </w:r>
          </w:p>
        </w:tc>
        <w:tc>
          <w:tcPr>
            <w:tcW w:w="1415" w:type="dxa"/>
            <w:vAlign w:val="center"/>
          </w:tcPr>
          <w:p w14:paraId="21355FB7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17A5BDEF" w14:textId="77777777" w:rsidR="00AF44A5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4C74341E" w14:textId="77777777" w:rsidR="00AF44A5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210048E1" w14:textId="77777777" w:rsidR="00AF44A5" w:rsidRDefault="00000000">
            <w:r>
              <w:t>满足</w:t>
            </w:r>
          </w:p>
        </w:tc>
      </w:tr>
      <w:tr w:rsidR="00AF44A5" w14:paraId="4DEEDA89" w14:textId="77777777">
        <w:tc>
          <w:tcPr>
            <w:tcW w:w="1596" w:type="dxa"/>
            <w:vMerge/>
            <w:vAlign w:val="center"/>
          </w:tcPr>
          <w:p w14:paraId="366DC88F" w14:textId="77777777" w:rsidR="00AF44A5" w:rsidRDefault="00AF44A5"/>
        </w:tc>
        <w:tc>
          <w:tcPr>
            <w:tcW w:w="1590" w:type="dxa"/>
            <w:vMerge/>
            <w:vAlign w:val="center"/>
          </w:tcPr>
          <w:p w14:paraId="2CB3D424" w14:textId="77777777" w:rsidR="00AF44A5" w:rsidRDefault="00AF44A5"/>
        </w:tc>
        <w:tc>
          <w:tcPr>
            <w:tcW w:w="1415" w:type="dxa"/>
            <w:vAlign w:val="center"/>
          </w:tcPr>
          <w:p w14:paraId="09DE39C8" w14:textId="77777777" w:rsidR="00AF44A5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2D5B52D2" w14:textId="77777777" w:rsidR="00AF44A5" w:rsidRDefault="00000000">
            <w:r>
              <w:t>0.17</w:t>
            </w:r>
          </w:p>
        </w:tc>
        <w:tc>
          <w:tcPr>
            <w:tcW w:w="1658" w:type="dxa"/>
            <w:vAlign w:val="center"/>
          </w:tcPr>
          <w:p w14:paraId="23851FBA" w14:textId="77777777" w:rsidR="00AF44A5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451EE974" w14:textId="77777777" w:rsidR="00AF44A5" w:rsidRDefault="00000000">
            <w:r>
              <w:t>满足</w:t>
            </w:r>
          </w:p>
        </w:tc>
      </w:tr>
      <w:tr w:rsidR="00AF44A5" w14:paraId="6F31FF9B" w14:textId="77777777">
        <w:tc>
          <w:tcPr>
            <w:tcW w:w="1596" w:type="dxa"/>
            <w:vMerge/>
            <w:vAlign w:val="center"/>
          </w:tcPr>
          <w:p w14:paraId="5F4299FA" w14:textId="77777777" w:rsidR="00AF44A5" w:rsidRDefault="00AF44A5"/>
        </w:tc>
        <w:tc>
          <w:tcPr>
            <w:tcW w:w="1590" w:type="dxa"/>
            <w:vMerge w:val="restart"/>
            <w:vAlign w:val="center"/>
          </w:tcPr>
          <w:p w14:paraId="1919EE5B" w14:textId="77777777" w:rsidR="00AF44A5" w:rsidRDefault="00000000">
            <w:r>
              <w:t>1003</w:t>
            </w:r>
          </w:p>
        </w:tc>
        <w:tc>
          <w:tcPr>
            <w:tcW w:w="1415" w:type="dxa"/>
            <w:vAlign w:val="center"/>
          </w:tcPr>
          <w:p w14:paraId="12D9C711" w14:textId="77777777" w:rsidR="00AF44A5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47B69EE2" w14:textId="77777777" w:rsidR="00AF44A5" w:rsidRDefault="00000000">
            <w:r>
              <w:t>0.12</w:t>
            </w:r>
          </w:p>
        </w:tc>
        <w:tc>
          <w:tcPr>
            <w:tcW w:w="1658" w:type="dxa"/>
            <w:vAlign w:val="center"/>
          </w:tcPr>
          <w:p w14:paraId="43FA176C" w14:textId="77777777" w:rsidR="00AF44A5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6C616379" w14:textId="77777777" w:rsidR="00AF44A5" w:rsidRDefault="00000000">
            <w:r>
              <w:t>满足</w:t>
            </w:r>
          </w:p>
        </w:tc>
      </w:tr>
      <w:tr w:rsidR="00AF44A5" w14:paraId="5D9F2893" w14:textId="77777777">
        <w:tc>
          <w:tcPr>
            <w:tcW w:w="1596" w:type="dxa"/>
            <w:vMerge/>
            <w:vAlign w:val="center"/>
          </w:tcPr>
          <w:p w14:paraId="6C27D7D0" w14:textId="77777777" w:rsidR="00AF44A5" w:rsidRDefault="00AF44A5"/>
        </w:tc>
        <w:tc>
          <w:tcPr>
            <w:tcW w:w="1590" w:type="dxa"/>
            <w:vMerge/>
            <w:vAlign w:val="center"/>
          </w:tcPr>
          <w:p w14:paraId="4F8F462A" w14:textId="77777777" w:rsidR="00AF44A5" w:rsidRDefault="00AF44A5"/>
        </w:tc>
        <w:tc>
          <w:tcPr>
            <w:tcW w:w="1415" w:type="dxa"/>
            <w:vAlign w:val="center"/>
          </w:tcPr>
          <w:p w14:paraId="46839FFC" w14:textId="77777777" w:rsidR="00AF44A5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429D6183" w14:textId="77777777" w:rsidR="00AF44A5" w:rsidRDefault="00000000">
            <w:r>
              <w:t>0.19</w:t>
            </w:r>
          </w:p>
        </w:tc>
        <w:tc>
          <w:tcPr>
            <w:tcW w:w="1658" w:type="dxa"/>
            <w:vAlign w:val="center"/>
          </w:tcPr>
          <w:p w14:paraId="2AB2A5B3" w14:textId="77777777" w:rsidR="00AF44A5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228B85F7" w14:textId="77777777" w:rsidR="00AF44A5" w:rsidRDefault="00000000">
            <w:r>
              <w:t>满足</w:t>
            </w:r>
          </w:p>
        </w:tc>
      </w:tr>
      <w:tr w:rsidR="00AF44A5" w14:paraId="12476E8B" w14:textId="77777777">
        <w:tc>
          <w:tcPr>
            <w:tcW w:w="1596" w:type="dxa"/>
            <w:vMerge/>
            <w:vAlign w:val="center"/>
          </w:tcPr>
          <w:p w14:paraId="3DE4730F" w14:textId="77777777" w:rsidR="00AF44A5" w:rsidRDefault="00AF44A5"/>
        </w:tc>
        <w:tc>
          <w:tcPr>
            <w:tcW w:w="1590" w:type="dxa"/>
            <w:vMerge w:val="restart"/>
            <w:vAlign w:val="center"/>
          </w:tcPr>
          <w:p w14:paraId="001ED042" w14:textId="77777777" w:rsidR="00AF44A5" w:rsidRDefault="00000000">
            <w:r>
              <w:t>1004</w:t>
            </w:r>
          </w:p>
        </w:tc>
        <w:tc>
          <w:tcPr>
            <w:tcW w:w="1415" w:type="dxa"/>
            <w:vAlign w:val="center"/>
          </w:tcPr>
          <w:p w14:paraId="3928243B" w14:textId="77777777" w:rsidR="00AF44A5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5402C460" w14:textId="77777777" w:rsidR="00AF44A5" w:rsidRDefault="00000000">
            <w:r>
              <w:t>0.19</w:t>
            </w:r>
          </w:p>
        </w:tc>
        <w:tc>
          <w:tcPr>
            <w:tcW w:w="1658" w:type="dxa"/>
            <w:vAlign w:val="center"/>
          </w:tcPr>
          <w:p w14:paraId="0934700B" w14:textId="77777777" w:rsidR="00AF44A5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3BBB0F51" w14:textId="77777777" w:rsidR="00AF44A5" w:rsidRDefault="00000000">
            <w:r>
              <w:t>满足</w:t>
            </w:r>
          </w:p>
        </w:tc>
      </w:tr>
      <w:tr w:rsidR="00AF44A5" w14:paraId="2D08D5C1" w14:textId="77777777">
        <w:tc>
          <w:tcPr>
            <w:tcW w:w="1596" w:type="dxa"/>
            <w:vMerge/>
            <w:vAlign w:val="center"/>
          </w:tcPr>
          <w:p w14:paraId="59689559" w14:textId="77777777" w:rsidR="00AF44A5" w:rsidRDefault="00AF44A5"/>
        </w:tc>
        <w:tc>
          <w:tcPr>
            <w:tcW w:w="1590" w:type="dxa"/>
            <w:vMerge/>
            <w:vAlign w:val="center"/>
          </w:tcPr>
          <w:p w14:paraId="1C3662C8" w14:textId="77777777" w:rsidR="00AF44A5" w:rsidRDefault="00AF44A5"/>
        </w:tc>
        <w:tc>
          <w:tcPr>
            <w:tcW w:w="1415" w:type="dxa"/>
            <w:vAlign w:val="center"/>
          </w:tcPr>
          <w:p w14:paraId="6D785843" w14:textId="77777777" w:rsidR="00AF44A5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3CDEF8BA" w14:textId="77777777" w:rsidR="00AF44A5" w:rsidRDefault="00000000">
            <w:r>
              <w:t>0.17</w:t>
            </w:r>
          </w:p>
        </w:tc>
        <w:tc>
          <w:tcPr>
            <w:tcW w:w="1658" w:type="dxa"/>
            <w:vAlign w:val="center"/>
          </w:tcPr>
          <w:p w14:paraId="50F8D11C" w14:textId="77777777" w:rsidR="00AF44A5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747AFB55" w14:textId="77777777" w:rsidR="00AF44A5" w:rsidRDefault="00000000">
            <w:r>
              <w:t>满足</w:t>
            </w:r>
          </w:p>
        </w:tc>
      </w:tr>
      <w:tr w:rsidR="00AF44A5" w14:paraId="5227CB66" w14:textId="77777777">
        <w:tc>
          <w:tcPr>
            <w:tcW w:w="1596" w:type="dxa"/>
            <w:vMerge/>
            <w:vAlign w:val="center"/>
          </w:tcPr>
          <w:p w14:paraId="46FD19EA" w14:textId="77777777" w:rsidR="00AF44A5" w:rsidRDefault="00AF44A5"/>
        </w:tc>
        <w:tc>
          <w:tcPr>
            <w:tcW w:w="1590" w:type="dxa"/>
            <w:vMerge w:val="restart"/>
            <w:vAlign w:val="center"/>
          </w:tcPr>
          <w:p w14:paraId="76D806D0" w14:textId="77777777" w:rsidR="00AF44A5" w:rsidRDefault="00000000">
            <w:r>
              <w:t>1005</w:t>
            </w:r>
          </w:p>
        </w:tc>
        <w:tc>
          <w:tcPr>
            <w:tcW w:w="1415" w:type="dxa"/>
            <w:vAlign w:val="center"/>
          </w:tcPr>
          <w:p w14:paraId="588A4D7A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4CCB1B29" w14:textId="77777777" w:rsidR="00AF44A5" w:rsidRDefault="00000000">
            <w:r>
              <w:t>0.22</w:t>
            </w:r>
          </w:p>
        </w:tc>
        <w:tc>
          <w:tcPr>
            <w:tcW w:w="1658" w:type="dxa"/>
            <w:vAlign w:val="center"/>
          </w:tcPr>
          <w:p w14:paraId="26DDC591" w14:textId="77777777" w:rsidR="00AF44A5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24F12511" w14:textId="77777777" w:rsidR="00AF44A5" w:rsidRDefault="00000000">
            <w:r>
              <w:t>满足</w:t>
            </w:r>
          </w:p>
        </w:tc>
      </w:tr>
      <w:tr w:rsidR="00AF44A5" w14:paraId="07A6F39F" w14:textId="77777777">
        <w:tc>
          <w:tcPr>
            <w:tcW w:w="1596" w:type="dxa"/>
            <w:vMerge/>
            <w:vAlign w:val="center"/>
          </w:tcPr>
          <w:p w14:paraId="5BB2FA2B" w14:textId="77777777" w:rsidR="00AF44A5" w:rsidRDefault="00AF44A5"/>
        </w:tc>
        <w:tc>
          <w:tcPr>
            <w:tcW w:w="1590" w:type="dxa"/>
            <w:vMerge/>
            <w:vAlign w:val="center"/>
          </w:tcPr>
          <w:p w14:paraId="7C3435F5" w14:textId="77777777" w:rsidR="00AF44A5" w:rsidRDefault="00AF44A5"/>
        </w:tc>
        <w:tc>
          <w:tcPr>
            <w:tcW w:w="1415" w:type="dxa"/>
            <w:vAlign w:val="center"/>
          </w:tcPr>
          <w:p w14:paraId="7A06FF3F" w14:textId="77777777" w:rsidR="00AF44A5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797B0ED7" w14:textId="77777777" w:rsidR="00AF44A5" w:rsidRDefault="00000000">
            <w:r>
              <w:t>0.22</w:t>
            </w:r>
          </w:p>
        </w:tc>
        <w:tc>
          <w:tcPr>
            <w:tcW w:w="1658" w:type="dxa"/>
            <w:vAlign w:val="center"/>
          </w:tcPr>
          <w:p w14:paraId="00F55129" w14:textId="77777777" w:rsidR="00AF44A5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5E373988" w14:textId="77777777" w:rsidR="00AF44A5" w:rsidRDefault="00000000">
            <w:r>
              <w:t>满足</w:t>
            </w:r>
          </w:p>
        </w:tc>
      </w:tr>
      <w:tr w:rsidR="00AF44A5" w14:paraId="7D063126" w14:textId="77777777">
        <w:tc>
          <w:tcPr>
            <w:tcW w:w="1596" w:type="dxa"/>
            <w:vMerge/>
            <w:vAlign w:val="center"/>
          </w:tcPr>
          <w:p w14:paraId="2ADCD834" w14:textId="77777777" w:rsidR="00AF44A5" w:rsidRDefault="00AF44A5"/>
        </w:tc>
        <w:tc>
          <w:tcPr>
            <w:tcW w:w="1590" w:type="dxa"/>
            <w:vAlign w:val="center"/>
          </w:tcPr>
          <w:p w14:paraId="755F1AA1" w14:textId="77777777" w:rsidR="00AF44A5" w:rsidRDefault="00000000">
            <w:r>
              <w:t>1006</w:t>
            </w:r>
          </w:p>
        </w:tc>
        <w:tc>
          <w:tcPr>
            <w:tcW w:w="1415" w:type="dxa"/>
            <w:vAlign w:val="center"/>
          </w:tcPr>
          <w:p w14:paraId="5C8D873A" w14:textId="77777777" w:rsidR="00AF44A5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3C8995E9" w14:textId="77777777" w:rsidR="00AF44A5" w:rsidRDefault="00000000">
            <w:r>
              <w:t>0.29</w:t>
            </w:r>
          </w:p>
        </w:tc>
        <w:tc>
          <w:tcPr>
            <w:tcW w:w="1658" w:type="dxa"/>
            <w:vAlign w:val="center"/>
          </w:tcPr>
          <w:p w14:paraId="0548DD52" w14:textId="77777777" w:rsidR="00AF44A5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575F45D0" w14:textId="77777777" w:rsidR="00AF44A5" w:rsidRDefault="00000000">
            <w:r>
              <w:t>满足</w:t>
            </w:r>
          </w:p>
        </w:tc>
      </w:tr>
      <w:tr w:rsidR="00AF44A5" w14:paraId="5F8F578E" w14:textId="77777777">
        <w:tc>
          <w:tcPr>
            <w:tcW w:w="1596" w:type="dxa"/>
            <w:vMerge/>
            <w:vAlign w:val="center"/>
          </w:tcPr>
          <w:p w14:paraId="719870EB" w14:textId="77777777" w:rsidR="00AF44A5" w:rsidRDefault="00AF44A5"/>
        </w:tc>
        <w:tc>
          <w:tcPr>
            <w:tcW w:w="1590" w:type="dxa"/>
            <w:vAlign w:val="center"/>
          </w:tcPr>
          <w:p w14:paraId="0030D9CA" w14:textId="77777777" w:rsidR="00AF44A5" w:rsidRDefault="00000000">
            <w:r>
              <w:t>1007</w:t>
            </w:r>
          </w:p>
        </w:tc>
        <w:tc>
          <w:tcPr>
            <w:tcW w:w="1415" w:type="dxa"/>
            <w:vAlign w:val="center"/>
          </w:tcPr>
          <w:p w14:paraId="6D1FDBF1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7A45AA47" w14:textId="77777777" w:rsidR="00AF44A5" w:rsidRDefault="00000000">
            <w:r>
              <w:t>0.32</w:t>
            </w:r>
          </w:p>
        </w:tc>
        <w:tc>
          <w:tcPr>
            <w:tcW w:w="1658" w:type="dxa"/>
            <w:vAlign w:val="center"/>
          </w:tcPr>
          <w:p w14:paraId="5DA26C70" w14:textId="77777777" w:rsidR="00AF44A5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3B26EE43" w14:textId="77777777" w:rsidR="00AF44A5" w:rsidRDefault="00000000">
            <w:r>
              <w:t>满足</w:t>
            </w:r>
          </w:p>
        </w:tc>
      </w:tr>
      <w:tr w:rsidR="00AF44A5" w14:paraId="1F6220DF" w14:textId="77777777">
        <w:tc>
          <w:tcPr>
            <w:tcW w:w="1596" w:type="dxa"/>
            <w:vMerge/>
            <w:vAlign w:val="center"/>
          </w:tcPr>
          <w:p w14:paraId="191ECCE9" w14:textId="77777777" w:rsidR="00AF44A5" w:rsidRDefault="00AF44A5"/>
        </w:tc>
        <w:tc>
          <w:tcPr>
            <w:tcW w:w="1590" w:type="dxa"/>
            <w:vAlign w:val="center"/>
          </w:tcPr>
          <w:p w14:paraId="4DA7D6D1" w14:textId="77777777" w:rsidR="00AF44A5" w:rsidRDefault="00000000">
            <w:r>
              <w:t>1008</w:t>
            </w:r>
          </w:p>
        </w:tc>
        <w:tc>
          <w:tcPr>
            <w:tcW w:w="1415" w:type="dxa"/>
            <w:vAlign w:val="center"/>
          </w:tcPr>
          <w:p w14:paraId="3AE8F767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1667FE57" w14:textId="77777777" w:rsidR="00AF44A5" w:rsidRDefault="00000000">
            <w:r>
              <w:t>0.33</w:t>
            </w:r>
          </w:p>
        </w:tc>
        <w:tc>
          <w:tcPr>
            <w:tcW w:w="1658" w:type="dxa"/>
            <w:vAlign w:val="center"/>
          </w:tcPr>
          <w:p w14:paraId="2E9513DE" w14:textId="77777777" w:rsidR="00AF44A5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2827F155" w14:textId="77777777" w:rsidR="00AF44A5" w:rsidRDefault="00000000">
            <w:r>
              <w:t>满足</w:t>
            </w:r>
          </w:p>
        </w:tc>
      </w:tr>
      <w:tr w:rsidR="00AF44A5" w14:paraId="65AF386B" w14:textId="77777777">
        <w:tc>
          <w:tcPr>
            <w:tcW w:w="1596" w:type="dxa"/>
            <w:vMerge/>
            <w:vAlign w:val="center"/>
          </w:tcPr>
          <w:p w14:paraId="1293E06F" w14:textId="77777777" w:rsidR="00AF44A5" w:rsidRDefault="00AF44A5"/>
        </w:tc>
        <w:tc>
          <w:tcPr>
            <w:tcW w:w="1590" w:type="dxa"/>
            <w:vAlign w:val="center"/>
          </w:tcPr>
          <w:p w14:paraId="4E15B87F" w14:textId="77777777" w:rsidR="00AF44A5" w:rsidRDefault="00000000">
            <w:r>
              <w:t>1013</w:t>
            </w:r>
          </w:p>
        </w:tc>
        <w:tc>
          <w:tcPr>
            <w:tcW w:w="1415" w:type="dxa"/>
            <w:vAlign w:val="center"/>
          </w:tcPr>
          <w:p w14:paraId="3253C67D" w14:textId="77777777" w:rsidR="00AF44A5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52F287E5" w14:textId="77777777" w:rsidR="00AF44A5" w:rsidRDefault="00000000">
            <w:r>
              <w:t>0.33</w:t>
            </w:r>
          </w:p>
        </w:tc>
        <w:tc>
          <w:tcPr>
            <w:tcW w:w="1658" w:type="dxa"/>
            <w:vAlign w:val="center"/>
          </w:tcPr>
          <w:p w14:paraId="3D5437E7" w14:textId="77777777" w:rsidR="00AF44A5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62F17F58" w14:textId="77777777" w:rsidR="00AF44A5" w:rsidRDefault="00000000">
            <w:r>
              <w:t>满足</w:t>
            </w:r>
          </w:p>
        </w:tc>
      </w:tr>
      <w:tr w:rsidR="00AF44A5" w14:paraId="41206E78" w14:textId="77777777">
        <w:tc>
          <w:tcPr>
            <w:tcW w:w="1596" w:type="dxa"/>
            <w:vMerge/>
            <w:vAlign w:val="center"/>
          </w:tcPr>
          <w:p w14:paraId="0E145ED4" w14:textId="77777777" w:rsidR="00AF44A5" w:rsidRDefault="00AF44A5"/>
        </w:tc>
        <w:tc>
          <w:tcPr>
            <w:tcW w:w="1590" w:type="dxa"/>
            <w:vAlign w:val="center"/>
          </w:tcPr>
          <w:p w14:paraId="3E86AB74" w14:textId="77777777" w:rsidR="00AF44A5" w:rsidRDefault="00000000">
            <w:r>
              <w:t>1014</w:t>
            </w:r>
          </w:p>
        </w:tc>
        <w:tc>
          <w:tcPr>
            <w:tcW w:w="1415" w:type="dxa"/>
            <w:vAlign w:val="center"/>
          </w:tcPr>
          <w:p w14:paraId="4F6C6312" w14:textId="77777777" w:rsidR="00AF44A5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0C2192E4" w14:textId="77777777" w:rsidR="00AF44A5" w:rsidRDefault="00000000">
            <w:r>
              <w:t>0.33</w:t>
            </w:r>
          </w:p>
        </w:tc>
        <w:tc>
          <w:tcPr>
            <w:tcW w:w="1658" w:type="dxa"/>
            <w:vAlign w:val="center"/>
          </w:tcPr>
          <w:p w14:paraId="7F0CF723" w14:textId="77777777" w:rsidR="00AF44A5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2F71F067" w14:textId="77777777" w:rsidR="00AF44A5" w:rsidRDefault="00000000">
            <w:r>
              <w:t>满足</w:t>
            </w:r>
          </w:p>
        </w:tc>
      </w:tr>
      <w:tr w:rsidR="00AF44A5" w14:paraId="313438F8" w14:textId="77777777">
        <w:tc>
          <w:tcPr>
            <w:tcW w:w="1596" w:type="dxa"/>
            <w:vMerge/>
            <w:vAlign w:val="center"/>
          </w:tcPr>
          <w:p w14:paraId="143ABD46" w14:textId="77777777" w:rsidR="00AF44A5" w:rsidRDefault="00AF44A5"/>
        </w:tc>
        <w:tc>
          <w:tcPr>
            <w:tcW w:w="1590" w:type="dxa"/>
            <w:vMerge w:val="restart"/>
            <w:vAlign w:val="center"/>
          </w:tcPr>
          <w:p w14:paraId="2C7BEB71" w14:textId="77777777" w:rsidR="00AF44A5" w:rsidRDefault="00000000">
            <w:r>
              <w:t>2001</w:t>
            </w:r>
          </w:p>
        </w:tc>
        <w:tc>
          <w:tcPr>
            <w:tcW w:w="1415" w:type="dxa"/>
            <w:vAlign w:val="center"/>
          </w:tcPr>
          <w:p w14:paraId="29040CB1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1B67B673" w14:textId="77777777" w:rsidR="00AF44A5" w:rsidRDefault="00000000">
            <w:r>
              <w:t>0.16</w:t>
            </w:r>
          </w:p>
        </w:tc>
        <w:tc>
          <w:tcPr>
            <w:tcW w:w="1658" w:type="dxa"/>
            <w:vAlign w:val="center"/>
          </w:tcPr>
          <w:p w14:paraId="74CF0C93" w14:textId="77777777" w:rsidR="00AF44A5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46226973" w14:textId="77777777" w:rsidR="00AF44A5" w:rsidRDefault="00000000">
            <w:r>
              <w:t>满足</w:t>
            </w:r>
          </w:p>
        </w:tc>
      </w:tr>
      <w:tr w:rsidR="00AF44A5" w14:paraId="2AF6E210" w14:textId="77777777">
        <w:tc>
          <w:tcPr>
            <w:tcW w:w="1596" w:type="dxa"/>
            <w:vMerge/>
            <w:vAlign w:val="center"/>
          </w:tcPr>
          <w:p w14:paraId="3B7A53EB" w14:textId="77777777" w:rsidR="00AF44A5" w:rsidRDefault="00AF44A5"/>
        </w:tc>
        <w:tc>
          <w:tcPr>
            <w:tcW w:w="1590" w:type="dxa"/>
            <w:vMerge/>
            <w:vAlign w:val="center"/>
          </w:tcPr>
          <w:p w14:paraId="5EF21F55" w14:textId="77777777" w:rsidR="00AF44A5" w:rsidRDefault="00AF44A5"/>
        </w:tc>
        <w:tc>
          <w:tcPr>
            <w:tcW w:w="1415" w:type="dxa"/>
            <w:vAlign w:val="center"/>
          </w:tcPr>
          <w:p w14:paraId="09A8EC3B" w14:textId="77777777" w:rsidR="00AF44A5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307B3993" w14:textId="77777777" w:rsidR="00AF44A5" w:rsidRDefault="00000000">
            <w:r>
              <w:t>0.15</w:t>
            </w:r>
          </w:p>
        </w:tc>
        <w:tc>
          <w:tcPr>
            <w:tcW w:w="1658" w:type="dxa"/>
            <w:vAlign w:val="center"/>
          </w:tcPr>
          <w:p w14:paraId="025C8157" w14:textId="77777777" w:rsidR="00AF44A5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31DA9E47" w14:textId="77777777" w:rsidR="00AF44A5" w:rsidRDefault="00000000">
            <w:r>
              <w:t>满足</w:t>
            </w:r>
          </w:p>
        </w:tc>
      </w:tr>
      <w:tr w:rsidR="00AF44A5" w14:paraId="450917BA" w14:textId="77777777">
        <w:tc>
          <w:tcPr>
            <w:tcW w:w="1596" w:type="dxa"/>
            <w:vMerge/>
            <w:vAlign w:val="center"/>
          </w:tcPr>
          <w:p w14:paraId="5C4B493E" w14:textId="77777777" w:rsidR="00AF44A5" w:rsidRDefault="00AF44A5"/>
        </w:tc>
        <w:tc>
          <w:tcPr>
            <w:tcW w:w="1590" w:type="dxa"/>
            <w:vMerge/>
            <w:vAlign w:val="center"/>
          </w:tcPr>
          <w:p w14:paraId="4F45A9A9" w14:textId="77777777" w:rsidR="00AF44A5" w:rsidRDefault="00AF44A5"/>
        </w:tc>
        <w:tc>
          <w:tcPr>
            <w:tcW w:w="1415" w:type="dxa"/>
            <w:vAlign w:val="center"/>
          </w:tcPr>
          <w:p w14:paraId="3E8AA5F1" w14:textId="77777777" w:rsidR="00AF44A5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680CD774" w14:textId="77777777" w:rsidR="00AF44A5" w:rsidRDefault="00000000">
            <w:r>
              <w:t>0.03</w:t>
            </w:r>
          </w:p>
        </w:tc>
        <w:tc>
          <w:tcPr>
            <w:tcW w:w="1658" w:type="dxa"/>
            <w:vAlign w:val="center"/>
          </w:tcPr>
          <w:p w14:paraId="4FB2733A" w14:textId="77777777" w:rsidR="00AF44A5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0BFB5C1A" w14:textId="77777777" w:rsidR="00AF44A5" w:rsidRDefault="00000000">
            <w:r>
              <w:t>满足</w:t>
            </w:r>
          </w:p>
        </w:tc>
      </w:tr>
      <w:tr w:rsidR="00AF44A5" w14:paraId="2690F477" w14:textId="77777777">
        <w:tc>
          <w:tcPr>
            <w:tcW w:w="1596" w:type="dxa"/>
            <w:vMerge/>
            <w:vAlign w:val="center"/>
          </w:tcPr>
          <w:p w14:paraId="08E022F3" w14:textId="77777777" w:rsidR="00AF44A5" w:rsidRDefault="00AF44A5"/>
        </w:tc>
        <w:tc>
          <w:tcPr>
            <w:tcW w:w="1590" w:type="dxa"/>
            <w:vMerge/>
            <w:vAlign w:val="center"/>
          </w:tcPr>
          <w:p w14:paraId="19A978BB" w14:textId="77777777" w:rsidR="00AF44A5" w:rsidRDefault="00AF44A5"/>
        </w:tc>
        <w:tc>
          <w:tcPr>
            <w:tcW w:w="1415" w:type="dxa"/>
            <w:vAlign w:val="center"/>
          </w:tcPr>
          <w:p w14:paraId="1589571B" w14:textId="77777777" w:rsidR="00AF44A5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50DF70FD" w14:textId="77777777" w:rsidR="00AF44A5" w:rsidRDefault="00000000">
            <w:r>
              <w:t>0.13</w:t>
            </w:r>
          </w:p>
        </w:tc>
        <w:tc>
          <w:tcPr>
            <w:tcW w:w="1658" w:type="dxa"/>
            <w:vAlign w:val="center"/>
          </w:tcPr>
          <w:p w14:paraId="26FE6D02" w14:textId="77777777" w:rsidR="00AF44A5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09A8AA11" w14:textId="77777777" w:rsidR="00AF44A5" w:rsidRDefault="00000000">
            <w:r>
              <w:t>满足</w:t>
            </w:r>
          </w:p>
        </w:tc>
      </w:tr>
      <w:tr w:rsidR="00AF44A5" w14:paraId="3B10F6A4" w14:textId="77777777">
        <w:tc>
          <w:tcPr>
            <w:tcW w:w="1596" w:type="dxa"/>
            <w:vMerge/>
            <w:vAlign w:val="center"/>
          </w:tcPr>
          <w:p w14:paraId="21FF4C1A" w14:textId="77777777" w:rsidR="00AF44A5" w:rsidRDefault="00AF44A5"/>
        </w:tc>
        <w:tc>
          <w:tcPr>
            <w:tcW w:w="1590" w:type="dxa"/>
            <w:vAlign w:val="center"/>
          </w:tcPr>
          <w:p w14:paraId="5A17573D" w14:textId="77777777" w:rsidR="00AF44A5" w:rsidRDefault="00000000">
            <w:r>
              <w:t>2002</w:t>
            </w:r>
          </w:p>
        </w:tc>
        <w:tc>
          <w:tcPr>
            <w:tcW w:w="1415" w:type="dxa"/>
            <w:vAlign w:val="center"/>
          </w:tcPr>
          <w:p w14:paraId="4C7A982D" w14:textId="77777777" w:rsidR="00AF44A5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162CC819" w14:textId="77777777" w:rsidR="00AF44A5" w:rsidRDefault="00000000">
            <w:r>
              <w:t>0.10</w:t>
            </w:r>
          </w:p>
        </w:tc>
        <w:tc>
          <w:tcPr>
            <w:tcW w:w="1658" w:type="dxa"/>
            <w:vAlign w:val="center"/>
          </w:tcPr>
          <w:p w14:paraId="4F052113" w14:textId="77777777" w:rsidR="00AF44A5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12D2C65F" w14:textId="77777777" w:rsidR="00AF44A5" w:rsidRDefault="00000000">
            <w:r>
              <w:t>满足</w:t>
            </w:r>
          </w:p>
        </w:tc>
      </w:tr>
      <w:tr w:rsidR="00AF44A5" w14:paraId="64C50210" w14:textId="77777777">
        <w:tc>
          <w:tcPr>
            <w:tcW w:w="1596" w:type="dxa"/>
            <w:vMerge/>
            <w:vAlign w:val="center"/>
          </w:tcPr>
          <w:p w14:paraId="14D2BA09" w14:textId="77777777" w:rsidR="00AF44A5" w:rsidRDefault="00AF44A5"/>
        </w:tc>
        <w:tc>
          <w:tcPr>
            <w:tcW w:w="1590" w:type="dxa"/>
            <w:vAlign w:val="center"/>
          </w:tcPr>
          <w:p w14:paraId="7337B78B" w14:textId="77777777" w:rsidR="00AF44A5" w:rsidRDefault="00000000">
            <w:r>
              <w:t>2003</w:t>
            </w:r>
          </w:p>
        </w:tc>
        <w:tc>
          <w:tcPr>
            <w:tcW w:w="1415" w:type="dxa"/>
            <w:vAlign w:val="center"/>
          </w:tcPr>
          <w:p w14:paraId="3B894C41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1D3F1DBA" w14:textId="77777777" w:rsidR="00AF44A5" w:rsidRDefault="00000000">
            <w:r>
              <w:t>0.15</w:t>
            </w:r>
          </w:p>
        </w:tc>
        <w:tc>
          <w:tcPr>
            <w:tcW w:w="1658" w:type="dxa"/>
            <w:vAlign w:val="center"/>
          </w:tcPr>
          <w:p w14:paraId="19642052" w14:textId="77777777" w:rsidR="00AF44A5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3138A2A9" w14:textId="77777777" w:rsidR="00AF44A5" w:rsidRDefault="00000000">
            <w:r>
              <w:t>满足</w:t>
            </w:r>
          </w:p>
        </w:tc>
      </w:tr>
      <w:tr w:rsidR="00AF44A5" w14:paraId="6A1BADA2" w14:textId="77777777">
        <w:tc>
          <w:tcPr>
            <w:tcW w:w="1596" w:type="dxa"/>
            <w:vMerge/>
            <w:vAlign w:val="center"/>
          </w:tcPr>
          <w:p w14:paraId="74ED0364" w14:textId="77777777" w:rsidR="00AF44A5" w:rsidRDefault="00AF44A5"/>
        </w:tc>
        <w:tc>
          <w:tcPr>
            <w:tcW w:w="1590" w:type="dxa"/>
            <w:vAlign w:val="center"/>
          </w:tcPr>
          <w:p w14:paraId="43A7FC87" w14:textId="77777777" w:rsidR="00AF44A5" w:rsidRDefault="00000000">
            <w:r>
              <w:t>2004</w:t>
            </w:r>
          </w:p>
        </w:tc>
        <w:tc>
          <w:tcPr>
            <w:tcW w:w="1415" w:type="dxa"/>
            <w:vAlign w:val="center"/>
          </w:tcPr>
          <w:p w14:paraId="1E8FA1C9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073E4E3A" w14:textId="77777777" w:rsidR="00AF44A5" w:rsidRDefault="00000000">
            <w:r>
              <w:t>0.15</w:t>
            </w:r>
          </w:p>
        </w:tc>
        <w:tc>
          <w:tcPr>
            <w:tcW w:w="1658" w:type="dxa"/>
            <w:vAlign w:val="center"/>
          </w:tcPr>
          <w:p w14:paraId="7C4BAF01" w14:textId="77777777" w:rsidR="00AF44A5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7E85B272" w14:textId="77777777" w:rsidR="00AF44A5" w:rsidRDefault="00000000">
            <w:r>
              <w:t>满足</w:t>
            </w:r>
          </w:p>
        </w:tc>
      </w:tr>
      <w:tr w:rsidR="00AF44A5" w14:paraId="57BB4A20" w14:textId="77777777">
        <w:tc>
          <w:tcPr>
            <w:tcW w:w="1596" w:type="dxa"/>
            <w:vMerge/>
            <w:vAlign w:val="center"/>
          </w:tcPr>
          <w:p w14:paraId="42E1012F" w14:textId="77777777" w:rsidR="00AF44A5" w:rsidRDefault="00AF44A5"/>
        </w:tc>
        <w:tc>
          <w:tcPr>
            <w:tcW w:w="1590" w:type="dxa"/>
            <w:vAlign w:val="center"/>
          </w:tcPr>
          <w:p w14:paraId="4CF7400A" w14:textId="77777777" w:rsidR="00AF44A5" w:rsidRDefault="00000000">
            <w:r>
              <w:t>2005</w:t>
            </w:r>
          </w:p>
        </w:tc>
        <w:tc>
          <w:tcPr>
            <w:tcW w:w="1415" w:type="dxa"/>
            <w:vAlign w:val="center"/>
          </w:tcPr>
          <w:p w14:paraId="4460A2EA" w14:textId="77777777" w:rsidR="00AF44A5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4A56B855" w14:textId="77777777" w:rsidR="00AF44A5" w:rsidRDefault="00000000">
            <w:r>
              <w:t>0.20</w:t>
            </w:r>
          </w:p>
        </w:tc>
        <w:tc>
          <w:tcPr>
            <w:tcW w:w="1658" w:type="dxa"/>
            <w:vAlign w:val="center"/>
          </w:tcPr>
          <w:p w14:paraId="7BEA8019" w14:textId="77777777" w:rsidR="00AF44A5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6E413C82" w14:textId="77777777" w:rsidR="00AF44A5" w:rsidRDefault="00000000">
            <w:r>
              <w:t>满足</w:t>
            </w:r>
          </w:p>
        </w:tc>
      </w:tr>
      <w:tr w:rsidR="00AF44A5" w14:paraId="38ED687C" w14:textId="77777777">
        <w:tc>
          <w:tcPr>
            <w:tcW w:w="1596" w:type="dxa"/>
            <w:vMerge/>
            <w:vAlign w:val="center"/>
          </w:tcPr>
          <w:p w14:paraId="4717940D" w14:textId="77777777" w:rsidR="00AF44A5" w:rsidRDefault="00AF44A5"/>
        </w:tc>
        <w:tc>
          <w:tcPr>
            <w:tcW w:w="1590" w:type="dxa"/>
            <w:vAlign w:val="center"/>
          </w:tcPr>
          <w:p w14:paraId="6E979C2C" w14:textId="77777777" w:rsidR="00AF44A5" w:rsidRDefault="00000000">
            <w:r>
              <w:t>2006</w:t>
            </w:r>
          </w:p>
        </w:tc>
        <w:tc>
          <w:tcPr>
            <w:tcW w:w="1415" w:type="dxa"/>
            <w:vAlign w:val="center"/>
          </w:tcPr>
          <w:p w14:paraId="494F41F0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00A17B11" w14:textId="77777777" w:rsidR="00AF44A5" w:rsidRDefault="00000000">
            <w:r>
              <w:t>0.16</w:t>
            </w:r>
          </w:p>
        </w:tc>
        <w:tc>
          <w:tcPr>
            <w:tcW w:w="1658" w:type="dxa"/>
            <w:vAlign w:val="center"/>
          </w:tcPr>
          <w:p w14:paraId="4DFAFDB6" w14:textId="77777777" w:rsidR="00AF44A5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30E41459" w14:textId="77777777" w:rsidR="00AF44A5" w:rsidRDefault="00000000">
            <w:r>
              <w:t>满足</w:t>
            </w:r>
          </w:p>
        </w:tc>
      </w:tr>
      <w:tr w:rsidR="00AF44A5" w14:paraId="30B6E916" w14:textId="77777777">
        <w:tc>
          <w:tcPr>
            <w:tcW w:w="1596" w:type="dxa"/>
            <w:vMerge/>
            <w:vAlign w:val="center"/>
          </w:tcPr>
          <w:p w14:paraId="06CE21D6" w14:textId="77777777" w:rsidR="00AF44A5" w:rsidRDefault="00AF44A5"/>
        </w:tc>
        <w:tc>
          <w:tcPr>
            <w:tcW w:w="1590" w:type="dxa"/>
            <w:vAlign w:val="center"/>
          </w:tcPr>
          <w:p w14:paraId="2CF4B87B" w14:textId="77777777" w:rsidR="00AF44A5" w:rsidRDefault="00000000">
            <w:r>
              <w:t>2007</w:t>
            </w:r>
          </w:p>
        </w:tc>
        <w:tc>
          <w:tcPr>
            <w:tcW w:w="1415" w:type="dxa"/>
            <w:vAlign w:val="center"/>
          </w:tcPr>
          <w:p w14:paraId="435600D4" w14:textId="77777777" w:rsidR="00AF44A5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556A9D0E" w14:textId="77777777" w:rsidR="00AF44A5" w:rsidRDefault="00000000">
            <w:r>
              <w:t>0.22</w:t>
            </w:r>
          </w:p>
        </w:tc>
        <w:tc>
          <w:tcPr>
            <w:tcW w:w="1658" w:type="dxa"/>
            <w:vAlign w:val="center"/>
          </w:tcPr>
          <w:p w14:paraId="76180C55" w14:textId="77777777" w:rsidR="00AF44A5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139E0873" w14:textId="77777777" w:rsidR="00AF44A5" w:rsidRDefault="00000000">
            <w:r>
              <w:t>满足</w:t>
            </w:r>
          </w:p>
        </w:tc>
      </w:tr>
      <w:tr w:rsidR="00AF44A5" w14:paraId="215CD003" w14:textId="77777777">
        <w:tc>
          <w:tcPr>
            <w:tcW w:w="1596" w:type="dxa"/>
            <w:vMerge/>
            <w:vAlign w:val="center"/>
          </w:tcPr>
          <w:p w14:paraId="7418CB81" w14:textId="77777777" w:rsidR="00AF44A5" w:rsidRDefault="00AF44A5"/>
        </w:tc>
        <w:tc>
          <w:tcPr>
            <w:tcW w:w="1590" w:type="dxa"/>
            <w:vAlign w:val="center"/>
          </w:tcPr>
          <w:p w14:paraId="7643FDE2" w14:textId="77777777" w:rsidR="00AF44A5" w:rsidRDefault="00000000">
            <w:r>
              <w:t>2010</w:t>
            </w:r>
          </w:p>
        </w:tc>
        <w:tc>
          <w:tcPr>
            <w:tcW w:w="1415" w:type="dxa"/>
            <w:vAlign w:val="center"/>
          </w:tcPr>
          <w:p w14:paraId="296FC834" w14:textId="77777777" w:rsidR="00AF44A5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40604B88" w14:textId="77777777" w:rsidR="00AF44A5" w:rsidRDefault="00000000">
            <w:r>
              <w:t>0.16</w:t>
            </w:r>
          </w:p>
        </w:tc>
        <w:tc>
          <w:tcPr>
            <w:tcW w:w="1658" w:type="dxa"/>
            <w:vAlign w:val="center"/>
          </w:tcPr>
          <w:p w14:paraId="493E75AD" w14:textId="77777777" w:rsidR="00AF44A5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7C353C72" w14:textId="77777777" w:rsidR="00AF44A5" w:rsidRDefault="00000000">
            <w:r>
              <w:t>满足</w:t>
            </w:r>
          </w:p>
        </w:tc>
      </w:tr>
      <w:tr w:rsidR="00AF44A5" w14:paraId="6E66A388" w14:textId="77777777">
        <w:tc>
          <w:tcPr>
            <w:tcW w:w="1596" w:type="dxa"/>
            <w:vMerge/>
            <w:vAlign w:val="center"/>
          </w:tcPr>
          <w:p w14:paraId="00A4BA77" w14:textId="77777777" w:rsidR="00AF44A5" w:rsidRDefault="00AF44A5"/>
        </w:tc>
        <w:tc>
          <w:tcPr>
            <w:tcW w:w="1590" w:type="dxa"/>
            <w:vAlign w:val="center"/>
          </w:tcPr>
          <w:p w14:paraId="4A92239F" w14:textId="77777777" w:rsidR="00AF44A5" w:rsidRDefault="00000000">
            <w:r>
              <w:t>2011</w:t>
            </w:r>
          </w:p>
        </w:tc>
        <w:tc>
          <w:tcPr>
            <w:tcW w:w="1415" w:type="dxa"/>
            <w:vAlign w:val="center"/>
          </w:tcPr>
          <w:p w14:paraId="636D7409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79096A70" w14:textId="77777777" w:rsidR="00AF44A5" w:rsidRDefault="00000000">
            <w:r>
              <w:t>0.15</w:t>
            </w:r>
          </w:p>
        </w:tc>
        <w:tc>
          <w:tcPr>
            <w:tcW w:w="1658" w:type="dxa"/>
            <w:vAlign w:val="center"/>
          </w:tcPr>
          <w:p w14:paraId="79453D79" w14:textId="77777777" w:rsidR="00AF44A5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705455A6" w14:textId="77777777" w:rsidR="00AF44A5" w:rsidRDefault="00000000">
            <w:r>
              <w:t>满足</w:t>
            </w:r>
          </w:p>
        </w:tc>
      </w:tr>
      <w:tr w:rsidR="00AF44A5" w14:paraId="35FF2476" w14:textId="77777777">
        <w:tc>
          <w:tcPr>
            <w:tcW w:w="1596" w:type="dxa"/>
            <w:vMerge/>
            <w:vAlign w:val="center"/>
          </w:tcPr>
          <w:p w14:paraId="729C9DB3" w14:textId="77777777" w:rsidR="00AF44A5" w:rsidRDefault="00AF44A5"/>
        </w:tc>
        <w:tc>
          <w:tcPr>
            <w:tcW w:w="1590" w:type="dxa"/>
            <w:vAlign w:val="center"/>
          </w:tcPr>
          <w:p w14:paraId="7D5AE19F" w14:textId="77777777" w:rsidR="00AF44A5" w:rsidRDefault="00000000">
            <w:r>
              <w:t>2012</w:t>
            </w:r>
          </w:p>
        </w:tc>
        <w:tc>
          <w:tcPr>
            <w:tcW w:w="1415" w:type="dxa"/>
            <w:vAlign w:val="center"/>
          </w:tcPr>
          <w:p w14:paraId="228E8BDF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5198AE45" w14:textId="77777777" w:rsidR="00AF44A5" w:rsidRDefault="00000000">
            <w:r>
              <w:t>0.15</w:t>
            </w:r>
          </w:p>
        </w:tc>
        <w:tc>
          <w:tcPr>
            <w:tcW w:w="1658" w:type="dxa"/>
            <w:vAlign w:val="center"/>
          </w:tcPr>
          <w:p w14:paraId="6962791C" w14:textId="77777777" w:rsidR="00AF44A5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01CD2488" w14:textId="77777777" w:rsidR="00AF44A5" w:rsidRDefault="00000000">
            <w:r>
              <w:t>满足</w:t>
            </w:r>
          </w:p>
        </w:tc>
      </w:tr>
      <w:tr w:rsidR="00AF44A5" w14:paraId="2E81A7C3" w14:textId="77777777">
        <w:tc>
          <w:tcPr>
            <w:tcW w:w="1596" w:type="dxa"/>
            <w:vMerge/>
            <w:vAlign w:val="center"/>
          </w:tcPr>
          <w:p w14:paraId="18269F69" w14:textId="77777777" w:rsidR="00AF44A5" w:rsidRDefault="00AF44A5"/>
        </w:tc>
        <w:tc>
          <w:tcPr>
            <w:tcW w:w="1590" w:type="dxa"/>
            <w:vAlign w:val="center"/>
          </w:tcPr>
          <w:p w14:paraId="1CBE2FC7" w14:textId="77777777" w:rsidR="00AF44A5" w:rsidRDefault="00000000">
            <w:r>
              <w:t>2013</w:t>
            </w:r>
          </w:p>
        </w:tc>
        <w:tc>
          <w:tcPr>
            <w:tcW w:w="1415" w:type="dxa"/>
            <w:vAlign w:val="center"/>
          </w:tcPr>
          <w:p w14:paraId="473B9459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53B6F6DE" w14:textId="77777777" w:rsidR="00AF44A5" w:rsidRDefault="00000000">
            <w:r>
              <w:t>0.16</w:t>
            </w:r>
          </w:p>
        </w:tc>
        <w:tc>
          <w:tcPr>
            <w:tcW w:w="1658" w:type="dxa"/>
            <w:vAlign w:val="center"/>
          </w:tcPr>
          <w:p w14:paraId="2D298901" w14:textId="77777777" w:rsidR="00AF44A5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2D79A37C" w14:textId="77777777" w:rsidR="00AF44A5" w:rsidRDefault="00000000">
            <w:r>
              <w:t>满足</w:t>
            </w:r>
          </w:p>
        </w:tc>
      </w:tr>
      <w:tr w:rsidR="00AF44A5" w14:paraId="4DCBB91B" w14:textId="77777777">
        <w:tc>
          <w:tcPr>
            <w:tcW w:w="1596" w:type="dxa"/>
            <w:vMerge/>
            <w:vAlign w:val="center"/>
          </w:tcPr>
          <w:p w14:paraId="3F0DA3E7" w14:textId="77777777" w:rsidR="00AF44A5" w:rsidRDefault="00AF44A5"/>
        </w:tc>
        <w:tc>
          <w:tcPr>
            <w:tcW w:w="1590" w:type="dxa"/>
            <w:vAlign w:val="center"/>
          </w:tcPr>
          <w:p w14:paraId="0955BA60" w14:textId="77777777" w:rsidR="00AF44A5" w:rsidRDefault="00000000">
            <w:r>
              <w:t>2014</w:t>
            </w:r>
          </w:p>
        </w:tc>
        <w:tc>
          <w:tcPr>
            <w:tcW w:w="1415" w:type="dxa"/>
            <w:vAlign w:val="center"/>
          </w:tcPr>
          <w:p w14:paraId="38DBA61B" w14:textId="77777777" w:rsidR="00AF44A5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5D801A3F" w14:textId="77777777" w:rsidR="00AF44A5" w:rsidRDefault="00000000">
            <w:r>
              <w:t>0.06</w:t>
            </w:r>
          </w:p>
        </w:tc>
        <w:tc>
          <w:tcPr>
            <w:tcW w:w="1658" w:type="dxa"/>
            <w:vAlign w:val="center"/>
          </w:tcPr>
          <w:p w14:paraId="167BC4D2" w14:textId="77777777" w:rsidR="00AF44A5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253A6F47" w14:textId="77777777" w:rsidR="00AF44A5" w:rsidRDefault="00000000">
            <w:r>
              <w:t>满足</w:t>
            </w:r>
          </w:p>
        </w:tc>
      </w:tr>
      <w:tr w:rsidR="00AF44A5" w14:paraId="5968CF3F" w14:textId="77777777">
        <w:tc>
          <w:tcPr>
            <w:tcW w:w="1596" w:type="dxa"/>
            <w:vMerge/>
            <w:vAlign w:val="center"/>
          </w:tcPr>
          <w:p w14:paraId="1B891122" w14:textId="77777777" w:rsidR="00AF44A5" w:rsidRDefault="00AF44A5"/>
        </w:tc>
        <w:tc>
          <w:tcPr>
            <w:tcW w:w="1590" w:type="dxa"/>
            <w:vAlign w:val="center"/>
          </w:tcPr>
          <w:p w14:paraId="74631466" w14:textId="77777777" w:rsidR="00AF44A5" w:rsidRDefault="00000000">
            <w:r>
              <w:t>2021</w:t>
            </w:r>
          </w:p>
        </w:tc>
        <w:tc>
          <w:tcPr>
            <w:tcW w:w="1415" w:type="dxa"/>
            <w:vAlign w:val="center"/>
          </w:tcPr>
          <w:p w14:paraId="18127F19" w14:textId="77777777" w:rsidR="00AF44A5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18A2A73E" w14:textId="77777777" w:rsidR="00AF44A5" w:rsidRDefault="00000000">
            <w:r>
              <w:t>0.09</w:t>
            </w:r>
          </w:p>
        </w:tc>
        <w:tc>
          <w:tcPr>
            <w:tcW w:w="1658" w:type="dxa"/>
            <w:vAlign w:val="center"/>
          </w:tcPr>
          <w:p w14:paraId="32F6C21A" w14:textId="77777777" w:rsidR="00AF44A5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3F812B59" w14:textId="77777777" w:rsidR="00AF44A5" w:rsidRDefault="00000000">
            <w:r>
              <w:t>满足</w:t>
            </w:r>
          </w:p>
        </w:tc>
      </w:tr>
      <w:tr w:rsidR="00AF44A5" w14:paraId="748A4CCE" w14:textId="77777777">
        <w:tc>
          <w:tcPr>
            <w:tcW w:w="1596" w:type="dxa"/>
            <w:vMerge/>
            <w:vAlign w:val="center"/>
          </w:tcPr>
          <w:p w14:paraId="24E37C87" w14:textId="77777777" w:rsidR="00AF44A5" w:rsidRDefault="00AF44A5"/>
        </w:tc>
        <w:tc>
          <w:tcPr>
            <w:tcW w:w="1590" w:type="dxa"/>
            <w:vAlign w:val="center"/>
          </w:tcPr>
          <w:p w14:paraId="462D1C50" w14:textId="77777777" w:rsidR="00AF44A5" w:rsidRDefault="00000000">
            <w:r>
              <w:t>2023</w:t>
            </w:r>
          </w:p>
        </w:tc>
        <w:tc>
          <w:tcPr>
            <w:tcW w:w="1415" w:type="dxa"/>
            <w:vAlign w:val="center"/>
          </w:tcPr>
          <w:p w14:paraId="4BA3F7A9" w14:textId="77777777" w:rsidR="00AF44A5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6C60FCFC" w14:textId="77777777" w:rsidR="00AF44A5" w:rsidRDefault="00000000">
            <w:r>
              <w:t>0.09</w:t>
            </w:r>
          </w:p>
        </w:tc>
        <w:tc>
          <w:tcPr>
            <w:tcW w:w="1658" w:type="dxa"/>
            <w:vAlign w:val="center"/>
          </w:tcPr>
          <w:p w14:paraId="5FD653A5" w14:textId="77777777" w:rsidR="00AF44A5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3C53C3C6" w14:textId="77777777" w:rsidR="00AF44A5" w:rsidRDefault="00000000">
            <w:r>
              <w:t>满足</w:t>
            </w:r>
          </w:p>
        </w:tc>
      </w:tr>
      <w:tr w:rsidR="00AF44A5" w14:paraId="6666CE38" w14:textId="77777777">
        <w:tc>
          <w:tcPr>
            <w:tcW w:w="1596" w:type="dxa"/>
            <w:vMerge/>
            <w:vAlign w:val="center"/>
          </w:tcPr>
          <w:p w14:paraId="78B17EC8" w14:textId="77777777" w:rsidR="00AF44A5" w:rsidRDefault="00AF44A5"/>
        </w:tc>
        <w:tc>
          <w:tcPr>
            <w:tcW w:w="1590" w:type="dxa"/>
            <w:vAlign w:val="center"/>
          </w:tcPr>
          <w:p w14:paraId="4C59B9EA" w14:textId="77777777" w:rsidR="00AF44A5" w:rsidRDefault="00000000">
            <w:r>
              <w:t>2024</w:t>
            </w:r>
          </w:p>
        </w:tc>
        <w:tc>
          <w:tcPr>
            <w:tcW w:w="1415" w:type="dxa"/>
            <w:vAlign w:val="center"/>
          </w:tcPr>
          <w:p w14:paraId="293E1835" w14:textId="77777777" w:rsidR="00AF44A5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4E3366B2" w14:textId="77777777" w:rsidR="00AF44A5" w:rsidRDefault="00000000">
            <w:r>
              <w:t>0.09</w:t>
            </w:r>
          </w:p>
        </w:tc>
        <w:tc>
          <w:tcPr>
            <w:tcW w:w="1658" w:type="dxa"/>
            <w:vAlign w:val="center"/>
          </w:tcPr>
          <w:p w14:paraId="24F79268" w14:textId="77777777" w:rsidR="00AF44A5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48B86E28" w14:textId="77777777" w:rsidR="00AF44A5" w:rsidRDefault="00000000">
            <w:r>
              <w:t>满足</w:t>
            </w:r>
          </w:p>
        </w:tc>
      </w:tr>
      <w:tr w:rsidR="00AF44A5" w14:paraId="4A6F126D" w14:textId="77777777">
        <w:tc>
          <w:tcPr>
            <w:tcW w:w="1596" w:type="dxa"/>
            <w:vMerge/>
            <w:vAlign w:val="center"/>
          </w:tcPr>
          <w:p w14:paraId="11022472" w14:textId="77777777" w:rsidR="00AF44A5" w:rsidRDefault="00AF44A5"/>
        </w:tc>
        <w:tc>
          <w:tcPr>
            <w:tcW w:w="1590" w:type="dxa"/>
            <w:vAlign w:val="center"/>
          </w:tcPr>
          <w:p w14:paraId="1A3CE4AF" w14:textId="77777777" w:rsidR="00AF44A5" w:rsidRDefault="00000000">
            <w:r>
              <w:t>2025</w:t>
            </w:r>
          </w:p>
        </w:tc>
        <w:tc>
          <w:tcPr>
            <w:tcW w:w="1415" w:type="dxa"/>
            <w:vAlign w:val="center"/>
          </w:tcPr>
          <w:p w14:paraId="2D1DDB0D" w14:textId="77777777" w:rsidR="00AF44A5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6D695484" w14:textId="77777777" w:rsidR="00AF44A5" w:rsidRDefault="00000000">
            <w:r>
              <w:t>0.07</w:t>
            </w:r>
          </w:p>
        </w:tc>
        <w:tc>
          <w:tcPr>
            <w:tcW w:w="1658" w:type="dxa"/>
            <w:vAlign w:val="center"/>
          </w:tcPr>
          <w:p w14:paraId="7CDC4123" w14:textId="77777777" w:rsidR="00AF44A5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28BBDF37" w14:textId="77777777" w:rsidR="00AF44A5" w:rsidRDefault="00000000">
            <w:r>
              <w:t>满足</w:t>
            </w:r>
          </w:p>
        </w:tc>
      </w:tr>
      <w:tr w:rsidR="00AF44A5" w14:paraId="7278873E" w14:textId="77777777">
        <w:tc>
          <w:tcPr>
            <w:tcW w:w="1596" w:type="dxa"/>
            <w:vMerge/>
            <w:vAlign w:val="center"/>
          </w:tcPr>
          <w:p w14:paraId="2222CA73" w14:textId="77777777" w:rsidR="00AF44A5" w:rsidRDefault="00AF44A5"/>
        </w:tc>
        <w:tc>
          <w:tcPr>
            <w:tcW w:w="1590" w:type="dxa"/>
            <w:vAlign w:val="center"/>
          </w:tcPr>
          <w:p w14:paraId="2BBD5201" w14:textId="77777777" w:rsidR="00AF44A5" w:rsidRDefault="00000000">
            <w:r>
              <w:t>2027</w:t>
            </w:r>
          </w:p>
        </w:tc>
        <w:tc>
          <w:tcPr>
            <w:tcW w:w="1415" w:type="dxa"/>
            <w:vAlign w:val="center"/>
          </w:tcPr>
          <w:p w14:paraId="18FFBAFF" w14:textId="77777777" w:rsidR="00AF44A5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25B578D1" w14:textId="77777777" w:rsidR="00AF44A5" w:rsidRDefault="00000000">
            <w:r>
              <w:t>0.07</w:t>
            </w:r>
          </w:p>
        </w:tc>
        <w:tc>
          <w:tcPr>
            <w:tcW w:w="1658" w:type="dxa"/>
            <w:vAlign w:val="center"/>
          </w:tcPr>
          <w:p w14:paraId="3DE8BBE6" w14:textId="77777777" w:rsidR="00AF44A5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247D3575" w14:textId="77777777" w:rsidR="00AF44A5" w:rsidRDefault="00000000">
            <w:r>
              <w:t>满足</w:t>
            </w:r>
          </w:p>
        </w:tc>
      </w:tr>
      <w:tr w:rsidR="00AF44A5" w14:paraId="10ADB05F" w14:textId="77777777">
        <w:tc>
          <w:tcPr>
            <w:tcW w:w="1596" w:type="dxa"/>
            <w:vMerge/>
            <w:vAlign w:val="center"/>
          </w:tcPr>
          <w:p w14:paraId="14E94924" w14:textId="77777777" w:rsidR="00AF44A5" w:rsidRDefault="00AF44A5"/>
        </w:tc>
        <w:tc>
          <w:tcPr>
            <w:tcW w:w="1590" w:type="dxa"/>
            <w:vAlign w:val="center"/>
          </w:tcPr>
          <w:p w14:paraId="54A7A80B" w14:textId="77777777" w:rsidR="00AF44A5" w:rsidRDefault="00000000">
            <w:r>
              <w:t>2028</w:t>
            </w:r>
          </w:p>
        </w:tc>
        <w:tc>
          <w:tcPr>
            <w:tcW w:w="1415" w:type="dxa"/>
            <w:vAlign w:val="center"/>
          </w:tcPr>
          <w:p w14:paraId="3EE69027" w14:textId="77777777" w:rsidR="00AF44A5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2E35000F" w14:textId="77777777" w:rsidR="00AF44A5" w:rsidRDefault="00000000">
            <w:r>
              <w:t>0.07</w:t>
            </w:r>
          </w:p>
        </w:tc>
        <w:tc>
          <w:tcPr>
            <w:tcW w:w="1658" w:type="dxa"/>
            <w:vAlign w:val="center"/>
          </w:tcPr>
          <w:p w14:paraId="42501BC3" w14:textId="77777777" w:rsidR="00AF44A5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1645D94A" w14:textId="77777777" w:rsidR="00AF44A5" w:rsidRDefault="00000000">
            <w:r>
              <w:t>满足</w:t>
            </w:r>
          </w:p>
        </w:tc>
      </w:tr>
      <w:tr w:rsidR="00AF44A5" w14:paraId="4541F97F" w14:textId="77777777">
        <w:tc>
          <w:tcPr>
            <w:tcW w:w="1596" w:type="dxa"/>
            <w:vMerge/>
            <w:vAlign w:val="center"/>
          </w:tcPr>
          <w:p w14:paraId="7253E0BC" w14:textId="77777777" w:rsidR="00AF44A5" w:rsidRDefault="00AF44A5"/>
        </w:tc>
        <w:tc>
          <w:tcPr>
            <w:tcW w:w="1590" w:type="dxa"/>
            <w:vMerge w:val="restart"/>
            <w:vAlign w:val="center"/>
          </w:tcPr>
          <w:p w14:paraId="16E17D4B" w14:textId="77777777" w:rsidR="00AF44A5" w:rsidRDefault="00000000">
            <w:r>
              <w:t>1002</w:t>
            </w:r>
          </w:p>
        </w:tc>
        <w:tc>
          <w:tcPr>
            <w:tcW w:w="1415" w:type="dxa"/>
            <w:vAlign w:val="center"/>
          </w:tcPr>
          <w:p w14:paraId="6390566C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33506592" w14:textId="77777777" w:rsidR="00AF44A5" w:rsidRDefault="00000000">
            <w:r>
              <w:t>0.22</w:t>
            </w:r>
          </w:p>
        </w:tc>
        <w:tc>
          <w:tcPr>
            <w:tcW w:w="1658" w:type="dxa"/>
            <w:vAlign w:val="center"/>
          </w:tcPr>
          <w:p w14:paraId="2E5560F1" w14:textId="77777777" w:rsidR="00AF44A5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1C74BB4B" w14:textId="77777777" w:rsidR="00AF44A5" w:rsidRDefault="00000000">
            <w:r>
              <w:t>满足</w:t>
            </w:r>
          </w:p>
        </w:tc>
      </w:tr>
      <w:tr w:rsidR="00AF44A5" w14:paraId="36F1FC21" w14:textId="77777777">
        <w:tc>
          <w:tcPr>
            <w:tcW w:w="1596" w:type="dxa"/>
            <w:vMerge/>
            <w:vAlign w:val="center"/>
          </w:tcPr>
          <w:p w14:paraId="0F0D6165" w14:textId="77777777" w:rsidR="00AF44A5" w:rsidRDefault="00AF44A5"/>
        </w:tc>
        <w:tc>
          <w:tcPr>
            <w:tcW w:w="1590" w:type="dxa"/>
            <w:vMerge/>
            <w:vAlign w:val="center"/>
          </w:tcPr>
          <w:p w14:paraId="0F5E1485" w14:textId="77777777" w:rsidR="00AF44A5" w:rsidRDefault="00AF44A5"/>
        </w:tc>
        <w:tc>
          <w:tcPr>
            <w:tcW w:w="1415" w:type="dxa"/>
            <w:vAlign w:val="center"/>
          </w:tcPr>
          <w:p w14:paraId="2745E7F8" w14:textId="77777777" w:rsidR="00AF44A5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3FE0CAAB" w14:textId="77777777" w:rsidR="00AF44A5" w:rsidRDefault="00000000">
            <w:r>
              <w:t>0.34</w:t>
            </w:r>
          </w:p>
        </w:tc>
        <w:tc>
          <w:tcPr>
            <w:tcW w:w="1658" w:type="dxa"/>
            <w:vAlign w:val="center"/>
          </w:tcPr>
          <w:p w14:paraId="2DCBD717" w14:textId="77777777" w:rsidR="00AF44A5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00076673" w14:textId="77777777" w:rsidR="00AF44A5" w:rsidRDefault="00000000">
            <w:r>
              <w:rPr>
                <w:color w:val="FF0000"/>
              </w:rPr>
              <w:t>不满足</w:t>
            </w:r>
          </w:p>
        </w:tc>
      </w:tr>
      <w:tr w:rsidR="00AF44A5" w14:paraId="253971DE" w14:textId="77777777">
        <w:tc>
          <w:tcPr>
            <w:tcW w:w="1596" w:type="dxa"/>
            <w:vMerge/>
            <w:vAlign w:val="center"/>
          </w:tcPr>
          <w:p w14:paraId="7C625A39" w14:textId="77777777" w:rsidR="00AF44A5" w:rsidRDefault="00AF44A5"/>
        </w:tc>
        <w:tc>
          <w:tcPr>
            <w:tcW w:w="1590" w:type="dxa"/>
            <w:vAlign w:val="center"/>
          </w:tcPr>
          <w:p w14:paraId="642C3B2F" w14:textId="77777777" w:rsidR="00AF44A5" w:rsidRDefault="00000000">
            <w:r>
              <w:t>1015</w:t>
            </w:r>
          </w:p>
        </w:tc>
        <w:tc>
          <w:tcPr>
            <w:tcW w:w="1415" w:type="dxa"/>
            <w:vAlign w:val="center"/>
          </w:tcPr>
          <w:p w14:paraId="0FE76B4B" w14:textId="77777777" w:rsidR="00AF44A5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3C0BE155" w14:textId="77777777" w:rsidR="00AF44A5" w:rsidRDefault="00000000">
            <w:r>
              <w:t>0.33</w:t>
            </w:r>
          </w:p>
        </w:tc>
        <w:tc>
          <w:tcPr>
            <w:tcW w:w="1658" w:type="dxa"/>
            <w:vAlign w:val="center"/>
          </w:tcPr>
          <w:p w14:paraId="2ED03F7D" w14:textId="77777777" w:rsidR="00AF44A5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06206E70" w14:textId="77777777" w:rsidR="00AF44A5" w:rsidRDefault="00000000">
            <w:r>
              <w:rPr>
                <w:color w:val="FF0000"/>
              </w:rPr>
              <w:t>不满足</w:t>
            </w:r>
          </w:p>
        </w:tc>
      </w:tr>
      <w:tr w:rsidR="00AF44A5" w14:paraId="24547257" w14:textId="77777777">
        <w:tc>
          <w:tcPr>
            <w:tcW w:w="1596" w:type="dxa"/>
            <w:vMerge/>
            <w:vAlign w:val="center"/>
          </w:tcPr>
          <w:p w14:paraId="27D20773" w14:textId="77777777" w:rsidR="00AF44A5" w:rsidRDefault="00AF44A5"/>
        </w:tc>
        <w:tc>
          <w:tcPr>
            <w:tcW w:w="1590" w:type="dxa"/>
            <w:vAlign w:val="center"/>
          </w:tcPr>
          <w:p w14:paraId="3F748A4A" w14:textId="77777777" w:rsidR="00AF44A5" w:rsidRDefault="00000000">
            <w:r>
              <w:t>户外房间</w:t>
            </w:r>
          </w:p>
        </w:tc>
        <w:tc>
          <w:tcPr>
            <w:tcW w:w="4488" w:type="dxa"/>
            <w:gridSpan w:val="3"/>
            <w:vAlign w:val="center"/>
          </w:tcPr>
          <w:p w14:paraId="74EA059B" w14:textId="77777777" w:rsidR="00AF44A5" w:rsidRDefault="00AF44A5"/>
        </w:tc>
        <w:tc>
          <w:tcPr>
            <w:tcW w:w="1658" w:type="dxa"/>
            <w:vAlign w:val="center"/>
          </w:tcPr>
          <w:p w14:paraId="50E60B83" w14:textId="77777777" w:rsidR="00AF44A5" w:rsidRDefault="00000000">
            <w:r>
              <w:rPr>
                <w:color w:val="FF0000"/>
              </w:rPr>
              <w:t>不满足</w:t>
            </w:r>
          </w:p>
        </w:tc>
      </w:tr>
      <w:tr w:rsidR="00AF44A5" w14:paraId="37F1B9DA" w14:textId="77777777">
        <w:tc>
          <w:tcPr>
            <w:tcW w:w="1596" w:type="dxa"/>
            <w:shd w:val="clear" w:color="auto" w:fill="E6E6E6"/>
            <w:vAlign w:val="center"/>
          </w:tcPr>
          <w:p w14:paraId="56B32D99" w14:textId="77777777" w:rsidR="00AF44A5" w:rsidRDefault="00000000">
            <w:r>
              <w:t>标准依据</w:t>
            </w:r>
          </w:p>
        </w:tc>
        <w:tc>
          <w:tcPr>
            <w:tcW w:w="7736" w:type="dxa"/>
            <w:gridSpan w:val="5"/>
            <w:vAlign w:val="center"/>
          </w:tcPr>
          <w:p w14:paraId="32E9370D" w14:textId="77777777" w:rsidR="00AF44A5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3.1.4</w:t>
            </w:r>
            <w:r>
              <w:t>条</w:t>
            </w:r>
          </w:p>
        </w:tc>
      </w:tr>
      <w:tr w:rsidR="00AF44A5" w14:paraId="31F14C4F" w14:textId="77777777">
        <w:tc>
          <w:tcPr>
            <w:tcW w:w="1596" w:type="dxa"/>
            <w:shd w:val="clear" w:color="auto" w:fill="E6E6E6"/>
            <w:vAlign w:val="center"/>
          </w:tcPr>
          <w:p w14:paraId="4F73A8A6" w14:textId="77777777" w:rsidR="00AF44A5" w:rsidRDefault="00000000">
            <w:r>
              <w:t>标准要求</w:t>
            </w:r>
          </w:p>
        </w:tc>
        <w:tc>
          <w:tcPr>
            <w:tcW w:w="7736" w:type="dxa"/>
            <w:gridSpan w:val="5"/>
            <w:vAlign w:val="center"/>
          </w:tcPr>
          <w:p w14:paraId="2319DAF2" w14:textId="77777777" w:rsidR="00AF44A5" w:rsidRDefault="00000000">
            <w:r>
              <w:t>窗墙面积比符合表</w:t>
            </w:r>
            <w:r>
              <w:t>3.1.4</w:t>
            </w:r>
            <w:r>
              <w:t>的规定，每套住宅允许一个房间在一个朝向上的窗墙面积比不大于</w:t>
            </w:r>
            <w:r>
              <w:t>0.6</w:t>
            </w:r>
          </w:p>
        </w:tc>
      </w:tr>
      <w:tr w:rsidR="00AF44A5" w14:paraId="068F290C" w14:textId="77777777">
        <w:tc>
          <w:tcPr>
            <w:tcW w:w="1596" w:type="dxa"/>
            <w:shd w:val="clear" w:color="auto" w:fill="E6E6E6"/>
            <w:vAlign w:val="center"/>
          </w:tcPr>
          <w:p w14:paraId="110936BD" w14:textId="77777777" w:rsidR="00AF44A5" w:rsidRDefault="00000000">
            <w:r>
              <w:t>结论</w:t>
            </w:r>
          </w:p>
        </w:tc>
        <w:tc>
          <w:tcPr>
            <w:tcW w:w="7736" w:type="dxa"/>
            <w:gridSpan w:val="5"/>
            <w:vAlign w:val="center"/>
          </w:tcPr>
          <w:p w14:paraId="2985A171" w14:textId="77777777" w:rsidR="00AF44A5" w:rsidRDefault="00000000">
            <w:r>
              <w:rPr>
                <w:color w:val="FF0000"/>
              </w:rPr>
              <w:t>不满足</w:t>
            </w:r>
          </w:p>
        </w:tc>
      </w:tr>
    </w:tbl>
    <w:p w14:paraId="3D265F4A" w14:textId="77777777" w:rsidR="00AF44A5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外窗表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:rsidR="00AF44A5" w14:paraId="35D051F9" w14:textId="77777777">
        <w:tc>
          <w:tcPr>
            <w:tcW w:w="1160" w:type="dxa"/>
            <w:shd w:val="clear" w:color="auto" w:fill="E6E6E6"/>
            <w:vAlign w:val="center"/>
          </w:tcPr>
          <w:p w14:paraId="042280FD" w14:textId="77777777" w:rsidR="00AF44A5" w:rsidRDefault="00000000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3ABB1AFD" w14:textId="77777777" w:rsidR="00AF44A5" w:rsidRDefault="00000000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370734C7" w14:textId="77777777" w:rsidR="00AF44A5" w:rsidRDefault="00000000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2A807A1B" w14:textId="77777777" w:rsidR="00AF44A5" w:rsidRDefault="00000000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1DD9200C" w14:textId="77777777" w:rsidR="00AF44A5" w:rsidRDefault="00000000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2DAF35B7" w14:textId="77777777" w:rsidR="00AF44A5" w:rsidRDefault="00000000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35AC80A7" w14:textId="77777777" w:rsidR="00AF44A5" w:rsidRDefault="00000000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AF44A5" w14:paraId="6C53E146" w14:textId="77777777">
        <w:tc>
          <w:tcPr>
            <w:tcW w:w="1160" w:type="dxa"/>
            <w:vMerge w:val="restart"/>
            <w:vAlign w:val="center"/>
          </w:tcPr>
          <w:p w14:paraId="13E585FE" w14:textId="77777777" w:rsidR="00AF44A5" w:rsidRDefault="00000000">
            <w:r>
              <w:t>南向</w:t>
            </w:r>
            <w:r>
              <w:br/>
              <w:t>41.76</w:t>
            </w:r>
          </w:p>
        </w:tc>
        <w:tc>
          <w:tcPr>
            <w:tcW w:w="1562" w:type="dxa"/>
            <w:vAlign w:val="center"/>
          </w:tcPr>
          <w:p w14:paraId="67520E27" w14:textId="77777777" w:rsidR="00AF44A5" w:rsidRDefault="00AF44A5"/>
        </w:tc>
        <w:tc>
          <w:tcPr>
            <w:tcW w:w="1386" w:type="dxa"/>
            <w:vAlign w:val="center"/>
          </w:tcPr>
          <w:p w14:paraId="51F5E6CD" w14:textId="77777777" w:rsidR="00AF44A5" w:rsidRDefault="00000000">
            <w:r>
              <w:t>1.20×0.90</w:t>
            </w:r>
          </w:p>
        </w:tc>
        <w:tc>
          <w:tcPr>
            <w:tcW w:w="1528" w:type="dxa"/>
            <w:vAlign w:val="center"/>
          </w:tcPr>
          <w:p w14:paraId="61A4313E" w14:textId="77777777" w:rsidR="00AF44A5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73021181" w14:textId="77777777" w:rsidR="00AF44A5" w:rsidRDefault="00000000">
            <w:r>
              <w:t>12</w:t>
            </w:r>
          </w:p>
        </w:tc>
        <w:tc>
          <w:tcPr>
            <w:tcW w:w="1262" w:type="dxa"/>
            <w:vAlign w:val="center"/>
          </w:tcPr>
          <w:p w14:paraId="316676FA" w14:textId="77777777" w:rsidR="00AF44A5" w:rsidRDefault="00000000">
            <w:r>
              <w:t>1.08</w:t>
            </w:r>
          </w:p>
        </w:tc>
        <w:tc>
          <w:tcPr>
            <w:tcW w:w="1262" w:type="dxa"/>
            <w:vAlign w:val="center"/>
          </w:tcPr>
          <w:p w14:paraId="42EF2B10" w14:textId="77777777" w:rsidR="00AF44A5" w:rsidRDefault="00000000">
            <w:r>
              <w:t>12.96</w:t>
            </w:r>
          </w:p>
        </w:tc>
      </w:tr>
      <w:tr w:rsidR="00AF44A5" w14:paraId="200AB251" w14:textId="77777777">
        <w:tc>
          <w:tcPr>
            <w:tcW w:w="1160" w:type="dxa"/>
            <w:vMerge/>
            <w:vAlign w:val="center"/>
          </w:tcPr>
          <w:p w14:paraId="68F619D0" w14:textId="77777777" w:rsidR="00AF44A5" w:rsidRDefault="00AF44A5"/>
        </w:tc>
        <w:tc>
          <w:tcPr>
            <w:tcW w:w="1562" w:type="dxa"/>
            <w:vAlign w:val="center"/>
          </w:tcPr>
          <w:p w14:paraId="4449233E" w14:textId="77777777" w:rsidR="00AF44A5" w:rsidRDefault="00000000">
            <w:r>
              <w:t>C0615</w:t>
            </w:r>
          </w:p>
        </w:tc>
        <w:tc>
          <w:tcPr>
            <w:tcW w:w="1386" w:type="dxa"/>
            <w:vAlign w:val="center"/>
          </w:tcPr>
          <w:p w14:paraId="44D9E3D4" w14:textId="77777777" w:rsidR="00AF44A5" w:rsidRDefault="00000000">
            <w:r>
              <w:t>0.60×1.50</w:t>
            </w:r>
          </w:p>
        </w:tc>
        <w:tc>
          <w:tcPr>
            <w:tcW w:w="1528" w:type="dxa"/>
            <w:vAlign w:val="center"/>
          </w:tcPr>
          <w:p w14:paraId="760621D7" w14:textId="77777777" w:rsidR="00AF44A5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644D2F89" w14:textId="77777777" w:rsidR="00AF44A5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025937C" w14:textId="77777777" w:rsidR="00AF44A5" w:rsidRDefault="00000000">
            <w:r>
              <w:t>0.90</w:t>
            </w:r>
          </w:p>
        </w:tc>
        <w:tc>
          <w:tcPr>
            <w:tcW w:w="1262" w:type="dxa"/>
            <w:vAlign w:val="center"/>
          </w:tcPr>
          <w:p w14:paraId="3C97A110" w14:textId="77777777" w:rsidR="00AF44A5" w:rsidRDefault="00000000">
            <w:r>
              <w:t>0.90</w:t>
            </w:r>
          </w:p>
        </w:tc>
      </w:tr>
      <w:tr w:rsidR="00AF44A5" w14:paraId="29F9B146" w14:textId="77777777">
        <w:tc>
          <w:tcPr>
            <w:tcW w:w="1160" w:type="dxa"/>
            <w:vMerge/>
            <w:vAlign w:val="center"/>
          </w:tcPr>
          <w:p w14:paraId="55678492" w14:textId="77777777" w:rsidR="00AF44A5" w:rsidRDefault="00AF44A5"/>
        </w:tc>
        <w:tc>
          <w:tcPr>
            <w:tcW w:w="1562" w:type="dxa"/>
            <w:vAlign w:val="center"/>
          </w:tcPr>
          <w:p w14:paraId="7F55C940" w14:textId="77777777" w:rsidR="00AF44A5" w:rsidRDefault="00000000">
            <w:r>
              <w:t>C1815</w:t>
            </w:r>
          </w:p>
        </w:tc>
        <w:tc>
          <w:tcPr>
            <w:tcW w:w="1386" w:type="dxa"/>
            <w:vAlign w:val="center"/>
          </w:tcPr>
          <w:p w14:paraId="191691E4" w14:textId="77777777" w:rsidR="00AF44A5" w:rsidRDefault="00000000">
            <w:r>
              <w:t>1.80×1.50</w:t>
            </w:r>
          </w:p>
        </w:tc>
        <w:tc>
          <w:tcPr>
            <w:tcW w:w="1528" w:type="dxa"/>
            <w:vAlign w:val="center"/>
          </w:tcPr>
          <w:p w14:paraId="11E79233" w14:textId="77777777" w:rsidR="00AF44A5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7BE0751B" w14:textId="77777777" w:rsidR="00AF44A5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CF9910E" w14:textId="77777777" w:rsidR="00AF44A5" w:rsidRDefault="00000000">
            <w:r>
              <w:t>2.70</w:t>
            </w:r>
          </w:p>
        </w:tc>
        <w:tc>
          <w:tcPr>
            <w:tcW w:w="1262" w:type="dxa"/>
            <w:vAlign w:val="center"/>
          </w:tcPr>
          <w:p w14:paraId="3D3EB6DB" w14:textId="77777777" w:rsidR="00AF44A5" w:rsidRDefault="00000000">
            <w:r>
              <w:t>2.70</w:t>
            </w:r>
          </w:p>
        </w:tc>
      </w:tr>
      <w:tr w:rsidR="00AF44A5" w14:paraId="0CF2BFE1" w14:textId="77777777">
        <w:tc>
          <w:tcPr>
            <w:tcW w:w="1160" w:type="dxa"/>
            <w:vMerge/>
            <w:vAlign w:val="center"/>
          </w:tcPr>
          <w:p w14:paraId="6B12895E" w14:textId="77777777" w:rsidR="00AF44A5" w:rsidRDefault="00AF44A5"/>
        </w:tc>
        <w:tc>
          <w:tcPr>
            <w:tcW w:w="1562" w:type="dxa"/>
            <w:vAlign w:val="center"/>
          </w:tcPr>
          <w:p w14:paraId="412CCB2B" w14:textId="77777777" w:rsidR="00AF44A5" w:rsidRDefault="00000000">
            <w:r>
              <w:t>C2115</w:t>
            </w:r>
          </w:p>
        </w:tc>
        <w:tc>
          <w:tcPr>
            <w:tcW w:w="1386" w:type="dxa"/>
            <w:vAlign w:val="center"/>
          </w:tcPr>
          <w:p w14:paraId="6E7AF960" w14:textId="77777777" w:rsidR="00AF44A5" w:rsidRDefault="00000000">
            <w:r>
              <w:t>2.10×1.50</w:t>
            </w:r>
          </w:p>
        </w:tc>
        <w:tc>
          <w:tcPr>
            <w:tcW w:w="1528" w:type="dxa"/>
            <w:vAlign w:val="center"/>
          </w:tcPr>
          <w:p w14:paraId="7EBDC006" w14:textId="77777777" w:rsidR="00AF44A5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507C929A" w14:textId="77777777" w:rsidR="00AF44A5" w:rsidRDefault="00000000">
            <w:r>
              <w:t>8</w:t>
            </w:r>
          </w:p>
        </w:tc>
        <w:tc>
          <w:tcPr>
            <w:tcW w:w="1262" w:type="dxa"/>
            <w:vAlign w:val="center"/>
          </w:tcPr>
          <w:p w14:paraId="5610F17D" w14:textId="77777777" w:rsidR="00AF44A5" w:rsidRDefault="00000000">
            <w:r>
              <w:t>3.15</w:t>
            </w:r>
          </w:p>
        </w:tc>
        <w:tc>
          <w:tcPr>
            <w:tcW w:w="1262" w:type="dxa"/>
            <w:vAlign w:val="center"/>
          </w:tcPr>
          <w:p w14:paraId="630D368E" w14:textId="77777777" w:rsidR="00AF44A5" w:rsidRDefault="00000000">
            <w:r>
              <w:t>25.20</w:t>
            </w:r>
          </w:p>
        </w:tc>
      </w:tr>
      <w:tr w:rsidR="00AF44A5" w14:paraId="364B82C3" w14:textId="77777777">
        <w:tc>
          <w:tcPr>
            <w:tcW w:w="1160" w:type="dxa"/>
            <w:vMerge w:val="restart"/>
            <w:vAlign w:val="center"/>
          </w:tcPr>
          <w:p w14:paraId="57B7C97E" w14:textId="77777777" w:rsidR="00AF44A5" w:rsidRDefault="00000000">
            <w:r>
              <w:t>北向</w:t>
            </w:r>
            <w:r>
              <w:br/>
              <w:t>43.65</w:t>
            </w:r>
          </w:p>
        </w:tc>
        <w:tc>
          <w:tcPr>
            <w:tcW w:w="1562" w:type="dxa"/>
            <w:vAlign w:val="center"/>
          </w:tcPr>
          <w:p w14:paraId="40B9CDCD" w14:textId="77777777" w:rsidR="00AF44A5" w:rsidRDefault="00000000">
            <w:r>
              <w:t>C0615</w:t>
            </w:r>
          </w:p>
        </w:tc>
        <w:tc>
          <w:tcPr>
            <w:tcW w:w="1386" w:type="dxa"/>
            <w:vAlign w:val="center"/>
          </w:tcPr>
          <w:p w14:paraId="331901F2" w14:textId="77777777" w:rsidR="00AF44A5" w:rsidRDefault="00000000">
            <w:r>
              <w:t>0.60×1.50</w:t>
            </w:r>
          </w:p>
        </w:tc>
        <w:tc>
          <w:tcPr>
            <w:tcW w:w="1528" w:type="dxa"/>
            <w:vAlign w:val="center"/>
          </w:tcPr>
          <w:p w14:paraId="616C7DE6" w14:textId="77777777" w:rsidR="00AF44A5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1A26CA5B" w14:textId="77777777" w:rsidR="00AF44A5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5D2DCAD1" w14:textId="77777777" w:rsidR="00AF44A5" w:rsidRDefault="00000000">
            <w:r>
              <w:t>0.90</w:t>
            </w:r>
          </w:p>
        </w:tc>
        <w:tc>
          <w:tcPr>
            <w:tcW w:w="1262" w:type="dxa"/>
            <w:vAlign w:val="center"/>
          </w:tcPr>
          <w:p w14:paraId="40CA91E3" w14:textId="77777777" w:rsidR="00AF44A5" w:rsidRDefault="00000000">
            <w:r>
              <w:t>3.60</w:t>
            </w:r>
          </w:p>
        </w:tc>
      </w:tr>
      <w:tr w:rsidR="00AF44A5" w14:paraId="5B232BBA" w14:textId="77777777">
        <w:tc>
          <w:tcPr>
            <w:tcW w:w="1160" w:type="dxa"/>
            <w:vMerge/>
            <w:vAlign w:val="center"/>
          </w:tcPr>
          <w:p w14:paraId="09E44FC1" w14:textId="77777777" w:rsidR="00AF44A5" w:rsidRDefault="00AF44A5"/>
        </w:tc>
        <w:tc>
          <w:tcPr>
            <w:tcW w:w="1562" w:type="dxa"/>
            <w:vAlign w:val="center"/>
          </w:tcPr>
          <w:p w14:paraId="16D45B95" w14:textId="77777777" w:rsidR="00AF44A5" w:rsidRDefault="00000000">
            <w:r>
              <w:t>C1515</w:t>
            </w:r>
          </w:p>
        </w:tc>
        <w:tc>
          <w:tcPr>
            <w:tcW w:w="1386" w:type="dxa"/>
            <w:vAlign w:val="center"/>
          </w:tcPr>
          <w:p w14:paraId="6BCA2D01" w14:textId="77777777" w:rsidR="00AF44A5" w:rsidRDefault="00000000">
            <w:r>
              <w:t>1.50×1.50</w:t>
            </w:r>
          </w:p>
        </w:tc>
        <w:tc>
          <w:tcPr>
            <w:tcW w:w="1528" w:type="dxa"/>
            <w:vAlign w:val="center"/>
          </w:tcPr>
          <w:p w14:paraId="462D8350" w14:textId="77777777" w:rsidR="00AF44A5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5B1368F4" w14:textId="77777777" w:rsidR="00AF44A5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2AE5121" w14:textId="77777777" w:rsidR="00AF44A5" w:rsidRDefault="00000000">
            <w:r>
              <w:t>2.25</w:t>
            </w:r>
          </w:p>
        </w:tc>
        <w:tc>
          <w:tcPr>
            <w:tcW w:w="1262" w:type="dxa"/>
            <w:vAlign w:val="center"/>
          </w:tcPr>
          <w:p w14:paraId="446B1576" w14:textId="77777777" w:rsidR="00AF44A5" w:rsidRDefault="00000000">
            <w:r>
              <w:t>2.25</w:t>
            </w:r>
          </w:p>
        </w:tc>
      </w:tr>
      <w:tr w:rsidR="00AF44A5" w14:paraId="6712022B" w14:textId="77777777">
        <w:tc>
          <w:tcPr>
            <w:tcW w:w="1160" w:type="dxa"/>
            <w:vMerge/>
            <w:vAlign w:val="center"/>
          </w:tcPr>
          <w:p w14:paraId="6F5172EE" w14:textId="77777777" w:rsidR="00AF44A5" w:rsidRDefault="00AF44A5"/>
        </w:tc>
        <w:tc>
          <w:tcPr>
            <w:tcW w:w="1562" w:type="dxa"/>
            <w:vAlign w:val="center"/>
          </w:tcPr>
          <w:p w14:paraId="22B3180A" w14:textId="77777777" w:rsidR="00AF44A5" w:rsidRDefault="00000000">
            <w:r>
              <w:t>C2115</w:t>
            </w:r>
          </w:p>
        </w:tc>
        <w:tc>
          <w:tcPr>
            <w:tcW w:w="1386" w:type="dxa"/>
            <w:vAlign w:val="center"/>
          </w:tcPr>
          <w:p w14:paraId="4BADE99C" w14:textId="77777777" w:rsidR="00AF44A5" w:rsidRDefault="00000000">
            <w:r>
              <w:t>2.10×1.50</w:t>
            </w:r>
          </w:p>
        </w:tc>
        <w:tc>
          <w:tcPr>
            <w:tcW w:w="1528" w:type="dxa"/>
            <w:vAlign w:val="center"/>
          </w:tcPr>
          <w:p w14:paraId="69E7E56E" w14:textId="77777777" w:rsidR="00AF44A5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00598C0D" w14:textId="77777777" w:rsidR="00AF44A5" w:rsidRDefault="00000000">
            <w:r>
              <w:t>12</w:t>
            </w:r>
          </w:p>
        </w:tc>
        <w:tc>
          <w:tcPr>
            <w:tcW w:w="1262" w:type="dxa"/>
            <w:vAlign w:val="center"/>
          </w:tcPr>
          <w:p w14:paraId="065E6F18" w14:textId="77777777" w:rsidR="00AF44A5" w:rsidRDefault="00000000">
            <w:r>
              <w:t>3.15</w:t>
            </w:r>
          </w:p>
        </w:tc>
        <w:tc>
          <w:tcPr>
            <w:tcW w:w="1262" w:type="dxa"/>
            <w:vAlign w:val="center"/>
          </w:tcPr>
          <w:p w14:paraId="6FD8B12D" w14:textId="77777777" w:rsidR="00AF44A5" w:rsidRDefault="00000000">
            <w:r>
              <w:t>37.80</w:t>
            </w:r>
          </w:p>
        </w:tc>
      </w:tr>
      <w:tr w:rsidR="00AF44A5" w14:paraId="2B20E8DD" w14:textId="77777777">
        <w:tc>
          <w:tcPr>
            <w:tcW w:w="1160" w:type="dxa"/>
            <w:vMerge w:val="restart"/>
            <w:vAlign w:val="center"/>
          </w:tcPr>
          <w:p w14:paraId="38EA1831" w14:textId="77777777" w:rsidR="00AF44A5" w:rsidRDefault="00000000">
            <w:r>
              <w:t>东向</w:t>
            </w:r>
            <w:r>
              <w:br/>
              <w:t>40.95</w:t>
            </w:r>
          </w:p>
        </w:tc>
        <w:tc>
          <w:tcPr>
            <w:tcW w:w="1562" w:type="dxa"/>
            <w:vAlign w:val="center"/>
          </w:tcPr>
          <w:p w14:paraId="07AEF136" w14:textId="77777777" w:rsidR="00AF44A5" w:rsidRDefault="00AF44A5"/>
        </w:tc>
        <w:tc>
          <w:tcPr>
            <w:tcW w:w="1386" w:type="dxa"/>
            <w:vAlign w:val="center"/>
          </w:tcPr>
          <w:p w14:paraId="5D685D30" w14:textId="77777777" w:rsidR="00AF44A5" w:rsidRDefault="00000000">
            <w:r>
              <w:t>1.20×0.90</w:t>
            </w:r>
          </w:p>
        </w:tc>
        <w:tc>
          <w:tcPr>
            <w:tcW w:w="1528" w:type="dxa"/>
            <w:vAlign w:val="center"/>
          </w:tcPr>
          <w:p w14:paraId="07CBD99A" w14:textId="77777777" w:rsidR="00AF44A5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32679049" w14:textId="77777777" w:rsidR="00AF44A5" w:rsidRDefault="00000000">
            <w:r>
              <w:t>8</w:t>
            </w:r>
          </w:p>
        </w:tc>
        <w:tc>
          <w:tcPr>
            <w:tcW w:w="1262" w:type="dxa"/>
            <w:vAlign w:val="center"/>
          </w:tcPr>
          <w:p w14:paraId="4A1701DB" w14:textId="77777777" w:rsidR="00AF44A5" w:rsidRDefault="00000000">
            <w:r>
              <w:t>1.08</w:t>
            </w:r>
          </w:p>
        </w:tc>
        <w:tc>
          <w:tcPr>
            <w:tcW w:w="1262" w:type="dxa"/>
            <w:vAlign w:val="center"/>
          </w:tcPr>
          <w:p w14:paraId="6FAF1761" w14:textId="77777777" w:rsidR="00AF44A5" w:rsidRDefault="00000000">
            <w:r>
              <w:t>8.64</w:t>
            </w:r>
          </w:p>
        </w:tc>
      </w:tr>
      <w:tr w:rsidR="00AF44A5" w14:paraId="0A91814E" w14:textId="77777777">
        <w:tc>
          <w:tcPr>
            <w:tcW w:w="1160" w:type="dxa"/>
            <w:vMerge/>
            <w:vAlign w:val="center"/>
          </w:tcPr>
          <w:p w14:paraId="28922D3E" w14:textId="77777777" w:rsidR="00AF44A5" w:rsidRDefault="00AF44A5"/>
        </w:tc>
        <w:tc>
          <w:tcPr>
            <w:tcW w:w="1562" w:type="dxa"/>
            <w:vAlign w:val="center"/>
          </w:tcPr>
          <w:p w14:paraId="0ADE7DE4" w14:textId="77777777" w:rsidR="00AF44A5" w:rsidRDefault="00AF44A5"/>
        </w:tc>
        <w:tc>
          <w:tcPr>
            <w:tcW w:w="1386" w:type="dxa"/>
            <w:vAlign w:val="center"/>
          </w:tcPr>
          <w:p w14:paraId="1490498E" w14:textId="77777777" w:rsidR="00AF44A5" w:rsidRDefault="00000000">
            <w:r>
              <w:t>0.90×0.90</w:t>
            </w:r>
          </w:p>
        </w:tc>
        <w:tc>
          <w:tcPr>
            <w:tcW w:w="1528" w:type="dxa"/>
            <w:vAlign w:val="center"/>
          </w:tcPr>
          <w:p w14:paraId="7E628920" w14:textId="77777777" w:rsidR="00AF44A5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253387D6" w14:textId="77777777" w:rsidR="00AF44A5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4EEF648" w14:textId="77777777" w:rsidR="00AF44A5" w:rsidRDefault="00000000">
            <w:r>
              <w:t>0.81</w:t>
            </w:r>
          </w:p>
        </w:tc>
        <w:tc>
          <w:tcPr>
            <w:tcW w:w="1262" w:type="dxa"/>
            <w:vAlign w:val="center"/>
          </w:tcPr>
          <w:p w14:paraId="1E6B0452" w14:textId="77777777" w:rsidR="00AF44A5" w:rsidRDefault="00000000">
            <w:r>
              <w:t>0.81</w:t>
            </w:r>
          </w:p>
        </w:tc>
      </w:tr>
      <w:tr w:rsidR="00AF44A5" w14:paraId="36F33305" w14:textId="77777777">
        <w:tc>
          <w:tcPr>
            <w:tcW w:w="1160" w:type="dxa"/>
            <w:vMerge/>
            <w:vAlign w:val="center"/>
          </w:tcPr>
          <w:p w14:paraId="0B1A33B4" w14:textId="77777777" w:rsidR="00AF44A5" w:rsidRDefault="00AF44A5"/>
        </w:tc>
        <w:tc>
          <w:tcPr>
            <w:tcW w:w="1562" w:type="dxa"/>
            <w:vAlign w:val="center"/>
          </w:tcPr>
          <w:p w14:paraId="073E33DF" w14:textId="77777777" w:rsidR="00AF44A5" w:rsidRDefault="00000000">
            <w:r>
              <w:t>C1215</w:t>
            </w:r>
          </w:p>
        </w:tc>
        <w:tc>
          <w:tcPr>
            <w:tcW w:w="1386" w:type="dxa"/>
            <w:vAlign w:val="center"/>
          </w:tcPr>
          <w:p w14:paraId="78589D51" w14:textId="77777777" w:rsidR="00AF44A5" w:rsidRDefault="00000000">
            <w:r>
              <w:t>1.20×1.50</w:t>
            </w:r>
          </w:p>
        </w:tc>
        <w:tc>
          <w:tcPr>
            <w:tcW w:w="1528" w:type="dxa"/>
            <w:vAlign w:val="center"/>
          </w:tcPr>
          <w:p w14:paraId="7A982C2D" w14:textId="77777777" w:rsidR="00AF44A5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3AE3AF03" w14:textId="77777777" w:rsidR="00AF44A5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4BBDD8E3" w14:textId="77777777" w:rsidR="00AF44A5" w:rsidRDefault="00000000">
            <w:r>
              <w:t>1.80</w:t>
            </w:r>
          </w:p>
        </w:tc>
        <w:tc>
          <w:tcPr>
            <w:tcW w:w="1262" w:type="dxa"/>
            <w:vAlign w:val="center"/>
          </w:tcPr>
          <w:p w14:paraId="4D364B4A" w14:textId="77777777" w:rsidR="00AF44A5" w:rsidRDefault="00000000">
            <w:r>
              <w:t>7.20</w:t>
            </w:r>
          </w:p>
        </w:tc>
      </w:tr>
      <w:tr w:rsidR="00AF44A5" w14:paraId="5ED4AF27" w14:textId="77777777">
        <w:tc>
          <w:tcPr>
            <w:tcW w:w="1160" w:type="dxa"/>
            <w:vMerge/>
            <w:vAlign w:val="center"/>
          </w:tcPr>
          <w:p w14:paraId="2AF91831" w14:textId="77777777" w:rsidR="00AF44A5" w:rsidRDefault="00AF44A5"/>
        </w:tc>
        <w:tc>
          <w:tcPr>
            <w:tcW w:w="1562" w:type="dxa"/>
            <w:vAlign w:val="center"/>
          </w:tcPr>
          <w:p w14:paraId="3121CD51" w14:textId="77777777" w:rsidR="00AF44A5" w:rsidRDefault="00000000">
            <w:r>
              <w:t>C1515</w:t>
            </w:r>
          </w:p>
        </w:tc>
        <w:tc>
          <w:tcPr>
            <w:tcW w:w="1386" w:type="dxa"/>
            <w:vAlign w:val="center"/>
          </w:tcPr>
          <w:p w14:paraId="78CE7B22" w14:textId="77777777" w:rsidR="00AF44A5" w:rsidRDefault="00000000">
            <w:r>
              <w:t>1.50×1.50</w:t>
            </w:r>
          </w:p>
        </w:tc>
        <w:tc>
          <w:tcPr>
            <w:tcW w:w="1528" w:type="dxa"/>
            <w:vAlign w:val="center"/>
          </w:tcPr>
          <w:p w14:paraId="2456B7F9" w14:textId="77777777" w:rsidR="00AF44A5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2DDC7F3C" w14:textId="77777777" w:rsidR="00AF44A5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7F09E7FA" w14:textId="77777777" w:rsidR="00AF44A5" w:rsidRDefault="00000000">
            <w:r>
              <w:t>2.25</w:t>
            </w:r>
          </w:p>
        </w:tc>
        <w:tc>
          <w:tcPr>
            <w:tcW w:w="1262" w:type="dxa"/>
            <w:vAlign w:val="center"/>
          </w:tcPr>
          <w:p w14:paraId="3A155117" w14:textId="77777777" w:rsidR="00AF44A5" w:rsidRDefault="00000000">
            <w:r>
              <w:t>2.25</w:t>
            </w:r>
          </w:p>
        </w:tc>
      </w:tr>
      <w:tr w:rsidR="00AF44A5" w14:paraId="3DD723F6" w14:textId="77777777">
        <w:tc>
          <w:tcPr>
            <w:tcW w:w="1160" w:type="dxa"/>
            <w:vMerge/>
            <w:vAlign w:val="center"/>
          </w:tcPr>
          <w:p w14:paraId="2050562B" w14:textId="77777777" w:rsidR="00AF44A5" w:rsidRDefault="00AF44A5"/>
        </w:tc>
        <w:tc>
          <w:tcPr>
            <w:tcW w:w="1562" w:type="dxa"/>
            <w:vAlign w:val="center"/>
          </w:tcPr>
          <w:p w14:paraId="450671C8" w14:textId="77777777" w:rsidR="00AF44A5" w:rsidRDefault="00000000">
            <w:r>
              <w:t>C2115</w:t>
            </w:r>
          </w:p>
        </w:tc>
        <w:tc>
          <w:tcPr>
            <w:tcW w:w="1386" w:type="dxa"/>
            <w:vAlign w:val="center"/>
          </w:tcPr>
          <w:p w14:paraId="2347EE68" w14:textId="77777777" w:rsidR="00AF44A5" w:rsidRDefault="00000000">
            <w:r>
              <w:t>2.10×1.50</w:t>
            </w:r>
          </w:p>
        </w:tc>
        <w:tc>
          <w:tcPr>
            <w:tcW w:w="1528" w:type="dxa"/>
            <w:vAlign w:val="center"/>
          </w:tcPr>
          <w:p w14:paraId="1991E313" w14:textId="77777777" w:rsidR="00AF44A5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0CC11AD6" w14:textId="77777777" w:rsidR="00AF44A5" w:rsidRDefault="00000000">
            <w:r>
              <w:t>7</w:t>
            </w:r>
          </w:p>
        </w:tc>
        <w:tc>
          <w:tcPr>
            <w:tcW w:w="1262" w:type="dxa"/>
            <w:vAlign w:val="center"/>
          </w:tcPr>
          <w:p w14:paraId="672F296E" w14:textId="77777777" w:rsidR="00AF44A5" w:rsidRDefault="00000000">
            <w:r>
              <w:t>3.15</w:t>
            </w:r>
          </w:p>
        </w:tc>
        <w:tc>
          <w:tcPr>
            <w:tcW w:w="1262" w:type="dxa"/>
            <w:vAlign w:val="center"/>
          </w:tcPr>
          <w:p w14:paraId="175548D0" w14:textId="77777777" w:rsidR="00AF44A5" w:rsidRDefault="00000000">
            <w:r>
              <w:t>22.05</w:t>
            </w:r>
          </w:p>
        </w:tc>
      </w:tr>
      <w:tr w:rsidR="00AF44A5" w14:paraId="092A4107" w14:textId="77777777">
        <w:tc>
          <w:tcPr>
            <w:tcW w:w="1160" w:type="dxa"/>
            <w:vMerge w:val="restart"/>
            <w:vAlign w:val="center"/>
          </w:tcPr>
          <w:p w14:paraId="018B6A64" w14:textId="77777777" w:rsidR="00AF44A5" w:rsidRDefault="00000000">
            <w:r>
              <w:t>西向</w:t>
            </w:r>
            <w:r>
              <w:br/>
              <w:t>24.21</w:t>
            </w:r>
          </w:p>
        </w:tc>
        <w:tc>
          <w:tcPr>
            <w:tcW w:w="1562" w:type="dxa"/>
            <w:vAlign w:val="center"/>
          </w:tcPr>
          <w:p w14:paraId="5C7D1F85" w14:textId="77777777" w:rsidR="00AF44A5" w:rsidRDefault="00AF44A5"/>
        </w:tc>
        <w:tc>
          <w:tcPr>
            <w:tcW w:w="1386" w:type="dxa"/>
            <w:vAlign w:val="center"/>
          </w:tcPr>
          <w:p w14:paraId="472F1D10" w14:textId="77777777" w:rsidR="00AF44A5" w:rsidRDefault="00000000">
            <w:r>
              <w:t>0.90×0.90</w:t>
            </w:r>
          </w:p>
        </w:tc>
        <w:tc>
          <w:tcPr>
            <w:tcW w:w="1528" w:type="dxa"/>
            <w:vAlign w:val="center"/>
          </w:tcPr>
          <w:p w14:paraId="757ADBC1" w14:textId="77777777" w:rsidR="00AF44A5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054D7F5E" w14:textId="77777777" w:rsidR="00AF44A5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91BDD31" w14:textId="77777777" w:rsidR="00AF44A5" w:rsidRDefault="00000000">
            <w:r>
              <w:t>0.81</w:t>
            </w:r>
          </w:p>
        </w:tc>
        <w:tc>
          <w:tcPr>
            <w:tcW w:w="1262" w:type="dxa"/>
            <w:vAlign w:val="center"/>
          </w:tcPr>
          <w:p w14:paraId="0D016271" w14:textId="77777777" w:rsidR="00AF44A5" w:rsidRDefault="00000000">
            <w:r>
              <w:t>0.81</w:t>
            </w:r>
          </w:p>
        </w:tc>
      </w:tr>
      <w:tr w:rsidR="00AF44A5" w14:paraId="0D9B875A" w14:textId="77777777">
        <w:tc>
          <w:tcPr>
            <w:tcW w:w="1160" w:type="dxa"/>
            <w:vMerge/>
            <w:vAlign w:val="center"/>
          </w:tcPr>
          <w:p w14:paraId="350D50F5" w14:textId="77777777" w:rsidR="00AF44A5" w:rsidRDefault="00AF44A5"/>
        </w:tc>
        <w:tc>
          <w:tcPr>
            <w:tcW w:w="1562" w:type="dxa"/>
            <w:vAlign w:val="center"/>
          </w:tcPr>
          <w:p w14:paraId="5AE78F4F" w14:textId="77777777" w:rsidR="00AF44A5" w:rsidRDefault="00000000">
            <w:r>
              <w:t>C1215</w:t>
            </w:r>
          </w:p>
        </w:tc>
        <w:tc>
          <w:tcPr>
            <w:tcW w:w="1386" w:type="dxa"/>
            <w:vAlign w:val="center"/>
          </w:tcPr>
          <w:p w14:paraId="0071AE68" w14:textId="77777777" w:rsidR="00AF44A5" w:rsidRDefault="00000000">
            <w:r>
              <w:t>1.20×1.50</w:t>
            </w:r>
          </w:p>
        </w:tc>
        <w:tc>
          <w:tcPr>
            <w:tcW w:w="1528" w:type="dxa"/>
            <w:vAlign w:val="center"/>
          </w:tcPr>
          <w:p w14:paraId="243C840E" w14:textId="77777777" w:rsidR="00AF44A5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40A2D05F" w14:textId="77777777" w:rsidR="00AF44A5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120B633" w14:textId="77777777" w:rsidR="00AF44A5" w:rsidRDefault="00000000">
            <w:r>
              <w:t>1.80</w:t>
            </w:r>
          </w:p>
        </w:tc>
        <w:tc>
          <w:tcPr>
            <w:tcW w:w="1262" w:type="dxa"/>
            <w:vAlign w:val="center"/>
          </w:tcPr>
          <w:p w14:paraId="1EFA910E" w14:textId="77777777" w:rsidR="00AF44A5" w:rsidRDefault="00000000">
            <w:r>
              <w:t>1.80</w:t>
            </w:r>
          </w:p>
        </w:tc>
      </w:tr>
      <w:tr w:rsidR="00AF44A5" w14:paraId="6138E2C9" w14:textId="77777777">
        <w:tc>
          <w:tcPr>
            <w:tcW w:w="1160" w:type="dxa"/>
            <w:vMerge/>
            <w:vAlign w:val="center"/>
          </w:tcPr>
          <w:p w14:paraId="22A44331" w14:textId="77777777" w:rsidR="00AF44A5" w:rsidRDefault="00AF44A5"/>
        </w:tc>
        <w:tc>
          <w:tcPr>
            <w:tcW w:w="1562" w:type="dxa"/>
            <w:vAlign w:val="center"/>
          </w:tcPr>
          <w:p w14:paraId="12B26AD2" w14:textId="77777777" w:rsidR="00AF44A5" w:rsidRDefault="00000000">
            <w:r>
              <w:t>C1515</w:t>
            </w:r>
          </w:p>
        </w:tc>
        <w:tc>
          <w:tcPr>
            <w:tcW w:w="1386" w:type="dxa"/>
            <w:vAlign w:val="center"/>
          </w:tcPr>
          <w:p w14:paraId="61B8C0B8" w14:textId="77777777" w:rsidR="00AF44A5" w:rsidRDefault="00000000">
            <w:r>
              <w:t>1.50×1.50</w:t>
            </w:r>
          </w:p>
        </w:tc>
        <w:tc>
          <w:tcPr>
            <w:tcW w:w="1528" w:type="dxa"/>
            <w:vAlign w:val="center"/>
          </w:tcPr>
          <w:p w14:paraId="07C64929" w14:textId="77777777" w:rsidR="00AF44A5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5CF1561A" w14:textId="77777777" w:rsidR="00AF44A5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318103BB" w14:textId="77777777" w:rsidR="00AF44A5" w:rsidRDefault="00000000">
            <w:r>
              <w:t>2.25</w:t>
            </w:r>
          </w:p>
        </w:tc>
        <w:tc>
          <w:tcPr>
            <w:tcW w:w="1262" w:type="dxa"/>
            <w:vAlign w:val="center"/>
          </w:tcPr>
          <w:p w14:paraId="3D78E012" w14:textId="77777777" w:rsidR="00AF44A5" w:rsidRDefault="00000000">
            <w:r>
              <w:t>9.00</w:t>
            </w:r>
          </w:p>
        </w:tc>
      </w:tr>
      <w:tr w:rsidR="00AF44A5" w14:paraId="4A22198D" w14:textId="77777777">
        <w:tc>
          <w:tcPr>
            <w:tcW w:w="1160" w:type="dxa"/>
            <w:vMerge/>
            <w:vAlign w:val="center"/>
          </w:tcPr>
          <w:p w14:paraId="5E612776" w14:textId="77777777" w:rsidR="00AF44A5" w:rsidRDefault="00AF44A5"/>
        </w:tc>
        <w:tc>
          <w:tcPr>
            <w:tcW w:w="1562" w:type="dxa"/>
            <w:vAlign w:val="center"/>
          </w:tcPr>
          <w:p w14:paraId="5033D007" w14:textId="77777777" w:rsidR="00AF44A5" w:rsidRDefault="00000000">
            <w:r>
              <w:t>C2115</w:t>
            </w:r>
          </w:p>
        </w:tc>
        <w:tc>
          <w:tcPr>
            <w:tcW w:w="1386" w:type="dxa"/>
            <w:vAlign w:val="center"/>
          </w:tcPr>
          <w:p w14:paraId="6EC0878A" w14:textId="77777777" w:rsidR="00AF44A5" w:rsidRDefault="00000000">
            <w:r>
              <w:t>2.10×1.50</w:t>
            </w:r>
          </w:p>
        </w:tc>
        <w:tc>
          <w:tcPr>
            <w:tcW w:w="1528" w:type="dxa"/>
            <w:vAlign w:val="center"/>
          </w:tcPr>
          <w:p w14:paraId="6B1CA1A8" w14:textId="77777777" w:rsidR="00AF44A5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447292DB" w14:textId="77777777" w:rsidR="00AF44A5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7A78B9E4" w14:textId="77777777" w:rsidR="00AF44A5" w:rsidRDefault="00000000">
            <w:r>
              <w:t>3.15</w:t>
            </w:r>
          </w:p>
        </w:tc>
        <w:tc>
          <w:tcPr>
            <w:tcW w:w="1262" w:type="dxa"/>
            <w:vAlign w:val="center"/>
          </w:tcPr>
          <w:p w14:paraId="048053F9" w14:textId="77777777" w:rsidR="00AF44A5" w:rsidRDefault="00000000">
            <w:r>
              <w:t>12.60</w:t>
            </w:r>
          </w:p>
        </w:tc>
      </w:tr>
    </w:tbl>
    <w:p w14:paraId="193B0281" w14:textId="77777777" w:rsidR="00AF44A5" w:rsidRDefault="00000000">
      <w:pPr>
        <w:pStyle w:val="2"/>
        <w:widowControl w:val="0"/>
        <w:rPr>
          <w:kern w:val="2"/>
        </w:rPr>
      </w:pPr>
      <w:r>
        <w:rPr>
          <w:kern w:val="2"/>
        </w:rPr>
        <w:t>可权衡判断窗墙面积比检查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1590"/>
        <w:gridCol w:w="1415"/>
        <w:gridCol w:w="1415"/>
        <w:gridCol w:w="1658"/>
        <w:gridCol w:w="1658"/>
      </w:tblGrid>
      <w:tr w:rsidR="00AF44A5" w14:paraId="2BA82BA3" w14:textId="77777777">
        <w:tc>
          <w:tcPr>
            <w:tcW w:w="1596" w:type="dxa"/>
            <w:shd w:val="clear" w:color="auto" w:fill="E6E6E6"/>
            <w:vAlign w:val="center"/>
          </w:tcPr>
          <w:p w14:paraId="07DBBEE5" w14:textId="77777777" w:rsidR="00AF44A5" w:rsidRDefault="00000000">
            <w:pPr>
              <w:jc w:val="center"/>
            </w:pPr>
            <w:r>
              <w:t>户型</w:t>
            </w:r>
          </w:p>
        </w:tc>
        <w:tc>
          <w:tcPr>
            <w:tcW w:w="1590" w:type="dxa"/>
            <w:shd w:val="clear" w:color="auto" w:fill="E6E6E6"/>
            <w:vAlign w:val="center"/>
          </w:tcPr>
          <w:p w14:paraId="14371B3B" w14:textId="77777777" w:rsidR="00AF44A5" w:rsidRDefault="00000000">
            <w:pPr>
              <w:jc w:val="center"/>
            </w:pPr>
            <w:r>
              <w:t>房间编号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211C5737" w14:textId="77777777" w:rsidR="00AF44A5" w:rsidRDefault="00000000">
            <w:pPr>
              <w:jc w:val="center"/>
            </w:pPr>
            <w:r>
              <w:t>朝向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574A95F9" w14:textId="77777777" w:rsidR="00AF44A5" w:rsidRDefault="00000000">
            <w:pPr>
              <w:jc w:val="center"/>
            </w:pPr>
            <w:r>
              <w:t>窗墙比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636845C0" w14:textId="77777777" w:rsidR="00AF44A5" w:rsidRDefault="00000000">
            <w:pPr>
              <w:jc w:val="center"/>
            </w:pPr>
            <w:r>
              <w:t>窗墙比限值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3248BDDA" w14:textId="77777777" w:rsidR="00AF44A5" w:rsidRDefault="00000000">
            <w:pPr>
              <w:jc w:val="center"/>
            </w:pPr>
            <w:r>
              <w:t>结论</w:t>
            </w:r>
          </w:p>
        </w:tc>
      </w:tr>
      <w:tr w:rsidR="00AF44A5" w14:paraId="6F1BF4F9" w14:textId="77777777">
        <w:tc>
          <w:tcPr>
            <w:tcW w:w="1596" w:type="dxa"/>
            <w:vMerge w:val="restart"/>
            <w:vAlign w:val="center"/>
          </w:tcPr>
          <w:p w14:paraId="6D9EE514" w14:textId="77777777" w:rsidR="00AF44A5" w:rsidRDefault="00000000">
            <w:r>
              <w:t>户外房间</w:t>
            </w:r>
          </w:p>
        </w:tc>
        <w:tc>
          <w:tcPr>
            <w:tcW w:w="1590" w:type="dxa"/>
            <w:vMerge w:val="restart"/>
            <w:vAlign w:val="center"/>
          </w:tcPr>
          <w:p w14:paraId="03C71A71" w14:textId="77777777" w:rsidR="00AF44A5" w:rsidRDefault="00000000">
            <w:r>
              <w:t>1001</w:t>
            </w:r>
          </w:p>
        </w:tc>
        <w:tc>
          <w:tcPr>
            <w:tcW w:w="1415" w:type="dxa"/>
            <w:vAlign w:val="center"/>
          </w:tcPr>
          <w:p w14:paraId="084E235E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38AF771C" w14:textId="77777777" w:rsidR="00AF44A5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3E793C39" w14:textId="77777777" w:rsidR="00AF44A5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4C082262" w14:textId="77777777" w:rsidR="00AF44A5" w:rsidRDefault="00000000">
            <w:r>
              <w:t>满足</w:t>
            </w:r>
          </w:p>
        </w:tc>
      </w:tr>
      <w:tr w:rsidR="00AF44A5" w14:paraId="003DC4B0" w14:textId="77777777">
        <w:tc>
          <w:tcPr>
            <w:tcW w:w="1596" w:type="dxa"/>
            <w:vMerge/>
            <w:vAlign w:val="center"/>
          </w:tcPr>
          <w:p w14:paraId="1E91D976" w14:textId="77777777" w:rsidR="00AF44A5" w:rsidRDefault="00AF44A5"/>
        </w:tc>
        <w:tc>
          <w:tcPr>
            <w:tcW w:w="1590" w:type="dxa"/>
            <w:vMerge/>
            <w:vAlign w:val="center"/>
          </w:tcPr>
          <w:p w14:paraId="5C505803" w14:textId="77777777" w:rsidR="00AF44A5" w:rsidRDefault="00AF44A5"/>
        </w:tc>
        <w:tc>
          <w:tcPr>
            <w:tcW w:w="1415" w:type="dxa"/>
            <w:vAlign w:val="center"/>
          </w:tcPr>
          <w:p w14:paraId="114D4442" w14:textId="77777777" w:rsidR="00AF44A5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5C40514C" w14:textId="77777777" w:rsidR="00AF44A5" w:rsidRDefault="00000000">
            <w:r>
              <w:t>0.17</w:t>
            </w:r>
          </w:p>
        </w:tc>
        <w:tc>
          <w:tcPr>
            <w:tcW w:w="1658" w:type="dxa"/>
            <w:vAlign w:val="center"/>
          </w:tcPr>
          <w:p w14:paraId="2A7BA8BA" w14:textId="77777777" w:rsidR="00AF44A5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6504B26C" w14:textId="77777777" w:rsidR="00AF44A5" w:rsidRDefault="00000000">
            <w:r>
              <w:t>满足</w:t>
            </w:r>
          </w:p>
        </w:tc>
      </w:tr>
      <w:tr w:rsidR="00AF44A5" w14:paraId="5DCADE9C" w14:textId="77777777">
        <w:tc>
          <w:tcPr>
            <w:tcW w:w="1596" w:type="dxa"/>
            <w:vMerge/>
            <w:vAlign w:val="center"/>
          </w:tcPr>
          <w:p w14:paraId="5CAF332E" w14:textId="77777777" w:rsidR="00AF44A5" w:rsidRDefault="00AF44A5"/>
        </w:tc>
        <w:tc>
          <w:tcPr>
            <w:tcW w:w="1590" w:type="dxa"/>
            <w:vMerge w:val="restart"/>
            <w:vAlign w:val="center"/>
          </w:tcPr>
          <w:p w14:paraId="484B6219" w14:textId="77777777" w:rsidR="00AF44A5" w:rsidRDefault="00000000">
            <w:r>
              <w:t>1002</w:t>
            </w:r>
          </w:p>
        </w:tc>
        <w:tc>
          <w:tcPr>
            <w:tcW w:w="1415" w:type="dxa"/>
            <w:vAlign w:val="center"/>
          </w:tcPr>
          <w:p w14:paraId="0EFF4103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716DC117" w14:textId="77777777" w:rsidR="00AF44A5" w:rsidRDefault="00000000">
            <w:r>
              <w:t>0.22</w:t>
            </w:r>
          </w:p>
        </w:tc>
        <w:tc>
          <w:tcPr>
            <w:tcW w:w="1658" w:type="dxa"/>
            <w:vAlign w:val="center"/>
          </w:tcPr>
          <w:p w14:paraId="1A95879E" w14:textId="77777777" w:rsidR="00AF44A5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75808067" w14:textId="77777777" w:rsidR="00AF44A5" w:rsidRDefault="00000000">
            <w:r>
              <w:t>满足</w:t>
            </w:r>
          </w:p>
        </w:tc>
      </w:tr>
      <w:tr w:rsidR="00AF44A5" w14:paraId="632190E7" w14:textId="77777777">
        <w:tc>
          <w:tcPr>
            <w:tcW w:w="1596" w:type="dxa"/>
            <w:vMerge/>
            <w:vAlign w:val="center"/>
          </w:tcPr>
          <w:p w14:paraId="4ACAF5CA" w14:textId="77777777" w:rsidR="00AF44A5" w:rsidRDefault="00AF44A5"/>
        </w:tc>
        <w:tc>
          <w:tcPr>
            <w:tcW w:w="1590" w:type="dxa"/>
            <w:vMerge/>
            <w:vAlign w:val="center"/>
          </w:tcPr>
          <w:p w14:paraId="67442E88" w14:textId="77777777" w:rsidR="00AF44A5" w:rsidRDefault="00AF44A5"/>
        </w:tc>
        <w:tc>
          <w:tcPr>
            <w:tcW w:w="1415" w:type="dxa"/>
            <w:vAlign w:val="center"/>
          </w:tcPr>
          <w:p w14:paraId="3DBA03AE" w14:textId="77777777" w:rsidR="00AF44A5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242BEFBF" w14:textId="77777777" w:rsidR="00AF44A5" w:rsidRDefault="00000000">
            <w:r>
              <w:t>0.34</w:t>
            </w:r>
          </w:p>
        </w:tc>
        <w:tc>
          <w:tcPr>
            <w:tcW w:w="1658" w:type="dxa"/>
            <w:vAlign w:val="center"/>
          </w:tcPr>
          <w:p w14:paraId="44993B71" w14:textId="77777777" w:rsidR="00AF44A5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458A3BB6" w14:textId="77777777" w:rsidR="00AF44A5" w:rsidRDefault="00000000">
            <w:r>
              <w:t>满足</w:t>
            </w:r>
          </w:p>
        </w:tc>
      </w:tr>
      <w:tr w:rsidR="00AF44A5" w14:paraId="2DE61282" w14:textId="77777777">
        <w:tc>
          <w:tcPr>
            <w:tcW w:w="1596" w:type="dxa"/>
            <w:vMerge/>
            <w:vAlign w:val="center"/>
          </w:tcPr>
          <w:p w14:paraId="19C0DB51" w14:textId="77777777" w:rsidR="00AF44A5" w:rsidRDefault="00AF44A5"/>
        </w:tc>
        <w:tc>
          <w:tcPr>
            <w:tcW w:w="1590" w:type="dxa"/>
            <w:vMerge w:val="restart"/>
            <w:vAlign w:val="center"/>
          </w:tcPr>
          <w:p w14:paraId="16AA6D66" w14:textId="77777777" w:rsidR="00AF44A5" w:rsidRDefault="00000000">
            <w:r>
              <w:t>1003</w:t>
            </w:r>
          </w:p>
        </w:tc>
        <w:tc>
          <w:tcPr>
            <w:tcW w:w="1415" w:type="dxa"/>
            <w:vAlign w:val="center"/>
          </w:tcPr>
          <w:p w14:paraId="233393A9" w14:textId="77777777" w:rsidR="00AF44A5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0CB47751" w14:textId="77777777" w:rsidR="00AF44A5" w:rsidRDefault="00000000">
            <w:r>
              <w:t>0.12</w:t>
            </w:r>
          </w:p>
        </w:tc>
        <w:tc>
          <w:tcPr>
            <w:tcW w:w="1658" w:type="dxa"/>
            <w:vAlign w:val="center"/>
          </w:tcPr>
          <w:p w14:paraId="02520565" w14:textId="77777777" w:rsidR="00AF44A5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1FA59231" w14:textId="77777777" w:rsidR="00AF44A5" w:rsidRDefault="00000000">
            <w:r>
              <w:t>满足</w:t>
            </w:r>
          </w:p>
        </w:tc>
      </w:tr>
      <w:tr w:rsidR="00AF44A5" w14:paraId="68201DDC" w14:textId="77777777">
        <w:tc>
          <w:tcPr>
            <w:tcW w:w="1596" w:type="dxa"/>
            <w:vMerge/>
            <w:vAlign w:val="center"/>
          </w:tcPr>
          <w:p w14:paraId="6E60D240" w14:textId="77777777" w:rsidR="00AF44A5" w:rsidRDefault="00AF44A5"/>
        </w:tc>
        <w:tc>
          <w:tcPr>
            <w:tcW w:w="1590" w:type="dxa"/>
            <w:vMerge/>
            <w:vAlign w:val="center"/>
          </w:tcPr>
          <w:p w14:paraId="136ED6F7" w14:textId="77777777" w:rsidR="00AF44A5" w:rsidRDefault="00AF44A5"/>
        </w:tc>
        <w:tc>
          <w:tcPr>
            <w:tcW w:w="1415" w:type="dxa"/>
            <w:vAlign w:val="center"/>
          </w:tcPr>
          <w:p w14:paraId="1E3982FF" w14:textId="77777777" w:rsidR="00AF44A5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1F632C22" w14:textId="77777777" w:rsidR="00AF44A5" w:rsidRDefault="00000000">
            <w:r>
              <w:t>0.19</w:t>
            </w:r>
          </w:p>
        </w:tc>
        <w:tc>
          <w:tcPr>
            <w:tcW w:w="1658" w:type="dxa"/>
            <w:vAlign w:val="center"/>
          </w:tcPr>
          <w:p w14:paraId="3AA0D05F" w14:textId="77777777" w:rsidR="00AF44A5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466692F2" w14:textId="77777777" w:rsidR="00AF44A5" w:rsidRDefault="00000000">
            <w:r>
              <w:t>满足</w:t>
            </w:r>
          </w:p>
        </w:tc>
      </w:tr>
      <w:tr w:rsidR="00AF44A5" w14:paraId="6642D563" w14:textId="77777777">
        <w:tc>
          <w:tcPr>
            <w:tcW w:w="1596" w:type="dxa"/>
            <w:vMerge/>
            <w:vAlign w:val="center"/>
          </w:tcPr>
          <w:p w14:paraId="332679DB" w14:textId="77777777" w:rsidR="00AF44A5" w:rsidRDefault="00AF44A5"/>
        </w:tc>
        <w:tc>
          <w:tcPr>
            <w:tcW w:w="1590" w:type="dxa"/>
            <w:vMerge w:val="restart"/>
            <w:vAlign w:val="center"/>
          </w:tcPr>
          <w:p w14:paraId="661DA6D7" w14:textId="77777777" w:rsidR="00AF44A5" w:rsidRDefault="00000000">
            <w:r>
              <w:t>1004</w:t>
            </w:r>
          </w:p>
        </w:tc>
        <w:tc>
          <w:tcPr>
            <w:tcW w:w="1415" w:type="dxa"/>
            <w:vAlign w:val="center"/>
          </w:tcPr>
          <w:p w14:paraId="1A966F9B" w14:textId="77777777" w:rsidR="00AF44A5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18445D8F" w14:textId="77777777" w:rsidR="00AF44A5" w:rsidRDefault="00000000">
            <w:r>
              <w:t>0.19</w:t>
            </w:r>
          </w:p>
        </w:tc>
        <w:tc>
          <w:tcPr>
            <w:tcW w:w="1658" w:type="dxa"/>
            <w:vAlign w:val="center"/>
          </w:tcPr>
          <w:p w14:paraId="11C5FF09" w14:textId="77777777" w:rsidR="00AF44A5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73D5A5B4" w14:textId="77777777" w:rsidR="00AF44A5" w:rsidRDefault="00000000">
            <w:r>
              <w:t>满足</w:t>
            </w:r>
          </w:p>
        </w:tc>
      </w:tr>
      <w:tr w:rsidR="00AF44A5" w14:paraId="0D7E2AA4" w14:textId="77777777">
        <w:tc>
          <w:tcPr>
            <w:tcW w:w="1596" w:type="dxa"/>
            <w:vMerge/>
            <w:vAlign w:val="center"/>
          </w:tcPr>
          <w:p w14:paraId="2D011F7E" w14:textId="77777777" w:rsidR="00AF44A5" w:rsidRDefault="00AF44A5"/>
        </w:tc>
        <w:tc>
          <w:tcPr>
            <w:tcW w:w="1590" w:type="dxa"/>
            <w:vMerge/>
            <w:vAlign w:val="center"/>
          </w:tcPr>
          <w:p w14:paraId="1F21E72A" w14:textId="77777777" w:rsidR="00AF44A5" w:rsidRDefault="00AF44A5"/>
        </w:tc>
        <w:tc>
          <w:tcPr>
            <w:tcW w:w="1415" w:type="dxa"/>
            <w:vAlign w:val="center"/>
          </w:tcPr>
          <w:p w14:paraId="72ADE72F" w14:textId="77777777" w:rsidR="00AF44A5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148AE75E" w14:textId="77777777" w:rsidR="00AF44A5" w:rsidRDefault="00000000">
            <w:r>
              <w:t>0.17</w:t>
            </w:r>
          </w:p>
        </w:tc>
        <w:tc>
          <w:tcPr>
            <w:tcW w:w="1658" w:type="dxa"/>
            <w:vAlign w:val="center"/>
          </w:tcPr>
          <w:p w14:paraId="2FDACD34" w14:textId="77777777" w:rsidR="00AF44A5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77FF0560" w14:textId="77777777" w:rsidR="00AF44A5" w:rsidRDefault="00000000">
            <w:r>
              <w:t>满足</w:t>
            </w:r>
          </w:p>
        </w:tc>
      </w:tr>
      <w:tr w:rsidR="00AF44A5" w14:paraId="2EBA42E4" w14:textId="77777777">
        <w:tc>
          <w:tcPr>
            <w:tcW w:w="1596" w:type="dxa"/>
            <w:vMerge/>
            <w:vAlign w:val="center"/>
          </w:tcPr>
          <w:p w14:paraId="3C36854F" w14:textId="77777777" w:rsidR="00AF44A5" w:rsidRDefault="00AF44A5"/>
        </w:tc>
        <w:tc>
          <w:tcPr>
            <w:tcW w:w="1590" w:type="dxa"/>
            <w:vMerge w:val="restart"/>
            <w:vAlign w:val="center"/>
          </w:tcPr>
          <w:p w14:paraId="12A4F63A" w14:textId="77777777" w:rsidR="00AF44A5" w:rsidRDefault="00000000">
            <w:r>
              <w:t>1005</w:t>
            </w:r>
          </w:p>
        </w:tc>
        <w:tc>
          <w:tcPr>
            <w:tcW w:w="1415" w:type="dxa"/>
            <w:vAlign w:val="center"/>
          </w:tcPr>
          <w:p w14:paraId="5D86D055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17F32EBD" w14:textId="77777777" w:rsidR="00AF44A5" w:rsidRDefault="00000000">
            <w:r>
              <w:t>0.22</w:t>
            </w:r>
          </w:p>
        </w:tc>
        <w:tc>
          <w:tcPr>
            <w:tcW w:w="1658" w:type="dxa"/>
            <w:vAlign w:val="center"/>
          </w:tcPr>
          <w:p w14:paraId="6754C4AD" w14:textId="77777777" w:rsidR="00AF44A5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3A0A0DA5" w14:textId="77777777" w:rsidR="00AF44A5" w:rsidRDefault="00000000">
            <w:r>
              <w:t>满足</w:t>
            </w:r>
          </w:p>
        </w:tc>
      </w:tr>
      <w:tr w:rsidR="00AF44A5" w14:paraId="64D507F6" w14:textId="77777777">
        <w:tc>
          <w:tcPr>
            <w:tcW w:w="1596" w:type="dxa"/>
            <w:vMerge/>
            <w:vAlign w:val="center"/>
          </w:tcPr>
          <w:p w14:paraId="3AA4F766" w14:textId="77777777" w:rsidR="00AF44A5" w:rsidRDefault="00AF44A5"/>
        </w:tc>
        <w:tc>
          <w:tcPr>
            <w:tcW w:w="1590" w:type="dxa"/>
            <w:vMerge/>
            <w:vAlign w:val="center"/>
          </w:tcPr>
          <w:p w14:paraId="65B3E456" w14:textId="77777777" w:rsidR="00AF44A5" w:rsidRDefault="00AF44A5"/>
        </w:tc>
        <w:tc>
          <w:tcPr>
            <w:tcW w:w="1415" w:type="dxa"/>
            <w:vAlign w:val="center"/>
          </w:tcPr>
          <w:p w14:paraId="414BA0BE" w14:textId="77777777" w:rsidR="00AF44A5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0D626946" w14:textId="77777777" w:rsidR="00AF44A5" w:rsidRDefault="00000000">
            <w:r>
              <w:t>0.22</w:t>
            </w:r>
          </w:p>
        </w:tc>
        <w:tc>
          <w:tcPr>
            <w:tcW w:w="1658" w:type="dxa"/>
            <w:vAlign w:val="center"/>
          </w:tcPr>
          <w:p w14:paraId="136D6A84" w14:textId="77777777" w:rsidR="00AF44A5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679BF363" w14:textId="77777777" w:rsidR="00AF44A5" w:rsidRDefault="00000000">
            <w:r>
              <w:t>满足</w:t>
            </w:r>
          </w:p>
        </w:tc>
      </w:tr>
      <w:tr w:rsidR="00AF44A5" w14:paraId="6197ADD8" w14:textId="77777777">
        <w:tc>
          <w:tcPr>
            <w:tcW w:w="1596" w:type="dxa"/>
            <w:vMerge/>
            <w:vAlign w:val="center"/>
          </w:tcPr>
          <w:p w14:paraId="5B9F50E4" w14:textId="77777777" w:rsidR="00AF44A5" w:rsidRDefault="00AF44A5"/>
        </w:tc>
        <w:tc>
          <w:tcPr>
            <w:tcW w:w="1590" w:type="dxa"/>
            <w:vAlign w:val="center"/>
          </w:tcPr>
          <w:p w14:paraId="09EF2395" w14:textId="77777777" w:rsidR="00AF44A5" w:rsidRDefault="00000000">
            <w:r>
              <w:t>1006</w:t>
            </w:r>
          </w:p>
        </w:tc>
        <w:tc>
          <w:tcPr>
            <w:tcW w:w="1415" w:type="dxa"/>
            <w:vAlign w:val="center"/>
          </w:tcPr>
          <w:p w14:paraId="3634BC0F" w14:textId="77777777" w:rsidR="00AF44A5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201F5661" w14:textId="77777777" w:rsidR="00AF44A5" w:rsidRDefault="00000000">
            <w:r>
              <w:t>0.29</w:t>
            </w:r>
          </w:p>
        </w:tc>
        <w:tc>
          <w:tcPr>
            <w:tcW w:w="1658" w:type="dxa"/>
            <w:vAlign w:val="center"/>
          </w:tcPr>
          <w:p w14:paraId="6D41934A" w14:textId="77777777" w:rsidR="00AF44A5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07BC65BD" w14:textId="77777777" w:rsidR="00AF44A5" w:rsidRDefault="00000000">
            <w:r>
              <w:t>满足</w:t>
            </w:r>
          </w:p>
        </w:tc>
      </w:tr>
      <w:tr w:rsidR="00AF44A5" w14:paraId="7DCE3DE2" w14:textId="77777777">
        <w:tc>
          <w:tcPr>
            <w:tcW w:w="1596" w:type="dxa"/>
            <w:vMerge/>
            <w:vAlign w:val="center"/>
          </w:tcPr>
          <w:p w14:paraId="12F51B6D" w14:textId="77777777" w:rsidR="00AF44A5" w:rsidRDefault="00AF44A5"/>
        </w:tc>
        <w:tc>
          <w:tcPr>
            <w:tcW w:w="1590" w:type="dxa"/>
            <w:vAlign w:val="center"/>
          </w:tcPr>
          <w:p w14:paraId="6029E3E9" w14:textId="77777777" w:rsidR="00AF44A5" w:rsidRDefault="00000000">
            <w:r>
              <w:t>1007</w:t>
            </w:r>
          </w:p>
        </w:tc>
        <w:tc>
          <w:tcPr>
            <w:tcW w:w="1415" w:type="dxa"/>
            <w:vAlign w:val="center"/>
          </w:tcPr>
          <w:p w14:paraId="42194E24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5FD79584" w14:textId="77777777" w:rsidR="00AF44A5" w:rsidRDefault="00000000">
            <w:r>
              <w:t>0.32</w:t>
            </w:r>
          </w:p>
        </w:tc>
        <w:tc>
          <w:tcPr>
            <w:tcW w:w="1658" w:type="dxa"/>
            <w:vAlign w:val="center"/>
          </w:tcPr>
          <w:p w14:paraId="6C8FCC02" w14:textId="77777777" w:rsidR="00AF44A5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63924782" w14:textId="77777777" w:rsidR="00AF44A5" w:rsidRDefault="00000000">
            <w:r>
              <w:t>满足</w:t>
            </w:r>
          </w:p>
        </w:tc>
      </w:tr>
      <w:tr w:rsidR="00AF44A5" w14:paraId="458A0CC4" w14:textId="77777777">
        <w:tc>
          <w:tcPr>
            <w:tcW w:w="1596" w:type="dxa"/>
            <w:vMerge/>
            <w:vAlign w:val="center"/>
          </w:tcPr>
          <w:p w14:paraId="6C290A60" w14:textId="77777777" w:rsidR="00AF44A5" w:rsidRDefault="00AF44A5"/>
        </w:tc>
        <w:tc>
          <w:tcPr>
            <w:tcW w:w="1590" w:type="dxa"/>
            <w:vAlign w:val="center"/>
          </w:tcPr>
          <w:p w14:paraId="7D7FE7B4" w14:textId="77777777" w:rsidR="00AF44A5" w:rsidRDefault="00000000">
            <w:r>
              <w:t>1008</w:t>
            </w:r>
          </w:p>
        </w:tc>
        <w:tc>
          <w:tcPr>
            <w:tcW w:w="1415" w:type="dxa"/>
            <w:vAlign w:val="center"/>
          </w:tcPr>
          <w:p w14:paraId="2EE8D4B6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35350862" w14:textId="77777777" w:rsidR="00AF44A5" w:rsidRDefault="00000000">
            <w:r>
              <w:t>0.33</w:t>
            </w:r>
          </w:p>
        </w:tc>
        <w:tc>
          <w:tcPr>
            <w:tcW w:w="1658" w:type="dxa"/>
            <w:vAlign w:val="center"/>
          </w:tcPr>
          <w:p w14:paraId="4E8F6F44" w14:textId="77777777" w:rsidR="00AF44A5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6FAC7178" w14:textId="77777777" w:rsidR="00AF44A5" w:rsidRDefault="00000000">
            <w:r>
              <w:t>满足</w:t>
            </w:r>
          </w:p>
        </w:tc>
      </w:tr>
      <w:tr w:rsidR="00AF44A5" w14:paraId="433B86EF" w14:textId="77777777">
        <w:tc>
          <w:tcPr>
            <w:tcW w:w="1596" w:type="dxa"/>
            <w:vMerge/>
            <w:vAlign w:val="center"/>
          </w:tcPr>
          <w:p w14:paraId="5C18A4ED" w14:textId="77777777" w:rsidR="00AF44A5" w:rsidRDefault="00AF44A5"/>
        </w:tc>
        <w:tc>
          <w:tcPr>
            <w:tcW w:w="1590" w:type="dxa"/>
            <w:vAlign w:val="center"/>
          </w:tcPr>
          <w:p w14:paraId="387BFD40" w14:textId="77777777" w:rsidR="00AF44A5" w:rsidRDefault="00000000">
            <w:r>
              <w:t>1013</w:t>
            </w:r>
          </w:p>
        </w:tc>
        <w:tc>
          <w:tcPr>
            <w:tcW w:w="1415" w:type="dxa"/>
            <w:vAlign w:val="center"/>
          </w:tcPr>
          <w:p w14:paraId="07AF6256" w14:textId="77777777" w:rsidR="00AF44A5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6E5C27CD" w14:textId="77777777" w:rsidR="00AF44A5" w:rsidRDefault="00000000">
            <w:r>
              <w:t>0.33</w:t>
            </w:r>
          </w:p>
        </w:tc>
        <w:tc>
          <w:tcPr>
            <w:tcW w:w="1658" w:type="dxa"/>
            <w:vAlign w:val="center"/>
          </w:tcPr>
          <w:p w14:paraId="606FC3E7" w14:textId="77777777" w:rsidR="00AF44A5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3ABB6C6E" w14:textId="77777777" w:rsidR="00AF44A5" w:rsidRDefault="00000000">
            <w:r>
              <w:t>满足</w:t>
            </w:r>
          </w:p>
        </w:tc>
      </w:tr>
      <w:tr w:rsidR="00AF44A5" w14:paraId="7ABCC4A6" w14:textId="77777777">
        <w:tc>
          <w:tcPr>
            <w:tcW w:w="1596" w:type="dxa"/>
            <w:vMerge/>
            <w:vAlign w:val="center"/>
          </w:tcPr>
          <w:p w14:paraId="5DB469E5" w14:textId="77777777" w:rsidR="00AF44A5" w:rsidRDefault="00AF44A5"/>
        </w:tc>
        <w:tc>
          <w:tcPr>
            <w:tcW w:w="1590" w:type="dxa"/>
            <w:vAlign w:val="center"/>
          </w:tcPr>
          <w:p w14:paraId="6D4F65AF" w14:textId="77777777" w:rsidR="00AF44A5" w:rsidRDefault="00000000">
            <w:r>
              <w:t>1014</w:t>
            </w:r>
          </w:p>
        </w:tc>
        <w:tc>
          <w:tcPr>
            <w:tcW w:w="1415" w:type="dxa"/>
            <w:vAlign w:val="center"/>
          </w:tcPr>
          <w:p w14:paraId="19FCCF35" w14:textId="77777777" w:rsidR="00AF44A5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12A5D5A2" w14:textId="77777777" w:rsidR="00AF44A5" w:rsidRDefault="00000000">
            <w:r>
              <w:t>0.33</w:t>
            </w:r>
          </w:p>
        </w:tc>
        <w:tc>
          <w:tcPr>
            <w:tcW w:w="1658" w:type="dxa"/>
            <w:vAlign w:val="center"/>
          </w:tcPr>
          <w:p w14:paraId="7F017639" w14:textId="77777777" w:rsidR="00AF44A5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762168C2" w14:textId="77777777" w:rsidR="00AF44A5" w:rsidRDefault="00000000">
            <w:r>
              <w:t>满足</w:t>
            </w:r>
          </w:p>
        </w:tc>
      </w:tr>
      <w:tr w:rsidR="00AF44A5" w14:paraId="77643B58" w14:textId="77777777">
        <w:tc>
          <w:tcPr>
            <w:tcW w:w="1596" w:type="dxa"/>
            <w:vMerge/>
            <w:vAlign w:val="center"/>
          </w:tcPr>
          <w:p w14:paraId="36D0FCFB" w14:textId="77777777" w:rsidR="00AF44A5" w:rsidRDefault="00AF44A5"/>
        </w:tc>
        <w:tc>
          <w:tcPr>
            <w:tcW w:w="1590" w:type="dxa"/>
            <w:vAlign w:val="center"/>
          </w:tcPr>
          <w:p w14:paraId="0A85F996" w14:textId="77777777" w:rsidR="00AF44A5" w:rsidRDefault="00000000">
            <w:r>
              <w:t>1015</w:t>
            </w:r>
          </w:p>
        </w:tc>
        <w:tc>
          <w:tcPr>
            <w:tcW w:w="1415" w:type="dxa"/>
            <w:vAlign w:val="center"/>
          </w:tcPr>
          <w:p w14:paraId="50C49F25" w14:textId="77777777" w:rsidR="00AF44A5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221A3C5D" w14:textId="77777777" w:rsidR="00AF44A5" w:rsidRDefault="00000000">
            <w:r>
              <w:t>0.33</w:t>
            </w:r>
          </w:p>
        </w:tc>
        <w:tc>
          <w:tcPr>
            <w:tcW w:w="1658" w:type="dxa"/>
            <w:vAlign w:val="center"/>
          </w:tcPr>
          <w:p w14:paraId="638A812B" w14:textId="77777777" w:rsidR="00AF44A5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538A301A" w14:textId="77777777" w:rsidR="00AF44A5" w:rsidRDefault="00000000">
            <w:r>
              <w:t>满足</w:t>
            </w:r>
          </w:p>
        </w:tc>
      </w:tr>
      <w:tr w:rsidR="00AF44A5" w14:paraId="628198EB" w14:textId="77777777">
        <w:tc>
          <w:tcPr>
            <w:tcW w:w="1596" w:type="dxa"/>
            <w:vMerge/>
            <w:vAlign w:val="center"/>
          </w:tcPr>
          <w:p w14:paraId="5B45A05E" w14:textId="77777777" w:rsidR="00AF44A5" w:rsidRDefault="00AF44A5"/>
        </w:tc>
        <w:tc>
          <w:tcPr>
            <w:tcW w:w="1590" w:type="dxa"/>
            <w:vMerge w:val="restart"/>
            <w:vAlign w:val="center"/>
          </w:tcPr>
          <w:p w14:paraId="19262AAA" w14:textId="77777777" w:rsidR="00AF44A5" w:rsidRDefault="00000000">
            <w:r>
              <w:t>2001</w:t>
            </w:r>
          </w:p>
        </w:tc>
        <w:tc>
          <w:tcPr>
            <w:tcW w:w="1415" w:type="dxa"/>
            <w:vAlign w:val="center"/>
          </w:tcPr>
          <w:p w14:paraId="683F808A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67332498" w14:textId="77777777" w:rsidR="00AF44A5" w:rsidRDefault="00000000">
            <w:r>
              <w:t>0.16</w:t>
            </w:r>
          </w:p>
        </w:tc>
        <w:tc>
          <w:tcPr>
            <w:tcW w:w="1658" w:type="dxa"/>
            <w:vAlign w:val="center"/>
          </w:tcPr>
          <w:p w14:paraId="300FBBBA" w14:textId="77777777" w:rsidR="00AF44A5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66A1A69C" w14:textId="77777777" w:rsidR="00AF44A5" w:rsidRDefault="00000000">
            <w:r>
              <w:t>满足</w:t>
            </w:r>
          </w:p>
        </w:tc>
      </w:tr>
      <w:tr w:rsidR="00AF44A5" w14:paraId="37296EF7" w14:textId="77777777">
        <w:tc>
          <w:tcPr>
            <w:tcW w:w="1596" w:type="dxa"/>
            <w:vMerge/>
            <w:vAlign w:val="center"/>
          </w:tcPr>
          <w:p w14:paraId="20D45EF1" w14:textId="77777777" w:rsidR="00AF44A5" w:rsidRDefault="00AF44A5"/>
        </w:tc>
        <w:tc>
          <w:tcPr>
            <w:tcW w:w="1590" w:type="dxa"/>
            <w:vMerge/>
            <w:vAlign w:val="center"/>
          </w:tcPr>
          <w:p w14:paraId="0E4B08CA" w14:textId="77777777" w:rsidR="00AF44A5" w:rsidRDefault="00AF44A5"/>
        </w:tc>
        <w:tc>
          <w:tcPr>
            <w:tcW w:w="1415" w:type="dxa"/>
            <w:vAlign w:val="center"/>
          </w:tcPr>
          <w:p w14:paraId="6F9CDA90" w14:textId="77777777" w:rsidR="00AF44A5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6F79B474" w14:textId="77777777" w:rsidR="00AF44A5" w:rsidRDefault="00000000">
            <w:r>
              <w:t>0.15</w:t>
            </w:r>
          </w:p>
        </w:tc>
        <w:tc>
          <w:tcPr>
            <w:tcW w:w="1658" w:type="dxa"/>
            <w:vAlign w:val="center"/>
          </w:tcPr>
          <w:p w14:paraId="2B0CC6F2" w14:textId="77777777" w:rsidR="00AF44A5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2438EEAF" w14:textId="77777777" w:rsidR="00AF44A5" w:rsidRDefault="00000000">
            <w:r>
              <w:t>满足</w:t>
            </w:r>
          </w:p>
        </w:tc>
      </w:tr>
      <w:tr w:rsidR="00AF44A5" w14:paraId="6022B73E" w14:textId="77777777">
        <w:tc>
          <w:tcPr>
            <w:tcW w:w="1596" w:type="dxa"/>
            <w:vMerge/>
            <w:vAlign w:val="center"/>
          </w:tcPr>
          <w:p w14:paraId="4B92C6D5" w14:textId="77777777" w:rsidR="00AF44A5" w:rsidRDefault="00AF44A5"/>
        </w:tc>
        <w:tc>
          <w:tcPr>
            <w:tcW w:w="1590" w:type="dxa"/>
            <w:vMerge/>
            <w:vAlign w:val="center"/>
          </w:tcPr>
          <w:p w14:paraId="58E2AFB2" w14:textId="77777777" w:rsidR="00AF44A5" w:rsidRDefault="00AF44A5"/>
        </w:tc>
        <w:tc>
          <w:tcPr>
            <w:tcW w:w="1415" w:type="dxa"/>
            <w:vAlign w:val="center"/>
          </w:tcPr>
          <w:p w14:paraId="0B7B2319" w14:textId="77777777" w:rsidR="00AF44A5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0DFE2AFC" w14:textId="77777777" w:rsidR="00AF44A5" w:rsidRDefault="00000000">
            <w:r>
              <w:t>0.03</w:t>
            </w:r>
          </w:p>
        </w:tc>
        <w:tc>
          <w:tcPr>
            <w:tcW w:w="1658" w:type="dxa"/>
            <w:vAlign w:val="center"/>
          </w:tcPr>
          <w:p w14:paraId="6AC3C229" w14:textId="77777777" w:rsidR="00AF44A5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72FC9D12" w14:textId="77777777" w:rsidR="00AF44A5" w:rsidRDefault="00000000">
            <w:r>
              <w:t>满足</w:t>
            </w:r>
          </w:p>
        </w:tc>
      </w:tr>
      <w:tr w:rsidR="00AF44A5" w14:paraId="25216EC3" w14:textId="77777777">
        <w:tc>
          <w:tcPr>
            <w:tcW w:w="1596" w:type="dxa"/>
            <w:vMerge/>
            <w:vAlign w:val="center"/>
          </w:tcPr>
          <w:p w14:paraId="2EDCC188" w14:textId="77777777" w:rsidR="00AF44A5" w:rsidRDefault="00AF44A5"/>
        </w:tc>
        <w:tc>
          <w:tcPr>
            <w:tcW w:w="1590" w:type="dxa"/>
            <w:vMerge/>
            <w:vAlign w:val="center"/>
          </w:tcPr>
          <w:p w14:paraId="65F9497B" w14:textId="77777777" w:rsidR="00AF44A5" w:rsidRDefault="00AF44A5"/>
        </w:tc>
        <w:tc>
          <w:tcPr>
            <w:tcW w:w="1415" w:type="dxa"/>
            <w:vAlign w:val="center"/>
          </w:tcPr>
          <w:p w14:paraId="2784F40A" w14:textId="77777777" w:rsidR="00AF44A5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3292DCE1" w14:textId="77777777" w:rsidR="00AF44A5" w:rsidRDefault="00000000">
            <w:r>
              <w:t>0.13</w:t>
            </w:r>
          </w:p>
        </w:tc>
        <w:tc>
          <w:tcPr>
            <w:tcW w:w="1658" w:type="dxa"/>
            <w:vAlign w:val="center"/>
          </w:tcPr>
          <w:p w14:paraId="473074E3" w14:textId="77777777" w:rsidR="00AF44A5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2900F771" w14:textId="77777777" w:rsidR="00AF44A5" w:rsidRDefault="00000000">
            <w:r>
              <w:t>满足</w:t>
            </w:r>
          </w:p>
        </w:tc>
      </w:tr>
      <w:tr w:rsidR="00AF44A5" w14:paraId="079436F7" w14:textId="77777777">
        <w:tc>
          <w:tcPr>
            <w:tcW w:w="1596" w:type="dxa"/>
            <w:vMerge/>
            <w:vAlign w:val="center"/>
          </w:tcPr>
          <w:p w14:paraId="0EA2F7F9" w14:textId="77777777" w:rsidR="00AF44A5" w:rsidRDefault="00AF44A5"/>
        </w:tc>
        <w:tc>
          <w:tcPr>
            <w:tcW w:w="1590" w:type="dxa"/>
            <w:vAlign w:val="center"/>
          </w:tcPr>
          <w:p w14:paraId="1D0FC9BA" w14:textId="77777777" w:rsidR="00AF44A5" w:rsidRDefault="00000000">
            <w:r>
              <w:t>2002</w:t>
            </w:r>
          </w:p>
        </w:tc>
        <w:tc>
          <w:tcPr>
            <w:tcW w:w="1415" w:type="dxa"/>
            <w:vAlign w:val="center"/>
          </w:tcPr>
          <w:p w14:paraId="01BA95E1" w14:textId="77777777" w:rsidR="00AF44A5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6E1479C7" w14:textId="77777777" w:rsidR="00AF44A5" w:rsidRDefault="00000000">
            <w:r>
              <w:t>0.10</w:t>
            </w:r>
          </w:p>
        </w:tc>
        <w:tc>
          <w:tcPr>
            <w:tcW w:w="1658" w:type="dxa"/>
            <w:vAlign w:val="center"/>
          </w:tcPr>
          <w:p w14:paraId="2290CB79" w14:textId="77777777" w:rsidR="00AF44A5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27DA9509" w14:textId="77777777" w:rsidR="00AF44A5" w:rsidRDefault="00000000">
            <w:r>
              <w:t>满足</w:t>
            </w:r>
          </w:p>
        </w:tc>
      </w:tr>
      <w:tr w:rsidR="00AF44A5" w14:paraId="16CAC866" w14:textId="77777777">
        <w:tc>
          <w:tcPr>
            <w:tcW w:w="1596" w:type="dxa"/>
            <w:vMerge/>
            <w:vAlign w:val="center"/>
          </w:tcPr>
          <w:p w14:paraId="5C0D5A26" w14:textId="77777777" w:rsidR="00AF44A5" w:rsidRDefault="00AF44A5"/>
        </w:tc>
        <w:tc>
          <w:tcPr>
            <w:tcW w:w="1590" w:type="dxa"/>
            <w:vAlign w:val="center"/>
          </w:tcPr>
          <w:p w14:paraId="07485B65" w14:textId="77777777" w:rsidR="00AF44A5" w:rsidRDefault="00000000">
            <w:r>
              <w:t>2003</w:t>
            </w:r>
          </w:p>
        </w:tc>
        <w:tc>
          <w:tcPr>
            <w:tcW w:w="1415" w:type="dxa"/>
            <w:vAlign w:val="center"/>
          </w:tcPr>
          <w:p w14:paraId="7DE6E144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1D5CFB05" w14:textId="77777777" w:rsidR="00AF44A5" w:rsidRDefault="00000000">
            <w:r>
              <w:t>0.15</w:t>
            </w:r>
          </w:p>
        </w:tc>
        <w:tc>
          <w:tcPr>
            <w:tcW w:w="1658" w:type="dxa"/>
            <w:vAlign w:val="center"/>
          </w:tcPr>
          <w:p w14:paraId="1316B879" w14:textId="77777777" w:rsidR="00AF44A5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69AFC2A3" w14:textId="77777777" w:rsidR="00AF44A5" w:rsidRDefault="00000000">
            <w:r>
              <w:t>满足</w:t>
            </w:r>
          </w:p>
        </w:tc>
      </w:tr>
      <w:tr w:rsidR="00AF44A5" w14:paraId="5512AF97" w14:textId="77777777">
        <w:tc>
          <w:tcPr>
            <w:tcW w:w="1596" w:type="dxa"/>
            <w:vMerge/>
            <w:vAlign w:val="center"/>
          </w:tcPr>
          <w:p w14:paraId="7C76BB15" w14:textId="77777777" w:rsidR="00AF44A5" w:rsidRDefault="00AF44A5"/>
        </w:tc>
        <w:tc>
          <w:tcPr>
            <w:tcW w:w="1590" w:type="dxa"/>
            <w:vAlign w:val="center"/>
          </w:tcPr>
          <w:p w14:paraId="71F40026" w14:textId="77777777" w:rsidR="00AF44A5" w:rsidRDefault="00000000">
            <w:r>
              <w:t>2004</w:t>
            </w:r>
          </w:p>
        </w:tc>
        <w:tc>
          <w:tcPr>
            <w:tcW w:w="1415" w:type="dxa"/>
            <w:vAlign w:val="center"/>
          </w:tcPr>
          <w:p w14:paraId="38B6A4D2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51DDDF3C" w14:textId="77777777" w:rsidR="00AF44A5" w:rsidRDefault="00000000">
            <w:r>
              <w:t>0.15</w:t>
            </w:r>
          </w:p>
        </w:tc>
        <w:tc>
          <w:tcPr>
            <w:tcW w:w="1658" w:type="dxa"/>
            <w:vAlign w:val="center"/>
          </w:tcPr>
          <w:p w14:paraId="47C9DD8F" w14:textId="77777777" w:rsidR="00AF44A5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26458BD8" w14:textId="77777777" w:rsidR="00AF44A5" w:rsidRDefault="00000000">
            <w:r>
              <w:t>满足</w:t>
            </w:r>
          </w:p>
        </w:tc>
      </w:tr>
      <w:tr w:rsidR="00AF44A5" w14:paraId="363EE4AE" w14:textId="77777777">
        <w:tc>
          <w:tcPr>
            <w:tcW w:w="1596" w:type="dxa"/>
            <w:vMerge/>
            <w:vAlign w:val="center"/>
          </w:tcPr>
          <w:p w14:paraId="48E710B1" w14:textId="77777777" w:rsidR="00AF44A5" w:rsidRDefault="00AF44A5"/>
        </w:tc>
        <w:tc>
          <w:tcPr>
            <w:tcW w:w="1590" w:type="dxa"/>
            <w:vAlign w:val="center"/>
          </w:tcPr>
          <w:p w14:paraId="63783229" w14:textId="77777777" w:rsidR="00AF44A5" w:rsidRDefault="00000000">
            <w:r>
              <w:t>2005</w:t>
            </w:r>
          </w:p>
        </w:tc>
        <w:tc>
          <w:tcPr>
            <w:tcW w:w="1415" w:type="dxa"/>
            <w:vAlign w:val="center"/>
          </w:tcPr>
          <w:p w14:paraId="15294343" w14:textId="77777777" w:rsidR="00AF44A5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6B06182F" w14:textId="77777777" w:rsidR="00AF44A5" w:rsidRDefault="00000000">
            <w:r>
              <w:t>0.20</w:t>
            </w:r>
          </w:p>
        </w:tc>
        <w:tc>
          <w:tcPr>
            <w:tcW w:w="1658" w:type="dxa"/>
            <w:vAlign w:val="center"/>
          </w:tcPr>
          <w:p w14:paraId="63DAC1C7" w14:textId="77777777" w:rsidR="00AF44A5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5A48CF20" w14:textId="77777777" w:rsidR="00AF44A5" w:rsidRDefault="00000000">
            <w:r>
              <w:t>满足</w:t>
            </w:r>
          </w:p>
        </w:tc>
      </w:tr>
      <w:tr w:rsidR="00AF44A5" w14:paraId="475FC2A2" w14:textId="77777777">
        <w:tc>
          <w:tcPr>
            <w:tcW w:w="1596" w:type="dxa"/>
            <w:vMerge/>
            <w:vAlign w:val="center"/>
          </w:tcPr>
          <w:p w14:paraId="25D7A9D3" w14:textId="77777777" w:rsidR="00AF44A5" w:rsidRDefault="00AF44A5"/>
        </w:tc>
        <w:tc>
          <w:tcPr>
            <w:tcW w:w="1590" w:type="dxa"/>
            <w:vAlign w:val="center"/>
          </w:tcPr>
          <w:p w14:paraId="5D9AC97C" w14:textId="77777777" w:rsidR="00AF44A5" w:rsidRDefault="00000000">
            <w:r>
              <w:t>2006</w:t>
            </w:r>
          </w:p>
        </w:tc>
        <w:tc>
          <w:tcPr>
            <w:tcW w:w="1415" w:type="dxa"/>
            <w:vAlign w:val="center"/>
          </w:tcPr>
          <w:p w14:paraId="16307EFA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5D8409FF" w14:textId="77777777" w:rsidR="00AF44A5" w:rsidRDefault="00000000">
            <w:r>
              <w:t>0.16</w:t>
            </w:r>
          </w:p>
        </w:tc>
        <w:tc>
          <w:tcPr>
            <w:tcW w:w="1658" w:type="dxa"/>
            <w:vAlign w:val="center"/>
          </w:tcPr>
          <w:p w14:paraId="2D8058ED" w14:textId="77777777" w:rsidR="00AF44A5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2FE0350B" w14:textId="77777777" w:rsidR="00AF44A5" w:rsidRDefault="00000000">
            <w:r>
              <w:t>满足</w:t>
            </w:r>
          </w:p>
        </w:tc>
      </w:tr>
      <w:tr w:rsidR="00AF44A5" w14:paraId="7BC53F30" w14:textId="77777777">
        <w:tc>
          <w:tcPr>
            <w:tcW w:w="1596" w:type="dxa"/>
            <w:vMerge/>
            <w:vAlign w:val="center"/>
          </w:tcPr>
          <w:p w14:paraId="3FBAA050" w14:textId="77777777" w:rsidR="00AF44A5" w:rsidRDefault="00AF44A5"/>
        </w:tc>
        <w:tc>
          <w:tcPr>
            <w:tcW w:w="1590" w:type="dxa"/>
            <w:vAlign w:val="center"/>
          </w:tcPr>
          <w:p w14:paraId="75A4E045" w14:textId="77777777" w:rsidR="00AF44A5" w:rsidRDefault="00000000">
            <w:r>
              <w:t>2007</w:t>
            </w:r>
          </w:p>
        </w:tc>
        <w:tc>
          <w:tcPr>
            <w:tcW w:w="1415" w:type="dxa"/>
            <w:vAlign w:val="center"/>
          </w:tcPr>
          <w:p w14:paraId="513CB4A5" w14:textId="77777777" w:rsidR="00AF44A5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20EB0844" w14:textId="77777777" w:rsidR="00AF44A5" w:rsidRDefault="00000000">
            <w:r>
              <w:t>0.22</w:t>
            </w:r>
          </w:p>
        </w:tc>
        <w:tc>
          <w:tcPr>
            <w:tcW w:w="1658" w:type="dxa"/>
            <w:vAlign w:val="center"/>
          </w:tcPr>
          <w:p w14:paraId="73A8E8E0" w14:textId="77777777" w:rsidR="00AF44A5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31FAC0DA" w14:textId="77777777" w:rsidR="00AF44A5" w:rsidRDefault="00000000">
            <w:r>
              <w:t>满足</w:t>
            </w:r>
          </w:p>
        </w:tc>
      </w:tr>
      <w:tr w:rsidR="00AF44A5" w14:paraId="7825EE37" w14:textId="77777777">
        <w:tc>
          <w:tcPr>
            <w:tcW w:w="1596" w:type="dxa"/>
            <w:vMerge/>
            <w:vAlign w:val="center"/>
          </w:tcPr>
          <w:p w14:paraId="59160607" w14:textId="77777777" w:rsidR="00AF44A5" w:rsidRDefault="00AF44A5"/>
        </w:tc>
        <w:tc>
          <w:tcPr>
            <w:tcW w:w="1590" w:type="dxa"/>
            <w:vAlign w:val="center"/>
          </w:tcPr>
          <w:p w14:paraId="3CF22278" w14:textId="77777777" w:rsidR="00AF44A5" w:rsidRDefault="00000000">
            <w:r>
              <w:t>2010</w:t>
            </w:r>
          </w:p>
        </w:tc>
        <w:tc>
          <w:tcPr>
            <w:tcW w:w="1415" w:type="dxa"/>
            <w:vAlign w:val="center"/>
          </w:tcPr>
          <w:p w14:paraId="30212CF6" w14:textId="77777777" w:rsidR="00AF44A5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03C6AB45" w14:textId="77777777" w:rsidR="00AF44A5" w:rsidRDefault="00000000">
            <w:r>
              <w:t>0.16</w:t>
            </w:r>
          </w:p>
        </w:tc>
        <w:tc>
          <w:tcPr>
            <w:tcW w:w="1658" w:type="dxa"/>
            <w:vAlign w:val="center"/>
          </w:tcPr>
          <w:p w14:paraId="77A517A2" w14:textId="77777777" w:rsidR="00AF44A5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13888A14" w14:textId="77777777" w:rsidR="00AF44A5" w:rsidRDefault="00000000">
            <w:r>
              <w:t>满足</w:t>
            </w:r>
          </w:p>
        </w:tc>
      </w:tr>
      <w:tr w:rsidR="00AF44A5" w14:paraId="76E81310" w14:textId="77777777">
        <w:tc>
          <w:tcPr>
            <w:tcW w:w="1596" w:type="dxa"/>
            <w:vMerge/>
            <w:vAlign w:val="center"/>
          </w:tcPr>
          <w:p w14:paraId="6230A2B9" w14:textId="77777777" w:rsidR="00AF44A5" w:rsidRDefault="00AF44A5"/>
        </w:tc>
        <w:tc>
          <w:tcPr>
            <w:tcW w:w="1590" w:type="dxa"/>
            <w:vAlign w:val="center"/>
          </w:tcPr>
          <w:p w14:paraId="7EDF7F06" w14:textId="77777777" w:rsidR="00AF44A5" w:rsidRDefault="00000000">
            <w:r>
              <w:t>2011</w:t>
            </w:r>
          </w:p>
        </w:tc>
        <w:tc>
          <w:tcPr>
            <w:tcW w:w="1415" w:type="dxa"/>
            <w:vAlign w:val="center"/>
          </w:tcPr>
          <w:p w14:paraId="5F1917FE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60BA4D34" w14:textId="77777777" w:rsidR="00AF44A5" w:rsidRDefault="00000000">
            <w:r>
              <w:t>0.15</w:t>
            </w:r>
          </w:p>
        </w:tc>
        <w:tc>
          <w:tcPr>
            <w:tcW w:w="1658" w:type="dxa"/>
            <w:vAlign w:val="center"/>
          </w:tcPr>
          <w:p w14:paraId="6630AD3D" w14:textId="77777777" w:rsidR="00AF44A5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7472E5D5" w14:textId="77777777" w:rsidR="00AF44A5" w:rsidRDefault="00000000">
            <w:r>
              <w:t>满足</w:t>
            </w:r>
          </w:p>
        </w:tc>
      </w:tr>
      <w:tr w:rsidR="00AF44A5" w14:paraId="6EEBFA4C" w14:textId="77777777">
        <w:tc>
          <w:tcPr>
            <w:tcW w:w="1596" w:type="dxa"/>
            <w:vMerge/>
            <w:vAlign w:val="center"/>
          </w:tcPr>
          <w:p w14:paraId="4030423A" w14:textId="77777777" w:rsidR="00AF44A5" w:rsidRDefault="00AF44A5"/>
        </w:tc>
        <w:tc>
          <w:tcPr>
            <w:tcW w:w="1590" w:type="dxa"/>
            <w:vAlign w:val="center"/>
          </w:tcPr>
          <w:p w14:paraId="166976D3" w14:textId="77777777" w:rsidR="00AF44A5" w:rsidRDefault="00000000">
            <w:r>
              <w:t>2012</w:t>
            </w:r>
          </w:p>
        </w:tc>
        <w:tc>
          <w:tcPr>
            <w:tcW w:w="1415" w:type="dxa"/>
            <w:vAlign w:val="center"/>
          </w:tcPr>
          <w:p w14:paraId="670048A1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10EF2960" w14:textId="77777777" w:rsidR="00AF44A5" w:rsidRDefault="00000000">
            <w:r>
              <w:t>0.15</w:t>
            </w:r>
          </w:p>
        </w:tc>
        <w:tc>
          <w:tcPr>
            <w:tcW w:w="1658" w:type="dxa"/>
            <w:vAlign w:val="center"/>
          </w:tcPr>
          <w:p w14:paraId="4212F608" w14:textId="77777777" w:rsidR="00AF44A5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6C75668C" w14:textId="77777777" w:rsidR="00AF44A5" w:rsidRDefault="00000000">
            <w:r>
              <w:t>满足</w:t>
            </w:r>
          </w:p>
        </w:tc>
      </w:tr>
      <w:tr w:rsidR="00AF44A5" w14:paraId="40C6383C" w14:textId="77777777">
        <w:tc>
          <w:tcPr>
            <w:tcW w:w="1596" w:type="dxa"/>
            <w:vMerge/>
            <w:vAlign w:val="center"/>
          </w:tcPr>
          <w:p w14:paraId="6DEE361C" w14:textId="77777777" w:rsidR="00AF44A5" w:rsidRDefault="00AF44A5"/>
        </w:tc>
        <w:tc>
          <w:tcPr>
            <w:tcW w:w="1590" w:type="dxa"/>
            <w:vAlign w:val="center"/>
          </w:tcPr>
          <w:p w14:paraId="669EBDCA" w14:textId="77777777" w:rsidR="00AF44A5" w:rsidRDefault="00000000">
            <w:r>
              <w:t>2013</w:t>
            </w:r>
          </w:p>
        </w:tc>
        <w:tc>
          <w:tcPr>
            <w:tcW w:w="1415" w:type="dxa"/>
            <w:vAlign w:val="center"/>
          </w:tcPr>
          <w:p w14:paraId="72E3E4B1" w14:textId="77777777" w:rsidR="00AF44A5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2BC9533D" w14:textId="77777777" w:rsidR="00AF44A5" w:rsidRDefault="00000000">
            <w:r>
              <w:t>0.16</w:t>
            </w:r>
          </w:p>
        </w:tc>
        <w:tc>
          <w:tcPr>
            <w:tcW w:w="1658" w:type="dxa"/>
            <w:vAlign w:val="center"/>
          </w:tcPr>
          <w:p w14:paraId="658B053A" w14:textId="77777777" w:rsidR="00AF44A5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21547982" w14:textId="77777777" w:rsidR="00AF44A5" w:rsidRDefault="00000000">
            <w:r>
              <w:t>满足</w:t>
            </w:r>
          </w:p>
        </w:tc>
      </w:tr>
      <w:tr w:rsidR="00AF44A5" w14:paraId="53FCD31B" w14:textId="77777777">
        <w:tc>
          <w:tcPr>
            <w:tcW w:w="1596" w:type="dxa"/>
            <w:vMerge/>
            <w:vAlign w:val="center"/>
          </w:tcPr>
          <w:p w14:paraId="0F681EA1" w14:textId="77777777" w:rsidR="00AF44A5" w:rsidRDefault="00AF44A5"/>
        </w:tc>
        <w:tc>
          <w:tcPr>
            <w:tcW w:w="1590" w:type="dxa"/>
            <w:vAlign w:val="center"/>
          </w:tcPr>
          <w:p w14:paraId="286BCF3F" w14:textId="77777777" w:rsidR="00AF44A5" w:rsidRDefault="00000000">
            <w:r>
              <w:t>2014</w:t>
            </w:r>
          </w:p>
        </w:tc>
        <w:tc>
          <w:tcPr>
            <w:tcW w:w="1415" w:type="dxa"/>
            <w:vAlign w:val="center"/>
          </w:tcPr>
          <w:p w14:paraId="4AFA65AC" w14:textId="77777777" w:rsidR="00AF44A5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031B63C3" w14:textId="77777777" w:rsidR="00AF44A5" w:rsidRDefault="00000000">
            <w:r>
              <w:t>0.06</w:t>
            </w:r>
          </w:p>
        </w:tc>
        <w:tc>
          <w:tcPr>
            <w:tcW w:w="1658" w:type="dxa"/>
            <w:vAlign w:val="center"/>
          </w:tcPr>
          <w:p w14:paraId="4CCECF02" w14:textId="77777777" w:rsidR="00AF44A5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34E86F26" w14:textId="77777777" w:rsidR="00AF44A5" w:rsidRDefault="00000000">
            <w:r>
              <w:t>满足</w:t>
            </w:r>
          </w:p>
        </w:tc>
      </w:tr>
      <w:tr w:rsidR="00AF44A5" w14:paraId="650DF643" w14:textId="77777777">
        <w:tc>
          <w:tcPr>
            <w:tcW w:w="1596" w:type="dxa"/>
            <w:vMerge/>
            <w:vAlign w:val="center"/>
          </w:tcPr>
          <w:p w14:paraId="253B8588" w14:textId="77777777" w:rsidR="00AF44A5" w:rsidRDefault="00AF44A5"/>
        </w:tc>
        <w:tc>
          <w:tcPr>
            <w:tcW w:w="1590" w:type="dxa"/>
            <w:vAlign w:val="center"/>
          </w:tcPr>
          <w:p w14:paraId="777E7A42" w14:textId="77777777" w:rsidR="00AF44A5" w:rsidRDefault="00000000">
            <w:r>
              <w:t>2021</w:t>
            </w:r>
          </w:p>
        </w:tc>
        <w:tc>
          <w:tcPr>
            <w:tcW w:w="1415" w:type="dxa"/>
            <w:vAlign w:val="center"/>
          </w:tcPr>
          <w:p w14:paraId="4A253D99" w14:textId="77777777" w:rsidR="00AF44A5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11B8E7BC" w14:textId="77777777" w:rsidR="00AF44A5" w:rsidRDefault="00000000">
            <w:r>
              <w:t>0.09</w:t>
            </w:r>
          </w:p>
        </w:tc>
        <w:tc>
          <w:tcPr>
            <w:tcW w:w="1658" w:type="dxa"/>
            <w:vAlign w:val="center"/>
          </w:tcPr>
          <w:p w14:paraId="7D9EBFE8" w14:textId="77777777" w:rsidR="00AF44A5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4E35125A" w14:textId="77777777" w:rsidR="00AF44A5" w:rsidRDefault="00000000">
            <w:r>
              <w:t>满足</w:t>
            </w:r>
          </w:p>
        </w:tc>
      </w:tr>
      <w:tr w:rsidR="00AF44A5" w14:paraId="299FC359" w14:textId="77777777">
        <w:tc>
          <w:tcPr>
            <w:tcW w:w="1596" w:type="dxa"/>
            <w:vMerge/>
            <w:vAlign w:val="center"/>
          </w:tcPr>
          <w:p w14:paraId="63AD53EF" w14:textId="77777777" w:rsidR="00AF44A5" w:rsidRDefault="00AF44A5"/>
        </w:tc>
        <w:tc>
          <w:tcPr>
            <w:tcW w:w="1590" w:type="dxa"/>
            <w:vAlign w:val="center"/>
          </w:tcPr>
          <w:p w14:paraId="0B79F1BC" w14:textId="77777777" w:rsidR="00AF44A5" w:rsidRDefault="00000000">
            <w:r>
              <w:t>2023</w:t>
            </w:r>
          </w:p>
        </w:tc>
        <w:tc>
          <w:tcPr>
            <w:tcW w:w="1415" w:type="dxa"/>
            <w:vAlign w:val="center"/>
          </w:tcPr>
          <w:p w14:paraId="603B8114" w14:textId="77777777" w:rsidR="00AF44A5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65D3B68D" w14:textId="77777777" w:rsidR="00AF44A5" w:rsidRDefault="00000000">
            <w:r>
              <w:t>0.09</w:t>
            </w:r>
          </w:p>
        </w:tc>
        <w:tc>
          <w:tcPr>
            <w:tcW w:w="1658" w:type="dxa"/>
            <w:vAlign w:val="center"/>
          </w:tcPr>
          <w:p w14:paraId="060F3AB5" w14:textId="77777777" w:rsidR="00AF44A5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114BF26C" w14:textId="77777777" w:rsidR="00AF44A5" w:rsidRDefault="00000000">
            <w:r>
              <w:t>满足</w:t>
            </w:r>
          </w:p>
        </w:tc>
      </w:tr>
      <w:tr w:rsidR="00AF44A5" w14:paraId="71DD0326" w14:textId="77777777">
        <w:tc>
          <w:tcPr>
            <w:tcW w:w="1596" w:type="dxa"/>
            <w:vMerge/>
            <w:vAlign w:val="center"/>
          </w:tcPr>
          <w:p w14:paraId="7115E3F4" w14:textId="77777777" w:rsidR="00AF44A5" w:rsidRDefault="00AF44A5"/>
        </w:tc>
        <w:tc>
          <w:tcPr>
            <w:tcW w:w="1590" w:type="dxa"/>
            <w:vAlign w:val="center"/>
          </w:tcPr>
          <w:p w14:paraId="6FD6F170" w14:textId="77777777" w:rsidR="00AF44A5" w:rsidRDefault="00000000">
            <w:r>
              <w:t>2024</w:t>
            </w:r>
          </w:p>
        </w:tc>
        <w:tc>
          <w:tcPr>
            <w:tcW w:w="1415" w:type="dxa"/>
            <w:vAlign w:val="center"/>
          </w:tcPr>
          <w:p w14:paraId="23F941D0" w14:textId="77777777" w:rsidR="00AF44A5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2C5E803C" w14:textId="77777777" w:rsidR="00AF44A5" w:rsidRDefault="00000000">
            <w:r>
              <w:t>0.09</w:t>
            </w:r>
          </w:p>
        </w:tc>
        <w:tc>
          <w:tcPr>
            <w:tcW w:w="1658" w:type="dxa"/>
            <w:vAlign w:val="center"/>
          </w:tcPr>
          <w:p w14:paraId="406A5610" w14:textId="77777777" w:rsidR="00AF44A5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4A747C9A" w14:textId="77777777" w:rsidR="00AF44A5" w:rsidRDefault="00000000">
            <w:r>
              <w:t>满足</w:t>
            </w:r>
          </w:p>
        </w:tc>
      </w:tr>
      <w:tr w:rsidR="00AF44A5" w14:paraId="252460A0" w14:textId="77777777">
        <w:tc>
          <w:tcPr>
            <w:tcW w:w="1596" w:type="dxa"/>
            <w:vMerge/>
            <w:vAlign w:val="center"/>
          </w:tcPr>
          <w:p w14:paraId="46CEB587" w14:textId="77777777" w:rsidR="00AF44A5" w:rsidRDefault="00AF44A5"/>
        </w:tc>
        <w:tc>
          <w:tcPr>
            <w:tcW w:w="1590" w:type="dxa"/>
            <w:vAlign w:val="center"/>
          </w:tcPr>
          <w:p w14:paraId="0316C51A" w14:textId="77777777" w:rsidR="00AF44A5" w:rsidRDefault="00000000">
            <w:r>
              <w:t>2025</w:t>
            </w:r>
          </w:p>
        </w:tc>
        <w:tc>
          <w:tcPr>
            <w:tcW w:w="1415" w:type="dxa"/>
            <w:vAlign w:val="center"/>
          </w:tcPr>
          <w:p w14:paraId="1B942DBF" w14:textId="77777777" w:rsidR="00AF44A5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1EABADD1" w14:textId="77777777" w:rsidR="00AF44A5" w:rsidRDefault="00000000">
            <w:r>
              <w:t>0.07</w:t>
            </w:r>
          </w:p>
        </w:tc>
        <w:tc>
          <w:tcPr>
            <w:tcW w:w="1658" w:type="dxa"/>
            <w:vAlign w:val="center"/>
          </w:tcPr>
          <w:p w14:paraId="3B37E299" w14:textId="77777777" w:rsidR="00AF44A5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69FCDFD8" w14:textId="77777777" w:rsidR="00AF44A5" w:rsidRDefault="00000000">
            <w:r>
              <w:t>满足</w:t>
            </w:r>
          </w:p>
        </w:tc>
      </w:tr>
      <w:tr w:rsidR="00AF44A5" w14:paraId="6DD5A6F5" w14:textId="77777777">
        <w:tc>
          <w:tcPr>
            <w:tcW w:w="1596" w:type="dxa"/>
            <w:vMerge/>
            <w:vAlign w:val="center"/>
          </w:tcPr>
          <w:p w14:paraId="7F9B96F7" w14:textId="77777777" w:rsidR="00AF44A5" w:rsidRDefault="00AF44A5"/>
        </w:tc>
        <w:tc>
          <w:tcPr>
            <w:tcW w:w="1590" w:type="dxa"/>
            <w:vAlign w:val="center"/>
          </w:tcPr>
          <w:p w14:paraId="0EFB6E74" w14:textId="77777777" w:rsidR="00AF44A5" w:rsidRDefault="00000000">
            <w:r>
              <w:t>2027</w:t>
            </w:r>
          </w:p>
        </w:tc>
        <w:tc>
          <w:tcPr>
            <w:tcW w:w="1415" w:type="dxa"/>
            <w:vAlign w:val="center"/>
          </w:tcPr>
          <w:p w14:paraId="5EC92132" w14:textId="77777777" w:rsidR="00AF44A5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650B58D3" w14:textId="77777777" w:rsidR="00AF44A5" w:rsidRDefault="00000000">
            <w:r>
              <w:t>0.07</w:t>
            </w:r>
          </w:p>
        </w:tc>
        <w:tc>
          <w:tcPr>
            <w:tcW w:w="1658" w:type="dxa"/>
            <w:vAlign w:val="center"/>
          </w:tcPr>
          <w:p w14:paraId="7F5B7270" w14:textId="77777777" w:rsidR="00AF44A5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72422014" w14:textId="77777777" w:rsidR="00AF44A5" w:rsidRDefault="00000000">
            <w:r>
              <w:t>满足</w:t>
            </w:r>
          </w:p>
        </w:tc>
      </w:tr>
      <w:tr w:rsidR="00AF44A5" w14:paraId="5246D99F" w14:textId="77777777">
        <w:tc>
          <w:tcPr>
            <w:tcW w:w="1596" w:type="dxa"/>
            <w:vMerge/>
            <w:vAlign w:val="center"/>
          </w:tcPr>
          <w:p w14:paraId="38730369" w14:textId="77777777" w:rsidR="00AF44A5" w:rsidRDefault="00AF44A5"/>
        </w:tc>
        <w:tc>
          <w:tcPr>
            <w:tcW w:w="1590" w:type="dxa"/>
            <w:vAlign w:val="center"/>
          </w:tcPr>
          <w:p w14:paraId="2F56971B" w14:textId="77777777" w:rsidR="00AF44A5" w:rsidRDefault="00000000">
            <w:r>
              <w:t>2028</w:t>
            </w:r>
          </w:p>
        </w:tc>
        <w:tc>
          <w:tcPr>
            <w:tcW w:w="1415" w:type="dxa"/>
            <w:vAlign w:val="center"/>
          </w:tcPr>
          <w:p w14:paraId="27EFB6FC" w14:textId="77777777" w:rsidR="00AF44A5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324BA2A9" w14:textId="77777777" w:rsidR="00AF44A5" w:rsidRDefault="00000000">
            <w:r>
              <w:t>0.07</w:t>
            </w:r>
          </w:p>
        </w:tc>
        <w:tc>
          <w:tcPr>
            <w:tcW w:w="1658" w:type="dxa"/>
            <w:vAlign w:val="center"/>
          </w:tcPr>
          <w:p w14:paraId="1AAC0151" w14:textId="77777777" w:rsidR="00AF44A5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53BB44AF" w14:textId="77777777" w:rsidR="00AF44A5" w:rsidRDefault="00000000">
            <w:r>
              <w:t>满足</w:t>
            </w:r>
          </w:p>
        </w:tc>
      </w:tr>
      <w:tr w:rsidR="00AF44A5" w14:paraId="33E464B3" w14:textId="77777777">
        <w:tc>
          <w:tcPr>
            <w:tcW w:w="1596" w:type="dxa"/>
            <w:vMerge/>
            <w:vAlign w:val="center"/>
          </w:tcPr>
          <w:p w14:paraId="03177FC2" w14:textId="77777777" w:rsidR="00AF44A5" w:rsidRDefault="00AF44A5"/>
        </w:tc>
        <w:tc>
          <w:tcPr>
            <w:tcW w:w="1590" w:type="dxa"/>
            <w:vAlign w:val="center"/>
          </w:tcPr>
          <w:p w14:paraId="378CE488" w14:textId="77777777" w:rsidR="00AF44A5" w:rsidRDefault="00000000">
            <w:r>
              <w:t>户外房间</w:t>
            </w:r>
          </w:p>
        </w:tc>
        <w:tc>
          <w:tcPr>
            <w:tcW w:w="4488" w:type="dxa"/>
            <w:gridSpan w:val="3"/>
            <w:vAlign w:val="center"/>
          </w:tcPr>
          <w:p w14:paraId="332811F2" w14:textId="77777777" w:rsidR="00AF44A5" w:rsidRDefault="00AF44A5"/>
        </w:tc>
        <w:tc>
          <w:tcPr>
            <w:tcW w:w="1658" w:type="dxa"/>
            <w:vAlign w:val="center"/>
          </w:tcPr>
          <w:p w14:paraId="234547E8" w14:textId="77777777" w:rsidR="00AF44A5" w:rsidRDefault="00000000">
            <w:r>
              <w:t>满足</w:t>
            </w:r>
          </w:p>
        </w:tc>
      </w:tr>
      <w:tr w:rsidR="00AF44A5" w14:paraId="21BA053F" w14:textId="77777777">
        <w:tc>
          <w:tcPr>
            <w:tcW w:w="1596" w:type="dxa"/>
            <w:shd w:val="clear" w:color="auto" w:fill="E6E6E6"/>
            <w:vAlign w:val="center"/>
          </w:tcPr>
          <w:p w14:paraId="5BF80390" w14:textId="77777777" w:rsidR="00AF44A5" w:rsidRDefault="00000000">
            <w:r>
              <w:t>标准依据</w:t>
            </w:r>
          </w:p>
        </w:tc>
        <w:tc>
          <w:tcPr>
            <w:tcW w:w="7736" w:type="dxa"/>
            <w:gridSpan w:val="5"/>
            <w:vAlign w:val="center"/>
          </w:tcPr>
          <w:p w14:paraId="54AD91AA" w14:textId="77777777" w:rsidR="00AF44A5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C.0.1</w:t>
            </w:r>
            <w:r>
              <w:t>条</w:t>
            </w:r>
          </w:p>
        </w:tc>
      </w:tr>
      <w:tr w:rsidR="00AF44A5" w14:paraId="45DD333C" w14:textId="77777777">
        <w:tc>
          <w:tcPr>
            <w:tcW w:w="1596" w:type="dxa"/>
            <w:shd w:val="clear" w:color="auto" w:fill="E6E6E6"/>
            <w:vAlign w:val="center"/>
          </w:tcPr>
          <w:p w14:paraId="7867F73C" w14:textId="77777777" w:rsidR="00AF44A5" w:rsidRDefault="00000000">
            <w:r>
              <w:t>标准要求</w:t>
            </w:r>
          </w:p>
        </w:tc>
        <w:tc>
          <w:tcPr>
            <w:tcW w:w="7736" w:type="dxa"/>
            <w:gridSpan w:val="5"/>
            <w:vAlign w:val="center"/>
          </w:tcPr>
          <w:p w14:paraId="47849F39" w14:textId="77777777" w:rsidR="00AF44A5" w:rsidRDefault="00000000">
            <w:r>
              <w:t>严寒和寒冷地区居住建筑窗墙面积比的基本要求应符合表</w:t>
            </w:r>
            <w:r>
              <w:t>C.0.1-4</w:t>
            </w:r>
            <w:r>
              <w:t>的规定</w:t>
            </w:r>
          </w:p>
        </w:tc>
      </w:tr>
      <w:tr w:rsidR="00AF44A5" w14:paraId="254940F8" w14:textId="77777777">
        <w:tc>
          <w:tcPr>
            <w:tcW w:w="1596" w:type="dxa"/>
            <w:shd w:val="clear" w:color="auto" w:fill="E6E6E6"/>
            <w:vAlign w:val="center"/>
          </w:tcPr>
          <w:p w14:paraId="5203635B" w14:textId="77777777" w:rsidR="00AF44A5" w:rsidRDefault="00000000">
            <w:r>
              <w:t>结论</w:t>
            </w:r>
          </w:p>
        </w:tc>
        <w:tc>
          <w:tcPr>
            <w:tcW w:w="7736" w:type="dxa"/>
            <w:gridSpan w:val="5"/>
            <w:vAlign w:val="center"/>
          </w:tcPr>
          <w:p w14:paraId="67077CBD" w14:textId="77777777" w:rsidR="00AF44A5" w:rsidRDefault="00000000">
            <w:r>
              <w:t>满足</w:t>
            </w:r>
          </w:p>
        </w:tc>
      </w:tr>
    </w:tbl>
    <w:p w14:paraId="064E2990" w14:textId="77777777" w:rsidR="00AF44A5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外窗表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:rsidR="00AF44A5" w14:paraId="465C2F8B" w14:textId="77777777">
        <w:tc>
          <w:tcPr>
            <w:tcW w:w="1160" w:type="dxa"/>
            <w:shd w:val="clear" w:color="auto" w:fill="E6E6E6"/>
            <w:vAlign w:val="center"/>
          </w:tcPr>
          <w:p w14:paraId="7F9D2704" w14:textId="77777777" w:rsidR="00AF44A5" w:rsidRDefault="00000000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4AEEBD03" w14:textId="77777777" w:rsidR="00AF44A5" w:rsidRDefault="00000000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43D5FFF8" w14:textId="77777777" w:rsidR="00AF44A5" w:rsidRDefault="00000000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03C9ABCF" w14:textId="77777777" w:rsidR="00AF44A5" w:rsidRDefault="00000000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6AD0C816" w14:textId="77777777" w:rsidR="00AF44A5" w:rsidRDefault="00000000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6698F46B" w14:textId="77777777" w:rsidR="00AF44A5" w:rsidRDefault="00000000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14E5939A" w14:textId="77777777" w:rsidR="00AF44A5" w:rsidRDefault="00000000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AF44A5" w14:paraId="1A2C8D51" w14:textId="77777777">
        <w:tc>
          <w:tcPr>
            <w:tcW w:w="1160" w:type="dxa"/>
            <w:vMerge w:val="restart"/>
            <w:vAlign w:val="center"/>
          </w:tcPr>
          <w:p w14:paraId="5998D4F7" w14:textId="77777777" w:rsidR="00AF44A5" w:rsidRDefault="00000000">
            <w:r>
              <w:t>南向</w:t>
            </w:r>
            <w:r>
              <w:br/>
              <w:t>41.76</w:t>
            </w:r>
          </w:p>
        </w:tc>
        <w:tc>
          <w:tcPr>
            <w:tcW w:w="1562" w:type="dxa"/>
            <w:vAlign w:val="center"/>
          </w:tcPr>
          <w:p w14:paraId="572EF008" w14:textId="77777777" w:rsidR="00AF44A5" w:rsidRDefault="00AF44A5"/>
        </w:tc>
        <w:tc>
          <w:tcPr>
            <w:tcW w:w="1386" w:type="dxa"/>
            <w:vAlign w:val="center"/>
          </w:tcPr>
          <w:p w14:paraId="3EBB36C0" w14:textId="77777777" w:rsidR="00AF44A5" w:rsidRDefault="00000000">
            <w:r>
              <w:t>1.20×0.90</w:t>
            </w:r>
          </w:p>
        </w:tc>
        <w:tc>
          <w:tcPr>
            <w:tcW w:w="1528" w:type="dxa"/>
            <w:vAlign w:val="center"/>
          </w:tcPr>
          <w:p w14:paraId="2F304768" w14:textId="77777777" w:rsidR="00AF44A5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6A302A95" w14:textId="77777777" w:rsidR="00AF44A5" w:rsidRDefault="00000000">
            <w:r>
              <w:t>12</w:t>
            </w:r>
          </w:p>
        </w:tc>
        <w:tc>
          <w:tcPr>
            <w:tcW w:w="1262" w:type="dxa"/>
            <w:vAlign w:val="center"/>
          </w:tcPr>
          <w:p w14:paraId="54DE931C" w14:textId="77777777" w:rsidR="00AF44A5" w:rsidRDefault="00000000">
            <w:r>
              <w:t>1.08</w:t>
            </w:r>
          </w:p>
        </w:tc>
        <w:tc>
          <w:tcPr>
            <w:tcW w:w="1262" w:type="dxa"/>
            <w:vAlign w:val="center"/>
          </w:tcPr>
          <w:p w14:paraId="79BE721C" w14:textId="77777777" w:rsidR="00AF44A5" w:rsidRDefault="00000000">
            <w:r>
              <w:t>12.96</w:t>
            </w:r>
          </w:p>
        </w:tc>
      </w:tr>
      <w:tr w:rsidR="00AF44A5" w14:paraId="68DF732C" w14:textId="77777777">
        <w:tc>
          <w:tcPr>
            <w:tcW w:w="1160" w:type="dxa"/>
            <w:vMerge/>
            <w:vAlign w:val="center"/>
          </w:tcPr>
          <w:p w14:paraId="3A361AB1" w14:textId="77777777" w:rsidR="00AF44A5" w:rsidRDefault="00AF44A5"/>
        </w:tc>
        <w:tc>
          <w:tcPr>
            <w:tcW w:w="1562" w:type="dxa"/>
            <w:vAlign w:val="center"/>
          </w:tcPr>
          <w:p w14:paraId="48AACFF7" w14:textId="77777777" w:rsidR="00AF44A5" w:rsidRDefault="00000000">
            <w:r>
              <w:t>C0615</w:t>
            </w:r>
          </w:p>
        </w:tc>
        <w:tc>
          <w:tcPr>
            <w:tcW w:w="1386" w:type="dxa"/>
            <w:vAlign w:val="center"/>
          </w:tcPr>
          <w:p w14:paraId="5BF92480" w14:textId="77777777" w:rsidR="00AF44A5" w:rsidRDefault="00000000">
            <w:r>
              <w:t>0.60×1.50</w:t>
            </w:r>
          </w:p>
        </w:tc>
        <w:tc>
          <w:tcPr>
            <w:tcW w:w="1528" w:type="dxa"/>
            <w:vAlign w:val="center"/>
          </w:tcPr>
          <w:p w14:paraId="7FFA204F" w14:textId="77777777" w:rsidR="00AF44A5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39B6606C" w14:textId="77777777" w:rsidR="00AF44A5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49DF477" w14:textId="77777777" w:rsidR="00AF44A5" w:rsidRDefault="00000000">
            <w:r>
              <w:t>0.90</w:t>
            </w:r>
          </w:p>
        </w:tc>
        <w:tc>
          <w:tcPr>
            <w:tcW w:w="1262" w:type="dxa"/>
            <w:vAlign w:val="center"/>
          </w:tcPr>
          <w:p w14:paraId="5AB83BEA" w14:textId="77777777" w:rsidR="00AF44A5" w:rsidRDefault="00000000">
            <w:r>
              <w:t>0.90</w:t>
            </w:r>
          </w:p>
        </w:tc>
      </w:tr>
      <w:tr w:rsidR="00AF44A5" w14:paraId="14F7C482" w14:textId="77777777">
        <w:tc>
          <w:tcPr>
            <w:tcW w:w="1160" w:type="dxa"/>
            <w:vMerge/>
            <w:vAlign w:val="center"/>
          </w:tcPr>
          <w:p w14:paraId="5F523FCA" w14:textId="77777777" w:rsidR="00AF44A5" w:rsidRDefault="00AF44A5"/>
        </w:tc>
        <w:tc>
          <w:tcPr>
            <w:tcW w:w="1562" w:type="dxa"/>
            <w:vAlign w:val="center"/>
          </w:tcPr>
          <w:p w14:paraId="71661C4B" w14:textId="77777777" w:rsidR="00AF44A5" w:rsidRDefault="00000000">
            <w:r>
              <w:t>C1815</w:t>
            </w:r>
          </w:p>
        </w:tc>
        <w:tc>
          <w:tcPr>
            <w:tcW w:w="1386" w:type="dxa"/>
            <w:vAlign w:val="center"/>
          </w:tcPr>
          <w:p w14:paraId="7558695F" w14:textId="77777777" w:rsidR="00AF44A5" w:rsidRDefault="00000000">
            <w:r>
              <w:t>1.80×1.50</w:t>
            </w:r>
          </w:p>
        </w:tc>
        <w:tc>
          <w:tcPr>
            <w:tcW w:w="1528" w:type="dxa"/>
            <w:vAlign w:val="center"/>
          </w:tcPr>
          <w:p w14:paraId="5BCF52BA" w14:textId="77777777" w:rsidR="00AF44A5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3BA59518" w14:textId="77777777" w:rsidR="00AF44A5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5A55864B" w14:textId="77777777" w:rsidR="00AF44A5" w:rsidRDefault="00000000">
            <w:r>
              <w:t>2.70</w:t>
            </w:r>
          </w:p>
        </w:tc>
        <w:tc>
          <w:tcPr>
            <w:tcW w:w="1262" w:type="dxa"/>
            <w:vAlign w:val="center"/>
          </w:tcPr>
          <w:p w14:paraId="1E0DDD84" w14:textId="77777777" w:rsidR="00AF44A5" w:rsidRDefault="00000000">
            <w:r>
              <w:t>2.70</w:t>
            </w:r>
          </w:p>
        </w:tc>
      </w:tr>
      <w:tr w:rsidR="00AF44A5" w14:paraId="58DC4A10" w14:textId="77777777">
        <w:tc>
          <w:tcPr>
            <w:tcW w:w="1160" w:type="dxa"/>
            <w:vMerge/>
            <w:vAlign w:val="center"/>
          </w:tcPr>
          <w:p w14:paraId="003A6182" w14:textId="77777777" w:rsidR="00AF44A5" w:rsidRDefault="00AF44A5"/>
        </w:tc>
        <w:tc>
          <w:tcPr>
            <w:tcW w:w="1562" w:type="dxa"/>
            <w:vAlign w:val="center"/>
          </w:tcPr>
          <w:p w14:paraId="5ABB6721" w14:textId="77777777" w:rsidR="00AF44A5" w:rsidRDefault="00000000">
            <w:r>
              <w:t>C2115</w:t>
            </w:r>
          </w:p>
        </w:tc>
        <w:tc>
          <w:tcPr>
            <w:tcW w:w="1386" w:type="dxa"/>
            <w:vAlign w:val="center"/>
          </w:tcPr>
          <w:p w14:paraId="627051F3" w14:textId="77777777" w:rsidR="00AF44A5" w:rsidRDefault="00000000">
            <w:r>
              <w:t>2.10×1.50</w:t>
            </w:r>
          </w:p>
        </w:tc>
        <w:tc>
          <w:tcPr>
            <w:tcW w:w="1528" w:type="dxa"/>
            <w:vAlign w:val="center"/>
          </w:tcPr>
          <w:p w14:paraId="0A04D443" w14:textId="77777777" w:rsidR="00AF44A5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764FC0EA" w14:textId="77777777" w:rsidR="00AF44A5" w:rsidRDefault="00000000">
            <w:r>
              <w:t>8</w:t>
            </w:r>
          </w:p>
        </w:tc>
        <w:tc>
          <w:tcPr>
            <w:tcW w:w="1262" w:type="dxa"/>
            <w:vAlign w:val="center"/>
          </w:tcPr>
          <w:p w14:paraId="6CA8C226" w14:textId="77777777" w:rsidR="00AF44A5" w:rsidRDefault="00000000">
            <w:r>
              <w:t>3.15</w:t>
            </w:r>
          </w:p>
        </w:tc>
        <w:tc>
          <w:tcPr>
            <w:tcW w:w="1262" w:type="dxa"/>
            <w:vAlign w:val="center"/>
          </w:tcPr>
          <w:p w14:paraId="212D1070" w14:textId="77777777" w:rsidR="00AF44A5" w:rsidRDefault="00000000">
            <w:r>
              <w:t>25.20</w:t>
            </w:r>
          </w:p>
        </w:tc>
      </w:tr>
      <w:tr w:rsidR="00AF44A5" w14:paraId="174DD873" w14:textId="77777777">
        <w:tc>
          <w:tcPr>
            <w:tcW w:w="1160" w:type="dxa"/>
            <w:vMerge w:val="restart"/>
            <w:vAlign w:val="center"/>
          </w:tcPr>
          <w:p w14:paraId="16123C8E" w14:textId="77777777" w:rsidR="00AF44A5" w:rsidRDefault="00000000">
            <w:r>
              <w:t>北向</w:t>
            </w:r>
            <w:r>
              <w:br/>
              <w:t>43.65</w:t>
            </w:r>
          </w:p>
        </w:tc>
        <w:tc>
          <w:tcPr>
            <w:tcW w:w="1562" w:type="dxa"/>
            <w:vAlign w:val="center"/>
          </w:tcPr>
          <w:p w14:paraId="54A9C6E9" w14:textId="77777777" w:rsidR="00AF44A5" w:rsidRDefault="00000000">
            <w:r>
              <w:t>C0615</w:t>
            </w:r>
          </w:p>
        </w:tc>
        <w:tc>
          <w:tcPr>
            <w:tcW w:w="1386" w:type="dxa"/>
            <w:vAlign w:val="center"/>
          </w:tcPr>
          <w:p w14:paraId="1040C2BF" w14:textId="77777777" w:rsidR="00AF44A5" w:rsidRDefault="00000000">
            <w:r>
              <w:t>0.60×1.50</w:t>
            </w:r>
          </w:p>
        </w:tc>
        <w:tc>
          <w:tcPr>
            <w:tcW w:w="1528" w:type="dxa"/>
            <w:vAlign w:val="center"/>
          </w:tcPr>
          <w:p w14:paraId="1F7BD4A8" w14:textId="77777777" w:rsidR="00AF44A5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6C99FE81" w14:textId="77777777" w:rsidR="00AF44A5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6AC59405" w14:textId="77777777" w:rsidR="00AF44A5" w:rsidRDefault="00000000">
            <w:r>
              <w:t>0.90</w:t>
            </w:r>
          </w:p>
        </w:tc>
        <w:tc>
          <w:tcPr>
            <w:tcW w:w="1262" w:type="dxa"/>
            <w:vAlign w:val="center"/>
          </w:tcPr>
          <w:p w14:paraId="38CC7914" w14:textId="77777777" w:rsidR="00AF44A5" w:rsidRDefault="00000000">
            <w:r>
              <w:t>3.60</w:t>
            </w:r>
          </w:p>
        </w:tc>
      </w:tr>
      <w:tr w:rsidR="00AF44A5" w14:paraId="4DA35BB5" w14:textId="77777777">
        <w:tc>
          <w:tcPr>
            <w:tcW w:w="1160" w:type="dxa"/>
            <w:vMerge/>
            <w:vAlign w:val="center"/>
          </w:tcPr>
          <w:p w14:paraId="207561A3" w14:textId="77777777" w:rsidR="00AF44A5" w:rsidRDefault="00AF44A5"/>
        </w:tc>
        <w:tc>
          <w:tcPr>
            <w:tcW w:w="1562" w:type="dxa"/>
            <w:vAlign w:val="center"/>
          </w:tcPr>
          <w:p w14:paraId="522F63FC" w14:textId="77777777" w:rsidR="00AF44A5" w:rsidRDefault="00000000">
            <w:r>
              <w:t>C1515</w:t>
            </w:r>
          </w:p>
        </w:tc>
        <w:tc>
          <w:tcPr>
            <w:tcW w:w="1386" w:type="dxa"/>
            <w:vAlign w:val="center"/>
          </w:tcPr>
          <w:p w14:paraId="7F1B961B" w14:textId="77777777" w:rsidR="00AF44A5" w:rsidRDefault="00000000">
            <w:r>
              <w:t>1.50×1.50</w:t>
            </w:r>
          </w:p>
        </w:tc>
        <w:tc>
          <w:tcPr>
            <w:tcW w:w="1528" w:type="dxa"/>
            <w:vAlign w:val="center"/>
          </w:tcPr>
          <w:p w14:paraId="605A88A9" w14:textId="77777777" w:rsidR="00AF44A5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0C39A92B" w14:textId="77777777" w:rsidR="00AF44A5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B1B8E12" w14:textId="77777777" w:rsidR="00AF44A5" w:rsidRDefault="00000000">
            <w:r>
              <w:t>2.25</w:t>
            </w:r>
          </w:p>
        </w:tc>
        <w:tc>
          <w:tcPr>
            <w:tcW w:w="1262" w:type="dxa"/>
            <w:vAlign w:val="center"/>
          </w:tcPr>
          <w:p w14:paraId="0B260BE7" w14:textId="77777777" w:rsidR="00AF44A5" w:rsidRDefault="00000000">
            <w:r>
              <w:t>2.25</w:t>
            </w:r>
          </w:p>
        </w:tc>
      </w:tr>
      <w:tr w:rsidR="00AF44A5" w14:paraId="1A7E176B" w14:textId="77777777">
        <w:tc>
          <w:tcPr>
            <w:tcW w:w="1160" w:type="dxa"/>
            <w:vMerge/>
            <w:vAlign w:val="center"/>
          </w:tcPr>
          <w:p w14:paraId="0F0210D7" w14:textId="77777777" w:rsidR="00AF44A5" w:rsidRDefault="00AF44A5"/>
        </w:tc>
        <w:tc>
          <w:tcPr>
            <w:tcW w:w="1562" w:type="dxa"/>
            <w:vAlign w:val="center"/>
          </w:tcPr>
          <w:p w14:paraId="5D4CB2AA" w14:textId="77777777" w:rsidR="00AF44A5" w:rsidRDefault="00000000">
            <w:r>
              <w:t>C2115</w:t>
            </w:r>
          </w:p>
        </w:tc>
        <w:tc>
          <w:tcPr>
            <w:tcW w:w="1386" w:type="dxa"/>
            <w:vAlign w:val="center"/>
          </w:tcPr>
          <w:p w14:paraId="626F0430" w14:textId="77777777" w:rsidR="00AF44A5" w:rsidRDefault="00000000">
            <w:r>
              <w:t>2.10×1.50</w:t>
            </w:r>
          </w:p>
        </w:tc>
        <w:tc>
          <w:tcPr>
            <w:tcW w:w="1528" w:type="dxa"/>
            <w:vAlign w:val="center"/>
          </w:tcPr>
          <w:p w14:paraId="58009CDF" w14:textId="77777777" w:rsidR="00AF44A5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2A8F0562" w14:textId="77777777" w:rsidR="00AF44A5" w:rsidRDefault="00000000">
            <w:r>
              <w:t>12</w:t>
            </w:r>
          </w:p>
        </w:tc>
        <w:tc>
          <w:tcPr>
            <w:tcW w:w="1262" w:type="dxa"/>
            <w:vAlign w:val="center"/>
          </w:tcPr>
          <w:p w14:paraId="4BCE496E" w14:textId="77777777" w:rsidR="00AF44A5" w:rsidRDefault="00000000">
            <w:r>
              <w:t>3.15</w:t>
            </w:r>
          </w:p>
        </w:tc>
        <w:tc>
          <w:tcPr>
            <w:tcW w:w="1262" w:type="dxa"/>
            <w:vAlign w:val="center"/>
          </w:tcPr>
          <w:p w14:paraId="43E3F014" w14:textId="77777777" w:rsidR="00AF44A5" w:rsidRDefault="00000000">
            <w:r>
              <w:t>37.80</w:t>
            </w:r>
          </w:p>
        </w:tc>
      </w:tr>
      <w:tr w:rsidR="00AF44A5" w14:paraId="0BAFD0CC" w14:textId="77777777">
        <w:tc>
          <w:tcPr>
            <w:tcW w:w="1160" w:type="dxa"/>
            <w:vMerge w:val="restart"/>
            <w:vAlign w:val="center"/>
          </w:tcPr>
          <w:p w14:paraId="725529C7" w14:textId="77777777" w:rsidR="00AF44A5" w:rsidRDefault="00000000">
            <w:r>
              <w:t>东向</w:t>
            </w:r>
            <w:r>
              <w:br/>
              <w:t>40.95</w:t>
            </w:r>
          </w:p>
        </w:tc>
        <w:tc>
          <w:tcPr>
            <w:tcW w:w="1562" w:type="dxa"/>
            <w:vAlign w:val="center"/>
          </w:tcPr>
          <w:p w14:paraId="4830A331" w14:textId="77777777" w:rsidR="00AF44A5" w:rsidRDefault="00AF44A5"/>
        </w:tc>
        <w:tc>
          <w:tcPr>
            <w:tcW w:w="1386" w:type="dxa"/>
            <w:vAlign w:val="center"/>
          </w:tcPr>
          <w:p w14:paraId="0CF157DC" w14:textId="77777777" w:rsidR="00AF44A5" w:rsidRDefault="00000000">
            <w:r>
              <w:t>1.20×0.90</w:t>
            </w:r>
          </w:p>
        </w:tc>
        <w:tc>
          <w:tcPr>
            <w:tcW w:w="1528" w:type="dxa"/>
            <w:vAlign w:val="center"/>
          </w:tcPr>
          <w:p w14:paraId="21C44A39" w14:textId="77777777" w:rsidR="00AF44A5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02602223" w14:textId="77777777" w:rsidR="00AF44A5" w:rsidRDefault="00000000">
            <w:r>
              <w:t>8</w:t>
            </w:r>
          </w:p>
        </w:tc>
        <w:tc>
          <w:tcPr>
            <w:tcW w:w="1262" w:type="dxa"/>
            <w:vAlign w:val="center"/>
          </w:tcPr>
          <w:p w14:paraId="3D0A3962" w14:textId="77777777" w:rsidR="00AF44A5" w:rsidRDefault="00000000">
            <w:r>
              <w:t>1.08</w:t>
            </w:r>
          </w:p>
        </w:tc>
        <w:tc>
          <w:tcPr>
            <w:tcW w:w="1262" w:type="dxa"/>
            <w:vAlign w:val="center"/>
          </w:tcPr>
          <w:p w14:paraId="4C4845EF" w14:textId="77777777" w:rsidR="00AF44A5" w:rsidRDefault="00000000">
            <w:r>
              <w:t>8.64</w:t>
            </w:r>
          </w:p>
        </w:tc>
      </w:tr>
      <w:tr w:rsidR="00AF44A5" w14:paraId="00BCA03D" w14:textId="77777777">
        <w:tc>
          <w:tcPr>
            <w:tcW w:w="1160" w:type="dxa"/>
            <w:vMerge/>
            <w:vAlign w:val="center"/>
          </w:tcPr>
          <w:p w14:paraId="72E9D5F5" w14:textId="77777777" w:rsidR="00AF44A5" w:rsidRDefault="00AF44A5"/>
        </w:tc>
        <w:tc>
          <w:tcPr>
            <w:tcW w:w="1562" w:type="dxa"/>
            <w:vAlign w:val="center"/>
          </w:tcPr>
          <w:p w14:paraId="0FC20C85" w14:textId="77777777" w:rsidR="00AF44A5" w:rsidRDefault="00AF44A5"/>
        </w:tc>
        <w:tc>
          <w:tcPr>
            <w:tcW w:w="1386" w:type="dxa"/>
            <w:vAlign w:val="center"/>
          </w:tcPr>
          <w:p w14:paraId="22670F2D" w14:textId="77777777" w:rsidR="00AF44A5" w:rsidRDefault="00000000">
            <w:r>
              <w:t>0.90×0.90</w:t>
            </w:r>
          </w:p>
        </w:tc>
        <w:tc>
          <w:tcPr>
            <w:tcW w:w="1528" w:type="dxa"/>
            <w:vAlign w:val="center"/>
          </w:tcPr>
          <w:p w14:paraId="66BE086A" w14:textId="77777777" w:rsidR="00AF44A5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2355A6E5" w14:textId="77777777" w:rsidR="00AF44A5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7F0779C" w14:textId="77777777" w:rsidR="00AF44A5" w:rsidRDefault="00000000">
            <w:r>
              <w:t>0.81</w:t>
            </w:r>
          </w:p>
        </w:tc>
        <w:tc>
          <w:tcPr>
            <w:tcW w:w="1262" w:type="dxa"/>
            <w:vAlign w:val="center"/>
          </w:tcPr>
          <w:p w14:paraId="4F295C09" w14:textId="77777777" w:rsidR="00AF44A5" w:rsidRDefault="00000000">
            <w:r>
              <w:t>0.81</w:t>
            </w:r>
          </w:p>
        </w:tc>
      </w:tr>
      <w:tr w:rsidR="00AF44A5" w14:paraId="7238C88E" w14:textId="77777777">
        <w:tc>
          <w:tcPr>
            <w:tcW w:w="1160" w:type="dxa"/>
            <w:vMerge/>
            <w:vAlign w:val="center"/>
          </w:tcPr>
          <w:p w14:paraId="5F5BE4E7" w14:textId="77777777" w:rsidR="00AF44A5" w:rsidRDefault="00AF44A5"/>
        </w:tc>
        <w:tc>
          <w:tcPr>
            <w:tcW w:w="1562" w:type="dxa"/>
            <w:vAlign w:val="center"/>
          </w:tcPr>
          <w:p w14:paraId="63695A38" w14:textId="77777777" w:rsidR="00AF44A5" w:rsidRDefault="00000000">
            <w:r>
              <w:t>C1215</w:t>
            </w:r>
          </w:p>
        </w:tc>
        <w:tc>
          <w:tcPr>
            <w:tcW w:w="1386" w:type="dxa"/>
            <w:vAlign w:val="center"/>
          </w:tcPr>
          <w:p w14:paraId="5BB6F5A7" w14:textId="77777777" w:rsidR="00AF44A5" w:rsidRDefault="00000000">
            <w:r>
              <w:t>1.20×1.50</w:t>
            </w:r>
          </w:p>
        </w:tc>
        <w:tc>
          <w:tcPr>
            <w:tcW w:w="1528" w:type="dxa"/>
            <w:vAlign w:val="center"/>
          </w:tcPr>
          <w:p w14:paraId="14FAE34F" w14:textId="77777777" w:rsidR="00AF44A5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77EF06CB" w14:textId="77777777" w:rsidR="00AF44A5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27E48352" w14:textId="77777777" w:rsidR="00AF44A5" w:rsidRDefault="00000000">
            <w:r>
              <w:t>1.80</w:t>
            </w:r>
          </w:p>
        </w:tc>
        <w:tc>
          <w:tcPr>
            <w:tcW w:w="1262" w:type="dxa"/>
            <w:vAlign w:val="center"/>
          </w:tcPr>
          <w:p w14:paraId="048EB816" w14:textId="77777777" w:rsidR="00AF44A5" w:rsidRDefault="00000000">
            <w:r>
              <w:t>7.20</w:t>
            </w:r>
          </w:p>
        </w:tc>
      </w:tr>
      <w:tr w:rsidR="00AF44A5" w14:paraId="352DB0D2" w14:textId="77777777">
        <w:tc>
          <w:tcPr>
            <w:tcW w:w="1160" w:type="dxa"/>
            <w:vMerge/>
            <w:vAlign w:val="center"/>
          </w:tcPr>
          <w:p w14:paraId="0772E201" w14:textId="77777777" w:rsidR="00AF44A5" w:rsidRDefault="00AF44A5"/>
        </w:tc>
        <w:tc>
          <w:tcPr>
            <w:tcW w:w="1562" w:type="dxa"/>
            <w:vAlign w:val="center"/>
          </w:tcPr>
          <w:p w14:paraId="5D5501ED" w14:textId="77777777" w:rsidR="00AF44A5" w:rsidRDefault="00000000">
            <w:r>
              <w:t>C1515</w:t>
            </w:r>
          </w:p>
        </w:tc>
        <w:tc>
          <w:tcPr>
            <w:tcW w:w="1386" w:type="dxa"/>
            <w:vAlign w:val="center"/>
          </w:tcPr>
          <w:p w14:paraId="2137B877" w14:textId="77777777" w:rsidR="00AF44A5" w:rsidRDefault="00000000">
            <w:r>
              <w:t>1.50×1.50</w:t>
            </w:r>
          </w:p>
        </w:tc>
        <w:tc>
          <w:tcPr>
            <w:tcW w:w="1528" w:type="dxa"/>
            <w:vAlign w:val="center"/>
          </w:tcPr>
          <w:p w14:paraId="71AC7F20" w14:textId="77777777" w:rsidR="00AF44A5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0195DCEC" w14:textId="77777777" w:rsidR="00AF44A5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D490B98" w14:textId="77777777" w:rsidR="00AF44A5" w:rsidRDefault="00000000">
            <w:r>
              <w:t>2.25</w:t>
            </w:r>
          </w:p>
        </w:tc>
        <w:tc>
          <w:tcPr>
            <w:tcW w:w="1262" w:type="dxa"/>
            <w:vAlign w:val="center"/>
          </w:tcPr>
          <w:p w14:paraId="264EB976" w14:textId="77777777" w:rsidR="00AF44A5" w:rsidRDefault="00000000">
            <w:r>
              <w:t>2.25</w:t>
            </w:r>
          </w:p>
        </w:tc>
      </w:tr>
      <w:tr w:rsidR="00AF44A5" w14:paraId="786545E6" w14:textId="77777777">
        <w:tc>
          <w:tcPr>
            <w:tcW w:w="1160" w:type="dxa"/>
            <w:vMerge/>
            <w:vAlign w:val="center"/>
          </w:tcPr>
          <w:p w14:paraId="34E530AC" w14:textId="77777777" w:rsidR="00AF44A5" w:rsidRDefault="00AF44A5"/>
        </w:tc>
        <w:tc>
          <w:tcPr>
            <w:tcW w:w="1562" w:type="dxa"/>
            <w:vAlign w:val="center"/>
          </w:tcPr>
          <w:p w14:paraId="5788FBCB" w14:textId="77777777" w:rsidR="00AF44A5" w:rsidRDefault="00000000">
            <w:r>
              <w:t>C2115</w:t>
            </w:r>
          </w:p>
        </w:tc>
        <w:tc>
          <w:tcPr>
            <w:tcW w:w="1386" w:type="dxa"/>
            <w:vAlign w:val="center"/>
          </w:tcPr>
          <w:p w14:paraId="3D307543" w14:textId="77777777" w:rsidR="00AF44A5" w:rsidRDefault="00000000">
            <w:r>
              <w:t>2.10×1.50</w:t>
            </w:r>
          </w:p>
        </w:tc>
        <w:tc>
          <w:tcPr>
            <w:tcW w:w="1528" w:type="dxa"/>
            <w:vAlign w:val="center"/>
          </w:tcPr>
          <w:p w14:paraId="070F4F01" w14:textId="77777777" w:rsidR="00AF44A5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71568DA9" w14:textId="77777777" w:rsidR="00AF44A5" w:rsidRDefault="00000000">
            <w:r>
              <w:t>7</w:t>
            </w:r>
          </w:p>
        </w:tc>
        <w:tc>
          <w:tcPr>
            <w:tcW w:w="1262" w:type="dxa"/>
            <w:vAlign w:val="center"/>
          </w:tcPr>
          <w:p w14:paraId="2085845B" w14:textId="77777777" w:rsidR="00AF44A5" w:rsidRDefault="00000000">
            <w:r>
              <w:t>3.15</w:t>
            </w:r>
          </w:p>
        </w:tc>
        <w:tc>
          <w:tcPr>
            <w:tcW w:w="1262" w:type="dxa"/>
            <w:vAlign w:val="center"/>
          </w:tcPr>
          <w:p w14:paraId="3D33698E" w14:textId="77777777" w:rsidR="00AF44A5" w:rsidRDefault="00000000">
            <w:r>
              <w:t>22.05</w:t>
            </w:r>
          </w:p>
        </w:tc>
      </w:tr>
      <w:tr w:rsidR="00AF44A5" w14:paraId="18977E8C" w14:textId="77777777">
        <w:tc>
          <w:tcPr>
            <w:tcW w:w="1160" w:type="dxa"/>
            <w:vMerge w:val="restart"/>
            <w:vAlign w:val="center"/>
          </w:tcPr>
          <w:p w14:paraId="6037762C" w14:textId="77777777" w:rsidR="00AF44A5" w:rsidRDefault="00000000">
            <w:r>
              <w:t>西向</w:t>
            </w:r>
            <w:r>
              <w:br/>
              <w:t>24.21</w:t>
            </w:r>
          </w:p>
        </w:tc>
        <w:tc>
          <w:tcPr>
            <w:tcW w:w="1562" w:type="dxa"/>
            <w:vAlign w:val="center"/>
          </w:tcPr>
          <w:p w14:paraId="4ABD6C4C" w14:textId="77777777" w:rsidR="00AF44A5" w:rsidRDefault="00AF44A5"/>
        </w:tc>
        <w:tc>
          <w:tcPr>
            <w:tcW w:w="1386" w:type="dxa"/>
            <w:vAlign w:val="center"/>
          </w:tcPr>
          <w:p w14:paraId="5FF0722E" w14:textId="77777777" w:rsidR="00AF44A5" w:rsidRDefault="00000000">
            <w:r>
              <w:t>0.90×0.90</w:t>
            </w:r>
          </w:p>
        </w:tc>
        <w:tc>
          <w:tcPr>
            <w:tcW w:w="1528" w:type="dxa"/>
            <w:vAlign w:val="center"/>
          </w:tcPr>
          <w:p w14:paraId="26592EFF" w14:textId="77777777" w:rsidR="00AF44A5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466CAFC6" w14:textId="77777777" w:rsidR="00AF44A5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52A00F2D" w14:textId="77777777" w:rsidR="00AF44A5" w:rsidRDefault="00000000">
            <w:r>
              <w:t>0.81</w:t>
            </w:r>
          </w:p>
        </w:tc>
        <w:tc>
          <w:tcPr>
            <w:tcW w:w="1262" w:type="dxa"/>
            <w:vAlign w:val="center"/>
          </w:tcPr>
          <w:p w14:paraId="61731FCA" w14:textId="77777777" w:rsidR="00AF44A5" w:rsidRDefault="00000000">
            <w:r>
              <w:t>0.81</w:t>
            </w:r>
          </w:p>
        </w:tc>
      </w:tr>
      <w:tr w:rsidR="00AF44A5" w14:paraId="261ED1B9" w14:textId="77777777">
        <w:tc>
          <w:tcPr>
            <w:tcW w:w="1160" w:type="dxa"/>
            <w:vMerge/>
            <w:vAlign w:val="center"/>
          </w:tcPr>
          <w:p w14:paraId="06DE857F" w14:textId="77777777" w:rsidR="00AF44A5" w:rsidRDefault="00AF44A5"/>
        </w:tc>
        <w:tc>
          <w:tcPr>
            <w:tcW w:w="1562" w:type="dxa"/>
            <w:vAlign w:val="center"/>
          </w:tcPr>
          <w:p w14:paraId="21B41B4D" w14:textId="77777777" w:rsidR="00AF44A5" w:rsidRDefault="00000000">
            <w:r>
              <w:t>C1215</w:t>
            </w:r>
          </w:p>
        </w:tc>
        <w:tc>
          <w:tcPr>
            <w:tcW w:w="1386" w:type="dxa"/>
            <w:vAlign w:val="center"/>
          </w:tcPr>
          <w:p w14:paraId="15881B5D" w14:textId="77777777" w:rsidR="00AF44A5" w:rsidRDefault="00000000">
            <w:r>
              <w:t>1.20×1.50</w:t>
            </w:r>
          </w:p>
        </w:tc>
        <w:tc>
          <w:tcPr>
            <w:tcW w:w="1528" w:type="dxa"/>
            <w:vAlign w:val="center"/>
          </w:tcPr>
          <w:p w14:paraId="218E6FB7" w14:textId="77777777" w:rsidR="00AF44A5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70608A68" w14:textId="77777777" w:rsidR="00AF44A5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2AAAA32" w14:textId="77777777" w:rsidR="00AF44A5" w:rsidRDefault="00000000">
            <w:r>
              <w:t>1.80</w:t>
            </w:r>
          </w:p>
        </w:tc>
        <w:tc>
          <w:tcPr>
            <w:tcW w:w="1262" w:type="dxa"/>
            <w:vAlign w:val="center"/>
          </w:tcPr>
          <w:p w14:paraId="28502817" w14:textId="77777777" w:rsidR="00AF44A5" w:rsidRDefault="00000000">
            <w:r>
              <w:t>1.80</w:t>
            </w:r>
          </w:p>
        </w:tc>
      </w:tr>
      <w:tr w:rsidR="00AF44A5" w14:paraId="207968F3" w14:textId="77777777">
        <w:tc>
          <w:tcPr>
            <w:tcW w:w="1160" w:type="dxa"/>
            <w:vMerge/>
            <w:vAlign w:val="center"/>
          </w:tcPr>
          <w:p w14:paraId="0760781C" w14:textId="77777777" w:rsidR="00AF44A5" w:rsidRDefault="00AF44A5"/>
        </w:tc>
        <w:tc>
          <w:tcPr>
            <w:tcW w:w="1562" w:type="dxa"/>
            <w:vAlign w:val="center"/>
          </w:tcPr>
          <w:p w14:paraId="1AEC6BBE" w14:textId="77777777" w:rsidR="00AF44A5" w:rsidRDefault="00000000">
            <w:r>
              <w:t>C1515</w:t>
            </w:r>
          </w:p>
        </w:tc>
        <w:tc>
          <w:tcPr>
            <w:tcW w:w="1386" w:type="dxa"/>
            <w:vAlign w:val="center"/>
          </w:tcPr>
          <w:p w14:paraId="7AEE19E2" w14:textId="77777777" w:rsidR="00AF44A5" w:rsidRDefault="00000000">
            <w:r>
              <w:t>1.50×1.50</w:t>
            </w:r>
          </w:p>
        </w:tc>
        <w:tc>
          <w:tcPr>
            <w:tcW w:w="1528" w:type="dxa"/>
            <w:vAlign w:val="center"/>
          </w:tcPr>
          <w:p w14:paraId="1B63E658" w14:textId="77777777" w:rsidR="00AF44A5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62887F87" w14:textId="77777777" w:rsidR="00AF44A5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29915BC6" w14:textId="77777777" w:rsidR="00AF44A5" w:rsidRDefault="00000000">
            <w:r>
              <w:t>2.25</w:t>
            </w:r>
          </w:p>
        </w:tc>
        <w:tc>
          <w:tcPr>
            <w:tcW w:w="1262" w:type="dxa"/>
            <w:vAlign w:val="center"/>
          </w:tcPr>
          <w:p w14:paraId="487A8CD3" w14:textId="77777777" w:rsidR="00AF44A5" w:rsidRDefault="00000000">
            <w:r>
              <w:t>9.00</w:t>
            </w:r>
          </w:p>
        </w:tc>
      </w:tr>
      <w:tr w:rsidR="00AF44A5" w14:paraId="5FEABB50" w14:textId="77777777">
        <w:tc>
          <w:tcPr>
            <w:tcW w:w="1160" w:type="dxa"/>
            <w:vMerge/>
            <w:vAlign w:val="center"/>
          </w:tcPr>
          <w:p w14:paraId="6CBBF423" w14:textId="77777777" w:rsidR="00AF44A5" w:rsidRDefault="00AF44A5"/>
        </w:tc>
        <w:tc>
          <w:tcPr>
            <w:tcW w:w="1562" w:type="dxa"/>
            <w:vAlign w:val="center"/>
          </w:tcPr>
          <w:p w14:paraId="0191D5F5" w14:textId="77777777" w:rsidR="00AF44A5" w:rsidRDefault="00000000">
            <w:r>
              <w:t>C2115</w:t>
            </w:r>
          </w:p>
        </w:tc>
        <w:tc>
          <w:tcPr>
            <w:tcW w:w="1386" w:type="dxa"/>
            <w:vAlign w:val="center"/>
          </w:tcPr>
          <w:p w14:paraId="52C9D991" w14:textId="77777777" w:rsidR="00AF44A5" w:rsidRDefault="00000000">
            <w:r>
              <w:t>2.10×1.50</w:t>
            </w:r>
          </w:p>
        </w:tc>
        <w:tc>
          <w:tcPr>
            <w:tcW w:w="1528" w:type="dxa"/>
            <w:vAlign w:val="center"/>
          </w:tcPr>
          <w:p w14:paraId="24AC670C" w14:textId="77777777" w:rsidR="00AF44A5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04F9EE5C" w14:textId="77777777" w:rsidR="00AF44A5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0339FF57" w14:textId="77777777" w:rsidR="00AF44A5" w:rsidRDefault="00000000">
            <w:r>
              <w:t>3.15</w:t>
            </w:r>
          </w:p>
        </w:tc>
        <w:tc>
          <w:tcPr>
            <w:tcW w:w="1262" w:type="dxa"/>
            <w:vAlign w:val="center"/>
          </w:tcPr>
          <w:p w14:paraId="63055DC2" w14:textId="77777777" w:rsidR="00AF44A5" w:rsidRDefault="00000000">
            <w:r>
              <w:t>12.60</w:t>
            </w:r>
          </w:p>
        </w:tc>
      </w:tr>
    </w:tbl>
    <w:p w14:paraId="4B20C2C1" w14:textId="77777777" w:rsidR="00AF44A5" w:rsidRDefault="00000000">
      <w:pPr>
        <w:pStyle w:val="2"/>
        <w:widowControl w:val="0"/>
        <w:rPr>
          <w:kern w:val="2"/>
        </w:rPr>
      </w:pPr>
      <w:r>
        <w:rPr>
          <w:kern w:val="2"/>
        </w:rPr>
        <w:t>天窗</w:t>
      </w:r>
    </w:p>
    <w:p w14:paraId="42DC4606" w14:textId="77777777" w:rsidR="00AF44A5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天窗屋顶比</w:t>
      </w:r>
    </w:p>
    <w:p w14:paraId="17771AD7" w14:textId="77777777" w:rsidR="00AF44A5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4F4D6898" w14:textId="77777777" w:rsidR="00AF44A5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天窗传热系数</w:t>
      </w:r>
    </w:p>
    <w:p w14:paraId="67B27BCA" w14:textId="77777777" w:rsidR="00AF44A5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4543D5CA" w14:textId="77777777" w:rsidR="00AF44A5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天窗太阳得热系数</w:t>
      </w:r>
    </w:p>
    <w:p w14:paraId="566D8551" w14:textId="77777777" w:rsidR="00AF44A5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42A05396" w14:textId="77777777" w:rsidR="00AF44A5" w:rsidRDefault="00000000">
      <w:pPr>
        <w:pStyle w:val="2"/>
        <w:widowControl w:val="0"/>
        <w:rPr>
          <w:kern w:val="2"/>
        </w:rPr>
      </w:pPr>
      <w:r>
        <w:rPr>
          <w:kern w:val="2"/>
        </w:rPr>
        <w:t>屋顶</w:t>
      </w:r>
    </w:p>
    <w:p w14:paraId="1BB36F32" w14:textId="77777777" w:rsidR="00AF44A5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屋顶构造一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AF44A5" w14:paraId="18005060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4DBD9280" w14:textId="77777777" w:rsidR="00AF44A5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CAA2152" w14:textId="77777777" w:rsidR="00AF44A5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5CD4B6A" w14:textId="77777777" w:rsidR="00AF44A5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FD2E877" w14:textId="77777777" w:rsidR="00AF44A5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92CF798" w14:textId="77777777" w:rsidR="00AF44A5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D235E4D" w14:textId="77777777" w:rsidR="00AF44A5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0E5B93E" w14:textId="77777777" w:rsidR="00AF44A5" w:rsidRDefault="00000000">
            <w:pPr>
              <w:jc w:val="center"/>
            </w:pPr>
            <w:r>
              <w:t>热惰性指标</w:t>
            </w:r>
          </w:p>
        </w:tc>
      </w:tr>
      <w:tr w:rsidR="00AF44A5" w14:paraId="3A72B82C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5F1825F9" w14:textId="77777777" w:rsidR="00AF44A5" w:rsidRDefault="00AF44A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3C75BD04" w14:textId="77777777" w:rsidR="00AF44A5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BE10A17" w14:textId="77777777" w:rsidR="00AF44A5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34CBA58" w14:textId="77777777" w:rsidR="00AF44A5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1959F54" w14:textId="77777777" w:rsidR="00AF44A5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40E3FCB" w14:textId="77777777" w:rsidR="00AF44A5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1B22643" w14:textId="77777777" w:rsidR="00AF44A5" w:rsidRDefault="00000000">
            <w:pPr>
              <w:jc w:val="center"/>
            </w:pPr>
            <w:r>
              <w:t>D=R*S</w:t>
            </w:r>
          </w:p>
        </w:tc>
      </w:tr>
      <w:tr w:rsidR="00AF44A5" w14:paraId="1789732F" w14:textId="77777777">
        <w:tc>
          <w:tcPr>
            <w:tcW w:w="3345" w:type="dxa"/>
            <w:vAlign w:val="center"/>
          </w:tcPr>
          <w:p w14:paraId="5E105609" w14:textId="77777777" w:rsidR="00AF44A5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33C1803F" w14:textId="77777777" w:rsidR="00AF44A5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14:paraId="2161B6B9" w14:textId="77777777" w:rsidR="00AF44A5" w:rsidRDefault="00000000">
            <w:r>
              <w:t>1.510</w:t>
            </w:r>
          </w:p>
        </w:tc>
        <w:tc>
          <w:tcPr>
            <w:tcW w:w="1075" w:type="dxa"/>
            <w:vAlign w:val="center"/>
          </w:tcPr>
          <w:p w14:paraId="3CAB95C6" w14:textId="77777777" w:rsidR="00AF44A5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1D9D9A1C" w14:textId="77777777" w:rsidR="00AF44A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22DDB18" w14:textId="77777777" w:rsidR="00AF44A5" w:rsidRDefault="00000000">
            <w:r>
              <w:t>0.026</w:t>
            </w:r>
          </w:p>
        </w:tc>
        <w:tc>
          <w:tcPr>
            <w:tcW w:w="1064" w:type="dxa"/>
            <w:vAlign w:val="center"/>
          </w:tcPr>
          <w:p w14:paraId="743B0706" w14:textId="77777777" w:rsidR="00AF44A5" w:rsidRDefault="00000000">
            <w:r>
              <w:t>0.407</w:t>
            </w:r>
          </w:p>
        </w:tc>
      </w:tr>
      <w:tr w:rsidR="00AF44A5" w14:paraId="0FFCFB35" w14:textId="77777777">
        <w:tc>
          <w:tcPr>
            <w:tcW w:w="3345" w:type="dxa"/>
            <w:vAlign w:val="center"/>
          </w:tcPr>
          <w:p w14:paraId="0F148B3F" w14:textId="77777777" w:rsidR="00AF44A5" w:rsidRDefault="00000000">
            <w:r>
              <w:lastRenderedPageBreak/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222EBA11" w14:textId="77777777" w:rsidR="00AF44A5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5A4F145" w14:textId="77777777" w:rsidR="00AF44A5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53C8CEC3" w14:textId="77777777" w:rsidR="00AF44A5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59B101DB" w14:textId="77777777" w:rsidR="00AF44A5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76A1016D" w14:textId="77777777" w:rsidR="00AF44A5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19C0AEC2" w14:textId="77777777" w:rsidR="00AF44A5" w:rsidRDefault="00000000">
            <w:r>
              <w:t>0.227</w:t>
            </w:r>
          </w:p>
        </w:tc>
      </w:tr>
      <w:tr w:rsidR="00AF44A5" w14:paraId="695461CE" w14:textId="77777777">
        <w:tc>
          <w:tcPr>
            <w:tcW w:w="3345" w:type="dxa"/>
            <w:vAlign w:val="center"/>
          </w:tcPr>
          <w:p w14:paraId="773DD29A" w14:textId="77777777" w:rsidR="00AF44A5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9C5608C" w14:textId="77777777" w:rsidR="00AF44A5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415A56A" w14:textId="77777777" w:rsidR="00AF44A5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0D77A316" w14:textId="77777777" w:rsidR="00AF44A5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41B832B9" w14:textId="77777777" w:rsidR="00AF44A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27EB1BB" w14:textId="77777777" w:rsidR="00AF44A5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61753A8F" w14:textId="77777777" w:rsidR="00AF44A5" w:rsidRDefault="00000000">
            <w:r>
              <w:t>0.245</w:t>
            </w:r>
          </w:p>
        </w:tc>
      </w:tr>
      <w:tr w:rsidR="00AF44A5" w14:paraId="33E7B8D5" w14:textId="77777777">
        <w:tc>
          <w:tcPr>
            <w:tcW w:w="3345" w:type="dxa"/>
            <w:vAlign w:val="center"/>
          </w:tcPr>
          <w:p w14:paraId="6538FE37" w14:textId="77777777" w:rsidR="00AF44A5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567D70C6" w14:textId="77777777" w:rsidR="00AF44A5" w:rsidRDefault="00000000">
            <w:r>
              <w:t>80</w:t>
            </w:r>
          </w:p>
        </w:tc>
        <w:tc>
          <w:tcPr>
            <w:tcW w:w="1075" w:type="dxa"/>
            <w:vAlign w:val="center"/>
          </w:tcPr>
          <w:p w14:paraId="255C523E" w14:textId="77777777" w:rsidR="00AF44A5" w:rsidRDefault="00000000">
            <w:r>
              <w:t>0.180</w:t>
            </w:r>
          </w:p>
        </w:tc>
        <w:tc>
          <w:tcPr>
            <w:tcW w:w="1075" w:type="dxa"/>
            <w:vAlign w:val="center"/>
          </w:tcPr>
          <w:p w14:paraId="61CBE718" w14:textId="77777777" w:rsidR="00AF44A5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666D6400" w14:textId="77777777" w:rsidR="00AF44A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DA23D81" w14:textId="77777777" w:rsidR="00AF44A5" w:rsidRDefault="00000000">
            <w:r>
              <w:t>0.444</w:t>
            </w:r>
          </w:p>
        </w:tc>
        <w:tc>
          <w:tcPr>
            <w:tcW w:w="1064" w:type="dxa"/>
            <w:vAlign w:val="center"/>
          </w:tcPr>
          <w:p w14:paraId="241E27C0" w14:textId="77777777" w:rsidR="00AF44A5" w:rsidRDefault="00000000">
            <w:r>
              <w:t>1.378</w:t>
            </w:r>
          </w:p>
        </w:tc>
      </w:tr>
      <w:tr w:rsidR="00AF44A5" w14:paraId="55D777B5" w14:textId="77777777">
        <w:tc>
          <w:tcPr>
            <w:tcW w:w="3345" w:type="dxa"/>
            <w:vAlign w:val="center"/>
          </w:tcPr>
          <w:p w14:paraId="5BAA932D" w14:textId="77777777" w:rsidR="00AF44A5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39DD1059" w14:textId="77777777" w:rsidR="00AF44A5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70C8E87E" w14:textId="77777777" w:rsidR="00AF44A5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668C1285" w14:textId="77777777" w:rsidR="00AF44A5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26AF761F" w14:textId="77777777" w:rsidR="00AF44A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4535C21" w14:textId="77777777" w:rsidR="00AF44A5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7D0221CC" w14:textId="77777777" w:rsidR="00AF44A5" w:rsidRDefault="00000000">
            <w:r>
              <w:t>1.186</w:t>
            </w:r>
          </w:p>
        </w:tc>
      </w:tr>
      <w:tr w:rsidR="00AF44A5" w14:paraId="5408A37F" w14:textId="77777777">
        <w:tc>
          <w:tcPr>
            <w:tcW w:w="3345" w:type="dxa"/>
            <w:vAlign w:val="center"/>
          </w:tcPr>
          <w:p w14:paraId="46184A79" w14:textId="77777777" w:rsidR="00AF44A5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2CEDD721" w14:textId="77777777" w:rsidR="00AF44A5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B62D84B" w14:textId="77777777" w:rsidR="00AF44A5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5A107DC7" w14:textId="77777777" w:rsidR="00AF44A5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45B60E8A" w14:textId="77777777" w:rsidR="00AF44A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4589667" w14:textId="77777777" w:rsidR="00AF44A5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058ED832" w14:textId="77777777" w:rsidR="00AF44A5" w:rsidRDefault="00000000">
            <w:r>
              <w:t>0.249</w:t>
            </w:r>
          </w:p>
        </w:tc>
      </w:tr>
      <w:tr w:rsidR="00AF44A5" w14:paraId="1EE23925" w14:textId="77777777">
        <w:tc>
          <w:tcPr>
            <w:tcW w:w="3345" w:type="dxa"/>
            <w:vAlign w:val="center"/>
          </w:tcPr>
          <w:p w14:paraId="6A7514DA" w14:textId="77777777" w:rsidR="00AF44A5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28ADE79B" w14:textId="77777777" w:rsidR="00AF44A5" w:rsidRDefault="00000000">
            <w:r>
              <w:t>300</w:t>
            </w:r>
          </w:p>
        </w:tc>
        <w:tc>
          <w:tcPr>
            <w:tcW w:w="1075" w:type="dxa"/>
            <w:vAlign w:val="center"/>
          </w:tcPr>
          <w:p w14:paraId="329AFB2D" w14:textId="77777777" w:rsidR="00AF44A5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EA2CD54" w14:textId="77777777" w:rsidR="00AF44A5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46AC0381" w14:textId="77777777" w:rsidR="00AF44A5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00F4C98" w14:textId="77777777" w:rsidR="00AF44A5" w:rsidRDefault="00000000">
            <w:r>
              <w:t>1.142</w:t>
            </w:r>
          </w:p>
        </w:tc>
        <w:tc>
          <w:tcPr>
            <w:tcW w:w="1064" w:type="dxa"/>
            <w:vAlign w:val="center"/>
          </w:tcPr>
          <w:p w14:paraId="75FA5029" w14:textId="77777777" w:rsidR="00AF44A5" w:rsidRDefault="00000000">
            <w:r>
              <w:t>3.691</w:t>
            </w:r>
          </w:p>
        </w:tc>
      </w:tr>
      <w:tr w:rsidR="00AF44A5" w14:paraId="3A0E21EE" w14:textId="77777777">
        <w:tc>
          <w:tcPr>
            <w:tcW w:w="3345" w:type="dxa"/>
            <w:shd w:val="clear" w:color="auto" w:fill="E6E6E6"/>
            <w:vAlign w:val="center"/>
          </w:tcPr>
          <w:p w14:paraId="67B70AD8" w14:textId="77777777" w:rsidR="00AF44A5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7427E877" w14:textId="77777777" w:rsidR="00AF44A5" w:rsidRDefault="00000000">
            <w:pPr>
              <w:jc w:val="center"/>
            </w:pPr>
            <w:r>
              <w:t>0.77</w:t>
            </w:r>
          </w:p>
        </w:tc>
      </w:tr>
      <w:tr w:rsidR="00AF44A5" w14:paraId="2A18BCD4" w14:textId="77777777">
        <w:tc>
          <w:tcPr>
            <w:tcW w:w="3345" w:type="dxa"/>
            <w:shd w:val="clear" w:color="auto" w:fill="E6E6E6"/>
            <w:vAlign w:val="center"/>
          </w:tcPr>
          <w:p w14:paraId="4B387550" w14:textId="77777777" w:rsidR="00AF44A5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4FF94D56" w14:textId="77777777" w:rsidR="00AF44A5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AF44A5" w14:paraId="2F0C6443" w14:textId="77777777">
        <w:tc>
          <w:tcPr>
            <w:tcW w:w="3345" w:type="dxa"/>
            <w:shd w:val="clear" w:color="auto" w:fill="E6E6E6"/>
            <w:vAlign w:val="center"/>
          </w:tcPr>
          <w:p w14:paraId="1210C9AA" w14:textId="77777777" w:rsidR="00AF44A5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29153E86" w14:textId="77777777" w:rsidR="00AF44A5" w:rsidRDefault="00000000">
            <w:r>
              <w:t>K</w:t>
            </w:r>
            <w:r>
              <w:t>值应当符合表</w:t>
            </w:r>
            <w:r>
              <w:t>3.1.8-1~3.1.8-5</w:t>
            </w:r>
            <w:r>
              <w:t>的要求</w:t>
            </w:r>
            <w:r>
              <w:t>(K≤0.30)</w:t>
            </w:r>
          </w:p>
        </w:tc>
      </w:tr>
      <w:tr w:rsidR="00AF44A5" w14:paraId="76626E32" w14:textId="77777777">
        <w:tc>
          <w:tcPr>
            <w:tcW w:w="3345" w:type="dxa"/>
            <w:shd w:val="clear" w:color="auto" w:fill="E6E6E6"/>
            <w:vAlign w:val="center"/>
          </w:tcPr>
          <w:p w14:paraId="096F200E" w14:textId="77777777" w:rsidR="00AF44A5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072D7808" w14:textId="77777777" w:rsidR="00AF44A5" w:rsidRDefault="00000000">
            <w:r>
              <w:rPr>
                <w:color w:val="FF0000"/>
              </w:rPr>
              <w:t>不满足</w:t>
            </w:r>
          </w:p>
        </w:tc>
      </w:tr>
    </w:tbl>
    <w:p w14:paraId="392A6335" w14:textId="77777777" w:rsidR="00AF44A5" w:rsidRDefault="00AF44A5">
      <w:pPr>
        <w:widowControl w:val="0"/>
        <w:jc w:val="both"/>
        <w:rPr>
          <w:kern w:val="2"/>
          <w:szCs w:val="24"/>
          <w:lang w:val="en-US"/>
        </w:rPr>
      </w:pPr>
    </w:p>
    <w:p w14:paraId="2A2CC996" w14:textId="77777777" w:rsidR="00AF44A5" w:rsidRDefault="00000000">
      <w:pPr>
        <w:pStyle w:val="2"/>
        <w:widowControl w:val="0"/>
        <w:rPr>
          <w:kern w:val="2"/>
        </w:rPr>
      </w:pPr>
      <w:r>
        <w:rPr>
          <w:kern w:val="2"/>
        </w:rPr>
        <w:t>外墙</w:t>
      </w:r>
    </w:p>
    <w:p w14:paraId="133E5776" w14:textId="77777777" w:rsidR="00AF44A5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外墙相关构造</w:t>
      </w:r>
    </w:p>
    <w:p w14:paraId="59AE06C8" w14:textId="77777777" w:rsidR="00AF44A5" w:rsidRDefault="00000000"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外墙构造一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AF44A5" w14:paraId="5B8A734B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04471A59" w14:textId="77777777" w:rsidR="00AF44A5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6CA8D31" w14:textId="77777777" w:rsidR="00AF44A5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39767DF" w14:textId="77777777" w:rsidR="00AF44A5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2788C09" w14:textId="77777777" w:rsidR="00AF44A5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5A10DAF" w14:textId="77777777" w:rsidR="00AF44A5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E96D94E" w14:textId="77777777" w:rsidR="00AF44A5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C1B39F0" w14:textId="77777777" w:rsidR="00AF44A5" w:rsidRDefault="00000000">
            <w:pPr>
              <w:jc w:val="center"/>
            </w:pPr>
            <w:r>
              <w:t>热惰性指标</w:t>
            </w:r>
          </w:p>
        </w:tc>
      </w:tr>
      <w:tr w:rsidR="00AF44A5" w14:paraId="1883A34E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6975EC8B" w14:textId="77777777" w:rsidR="00AF44A5" w:rsidRDefault="00AF44A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C008AB4" w14:textId="77777777" w:rsidR="00AF44A5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BD5FF0B" w14:textId="77777777" w:rsidR="00AF44A5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BA63951" w14:textId="77777777" w:rsidR="00AF44A5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2F196B2" w14:textId="77777777" w:rsidR="00AF44A5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92EDBF8" w14:textId="77777777" w:rsidR="00AF44A5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5B98080" w14:textId="77777777" w:rsidR="00AF44A5" w:rsidRDefault="00000000">
            <w:pPr>
              <w:jc w:val="center"/>
            </w:pPr>
            <w:r>
              <w:t>D=R*S</w:t>
            </w:r>
          </w:p>
        </w:tc>
      </w:tr>
      <w:tr w:rsidR="00AF44A5" w14:paraId="530D4870" w14:textId="77777777">
        <w:tc>
          <w:tcPr>
            <w:tcW w:w="3345" w:type="dxa"/>
            <w:vAlign w:val="center"/>
          </w:tcPr>
          <w:p w14:paraId="0D1CB8B6" w14:textId="77777777" w:rsidR="00AF44A5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21E6DBA3" w14:textId="77777777" w:rsidR="00AF44A5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084B490" w14:textId="77777777" w:rsidR="00AF44A5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6E0FC290" w14:textId="77777777" w:rsidR="00AF44A5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DA80EBD" w14:textId="77777777" w:rsidR="00AF44A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34A4F63" w14:textId="77777777" w:rsidR="00AF44A5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4D46401" w14:textId="77777777" w:rsidR="00AF44A5" w:rsidRDefault="00000000">
            <w:r>
              <w:t>0.245</w:t>
            </w:r>
          </w:p>
        </w:tc>
      </w:tr>
      <w:tr w:rsidR="00AF44A5" w14:paraId="0993AADF" w14:textId="77777777">
        <w:tc>
          <w:tcPr>
            <w:tcW w:w="3345" w:type="dxa"/>
            <w:vAlign w:val="center"/>
          </w:tcPr>
          <w:p w14:paraId="3FA0D4DE" w14:textId="77777777" w:rsidR="00AF44A5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18131CDF" w14:textId="77777777" w:rsidR="00AF44A5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04750C8" w14:textId="77777777" w:rsidR="00AF44A5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3AF2E438" w14:textId="77777777" w:rsidR="00AF44A5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132A10D6" w14:textId="77777777" w:rsidR="00AF44A5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4FD4A913" w14:textId="77777777" w:rsidR="00AF44A5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2C6714BF" w14:textId="77777777" w:rsidR="00AF44A5" w:rsidRDefault="00000000">
            <w:r>
              <w:t>0.227</w:t>
            </w:r>
          </w:p>
        </w:tc>
      </w:tr>
      <w:tr w:rsidR="00AF44A5" w14:paraId="54F714AD" w14:textId="77777777">
        <w:tc>
          <w:tcPr>
            <w:tcW w:w="3345" w:type="dxa"/>
            <w:vAlign w:val="center"/>
          </w:tcPr>
          <w:p w14:paraId="010EEB6E" w14:textId="77777777" w:rsidR="00AF44A5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346A9A34" w14:textId="77777777" w:rsidR="00AF44A5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8AA7C0E" w14:textId="77777777" w:rsidR="00AF44A5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3F660F26" w14:textId="77777777" w:rsidR="00AF44A5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495FEFCF" w14:textId="77777777" w:rsidR="00AF44A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07FAB39" w14:textId="77777777" w:rsidR="00AF44A5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CD86713" w14:textId="77777777" w:rsidR="00AF44A5" w:rsidRDefault="00000000">
            <w:r>
              <w:t>0.245</w:t>
            </w:r>
          </w:p>
        </w:tc>
      </w:tr>
      <w:tr w:rsidR="00AF44A5" w14:paraId="1010849E" w14:textId="77777777">
        <w:tc>
          <w:tcPr>
            <w:tcW w:w="3345" w:type="dxa"/>
            <w:vAlign w:val="center"/>
          </w:tcPr>
          <w:p w14:paraId="25E10ECF" w14:textId="77777777" w:rsidR="00AF44A5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4601EC7F" w14:textId="77777777" w:rsidR="00AF44A5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52DAA10C" w14:textId="77777777" w:rsidR="00AF44A5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28612C31" w14:textId="77777777" w:rsidR="00AF44A5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32E91DAE" w14:textId="77777777" w:rsidR="00AF44A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42479CC" w14:textId="77777777" w:rsidR="00AF44A5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76615BED" w14:textId="77777777" w:rsidR="00AF44A5" w:rsidRDefault="00000000">
            <w:r>
              <w:t>1.977</w:t>
            </w:r>
          </w:p>
        </w:tc>
      </w:tr>
      <w:tr w:rsidR="00AF44A5" w14:paraId="31751C66" w14:textId="77777777">
        <w:tc>
          <w:tcPr>
            <w:tcW w:w="3345" w:type="dxa"/>
            <w:vAlign w:val="center"/>
          </w:tcPr>
          <w:p w14:paraId="64BC5C11" w14:textId="77777777" w:rsidR="00AF44A5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2924DAA2" w14:textId="77777777" w:rsidR="00AF44A5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5E44642" w14:textId="77777777" w:rsidR="00AF44A5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2167F771" w14:textId="77777777" w:rsidR="00AF44A5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2C8C7CFF" w14:textId="77777777" w:rsidR="00AF44A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4A41F66" w14:textId="77777777" w:rsidR="00AF44A5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475560F3" w14:textId="77777777" w:rsidR="00AF44A5" w:rsidRDefault="00000000">
            <w:r>
              <w:t>0.249</w:t>
            </w:r>
          </w:p>
        </w:tc>
      </w:tr>
      <w:tr w:rsidR="00AF44A5" w14:paraId="5309DBED" w14:textId="77777777">
        <w:tc>
          <w:tcPr>
            <w:tcW w:w="3345" w:type="dxa"/>
            <w:vAlign w:val="center"/>
          </w:tcPr>
          <w:p w14:paraId="74CF51E3" w14:textId="77777777" w:rsidR="00AF44A5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08573B1" w14:textId="77777777" w:rsidR="00AF44A5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14:paraId="2AB41B74" w14:textId="77777777" w:rsidR="00AF44A5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A8DF5EC" w14:textId="77777777" w:rsidR="00AF44A5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13205533" w14:textId="77777777" w:rsidR="00AF44A5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A713FAC" w14:textId="77777777" w:rsidR="00AF44A5" w:rsidRDefault="00000000">
            <w:r>
              <w:t>0.738</w:t>
            </w:r>
          </w:p>
        </w:tc>
        <w:tc>
          <w:tcPr>
            <w:tcW w:w="1064" w:type="dxa"/>
            <w:vAlign w:val="center"/>
          </w:tcPr>
          <w:p w14:paraId="45A48186" w14:textId="77777777" w:rsidR="00AF44A5" w:rsidRDefault="00000000">
            <w:r>
              <w:t>2.941</w:t>
            </w:r>
          </w:p>
        </w:tc>
      </w:tr>
      <w:tr w:rsidR="00AF44A5" w14:paraId="6945B99A" w14:textId="77777777">
        <w:tc>
          <w:tcPr>
            <w:tcW w:w="3345" w:type="dxa"/>
            <w:shd w:val="clear" w:color="auto" w:fill="E6E6E6"/>
            <w:vAlign w:val="center"/>
          </w:tcPr>
          <w:p w14:paraId="3C4702AB" w14:textId="77777777" w:rsidR="00AF44A5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0B3E1F5C" w14:textId="77777777" w:rsidR="00AF44A5" w:rsidRDefault="00000000">
            <w:pPr>
              <w:jc w:val="center"/>
            </w:pPr>
            <w:r>
              <w:t>1.13</w:t>
            </w:r>
          </w:p>
        </w:tc>
      </w:tr>
    </w:tbl>
    <w:p w14:paraId="32EE3717" w14:textId="77777777" w:rsidR="00AF44A5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外墙主断面传热系数的修正系数ψ</w:t>
      </w:r>
    </w:p>
    <w:p w14:paraId="77C447A4" w14:textId="77777777" w:rsidR="00000000" w:rsidRDefault="00000000" w:rsidP="00AA6FE7">
      <w:pPr>
        <w:jc w:val="center"/>
        <w:rPr>
          <w:rFonts w:asciiTheme="majorEastAsia" w:eastAsiaTheme="majorEastAsia" w:hAnsiTheme="majorEastAsia"/>
          <w:sz w:val="18"/>
          <w:szCs w:val="18"/>
        </w:rPr>
      </w:pPr>
      <w:bookmarkStart w:id="28" w:name="严寒寒冷居建2018外墙K修正系数表"/>
      <w:r>
        <w:rPr>
          <w:rFonts w:asciiTheme="majorEastAsia" w:eastAsiaTheme="majorEastAsia" w:hAnsiTheme="majorEastAsia" w:hint="eastAsia"/>
          <w:sz w:val="18"/>
          <w:szCs w:val="18"/>
        </w:rPr>
        <w:t>外墙</w:t>
      </w:r>
      <w:r>
        <w:rPr>
          <w:rFonts w:asciiTheme="majorEastAsia" w:eastAsiaTheme="majorEastAsia" w:hAnsiTheme="majorEastAsia"/>
          <w:sz w:val="18"/>
          <w:szCs w:val="18"/>
        </w:rPr>
        <w:t>平壁传热系数的修正系数</w:t>
      </w:r>
      <w:r w:rsidRPr="00400D33">
        <w:rPr>
          <w:color w:val="000000"/>
          <w:sz w:val="24"/>
        </w:rPr>
        <w:t>φ</w:t>
      </w:r>
    </w:p>
    <w:tbl>
      <w:tblPr>
        <w:tblW w:w="59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001"/>
        <w:gridCol w:w="2002"/>
        <w:gridCol w:w="1937"/>
      </w:tblGrid>
      <w:tr w:rsidR="00AA6FE7" w:rsidRPr="00D46BC9" w14:paraId="373C98E2" w14:textId="77777777" w:rsidTr="00795F12">
        <w:trPr>
          <w:jc w:val="center"/>
        </w:trPr>
        <w:tc>
          <w:tcPr>
            <w:tcW w:w="2001" w:type="dxa"/>
            <w:vMerge w:val="restart"/>
            <w:vAlign w:val="center"/>
          </w:tcPr>
          <w:p w14:paraId="3FFD5A0F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rFonts w:hAnsi="宋体"/>
                <w:szCs w:val="21"/>
              </w:rPr>
              <w:t>外墙传热系数限值</w:t>
            </w:r>
            <w:r w:rsidRPr="00D46BC9">
              <w:rPr>
                <w:szCs w:val="21"/>
              </w:rPr>
              <w:t>K</w:t>
            </w:r>
            <w:r w:rsidRPr="00D46BC9">
              <w:rPr>
                <w:szCs w:val="21"/>
                <w:vertAlign w:val="subscript"/>
              </w:rPr>
              <w:t>m</w:t>
            </w:r>
          </w:p>
          <w:p w14:paraId="7574D879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szCs w:val="21"/>
              </w:rPr>
              <w:t>[W/(m</w:t>
            </w:r>
            <w:r w:rsidRPr="00D46BC9">
              <w:rPr>
                <w:szCs w:val="21"/>
                <w:vertAlign w:val="superscript"/>
              </w:rPr>
              <w:t>2</w:t>
            </w:r>
            <w:r w:rsidRPr="00D46BC9">
              <w:rPr>
                <w:szCs w:val="21"/>
              </w:rPr>
              <w:t>·K)]</w:t>
            </w:r>
          </w:p>
        </w:tc>
        <w:tc>
          <w:tcPr>
            <w:tcW w:w="3939" w:type="dxa"/>
            <w:gridSpan w:val="2"/>
            <w:vAlign w:val="center"/>
          </w:tcPr>
          <w:p w14:paraId="1EA190CC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rFonts w:hAnsi="宋体"/>
                <w:szCs w:val="21"/>
              </w:rPr>
              <w:t>外</w:t>
            </w:r>
            <w:r w:rsidRPr="00D46BC9">
              <w:rPr>
                <w:szCs w:val="21"/>
              </w:rPr>
              <w:t xml:space="preserve">  </w:t>
            </w:r>
            <w:r w:rsidRPr="00D46BC9">
              <w:rPr>
                <w:rFonts w:hAnsi="宋体"/>
                <w:szCs w:val="21"/>
              </w:rPr>
              <w:t>保</w:t>
            </w:r>
            <w:r w:rsidRPr="00D46BC9">
              <w:rPr>
                <w:szCs w:val="21"/>
              </w:rPr>
              <w:t xml:space="preserve">  </w:t>
            </w:r>
            <w:r w:rsidRPr="00D46BC9">
              <w:rPr>
                <w:rFonts w:hAnsi="宋体"/>
                <w:szCs w:val="21"/>
              </w:rPr>
              <w:t>温</w:t>
            </w:r>
          </w:p>
        </w:tc>
      </w:tr>
      <w:tr w:rsidR="00AA6FE7" w:rsidRPr="00D46BC9" w14:paraId="4A5ECC65" w14:textId="77777777" w:rsidTr="00795F12">
        <w:trPr>
          <w:jc w:val="center"/>
        </w:trPr>
        <w:tc>
          <w:tcPr>
            <w:tcW w:w="2001" w:type="dxa"/>
            <w:vMerge/>
            <w:vAlign w:val="center"/>
          </w:tcPr>
          <w:p w14:paraId="2AC1E77A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002" w:type="dxa"/>
            <w:vAlign w:val="center"/>
          </w:tcPr>
          <w:p w14:paraId="6BD9F0D6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rFonts w:hAnsi="宋体"/>
                <w:szCs w:val="21"/>
              </w:rPr>
              <w:t>普通窗</w:t>
            </w:r>
          </w:p>
        </w:tc>
        <w:tc>
          <w:tcPr>
            <w:tcW w:w="1937" w:type="dxa"/>
            <w:vAlign w:val="center"/>
          </w:tcPr>
          <w:p w14:paraId="22F92074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rFonts w:hAnsi="宋体"/>
                <w:spacing w:val="-12"/>
                <w:szCs w:val="21"/>
              </w:rPr>
              <w:t>凸</w:t>
            </w:r>
            <w:r w:rsidRPr="00D46BC9">
              <w:rPr>
                <w:spacing w:val="-12"/>
                <w:szCs w:val="21"/>
              </w:rPr>
              <w:t xml:space="preserve">    </w:t>
            </w:r>
            <w:r w:rsidRPr="00D46BC9">
              <w:rPr>
                <w:rFonts w:hAnsi="宋体"/>
                <w:spacing w:val="-12"/>
                <w:szCs w:val="21"/>
              </w:rPr>
              <w:t>窗</w:t>
            </w:r>
          </w:p>
        </w:tc>
      </w:tr>
      <w:tr w:rsidR="00AA6FE7" w:rsidRPr="00D46BC9" w14:paraId="2478E6DE" w14:textId="77777777" w:rsidTr="00795F12">
        <w:trPr>
          <w:jc w:val="center"/>
        </w:trPr>
        <w:tc>
          <w:tcPr>
            <w:tcW w:w="2001" w:type="dxa"/>
            <w:vAlign w:val="center"/>
          </w:tcPr>
          <w:p w14:paraId="31D418C2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szCs w:val="21"/>
              </w:rPr>
              <w:t>0.</w:t>
            </w:r>
            <w:r>
              <w:rPr>
                <w:rFonts w:hint="eastAsia"/>
                <w:szCs w:val="21"/>
              </w:rPr>
              <w:t>6</w:t>
            </w:r>
            <w:r w:rsidRPr="00D46BC9">
              <w:rPr>
                <w:szCs w:val="21"/>
              </w:rPr>
              <w:t>0</w:t>
            </w:r>
          </w:p>
        </w:tc>
        <w:tc>
          <w:tcPr>
            <w:tcW w:w="2002" w:type="dxa"/>
            <w:vAlign w:val="center"/>
          </w:tcPr>
          <w:p w14:paraId="30C68AB1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937" w:type="dxa"/>
            <w:vAlign w:val="center"/>
          </w:tcPr>
          <w:p w14:paraId="4BC37554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51172F55" w14:textId="77777777" w:rsidTr="00795F12">
        <w:trPr>
          <w:jc w:val="center"/>
        </w:trPr>
        <w:tc>
          <w:tcPr>
            <w:tcW w:w="2001" w:type="dxa"/>
            <w:vAlign w:val="center"/>
          </w:tcPr>
          <w:p w14:paraId="4D3D93D6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0.55</w:t>
            </w:r>
          </w:p>
        </w:tc>
        <w:tc>
          <w:tcPr>
            <w:tcW w:w="2002" w:type="dxa"/>
            <w:vAlign w:val="center"/>
          </w:tcPr>
          <w:p w14:paraId="4E5D53A1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6D5E2DFD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07E106AB" w14:textId="77777777" w:rsidTr="00795F12">
        <w:trPr>
          <w:jc w:val="center"/>
        </w:trPr>
        <w:tc>
          <w:tcPr>
            <w:tcW w:w="2001" w:type="dxa"/>
            <w:vAlign w:val="center"/>
          </w:tcPr>
          <w:p w14:paraId="017FA36E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0.50</w:t>
            </w:r>
          </w:p>
        </w:tc>
        <w:tc>
          <w:tcPr>
            <w:tcW w:w="2002" w:type="dxa"/>
            <w:vAlign w:val="center"/>
          </w:tcPr>
          <w:p w14:paraId="18AD5462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4C8AE787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496F1F00" w14:textId="77777777" w:rsidTr="00795F12">
        <w:trPr>
          <w:jc w:val="center"/>
        </w:trPr>
        <w:tc>
          <w:tcPr>
            <w:tcW w:w="2001" w:type="dxa"/>
            <w:vAlign w:val="center"/>
          </w:tcPr>
          <w:p w14:paraId="5EC97708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0.45</w:t>
            </w:r>
          </w:p>
        </w:tc>
        <w:tc>
          <w:tcPr>
            <w:tcW w:w="2002" w:type="dxa"/>
            <w:vAlign w:val="center"/>
          </w:tcPr>
          <w:p w14:paraId="71E84E7C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7817F06B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48A01800" w14:textId="77777777" w:rsidTr="00795F12">
        <w:trPr>
          <w:jc w:val="center"/>
        </w:trPr>
        <w:tc>
          <w:tcPr>
            <w:tcW w:w="2001" w:type="dxa"/>
            <w:vAlign w:val="center"/>
          </w:tcPr>
          <w:p w14:paraId="47050CA8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0.40</w:t>
            </w:r>
          </w:p>
        </w:tc>
        <w:tc>
          <w:tcPr>
            <w:tcW w:w="2002" w:type="dxa"/>
            <w:vAlign w:val="center"/>
          </w:tcPr>
          <w:p w14:paraId="27C351B7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0B22944D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4687FCBA" w14:textId="77777777" w:rsidTr="00795F12">
        <w:trPr>
          <w:jc w:val="center"/>
        </w:trPr>
        <w:tc>
          <w:tcPr>
            <w:tcW w:w="2001" w:type="dxa"/>
            <w:vAlign w:val="center"/>
          </w:tcPr>
          <w:p w14:paraId="40C5A386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0.35</w:t>
            </w:r>
          </w:p>
        </w:tc>
        <w:tc>
          <w:tcPr>
            <w:tcW w:w="2002" w:type="dxa"/>
            <w:vAlign w:val="center"/>
          </w:tcPr>
          <w:p w14:paraId="791F1841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937" w:type="dxa"/>
            <w:vAlign w:val="center"/>
          </w:tcPr>
          <w:p w14:paraId="38F267E1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1.4</w:t>
            </w:r>
          </w:p>
        </w:tc>
      </w:tr>
      <w:tr w:rsidR="00AA6FE7" w:rsidRPr="00D46BC9" w14:paraId="35BABE44" w14:textId="77777777" w:rsidTr="00795F12">
        <w:trPr>
          <w:jc w:val="center"/>
        </w:trPr>
        <w:tc>
          <w:tcPr>
            <w:tcW w:w="2001" w:type="dxa"/>
            <w:vAlign w:val="center"/>
          </w:tcPr>
          <w:p w14:paraId="69F74B2D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0.30</w:t>
            </w:r>
          </w:p>
        </w:tc>
        <w:tc>
          <w:tcPr>
            <w:tcW w:w="2002" w:type="dxa"/>
            <w:vAlign w:val="center"/>
          </w:tcPr>
          <w:p w14:paraId="4F0BF4DC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937" w:type="dxa"/>
            <w:vAlign w:val="center"/>
          </w:tcPr>
          <w:p w14:paraId="18BD6AE6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1.4</w:t>
            </w:r>
          </w:p>
        </w:tc>
      </w:tr>
      <w:tr w:rsidR="00AA6FE7" w:rsidRPr="00D46BC9" w14:paraId="72DB4918" w14:textId="77777777" w:rsidTr="00795F12">
        <w:trPr>
          <w:jc w:val="center"/>
        </w:trPr>
        <w:tc>
          <w:tcPr>
            <w:tcW w:w="2001" w:type="dxa"/>
            <w:vAlign w:val="center"/>
          </w:tcPr>
          <w:p w14:paraId="5821FFD5" w14:textId="77777777" w:rsidR="00000000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0.25</w:t>
            </w:r>
          </w:p>
        </w:tc>
        <w:tc>
          <w:tcPr>
            <w:tcW w:w="2002" w:type="dxa"/>
            <w:vAlign w:val="center"/>
          </w:tcPr>
          <w:p w14:paraId="2B607302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1.4</w:t>
            </w:r>
          </w:p>
        </w:tc>
        <w:tc>
          <w:tcPr>
            <w:tcW w:w="1937" w:type="dxa"/>
            <w:vAlign w:val="center"/>
          </w:tcPr>
          <w:p w14:paraId="2E28EB65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1.5</w:t>
            </w:r>
          </w:p>
        </w:tc>
      </w:tr>
    </w:tbl>
    <w:p w14:paraId="619021E4" w14:textId="77777777" w:rsidR="00000000" w:rsidRPr="00A91EAD" w:rsidRDefault="00000000" w:rsidP="00765D23">
      <w:pPr>
        <w:ind w:firstLineChars="300" w:firstLine="540"/>
        <w:rPr>
          <w:rFonts w:asciiTheme="majorEastAsia" w:eastAsiaTheme="majorEastAsia" w:hAnsiTheme="majorEastAsia"/>
          <w:sz w:val="18"/>
          <w:szCs w:val="18"/>
        </w:rPr>
      </w:pPr>
      <w:r w:rsidRPr="00A91EAD">
        <w:rPr>
          <w:rFonts w:asciiTheme="majorEastAsia" w:eastAsiaTheme="majorEastAsia" w:hAnsiTheme="majorEastAsia" w:cs="宋体" w:hint="eastAsia"/>
          <w:sz w:val="18"/>
          <w:szCs w:val="18"/>
          <w:lang w:val="en-US"/>
        </w:rPr>
        <w:t>注：凸窗所占外窗总面积的比例≥</w:t>
      </w:r>
      <w:r w:rsidRPr="00A91EAD">
        <w:rPr>
          <w:rFonts w:asciiTheme="majorEastAsia" w:eastAsiaTheme="majorEastAsia" w:hAnsiTheme="majorEastAsia"/>
          <w:sz w:val="18"/>
          <w:szCs w:val="18"/>
          <w:lang w:val="en-US"/>
        </w:rPr>
        <w:t>30</w:t>
      </w:r>
      <w:r w:rsidRPr="00A91EAD">
        <w:rPr>
          <w:rFonts w:asciiTheme="majorEastAsia" w:eastAsiaTheme="majorEastAsia" w:hAnsiTheme="majorEastAsia" w:cs="ËÎÌå"/>
          <w:sz w:val="18"/>
          <w:szCs w:val="18"/>
          <w:lang w:val="en-US"/>
        </w:rPr>
        <w:t>%</w:t>
      </w:r>
      <w:r w:rsidRPr="00A91EAD">
        <w:rPr>
          <w:rFonts w:asciiTheme="majorEastAsia" w:eastAsiaTheme="majorEastAsia" w:hAnsiTheme="majorEastAsia" w:cs="宋体" w:hint="eastAsia"/>
          <w:sz w:val="18"/>
          <w:szCs w:val="18"/>
          <w:lang w:val="en-US"/>
        </w:rPr>
        <w:t>时，外墙主断面传热系数的修正系数按外窗为凸窗取值。</w:t>
      </w:r>
    </w:p>
    <w:bookmarkEnd w:id="28"/>
    <w:p w14:paraId="7171118D" w14:textId="77777777" w:rsidR="00AF44A5" w:rsidRDefault="00AF44A5">
      <w:pPr>
        <w:widowControl w:val="0"/>
        <w:jc w:val="both"/>
        <w:rPr>
          <w:kern w:val="2"/>
          <w:szCs w:val="24"/>
          <w:lang w:val="en-US"/>
        </w:rPr>
      </w:pPr>
    </w:p>
    <w:p w14:paraId="19BB3361" w14:textId="77777777" w:rsidR="00AF44A5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lastRenderedPageBreak/>
        <w:t>外墙平均热工特性</w:t>
      </w:r>
    </w:p>
    <w:p w14:paraId="3DAECC1B" w14:textId="77777777" w:rsidR="00AF44A5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1.</w:t>
      </w:r>
      <w:r>
        <w:rPr>
          <w:kern w:val="2"/>
          <w:szCs w:val="24"/>
          <w:lang w:val="en-US"/>
        </w:rPr>
        <w:t xml:space="preserve">　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AF44A5" w14:paraId="5FA8332C" w14:textId="77777777">
        <w:tc>
          <w:tcPr>
            <w:tcW w:w="2948" w:type="dxa"/>
            <w:shd w:val="clear" w:color="auto" w:fill="E6E6E6"/>
            <w:vAlign w:val="center"/>
          </w:tcPr>
          <w:p w14:paraId="75D906AA" w14:textId="77777777" w:rsidR="00AF44A5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21E1A650" w14:textId="77777777" w:rsidR="00AF44A5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8B61CF5" w14:textId="77777777" w:rsidR="00AF44A5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2D81D14D" w14:textId="77777777" w:rsidR="00AF44A5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684738D5" w14:textId="77777777" w:rsidR="00AF44A5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0F5C369F" w14:textId="77777777" w:rsidR="00AF44A5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AF44A5" w14:paraId="031CB21C" w14:textId="77777777">
        <w:tc>
          <w:tcPr>
            <w:tcW w:w="2948" w:type="dxa"/>
            <w:vAlign w:val="center"/>
          </w:tcPr>
          <w:p w14:paraId="52C00EC7" w14:textId="77777777" w:rsidR="00AF44A5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2D03C26F" w14:textId="77777777" w:rsidR="00AF44A5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0446E383" w14:textId="77777777" w:rsidR="00AF44A5" w:rsidRDefault="00000000">
            <w:r>
              <w:t>245.77</w:t>
            </w:r>
          </w:p>
        </w:tc>
        <w:tc>
          <w:tcPr>
            <w:tcW w:w="922" w:type="dxa"/>
            <w:vAlign w:val="center"/>
          </w:tcPr>
          <w:p w14:paraId="2E92BB22" w14:textId="77777777" w:rsidR="00AF44A5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4E21D713" w14:textId="77777777" w:rsidR="00AF44A5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0344D7F0" w14:textId="77777777" w:rsidR="00AF44A5" w:rsidRDefault="00000000">
            <w:r>
              <w:t>2.94</w:t>
            </w:r>
          </w:p>
        </w:tc>
      </w:tr>
      <w:tr w:rsidR="00AF44A5" w14:paraId="69EC6D5D" w14:textId="77777777">
        <w:tc>
          <w:tcPr>
            <w:tcW w:w="2948" w:type="dxa"/>
            <w:shd w:val="clear" w:color="auto" w:fill="E6E6E6"/>
            <w:vAlign w:val="center"/>
          </w:tcPr>
          <w:p w14:paraId="7EE99E2F" w14:textId="77777777" w:rsidR="00AF44A5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636662E2" w14:textId="77777777" w:rsidR="00AF44A5" w:rsidRDefault="00000000">
            <w:pPr>
              <w:jc w:val="center"/>
            </w:pPr>
            <w:r>
              <w:t>0%</w:t>
            </w:r>
          </w:p>
        </w:tc>
      </w:tr>
      <w:tr w:rsidR="00AF44A5" w14:paraId="148CC786" w14:textId="77777777">
        <w:tc>
          <w:tcPr>
            <w:tcW w:w="2948" w:type="dxa"/>
            <w:shd w:val="clear" w:color="auto" w:fill="E6E6E6"/>
            <w:vAlign w:val="center"/>
          </w:tcPr>
          <w:p w14:paraId="2E2C6CE4" w14:textId="77777777" w:rsidR="00AF44A5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795A3413" w14:textId="77777777" w:rsidR="00AF44A5" w:rsidRDefault="00000000">
            <w:pPr>
              <w:jc w:val="center"/>
            </w:pPr>
            <w:r>
              <w:t>1.13 × 1.30 = 1.47</w:t>
            </w:r>
          </w:p>
        </w:tc>
      </w:tr>
    </w:tbl>
    <w:p w14:paraId="77CF14A7" w14:textId="77777777" w:rsidR="00AF44A5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</w:t>
      </w:r>
      <w:r>
        <w:rPr>
          <w:kern w:val="2"/>
          <w:szCs w:val="24"/>
          <w:lang w:val="en-US"/>
        </w:rPr>
        <w:t xml:space="preserve">　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AF44A5" w14:paraId="0574C05F" w14:textId="77777777">
        <w:tc>
          <w:tcPr>
            <w:tcW w:w="2948" w:type="dxa"/>
            <w:shd w:val="clear" w:color="auto" w:fill="E6E6E6"/>
            <w:vAlign w:val="center"/>
          </w:tcPr>
          <w:p w14:paraId="5E58349D" w14:textId="77777777" w:rsidR="00AF44A5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78E7653D" w14:textId="77777777" w:rsidR="00AF44A5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023DF2D" w14:textId="77777777" w:rsidR="00AF44A5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5B35B1AA" w14:textId="77777777" w:rsidR="00AF44A5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35EDAB50" w14:textId="77777777" w:rsidR="00AF44A5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79D1ECC2" w14:textId="77777777" w:rsidR="00AF44A5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AF44A5" w14:paraId="19DC7E1B" w14:textId="77777777">
        <w:tc>
          <w:tcPr>
            <w:tcW w:w="2948" w:type="dxa"/>
            <w:vAlign w:val="center"/>
          </w:tcPr>
          <w:p w14:paraId="6B04B395" w14:textId="77777777" w:rsidR="00AF44A5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2E6A4860" w14:textId="77777777" w:rsidR="00AF44A5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3E675E6C" w14:textId="77777777" w:rsidR="00AF44A5" w:rsidRDefault="00000000">
            <w:r>
              <w:t>267.83</w:t>
            </w:r>
          </w:p>
        </w:tc>
        <w:tc>
          <w:tcPr>
            <w:tcW w:w="922" w:type="dxa"/>
            <w:vAlign w:val="center"/>
          </w:tcPr>
          <w:p w14:paraId="1E9E1D05" w14:textId="77777777" w:rsidR="00AF44A5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32CBFCBE" w14:textId="77777777" w:rsidR="00AF44A5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56ABDA24" w14:textId="77777777" w:rsidR="00AF44A5" w:rsidRDefault="00000000">
            <w:r>
              <w:t>2.94</w:t>
            </w:r>
          </w:p>
        </w:tc>
      </w:tr>
      <w:tr w:rsidR="00AF44A5" w14:paraId="69DB2BE0" w14:textId="77777777">
        <w:tc>
          <w:tcPr>
            <w:tcW w:w="2948" w:type="dxa"/>
            <w:shd w:val="clear" w:color="auto" w:fill="E6E6E6"/>
            <w:vAlign w:val="center"/>
          </w:tcPr>
          <w:p w14:paraId="3ADEA248" w14:textId="77777777" w:rsidR="00AF44A5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0A048125" w14:textId="77777777" w:rsidR="00AF44A5" w:rsidRDefault="00000000">
            <w:pPr>
              <w:jc w:val="center"/>
            </w:pPr>
            <w:r>
              <w:t>0%</w:t>
            </w:r>
          </w:p>
        </w:tc>
      </w:tr>
      <w:tr w:rsidR="00AF44A5" w14:paraId="5A741A61" w14:textId="77777777">
        <w:tc>
          <w:tcPr>
            <w:tcW w:w="2948" w:type="dxa"/>
            <w:shd w:val="clear" w:color="auto" w:fill="E6E6E6"/>
            <w:vAlign w:val="center"/>
          </w:tcPr>
          <w:p w14:paraId="182F1C80" w14:textId="77777777" w:rsidR="00AF44A5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62651218" w14:textId="77777777" w:rsidR="00AF44A5" w:rsidRDefault="00000000">
            <w:pPr>
              <w:jc w:val="center"/>
            </w:pPr>
            <w:r>
              <w:t>1.13 × 1.30 = 1.47</w:t>
            </w:r>
          </w:p>
        </w:tc>
      </w:tr>
    </w:tbl>
    <w:p w14:paraId="3324D827" w14:textId="77777777" w:rsidR="00AF44A5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</w:t>
      </w:r>
      <w:r>
        <w:rPr>
          <w:kern w:val="2"/>
          <w:szCs w:val="24"/>
          <w:lang w:val="en-US"/>
        </w:rPr>
        <w:t xml:space="preserve">　东向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AF44A5" w14:paraId="2D3985E5" w14:textId="77777777">
        <w:tc>
          <w:tcPr>
            <w:tcW w:w="2948" w:type="dxa"/>
            <w:shd w:val="clear" w:color="auto" w:fill="E6E6E6"/>
            <w:vAlign w:val="center"/>
          </w:tcPr>
          <w:p w14:paraId="27850CA3" w14:textId="77777777" w:rsidR="00AF44A5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36429318" w14:textId="77777777" w:rsidR="00AF44A5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311DD4E" w14:textId="77777777" w:rsidR="00AF44A5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4F63CE27" w14:textId="77777777" w:rsidR="00AF44A5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42E89FAF" w14:textId="77777777" w:rsidR="00AF44A5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7142DD87" w14:textId="77777777" w:rsidR="00AF44A5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AF44A5" w14:paraId="74651409" w14:textId="77777777">
        <w:tc>
          <w:tcPr>
            <w:tcW w:w="2948" w:type="dxa"/>
            <w:vAlign w:val="center"/>
          </w:tcPr>
          <w:p w14:paraId="12D273CB" w14:textId="77777777" w:rsidR="00AF44A5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2EB0DECE" w14:textId="77777777" w:rsidR="00AF44A5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5260572E" w14:textId="77777777" w:rsidR="00AF44A5" w:rsidRDefault="00000000">
            <w:r>
              <w:t>255.97</w:t>
            </w:r>
          </w:p>
        </w:tc>
        <w:tc>
          <w:tcPr>
            <w:tcW w:w="922" w:type="dxa"/>
            <w:vAlign w:val="center"/>
          </w:tcPr>
          <w:p w14:paraId="54FD7173" w14:textId="77777777" w:rsidR="00AF44A5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19F63EA4" w14:textId="77777777" w:rsidR="00AF44A5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16CDE8B5" w14:textId="77777777" w:rsidR="00AF44A5" w:rsidRDefault="00000000">
            <w:r>
              <w:t>2.94</w:t>
            </w:r>
          </w:p>
        </w:tc>
      </w:tr>
      <w:tr w:rsidR="00AF44A5" w14:paraId="12758808" w14:textId="77777777">
        <w:tc>
          <w:tcPr>
            <w:tcW w:w="2948" w:type="dxa"/>
            <w:shd w:val="clear" w:color="auto" w:fill="E6E6E6"/>
            <w:vAlign w:val="center"/>
          </w:tcPr>
          <w:p w14:paraId="64BE8485" w14:textId="77777777" w:rsidR="00AF44A5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7BEEC7D7" w14:textId="77777777" w:rsidR="00AF44A5" w:rsidRDefault="00000000">
            <w:pPr>
              <w:jc w:val="center"/>
            </w:pPr>
            <w:r>
              <w:t>0%</w:t>
            </w:r>
          </w:p>
        </w:tc>
      </w:tr>
      <w:tr w:rsidR="00AF44A5" w14:paraId="1B8014B4" w14:textId="77777777">
        <w:tc>
          <w:tcPr>
            <w:tcW w:w="2948" w:type="dxa"/>
            <w:shd w:val="clear" w:color="auto" w:fill="E6E6E6"/>
            <w:vAlign w:val="center"/>
          </w:tcPr>
          <w:p w14:paraId="41F05760" w14:textId="77777777" w:rsidR="00AF44A5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3C54C7C1" w14:textId="77777777" w:rsidR="00AF44A5" w:rsidRDefault="00000000">
            <w:pPr>
              <w:jc w:val="center"/>
            </w:pPr>
            <w:r>
              <w:t>1.13 × 1.30 = 1.47</w:t>
            </w:r>
          </w:p>
        </w:tc>
      </w:tr>
    </w:tbl>
    <w:p w14:paraId="1BA6EBD9" w14:textId="77777777" w:rsidR="00AF44A5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</w:t>
      </w:r>
      <w:r>
        <w:rPr>
          <w:kern w:val="2"/>
          <w:szCs w:val="24"/>
          <w:lang w:val="en-US"/>
        </w:rPr>
        <w:t xml:space="preserve">　西向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AF44A5" w14:paraId="0B6FEE74" w14:textId="77777777">
        <w:tc>
          <w:tcPr>
            <w:tcW w:w="2948" w:type="dxa"/>
            <w:shd w:val="clear" w:color="auto" w:fill="E6E6E6"/>
            <w:vAlign w:val="center"/>
          </w:tcPr>
          <w:p w14:paraId="6DB2AEFC" w14:textId="77777777" w:rsidR="00AF44A5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7AEFDA80" w14:textId="77777777" w:rsidR="00AF44A5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E9E6280" w14:textId="77777777" w:rsidR="00AF44A5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7D35A808" w14:textId="77777777" w:rsidR="00AF44A5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0E7C2B74" w14:textId="77777777" w:rsidR="00AF44A5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4C9BAE06" w14:textId="77777777" w:rsidR="00AF44A5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AF44A5" w14:paraId="095BAD96" w14:textId="77777777">
        <w:tc>
          <w:tcPr>
            <w:tcW w:w="2948" w:type="dxa"/>
            <w:vAlign w:val="center"/>
          </w:tcPr>
          <w:p w14:paraId="601B9C8C" w14:textId="77777777" w:rsidR="00AF44A5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1E51A0D8" w14:textId="77777777" w:rsidR="00AF44A5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3C944D38" w14:textId="77777777" w:rsidR="00AF44A5" w:rsidRDefault="00000000">
            <w:r>
              <w:t>281.42</w:t>
            </w:r>
          </w:p>
        </w:tc>
        <w:tc>
          <w:tcPr>
            <w:tcW w:w="922" w:type="dxa"/>
            <w:vAlign w:val="center"/>
          </w:tcPr>
          <w:p w14:paraId="20633383" w14:textId="77777777" w:rsidR="00AF44A5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18BBFE16" w14:textId="77777777" w:rsidR="00AF44A5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7F0F4F21" w14:textId="77777777" w:rsidR="00AF44A5" w:rsidRDefault="00000000">
            <w:r>
              <w:t>2.94</w:t>
            </w:r>
          </w:p>
        </w:tc>
      </w:tr>
      <w:tr w:rsidR="00AF44A5" w14:paraId="71123E28" w14:textId="77777777">
        <w:tc>
          <w:tcPr>
            <w:tcW w:w="2948" w:type="dxa"/>
            <w:shd w:val="clear" w:color="auto" w:fill="E6E6E6"/>
            <w:vAlign w:val="center"/>
          </w:tcPr>
          <w:p w14:paraId="1D1F0C11" w14:textId="77777777" w:rsidR="00AF44A5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4B1EA0F9" w14:textId="77777777" w:rsidR="00AF44A5" w:rsidRDefault="00000000">
            <w:pPr>
              <w:jc w:val="center"/>
            </w:pPr>
            <w:r>
              <w:t>0%</w:t>
            </w:r>
          </w:p>
        </w:tc>
      </w:tr>
      <w:tr w:rsidR="00AF44A5" w14:paraId="0BED4E3D" w14:textId="77777777">
        <w:tc>
          <w:tcPr>
            <w:tcW w:w="2948" w:type="dxa"/>
            <w:shd w:val="clear" w:color="auto" w:fill="E6E6E6"/>
            <w:vAlign w:val="center"/>
          </w:tcPr>
          <w:p w14:paraId="63E76C3B" w14:textId="77777777" w:rsidR="00AF44A5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402FFC42" w14:textId="77777777" w:rsidR="00AF44A5" w:rsidRDefault="00000000">
            <w:pPr>
              <w:jc w:val="center"/>
            </w:pPr>
            <w:r>
              <w:t>1.13 × 1.30 = 1.47</w:t>
            </w:r>
          </w:p>
        </w:tc>
      </w:tr>
    </w:tbl>
    <w:p w14:paraId="29DF40F8" w14:textId="77777777" w:rsidR="00AF44A5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5.</w:t>
      </w:r>
      <w:r>
        <w:rPr>
          <w:kern w:val="2"/>
          <w:szCs w:val="24"/>
          <w:lang w:val="en-US"/>
        </w:rPr>
        <w:t xml:space="preserve">　总体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AF44A5" w14:paraId="4141564F" w14:textId="77777777">
        <w:tc>
          <w:tcPr>
            <w:tcW w:w="2948" w:type="dxa"/>
            <w:shd w:val="clear" w:color="auto" w:fill="E6E6E6"/>
            <w:vAlign w:val="center"/>
          </w:tcPr>
          <w:p w14:paraId="74CC3685" w14:textId="77777777" w:rsidR="00AF44A5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595470A5" w14:textId="77777777" w:rsidR="00AF44A5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7724C2D" w14:textId="77777777" w:rsidR="00AF44A5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16E112D9" w14:textId="77777777" w:rsidR="00AF44A5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539CC0A9" w14:textId="77777777" w:rsidR="00AF44A5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3F97E537" w14:textId="77777777" w:rsidR="00AF44A5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AF44A5" w14:paraId="204DB90B" w14:textId="77777777">
        <w:tc>
          <w:tcPr>
            <w:tcW w:w="2948" w:type="dxa"/>
            <w:vAlign w:val="center"/>
          </w:tcPr>
          <w:p w14:paraId="0298DAB0" w14:textId="77777777" w:rsidR="00AF44A5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3D0A3814" w14:textId="77777777" w:rsidR="00AF44A5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4C161C34" w14:textId="77777777" w:rsidR="00AF44A5" w:rsidRDefault="00000000">
            <w:r>
              <w:t>1050.99</w:t>
            </w:r>
          </w:p>
        </w:tc>
        <w:tc>
          <w:tcPr>
            <w:tcW w:w="922" w:type="dxa"/>
            <w:vAlign w:val="center"/>
          </w:tcPr>
          <w:p w14:paraId="0744C592" w14:textId="77777777" w:rsidR="00AF44A5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745C1ADF" w14:textId="77777777" w:rsidR="00AF44A5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0C7FDCFE" w14:textId="77777777" w:rsidR="00AF44A5" w:rsidRDefault="00000000">
            <w:r>
              <w:t>2.94</w:t>
            </w:r>
          </w:p>
        </w:tc>
      </w:tr>
      <w:tr w:rsidR="00AF44A5" w14:paraId="1D36837F" w14:textId="77777777">
        <w:tc>
          <w:tcPr>
            <w:tcW w:w="2948" w:type="dxa"/>
            <w:shd w:val="clear" w:color="auto" w:fill="E6E6E6"/>
            <w:vAlign w:val="center"/>
          </w:tcPr>
          <w:p w14:paraId="60C09A62" w14:textId="77777777" w:rsidR="00AF44A5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57EF9511" w14:textId="77777777" w:rsidR="00AF44A5" w:rsidRDefault="00000000">
            <w:pPr>
              <w:jc w:val="center"/>
            </w:pPr>
            <w:r>
              <w:t>0%</w:t>
            </w:r>
          </w:p>
        </w:tc>
      </w:tr>
      <w:tr w:rsidR="00AF44A5" w14:paraId="5F024526" w14:textId="77777777">
        <w:tc>
          <w:tcPr>
            <w:tcW w:w="2948" w:type="dxa"/>
            <w:shd w:val="clear" w:color="auto" w:fill="E6E6E6"/>
            <w:vAlign w:val="center"/>
          </w:tcPr>
          <w:p w14:paraId="4F5F5C34" w14:textId="77777777" w:rsidR="00AF44A5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18611228" w14:textId="77777777" w:rsidR="00AF44A5" w:rsidRDefault="00000000">
            <w:pPr>
              <w:jc w:val="center"/>
            </w:pPr>
            <w:r>
              <w:t>1.13 × 1.30 = 1.47</w:t>
            </w:r>
          </w:p>
        </w:tc>
      </w:tr>
      <w:tr w:rsidR="00AF44A5" w14:paraId="101E3074" w14:textId="77777777">
        <w:tc>
          <w:tcPr>
            <w:tcW w:w="2948" w:type="dxa"/>
            <w:shd w:val="clear" w:color="auto" w:fill="E6E6E6"/>
            <w:vAlign w:val="center"/>
          </w:tcPr>
          <w:p w14:paraId="75239A9E" w14:textId="77777777" w:rsidR="00AF44A5" w:rsidRDefault="00000000">
            <w:r>
              <w:t>标准依据</w:t>
            </w:r>
          </w:p>
        </w:tc>
        <w:tc>
          <w:tcPr>
            <w:tcW w:w="6382" w:type="dxa"/>
            <w:gridSpan w:val="5"/>
          </w:tcPr>
          <w:p w14:paraId="71EF9B1A" w14:textId="77777777" w:rsidR="00AF44A5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AF44A5" w14:paraId="224CD188" w14:textId="77777777">
        <w:tc>
          <w:tcPr>
            <w:tcW w:w="2948" w:type="dxa"/>
            <w:shd w:val="clear" w:color="auto" w:fill="E6E6E6"/>
            <w:vAlign w:val="center"/>
          </w:tcPr>
          <w:p w14:paraId="71359D4B" w14:textId="77777777" w:rsidR="00AF44A5" w:rsidRDefault="00000000">
            <w:r>
              <w:t>标准要求</w:t>
            </w:r>
          </w:p>
        </w:tc>
        <w:tc>
          <w:tcPr>
            <w:tcW w:w="6382" w:type="dxa"/>
            <w:gridSpan w:val="5"/>
          </w:tcPr>
          <w:p w14:paraId="30E02734" w14:textId="77777777" w:rsidR="00AF44A5" w:rsidRDefault="00000000">
            <w:r>
              <w:t>K</w:t>
            </w:r>
            <w:r>
              <w:t>值应当符合表</w:t>
            </w:r>
            <w:r>
              <w:t>3.1.8-1~3.1.8-5</w:t>
            </w:r>
            <w:r>
              <w:t>的要求</w:t>
            </w:r>
            <w:r>
              <w:t>(K≤0.35)</w:t>
            </w:r>
          </w:p>
        </w:tc>
      </w:tr>
      <w:tr w:rsidR="00AF44A5" w14:paraId="4E3FE731" w14:textId="77777777">
        <w:tc>
          <w:tcPr>
            <w:tcW w:w="2948" w:type="dxa"/>
            <w:shd w:val="clear" w:color="auto" w:fill="E6E6E6"/>
            <w:vAlign w:val="center"/>
          </w:tcPr>
          <w:p w14:paraId="780F0780" w14:textId="77777777" w:rsidR="00AF44A5" w:rsidRDefault="00000000">
            <w:r>
              <w:t>结论</w:t>
            </w:r>
          </w:p>
        </w:tc>
        <w:tc>
          <w:tcPr>
            <w:tcW w:w="6382" w:type="dxa"/>
            <w:gridSpan w:val="5"/>
          </w:tcPr>
          <w:p w14:paraId="739FA312" w14:textId="77777777" w:rsidR="00AF44A5" w:rsidRDefault="00000000">
            <w:r>
              <w:rPr>
                <w:color w:val="FF0000"/>
              </w:rPr>
              <w:t>不满足</w:t>
            </w:r>
          </w:p>
        </w:tc>
      </w:tr>
    </w:tbl>
    <w:p w14:paraId="0495342C" w14:textId="77777777" w:rsidR="00AF44A5" w:rsidRDefault="00AF44A5">
      <w:pPr>
        <w:widowControl w:val="0"/>
        <w:jc w:val="both"/>
        <w:rPr>
          <w:kern w:val="2"/>
          <w:szCs w:val="24"/>
          <w:lang w:val="en-US"/>
        </w:rPr>
      </w:pPr>
    </w:p>
    <w:p w14:paraId="6AFF28A4" w14:textId="77777777" w:rsidR="00AF44A5" w:rsidRDefault="00000000">
      <w:pPr>
        <w:pStyle w:val="2"/>
        <w:widowControl w:val="0"/>
        <w:rPr>
          <w:kern w:val="2"/>
        </w:rPr>
      </w:pPr>
      <w:r>
        <w:rPr>
          <w:kern w:val="2"/>
        </w:rPr>
        <w:t>挑空楼板</w:t>
      </w:r>
    </w:p>
    <w:p w14:paraId="59C6FF4E" w14:textId="77777777" w:rsidR="00AF44A5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挑空楼板构造一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AF44A5" w14:paraId="656C4EB1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423D4A8C" w14:textId="77777777" w:rsidR="00AF44A5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461B653" w14:textId="77777777" w:rsidR="00AF44A5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39C6358" w14:textId="77777777" w:rsidR="00AF44A5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19C14F6" w14:textId="77777777" w:rsidR="00AF44A5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BDD1414" w14:textId="77777777" w:rsidR="00AF44A5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B5846FE" w14:textId="77777777" w:rsidR="00AF44A5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4A83E57" w14:textId="77777777" w:rsidR="00AF44A5" w:rsidRDefault="00000000">
            <w:pPr>
              <w:jc w:val="center"/>
            </w:pPr>
            <w:r>
              <w:t>热惰性指标</w:t>
            </w:r>
          </w:p>
        </w:tc>
      </w:tr>
      <w:tr w:rsidR="00AF44A5" w14:paraId="2D46CF4C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0713DA42" w14:textId="77777777" w:rsidR="00AF44A5" w:rsidRDefault="00AF44A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1FA8D66B" w14:textId="77777777" w:rsidR="00AF44A5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B368271" w14:textId="77777777" w:rsidR="00AF44A5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536EC09" w14:textId="77777777" w:rsidR="00AF44A5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709FDF3" w14:textId="77777777" w:rsidR="00AF44A5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55FFD3D" w14:textId="77777777" w:rsidR="00AF44A5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E82DC35" w14:textId="77777777" w:rsidR="00AF44A5" w:rsidRDefault="00000000">
            <w:pPr>
              <w:jc w:val="center"/>
            </w:pPr>
            <w:r>
              <w:t>D=R*S</w:t>
            </w:r>
          </w:p>
        </w:tc>
      </w:tr>
      <w:tr w:rsidR="00AF44A5" w14:paraId="74AD750F" w14:textId="77777777">
        <w:tc>
          <w:tcPr>
            <w:tcW w:w="3345" w:type="dxa"/>
            <w:vAlign w:val="center"/>
          </w:tcPr>
          <w:p w14:paraId="108B5BC5" w14:textId="77777777" w:rsidR="00AF44A5" w:rsidRDefault="00000000">
            <w:r>
              <w:lastRenderedPageBreak/>
              <w:t>水泥砂浆</w:t>
            </w:r>
          </w:p>
        </w:tc>
        <w:tc>
          <w:tcPr>
            <w:tcW w:w="848" w:type="dxa"/>
            <w:vAlign w:val="center"/>
          </w:tcPr>
          <w:p w14:paraId="4D4C6125" w14:textId="77777777" w:rsidR="00AF44A5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6379459" w14:textId="77777777" w:rsidR="00AF44A5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1D42CDE3" w14:textId="77777777" w:rsidR="00AF44A5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26E12FBE" w14:textId="77777777" w:rsidR="00AF44A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7F1614B" w14:textId="77777777" w:rsidR="00AF44A5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722E48D8" w14:textId="77777777" w:rsidR="00AF44A5" w:rsidRDefault="00000000">
            <w:r>
              <w:t>0.245</w:t>
            </w:r>
          </w:p>
        </w:tc>
      </w:tr>
      <w:tr w:rsidR="00AF44A5" w14:paraId="7C676442" w14:textId="77777777">
        <w:tc>
          <w:tcPr>
            <w:tcW w:w="3345" w:type="dxa"/>
            <w:vAlign w:val="center"/>
          </w:tcPr>
          <w:p w14:paraId="3D70C48C" w14:textId="77777777" w:rsidR="00AF44A5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2A3111B1" w14:textId="77777777" w:rsidR="00AF44A5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37807D2E" w14:textId="77777777" w:rsidR="00AF44A5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574F2B4C" w14:textId="77777777" w:rsidR="00AF44A5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133CD76E" w14:textId="77777777" w:rsidR="00AF44A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021621E" w14:textId="77777777" w:rsidR="00AF44A5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3BBDD37E" w14:textId="77777777" w:rsidR="00AF44A5" w:rsidRDefault="00000000">
            <w:r>
              <w:t>1.186</w:t>
            </w:r>
          </w:p>
        </w:tc>
      </w:tr>
      <w:tr w:rsidR="00AF44A5" w14:paraId="5A62FFA7" w14:textId="77777777">
        <w:tc>
          <w:tcPr>
            <w:tcW w:w="3345" w:type="dxa"/>
            <w:vAlign w:val="center"/>
          </w:tcPr>
          <w:p w14:paraId="257E2FDD" w14:textId="77777777" w:rsidR="00AF44A5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74FEFCBC" w14:textId="77777777" w:rsidR="00AF44A5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532B520" w14:textId="77777777" w:rsidR="00AF44A5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355B7E24" w14:textId="77777777" w:rsidR="00AF44A5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12030C1D" w14:textId="77777777" w:rsidR="00AF44A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9F470A1" w14:textId="77777777" w:rsidR="00AF44A5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51919DE3" w14:textId="77777777" w:rsidR="00AF44A5" w:rsidRDefault="00000000">
            <w:r>
              <w:t>0.245</w:t>
            </w:r>
          </w:p>
        </w:tc>
      </w:tr>
      <w:tr w:rsidR="00AF44A5" w14:paraId="0BCFDC42" w14:textId="77777777">
        <w:tc>
          <w:tcPr>
            <w:tcW w:w="3345" w:type="dxa"/>
            <w:vAlign w:val="center"/>
          </w:tcPr>
          <w:p w14:paraId="22F6A2FB" w14:textId="77777777" w:rsidR="00AF44A5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6AD72D94" w14:textId="77777777" w:rsidR="00AF44A5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BFC8205" w14:textId="77777777" w:rsidR="00AF44A5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0114F261" w14:textId="77777777" w:rsidR="00AF44A5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1BA330AF" w14:textId="77777777" w:rsidR="00AF44A5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5E8F5AF4" w14:textId="77777777" w:rsidR="00AF44A5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3CA11C85" w14:textId="77777777" w:rsidR="00AF44A5" w:rsidRDefault="00000000">
            <w:r>
              <w:t>0.227</w:t>
            </w:r>
          </w:p>
        </w:tc>
      </w:tr>
      <w:tr w:rsidR="00AF44A5" w14:paraId="2FFAB813" w14:textId="77777777">
        <w:tc>
          <w:tcPr>
            <w:tcW w:w="3345" w:type="dxa"/>
            <w:vAlign w:val="center"/>
          </w:tcPr>
          <w:p w14:paraId="40417D75" w14:textId="77777777" w:rsidR="00AF44A5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2B76D529" w14:textId="77777777" w:rsidR="00AF44A5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8DC4FB4" w14:textId="77777777" w:rsidR="00AF44A5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06EA5CA6" w14:textId="77777777" w:rsidR="00AF44A5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7F0FEE1" w14:textId="77777777" w:rsidR="00AF44A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36EEEE2" w14:textId="77777777" w:rsidR="00AF44A5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71CF1237" w14:textId="77777777" w:rsidR="00AF44A5" w:rsidRDefault="00000000">
            <w:r>
              <w:t>0.245</w:t>
            </w:r>
          </w:p>
        </w:tc>
      </w:tr>
      <w:tr w:rsidR="00AF44A5" w14:paraId="06FC5374" w14:textId="77777777">
        <w:tc>
          <w:tcPr>
            <w:tcW w:w="3345" w:type="dxa"/>
            <w:vAlign w:val="center"/>
          </w:tcPr>
          <w:p w14:paraId="4074808D" w14:textId="77777777" w:rsidR="00AF44A5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0747E48" w14:textId="77777777" w:rsidR="00AF44A5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201D80ED" w14:textId="77777777" w:rsidR="00AF44A5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6E7C5BD" w14:textId="77777777" w:rsidR="00AF44A5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24999BA2" w14:textId="77777777" w:rsidR="00AF44A5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3F463A1" w14:textId="77777777" w:rsidR="00AF44A5" w:rsidRDefault="00000000">
            <w:r>
              <w:t>0.689</w:t>
            </w:r>
          </w:p>
        </w:tc>
        <w:tc>
          <w:tcPr>
            <w:tcW w:w="1064" w:type="dxa"/>
            <w:vAlign w:val="center"/>
          </w:tcPr>
          <w:p w14:paraId="419EDFCB" w14:textId="77777777" w:rsidR="00AF44A5" w:rsidRDefault="00000000">
            <w:r>
              <w:t>2.146</w:t>
            </w:r>
          </w:p>
        </w:tc>
      </w:tr>
      <w:tr w:rsidR="00AF44A5" w14:paraId="4BAB43EE" w14:textId="77777777">
        <w:tc>
          <w:tcPr>
            <w:tcW w:w="3345" w:type="dxa"/>
            <w:shd w:val="clear" w:color="auto" w:fill="E6E6E6"/>
            <w:vAlign w:val="center"/>
          </w:tcPr>
          <w:p w14:paraId="191A416A" w14:textId="77777777" w:rsidR="00AF44A5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1F4C42CC" w14:textId="77777777" w:rsidR="00AF44A5" w:rsidRDefault="00000000">
            <w:pPr>
              <w:jc w:val="center"/>
            </w:pPr>
            <w:r>
              <w:t>1.19</w:t>
            </w:r>
          </w:p>
        </w:tc>
      </w:tr>
      <w:tr w:rsidR="00AF44A5" w14:paraId="4A1ED54A" w14:textId="77777777">
        <w:tc>
          <w:tcPr>
            <w:tcW w:w="3345" w:type="dxa"/>
            <w:shd w:val="clear" w:color="auto" w:fill="E6E6E6"/>
            <w:vAlign w:val="center"/>
          </w:tcPr>
          <w:p w14:paraId="0459E7AB" w14:textId="77777777" w:rsidR="00AF44A5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0819354F" w14:textId="77777777" w:rsidR="00AF44A5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AF44A5" w14:paraId="26D7A6DB" w14:textId="77777777">
        <w:tc>
          <w:tcPr>
            <w:tcW w:w="3345" w:type="dxa"/>
            <w:shd w:val="clear" w:color="auto" w:fill="E6E6E6"/>
            <w:vAlign w:val="center"/>
          </w:tcPr>
          <w:p w14:paraId="1BE95D90" w14:textId="77777777" w:rsidR="00AF44A5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62B72372" w14:textId="77777777" w:rsidR="00AF44A5" w:rsidRDefault="00000000">
            <w:r>
              <w:t>K</w:t>
            </w:r>
            <w:r>
              <w:t>值应符合表</w:t>
            </w:r>
            <w:r>
              <w:t>3.1.8-1~3.1.8-5</w:t>
            </w:r>
            <w:r>
              <w:t>的要求</w:t>
            </w:r>
            <w:r>
              <w:t>(K≤0.35)</w:t>
            </w:r>
          </w:p>
        </w:tc>
      </w:tr>
      <w:tr w:rsidR="00AF44A5" w14:paraId="403BC47E" w14:textId="77777777">
        <w:tc>
          <w:tcPr>
            <w:tcW w:w="3345" w:type="dxa"/>
            <w:shd w:val="clear" w:color="auto" w:fill="E6E6E6"/>
            <w:vAlign w:val="center"/>
          </w:tcPr>
          <w:p w14:paraId="3A28DC40" w14:textId="77777777" w:rsidR="00AF44A5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4C966209" w14:textId="77777777" w:rsidR="00AF44A5" w:rsidRDefault="00000000">
            <w:r>
              <w:rPr>
                <w:color w:val="FF0000"/>
              </w:rPr>
              <w:t>不满足</w:t>
            </w:r>
          </w:p>
        </w:tc>
      </w:tr>
    </w:tbl>
    <w:p w14:paraId="4FEDEBB7" w14:textId="77777777" w:rsidR="00AF44A5" w:rsidRDefault="00AF44A5">
      <w:pPr>
        <w:widowControl w:val="0"/>
        <w:jc w:val="both"/>
        <w:rPr>
          <w:kern w:val="2"/>
          <w:szCs w:val="24"/>
          <w:lang w:val="en-US"/>
        </w:rPr>
      </w:pPr>
    </w:p>
    <w:p w14:paraId="7578B26E" w14:textId="77777777" w:rsidR="00AF44A5" w:rsidRDefault="00000000">
      <w:pPr>
        <w:pStyle w:val="2"/>
        <w:widowControl w:val="0"/>
        <w:rPr>
          <w:kern w:val="2"/>
        </w:rPr>
      </w:pPr>
      <w:r>
        <w:rPr>
          <w:kern w:val="2"/>
        </w:rPr>
        <w:t>阳台门下部门芯板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41"/>
        <w:gridCol w:w="1358"/>
        <w:gridCol w:w="1471"/>
        <w:gridCol w:w="2292"/>
        <w:gridCol w:w="1471"/>
      </w:tblGrid>
      <w:tr w:rsidR="00AF44A5" w14:paraId="1057FFA8" w14:textId="77777777">
        <w:tc>
          <w:tcPr>
            <w:tcW w:w="2739" w:type="dxa"/>
            <w:shd w:val="clear" w:color="auto" w:fill="E6E6E6"/>
            <w:vAlign w:val="center"/>
          </w:tcPr>
          <w:p w14:paraId="326215D4" w14:textId="77777777" w:rsidR="00AF44A5" w:rsidRDefault="00000000">
            <w:pPr>
              <w:jc w:val="center"/>
            </w:pPr>
            <w:r>
              <w:t>构造名称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77EC4732" w14:textId="77777777" w:rsidR="00AF44A5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471" w:type="dxa"/>
            <w:shd w:val="clear" w:color="auto" w:fill="E6E6E6"/>
            <w:vAlign w:val="center"/>
          </w:tcPr>
          <w:p w14:paraId="3E74398F" w14:textId="77777777" w:rsidR="00AF44A5" w:rsidRDefault="00000000">
            <w:pPr>
              <w:jc w:val="center"/>
            </w:pPr>
            <w:r>
              <w:t>面积所占比例</w:t>
            </w:r>
          </w:p>
        </w:tc>
        <w:tc>
          <w:tcPr>
            <w:tcW w:w="2292" w:type="dxa"/>
            <w:shd w:val="clear" w:color="auto" w:fill="E6E6E6"/>
            <w:vAlign w:val="center"/>
          </w:tcPr>
          <w:p w14:paraId="0BD0E81D" w14:textId="77777777" w:rsidR="00AF44A5" w:rsidRDefault="00000000">
            <w:pPr>
              <w:jc w:val="center"/>
            </w:pPr>
            <w:r>
              <w:t>传热系数</w:t>
            </w:r>
            <w:r>
              <w:t>K [W/(</w:t>
            </w:r>
            <w:r>
              <w:t>㎡</w:t>
            </w:r>
            <w:r>
              <w:t>.K)]</w:t>
            </w:r>
          </w:p>
        </w:tc>
        <w:tc>
          <w:tcPr>
            <w:tcW w:w="1471" w:type="dxa"/>
            <w:shd w:val="clear" w:color="auto" w:fill="E6E6E6"/>
            <w:vAlign w:val="center"/>
          </w:tcPr>
          <w:p w14:paraId="686546BF" w14:textId="77777777" w:rsidR="00AF44A5" w:rsidRDefault="00000000">
            <w:pPr>
              <w:jc w:val="center"/>
            </w:pPr>
            <w:r>
              <w:t>是否满足</w:t>
            </w:r>
          </w:p>
        </w:tc>
      </w:tr>
      <w:tr w:rsidR="00AF44A5" w14:paraId="45D66F43" w14:textId="77777777">
        <w:tc>
          <w:tcPr>
            <w:tcW w:w="2739" w:type="dxa"/>
            <w:vAlign w:val="center"/>
          </w:tcPr>
          <w:p w14:paraId="1AF78396" w14:textId="77777777" w:rsidR="00AF44A5" w:rsidRDefault="00000000">
            <w:r>
              <w:t>保温门（多功能门）</w:t>
            </w:r>
          </w:p>
        </w:tc>
        <w:tc>
          <w:tcPr>
            <w:tcW w:w="1358" w:type="dxa"/>
            <w:vAlign w:val="center"/>
          </w:tcPr>
          <w:p w14:paraId="247FC3C5" w14:textId="77777777" w:rsidR="00AF44A5" w:rsidRDefault="00000000">
            <w:r>
              <w:t>26.46</w:t>
            </w:r>
          </w:p>
        </w:tc>
        <w:tc>
          <w:tcPr>
            <w:tcW w:w="1471" w:type="dxa"/>
            <w:vAlign w:val="center"/>
          </w:tcPr>
          <w:p w14:paraId="548631D5" w14:textId="77777777" w:rsidR="00AF44A5" w:rsidRDefault="00000000">
            <w:r>
              <w:t>1.000</w:t>
            </w:r>
          </w:p>
        </w:tc>
        <w:tc>
          <w:tcPr>
            <w:tcW w:w="2292" w:type="dxa"/>
            <w:vAlign w:val="center"/>
          </w:tcPr>
          <w:p w14:paraId="3B32AD58" w14:textId="77777777" w:rsidR="00AF44A5" w:rsidRDefault="00000000">
            <w:r>
              <w:t>1.97</w:t>
            </w:r>
          </w:p>
        </w:tc>
        <w:tc>
          <w:tcPr>
            <w:tcW w:w="1471" w:type="dxa"/>
            <w:vAlign w:val="center"/>
          </w:tcPr>
          <w:p w14:paraId="2230D134" w14:textId="77777777" w:rsidR="00AF44A5" w:rsidRDefault="00000000">
            <w:r>
              <w:rPr>
                <w:color w:val="FF0000"/>
              </w:rPr>
              <w:t>不满足</w:t>
            </w:r>
          </w:p>
        </w:tc>
      </w:tr>
      <w:tr w:rsidR="00AF44A5" w14:paraId="49390EFB" w14:textId="77777777">
        <w:tc>
          <w:tcPr>
            <w:tcW w:w="2739" w:type="dxa"/>
            <w:shd w:val="clear" w:color="auto" w:fill="E6E6E6"/>
            <w:vAlign w:val="center"/>
          </w:tcPr>
          <w:p w14:paraId="4E774018" w14:textId="77777777" w:rsidR="00AF44A5" w:rsidRDefault="00000000">
            <w:r>
              <w:t>标准依据</w:t>
            </w:r>
          </w:p>
        </w:tc>
        <w:tc>
          <w:tcPr>
            <w:tcW w:w="6592" w:type="dxa"/>
            <w:gridSpan w:val="4"/>
          </w:tcPr>
          <w:p w14:paraId="4FE2C1FE" w14:textId="77777777" w:rsidR="00AF44A5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AF44A5" w14:paraId="650CEC75" w14:textId="77777777">
        <w:tc>
          <w:tcPr>
            <w:tcW w:w="2739" w:type="dxa"/>
            <w:shd w:val="clear" w:color="auto" w:fill="E6E6E6"/>
            <w:vAlign w:val="center"/>
          </w:tcPr>
          <w:p w14:paraId="2D0087A1" w14:textId="77777777" w:rsidR="00AF44A5" w:rsidRDefault="00000000">
            <w:r>
              <w:t>标准要求</w:t>
            </w:r>
          </w:p>
        </w:tc>
        <w:tc>
          <w:tcPr>
            <w:tcW w:w="6592" w:type="dxa"/>
            <w:gridSpan w:val="4"/>
          </w:tcPr>
          <w:p w14:paraId="085FFA2B" w14:textId="77777777" w:rsidR="00AF44A5" w:rsidRDefault="00000000">
            <w:r>
              <w:t>K</w:t>
            </w:r>
            <w:r>
              <w:t>值应符合表</w:t>
            </w:r>
            <w:r>
              <w:t>3.1.8-1~3.1.8-5</w:t>
            </w:r>
            <w:r>
              <w:t>的要求</w:t>
            </w:r>
            <w:r>
              <w:t>(K≤1.70)</w:t>
            </w:r>
          </w:p>
        </w:tc>
      </w:tr>
      <w:tr w:rsidR="00AF44A5" w14:paraId="71C01A4B" w14:textId="77777777">
        <w:tc>
          <w:tcPr>
            <w:tcW w:w="2739" w:type="dxa"/>
            <w:shd w:val="clear" w:color="auto" w:fill="E6E6E6"/>
            <w:vAlign w:val="center"/>
          </w:tcPr>
          <w:p w14:paraId="3BD81E1E" w14:textId="77777777" w:rsidR="00AF44A5" w:rsidRDefault="00000000">
            <w:r>
              <w:t>结论</w:t>
            </w:r>
          </w:p>
        </w:tc>
        <w:tc>
          <w:tcPr>
            <w:tcW w:w="6592" w:type="dxa"/>
            <w:gridSpan w:val="4"/>
          </w:tcPr>
          <w:p w14:paraId="6D084807" w14:textId="77777777" w:rsidR="00AF44A5" w:rsidRDefault="00000000">
            <w:r>
              <w:rPr>
                <w:color w:val="FF0000"/>
              </w:rPr>
              <w:t>不满足</w:t>
            </w:r>
          </w:p>
        </w:tc>
      </w:tr>
    </w:tbl>
    <w:p w14:paraId="71BDA2DC" w14:textId="77777777" w:rsidR="00AF44A5" w:rsidRDefault="00000000">
      <w:pPr>
        <w:pStyle w:val="2"/>
        <w:widowControl w:val="0"/>
        <w:rPr>
          <w:kern w:val="2"/>
        </w:rPr>
      </w:pPr>
      <w:r>
        <w:rPr>
          <w:kern w:val="2"/>
        </w:rPr>
        <w:t>非供暖地下室顶板</w:t>
      </w:r>
    </w:p>
    <w:p w14:paraId="131DB641" w14:textId="77777777" w:rsidR="00AF44A5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75E5977A" w14:textId="77777777" w:rsidR="00AF44A5" w:rsidRDefault="00000000">
      <w:pPr>
        <w:pStyle w:val="2"/>
        <w:widowControl w:val="0"/>
        <w:rPr>
          <w:kern w:val="2"/>
        </w:rPr>
      </w:pPr>
      <w:r>
        <w:rPr>
          <w:kern w:val="2"/>
        </w:rPr>
        <w:t>分隔供暖与非供暖空间的隔墙</w:t>
      </w:r>
    </w:p>
    <w:p w14:paraId="03F1288C" w14:textId="77777777" w:rsidR="00AF44A5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55AD34D6" w14:textId="77777777" w:rsidR="00AF44A5" w:rsidRDefault="00000000">
      <w:pPr>
        <w:pStyle w:val="2"/>
        <w:widowControl w:val="0"/>
        <w:rPr>
          <w:kern w:val="2"/>
        </w:rPr>
      </w:pPr>
      <w:r>
        <w:rPr>
          <w:kern w:val="2"/>
        </w:rPr>
        <w:t>分隔供暖与非供暖空间的楼板</w:t>
      </w:r>
    </w:p>
    <w:p w14:paraId="70D0D57F" w14:textId="77777777" w:rsidR="00AF44A5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169B6E96" w14:textId="77777777" w:rsidR="00AF44A5" w:rsidRDefault="00000000">
      <w:pPr>
        <w:pStyle w:val="2"/>
        <w:widowControl w:val="0"/>
        <w:rPr>
          <w:kern w:val="2"/>
        </w:rPr>
      </w:pPr>
      <w:r>
        <w:rPr>
          <w:kern w:val="2"/>
        </w:rPr>
        <w:t>分隔供暖与非供暖空间的户门</w:t>
      </w:r>
    </w:p>
    <w:p w14:paraId="63EE374C" w14:textId="77777777" w:rsidR="00AF44A5" w:rsidRDefault="00AF44A5">
      <w:pPr>
        <w:widowControl w:val="0"/>
        <w:jc w:val="both"/>
        <w:rPr>
          <w:kern w:val="2"/>
          <w:szCs w:val="24"/>
          <w:lang w:val="en-US"/>
        </w:rPr>
      </w:pPr>
    </w:p>
    <w:p w14:paraId="44CC5166" w14:textId="77777777" w:rsidR="00AF44A5" w:rsidRDefault="00000000">
      <w:r>
        <w:tab/>
      </w:r>
      <w:r>
        <w:t>本工程无此项内容</w:t>
      </w:r>
    </w:p>
    <w:p w14:paraId="6D5B9A62" w14:textId="77777777" w:rsidR="00AF44A5" w:rsidRDefault="00000000">
      <w:pPr>
        <w:pStyle w:val="2"/>
      </w:pPr>
      <w:r>
        <w:t>供暖温差大于5K的隔墙</w:t>
      </w:r>
    </w:p>
    <w:p w14:paraId="6E3E83C1" w14:textId="77777777" w:rsidR="00AF44A5" w:rsidRDefault="00000000">
      <w:r>
        <w:tab/>
      </w:r>
      <w:r>
        <w:t>本工程无此项内容</w:t>
      </w:r>
    </w:p>
    <w:p w14:paraId="6F518184" w14:textId="77777777" w:rsidR="00AF44A5" w:rsidRDefault="00000000">
      <w:pPr>
        <w:pStyle w:val="2"/>
      </w:pPr>
      <w:r>
        <w:t>供暖温差大于5K的楼板</w:t>
      </w:r>
    </w:p>
    <w:p w14:paraId="24E28F47" w14:textId="77777777" w:rsidR="00AF44A5" w:rsidRDefault="00000000">
      <w:r>
        <w:tab/>
      </w:r>
      <w:r>
        <w:t>本工程无此项内容</w:t>
      </w:r>
    </w:p>
    <w:p w14:paraId="229F670B" w14:textId="77777777" w:rsidR="00AF44A5" w:rsidRDefault="00000000">
      <w:pPr>
        <w:pStyle w:val="2"/>
      </w:pPr>
      <w:r>
        <w:lastRenderedPageBreak/>
        <w:t>外窗</w:t>
      </w:r>
    </w:p>
    <w:p w14:paraId="5840D913" w14:textId="77777777" w:rsidR="00AF44A5" w:rsidRDefault="00000000">
      <w:pPr>
        <w:pStyle w:val="3"/>
      </w:pPr>
      <w:r>
        <w:t>外窗构造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AF44A5" w14:paraId="23AEB0D1" w14:textId="77777777">
        <w:tc>
          <w:tcPr>
            <w:tcW w:w="905" w:type="dxa"/>
            <w:shd w:val="clear" w:color="auto" w:fill="E6E6E6"/>
            <w:vAlign w:val="center"/>
          </w:tcPr>
          <w:p w14:paraId="4AD4A410" w14:textId="77777777" w:rsidR="00AF44A5" w:rsidRDefault="00000000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14:paraId="5AA6E4CF" w14:textId="77777777" w:rsidR="00AF44A5" w:rsidRDefault="00000000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14:paraId="4FA4C1B9" w14:textId="77777777" w:rsidR="00AF44A5" w:rsidRDefault="00000000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7EA8BEF4" w14:textId="77777777" w:rsidR="00AF44A5" w:rsidRDefault="00000000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2AB2944C" w14:textId="77777777" w:rsidR="00AF44A5" w:rsidRDefault="00000000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1FEFF29D" w14:textId="77777777" w:rsidR="00AF44A5" w:rsidRDefault="00000000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533B440E" w14:textId="77777777" w:rsidR="00AF44A5" w:rsidRDefault="00000000">
            <w:pPr>
              <w:jc w:val="center"/>
            </w:pPr>
            <w:r>
              <w:t>备注</w:t>
            </w:r>
          </w:p>
        </w:tc>
      </w:tr>
      <w:tr w:rsidR="00AF44A5" w14:paraId="3DB1E196" w14:textId="77777777">
        <w:tc>
          <w:tcPr>
            <w:tcW w:w="905" w:type="dxa"/>
            <w:vAlign w:val="center"/>
          </w:tcPr>
          <w:p w14:paraId="7FC212B2" w14:textId="77777777" w:rsidR="00AF44A5" w:rsidRDefault="00000000">
            <w:r>
              <w:t>1</w:t>
            </w:r>
          </w:p>
        </w:tc>
        <w:tc>
          <w:tcPr>
            <w:tcW w:w="1867" w:type="dxa"/>
            <w:vAlign w:val="center"/>
          </w:tcPr>
          <w:p w14:paraId="53542F86" w14:textId="77777777" w:rsidR="00AF44A5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26" w:type="dxa"/>
            <w:vAlign w:val="center"/>
          </w:tcPr>
          <w:p w14:paraId="5FB00111" w14:textId="77777777" w:rsidR="00AF44A5" w:rsidRDefault="00000000">
            <w:r>
              <w:t>18</w:t>
            </w:r>
          </w:p>
        </w:tc>
        <w:tc>
          <w:tcPr>
            <w:tcW w:w="832" w:type="dxa"/>
            <w:vAlign w:val="center"/>
          </w:tcPr>
          <w:p w14:paraId="7E25DDC3" w14:textId="77777777" w:rsidR="00AF44A5" w:rsidRDefault="00000000">
            <w:r>
              <w:t>3.90</w:t>
            </w:r>
          </w:p>
        </w:tc>
        <w:tc>
          <w:tcPr>
            <w:tcW w:w="956" w:type="dxa"/>
            <w:vAlign w:val="center"/>
          </w:tcPr>
          <w:p w14:paraId="0DB973F6" w14:textId="77777777" w:rsidR="00AF44A5" w:rsidRDefault="00000000">
            <w:r>
              <w:t>0.65</w:t>
            </w:r>
          </w:p>
        </w:tc>
        <w:tc>
          <w:tcPr>
            <w:tcW w:w="956" w:type="dxa"/>
            <w:vAlign w:val="center"/>
          </w:tcPr>
          <w:p w14:paraId="1EA24A0F" w14:textId="77777777" w:rsidR="00AF44A5" w:rsidRDefault="00000000">
            <w:r>
              <w:t>0.800</w:t>
            </w:r>
          </w:p>
        </w:tc>
        <w:tc>
          <w:tcPr>
            <w:tcW w:w="2988" w:type="dxa"/>
            <w:vAlign w:val="center"/>
          </w:tcPr>
          <w:p w14:paraId="52FFE2F0" w14:textId="77777777" w:rsidR="00AF44A5" w:rsidRDefault="00000000">
            <w:r>
              <w:t>来源《民用建筑热工设计规范》</w:t>
            </w:r>
          </w:p>
        </w:tc>
      </w:tr>
    </w:tbl>
    <w:p w14:paraId="6C280D82" w14:textId="77777777" w:rsidR="00AF44A5" w:rsidRDefault="00000000">
      <w:pPr>
        <w:pStyle w:val="3"/>
      </w:pPr>
      <w:r>
        <w:t>总体热工性能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302"/>
        <w:gridCol w:w="984"/>
        <w:gridCol w:w="2010"/>
        <w:gridCol w:w="2038"/>
        <w:gridCol w:w="1018"/>
        <w:gridCol w:w="1189"/>
      </w:tblGrid>
      <w:tr w:rsidR="00AF44A5" w14:paraId="1DCBDDDE" w14:textId="77777777">
        <w:tc>
          <w:tcPr>
            <w:tcW w:w="792" w:type="dxa"/>
            <w:shd w:val="clear" w:color="auto" w:fill="E6E6E6"/>
            <w:vAlign w:val="center"/>
          </w:tcPr>
          <w:p w14:paraId="579B2225" w14:textId="77777777" w:rsidR="00AF44A5" w:rsidRDefault="00000000">
            <w:pPr>
              <w:jc w:val="center"/>
            </w:pPr>
            <w:r>
              <w:t>朝向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7579D143" w14:textId="77777777" w:rsidR="00AF44A5" w:rsidRDefault="00000000">
            <w:pPr>
              <w:jc w:val="center"/>
            </w:pPr>
            <w:r>
              <w:t>房间编号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5D5DDFCA" w14:textId="77777777" w:rsidR="00AF44A5" w:rsidRDefault="00000000">
            <w:pPr>
              <w:jc w:val="center"/>
            </w:pPr>
            <w:r>
              <w:t>窗构造</w:t>
            </w:r>
            <w:r>
              <w:br/>
            </w:r>
            <w:r>
              <w:t>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755F2A50" w14:textId="77777777" w:rsidR="00AF44A5" w:rsidRDefault="00000000">
            <w:pPr>
              <w:jc w:val="center"/>
            </w:pPr>
            <w:r>
              <w:t>K</w:t>
            </w:r>
            <w:r>
              <w:t>值</w:t>
            </w:r>
          </w:p>
        </w:tc>
        <w:tc>
          <w:tcPr>
            <w:tcW w:w="2037" w:type="dxa"/>
            <w:shd w:val="clear" w:color="auto" w:fill="E6E6E6"/>
            <w:vAlign w:val="center"/>
          </w:tcPr>
          <w:p w14:paraId="5EE72869" w14:textId="77777777" w:rsidR="00AF44A5" w:rsidRDefault="00000000">
            <w:pPr>
              <w:jc w:val="center"/>
            </w:pPr>
            <w:r>
              <w:t>K</w:t>
            </w:r>
            <w:r>
              <w:t>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5062CF8" w14:textId="77777777" w:rsidR="00AF44A5" w:rsidRDefault="00000000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8F8045B" w14:textId="77777777" w:rsidR="00AF44A5" w:rsidRDefault="00000000">
            <w:pPr>
              <w:jc w:val="center"/>
            </w:pPr>
            <w:r>
              <w:t>是否满足</w:t>
            </w:r>
          </w:p>
        </w:tc>
      </w:tr>
      <w:tr w:rsidR="00AF44A5" w14:paraId="2C59546D" w14:textId="77777777">
        <w:tc>
          <w:tcPr>
            <w:tcW w:w="792" w:type="dxa"/>
            <w:vMerge w:val="restart"/>
            <w:vAlign w:val="center"/>
          </w:tcPr>
          <w:p w14:paraId="310B5A14" w14:textId="77777777" w:rsidR="00AF44A5" w:rsidRDefault="00000000">
            <w:pPr>
              <w:jc w:val="center"/>
            </w:pPr>
            <w:r>
              <w:t>南向</w:t>
            </w:r>
          </w:p>
        </w:tc>
        <w:tc>
          <w:tcPr>
            <w:tcW w:w="1301" w:type="dxa"/>
            <w:vAlign w:val="center"/>
          </w:tcPr>
          <w:p w14:paraId="1B8B6F3C" w14:textId="77777777" w:rsidR="00AF44A5" w:rsidRDefault="00000000">
            <w:pPr>
              <w:jc w:val="center"/>
            </w:pPr>
            <w:r>
              <w:t>1004</w:t>
            </w:r>
          </w:p>
        </w:tc>
        <w:tc>
          <w:tcPr>
            <w:tcW w:w="984" w:type="dxa"/>
            <w:vAlign w:val="center"/>
          </w:tcPr>
          <w:p w14:paraId="4F370C97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0DEAD4C0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4F07FB4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195FC77A" w14:textId="77777777" w:rsidR="00AF44A5" w:rsidRDefault="00000000">
            <w:pPr>
              <w:jc w:val="center"/>
            </w:pPr>
            <w:r>
              <w:t>0.19</w:t>
            </w:r>
          </w:p>
        </w:tc>
        <w:tc>
          <w:tcPr>
            <w:tcW w:w="1188" w:type="dxa"/>
            <w:vAlign w:val="center"/>
          </w:tcPr>
          <w:p w14:paraId="0A7457CF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76FE991B" w14:textId="77777777">
        <w:tc>
          <w:tcPr>
            <w:tcW w:w="792" w:type="dxa"/>
            <w:vMerge/>
            <w:vAlign w:val="center"/>
          </w:tcPr>
          <w:p w14:paraId="7A08A439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8911B9D" w14:textId="77777777" w:rsidR="00AF44A5" w:rsidRDefault="00000000">
            <w:pPr>
              <w:jc w:val="center"/>
            </w:pPr>
            <w:r>
              <w:t>1005</w:t>
            </w:r>
          </w:p>
        </w:tc>
        <w:tc>
          <w:tcPr>
            <w:tcW w:w="984" w:type="dxa"/>
            <w:vAlign w:val="center"/>
          </w:tcPr>
          <w:p w14:paraId="31DD2815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0C578380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45C7F1F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3B8595E3" w14:textId="77777777" w:rsidR="00AF44A5" w:rsidRDefault="00000000">
            <w:pPr>
              <w:jc w:val="center"/>
            </w:pPr>
            <w:r>
              <w:t>0.22</w:t>
            </w:r>
          </w:p>
        </w:tc>
        <w:tc>
          <w:tcPr>
            <w:tcW w:w="1188" w:type="dxa"/>
            <w:vAlign w:val="center"/>
          </w:tcPr>
          <w:p w14:paraId="0ED40633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7A2489A7" w14:textId="77777777">
        <w:tc>
          <w:tcPr>
            <w:tcW w:w="792" w:type="dxa"/>
            <w:vMerge/>
            <w:vAlign w:val="center"/>
          </w:tcPr>
          <w:p w14:paraId="2044A50F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047CFADB" w14:textId="77777777" w:rsidR="00AF44A5" w:rsidRDefault="00000000">
            <w:pPr>
              <w:jc w:val="center"/>
            </w:pPr>
            <w:r>
              <w:t>1013</w:t>
            </w:r>
          </w:p>
        </w:tc>
        <w:tc>
          <w:tcPr>
            <w:tcW w:w="984" w:type="dxa"/>
            <w:vAlign w:val="center"/>
          </w:tcPr>
          <w:p w14:paraId="49B06532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0F270D81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83DB546" w14:textId="77777777" w:rsidR="00AF44A5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22602D1A" w14:textId="77777777" w:rsidR="00AF44A5" w:rsidRDefault="00000000">
            <w:pPr>
              <w:jc w:val="center"/>
            </w:pPr>
            <w:r>
              <w:t>0.33</w:t>
            </w:r>
          </w:p>
        </w:tc>
        <w:tc>
          <w:tcPr>
            <w:tcW w:w="1188" w:type="dxa"/>
            <w:vAlign w:val="center"/>
          </w:tcPr>
          <w:p w14:paraId="5EAEFCC9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70FAE64D" w14:textId="77777777">
        <w:tc>
          <w:tcPr>
            <w:tcW w:w="792" w:type="dxa"/>
            <w:vMerge/>
            <w:vAlign w:val="center"/>
          </w:tcPr>
          <w:p w14:paraId="66C1B551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055C2C3" w14:textId="77777777" w:rsidR="00AF44A5" w:rsidRDefault="00000000">
            <w:pPr>
              <w:jc w:val="center"/>
            </w:pPr>
            <w:r>
              <w:t>1014</w:t>
            </w:r>
          </w:p>
        </w:tc>
        <w:tc>
          <w:tcPr>
            <w:tcW w:w="984" w:type="dxa"/>
            <w:vAlign w:val="center"/>
          </w:tcPr>
          <w:p w14:paraId="651D809D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37DBF5B4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C6DDF19" w14:textId="77777777" w:rsidR="00AF44A5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6E147A5A" w14:textId="77777777" w:rsidR="00AF44A5" w:rsidRDefault="00000000">
            <w:pPr>
              <w:jc w:val="center"/>
            </w:pPr>
            <w:r>
              <w:t>0.33</w:t>
            </w:r>
          </w:p>
        </w:tc>
        <w:tc>
          <w:tcPr>
            <w:tcW w:w="1188" w:type="dxa"/>
            <w:vAlign w:val="center"/>
          </w:tcPr>
          <w:p w14:paraId="22A6B859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683FCBC9" w14:textId="77777777">
        <w:tc>
          <w:tcPr>
            <w:tcW w:w="792" w:type="dxa"/>
            <w:vMerge/>
            <w:vAlign w:val="center"/>
          </w:tcPr>
          <w:p w14:paraId="64620C1C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0777CFE" w14:textId="77777777" w:rsidR="00AF44A5" w:rsidRDefault="00000000">
            <w:pPr>
              <w:jc w:val="center"/>
            </w:pPr>
            <w:r>
              <w:t>2001</w:t>
            </w:r>
          </w:p>
        </w:tc>
        <w:tc>
          <w:tcPr>
            <w:tcW w:w="984" w:type="dxa"/>
            <w:vAlign w:val="center"/>
          </w:tcPr>
          <w:p w14:paraId="2302E88D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41A03F9D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3BB5546F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3674FD77" w14:textId="77777777" w:rsidR="00AF44A5" w:rsidRDefault="00000000">
            <w:pPr>
              <w:jc w:val="center"/>
            </w:pPr>
            <w:r>
              <w:t>0.15</w:t>
            </w:r>
          </w:p>
        </w:tc>
        <w:tc>
          <w:tcPr>
            <w:tcW w:w="1188" w:type="dxa"/>
            <w:vAlign w:val="center"/>
          </w:tcPr>
          <w:p w14:paraId="412CA196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25E5F8C0" w14:textId="77777777">
        <w:tc>
          <w:tcPr>
            <w:tcW w:w="792" w:type="dxa"/>
            <w:vMerge/>
            <w:vAlign w:val="center"/>
          </w:tcPr>
          <w:p w14:paraId="7279C51E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48C0DB4" w14:textId="77777777" w:rsidR="00AF44A5" w:rsidRDefault="00000000">
            <w:pPr>
              <w:jc w:val="center"/>
            </w:pPr>
            <w:r>
              <w:t>2005</w:t>
            </w:r>
          </w:p>
        </w:tc>
        <w:tc>
          <w:tcPr>
            <w:tcW w:w="984" w:type="dxa"/>
            <w:vAlign w:val="center"/>
          </w:tcPr>
          <w:p w14:paraId="4BF68B55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4C4C06A8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BA83F83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20994E52" w14:textId="77777777" w:rsidR="00AF44A5" w:rsidRDefault="00000000">
            <w:pPr>
              <w:jc w:val="center"/>
            </w:pPr>
            <w:r>
              <w:t>0.20</w:t>
            </w:r>
          </w:p>
        </w:tc>
        <w:tc>
          <w:tcPr>
            <w:tcW w:w="1188" w:type="dxa"/>
            <w:vAlign w:val="center"/>
          </w:tcPr>
          <w:p w14:paraId="345E6F70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0D8C461F" w14:textId="77777777">
        <w:tc>
          <w:tcPr>
            <w:tcW w:w="792" w:type="dxa"/>
            <w:vMerge/>
            <w:vAlign w:val="center"/>
          </w:tcPr>
          <w:p w14:paraId="0284A828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633C82B" w14:textId="77777777" w:rsidR="00AF44A5" w:rsidRDefault="00000000">
            <w:pPr>
              <w:jc w:val="center"/>
            </w:pPr>
            <w:r>
              <w:t>2014</w:t>
            </w:r>
          </w:p>
        </w:tc>
        <w:tc>
          <w:tcPr>
            <w:tcW w:w="984" w:type="dxa"/>
            <w:vAlign w:val="center"/>
          </w:tcPr>
          <w:p w14:paraId="7B92F7F4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03F56C8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28F11C56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44D8D560" w14:textId="77777777" w:rsidR="00AF44A5" w:rsidRDefault="00000000">
            <w:pPr>
              <w:jc w:val="center"/>
            </w:pPr>
            <w:r>
              <w:t>0.06</w:t>
            </w:r>
          </w:p>
        </w:tc>
        <w:tc>
          <w:tcPr>
            <w:tcW w:w="1188" w:type="dxa"/>
            <w:vAlign w:val="center"/>
          </w:tcPr>
          <w:p w14:paraId="4D7E9E50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27323A35" w14:textId="77777777">
        <w:tc>
          <w:tcPr>
            <w:tcW w:w="792" w:type="dxa"/>
            <w:vMerge/>
            <w:vAlign w:val="center"/>
          </w:tcPr>
          <w:p w14:paraId="596ACBAE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7114C9CB" w14:textId="77777777" w:rsidR="00AF44A5" w:rsidRDefault="00000000">
            <w:pPr>
              <w:jc w:val="center"/>
            </w:pPr>
            <w:r>
              <w:t>2021</w:t>
            </w:r>
          </w:p>
        </w:tc>
        <w:tc>
          <w:tcPr>
            <w:tcW w:w="984" w:type="dxa"/>
            <w:vAlign w:val="center"/>
          </w:tcPr>
          <w:p w14:paraId="458E6D0D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03FA72C1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3A110039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394267B2" w14:textId="77777777" w:rsidR="00AF44A5" w:rsidRDefault="00000000">
            <w:pPr>
              <w:jc w:val="center"/>
            </w:pPr>
            <w:r>
              <w:t>0.09</w:t>
            </w:r>
          </w:p>
        </w:tc>
        <w:tc>
          <w:tcPr>
            <w:tcW w:w="1188" w:type="dxa"/>
            <w:vAlign w:val="center"/>
          </w:tcPr>
          <w:p w14:paraId="4390DB1A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13DC0685" w14:textId="77777777">
        <w:tc>
          <w:tcPr>
            <w:tcW w:w="792" w:type="dxa"/>
            <w:vMerge/>
            <w:vAlign w:val="center"/>
          </w:tcPr>
          <w:p w14:paraId="4CEFBADA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3E00E7F" w14:textId="77777777" w:rsidR="00AF44A5" w:rsidRDefault="00000000">
            <w:pPr>
              <w:jc w:val="center"/>
            </w:pPr>
            <w:r>
              <w:t>2023</w:t>
            </w:r>
          </w:p>
        </w:tc>
        <w:tc>
          <w:tcPr>
            <w:tcW w:w="984" w:type="dxa"/>
            <w:vAlign w:val="center"/>
          </w:tcPr>
          <w:p w14:paraId="6598D4AF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33242068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BFBFFAA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5D8BD3FA" w14:textId="77777777" w:rsidR="00AF44A5" w:rsidRDefault="00000000">
            <w:pPr>
              <w:jc w:val="center"/>
            </w:pPr>
            <w:r>
              <w:t>0.09</w:t>
            </w:r>
          </w:p>
        </w:tc>
        <w:tc>
          <w:tcPr>
            <w:tcW w:w="1188" w:type="dxa"/>
            <w:vAlign w:val="center"/>
          </w:tcPr>
          <w:p w14:paraId="58501900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57FB966B" w14:textId="77777777">
        <w:tc>
          <w:tcPr>
            <w:tcW w:w="792" w:type="dxa"/>
            <w:vMerge/>
            <w:vAlign w:val="center"/>
          </w:tcPr>
          <w:p w14:paraId="7AF2D6E8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12B8422" w14:textId="77777777" w:rsidR="00AF44A5" w:rsidRDefault="00000000">
            <w:pPr>
              <w:jc w:val="center"/>
            </w:pPr>
            <w:r>
              <w:t>2024</w:t>
            </w:r>
          </w:p>
        </w:tc>
        <w:tc>
          <w:tcPr>
            <w:tcW w:w="984" w:type="dxa"/>
            <w:vAlign w:val="center"/>
          </w:tcPr>
          <w:p w14:paraId="0D78DDF4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70E785B2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D00F65F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28F88C54" w14:textId="77777777" w:rsidR="00AF44A5" w:rsidRDefault="00000000">
            <w:pPr>
              <w:jc w:val="center"/>
            </w:pPr>
            <w:r>
              <w:t>0.09</w:t>
            </w:r>
          </w:p>
        </w:tc>
        <w:tc>
          <w:tcPr>
            <w:tcW w:w="1188" w:type="dxa"/>
            <w:vAlign w:val="center"/>
          </w:tcPr>
          <w:p w14:paraId="622C490E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17185790" w14:textId="77777777">
        <w:tc>
          <w:tcPr>
            <w:tcW w:w="792" w:type="dxa"/>
            <w:vMerge w:val="restart"/>
            <w:vAlign w:val="center"/>
          </w:tcPr>
          <w:p w14:paraId="69C67C22" w14:textId="77777777" w:rsidR="00AF44A5" w:rsidRDefault="00000000">
            <w:pPr>
              <w:jc w:val="center"/>
            </w:pPr>
            <w:r>
              <w:t>北向</w:t>
            </w:r>
          </w:p>
        </w:tc>
        <w:tc>
          <w:tcPr>
            <w:tcW w:w="1301" w:type="dxa"/>
            <w:vAlign w:val="center"/>
          </w:tcPr>
          <w:p w14:paraId="7E950874" w14:textId="77777777" w:rsidR="00AF44A5" w:rsidRDefault="00000000">
            <w:pPr>
              <w:jc w:val="center"/>
            </w:pPr>
            <w:r>
              <w:t>1002</w:t>
            </w:r>
          </w:p>
        </w:tc>
        <w:tc>
          <w:tcPr>
            <w:tcW w:w="984" w:type="dxa"/>
            <w:vAlign w:val="center"/>
          </w:tcPr>
          <w:p w14:paraId="36723DC2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7B7F971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7E94635" w14:textId="77777777" w:rsidR="00AF44A5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5B373725" w14:textId="77777777" w:rsidR="00AF44A5" w:rsidRDefault="00000000">
            <w:pPr>
              <w:jc w:val="center"/>
            </w:pPr>
            <w:r>
              <w:t>0.34</w:t>
            </w:r>
          </w:p>
        </w:tc>
        <w:tc>
          <w:tcPr>
            <w:tcW w:w="1188" w:type="dxa"/>
            <w:vAlign w:val="center"/>
          </w:tcPr>
          <w:p w14:paraId="704B62C0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0F942086" w14:textId="77777777">
        <w:tc>
          <w:tcPr>
            <w:tcW w:w="792" w:type="dxa"/>
            <w:vMerge/>
            <w:vAlign w:val="center"/>
          </w:tcPr>
          <w:p w14:paraId="1BE3F3E0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130F9392" w14:textId="77777777" w:rsidR="00AF44A5" w:rsidRDefault="00000000">
            <w:pPr>
              <w:jc w:val="center"/>
            </w:pPr>
            <w:r>
              <w:t>1003</w:t>
            </w:r>
          </w:p>
        </w:tc>
        <w:tc>
          <w:tcPr>
            <w:tcW w:w="984" w:type="dxa"/>
            <w:vAlign w:val="center"/>
          </w:tcPr>
          <w:p w14:paraId="579D0E8C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3F43E7C7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2B1F8BBF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7440D8AE" w14:textId="77777777" w:rsidR="00AF44A5" w:rsidRDefault="00000000">
            <w:pPr>
              <w:jc w:val="center"/>
            </w:pPr>
            <w:r>
              <w:t>0.19</w:t>
            </w:r>
          </w:p>
        </w:tc>
        <w:tc>
          <w:tcPr>
            <w:tcW w:w="1188" w:type="dxa"/>
            <w:vAlign w:val="center"/>
          </w:tcPr>
          <w:p w14:paraId="76C5712F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7B535BC2" w14:textId="77777777">
        <w:tc>
          <w:tcPr>
            <w:tcW w:w="792" w:type="dxa"/>
            <w:vMerge/>
            <w:vAlign w:val="center"/>
          </w:tcPr>
          <w:p w14:paraId="40B05F50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9456777" w14:textId="77777777" w:rsidR="00AF44A5" w:rsidRDefault="00000000">
            <w:pPr>
              <w:jc w:val="center"/>
            </w:pPr>
            <w:r>
              <w:t>1015</w:t>
            </w:r>
          </w:p>
        </w:tc>
        <w:tc>
          <w:tcPr>
            <w:tcW w:w="984" w:type="dxa"/>
            <w:vAlign w:val="center"/>
          </w:tcPr>
          <w:p w14:paraId="069F0D30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1EC98C75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351E29D0" w14:textId="77777777" w:rsidR="00AF44A5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6136EB13" w14:textId="77777777" w:rsidR="00AF44A5" w:rsidRDefault="00000000">
            <w:pPr>
              <w:jc w:val="center"/>
            </w:pPr>
            <w:r>
              <w:t>0.33</w:t>
            </w:r>
          </w:p>
        </w:tc>
        <w:tc>
          <w:tcPr>
            <w:tcW w:w="1188" w:type="dxa"/>
            <w:vAlign w:val="center"/>
          </w:tcPr>
          <w:p w14:paraId="12E521EE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06B4154C" w14:textId="77777777">
        <w:tc>
          <w:tcPr>
            <w:tcW w:w="792" w:type="dxa"/>
            <w:vMerge/>
            <w:vAlign w:val="center"/>
          </w:tcPr>
          <w:p w14:paraId="47F41970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7A80B02E" w14:textId="77777777" w:rsidR="00AF44A5" w:rsidRDefault="00000000">
            <w:pPr>
              <w:jc w:val="center"/>
            </w:pPr>
            <w:r>
              <w:t>2001</w:t>
            </w:r>
          </w:p>
        </w:tc>
        <w:tc>
          <w:tcPr>
            <w:tcW w:w="984" w:type="dxa"/>
            <w:vAlign w:val="center"/>
          </w:tcPr>
          <w:p w14:paraId="35F3D464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6627C795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F20955E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400F02C0" w14:textId="77777777" w:rsidR="00AF44A5" w:rsidRDefault="00000000">
            <w:pPr>
              <w:jc w:val="center"/>
            </w:pPr>
            <w:r>
              <w:t>0.13</w:t>
            </w:r>
          </w:p>
        </w:tc>
        <w:tc>
          <w:tcPr>
            <w:tcW w:w="1188" w:type="dxa"/>
            <w:vAlign w:val="center"/>
          </w:tcPr>
          <w:p w14:paraId="1AE96428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490D5A70" w14:textId="77777777">
        <w:tc>
          <w:tcPr>
            <w:tcW w:w="792" w:type="dxa"/>
            <w:vMerge/>
            <w:vAlign w:val="center"/>
          </w:tcPr>
          <w:p w14:paraId="45A1B204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7372023" w14:textId="77777777" w:rsidR="00AF44A5" w:rsidRDefault="00000000">
            <w:pPr>
              <w:jc w:val="center"/>
            </w:pPr>
            <w:r>
              <w:t>2002</w:t>
            </w:r>
          </w:p>
        </w:tc>
        <w:tc>
          <w:tcPr>
            <w:tcW w:w="984" w:type="dxa"/>
            <w:vAlign w:val="center"/>
          </w:tcPr>
          <w:p w14:paraId="48D8D301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4123A39B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F484DC6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63DC5DF3" w14:textId="77777777" w:rsidR="00AF44A5" w:rsidRDefault="00000000">
            <w:pPr>
              <w:jc w:val="center"/>
            </w:pPr>
            <w:r>
              <w:t>0.10</w:t>
            </w:r>
          </w:p>
        </w:tc>
        <w:tc>
          <w:tcPr>
            <w:tcW w:w="1188" w:type="dxa"/>
            <w:vAlign w:val="center"/>
          </w:tcPr>
          <w:p w14:paraId="180D15E3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2485FFF3" w14:textId="77777777">
        <w:tc>
          <w:tcPr>
            <w:tcW w:w="792" w:type="dxa"/>
            <w:vMerge/>
            <w:vAlign w:val="center"/>
          </w:tcPr>
          <w:p w14:paraId="205364A3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A4894E9" w14:textId="77777777" w:rsidR="00AF44A5" w:rsidRDefault="00000000">
            <w:pPr>
              <w:jc w:val="center"/>
            </w:pPr>
            <w:r>
              <w:t>2025</w:t>
            </w:r>
          </w:p>
        </w:tc>
        <w:tc>
          <w:tcPr>
            <w:tcW w:w="984" w:type="dxa"/>
            <w:vAlign w:val="center"/>
          </w:tcPr>
          <w:p w14:paraId="0D85845E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633B5D5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8D38240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05388AE0" w14:textId="77777777" w:rsidR="00AF44A5" w:rsidRDefault="00000000">
            <w:pPr>
              <w:jc w:val="center"/>
            </w:pPr>
            <w:r>
              <w:t>0.07</w:t>
            </w:r>
          </w:p>
        </w:tc>
        <w:tc>
          <w:tcPr>
            <w:tcW w:w="1188" w:type="dxa"/>
            <w:vAlign w:val="center"/>
          </w:tcPr>
          <w:p w14:paraId="65345AA3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79B0CBA0" w14:textId="77777777">
        <w:tc>
          <w:tcPr>
            <w:tcW w:w="792" w:type="dxa"/>
            <w:vMerge/>
            <w:vAlign w:val="center"/>
          </w:tcPr>
          <w:p w14:paraId="43B8D3DC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4A47CCF" w14:textId="77777777" w:rsidR="00AF44A5" w:rsidRDefault="00000000">
            <w:pPr>
              <w:jc w:val="center"/>
            </w:pPr>
            <w:r>
              <w:t>2027</w:t>
            </w:r>
          </w:p>
        </w:tc>
        <w:tc>
          <w:tcPr>
            <w:tcW w:w="984" w:type="dxa"/>
            <w:vAlign w:val="center"/>
          </w:tcPr>
          <w:p w14:paraId="5554DB87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3376AB14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A8DDA5B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5EFEC8D2" w14:textId="77777777" w:rsidR="00AF44A5" w:rsidRDefault="00000000">
            <w:pPr>
              <w:jc w:val="center"/>
            </w:pPr>
            <w:r>
              <w:t>0.07</w:t>
            </w:r>
          </w:p>
        </w:tc>
        <w:tc>
          <w:tcPr>
            <w:tcW w:w="1188" w:type="dxa"/>
            <w:vAlign w:val="center"/>
          </w:tcPr>
          <w:p w14:paraId="6F6B127A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2479D81E" w14:textId="77777777">
        <w:tc>
          <w:tcPr>
            <w:tcW w:w="792" w:type="dxa"/>
            <w:vMerge/>
            <w:vAlign w:val="center"/>
          </w:tcPr>
          <w:p w14:paraId="0E80BC54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7BC59816" w14:textId="77777777" w:rsidR="00AF44A5" w:rsidRDefault="00000000">
            <w:pPr>
              <w:jc w:val="center"/>
            </w:pPr>
            <w:r>
              <w:t>2028</w:t>
            </w:r>
          </w:p>
        </w:tc>
        <w:tc>
          <w:tcPr>
            <w:tcW w:w="984" w:type="dxa"/>
            <w:vAlign w:val="center"/>
          </w:tcPr>
          <w:p w14:paraId="66687F52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1E96C64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2F01EFC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50E1572D" w14:textId="77777777" w:rsidR="00AF44A5" w:rsidRDefault="00000000">
            <w:pPr>
              <w:jc w:val="center"/>
            </w:pPr>
            <w:r>
              <w:t>0.07</w:t>
            </w:r>
          </w:p>
        </w:tc>
        <w:tc>
          <w:tcPr>
            <w:tcW w:w="1188" w:type="dxa"/>
            <w:vAlign w:val="center"/>
          </w:tcPr>
          <w:p w14:paraId="6FDA4AF0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669D7969" w14:textId="77777777">
        <w:tc>
          <w:tcPr>
            <w:tcW w:w="792" w:type="dxa"/>
            <w:vMerge w:val="restart"/>
            <w:vAlign w:val="center"/>
          </w:tcPr>
          <w:p w14:paraId="7164C558" w14:textId="77777777" w:rsidR="00AF44A5" w:rsidRDefault="00000000">
            <w:pPr>
              <w:jc w:val="center"/>
            </w:pPr>
            <w:r>
              <w:t>东向</w:t>
            </w:r>
          </w:p>
        </w:tc>
        <w:tc>
          <w:tcPr>
            <w:tcW w:w="1301" w:type="dxa"/>
            <w:vAlign w:val="center"/>
          </w:tcPr>
          <w:p w14:paraId="41F3C7FD" w14:textId="77777777" w:rsidR="00AF44A5" w:rsidRDefault="00000000">
            <w:pPr>
              <w:jc w:val="center"/>
            </w:pPr>
            <w:r>
              <w:t>1001</w:t>
            </w:r>
          </w:p>
        </w:tc>
        <w:tc>
          <w:tcPr>
            <w:tcW w:w="984" w:type="dxa"/>
            <w:vAlign w:val="center"/>
          </w:tcPr>
          <w:p w14:paraId="404C1B0A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42B61836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ECBB7B1" w14:textId="77777777" w:rsidR="00AF44A5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4852E69B" w14:textId="77777777" w:rsidR="00AF44A5" w:rsidRDefault="00000000">
            <w:pPr>
              <w:jc w:val="center"/>
            </w:pPr>
            <w:r>
              <w:t>0.35</w:t>
            </w:r>
          </w:p>
        </w:tc>
        <w:tc>
          <w:tcPr>
            <w:tcW w:w="1188" w:type="dxa"/>
            <w:vAlign w:val="center"/>
          </w:tcPr>
          <w:p w14:paraId="2F6591F7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73B28A9D" w14:textId="77777777">
        <w:tc>
          <w:tcPr>
            <w:tcW w:w="792" w:type="dxa"/>
            <w:vMerge/>
            <w:vAlign w:val="center"/>
          </w:tcPr>
          <w:p w14:paraId="42479254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EC56A8B" w14:textId="77777777" w:rsidR="00AF44A5" w:rsidRDefault="00000000">
            <w:pPr>
              <w:jc w:val="center"/>
            </w:pPr>
            <w:r>
              <w:t>1002</w:t>
            </w:r>
          </w:p>
        </w:tc>
        <w:tc>
          <w:tcPr>
            <w:tcW w:w="984" w:type="dxa"/>
            <w:vAlign w:val="center"/>
          </w:tcPr>
          <w:p w14:paraId="06954206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27128665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CBA9C99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6E164D21" w14:textId="77777777" w:rsidR="00AF44A5" w:rsidRDefault="00000000">
            <w:pPr>
              <w:jc w:val="center"/>
            </w:pPr>
            <w:r>
              <w:t>0.22</w:t>
            </w:r>
          </w:p>
        </w:tc>
        <w:tc>
          <w:tcPr>
            <w:tcW w:w="1188" w:type="dxa"/>
            <w:vAlign w:val="center"/>
          </w:tcPr>
          <w:p w14:paraId="6899E9FD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6BD190D6" w14:textId="77777777">
        <w:tc>
          <w:tcPr>
            <w:tcW w:w="792" w:type="dxa"/>
            <w:vMerge/>
            <w:vAlign w:val="center"/>
          </w:tcPr>
          <w:p w14:paraId="237CA4F8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7FD1825A" w14:textId="77777777" w:rsidR="00AF44A5" w:rsidRDefault="00000000">
            <w:pPr>
              <w:jc w:val="center"/>
            </w:pPr>
            <w:r>
              <w:t>1005</w:t>
            </w:r>
          </w:p>
        </w:tc>
        <w:tc>
          <w:tcPr>
            <w:tcW w:w="984" w:type="dxa"/>
            <w:vAlign w:val="center"/>
          </w:tcPr>
          <w:p w14:paraId="2382A2BE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65AA2A2A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C20709D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138D0B55" w14:textId="77777777" w:rsidR="00AF44A5" w:rsidRDefault="00000000">
            <w:pPr>
              <w:jc w:val="center"/>
            </w:pPr>
            <w:r>
              <w:t>0.22</w:t>
            </w:r>
          </w:p>
        </w:tc>
        <w:tc>
          <w:tcPr>
            <w:tcW w:w="1188" w:type="dxa"/>
            <w:vAlign w:val="center"/>
          </w:tcPr>
          <w:p w14:paraId="24F87C9E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1F639B82" w14:textId="77777777">
        <w:tc>
          <w:tcPr>
            <w:tcW w:w="792" w:type="dxa"/>
            <w:vMerge/>
            <w:vAlign w:val="center"/>
          </w:tcPr>
          <w:p w14:paraId="61AE60F8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79CAF46A" w14:textId="77777777" w:rsidR="00AF44A5" w:rsidRDefault="00000000">
            <w:pPr>
              <w:jc w:val="center"/>
            </w:pPr>
            <w:r>
              <w:t>1007</w:t>
            </w:r>
          </w:p>
        </w:tc>
        <w:tc>
          <w:tcPr>
            <w:tcW w:w="984" w:type="dxa"/>
            <w:vAlign w:val="center"/>
          </w:tcPr>
          <w:p w14:paraId="7A0F7D0B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3F3CF69F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20CE13B2" w14:textId="77777777" w:rsidR="00AF44A5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1CD656A7" w14:textId="77777777" w:rsidR="00AF44A5" w:rsidRDefault="00000000">
            <w:pPr>
              <w:jc w:val="center"/>
            </w:pPr>
            <w:r>
              <w:t>0.32</w:t>
            </w:r>
          </w:p>
        </w:tc>
        <w:tc>
          <w:tcPr>
            <w:tcW w:w="1188" w:type="dxa"/>
            <w:vAlign w:val="center"/>
          </w:tcPr>
          <w:p w14:paraId="65C706FA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41F29CE0" w14:textId="77777777">
        <w:tc>
          <w:tcPr>
            <w:tcW w:w="792" w:type="dxa"/>
            <w:vMerge/>
            <w:vAlign w:val="center"/>
          </w:tcPr>
          <w:p w14:paraId="4B519947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14720479" w14:textId="77777777" w:rsidR="00AF44A5" w:rsidRDefault="00000000">
            <w:pPr>
              <w:jc w:val="center"/>
            </w:pPr>
            <w:r>
              <w:t>1008</w:t>
            </w:r>
          </w:p>
        </w:tc>
        <w:tc>
          <w:tcPr>
            <w:tcW w:w="984" w:type="dxa"/>
            <w:vAlign w:val="center"/>
          </w:tcPr>
          <w:p w14:paraId="75225AF7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42089ABC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F24F271" w14:textId="77777777" w:rsidR="00AF44A5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2775B238" w14:textId="77777777" w:rsidR="00AF44A5" w:rsidRDefault="00000000">
            <w:pPr>
              <w:jc w:val="center"/>
            </w:pPr>
            <w:r>
              <w:t>0.33</w:t>
            </w:r>
          </w:p>
        </w:tc>
        <w:tc>
          <w:tcPr>
            <w:tcW w:w="1188" w:type="dxa"/>
            <w:vAlign w:val="center"/>
          </w:tcPr>
          <w:p w14:paraId="6942C7A9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05905F31" w14:textId="77777777">
        <w:tc>
          <w:tcPr>
            <w:tcW w:w="792" w:type="dxa"/>
            <w:vMerge/>
            <w:vAlign w:val="center"/>
          </w:tcPr>
          <w:p w14:paraId="1379083B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53D8485" w14:textId="77777777" w:rsidR="00AF44A5" w:rsidRDefault="00000000">
            <w:pPr>
              <w:jc w:val="center"/>
            </w:pPr>
            <w:r>
              <w:t>2001</w:t>
            </w:r>
          </w:p>
        </w:tc>
        <w:tc>
          <w:tcPr>
            <w:tcW w:w="984" w:type="dxa"/>
            <w:vAlign w:val="center"/>
          </w:tcPr>
          <w:p w14:paraId="4411A7ED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7463FF1E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3B3F21CD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000091B7" w14:textId="77777777" w:rsidR="00AF44A5" w:rsidRDefault="00000000">
            <w:pPr>
              <w:jc w:val="center"/>
            </w:pPr>
            <w:r>
              <w:t>0.16</w:t>
            </w:r>
          </w:p>
        </w:tc>
        <w:tc>
          <w:tcPr>
            <w:tcW w:w="1188" w:type="dxa"/>
            <w:vAlign w:val="center"/>
          </w:tcPr>
          <w:p w14:paraId="30E2BD99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06166CDA" w14:textId="77777777">
        <w:tc>
          <w:tcPr>
            <w:tcW w:w="792" w:type="dxa"/>
            <w:vMerge/>
            <w:vAlign w:val="center"/>
          </w:tcPr>
          <w:p w14:paraId="0EA09C71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29E5306" w14:textId="77777777" w:rsidR="00AF44A5" w:rsidRDefault="00000000">
            <w:pPr>
              <w:jc w:val="center"/>
            </w:pPr>
            <w:r>
              <w:t>2003</w:t>
            </w:r>
          </w:p>
        </w:tc>
        <w:tc>
          <w:tcPr>
            <w:tcW w:w="984" w:type="dxa"/>
            <w:vAlign w:val="center"/>
          </w:tcPr>
          <w:p w14:paraId="4EE3DAF4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1653B150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23C60868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7F3D360D" w14:textId="77777777" w:rsidR="00AF44A5" w:rsidRDefault="00000000">
            <w:pPr>
              <w:jc w:val="center"/>
            </w:pPr>
            <w:r>
              <w:t>0.15</w:t>
            </w:r>
          </w:p>
        </w:tc>
        <w:tc>
          <w:tcPr>
            <w:tcW w:w="1188" w:type="dxa"/>
            <w:vAlign w:val="center"/>
          </w:tcPr>
          <w:p w14:paraId="6A4F7A5F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108A811A" w14:textId="77777777">
        <w:tc>
          <w:tcPr>
            <w:tcW w:w="792" w:type="dxa"/>
            <w:vMerge/>
            <w:vAlign w:val="center"/>
          </w:tcPr>
          <w:p w14:paraId="255A8E9C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1E1DBEFB" w14:textId="77777777" w:rsidR="00AF44A5" w:rsidRDefault="00000000">
            <w:pPr>
              <w:jc w:val="center"/>
            </w:pPr>
            <w:r>
              <w:t>2004</w:t>
            </w:r>
          </w:p>
        </w:tc>
        <w:tc>
          <w:tcPr>
            <w:tcW w:w="984" w:type="dxa"/>
            <w:vAlign w:val="center"/>
          </w:tcPr>
          <w:p w14:paraId="76346185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28E3050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33E056CA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406E422C" w14:textId="77777777" w:rsidR="00AF44A5" w:rsidRDefault="00000000">
            <w:pPr>
              <w:jc w:val="center"/>
            </w:pPr>
            <w:r>
              <w:t>0.15</w:t>
            </w:r>
          </w:p>
        </w:tc>
        <w:tc>
          <w:tcPr>
            <w:tcW w:w="1188" w:type="dxa"/>
            <w:vAlign w:val="center"/>
          </w:tcPr>
          <w:p w14:paraId="60ED7410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4C1A88E3" w14:textId="77777777">
        <w:tc>
          <w:tcPr>
            <w:tcW w:w="792" w:type="dxa"/>
            <w:vMerge/>
            <w:vAlign w:val="center"/>
          </w:tcPr>
          <w:p w14:paraId="2C877C84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4C0A506" w14:textId="77777777" w:rsidR="00AF44A5" w:rsidRDefault="00000000">
            <w:pPr>
              <w:jc w:val="center"/>
            </w:pPr>
            <w:r>
              <w:t>2006</w:t>
            </w:r>
          </w:p>
        </w:tc>
        <w:tc>
          <w:tcPr>
            <w:tcW w:w="984" w:type="dxa"/>
            <w:vAlign w:val="center"/>
          </w:tcPr>
          <w:p w14:paraId="4D87C58C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6CB27B0D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62790D8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06EC7056" w14:textId="77777777" w:rsidR="00AF44A5" w:rsidRDefault="00000000">
            <w:pPr>
              <w:jc w:val="center"/>
            </w:pPr>
            <w:r>
              <w:t>0.16</w:t>
            </w:r>
          </w:p>
        </w:tc>
        <w:tc>
          <w:tcPr>
            <w:tcW w:w="1188" w:type="dxa"/>
            <w:vAlign w:val="center"/>
          </w:tcPr>
          <w:p w14:paraId="379E39C2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20C2EE47" w14:textId="77777777">
        <w:tc>
          <w:tcPr>
            <w:tcW w:w="792" w:type="dxa"/>
            <w:vMerge/>
            <w:vAlign w:val="center"/>
          </w:tcPr>
          <w:p w14:paraId="31025C42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29A2A1E" w14:textId="77777777" w:rsidR="00AF44A5" w:rsidRDefault="00000000">
            <w:pPr>
              <w:jc w:val="center"/>
            </w:pPr>
            <w:r>
              <w:t>2011</w:t>
            </w:r>
          </w:p>
        </w:tc>
        <w:tc>
          <w:tcPr>
            <w:tcW w:w="984" w:type="dxa"/>
            <w:vAlign w:val="center"/>
          </w:tcPr>
          <w:p w14:paraId="2F4E8815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72C75688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44F957E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5C26E6CD" w14:textId="77777777" w:rsidR="00AF44A5" w:rsidRDefault="00000000">
            <w:pPr>
              <w:jc w:val="center"/>
            </w:pPr>
            <w:r>
              <w:t>0.15</w:t>
            </w:r>
          </w:p>
        </w:tc>
        <w:tc>
          <w:tcPr>
            <w:tcW w:w="1188" w:type="dxa"/>
            <w:vAlign w:val="center"/>
          </w:tcPr>
          <w:p w14:paraId="5B71331E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667AFA60" w14:textId="77777777">
        <w:tc>
          <w:tcPr>
            <w:tcW w:w="792" w:type="dxa"/>
            <w:vMerge/>
            <w:vAlign w:val="center"/>
          </w:tcPr>
          <w:p w14:paraId="713BCE3D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1E64000F" w14:textId="77777777" w:rsidR="00AF44A5" w:rsidRDefault="00000000">
            <w:pPr>
              <w:jc w:val="center"/>
            </w:pPr>
            <w:r>
              <w:t>2012</w:t>
            </w:r>
          </w:p>
        </w:tc>
        <w:tc>
          <w:tcPr>
            <w:tcW w:w="984" w:type="dxa"/>
            <w:vAlign w:val="center"/>
          </w:tcPr>
          <w:p w14:paraId="7D6309B3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B781874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294F00DE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56E11F9C" w14:textId="77777777" w:rsidR="00AF44A5" w:rsidRDefault="00000000">
            <w:pPr>
              <w:jc w:val="center"/>
            </w:pPr>
            <w:r>
              <w:t>0.15</w:t>
            </w:r>
          </w:p>
        </w:tc>
        <w:tc>
          <w:tcPr>
            <w:tcW w:w="1188" w:type="dxa"/>
            <w:vAlign w:val="center"/>
          </w:tcPr>
          <w:p w14:paraId="15869125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7023AA32" w14:textId="77777777">
        <w:tc>
          <w:tcPr>
            <w:tcW w:w="792" w:type="dxa"/>
            <w:vMerge/>
            <w:vAlign w:val="center"/>
          </w:tcPr>
          <w:p w14:paraId="16E42F16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AEF1C48" w14:textId="77777777" w:rsidR="00AF44A5" w:rsidRDefault="00000000">
            <w:pPr>
              <w:jc w:val="center"/>
            </w:pPr>
            <w:r>
              <w:t>2013</w:t>
            </w:r>
          </w:p>
        </w:tc>
        <w:tc>
          <w:tcPr>
            <w:tcW w:w="984" w:type="dxa"/>
            <w:vAlign w:val="center"/>
          </w:tcPr>
          <w:p w14:paraId="521CE653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39BCD4C5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C3B6282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2D3EE002" w14:textId="77777777" w:rsidR="00AF44A5" w:rsidRDefault="00000000">
            <w:pPr>
              <w:jc w:val="center"/>
            </w:pPr>
            <w:r>
              <w:t>0.16</w:t>
            </w:r>
          </w:p>
        </w:tc>
        <w:tc>
          <w:tcPr>
            <w:tcW w:w="1188" w:type="dxa"/>
            <w:vAlign w:val="center"/>
          </w:tcPr>
          <w:p w14:paraId="60246AD7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7888A9EE" w14:textId="77777777">
        <w:tc>
          <w:tcPr>
            <w:tcW w:w="792" w:type="dxa"/>
            <w:vMerge w:val="restart"/>
            <w:vAlign w:val="center"/>
          </w:tcPr>
          <w:p w14:paraId="2345362E" w14:textId="77777777" w:rsidR="00AF44A5" w:rsidRDefault="00000000">
            <w:pPr>
              <w:jc w:val="center"/>
            </w:pPr>
            <w:r>
              <w:t>西向</w:t>
            </w:r>
          </w:p>
        </w:tc>
        <w:tc>
          <w:tcPr>
            <w:tcW w:w="1301" w:type="dxa"/>
            <w:vAlign w:val="center"/>
          </w:tcPr>
          <w:p w14:paraId="313C397C" w14:textId="77777777" w:rsidR="00AF44A5" w:rsidRDefault="00000000">
            <w:pPr>
              <w:jc w:val="center"/>
            </w:pPr>
            <w:r>
              <w:t>1001</w:t>
            </w:r>
          </w:p>
        </w:tc>
        <w:tc>
          <w:tcPr>
            <w:tcW w:w="984" w:type="dxa"/>
            <w:vAlign w:val="center"/>
          </w:tcPr>
          <w:p w14:paraId="6E761B6B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4406BBC0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15D9389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0DF1BFFF" w14:textId="77777777" w:rsidR="00AF44A5" w:rsidRDefault="00000000">
            <w:pPr>
              <w:jc w:val="center"/>
            </w:pPr>
            <w:r>
              <w:t>0.17</w:t>
            </w:r>
          </w:p>
        </w:tc>
        <w:tc>
          <w:tcPr>
            <w:tcW w:w="1188" w:type="dxa"/>
            <w:vAlign w:val="center"/>
          </w:tcPr>
          <w:p w14:paraId="0E5F4938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15DE6B46" w14:textId="77777777">
        <w:tc>
          <w:tcPr>
            <w:tcW w:w="792" w:type="dxa"/>
            <w:vMerge/>
            <w:vAlign w:val="center"/>
          </w:tcPr>
          <w:p w14:paraId="2DEBFF55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1AF1AB2" w14:textId="77777777" w:rsidR="00AF44A5" w:rsidRDefault="00000000">
            <w:pPr>
              <w:jc w:val="center"/>
            </w:pPr>
            <w:r>
              <w:t>1003</w:t>
            </w:r>
          </w:p>
        </w:tc>
        <w:tc>
          <w:tcPr>
            <w:tcW w:w="984" w:type="dxa"/>
            <w:vAlign w:val="center"/>
          </w:tcPr>
          <w:p w14:paraId="45A00F0E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286E779C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30EF6840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6B7F2B26" w14:textId="77777777" w:rsidR="00AF44A5" w:rsidRDefault="00000000">
            <w:pPr>
              <w:jc w:val="center"/>
            </w:pPr>
            <w:r>
              <w:t>0.12</w:t>
            </w:r>
          </w:p>
        </w:tc>
        <w:tc>
          <w:tcPr>
            <w:tcW w:w="1188" w:type="dxa"/>
            <w:vAlign w:val="center"/>
          </w:tcPr>
          <w:p w14:paraId="08A75116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125BDF22" w14:textId="77777777">
        <w:tc>
          <w:tcPr>
            <w:tcW w:w="792" w:type="dxa"/>
            <w:vMerge/>
            <w:vAlign w:val="center"/>
          </w:tcPr>
          <w:p w14:paraId="10C60B57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18ADB0D8" w14:textId="77777777" w:rsidR="00AF44A5" w:rsidRDefault="00000000">
            <w:pPr>
              <w:jc w:val="center"/>
            </w:pPr>
            <w:r>
              <w:t>1004</w:t>
            </w:r>
          </w:p>
        </w:tc>
        <w:tc>
          <w:tcPr>
            <w:tcW w:w="984" w:type="dxa"/>
            <w:vAlign w:val="center"/>
          </w:tcPr>
          <w:p w14:paraId="5A6616B3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1981AEC4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F1A5199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4FB91D7E" w14:textId="77777777" w:rsidR="00AF44A5" w:rsidRDefault="00000000">
            <w:pPr>
              <w:jc w:val="center"/>
            </w:pPr>
            <w:r>
              <w:t>0.17</w:t>
            </w:r>
          </w:p>
        </w:tc>
        <w:tc>
          <w:tcPr>
            <w:tcW w:w="1188" w:type="dxa"/>
            <w:vAlign w:val="center"/>
          </w:tcPr>
          <w:p w14:paraId="0BAD4C7C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551BEB41" w14:textId="77777777">
        <w:tc>
          <w:tcPr>
            <w:tcW w:w="792" w:type="dxa"/>
            <w:vMerge/>
            <w:vAlign w:val="center"/>
          </w:tcPr>
          <w:p w14:paraId="698BC3A9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1DE1FF5" w14:textId="77777777" w:rsidR="00AF44A5" w:rsidRDefault="00000000">
            <w:pPr>
              <w:jc w:val="center"/>
            </w:pPr>
            <w:r>
              <w:t>1006</w:t>
            </w:r>
          </w:p>
        </w:tc>
        <w:tc>
          <w:tcPr>
            <w:tcW w:w="984" w:type="dxa"/>
            <w:vAlign w:val="center"/>
          </w:tcPr>
          <w:p w14:paraId="317CD39F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1CCF3788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4921BCB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04412E37" w14:textId="77777777" w:rsidR="00AF44A5" w:rsidRDefault="00000000">
            <w:pPr>
              <w:jc w:val="center"/>
            </w:pPr>
            <w:r>
              <w:t>0.29</w:t>
            </w:r>
          </w:p>
        </w:tc>
        <w:tc>
          <w:tcPr>
            <w:tcW w:w="1188" w:type="dxa"/>
            <w:vAlign w:val="center"/>
          </w:tcPr>
          <w:p w14:paraId="5396A3EF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33880676" w14:textId="77777777">
        <w:tc>
          <w:tcPr>
            <w:tcW w:w="792" w:type="dxa"/>
            <w:vMerge/>
            <w:vAlign w:val="center"/>
          </w:tcPr>
          <w:p w14:paraId="2B1CF7E1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115E2F5C" w14:textId="77777777" w:rsidR="00AF44A5" w:rsidRDefault="00000000">
            <w:pPr>
              <w:jc w:val="center"/>
            </w:pPr>
            <w:r>
              <w:t>2001</w:t>
            </w:r>
          </w:p>
        </w:tc>
        <w:tc>
          <w:tcPr>
            <w:tcW w:w="984" w:type="dxa"/>
            <w:vAlign w:val="center"/>
          </w:tcPr>
          <w:p w14:paraId="654B8DDF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1E8E9FB8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0922B69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6298459E" w14:textId="77777777" w:rsidR="00AF44A5" w:rsidRDefault="00000000">
            <w:pPr>
              <w:jc w:val="center"/>
            </w:pPr>
            <w:r>
              <w:t>0.03</w:t>
            </w:r>
          </w:p>
        </w:tc>
        <w:tc>
          <w:tcPr>
            <w:tcW w:w="1188" w:type="dxa"/>
            <w:vAlign w:val="center"/>
          </w:tcPr>
          <w:p w14:paraId="06B39C83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5F83698F" w14:textId="77777777">
        <w:tc>
          <w:tcPr>
            <w:tcW w:w="792" w:type="dxa"/>
            <w:vMerge/>
            <w:vAlign w:val="center"/>
          </w:tcPr>
          <w:p w14:paraId="046CB18A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8E3B859" w14:textId="77777777" w:rsidR="00AF44A5" w:rsidRDefault="00000000">
            <w:pPr>
              <w:jc w:val="center"/>
            </w:pPr>
            <w:r>
              <w:t>2007</w:t>
            </w:r>
          </w:p>
        </w:tc>
        <w:tc>
          <w:tcPr>
            <w:tcW w:w="984" w:type="dxa"/>
            <w:vAlign w:val="center"/>
          </w:tcPr>
          <w:p w14:paraId="33241788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0AA79726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A5E3F01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6CA3FE06" w14:textId="77777777" w:rsidR="00AF44A5" w:rsidRDefault="00000000">
            <w:pPr>
              <w:jc w:val="center"/>
            </w:pPr>
            <w:r>
              <w:t>0.22</w:t>
            </w:r>
          </w:p>
        </w:tc>
        <w:tc>
          <w:tcPr>
            <w:tcW w:w="1188" w:type="dxa"/>
            <w:vAlign w:val="center"/>
          </w:tcPr>
          <w:p w14:paraId="6A552543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61344F5D" w14:textId="77777777">
        <w:tc>
          <w:tcPr>
            <w:tcW w:w="792" w:type="dxa"/>
            <w:vMerge/>
            <w:vAlign w:val="center"/>
          </w:tcPr>
          <w:p w14:paraId="4F757435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7F7E640" w14:textId="77777777" w:rsidR="00AF44A5" w:rsidRDefault="00000000">
            <w:pPr>
              <w:jc w:val="center"/>
            </w:pPr>
            <w:r>
              <w:t>2010</w:t>
            </w:r>
          </w:p>
        </w:tc>
        <w:tc>
          <w:tcPr>
            <w:tcW w:w="984" w:type="dxa"/>
            <w:vAlign w:val="center"/>
          </w:tcPr>
          <w:p w14:paraId="2C490CA7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09772F9F" w14:textId="77777777" w:rsidR="00AF44A5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3C6AAF25" w14:textId="77777777" w:rsidR="00AF44A5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63CDE3C0" w14:textId="77777777" w:rsidR="00AF44A5" w:rsidRDefault="00000000">
            <w:pPr>
              <w:jc w:val="center"/>
            </w:pPr>
            <w:r>
              <w:t>0.16</w:t>
            </w:r>
          </w:p>
        </w:tc>
        <w:tc>
          <w:tcPr>
            <w:tcW w:w="1188" w:type="dxa"/>
            <w:vAlign w:val="center"/>
          </w:tcPr>
          <w:p w14:paraId="6CA71743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7F227D2F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2ED57D86" w14:textId="77777777" w:rsidR="00AF44A5" w:rsidRDefault="00000000">
            <w:r>
              <w:t>标准依据</w:t>
            </w:r>
          </w:p>
        </w:tc>
        <w:tc>
          <w:tcPr>
            <w:tcW w:w="7236" w:type="dxa"/>
            <w:gridSpan w:val="5"/>
            <w:vAlign w:val="center"/>
          </w:tcPr>
          <w:p w14:paraId="4F3D563F" w14:textId="77777777" w:rsidR="00AF44A5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3.1.9</w:t>
            </w:r>
            <w:r>
              <w:t>条</w:t>
            </w:r>
          </w:p>
        </w:tc>
      </w:tr>
      <w:tr w:rsidR="00AF44A5" w14:paraId="3A10F802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69296D28" w14:textId="77777777" w:rsidR="00AF44A5" w:rsidRDefault="00000000">
            <w:r>
              <w:t>标准要求</w:t>
            </w:r>
          </w:p>
        </w:tc>
        <w:tc>
          <w:tcPr>
            <w:tcW w:w="7236" w:type="dxa"/>
            <w:gridSpan w:val="5"/>
            <w:vAlign w:val="center"/>
          </w:tcPr>
          <w:p w14:paraId="754D85BF" w14:textId="77777777" w:rsidR="00AF44A5" w:rsidRDefault="00000000">
            <w:r>
              <w:t>K</w:t>
            </w:r>
            <w:r>
              <w:t>值应满足表</w:t>
            </w:r>
            <w:r>
              <w:t>3.1.9-1</w:t>
            </w:r>
            <w:r>
              <w:t>、</w:t>
            </w:r>
            <w:r>
              <w:t>3.1.9-2</w:t>
            </w:r>
            <w:r>
              <w:t>的要求</w:t>
            </w:r>
          </w:p>
        </w:tc>
      </w:tr>
      <w:tr w:rsidR="00AF44A5" w14:paraId="37FCBE68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380735E0" w14:textId="77777777" w:rsidR="00AF44A5" w:rsidRDefault="00000000">
            <w:r>
              <w:t>结论</w:t>
            </w:r>
          </w:p>
        </w:tc>
        <w:tc>
          <w:tcPr>
            <w:tcW w:w="7236" w:type="dxa"/>
            <w:gridSpan w:val="5"/>
            <w:vAlign w:val="center"/>
          </w:tcPr>
          <w:p w14:paraId="07AAA15A" w14:textId="77777777" w:rsidR="00AF44A5" w:rsidRDefault="00000000">
            <w:r>
              <w:rPr>
                <w:color w:val="FF0000"/>
              </w:rPr>
              <w:t>不满足</w:t>
            </w:r>
          </w:p>
        </w:tc>
      </w:tr>
    </w:tbl>
    <w:p w14:paraId="762164E9" w14:textId="77777777" w:rsidR="00AF44A5" w:rsidRDefault="00000000">
      <w:pPr>
        <w:pStyle w:val="3"/>
      </w:pPr>
      <w:r>
        <w:t>外遮阳类型</w:t>
      </w:r>
    </w:p>
    <w:p w14:paraId="7A292345" w14:textId="77777777" w:rsidR="00AF44A5" w:rsidRDefault="00000000">
      <w:r>
        <w:tab/>
      </w:r>
      <w:r>
        <w:t>本工程无此项内容</w:t>
      </w:r>
    </w:p>
    <w:p w14:paraId="173B0C2C" w14:textId="77777777" w:rsidR="00AF44A5" w:rsidRDefault="00000000">
      <w:pPr>
        <w:pStyle w:val="3"/>
      </w:pPr>
      <w:r>
        <w:t>外窗太阳得热系数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302"/>
        <w:gridCol w:w="984"/>
        <w:gridCol w:w="2010"/>
        <w:gridCol w:w="2038"/>
        <w:gridCol w:w="1018"/>
        <w:gridCol w:w="1189"/>
      </w:tblGrid>
      <w:tr w:rsidR="00AF44A5" w14:paraId="501C8067" w14:textId="77777777">
        <w:tc>
          <w:tcPr>
            <w:tcW w:w="792" w:type="dxa"/>
            <w:shd w:val="clear" w:color="auto" w:fill="E6E6E6"/>
            <w:vAlign w:val="center"/>
          </w:tcPr>
          <w:p w14:paraId="4F4EC26F" w14:textId="77777777" w:rsidR="00AF44A5" w:rsidRDefault="00000000">
            <w:pPr>
              <w:jc w:val="center"/>
            </w:pPr>
            <w:r>
              <w:t>朝向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1B85FCFC" w14:textId="77777777" w:rsidR="00AF44A5" w:rsidRDefault="00000000">
            <w:pPr>
              <w:jc w:val="center"/>
            </w:pPr>
            <w:r>
              <w:t>房间编号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7E470F28" w14:textId="77777777" w:rsidR="00AF44A5" w:rsidRDefault="00000000">
            <w:pPr>
              <w:jc w:val="center"/>
            </w:pPr>
            <w:r>
              <w:t>窗构造</w:t>
            </w:r>
            <w:r>
              <w:br/>
            </w:r>
            <w:r>
              <w:t>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071D79E8" w14:textId="77777777" w:rsidR="00AF44A5" w:rsidRDefault="00000000">
            <w:pPr>
              <w:jc w:val="center"/>
            </w:pPr>
            <w:r>
              <w:t>夏季综合太阳得热系数</w:t>
            </w:r>
          </w:p>
        </w:tc>
        <w:tc>
          <w:tcPr>
            <w:tcW w:w="2037" w:type="dxa"/>
            <w:shd w:val="clear" w:color="auto" w:fill="E6E6E6"/>
            <w:vAlign w:val="center"/>
          </w:tcPr>
          <w:p w14:paraId="10DA5CE0" w14:textId="77777777" w:rsidR="00AF44A5" w:rsidRDefault="00000000">
            <w:pPr>
              <w:jc w:val="center"/>
            </w:pPr>
            <w:r>
              <w:t>标准要求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429BB91" w14:textId="77777777" w:rsidR="00AF44A5" w:rsidRDefault="00000000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00D7A5F" w14:textId="77777777" w:rsidR="00AF44A5" w:rsidRDefault="00000000">
            <w:pPr>
              <w:jc w:val="center"/>
            </w:pPr>
            <w:r>
              <w:t>是否满足</w:t>
            </w:r>
          </w:p>
        </w:tc>
      </w:tr>
      <w:tr w:rsidR="00AF44A5" w14:paraId="07660A3E" w14:textId="77777777">
        <w:tc>
          <w:tcPr>
            <w:tcW w:w="792" w:type="dxa"/>
            <w:vMerge w:val="restart"/>
            <w:vAlign w:val="center"/>
          </w:tcPr>
          <w:p w14:paraId="7076CCDA" w14:textId="77777777" w:rsidR="00AF44A5" w:rsidRDefault="00000000">
            <w:pPr>
              <w:jc w:val="center"/>
            </w:pPr>
            <w:r>
              <w:t>东向</w:t>
            </w:r>
          </w:p>
        </w:tc>
        <w:tc>
          <w:tcPr>
            <w:tcW w:w="1301" w:type="dxa"/>
            <w:vAlign w:val="center"/>
          </w:tcPr>
          <w:p w14:paraId="189DB472" w14:textId="77777777" w:rsidR="00AF44A5" w:rsidRDefault="00000000">
            <w:pPr>
              <w:jc w:val="center"/>
            </w:pPr>
            <w:r>
              <w:t>1001</w:t>
            </w:r>
          </w:p>
        </w:tc>
        <w:tc>
          <w:tcPr>
            <w:tcW w:w="984" w:type="dxa"/>
            <w:vAlign w:val="center"/>
          </w:tcPr>
          <w:p w14:paraId="75202698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6D75835C" w14:textId="77777777" w:rsidR="00AF44A5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503D6139" w14:textId="77777777" w:rsidR="00AF44A5" w:rsidRDefault="00000000">
            <w:pPr>
              <w:jc w:val="center"/>
            </w:pPr>
            <w:r>
              <w:t>0.55</w:t>
            </w:r>
          </w:p>
        </w:tc>
        <w:tc>
          <w:tcPr>
            <w:tcW w:w="1018" w:type="dxa"/>
            <w:vAlign w:val="center"/>
          </w:tcPr>
          <w:p w14:paraId="5DC7AAD6" w14:textId="77777777" w:rsidR="00AF44A5" w:rsidRDefault="00000000">
            <w:pPr>
              <w:jc w:val="center"/>
            </w:pPr>
            <w:r>
              <w:t>0.35</w:t>
            </w:r>
          </w:p>
        </w:tc>
        <w:tc>
          <w:tcPr>
            <w:tcW w:w="1188" w:type="dxa"/>
            <w:vAlign w:val="center"/>
          </w:tcPr>
          <w:p w14:paraId="4FF1B97F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1641D0EE" w14:textId="77777777">
        <w:tc>
          <w:tcPr>
            <w:tcW w:w="792" w:type="dxa"/>
            <w:vMerge/>
            <w:vAlign w:val="center"/>
          </w:tcPr>
          <w:p w14:paraId="70A39C7A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FB6D7C0" w14:textId="77777777" w:rsidR="00AF44A5" w:rsidRDefault="00000000">
            <w:pPr>
              <w:jc w:val="center"/>
            </w:pPr>
            <w:r>
              <w:t>1007</w:t>
            </w:r>
          </w:p>
        </w:tc>
        <w:tc>
          <w:tcPr>
            <w:tcW w:w="984" w:type="dxa"/>
            <w:vAlign w:val="center"/>
          </w:tcPr>
          <w:p w14:paraId="347FBC17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235F81F1" w14:textId="77777777" w:rsidR="00AF44A5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2208CE3F" w14:textId="77777777" w:rsidR="00AF44A5" w:rsidRDefault="00000000">
            <w:pPr>
              <w:jc w:val="center"/>
            </w:pPr>
            <w:r>
              <w:t>0.55</w:t>
            </w:r>
          </w:p>
        </w:tc>
        <w:tc>
          <w:tcPr>
            <w:tcW w:w="1018" w:type="dxa"/>
            <w:vAlign w:val="center"/>
          </w:tcPr>
          <w:p w14:paraId="46DD1C9B" w14:textId="77777777" w:rsidR="00AF44A5" w:rsidRDefault="00000000">
            <w:pPr>
              <w:jc w:val="center"/>
            </w:pPr>
            <w:r>
              <w:t>0.32</w:t>
            </w:r>
          </w:p>
        </w:tc>
        <w:tc>
          <w:tcPr>
            <w:tcW w:w="1188" w:type="dxa"/>
            <w:vAlign w:val="center"/>
          </w:tcPr>
          <w:p w14:paraId="2B9F385B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4BCE25CA" w14:textId="77777777">
        <w:tc>
          <w:tcPr>
            <w:tcW w:w="792" w:type="dxa"/>
            <w:vMerge/>
            <w:vAlign w:val="center"/>
          </w:tcPr>
          <w:p w14:paraId="75F8F414" w14:textId="77777777" w:rsidR="00AF44A5" w:rsidRDefault="00AF44A5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AB89741" w14:textId="77777777" w:rsidR="00AF44A5" w:rsidRDefault="00000000">
            <w:pPr>
              <w:jc w:val="center"/>
            </w:pPr>
            <w:r>
              <w:t>1008</w:t>
            </w:r>
          </w:p>
        </w:tc>
        <w:tc>
          <w:tcPr>
            <w:tcW w:w="984" w:type="dxa"/>
            <w:vAlign w:val="center"/>
          </w:tcPr>
          <w:p w14:paraId="468F7958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092F11EB" w14:textId="77777777" w:rsidR="00AF44A5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6DCF1BE4" w14:textId="77777777" w:rsidR="00AF44A5" w:rsidRDefault="00000000">
            <w:pPr>
              <w:jc w:val="center"/>
            </w:pPr>
            <w:r>
              <w:t>0.55</w:t>
            </w:r>
          </w:p>
        </w:tc>
        <w:tc>
          <w:tcPr>
            <w:tcW w:w="1018" w:type="dxa"/>
            <w:vAlign w:val="center"/>
          </w:tcPr>
          <w:p w14:paraId="3D6DEA85" w14:textId="77777777" w:rsidR="00AF44A5" w:rsidRDefault="00000000">
            <w:pPr>
              <w:jc w:val="center"/>
            </w:pPr>
            <w:r>
              <w:t>0.33</w:t>
            </w:r>
          </w:p>
        </w:tc>
        <w:tc>
          <w:tcPr>
            <w:tcW w:w="1188" w:type="dxa"/>
            <w:vAlign w:val="center"/>
          </w:tcPr>
          <w:p w14:paraId="3CCAD159" w14:textId="77777777" w:rsidR="00AF44A5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AF44A5" w14:paraId="73EDD7FE" w14:textId="77777777">
        <w:tc>
          <w:tcPr>
            <w:tcW w:w="792" w:type="dxa"/>
            <w:vAlign w:val="center"/>
          </w:tcPr>
          <w:p w14:paraId="3E8C83C9" w14:textId="77777777" w:rsidR="00AF44A5" w:rsidRDefault="00000000">
            <w:pPr>
              <w:jc w:val="center"/>
            </w:pPr>
            <w:r>
              <w:t>西向</w:t>
            </w:r>
          </w:p>
        </w:tc>
        <w:tc>
          <w:tcPr>
            <w:tcW w:w="1301" w:type="dxa"/>
            <w:vAlign w:val="center"/>
          </w:tcPr>
          <w:p w14:paraId="2FA881D9" w14:textId="77777777" w:rsidR="00AF44A5" w:rsidRDefault="00000000">
            <w:pPr>
              <w:jc w:val="center"/>
            </w:pPr>
            <w:r>
              <w:t>1001</w:t>
            </w:r>
          </w:p>
        </w:tc>
        <w:tc>
          <w:tcPr>
            <w:tcW w:w="984" w:type="dxa"/>
            <w:vAlign w:val="center"/>
          </w:tcPr>
          <w:p w14:paraId="6E8A34C6" w14:textId="77777777" w:rsidR="00AF44A5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4717930E" w14:textId="77777777" w:rsidR="00AF44A5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6E715521" w14:textId="77777777" w:rsidR="00AF44A5" w:rsidRDefault="00000000">
            <w:pPr>
              <w:jc w:val="center"/>
            </w:pPr>
            <w:r>
              <w:t>不要求</w:t>
            </w:r>
          </w:p>
        </w:tc>
        <w:tc>
          <w:tcPr>
            <w:tcW w:w="1018" w:type="dxa"/>
            <w:vAlign w:val="center"/>
          </w:tcPr>
          <w:p w14:paraId="0CDBB30D" w14:textId="77777777" w:rsidR="00AF44A5" w:rsidRDefault="00000000">
            <w:pPr>
              <w:jc w:val="center"/>
            </w:pPr>
            <w:r>
              <w:t>0.17</w:t>
            </w:r>
          </w:p>
        </w:tc>
        <w:tc>
          <w:tcPr>
            <w:tcW w:w="1188" w:type="dxa"/>
            <w:vAlign w:val="center"/>
          </w:tcPr>
          <w:p w14:paraId="6370A81A" w14:textId="77777777" w:rsidR="00AF44A5" w:rsidRDefault="00000000">
            <w:pPr>
              <w:jc w:val="center"/>
            </w:pPr>
            <w:r>
              <w:t>满足</w:t>
            </w:r>
          </w:p>
        </w:tc>
      </w:tr>
      <w:tr w:rsidR="00AF44A5" w14:paraId="6A2AE51C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0684105B" w14:textId="77777777" w:rsidR="00AF44A5" w:rsidRDefault="00000000">
            <w:r>
              <w:t>标准依据</w:t>
            </w:r>
          </w:p>
        </w:tc>
        <w:tc>
          <w:tcPr>
            <w:tcW w:w="7236" w:type="dxa"/>
            <w:gridSpan w:val="5"/>
            <w:vAlign w:val="center"/>
          </w:tcPr>
          <w:p w14:paraId="137427E3" w14:textId="77777777" w:rsidR="00AF44A5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3.1.9</w:t>
            </w:r>
            <w:r>
              <w:t>条</w:t>
            </w:r>
          </w:p>
        </w:tc>
      </w:tr>
      <w:tr w:rsidR="00AF44A5" w14:paraId="22980831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0AA4657A" w14:textId="77777777" w:rsidR="00AF44A5" w:rsidRDefault="00000000">
            <w:r>
              <w:t>标准要求</w:t>
            </w:r>
          </w:p>
        </w:tc>
        <w:tc>
          <w:tcPr>
            <w:tcW w:w="7236" w:type="dxa"/>
            <w:gridSpan w:val="5"/>
            <w:vAlign w:val="center"/>
          </w:tcPr>
          <w:p w14:paraId="5FD5A7ED" w14:textId="77777777" w:rsidR="00AF44A5" w:rsidRDefault="00000000">
            <w:r>
              <w:t>寒冷（</w:t>
            </w:r>
            <w:r>
              <w:t>B</w:t>
            </w:r>
            <w:r>
              <w:t>）区夏季外窗太阳得热系数不应大于表</w:t>
            </w:r>
            <w:r>
              <w:t>3.1.9-2</w:t>
            </w:r>
            <w:r>
              <w:t>的要求。</w:t>
            </w:r>
          </w:p>
        </w:tc>
      </w:tr>
      <w:tr w:rsidR="00AF44A5" w14:paraId="46F5C643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3D7EF227" w14:textId="77777777" w:rsidR="00AF44A5" w:rsidRDefault="00000000">
            <w:r>
              <w:t>结论</w:t>
            </w:r>
          </w:p>
        </w:tc>
        <w:tc>
          <w:tcPr>
            <w:tcW w:w="7236" w:type="dxa"/>
            <w:gridSpan w:val="5"/>
            <w:vAlign w:val="center"/>
          </w:tcPr>
          <w:p w14:paraId="4A1C9E68" w14:textId="77777777" w:rsidR="00AF44A5" w:rsidRDefault="00000000">
            <w:r>
              <w:rPr>
                <w:color w:val="FF0000"/>
              </w:rPr>
              <w:t>不满足</w:t>
            </w:r>
          </w:p>
        </w:tc>
      </w:tr>
    </w:tbl>
    <w:p w14:paraId="5DC3C0F2" w14:textId="77777777" w:rsidR="00AF44A5" w:rsidRDefault="00000000">
      <w:r>
        <w:t>注：达标朝向只列出一项，不达标朝向列出全部不达标项</w:t>
      </w:r>
    </w:p>
    <w:p w14:paraId="39CDDE21" w14:textId="77777777" w:rsidR="00AF44A5" w:rsidRDefault="00000000">
      <w:pPr>
        <w:pStyle w:val="2"/>
      </w:pPr>
      <w:r>
        <w:t>周边地面</w:t>
      </w:r>
    </w:p>
    <w:p w14:paraId="29CF6624" w14:textId="77777777" w:rsidR="00AF44A5" w:rsidRDefault="00000000">
      <w:pPr>
        <w:pStyle w:val="3"/>
      </w:pPr>
      <w:r>
        <w:t>周边地面构造一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AF44A5" w14:paraId="2AF6423D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148E37DE" w14:textId="77777777" w:rsidR="00AF44A5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F01E963" w14:textId="77777777" w:rsidR="00AF44A5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763351B" w14:textId="77777777" w:rsidR="00AF44A5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3F94B37" w14:textId="77777777" w:rsidR="00AF44A5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DC740F0" w14:textId="77777777" w:rsidR="00AF44A5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0132DB9" w14:textId="77777777" w:rsidR="00AF44A5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ACDF9D5" w14:textId="77777777" w:rsidR="00AF44A5" w:rsidRDefault="00000000">
            <w:pPr>
              <w:jc w:val="center"/>
            </w:pPr>
            <w:r>
              <w:t>热惰性指标</w:t>
            </w:r>
          </w:p>
        </w:tc>
      </w:tr>
      <w:tr w:rsidR="00AF44A5" w14:paraId="6EF19C61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4457DA2E" w14:textId="77777777" w:rsidR="00AF44A5" w:rsidRDefault="00AF44A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7959DD24" w14:textId="77777777" w:rsidR="00AF44A5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785A465" w14:textId="77777777" w:rsidR="00AF44A5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D0062FA" w14:textId="77777777" w:rsidR="00AF44A5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2E1D1B6" w14:textId="77777777" w:rsidR="00AF44A5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C36F222" w14:textId="77777777" w:rsidR="00AF44A5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2F3D2FA" w14:textId="77777777" w:rsidR="00AF44A5" w:rsidRDefault="00000000">
            <w:pPr>
              <w:jc w:val="center"/>
            </w:pPr>
            <w:r>
              <w:t>D=R*S</w:t>
            </w:r>
          </w:p>
        </w:tc>
      </w:tr>
      <w:tr w:rsidR="00AF44A5" w14:paraId="673CC04E" w14:textId="77777777">
        <w:tc>
          <w:tcPr>
            <w:tcW w:w="3345" w:type="dxa"/>
            <w:vAlign w:val="center"/>
          </w:tcPr>
          <w:p w14:paraId="46093418" w14:textId="77777777" w:rsidR="00AF44A5" w:rsidRDefault="00000000">
            <w:r>
              <w:rPr>
                <w:color w:val="999999"/>
              </w:rPr>
              <w:t>水泥砂浆</w:t>
            </w:r>
          </w:p>
        </w:tc>
        <w:tc>
          <w:tcPr>
            <w:tcW w:w="848" w:type="dxa"/>
            <w:vAlign w:val="center"/>
          </w:tcPr>
          <w:p w14:paraId="6A204420" w14:textId="77777777" w:rsidR="00AF44A5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14:paraId="72E25D6F" w14:textId="77777777" w:rsidR="00AF44A5" w:rsidRDefault="00000000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14:paraId="7127550C" w14:textId="77777777" w:rsidR="00AF44A5" w:rsidRDefault="00000000">
            <w:r>
              <w:rPr>
                <w:color w:val="999999"/>
              </w:rPr>
              <w:t>11.370</w:t>
            </w:r>
          </w:p>
        </w:tc>
        <w:tc>
          <w:tcPr>
            <w:tcW w:w="848" w:type="dxa"/>
            <w:vAlign w:val="center"/>
          </w:tcPr>
          <w:p w14:paraId="0CF69297" w14:textId="77777777" w:rsidR="00AF44A5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6A626D9D" w14:textId="77777777" w:rsidR="00AF44A5" w:rsidRDefault="00000000"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 w14:paraId="5D141A2B" w14:textId="77777777" w:rsidR="00AF44A5" w:rsidRDefault="00000000">
            <w:r>
              <w:rPr>
                <w:color w:val="999999"/>
              </w:rPr>
              <w:t>0.245</w:t>
            </w:r>
          </w:p>
        </w:tc>
      </w:tr>
      <w:tr w:rsidR="00AF44A5" w14:paraId="6435E827" w14:textId="77777777">
        <w:tc>
          <w:tcPr>
            <w:tcW w:w="3345" w:type="dxa"/>
            <w:vAlign w:val="center"/>
          </w:tcPr>
          <w:p w14:paraId="20AA64A0" w14:textId="77777777" w:rsidR="00AF44A5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43E3245E" w14:textId="77777777" w:rsidR="00AF44A5" w:rsidRDefault="00000000"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 w14:paraId="7BF7069B" w14:textId="77777777" w:rsidR="00AF44A5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14:paraId="4EC56E0E" w14:textId="77777777" w:rsidR="00AF44A5" w:rsidRDefault="00000000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14:paraId="071BF1C5" w14:textId="77777777" w:rsidR="00AF44A5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5616CE82" w14:textId="77777777" w:rsidR="00AF44A5" w:rsidRDefault="00000000"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 w14:paraId="43FD370E" w14:textId="77777777" w:rsidR="00AF44A5" w:rsidRDefault="00000000">
            <w:r>
              <w:rPr>
                <w:color w:val="999999"/>
              </w:rPr>
              <w:t>1.186</w:t>
            </w:r>
          </w:p>
        </w:tc>
      </w:tr>
      <w:tr w:rsidR="00AF44A5" w14:paraId="7E0B8678" w14:textId="77777777">
        <w:tc>
          <w:tcPr>
            <w:tcW w:w="3345" w:type="dxa"/>
            <w:vAlign w:val="center"/>
          </w:tcPr>
          <w:p w14:paraId="031818BB" w14:textId="77777777" w:rsidR="00AF44A5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E797B60" w14:textId="77777777" w:rsidR="00AF44A5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257EE99F" w14:textId="77777777" w:rsidR="00AF44A5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0D537C8" w14:textId="77777777" w:rsidR="00AF44A5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5EC99DEA" w14:textId="77777777" w:rsidR="00AF44A5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7BC04ED" w14:textId="77777777" w:rsidR="00AF44A5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03160006" w14:textId="77777777" w:rsidR="00AF44A5" w:rsidRDefault="00000000">
            <w:r>
              <w:t>1.431</w:t>
            </w:r>
          </w:p>
        </w:tc>
      </w:tr>
      <w:tr w:rsidR="00AF44A5" w14:paraId="190FA025" w14:textId="77777777">
        <w:tc>
          <w:tcPr>
            <w:tcW w:w="3345" w:type="dxa"/>
            <w:shd w:val="clear" w:color="auto" w:fill="E6E6E6"/>
            <w:vAlign w:val="center"/>
          </w:tcPr>
          <w:p w14:paraId="1B32B4D1" w14:textId="77777777" w:rsidR="00AF44A5" w:rsidRDefault="00000000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14:paraId="034F6CDA" w14:textId="77777777" w:rsidR="00AF44A5" w:rsidRDefault="00000000">
            <w:pPr>
              <w:jc w:val="center"/>
            </w:pPr>
            <w:r>
              <w:t>0.00</w:t>
            </w:r>
          </w:p>
        </w:tc>
      </w:tr>
      <w:tr w:rsidR="00AF44A5" w14:paraId="044AF810" w14:textId="77777777">
        <w:tc>
          <w:tcPr>
            <w:tcW w:w="3345" w:type="dxa"/>
            <w:shd w:val="clear" w:color="auto" w:fill="E6E6E6"/>
            <w:vAlign w:val="center"/>
          </w:tcPr>
          <w:p w14:paraId="077F60B9" w14:textId="77777777" w:rsidR="00AF44A5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3CAE42F1" w14:textId="77777777" w:rsidR="00AF44A5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AF44A5" w14:paraId="432DF49A" w14:textId="77777777">
        <w:tc>
          <w:tcPr>
            <w:tcW w:w="3345" w:type="dxa"/>
            <w:shd w:val="clear" w:color="auto" w:fill="E6E6E6"/>
            <w:vAlign w:val="center"/>
          </w:tcPr>
          <w:p w14:paraId="4B1B2F7D" w14:textId="77777777" w:rsidR="00AF44A5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6CF9B8A8" w14:textId="77777777" w:rsidR="00AF44A5" w:rsidRDefault="00000000">
            <w:r>
              <w:t>R</w:t>
            </w:r>
            <w:r>
              <w:t>值不应小于表</w:t>
            </w:r>
            <w:r>
              <w:t>3.1.8-1~3.1.8-5</w:t>
            </w:r>
            <w:r>
              <w:t>的限值</w:t>
            </w:r>
            <w:r>
              <w:t>(R≥1.50)</w:t>
            </w:r>
          </w:p>
        </w:tc>
      </w:tr>
      <w:tr w:rsidR="00AF44A5" w14:paraId="4CB712A6" w14:textId="77777777">
        <w:tc>
          <w:tcPr>
            <w:tcW w:w="3345" w:type="dxa"/>
            <w:shd w:val="clear" w:color="auto" w:fill="E6E6E6"/>
            <w:vAlign w:val="center"/>
          </w:tcPr>
          <w:p w14:paraId="550D7D41" w14:textId="77777777" w:rsidR="00AF44A5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018B0121" w14:textId="77777777" w:rsidR="00AF44A5" w:rsidRDefault="00000000">
            <w:r>
              <w:rPr>
                <w:color w:val="FF0000"/>
              </w:rPr>
              <w:t>不满足</w:t>
            </w:r>
          </w:p>
        </w:tc>
      </w:tr>
    </w:tbl>
    <w:p w14:paraId="265344F9" w14:textId="77777777" w:rsidR="00AF44A5" w:rsidRDefault="00000000">
      <w:r>
        <w:t>备注：用灰色显示的材料是非保温材料。</w:t>
      </w:r>
    </w:p>
    <w:p w14:paraId="6389BB27" w14:textId="77777777" w:rsidR="00AF44A5" w:rsidRDefault="00AF44A5"/>
    <w:p w14:paraId="35DDB7F0" w14:textId="77777777" w:rsidR="00AF44A5" w:rsidRDefault="00AF44A5"/>
    <w:p w14:paraId="15E633D4" w14:textId="77777777" w:rsidR="00AF44A5" w:rsidRDefault="00000000">
      <w:pPr>
        <w:pStyle w:val="2"/>
      </w:pPr>
      <w:r>
        <w:lastRenderedPageBreak/>
        <w:t>非周边地面</w:t>
      </w:r>
    </w:p>
    <w:p w14:paraId="3B5F03FD" w14:textId="77777777" w:rsidR="00AF44A5" w:rsidRDefault="00000000">
      <w:pPr>
        <w:pStyle w:val="3"/>
      </w:pPr>
      <w:r>
        <w:t>非周边地面构造一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AF44A5" w14:paraId="3A3BEEBD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4728CEB0" w14:textId="77777777" w:rsidR="00AF44A5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38DFE3F" w14:textId="77777777" w:rsidR="00AF44A5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95F7539" w14:textId="77777777" w:rsidR="00AF44A5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E2110B4" w14:textId="77777777" w:rsidR="00AF44A5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58AB31E" w14:textId="77777777" w:rsidR="00AF44A5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50644B1" w14:textId="77777777" w:rsidR="00AF44A5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C85F604" w14:textId="77777777" w:rsidR="00AF44A5" w:rsidRDefault="00000000">
            <w:pPr>
              <w:jc w:val="center"/>
            </w:pPr>
            <w:r>
              <w:t>热惰性指标</w:t>
            </w:r>
          </w:p>
        </w:tc>
      </w:tr>
      <w:tr w:rsidR="00AF44A5" w14:paraId="44F07324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2842A918" w14:textId="77777777" w:rsidR="00AF44A5" w:rsidRDefault="00AF44A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05DCECB" w14:textId="77777777" w:rsidR="00AF44A5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9D309C0" w14:textId="77777777" w:rsidR="00AF44A5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029F9F2" w14:textId="77777777" w:rsidR="00AF44A5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56681AC" w14:textId="77777777" w:rsidR="00AF44A5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8896545" w14:textId="77777777" w:rsidR="00AF44A5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9FEF456" w14:textId="77777777" w:rsidR="00AF44A5" w:rsidRDefault="00000000">
            <w:pPr>
              <w:jc w:val="center"/>
            </w:pPr>
            <w:r>
              <w:t>D=R*S</w:t>
            </w:r>
          </w:p>
        </w:tc>
      </w:tr>
      <w:tr w:rsidR="00AF44A5" w14:paraId="59555834" w14:textId="77777777">
        <w:tc>
          <w:tcPr>
            <w:tcW w:w="3345" w:type="dxa"/>
            <w:vAlign w:val="center"/>
          </w:tcPr>
          <w:p w14:paraId="577DF522" w14:textId="77777777" w:rsidR="00AF44A5" w:rsidRDefault="00000000">
            <w:r>
              <w:rPr>
                <w:color w:val="999999"/>
              </w:rPr>
              <w:t>水泥砂浆</w:t>
            </w:r>
          </w:p>
        </w:tc>
        <w:tc>
          <w:tcPr>
            <w:tcW w:w="848" w:type="dxa"/>
            <w:vAlign w:val="center"/>
          </w:tcPr>
          <w:p w14:paraId="1631F704" w14:textId="77777777" w:rsidR="00AF44A5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14:paraId="15DE09E1" w14:textId="77777777" w:rsidR="00AF44A5" w:rsidRDefault="00000000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14:paraId="022DC3C6" w14:textId="77777777" w:rsidR="00AF44A5" w:rsidRDefault="00000000">
            <w:r>
              <w:rPr>
                <w:color w:val="999999"/>
              </w:rPr>
              <w:t>11.370</w:t>
            </w:r>
          </w:p>
        </w:tc>
        <w:tc>
          <w:tcPr>
            <w:tcW w:w="848" w:type="dxa"/>
            <w:vAlign w:val="center"/>
          </w:tcPr>
          <w:p w14:paraId="30BC3DE6" w14:textId="77777777" w:rsidR="00AF44A5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409F7886" w14:textId="77777777" w:rsidR="00AF44A5" w:rsidRDefault="00000000"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 w14:paraId="40DF809A" w14:textId="77777777" w:rsidR="00AF44A5" w:rsidRDefault="00000000">
            <w:r>
              <w:rPr>
                <w:color w:val="999999"/>
              </w:rPr>
              <w:t>0.245</w:t>
            </w:r>
          </w:p>
        </w:tc>
      </w:tr>
      <w:tr w:rsidR="00AF44A5" w14:paraId="2751CCD6" w14:textId="77777777">
        <w:tc>
          <w:tcPr>
            <w:tcW w:w="3345" w:type="dxa"/>
            <w:vAlign w:val="center"/>
          </w:tcPr>
          <w:p w14:paraId="3A25AEF0" w14:textId="77777777" w:rsidR="00AF44A5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52B5042E" w14:textId="77777777" w:rsidR="00AF44A5" w:rsidRDefault="00000000"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 w14:paraId="056E2E22" w14:textId="77777777" w:rsidR="00AF44A5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14:paraId="6EEC8486" w14:textId="77777777" w:rsidR="00AF44A5" w:rsidRDefault="00000000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14:paraId="02A4EF09" w14:textId="77777777" w:rsidR="00AF44A5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0C72E48B" w14:textId="77777777" w:rsidR="00AF44A5" w:rsidRDefault="00000000"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 w14:paraId="2EB66BC9" w14:textId="77777777" w:rsidR="00AF44A5" w:rsidRDefault="00000000">
            <w:r>
              <w:rPr>
                <w:color w:val="999999"/>
              </w:rPr>
              <w:t>1.186</w:t>
            </w:r>
          </w:p>
        </w:tc>
      </w:tr>
      <w:tr w:rsidR="00AF44A5" w14:paraId="07FC5574" w14:textId="77777777">
        <w:tc>
          <w:tcPr>
            <w:tcW w:w="3345" w:type="dxa"/>
            <w:vAlign w:val="center"/>
          </w:tcPr>
          <w:p w14:paraId="082BFBA2" w14:textId="77777777" w:rsidR="00AF44A5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A61356E" w14:textId="77777777" w:rsidR="00AF44A5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1E4B884E" w14:textId="77777777" w:rsidR="00AF44A5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2B8D12B" w14:textId="77777777" w:rsidR="00AF44A5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173D42FE" w14:textId="77777777" w:rsidR="00AF44A5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43FB655" w14:textId="77777777" w:rsidR="00AF44A5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3B42AD3A" w14:textId="77777777" w:rsidR="00AF44A5" w:rsidRDefault="00000000">
            <w:r>
              <w:t>1.431</w:t>
            </w:r>
          </w:p>
        </w:tc>
      </w:tr>
      <w:tr w:rsidR="00AF44A5" w14:paraId="74ABC004" w14:textId="77777777">
        <w:tc>
          <w:tcPr>
            <w:tcW w:w="3345" w:type="dxa"/>
            <w:shd w:val="clear" w:color="auto" w:fill="E6E6E6"/>
            <w:vAlign w:val="center"/>
          </w:tcPr>
          <w:p w14:paraId="7666EC46" w14:textId="77777777" w:rsidR="00AF44A5" w:rsidRDefault="00000000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14:paraId="65832EEA" w14:textId="77777777" w:rsidR="00AF44A5" w:rsidRDefault="00000000">
            <w:pPr>
              <w:jc w:val="center"/>
            </w:pPr>
            <w:r>
              <w:t>0.000</w:t>
            </w:r>
          </w:p>
        </w:tc>
      </w:tr>
      <w:tr w:rsidR="00AF44A5" w14:paraId="4E13FC01" w14:textId="77777777">
        <w:tc>
          <w:tcPr>
            <w:tcW w:w="3345" w:type="dxa"/>
            <w:shd w:val="clear" w:color="auto" w:fill="E6E6E6"/>
            <w:vAlign w:val="center"/>
          </w:tcPr>
          <w:p w14:paraId="7BF240B3" w14:textId="77777777" w:rsidR="00AF44A5" w:rsidRDefault="00000000">
            <w:r>
              <w:t>传热系数</w:t>
            </w:r>
            <w:r>
              <w:t>K=1/(1/0.30+∑R)</w:t>
            </w:r>
          </w:p>
        </w:tc>
        <w:tc>
          <w:tcPr>
            <w:tcW w:w="5985" w:type="dxa"/>
            <w:gridSpan w:val="6"/>
          </w:tcPr>
          <w:p w14:paraId="17A91EEC" w14:textId="77777777" w:rsidR="00AF44A5" w:rsidRDefault="00000000">
            <w:pPr>
              <w:jc w:val="center"/>
            </w:pPr>
            <w:r>
              <w:t>4.99</w:t>
            </w:r>
          </w:p>
        </w:tc>
      </w:tr>
    </w:tbl>
    <w:p w14:paraId="6FB79C02" w14:textId="77777777" w:rsidR="00AF44A5" w:rsidRDefault="00000000">
      <w:r>
        <w:t>备注：用灰色显示的材料是非保温材料。</w:t>
      </w:r>
    </w:p>
    <w:p w14:paraId="71E8FD46" w14:textId="77777777" w:rsidR="00AF44A5" w:rsidRDefault="00AF44A5"/>
    <w:p w14:paraId="12494CB6" w14:textId="77777777" w:rsidR="00AF44A5" w:rsidRDefault="00AF44A5"/>
    <w:p w14:paraId="21109359" w14:textId="77777777" w:rsidR="00AF44A5" w:rsidRDefault="00000000">
      <w:pPr>
        <w:pStyle w:val="2"/>
      </w:pPr>
      <w:r>
        <w:t>地下墙</w:t>
      </w:r>
    </w:p>
    <w:p w14:paraId="13F17DC6" w14:textId="77777777" w:rsidR="00AF44A5" w:rsidRDefault="00000000">
      <w:r>
        <w:tab/>
      </w:r>
      <w:r>
        <w:t>本工程无此项内容</w:t>
      </w:r>
    </w:p>
    <w:p w14:paraId="3272D080" w14:textId="77777777" w:rsidR="00AF44A5" w:rsidRDefault="00000000">
      <w:pPr>
        <w:pStyle w:val="2"/>
      </w:pPr>
      <w:r>
        <w:t>外窗气密性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AF44A5" w14:paraId="70E63B9A" w14:textId="77777777">
        <w:tc>
          <w:tcPr>
            <w:tcW w:w="2263" w:type="dxa"/>
            <w:shd w:val="clear" w:color="auto" w:fill="E6E6E6"/>
            <w:vAlign w:val="center"/>
          </w:tcPr>
          <w:p w14:paraId="79B5817C" w14:textId="77777777" w:rsidR="00AF44A5" w:rsidRDefault="00000000">
            <w:r>
              <w:t>最不利气密性等级</w:t>
            </w:r>
          </w:p>
        </w:tc>
        <w:tc>
          <w:tcPr>
            <w:tcW w:w="7069" w:type="dxa"/>
            <w:vAlign w:val="center"/>
          </w:tcPr>
          <w:p w14:paraId="43355AB9" w14:textId="77777777" w:rsidR="00AF44A5" w:rsidRDefault="00000000">
            <w:r>
              <w:t>－</w:t>
            </w:r>
          </w:p>
        </w:tc>
      </w:tr>
      <w:tr w:rsidR="00AF44A5" w14:paraId="49F27B49" w14:textId="77777777">
        <w:tc>
          <w:tcPr>
            <w:tcW w:w="2263" w:type="dxa"/>
            <w:shd w:val="clear" w:color="auto" w:fill="E6E6E6"/>
            <w:vAlign w:val="center"/>
          </w:tcPr>
          <w:p w14:paraId="4B897F53" w14:textId="77777777" w:rsidR="00AF44A5" w:rsidRDefault="00000000">
            <w:r>
              <w:t>外窗气密性措施</w:t>
            </w:r>
          </w:p>
        </w:tc>
        <w:tc>
          <w:tcPr>
            <w:tcW w:w="7069" w:type="dxa"/>
            <w:vAlign w:val="center"/>
          </w:tcPr>
          <w:p w14:paraId="74E68112" w14:textId="77777777" w:rsidR="00AF44A5" w:rsidRDefault="00AF44A5"/>
        </w:tc>
      </w:tr>
      <w:tr w:rsidR="00AF44A5" w14:paraId="01FBC6E4" w14:textId="77777777">
        <w:tc>
          <w:tcPr>
            <w:tcW w:w="2263" w:type="dxa"/>
            <w:shd w:val="clear" w:color="auto" w:fill="E6E6E6"/>
            <w:vAlign w:val="center"/>
          </w:tcPr>
          <w:p w14:paraId="76708126" w14:textId="77777777" w:rsidR="00AF44A5" w:rsidRDefault="00000000">
            <w:r>
              <w:t>标准依据</w:t>
            </w:r>
          </w:p>
        </w:tc>
        <w:tc>
          <w:tcPr>
            <w:tcW w:w="7069" w:type="dxa"/>
            <w:vAlign w:val="center"/>
          </w:tcPr>
          <w:p w14:paraId="551782A5" w14:textId="77777777" w:rsidR="00AF44A5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3.1.16</w:t>
            </w:r>
            <w:r>
              <w:t>条，分级方法《建筑幕墙、门窗通用技术条件》</w:t>
            </w:r>
            <w:r>
              <w:t>GB/T31433-2015</w:t>
            </w:r>
          </w:p>
        </w:tc>
      </w:tr>
      <w:tr w:rsidR="00AF44A5" w14:paraId="6547C4DA" w14:textId="77777777">
        <w:tc>
          <w:tcPr>
            <w:tcW w:w="2263" w:type="dxa"/>
            <w:shd w:val="clear" w:color="auto" w:fill="E6E6E6"/>
            <w:vAlign w:val="center"/>
          </w:tcPr>
          <w:p w14:paraId="3309CF3A" w14:textId="77777777" w:rsidR="00AF44A5" w:rsidRDefault="00000000">
            <w:r>
              <w:t>标准要求</w:t>
            </w:r>
          </w:p>
        </w:tc>
        <w:tc>
          <w:tcPr>
            <w:tcW w:w="7069" w:type="dxa"/>
            <w:vAlign w:val="center"/>
          </w:tcPr>
          <w:p w14:paraId="1A5FB8F8" w14:textId="77777777" w:rsidR="00AF44A5" w:rsidRDefault="00000000">
            <w:r>
              <w:t>外窗在</w:t>
            </w:r>
            <w:r>
              <w:t>10Pa</w:t>
            </w:r>
            <w:r>
              <w:t>压差下，每小时每米缝隙的空气渗透量不应大于</w:t>
            </w:r>
            <w:r>
              <w:t>1.5m3</w:t>
            </w:r>
            <w:r>
              <w:t>，每小时每平方米面积的空气渗透量</w:t>
            </w:r>
            <w:r>
              <w:t>q2</w:t>
            </w:r>
            <w:r>
              <w:t>不应大于</w:t>
            </w:r>
            <w:r>
              <w:t>4.5m3</w:t>
            </w:r>
            <w:r>
              <w:t>，即《建筑幕墙、门窗通用技术条件》</w:t>
            </w:r>
            <w:r>
              <w:t>GB/T31433-2015</w:t>
            </w:r>
            <w:r>
              <w:t>的</w:t>
            </w:r>
            <w:r>
              <w:t>6</w:t>
            </w:r>
            <w:r>
              <w:t>级</w:t>
            </w:r>
          </w:p>
        </w:tc>
      </w:tr>
      <w:tr w:rsidR="00AF44A5" w14:paraId="7693C0D0" w14:textId="77777777">
        <w:tc>
          <w:tcPr>
            <w:tcW w:w="2263" w:type="dxa"/>
            <w:shd w:val="clear" w:color="auto" w:fill="E6E6E6"/>
            <w:vAlign w:val="center"/>
          </w:tcPr>
          <w:p w14:paraId="0D57D955" w14:textId="77777777" w:rsidR="00AF44A5" w:rsidRDefault="00000000">
            <w:r>
              <w:t>结论</w:t>
            </w:r>
          </w:p>
        </w:tc>
        <w:tc>
          <w:tcPr>
            <w:tcW w:w="7069" w:type="dxa"/>
            <w:vAlign w:val="center"/>
          </w:tcPr>
          <w:p w14:paraId="7E394833" w14:textId="77777777" w:rsidR="00AF44A5" w:rsidRDefault="00000000">
            <w:r>
              <w:t>－</w:t>
            </w:r>
          </w:p>
        </w:tc>
      </w:tr>
    </w:tbl>
    <w:p w14:paraId="1D58E82C" w14:textId="77777777" w:rsidR="00AF44A5" w:rsidRDefault="00000000">
      <w:pPr>
        <w:pStyle w:val="2"/>
      </w:pPr>
      <w:r>
        <w:t>可见光透射比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963"/>
        <w:gridCol w:w="2088"/>
        <w:gridCol w:w="2009"/>
        <w:gridCol w:w="2009"/>
      </w:tblGrid>
      <w:tr w:rsidR="00AF44A5" w14:paraId="31002A49" w14:textId="77777777">
        <w:tc>
          <w:tcPr>
            <w:tcW w:w="2263" w:type="dxa"/>
            <w:shd w:val="clear" w:color="auto" w:fill="E6E6E6"/>
            <w:vAlign w:val="center"/>
          </w:tcPr>
          <w:p w14:paraId="76CF9628" w14:textId="77777777" w:rsidR="00AF44A5" w:rsidRDefault="00000000">
            <w:pPr>
              <w:jc w:val="center"/>
            </w:pPr>
            <w:r>
              <w:t>房间编号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14C062E3" w14:textId="77777777" w:rsidR="00AF44A5" w:rsidRDefault="00000000">
            <w:pPr>
              <w:jc w:val="center"/>
            </w:pPr>
            <w:r>
              <w:t>窗地比</w:t>
            </w:r>
          </w:p>
        </w:tc>
        <w:tc>
          <w:tcPr>
            <w:tcW w:w="2088" w:type="dxa"/>
            <w:shd w:val="clear" w:color="auto" w:fill="E6E6E6"/>
            <w:vAlign w:val="center"/>
          </w:tcPr>
          <w:p w14:paraId="339E56BD" w14:textId="77777777" w:rsidR="00AF44A5" w:rsidRDefault="00000000">
            <w:pPr>
              <w:jc w:val="center"/>
            </w:pPr>
            <w:r>
              <w:t>最不利窗编号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5C7253F2" w14:textId="77777777" w:rsidR="00AF44A5" w:rsidRDefault="00000000">
            <w:pPr>
              <w:jc w:val="center"/>
            </w:pPr>
            <w:r>
              <w:t>最不利透射比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290B491A" w14:textId="77777777" w:rsidR="00AF44A5" w:rsidRDefault="00000000">
            <w:pPr>
              <w:jc w:val="center"/>
            </w:pPr>
            <w:r>
              <w:t>透射比限值</w:t>
            </w:r>
          </w:p>
        </w:tc>
      </w:tr>
      <w:tr w:rsidR="00AF44A5" w14:paraId="03BA2E30" w14:textId="77777777">
        <w:tc>
          <w:tcPr>
            <w:tcW w:w="2263" w:type="dxa"/>
            <w:shd w:val="clear" w:color="auto" w:fill="E6E6E6"/>
            <w:vAlign w:val="center"/>
          </w:tcPr>
          <w:p w14:paraId="6E630311" w14:textId="77777777" w:rsidR="00AF44A5" w:rsidRDefault="00000000">
            <w:r>
              <w:t>2003(</w:t>
            </w:r>
            <w:r>
              <w:t>最不利房间</w:t>
            </w:r>
            <w:r>
              <w:t>)</w:t>
            </w:r>
          </w:p>
        </w:tc>
        <w:tc>
          <w:tcPr>
            <w:tcW w:w="962" w:type="dxa"/>
            <w:vAlign w:val="center"/>
          </w:tcPr>
          <w:p w14:paraId="67798721" w14:textId="77777777" w:rsidR="00AF44A5" w:rsidRDefault="00000000">
            <w:r>
              <w:t>0.09</w:t>
            </w:r>
          </w:p>
        </w:tc>
        <w:tc>
          <w:tcPr>
            <w:tcW w:w="2088" w:type="dxa"/>
            <w:vAlign w:val="center"/>
          </w:tcPr>
          <w:p w14:paraId="3C41E2D1" w14:textId="77777777" w:rsidR="00AF44A5" w:rsidRDefault="00AF44A5"/>
        </w:tc>
        <w:tc>
          <w:tcPr>
            <w:tcW w:w="2009" w:type="dxa"/>
            <w:vAlign w:val="center"/>
          </w:tcPr>
          <w:p w14:paraId="46A73FFF" w14:textId="77777777" w:rsidR="00AF44A5" w:rsidRDefault="00000000">
            <w:r>
              <w:t>0.80</w:t>
            </w:r>
          </w:p>
        </w:tc>
        <w:tc>
          <w:tcPr>
            <w:tcW w:w="2009" w:type="dxa"/>
            <w:vAlign w:val="center"/>
          </w:tcPr>
          <w:p w14:paraId="194EEBD6" w14:textId="77777777" w:rsidR="00AF44A5" w:rsidRDefault="00000000">
            <w:r>
              <w:t>0.40</w:t>
            </w:r>
          </w:p>
        </w:tc>
      </w:tr>
      <w:tr w:rsidR="00AF44A5" w14:paraId="05E95BAA" w14:textId="77777777">
        <w:tc>
          <w:tcPr>
            <w:tcW w:w="2263" w:type="dxa"/>
            <w:shd w:val="clear" w:color="auto" w:fill="E6E6E6"/>
            <w:vAlign w:val="center"/>
          </w:tcPr>
          <w:p w14:paraId="188A98D1" w14:textId="77777777" w:rsidR="00AF44A5" w:rsidRDefault="00000000">
            <w:r>
              <w:t>标准依据</w:t>
            </w:r>
          </w:p>
        </w:tc>
        <w:tc>
          <w:tcPr>
            <w:tcW w:w="7068" w:type="dxa"/>
            <w:gridSpan w:val="4"/>
            <w:vAlign w:val="center"/>
          </w:tcPr>
          <w:p w14:paraId="1815584E" w14:textId="77777777" w:rsidR="00AF44A5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3.1.17</w:t>
            </w:r>
            <w:r>
              <w:t>条</w:t>
            </w:r>
          </w:p>
        </w:tc>
      </w:tr>
      <w:tr w:rsidR="00AF44A5" w14:paraId="294DE642" w14:textId="77777777">
        <w:tc>
          <w:tcPr>
            <w:tcW w:w="2263" w:type="dxa"/>
            <w:shd w:val="clear" w:color="auto" w:fill="E6E6E6"/>
            <w:vAlign w:val="center"/>
          </w:tcPr>
          <w:p w14:paraId="646E4C7E" w14:textId="77777777" w:rsidR="00AF44A5" w:rsidRDefault="00000000">
            <w:r>
              <w:t>标准要求</w:t>
            </w:r>
          </w:p>
        </w:tc>
        <w:tc>
          <w:tcPr>
            <w:tcW w:w="7068" w:type="dxa"/>
            <w:gridSpan w:val="4"/>
            <w:vAlign w:val="center"/>
          </w:tcPr>
          <w:p w14:paraId="76795F67" w14:textId="77777777" w:rsidR="00AF44A5" w:rsidRDefault="00000000">
            <w:r>
              <w:t>外窗玻璃的可见光透射比不应小于</w:t>
            </w:r>
            <w:r>
              <w:t>0.4</w:t>
            </w:r>
          </w:p>
        </w:tc>
      </w:tr>
      <w:tr w:rsidR="00AF44A5" w14:paraId="33A95308" w14:textId="77777777">
        <w:tc>
          <w:tcPr>
            <w:tcW w:w="2263" w:type="dxa"/>
            <w:shd w:val="clear" w:color="auto" w:fill="E6E6E6"/>
            <w:vAlign w:val="center"/>
          </w:tcPr>
          <w:p w14:paraId="2C8744EC" w14:textId="77777777" w:rsidR="00AF44A5" w:rsidRDefault="00000000">
            <w:r>
              <w:t>结论</w:t>
            </w:r>
          </w:p>
        </w:tc>
        <w:tc>
          <w:tcPr>
            <w:tcW w:w="7068" w:type="dxa"/>
            <w:gridSpan w:val="4"/>
            <w:vAlign w:val="center"/>
          </w:tcPr>
          <w:p w14:paraId="5C6BEE7F" w14:textId="77777777" w:rsidR="00AF44A5" w:rsidRDefault="00000000">
            <w:r>
              <w:t>满足</w:t>
            </w:r>
          </w:p>
        </w:tc>
      </w:tr>
    </w:tbl>
    <w:p w14:paraId="01E32C08" w14:textId="77777777" w:rsidR="00AF44A5" w:rsidRDefault="00000000">
      <w:pPr>
        <w:pStyle w:val="2"/>
      </w:pPr>
      <w:r>
        <w:t>窗地面积比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"/>
        <w:gridCol w:w="1301"/>
        <w:gridCol w:w="74"/>
        <w:gridCol w:w="1001"/>
        <w:gridCol w:w="1131"/>
        <w:gridCol w:w="1415"/>
        <w:gridCol w:w="1245"/>
        <w:gridCol w:w="1131"/>
        <w:gridCol w:w="1146"/>
      </w:tblGrid>
      <w:tr w:rsidR="00AF44A5" w14:paraId="7C8C21C8" w14:textId="77777777">
        <w:tc>
          <w:tcPr>
            <w:tcW w:w="888" w:type="dxa"/>
            <w:shd w:val="clear" w:color="auto" w:fill="E6E6E6"/>
            <w:vAlign w:val="center"/>
          </w:tcPr>
          <w:p w14:paraId="031CE562" w14:textId="77777777" w:rsidR="00AF44A5" w:rsidRDefault="00000000">
            <w:pPr>
              <w:jc w:val="center"/>
            </w:pPr>
            <w:r>
              <w:t>楼层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0698961B" w14:textId="77777777" w:rsidR="00AF44A5" w:rsidRDefault="00000000">
            <w:pPr>
              <w:jc w:val="center"/>
            </w:pPr>
            <w:r>
              <w:t>房间编号</w:t>
            </w:r>
          </w:p>
        </w:tc>
        <w:tc>
          <w:tcPr>
            <w:tcW w:w="1075" w:type="dxa"/>
            <w:gridSpan w:val="2"/>
            <w:shd w:val="clear" w:color="auto" w:fill="E6E6E6"/>
            <w:vAlign w:val="center"/>
          </w:tcPr>
          <w:p w14:paraId="26C34872" w14:textId="77777777" w:rsidR="00AF44A5" w:rsidRDefault="00000000">
            <w:pPr>
              <w:jc w:val="center"/>
            </w:pPr>
            <w:r>
              <w:t>房间面积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CBF09EE" w14:textId="77777777" w:rsidR="00AF44A5" w:rsidRDefault="00000000">
            <w:pPr>
              <w:jc w:val="center"/>
            </w:pPr>
            <w:r>
              <w:t>窗编号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37ECCB49" w14:textId="77777777" w:rsidR="00AF44A5" w:rsidRDefault="00000000">
            <w:pPr>
              <w:jc w:val="center"/>
            </w:pPr>
            <w:r>
              <w:t>窗面积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123F8D38" w14:textId="77777777" w:rsidR="00AF44A5" w:rsidRDefault="00000000">
            <w:pPr>
              <w:jc w:val="center"/>
            </w:pPr>
            <w:r>
              <w:t>窗类型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B196979" w14:textId="77777777" w:rsidR="00AF44A5" w:rsidRDefault="00000000">
            <w:pPr>
              <w:jc w:val="center"/>
            </w:pPr>
            <w:r>
              <w:t>窗地比</w:t>
            </w:r>
          </w:p>
        </w:tc>
        <w:tc>
          <w:tcPr>
            <w:tcW w:w="1143" w:type="dxa"/>
            <w:shd w:val="clear" w:color="auto" w:fill="E6E6E6"/>
            <w:vAlign w:val="center"/>
          </w:tcPr>
          <w:p w14:paraId="08F00F6B" w14:textId="77777777" w:rsidR="00AF44A5" w:rsidRDefault="00000000">
            <w:pPr>
              <w:jc w:val="center"/>
            </w:pPr>
            <w:r>
              <w:t>结论</w:t>
            </w:r>
          </w:p>
        </w:tc>
      </w:tr>
      <w:tr w:rsidR="00AF44A5" w14:paraId="07E96616" w14:textId="77777777">
        <w:tc>
          <w:tcPr>
            <w:tcW w:w="888" w:type="dxa"/>
            <w:vMerge w:val="restart"/>
            <w:vAlign w:val="center"/>
          </w:tcPr>
          <w:p w14:paraId="26F8F26A" w14:textId="77777777" w:rsidR="00AF44A5" w:rsidRDefault="00000000">
            <w:r>
              <w:t>1</w:t>
            </w:r>
          </w:p>
        </w:tc>
        <w:tc>
          <w:tcPr>
            <w:tcW w:w="1301" w:type="dxa"/>
            <w:vMerge w:val="restart"/>
            <w:vAlign w:val="center"/>
          </w:tcPr>
          <w:p w14:paraId="3778909E" w14:textId="77777777" w:rsidR="00AF44A5" w:rsidRDefault="00000000">
            <w:r>
              <w:t>1001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2750DB83" w14:textId="77777777" w:rsidR="00AF44A5" w:rsidRDefault="00000000">
            <w:r>
              <w:t>72.00</w:t>
            </w:r>
          </w:p>
        </w:tc>
        <w:tc>
          <w:tcPr>
            <w:tcW w:w="1131" w:type="dxa"/>
            <w:vAlign w:val="center"/>
          </w:tcPr>
          <w:p w14:paraId="6401E975" w14:textId="77777777" w:rsidR="00AF44A5" w:rsidRDefault="00000000">
            <w:r>
              <w:t>C2115</w:t>
            </w:r>
          </w:p>
        </w:tc>
        <w:tc>
          <w:tcPr>
            <w:tcW w:w="1415" w:type="dxa"/>
            <w:vAlign w:val="center"/>
          </w:tcPr>
          <w:p w14:paraId="38662889" w14:textId="77777777" w:rsidR="00AF44A5" w:rsidRDefault="00000000">
            <w:r>
              <w:t>3.15</w:t>
            </w:r>
          </w:p>
        </w:tc>
        <w:tc>
          <w:tcPr>
            <w:tcW w:w="1245" w:type="dxa"/>
            <w:vAlign w:val="center"/>
          </w:tcPr>
          <w:p w14:paraId="422DF359" w14:textId="77777777" w:rsidR="00AF44A5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77DD8687" w14:textId="77777777" w:rsidR="00AF44A5" w:rsidRDefault="00000000">
            <w:r>
              <w:t>0.1312</w:t>
            </w:r>
          </w:p>
        </w:tc>
        <w:tc>
          <w:tcPr>
            <w:tcW w:w="1143" w:type="dxa"/>
            <w:vMerge w:val="restart"/>
            <w:vAlign w:val="center"/>
          </w:tcPr>
          <w:p w14:paraId="087EEA26" w14:textId="77777777" w:rsidR="00AF44A5" w:rsidRDefault="00000000">
            <w:r>
              <w:rPr>
                <w:color w:val="FF0000"/>
              </w:rPr>
              <w:t>不满足</w:t>
            </w:r>
          </w:p>
        </w:tc>
      </w:tr>
      <w:tr w:rsidR="00AF44A5" w14:paraId="50C3BB3A" w14:textId="77777777">
        <w:tc>
          <w:tcPr>
            <w:tcW w:w="888" w:type="dxa"/>
            <w:vMerge/>
            <w:vAlign w:val="center"/>
          </w:tcPr>
          <w:p w14:paraId="1FFE08E6" w14:textId="77777777" w:rsidR="00AF44A5" w:rsidRDefault="00AF44A5"/>
        </w:tc>
        <w:tc>
          <w:tcPr>
            <w:tcW w:w="1301" w:type="dxa"/>
            <w:vMerge/>
            <w:vAlign w:val="center"/>
          </w:tcPr>
          <w:p w14:paraId="6FA82E27" w14:textId="77777777" w:rsidR="00AF44A5" w:rsidRDefault="00AF44A5"/>
        </w:tc>
        <w:tc>
          <w:tcPr>
            <w:tcW w:w="1075" w:type="dxa"/>
            <w:gridSpan w:val="2"/>
            <w:vMerge/>
            <w:vAlign w:val="center"/>
          </w:tcPr>
          <w:p w14:paraId="21FF7CC4" w14:textId="77777777" w:rsidR="00AF44A5" w:rsidRDefault="00AF44A5"/>
        </w:tc>
        <w:tc>
          <w:tcPr>
            <w:tcW w:w="1131" w:type="dxa"/>
            <w:vAlign w:val="center"/>
          </w:tcPr>
          <w:p w14:paraId="61622293" w14:textId="77777777" w:rsidR="00AF44A5" w:rsidRDefault="00000000">
            <w:r>
              <w:t>C2115</w:t>
            </w:r>
          </w:p>
        </w:tc>
        <w:tc>
          <w:tcPr>
            <w:tcW w:w="1415" w:type="dxa"/>
            <w:vAlign w:val="center"/>
          </w:tcPr>
          <w:p w14:paraId="0CD54429" w14:textId="77777777" w:rsidR="00AF44A5" w:rsidRDefault="00000000">
            <w:r>
              <w:t>3.15</w:t>
            </w:r>
          </w:p>
        </w:tc>
        <w:tc>
          <w:tcPr>
            <w:tcW w:w="1245" w:type="dxa"/>
            <w:vAlign w:val="center"/>
          </w:tcPr>
          <w:p w14:paraId="6CA49BCE" w14:textId="77777777" w:rsidR="00AF44A5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01FA0F8C" w14:textId="77777777" w:rsidR="00AF44A5" w:rsidRDefault="00AF44A5"/>
        </w:tc>
        <w:tc>
          <w:tcPr>
            <w:tcW w:w="1143" w:type="dxa"/>
            <w:vMerge/>
            <w:vAlign w:val="center"/>
          </w:tcPr>
          <w:p w14:paraId="71331BF0" w14:textId="77777777" w:rsidR="00AF44A5" w:rsidRDefault="00AF44A5"/>
        </w:tc>
      </w:tr>
      <w:tr w:rsidR="00AF44A5" w14:paraId="61A40A8C" w14:textId="77777777">
        <w:tc>
          <w:tcPr>
            <w:tcW w:w="888" w:type="dxa"/>
            <w:vMerge/>
            <w:vAlign w:val="center"/>
          </w:tcPr>
          <w:p w14:paraId="7FF28658" w14:textId="77777777" w:rsidR="00AF44A5" w:rsidRDefault="00AF44A5"/>
        </w:tc>
        <w:tc>
          <w:tcPr>
            <w:tcW w:w="1301" w:type="dxa"/>
            <w:vMerge/>
            <w:vAlign w:val="center"/>
          </w:tcPr>
          <w:p w14:paraId="1618DBDA" w14:textId="77777777" w:rsidR="00AF44A5" w:rsidRDefault="00AF44A5"/>
        </w:tc>
        <w:tc>
          <w:tcPr>
            <w:tcW w:w="1075" w:type="dxa"/>
            <w:gridSpan w:val="2"/>
            <w:vMerge/>
            <w:vAlign w:val="center"/>
          </w:tcPr>
          <w:p w14:paraId="52B6F3AA" w14:textId="77777777" w:rsidR="00AF44A5" w:rsidRDefault="00AF44A5"/>
        </w:tc>
        <w:tc>
          <w:tcPr>
            <w:tcW w:w="1131" w:type="dxa"/>
            <w:vAlign w:val="center"/>
          </w:tcPr>
          <w:p w14:paraId="4FAEA6CF" w14:textId="77777777" w:rsidR="00AF44A5" w:rsidRDefault="00000000">
            <w:r>
              <w:t>C2115</w:t>
            </w:r>
          </w:p>
        </w:tc>
        <w:tc>
          <w:tcPr>
            <w:tcW w:w="1415" w:type="dxa"/>
            <w:vAlign w:val="center"/>
          </w:tcPr>
          <w:p w14:paraId="7A423C2C" w14:textId="77777777" w:rsidR="00AF44A5" w:rsidRDefault="00000000">
            <w:r>
              <w:t>3.15</w:t>
            </w:r>
          </w:p>
        </w:tc>
        <w:tc>
          <w:tcPr>
            <w:tcW w:w="1245" w:type="dxa"/>
            <w:vAlign w:val="center"/>
          </w:tcPr>
          <w:p w14:paraId="5A0B502E" w14:textId="77777777" w:rsidR="00AF44A5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7F0FD9A3" w14:textId="77777777" w:rsidR="00AF44A5" w:rsidRDefault="00AF44A5"/>
        </w:tc>
        <w:tc>
          <w:tcPr>
            <w:tcW w:w="1143" w:type="dxa"/>
            <w:vMerge/>
            <w:vAlign w:val="center"/>
          </w:tcPr>
          <w:p w14:paraId="1E1D35C2" w14:textId="77777777" w:rsidR="00AF44A5" w:rsidRDefault="00AF44A5"/>
        </w:tc>
      </w:tr>
      <w:tr w:rsidR="00AF44A5" w14:paraId="4B1DB0CA" w14:textId="77777777">
        <w:tc>
          <w:tcPr>
            <w:tcW w:w="888" w:type="dxa"/>
            <w:vMerge/>
            <w:vAlign w:val="center"/>
          </w:tcPr>
          <w:p w14:paraId="6D358A1A" w14:textId="77777777" w:rsidR="00AF44A5" w:rsidRDefault="00AF44A5"/>
        </w:tc>
        <w:tc>
          <w:tcPr>
            <w:tcW w:w="1301" w:type="dxa"/>
            <w:vMerge w:val="restart"/>
            <w:vAlign w:val="center"/>
          </w:tcPr>
          <w:p w14:paraId="3A000134" w14:textId="77777777" w:rsidR="00AF44A5" w:rsidRDefault="00000000">
            <w:r>
              <w:t>1002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2D3B082D" w14:textId="77777777" w:rsidR="00AF44A5" w:rsidRDefault="00000000">
            <w:r>
              <w:t>34.22</w:t>
            </w:r>
          </w:p>
        </w:tc>
        <w:tc>
          <w:tcPr>
            <w:tcW w:w="1131" w:type="dxa"/>
            <w:vAlign w:val="center"/>
          </w:tcPr>
          <w:p w14:paraId="4CB5697C" w14:textId="77777777" w:rsidR="00AF44A5" w:rsidRDefault="00000000">
            <w:r>
              <w:t>C2115</w:t>
            </w:r>
          </w:p>
        </w:tc>
        <w:tc>
          <w:tcPr>
            <w:tcW w:w="1415" w:type="dxa"/>
            <w:vAlign w:val="center"/>
          </w:tcPr>
          <w:p w14:paraId="669C8A4B" w14:textId="77777777" w:rsidR="00AF44A5" w:rsidRDefault="00000000">
            <w:r>
              <w:t>3.15</w:t>
            </w:r>
          </w:p>
        </w:tc>
        <w:tc>
          <w:tcPr>
            <w:tcW w:w="1245" w:type="dxa"/>
            <w:vAlign w:val="center"/>
          </w:tcPr>
          <w:p w14:paraId="1E724DB1" w14:textId="77777777" w:rsidR="00AF44A5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221B4F1A" w14:textId="77777777" w:rsidR="00AF44A5" w:rsidRDefault="00000000">
            <w:r>
              <w:t>0.2761</w:t>
            </w:r>
          </w:p>
        </w:tc>
        <w:tc>
          <w:tcPr>
            <w:tcW w:w="1143" w:type="dxa"/>
            <w:vMerge w:val="restart"/>
            <w:vAlign w:val="center"/>
          </w:tcPr>
          <w:p w14:paraId="0CB65D15" w14:textId="77777777" w:rsidR="00AF44A5" w:rsidRDefault="00000000">
            <w:r>
              <w:t>满足</w:t>
            </w:r>
          </w:p>
        </w:tc>
      </w:tr>
      <w:tr w:rsidR="00AF44A5" w14:paraId="7688110A" w14:textId="77777777">
        <w:tc>
          <w:tcPr>
            <w:tcW w:w="888" w:type="dxa"/>
            <w:vMerge/>
            <w:vAlign w:val="center"/>
          </w:tcPr>
          <w:p w14:paraId="4D141E22" w14:textId="77777777" w:rsidR="00AF44A5" w:rsidRDefault="00AF44A5"/>
        </w:tc>
        <w:tc>
          <w:tcPr>
            <w:tcW w:w="1301" w:type="dxa"/>
            <w:vMerge/>
            <w:vAlign w:val="center"/>
          </w:tcPr>
          <w:p w14:paraId="17D4D5A5" w14:textId="77777777" w:rsidR="00AF44A5" w:rsidRDefault="00AF44A5"/>
        </w:tc>
        <w:tc>
          <w:tcPr>
            <w:tcW w:w="1075" w:type="dxa"/>
            <w:gridSpan w:val="2"/>
            <w:vMerge/>
            <w:vAlign w:val="center"/>
          </w:tcPr>
          <w:p w14:paraId="5B14E5DE" w14:textId="77777777" w:rsidR="00AF44A5" w:rsidRDefault="00AF44A5"/>
        </w:tc>
        <w:tc>
          <w:tcPr>
            <w:tcW w:w="1131" w:type="dxa"/>
            <w:vAlign w:val="center"/>
          </w:tcPr>
          <w:p w14:paraId="4BC36810" w14:textId="77777777" w:rsidR="00AF44A5" w:rsidRDefault="00000000">
            <w:r>
              <w:t>C2115</w:t>
            </w:r>
          </w:p>
        </w:tc>
        <w:tc>
          <w:tcPr>
            <w:tcW w:w="1415" w:type="dxa"/>
            <w:vAlign w:val="center"/>
          </w:tcPr>
          <w:p w14:paraId="227C15AA" w14:textId="77777777" w:rsidR="00AF44A5" w:rsidRDefault="00000000">
            <w:r>
              <w:t>3.15</w:t>
            </w:r>
          </w:p>
        </w:tc>
        <w:tc>
          <w:tcPr>
            <w:tcW w:w="1245" w:type="dxa"/>
            <w:vAlign w:val="center"/>
          </w:tcPr>
          <w:p w14:paraId="0D57EB29" w14:textId="77777777" w:rsidR="00AF44A5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00E5338E" w14:textId="77777777" w:rsidR="00AF44A5" w:rsidRDefault="00AF44A5"/>
        </w:tc>
        <w:tc>
          <w:tcPr>
            <w:tcW w:w="1143" w:type="dxa"/>
            <w:vMerge/>
            <w:vAlign w:val="center"/>
          </w:tcPr>
          <w:p w14:paraId="73F76FC7" w14:textId="77777777" w:rsidR="00AF44A5" w:rsidRDefault="00AF44A5"/>
        </w:tc>
      </w:tr>
      <w:tr w:rsidR="00AF44A5" w14:paraId="1D1DE7C4" w14:textId="77777777">
        <w:tc>
          <w:tcPr>
            <w:tcW w:w="888" w:type="dxa"/>
            <w:vMerge/>
            <w:vAlign w:val="center"/>
          </w:tcPr>
          <w:p w14:paraId="5D0299A7" w14:textId="77777777" w:rsidR="00AF44A5" w:rsidRDefault="00AF44A5"/>
        </w:tc>
        <w:tc>
          <w:tcPr>
            <w:tcW w:w="1301" w:type="dxa"/>
            <w:vMerge/>
            <w:vAlign w:val="center"/>
          </w:tcPr>
          <w:p w14:paraId="47CD8099" w14:textId="77777777" w:rsidR="00AF44A5" w:rsidRDefault="00AF44A5"/>
        </w:tc>
        <w:tc>
          <w:tcPr>
            <w:tcW w:w="1075" w:type="dxa"/>
            <w:gridSpan w:val="2"/>
            <w:vMerge/>
            <w:vAlign w:val="center"/>
          </w:tcPr>
          <w:p w14:paraId="31CB3AC2" w14:textId="77777777" w:rsidR="00AF44A5" w:rsidRDefault="00AF44A5"/>
        </w:tc>
        <w:tc>
          <w:tcPr>
            <w:tcW w:w="1131" w:type="dxa"/>
            <w:vAlign w:val="center"/>
          </w:tcPr>
          <w:p w14:paraId="5C9A01C3" w14:textId="77777777" w:rsidR="00AF44A5" w:rsidRDefault="00000000">
            <w:r>
              <w:t>C2115</w:t>
            </w:r>
          </w:p>
        </w:tc>
        <w:tc>
          <w:tcPr>
            <w:tcW w:w="1415" w:type="dxa"/>
            <w:vAlign w:val="center"/>
          </w:tcPr>
          <w:p w14:paraId="1B427527" w14:textId="77777777" w:rsidR="00AF44A5" w:rsidRDefault="00000000">
            <w:r>
              <w:t>3.15</w:t>
            </w:r>
          </w:p>
        </w:tc>
        <w:tc>
          <w:tcPr>
            <w:tcW w:w="1245" w:type="dxa"/>
            <w:vAlign w:val="center"/>
          </w:tcPr>
          <w:p w14:paraId="5F950E71" w14:textId="77777777" w:rsidR="00AF44A5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7457E482" w14:textId="77777777" w:rsidR="00AF44A5" w:rsidRDefault="00AF44A5"/>
        </w:tc>
        <w:tc>
          <w:tcPr>
            <w:tcW w:w="1143" w:type="dxa"/>
            <w:vMerge/>
            <w:vAlign w:val="center"/>
          </w:tcPr>
          <w:p w14:paraId="6AE638CC" w14:textId="77777777" w:rsidR="00AF44A5" w:rsidRDefault="00AF44A5"/>
        </w:tc>
      </w:tr>
      <w:tr w:rsidR="00AF44A5" w14:paraId="59E5F7E1" w14:textId="77777777">
        <w:tc>
          <w:tcPr>
            <w:tcW w:w="888" w:type="dxa"/>
            <w:vMerge/>
            <w:vAlign w:val="center"/>
          </w:tcPr>
          <w:p w14:paraId="1F511535" w14:textId="77777777" w:rsidR="00AF44A5" w:rsidRDefault="00AF44A5"/>
        </w:tc>
        <w:tc>
          <w:tcPr>
            <w:tcW w:w="1301" w:type="dxa"/>
            <w:vMerge w:val="restart"/>
            <w:vAlign w:val="center"/>
          </w:tcPr>
          <w:p w14:paraId="04A76547" w14:textId="77777777" w:rsidR="00AF44A5" w:rsidRDefault="00000000">
            <w:r>
              <w:t>1003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24E51229" w14:textId="77777777" w:rsidR="00AF44A5" w:rsidRDefault="00000000">
            <w:r>
              <w:t>30.71</w:t>
            </w:r>
          </w:p>
        </w:tc>
        <w:tc>
          <w:tcPr>
            <w:tcW w:w="1131" w:type="dxa"/>
            <w:vAlign w:val="center"/>
          </w:tcPr>
          <w:p w14:paraId="02F67FAC" w14:textId="77777777" w:rsidR="00AF44A5" w:rsidRDefault="00000000">
            <w:r>
              <w:t>C1515</w:t>
            </w:r>
          </w:p>
        </w:tc>
        <w:tc>
          <w:tcPr>
            <w:tcW w:w="1415" w:type="dxa"/>
            <w:vAlign w:val="center"/>
          </w:tcPr>
          <w:p w14:paraId="458C959E" w14:textId="77777777" w:rsidR="00AF44A5" w:rsidRDefault="00000000">
            <w:r>
              <w:t>2.25</w:t>
            </w:r>
          </w:p>
        </w:tc>
        <w:tc>
          <w:tcPr>
            <w:tcW w:w="1245" w:type="dxa"/>
            <w:vAlign w:val="center"/>
          </w:tcPr>
          <w:p w14:paraId="3D54A7B7" w14:textId="77777777" w:rsidR="00AF44A5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73B2F5BD" w14:textId="77777777" w:rsidR="00AF44A5" w:rsidRDefault="00000000">
            <w:r>
              <w:t>0.1758</w:t>
            </w:r>
          </w:p>
        </w:tc>
        <w:tc>
          <w:tcPr>
            <w:tcW w:w="1143" w:type="dxa"/>
            <w:vMerge w:val="restart"/>
            <w:vAlign w:val="center"/>
          </w:tcPr>
          <w:p w14:paraId="338A40D5" w14:textId="77777777" w:rsidR="00AF44A5" w:rsidRDefault="00000000">
            <w:r>
              <w:t>满足</w:t>
            </w:r>
          </w:p>
        </w:tc>
      </w:tr>
      <w:tr w:rsidR="00AF44A5" w14:paraId="4B4F85DC" w14:textId="77777777">
        <w:tc>
          <w:tcPr>
            <w:tcW w:w="888" w:type="dxa"/>
            <w:vMerge/>
            <w:vAlign w:val="center"/>
          </w:tcPr>
          <w:p w14:paraId="66635E09" w14:textId="77777777" w:rsidR="00AF44A5" w:rsidRDefault="00AF44A5"/>
        </w:tc>
        <w:tc>
          <w:tcPr>
            <w:tcW w:w="1301" w:type="dxa"/>
            <w:vMerge/>
            <w:vAlign w:val="center"/>
          </w:tcPr>
          <w:p w14:paraId="0D1B5D4F" w14:textId="77777777" w:rsidR="00AF44A5" w:rsidRDefault="00AF44A5"/>
        </w:tc>
        <w:tc>
          <w:tcPr>
            <w:tcW w:w="1075" w:type="dxa"/>
            <w:gridSpan w:val="2"/>
            <w:vMerge/>
            <w:vAlign w:val="center"/>
          </w:tcPr>
          <w:p w14:paraId="6DD75199" w14:textId="77777777" w:rsidR="00AF44A5" w:rsidRDefault="00AF44A5"/>
        </w:tc>
        <w:tc>
          <w:tcPr>
            <w:tcW w:w="1131" w:type="dxa"/>
            <w:vAlign w:val="center"/>
          </w:tcPr>
          <w:p w14:paraId="786259BB" w14:textId="77777777" w:rsidR="00AF44A5" w:rsidRDefault="00000000">
            <w:r>
              <w:t>C2115</w:t>
            </w:r>
          </w:p>
        </w:tc>
        <w:tc>
          <w:tcPr>
            <w:tcW w:w="1415" w:type="dxa"/>
            <w:vAlign w:val="center"/>
          </w:tcPr>
          <w:p w14:paraId="70196493" w14:textId="77777777" w:rsidR="00AF44A5" w:rsidRDefault="00000000">
            <w:r>
              <w:t>3.15</w:t>
            </w:r>
          </w:p>
        </w:tc>
        <w:tc>
          <w:tcPr>
            <w:tcW w:w="1245" w:type="dxa"/>
            <w:vAlign w:val="center"/>
          </w:tcPr>
          <w:p w14:paraId="19344F2B" w14:textId="77777777" w:rsidR="00AF44A5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06CDF087" w14:textId="77777777" w:rsidR="00AF44A5" w:rsidRDefault="00AF44A5"/>
        </w:tc>
        <w:tc>
          <w:tcPr>
            <w:tcW w:w="1143" w:type="dxa"/>
            <w:vMerge/>
            <w:vAlign w:val="center"/>
          </w:tcPr>
          <w:p w14:paraId="25911E98" w14:textId="77777777" w:rsidR="00AF44A5" w:rsidRDefault="00AF44A5"/>
        </w:tc>
      </w:tr>
      <w:tr w:rsidR="00AF44A5" w14:paraId="1CBD63D4" w14:textId="77777777">
        <w:tc>
          <w:tcPr>
            <w:tcW w:w="888" w:type="dxa"/>
            <w:vMerge/>
            <w:vAlign w:val="center"/>
          </w:tcPr>
          <w:p w14:paraId="44CF1E31" w14:textId="77777777" w:rsidR="00AF44A5" w:rsidRDefault="00AF44A5"/>
        </w:tc>
        <w:tc>
          <w:tcPr>
            <w:tcW w:w="1301" w:type="dxa"/>
            <w:vMerge w:val="restart"/>
            <w:vAlign w:val="center"/>
          </w:tcPr>
          <w:p w14:paraId="58C60C66" w14:textId="77777777" w:rsidR="00AF44A5" w:rsidRDefault="00000000">
            <w:r>
              <w:t>1004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40D693A6" w14:textId="77777777" w:rsidR="00AF44A5" w:rsidRDefault="00000000">
            <w:r>
              <w:t>26.89</w:t>
            </w:r>
          </w:p>
        </w:tc>
        <w:tc>
          <w:tcPr>
            <w:tcW w:w="1131" w:type="dxa"/>
            <w:vAlign w:val="center"/>
          </w:tcPr>
          <w:p w14:paraId="02EB250B" w14:textId="77777777" w:rsidR="00AF44A5" w:rsidRDefault="00000000">
            <w:r>
              <w:t>C1515</w:t>
            </w:r>
          </w:p>
        </w:tc>
        <w:tc>
          <w:tcPr>
            <w:tcW w:w="1415" w:type="dxa"/>
            <w:vAlign w:val="center"/>
          </w:tcPr>
          <w:p w14:paraId="11F8D364" w14:textId="77777777" w:rsidR="00AF44A5" w:rsidRDefault="00000000">
            <w:r>
              <w:t>2.25</w:t>
            </w:r>
          </w:p>
        </w:tc>
        <w:tc>
          <w:tcPr>
            <w:tcW w:w="1245" w:type="dxa"/>
            <w:vAlign w:val="center"/>
          </w:tcPr>
          <w:p w14:paraId="11D2663F" w14:textId="77777777" w:rsidR="00AF44A5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4FA92ADE" w14:textId="77777777" w:rsidR="00AF44A5" w:rsidRDefault="00000000">
            <w:r>
              <w:t>0.2008</w:t>
            </w:r>
          </w:p>
        </w:tc>
        <w:tc>
          <w:tcPr>
            <w:tcW w:w="1143" w:type="dxa"/>
            <w:vMerge w:val="restart"/>
            <w:vAlign w:val="center"/>
          </w:tcPr>
          <w:p w14:paraId="27DE7864" w14:textId="77777777" w:rsidR="00AF44A5" w:rsidRDefault="00000000">
            <w:r>
              <w:t>满足</w:t>
            </w:r>
          </w:p>
        </w:tc>
      </w:tr>
      <w:tr w:rsidR="00AF44A5" w14:paraId="5144456F" w14:textId="77777777">
        <w:tc>
          <w:tcPr>
            <w:tcW w:w="888" w:type="dxa"/>
            <w:vMerge/>
            <w:vAlign w:val="center"/>
          </w:tcPr>
          <w:p w14:paraId="28AB8B24" w14:textId="77777777" w:rsidR="00AF44A5" w:rsidRDefault="00AF44A5"/>
        </w:tc>
        <w:tc>
          <w:tcPr>
            <w:tcW w:w="1301" w:type="dxa"/>
            <w:vMerge/>
            <w:vAlign w:val="center"/>
          </w:tcPr>
          <w:p w14:paraId="5805B6B9" w14:textId="77777777" w:rsidR="00AF44A5" w:rsidRDefault="00AF44A5"/>
        </w:tc>
        <w:tc>
          <w:tcPr>
            <w:tcW w:w="1075" w:type="dxa"/>
            <w:gridSpan w:val="2"/>
            <w:vMerge/>
            <w:vAlign w:val="center"/>
          </w:tcPr>
          <w:p w14:paraId="6E3FBE75" w14:textId="77777777" w:rsidR="00AF44A5" w:rsidRDefault="00AF44A5"/>
        </w:tc>
        <w:tc>
          <w:tcPr>
            <w:tcW w:w="1131" w:type="dxa"/>
            <w:vAlign w:val="center"/>
          </w:tcPr>
          <w:p w14:paraId="1E7A73E2" w14:textId="77777777" w:rsidR="00AF44A5" w:rsidRDefault="00000000">
            <w:r>
              <w:t>C2115</w:t>
            </w:r>
          </w:p>
        </w:tc>
        <w:tc>
          <w:tcPr>
            <w:tcW w:w="1415" w:type="dxa"/>
            <w:vAlign w:val="center"/>
          </w:tcPr>
          <w:p w14:paraId="5ABC75CC" w14:textId="77777777" w:rsidR="00AF44A5" w:rsidRDefault="00000000">
            <w:r>
              <w:t>3.15</w:t>
            </w:r>
          </w:p>
        </w:tc>
        <w:tc>
          <w:tcPr>
            <w:tcW w:w="1245" w:type="dxa"/>
            <w:vAlign w:val="center"/>
          </w:tcPr>
          <w:p w14:paraId="0B000501" w14:textId="77777777" w:rsidR="00AF44A5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1ACCAE70" w14:textId="77777777" w:rsidR="00AF44A5" w:rsidRDefault="00AF44A5"/>
        </w:tc>
        <w:tc>
          <w:tcPr>
            <w:tcW w:w="1143" w:type="dxa"/>
            <w:vMerge/>
            <w:vAlign w:val="center"/>
          </w:tcPr>
          <w:p w14:paraId="394CC592" w14:textId="77777777" w:rsidR="00AF44A5" w:rsidRDefault="00AF44A5"/>
        </w:tc>
      </w:tr>
      <w:tr w:rsidR="00AF44A5" w14:paraId="221F0866" w14:textId="77777777">
        <w:tc>
          <w:tcPr>
            <w:tcW w:w="888" w:type="dxa"/>
            <w:vMerge/>
            <w:vAlign w:val="center"/>
          </w:tcPr>
          <w:p w14:paraId="43289388" w14:textId="77777777" w:rsidR="00AF44A5" w:rsidRDefault="00AF44A5"/>
        </w:tc>
        <w:tc>
          <w:tcPr>
            <w:tcW w:w="1301" w:type="dxa"/>
            <w:vMerge w:val="restart"/>
            <w:vAlign w:val="center"/>
          </w:tcPr>
          <w:p w14:paraId="06B0AAF1" w14:textId="77777777" w:rsidR="00AF44A5" w:rsidRDefault="00000000">
            <w:r>
              <w:t>1005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429A8D8F" w14:textId="77777777" w:rsidR="00AF44A5" w:rsidRDefault="00000000">
            <w:r>
              <w:t>25.69</w:t>
            </w:r>
          </w:p>
        </w:tc>
        <w:tc>
          <w:tcPr>
            <w:tcW w:w="1131" w:type="dxa"/>
            <w:vAlign w:val="center"/>
          </w:tcPr>
          <w:p w14:paraId="3E356EA8" w14:textId="77777777" w:rsidR="00AF44A5" w:rsidRDefault="00000000">
            <w:r>
              <w:t>C2115</w:t>
            </w:r>
          </w:p>
        </w:tc>
        <w:tc>
          <w:tcPr>
            <w:tcW w:w="1415" w:type="dxa"/>
            <w:vAlign w:val="center"/>
          </w:tcPr>
          <w:p w14:paraId="22E2F65B" w14:textId="77777777" w:rsidR="00AF44A5" w:rsidRDefault="00000000">
            <w:r>
              <w:t>3.15</w:t>
            </w:r>
          </w:p>
        </w:tc>
        <w:tc>
          <w:tcPr>
            <w:tcW w:w="1245" w:type="dxa"/>
            <w:vAlign w:val="center"/>
          </w:tcPr>
          <w:p w14:paraId="7811B3EF" w14:textId="77777777" w:rsidR="00AF44A5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5A30BE7A" w14:textId="77777777" w:rsidR="00AF44A5" w:rsidRDefault="00000000">
            <w:r>
              <w:t>0.2452</w:t>
            </w:r>
          </w:p>
        </w:tc>
        <w:tc>
          <w:tcPr>
            <w:tcW w:w="1143" w:type="dxa"/>
            <w:vMerge w:val="restart"/>
            <w:vAlign w:val="center"/>
          </w:tcPr>
          <w:p w14:paraId="1B082278" w14:textId="77777777" w:rsidR="00AF44A5" w:rsidRDefault="00000000">
            <w:r>
              <w:t>满足</w:t>
            </w:r>
          </w:p>
        </w:tc>
      </w:tr>
      <w:tr w:rsidR="00AF44A5" w14:paraId="1F05A494" w14:textId="77777777">
        <w:tc>
          <w:tcPr>
            <w:tcW w:w="888" w:type="dxa"/>
            <w:vMerge/>
            <w:vAlign w:val="center"/>
          </w:tcPr>
          <w:p w14:paraId="1B91EA61" w14:textId="77777777" w:rsidR="00AF44A5" w:rsidRDefault="00AF44A5"/>
        </w:tc>
        <w:tc>
          <w:tcPr>
            <w:tcW w:w="1301" w:type="dxa"/>
            <w:vMerge/>
            <w:vAlign w:val="center"/>
          </w:tcPr>
          <w:p w14:paraId="47D93CFE" w14:textId="77777777" w:rsidR="00AF44A5" w:rsidRDefault="00AF44A5"/>
        </w:tc>
        <w:tc>
          <w:tcPr>
            <w:tcW w:w="1075" w:type="dxa"/>
            <w:gridSpan w:val="2"/>
            <w:vMerge/>
            <w:vAlign w:val="center"/>
          </w:tcPr>
          <w:p w14:paraId="7405A720" w14:textId="77777777" w:rsidR="00AF44A5" w:rsidRDefault="00AF44A5"/>
        </w:tc>
        <w:tc>
          <w:tcPr>
            <w:tcW w:w="1131" w:type="dxa"/>
            <w:vAlign w:val="center"/>
          </w:tcPr>
          <w:p w14:paraId="17E96213" w14:textId="77777777" w:rsidR="00AF44A5" w:rsidRDefault="00000000">
            <w:r>
              <w:t>C2115</w:t>
            </w:r>
          </w:p>
        </w:tc>
        <w:tc>
          <w:tcPr>
            <w:tcW w:w="1415" w:type="dxa"/>
            <w:vAlign w:val="center"/>
          </w:tcPr>
          <w:p w14:paraId="6F6438A8" w14:textId="77777777" w:rsidR="00AF44A5" w:rsidRDefault="00000000">
            <w:r>
              <w:t>3.15</w:t>
            </w:r>
          </w:p>
        </w:tc>
        <w:tc>
          <w:tcPr>
            <w:tcW w:w="1245" w:type="dxa"/>
            <w:vAlign w:val="center"/>
          </w:tcPr>
          <w:p w14:paraId="72DE895A" w14:textId="77777777" w:rsidR="00AF44A5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5E483981" w14:textId="77777777" w:rsidR="00AF44A5" w:rsidRDefault="00AF44A5"/>
        </w:tc>
        <w:tc>
          <w:tcPr>
            <w:tcW w:w="1143" w:type="dxa"/>
            <w:vMerge/>
            <w:vAlign w:val="center"/>
          </w:tcPr>
          <w:p w14:paraId="13D2F4CA" w14:textId="77777777" w:rsidR="00AF44A5" w:rsidRDefault="00AF44A5"/>
        </w:tc>
      </w:tr>
      <w:tr w:rsidR="00AF44A5" w14:paraId="74E1D136" w14:textId="77777777">
        <w:tc>
          <w:tcPr>
            <w:tcW w:w="888" w:type="dxa"/>
            <w:vMerge/>
            <w:vAlign w:val="center"/>
          </w:tcPr>
          <w:p w14:paraId="36878846" w14:textId="77777777" w:rsidR="00AF44A5" w:rsidRDefault="00AF44A5"/>
        </w:tc>
        <w:tc>
          <w:tcPr>
            <w:tcW w:w="1301" w:type="dxa"/>
            <w:vMerge w:val="restart"/>
            <w:vAlign w:val="center"/>
          </w:tcPr>
          <w:p w14:paraId="0883BC5A" w14:textId="77777777" w:rsidR="00AF44A5" w:rsidRDefault="00000000">
            <w:r>
              <w:t>1006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40DD70C8" w14:textId="77777777" w:rsidR="00AF44A5" w:rsidRDefault="00000000">
            <w:r>
              <w:t>22.66</w:t>
            </w:r>
          </w:p>
        </w:tc>
        <w:tc>
          <w:tcPr>
            <w:tcW w:w="1131" w:type="dxa"/>
            <w:vAlign w:val="center"/>
          </w:tcPr>
          <w:p w14:paraId="0A3C8951" w14:textId="77777777" w:rsidR="00AF44A5" w:rsidRDefault="00000000">
            <w:r>
              <w:t>C1515</w:t>
            </w:r>
          </w:p>
        </w:tc>
        <w:tc>
          <w:tcPr>
            <w:tcW w:w="1415" w:type="dxa"/>
            <w:vAlign w:val="center"/>
          </w:tcPr>
          <w:p w14:paraId="4F6CA80A" w14:textId="77777777" w:rsidR="00AF44A5" w:rsidRDefault="00000000">
            <w:r>
              <w:t>2.25</w:t>
            </w:r>
          </w:p>
        </w:tc>
        <w:tc>
          <w:tcPr>
            <w:tcW w:w="1245" w:type="dxa"/>
            <w:vAlign w:val="center"/>
          </w:tcPr>
          <w:p w14:paraId="167769A4" w14:textId="77777777" w:rsidR="00AF44A5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7E1C8287" w14:textId="77777777" w:rsidR="00AF44A5" w:rsidRDefault="00000000">
            <w:r>
              <w:t>0.2383</w:t>
            </w:r>
          </w:p>
        </w:tc>
        <w:tc>
          <w:tcPr>
            <w:tcW w:w="1143" w:type="dxa"/>
            <w:vMerge w:val="restart"/>
            <w:vAlign w:val="center"/>
          </w:tcPr>
          <w:p w14:paraId="26C87FF6" w14:textId="77777777" w:rsidR="00AF44A5" w:rsidRDefault="00000000">
            <w:r>
              <w:t>满足</w:t>
            </w:r>
          </w:p>
        </w:tc>
      </w:tr>
      <w:tr w:rsidR="00AF44A5" w14:paraId="06E05F2B" w14:textId="77777777">
        <w:tc>
          <w:tcPr>
            <w:tcW w:w="888" w:type="dxa"/>
            <w:vMerge/>
            <w:vAlign w:val="center"/>
          </w:tcPr>
          <w:p w14:paraId="16240473" w14:textId="77777777" w:rsidR="00AF44A5" w:rsidRDefault="00AF44A5"/>
        </w:tc>
        <w:tc>
          <w:tcPr>
            <w:tcW w:w="1301" w:type="dxa"/>
            <w:vMerge/>
            <w:vAlign w:val="center"/>
          </w:tcPr>
          <w:p w14:paraId="7ECB5EC1" w14:textId="77777777" w:rsidR="00AF44A5" w:rsidRDefault="00AF44A5"/>
        </w:tc>
        <w:tc>
          <w:tcPr>
            <w:tcW w:w="1075" w:type="dxa"/>
            <w:gridSpan w:val="2"/>
            <w:vMerge/>
            <w:vAlign w:val="center"/>
          </w:tcPr>
          <w:p w14:paraId="5AFF0E0B" w14:textId="77777777" w:rsidR="00AF44A5" w:rsidRDefault="00AF44A5"/>
        </w:tc>
        <w:tc>
          <w:tcPr>
            <w:tcW w:w="1131" w:type="dxa"/>
            <w:vAlign w:val="center"/>
          </w:tcPr>
          <w:p w14:paraId="05CAA69F" w14:textId="77777777" w:rsidR="00AF44A5" w:rsidRDefault="00000000">
            <w:r>
              <w:t>C2115</w:t>
            </w:r>
          </w:p>
        </w:tc>
        <w:tc>
          <w:tcPr>
            <w:tcW w:w="1415" w:type="dxa"/>
            <w:vAlign w:val="center"/>
          </w:tcPr>
          <w:p w14:paraId="4A66E772" w14:textId="77777777" w:rsidR="00AF44A5" w:rsidRDefault="00000000">
            <w:r>
              <w:t>3.15</w:t>
            </w:r>
          </w:p>
        </w:tc>
        <w:tc>
          <w:tcPr>
            <w:tcW w:w="1245" w:type="dxa"/>
            <w:vAlign w:val="center"/>
          </w:tcPr>
          <w:p w14:paraId="68C9D767" w14:textId="77777777" w:rsidR="00AF44A5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22598634" w14:textId="77777777" w:rsidR="00AF44A5" w:rsidRDefault="00AF44A5"/>
        </w:tc>
        <w:tc>
          <w:tcPr>
            <w:tcW w:w="1143" w:type="dxa"/>
            <w:vMerge/>
            <w:vAlign w:val="center"/>
          </w:tcPr>
          <w:p w14:paraId="5F7E2F10" w14:textId="77777777" w:rsidR="00AF44A5" w:rsidRDefault="00AF44A5"/>
        </w:tc>
      </w:tr>
      <w:tr w:rsidR="00AF44A5" w14:paraId="58893B9C" w14:textId="77777777">
        <w:tc>
          <w:tcPr>
            <w:tcW w:w="888" w:type="dxa"/>
            <w:vMerge/>
            <w:vAlign w:val="center"/>
          </w:tcPr>
          <w:p w14:paraId="68AFACBD" w14:textId="77777777" w:rsidR="00AF44A5" w:rsidRDefault="00AF44A5"/>
        </w:tc>
        <w:tc>
          <w:tcPr>
            <w:tcW w:w="1301" w:type="dxa"/>
            <w:vAlign w:val="center"/>
          </w:tcPr>
          <w:p w14:paraId="3682D0BD" w14:textId="77777777" w:rsidR="00AF44A5" w:rsidRDefault="00000000">
            <w:r>
              <w:t>1007</w:t>
            </w:r>
          </w:p>
        </w:tc>
        <w:tc>
          <w:tcPr>
            <w:tcW w:w="1075" w:type="dxa"/>
            <w:gridSpan w:val="2"/>
            <w:vAlign w:val="center"/>
          </w:tcPr>
          <w:p w14:paraId="538EA2B9" w14:textId="77777777" w:rsidR="00AF44A5" w:rsidRDefault="00000000">
            <w:r>
              <w:t>8.53</w:t>
            </w:r>
          </w:p>
        </w:tc>
        <w:tc>
          <w:tcPr>
            <w:tcW w:w="1131" w:type="dxa"/>
            <w:vAlign w:val="center"/>
          </w:tcPr>
          <w:p w14:paraId="220578A9" w14:textId="77777777" w:rsidR="00AF44A5" w:rsidRDefault="00000000">
            <w:r>
              <w:t>C2115</w:t>
            </w:r>
          </w:p>
        </w:tc>
        <w:tc>
          <w:tcPr>
            <w:tcW w:w="1415" w:type="dxa"/>
            <w:vAlign w:val="center"/>
          </w:tcPr>
          <w:p w14:paraId="46F2C2FC" w14:textId="77777777" w:rsidR="00AF44A5" w:rsidRDefault="00000000">
            <w:r>
              <w:t>3.15</w:t>
            </w:r>
          </w:p>
        </w:tc>
        <w:tc>
          <w:tcPr>
            <w:tcW w:w="1245" w:type="dxa"/>
            <w:vAlign w:val="center"/>
          </w:tcPr>
          <w:p w14:paraId="6A2F2459" w14:textId="77777777" w:rsidR="00AF44A5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2D924C44" w14:textId="77777777" w:rsidR="00AF44A5" w:rsidRDefault="00000000">
            <w:r>
              <w:t>0.3694</w:t>
            </w:r>
          </w:p>
        </w:tc>
        <w:tc>
          <w:tcPr>
            <w:tcW w:w="1143" w:type="dxa"/>
            <w:vAlign w:val="center"/>
          </w:tcPr>
          <w:p w14:paraId="60848FB0" w14:textId="77777777" w:rsidR="00AF44A5" w:rsidRDefault="00000000">
            <w:r>
              <w:t>满足</w:t>
            </w:r>
          </w:p>
        </w:tc>
      </w:tr>
      <w:tr w:rsidR="00AF44A5" w14:paraId="687C7FF9" w14:textId="77777777">
        <w:tc>
          <w:tcPr>
            <w:tcW w:w="888" w:type="dxa"/>
            <w:vMerge/>
            <w:vAlign w:val="center"/>
          </w:tcPr>
          <w:p w14:paraId="23C0C65C" w14:textId="77777777" w:rsidR="00AF44A5" w:rsidRDefault="00AF44A5"/>
        </w:tc>
        <w:tc>
          <w:tcPr>
            <w:tcW w:w="1301" w:type="dxa"/>
            <w:vAlign w:val="center"/>
          </w:tcPr>
          <w:p w14:paraId="35868679" w14:textId="77777777" w:rsidR="00AF44A5" w:rsidRDefault="00000000">
            <w:r>
              <w:t>1008</w:t>
            </w:r>
          </w:p>
        </w:tc>
        <w:tc>
          <w:tcPr>
            <w:tcW w:w="1075" w:type="dxa"/>
            <w:gridSpan w:val="2"/>
            <w:vAlign w:val="center"/>
          </w:tcPr>
          <w:p w14:paraId="04E19BA3" w14:textId="77777777" w:rsidR="00AF44A5" w:rsidRDefault="00000000">
            <w:r>
              <w:t>8.16</w:t>
            </w:r>
          </w:p>
        </w:tc>
        <w:tc>
          <w:tcPr>
            <w:tcW w:w="1131" w:type="dxa"/>
            <w:vAlign w:val="center"/>
          </w:tcPr>
          <w:p w14:paraId="5E1C8139" w14:textId="77777777" w:rsidR="00AF44A5" w:rsidRDefault="00000000">
            <w:r>
              <w:t>C2115</w:t>
            </w:r>
          </w:p>
        </w:tc>
        <w:tc>
          <w:tcPr>
            <w:tcW w:w="1415" w:type="dxa"/>
            <w:vAlign w:val="center"/>
          </w:tcPr>
          <w:p w14:paraId="06964CB7" w14:textId="77777777" w:rsidR="00AF44A5" w:rsidRDefault="00000000">
            <w:r>
              <w:t>3.15</w:t>
            </w:r>
          </w:p>
        </w:tc>
        <w:tc>
          <w:tcPr>
            <w:tcW w:w="1245" w:type="dxa"/>
            <w:vAlign w:val="center"/>
          </w:tcPr>
          <w:p w14:paraId="4F09B643" w14:textId="77777777" w:rsidR="00AF44A5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42A20181" w14:textId="77777777" w:rsidR="00AF44A5" w:rsidRDefault="00000000">
            <w:r>
              <w:t>0.3862</w:t>
            </w:r>
          </w:p>
        </w:tc>
        <w:tc>
          <w:tcPr>
            <w:tcW w:w="1143" w:type="dxa"/>
            <w:vAlign w:val="center"/>
          </w:tcPr>
          <w:p w14:paraId="5C20918C" w14:textId="77777777" w:rsidR="00AF44A5" w:rsidRDefault="00000000">
            <w:r>
              <w:t>满足</w:t>
            </w:r>
          </w:p>
        </w:tc>
      </w:tr>
      <w:tr w:rsidR="00AF44A5" w14:paraId="1B1D9DA6" w14:textId="77777777">
        <w:tc>
          <w:tcPr>
            <w:tcW w:w="888" w:type="dxa"/>
            <w:vMerge/>
            <w:vAlign w:val="center"/>
          </w:tcPr>
          <w:p w14:paraId="0B4664AD" w14:textId="77777777" w:rsidR="00AF44A5" w:rsidRDefault="00AF44A5"/>
        </w:tc>
        <w:tc>
          <w:tcPr>
            <w:tcW w:w="1301" w:type="dxa"/>
            <w:vAlign w:val="center"/>
          </w:tcPr>
          <w:p w14:paraId="269105EF" w14:textId="77777777" w:rsidR="00AF44A5" w:rsidRDefault="00000000">
            <w:r>
              <w:t>1012</w:t>
            </w:r>
          </w:p>
        </w:tc>
        <w:tc>
          <w:tcPr>
            <w:tcW w:w="1075" w:type="dxa"/>
            <w:gridSpan w:val="2"/>
            <w:vAlign w:val="center"/>
          </w:tcPr>
          <w:p w14:paraId="249D676F" w14:textId="77777777" w:rsidR="00AF44A5" w:rsidRDefault="00000000">
            <w:r>
              <w:t>17.54</w:t>
            </w:r>
          </w:p>
        </w:tc>
        <w:tc>
          <w:tcPr>
            <w:tcW w:w="1131" w:type="dxa"/>
            <w:vAlign w:val="center"/>
          </w:tcPr>
          <w:p w14:paraId="4595DD59" w14:textId="77777777" w:rsidR="00AF44A5" w:rsidRDefault="00000000">
            <w:r>
              <w:t>C2115</w:t>
            </w:r>
          </w:p>
        </w:tc>
        <w:tc>
          <w:tcPr>
            <w:tcW w:w="1415" w:type="dxa"/>
            <w:vAlign w:val="center"/>
          </w:tcPr>
          <w:p w14:paraId="215978E0" w14:textId="77777777" w:rsidR="00AF44A5" w:rsidRDefault="00000000">
            <w:r>
              <w:t>3.15</w:t>
            </w:r>
          </w:p>
        </w:tc>
        <w:tc>
          <w:tcPr>
            <w:tcW w:w="1245" w:type="dxa"/>
            <w:vAlign w:val="center"/>
          </w:tcPr>
          <w:p w14:paraId="007EDF2D" w14:textId="77777777" w:rsidR="00AF44A5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1E4484DC" w14:textId="77777777" w:rsidR="00AF44A5" w:rsidRDefault="00000000">
            <w:r>
              <w:t>0.1796</w:t>
            </w:r>
          </w:p>
        </w:tc>
        <w:tc>
          <w:tcPr>
            <w:tcW w:w="1143" w:type="dxa"/>
            <w:vAlign w:val="center"/>
          </w:tcPr>
          <w:p w14:paraId="45A9B8A6" w14:textId="77777777" w:rsidR="00AF44A5" w:rsidRDefault="00000000">
            <w:r>
              <w:t>满足</w:t>
            </w:r>
          </w:p>
        </w:tc>
      </w:tr>
      <w:tr w:rsidR="00AF44A5" w14:paraId="6725369D" w14:textId="77777777">
        <w:tc>
          <w:tcPr>
            <w:tcW w:w="888" w:type="dxa"/>
            <w:vMerge/>
            <w:vAlign w:val="center"/>
          </w:tcPr>
          <w:p w14:paraId="5A35A34C" w14:textId="77777777" w:rsidR="00AF44A5" w:rsidRDefault="00AF44A5"/>
        </w:tc>
        <w:tc>
          <w:tcPr>
            <w:tcW w:w="1301" w:type="dxa"/>
            <w:vAlign w:val="center"/>
          </w:tcPr>
          <w:p w14:paraId="56C68B13" w14:textId="77777777" w:rsidR="00AF44A5" w:rsidRDefault="00000000">
            <w:r>
              <w:t>1013</w:t>
            </w:r>
          </w:p>
        </w:tc>
        <w:tc>
          <w:tcPr>
            <w:tcW w:w="1075" w:type="dxa"/>
            <w:gridSpan w:val="2"/>
            <w:vAlign w:val="center"/>
          </w:tcPr>
          <w:p w14:paraId="19D24A65" w14:textId="77777777" w:rsidR="00AF44A5" w:rsidRDefault="00000000">
            <w:r>
              <w:t>16.57</w:t>
            </w:r>
          </w:p>
        </w:tc>
        <w:tc>
          <w:tcPr>
            <w:tcW w:w="1131" w:type="dxa"/>
            <w:vAlign w:val="center"/>
          </w:tcPr>
          <w:p w14:paraId="337CCD26" w14:textId="77777777" w:rsidR="00AF44A5" w:rsidRDefault="00000000">
            <w:r>
              <w:t>C2115</w:t>
            </w:r>
          </w:p>
        </w:tc>
        <w:tc>
          <w:tcPr>
            <w:tcW w:w="1415" w:type="dxa"/>
            <w:vAlign w:val="center"/>
          </w:tcPr>
          <w:p w14:paraId="55D6F715" w14:textId="77777777" w:rsidR="00AF44A5" w:rsidRDefault="00000000">
            <w:r>
              <w:t>3.15</w:t>
            </w:r>
          </w:p>
        </w:tc>
        <w:tc>
          <w:tcPr>
            <w:tcW w:w="1245" w:type="dxa"/>
            <w:vAlign w:val="center"/>
          </w:tcPr>
          <w:p w14:paraId="32D1B706" w14:textId="77777777" w:rsidR="00AF44A5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32672537" w14:textId="77777777" w:rsidR="00AF44A5" w:rsidRDefault="00000000">
            <w:r>
              <w:t>0.1901</w:t>
            </w:r>
          </w:p>
        </w:tc>
        <w:tc>
          <w:tcPr>
            <w:tcW w:w="1143" w:type="dxa"/>
            <w:vAlign w:val="center"/>
          </w:tcPr>
          <w:p w14:paraId="3A0B861F" w14:textId="77777777" w:rsidR="00AF44A5" w:rsidRDefault="00000000">
            <w:r>
              <w:t>满足</w:t>
            </w:r>
          </w:p>
        </w:tc>
      </w:tr>
      <w:tr w:rsidR="00AF44A5" w14:paraId="02F6E97E" w14:textId="77777777">
        <w:tc>
          <w:tcPr>
            <w:tcW w:w="888" w:type="dxa"/>
            <w:vMerge/>
            <w:vAlign w:val="center"/>
          </w:tcPr>
          <w:p w14:paraId="19AD1FB2" w14:textId="77777777" w:rsidR="00AF44A5" w:rsidRDefault="00AF44A5"/>
        </w:tc>
        <w:tc>
          <w:tcPr>
            <w:tcW w:w="1301" w:type="dxa"/>
            <w:vAlign w:val="center"/>
          </w:tcPr>
          <w:p w14:paraId="21A5B067" w14:textId="77777777" w:rsidR="00AF44A5" w:rsidRDefault="00000000">
            <w:r>
              <w:t>1014</w:t>
            </w:r>
          </w:p>
        </w:tc>
        <w:tc>
          <w:tcPr>
            <w:tcW w:w="1075" w:type="dxa"/>
            <w:gridSpan w:val="2"/>
            <w:vAlign w:val="center"/>
          </w:tcPr>
          <w:p w14:paraId="6C6D36DB" w14:textId="77777777" w:rsidR="00AF44A5" w:rsidRDefault="00000000">
            <w:r>
              <w:t>16.56</w:t>
            </w:r>
          </w:p>
        </w:tc>
        <w:tc>
          <w:tcPr>
            <w:tcW w:w="1131" w:type="dxa"/>
            <w:vAlign w:val="center"/>
          </w:tcPr>
          <w:p w14:paraId="34DE6ECA" w14:textId="77777777" w:rsidR="00AF44A5" w:rsidRDefault="00000000">
            <w:r>
              <w:t>C2115</w:t>
            </w:r>
          </w:p>
        </w:tc>
        <w:tc>
          <w:tcPr>
            <w:tcW w:w="1415" w:type="dxa"/>
            <w:vAlign w:val="center"/>
          </w:tcPr>
          <w:p w14:paraId="544CFF58" w14:textId="77777777" w:rsidR="00AF44A5" w:rsidRDefault="00000000">
            <w:r>
              <w:t>3.15</w:t>
            </w:r>
          </w:p>
        </w:tc>
        <w:tc>
          <w:tcPr>
            <w:tcW w:w="1245" w:type="dxa"/>
            <w:vAlign w:val="center"/>
          </w:tcPr>
          <w:p w14:paraId="28ECA325" w14:textId="77777777" w:rsidR="00AF44A5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193B838F" w14:textId="77777777" w:rsidR="00AF44A5" w:rsidRDefault="00000000">
            <w:r>
              <w:t>0.1902</w:t>
            </w:r>
          </w:p>
        </w:tc>
        <w:tc>
          <w:tcPr>
            <w:tcW w:w="1143" w:type="dxa"/>
            <w:vAlign w:val="center"/>
          </w:tcPr>
          <w:p w14:paraId="1B32B282" w14:textId="77777777" w:rsidR="00AF44A5" w:rsidRDefault="00000000">
            <w:r>
              <w:t>满足</w:t>
            </w:r>
          </w:p>
        </w:tc>
      </w:tr>
      <w:tr w:rsidR="00AF44A5" w14:paraId="07D51893" w14:textId="77777777">
        <w:tc>
          <w:tcPr>
            <w:tcW w:w="888" w:type="dxa"/>
            <w:vMerge/>
            <w:vAlign w:val="center"/>
          </w:tcPr>
          <w:p w14:paraId="55682618" w14:textId="77777777" w:rsidR="00AF44A5" w:rsidRDefault="00AF44A5"/>
        </w:tc>
        <w:tc>
          <w:tcPr>
            <w:tcW w:w="1301" w:type="dxa"/>
            <w:vAlign w:val="center"/>
          </w:tcPr>
          <w:p w14:paraId="178A3DB7" w14:textId="77777777" w:rsidR="00AF44A5" w:rsidRDefault="00000000">
            <w:r>
              <w:t>1015</w:t>
            </w:r>
          </w:p>
        </w:tc>
        <w:tc>
          <w:tcPr>
            <w:tcW w:w="1075" w:type="dxa"/>
            <w:gridSpan w:val="2"/>
            <w:vAlign w:val="center"/>
          </w:tcPr>
          <w:p w14:paraId="2D6E5B8A" w14:textId="77777777" w:rsidR="00AF44A5" w:rsidRDefault="00000000">
            <w:r>
              <w:t>14.08</w:t>
            </w:r>
          </w:p>
        </w:tc>
        <w:tc>
          <w:tcPr>
            <w:tcW w:w="1131" w:type="dxa"/>
            <w:vAlign w:val="center"/>
          </w:tcPr>
          <w:p w14:paraId="7DBA9099" w14:textId="77777777" w:rsidR="00AF44A5" w:rsidRDefault="00000000">
            <w:r>
              <w:t>C2115</w:t>
            </w:r>
          </w:p>
        </w:tc>
        <w:tc>
          <w:tcPr>
            <w:tcW w:w="1415" w:type="dxa"/>
            <w:vAlign w:val="center"/>
          </w:tcPr>
          <w:p w14:paraId="794A4B1E" w14:textId="77777777" w:rsidR="00AF44A5" w:rsidRDefault="00000000">
            <w:r>
              <w:t>3.15</w:t>
            </w:r>
          </w:p>
        </w:tc>
        <w:tc>
          <w:tcPr>
            <w:tcW w:w="1245" w:type="dxa"/>
            <w:vAlign w:val="center"/>
          </w:tcPr>
          <w:p w14:paraId="3230C2BF" w14:textId="77777777" w:rsidR="00AF44A5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13ABF52D" w14:textId="77777777" w:rsidR="00AF44A5" w:rsidRDefault="00000000">
            <w:r>
              <w:t>0.2237</w:t>
            </w:r>
          </w:p>
        </w:tc>
        <w:tc>
          <w:tcPr>
            <w:tcW w:w="1143" w:type="dxa"/>
            <w:vAlign w:val="center"/>
          </w:tcPr>
          <w:p w14:paraId="46E98661" w14:textId="77777777" w:rsidR="00AF44A5" w:rsidRDefault="00000000">
            <w:r>
              <w:t>满足</w:t>
            </w:r>
          </w:p>
        </w:tc>
      </w:tr>
      <w:tr w:rsidR="00AF44A5" w14:paraId="04036AFD" w14:textId="77777777">
        <w:tc>
          <w:tcPr>
            <w:tcW w:w="888" w:type="dxa"/>
            <w:vMerge w:val="restart"/>
            <w:vAlign w:val="center"/>
          </w:tcPr>
          <w:p w14:paraId="151C7102" w14:textId="77777777" w:rsidR="00AF44A5" w:rsidRDefault="00000000">
            <w:r>
              <w:t>2</w:t>
            </w:r>
          </w:p>
        </w:tc>
        <w:tc>
          <w:tcPr>
            <w:tcW w:w="1301" w:type="dxa"/>
            <w:vMerge w:val="restart"/>
            <w:vAlign w:val="center"/>
          </w:tcPr>
          <w:p w14:paraId="7F2816A4" w14:textId="77777777" w:rsidR="00AF44A5" w:rsidRDefault="00000000">
            <w:r>
              <w:t>2001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3FF98545" w14:textId="77777777" w:rsidR="00AF44A5" w:rsidRDefault="00000000">
            <w:r>
              <w:t>92.85</w:t>
            </w:r>
          </w:p>
        </w:tc>
        <w:tc>
          <w:tcPr>
            <w:tcW w:w="1131" w:type="dxa"/>
            <w:vAlign w:val="center"/>
          </w:tcPr>
          <w:p w14:paraId="627A6CEC" w14:textId="77777777" w:rsidR="00AF44A5" w:rsidRDefault="00000000">
            <w:r>
              <w:t>C1815</w:t>
            </w:r>
          </w:p>
        </w:tc>
        <w:tc>
          <w:tcPr>
            <w:tcW w:w="1415" w:type="dxa"/>
            <w:vAlign w:val="center"/>
          </w:tcPr>
          <w:p w14:paraId="0DB1972B" w14:textId="77777777" w:rsidR="00AF44A5" w:rsidRDefault="00000000">
            <w:r>
              <w:t>2.70</w:t>
            </w:r>
          </w:p>
        </w:tc>
        <w:tc>
          <w:tcPr>
            <w:tcW w:w="1245" w:type="dxa"/>
            <w:vAlign w:val="center"/>
          </w:tcPr>
          <w:p w14:paraId="710102A4" w14:textId="77777777" w:rsidR="00AF44A5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4ECF4C5B" w14:textId="77777777" w:rsidR="00AF44A5" w:rsidRDefault="00000000">
            <w:r>
              <w:t>0.1047</w:t>
            </w:r>
          </w:p>
        </w:tc>
        <w:tc>
          <w:tcPr>
            <w:tcW w:w="1143" w:type="dxa"/>
            <w:vMerge w:val="restart"/>
            <w:vAlign w:val="center"/>
          </w:tcPr>
          <w:p w14:paraId="01B125CA" w14:textId="77777777" w:rsidR="00AF44A5" w:rsidRDefault="00000000">
            <w:r>
              <w:rPr>
                <w:color w:val="FF0000"/>
              </w:rPr>
              <w:t>不满足</w:t>
            </w:r>
          </w:p>
        </w:tc>
      </w:tr>
      <w:tr w:rsidR="00AF44A5" w14:paraId="2FFBA35A" w14:textId="77777777">
        <w:tc>
          <w:tcPr>
            <w:tcW w:w="888" w:type="dxa"/>
            <w:vMerge/>
            <w:vAlign w:val="center"/>
          </w:tcPr>
          <w:p w14:paraId="122C0CA9" w14:textId="77777777" w:rsidR="00AF44A5" w:rsidRDefault="00AF44A5"/>
        </w:tc>
        <w:tc>
          <w:tcPr>
            <w:tcW w:w="1301" w:type="dxa"/>
            <w:vMerge/>
            <w:vAlign w:val="center"/>
          </w:tcPr>
          <w:p w14:paraId="3EEE61F6" w14:textId="77777777" w:rsidR="00AF44A5" w:rsidRDefault="00AF44A5"/>
        </w:tc>
        <w:tc>
          <w:tcPr>
            <w:tcW w:w="1075" w:type="dxa"/>
            <w:gridSpan w:val="2"/>
            <w:vMerge/>
            <w:vAlign w:val="center"/>
          </w:tcPr>
          <w:p w14:paraId="5A30FC42" w14:textId="77777777" w:rsidR="00AF44A5" w:rsidRDefault="00AF44A5"/>
        </w:tc>
        <w:tc>
          <w:tcPr>
            <w:tcW w:w="1131" w:type="dxa"/>
            <w:vAlign w:val="center"/>
          </w:tcPr>
          <w:p w14:paraId="244A6910" w14:textId="77777777" w:rsidR="00AF44A5" w:rsidRDefault="00000000">
            <w:r>
              <w:t>C1215</w:t>
            </w:r>
          </w:p>
        </w:tc>
        <w:tc>
          <w:tcPr>
            <w:tcW w:w="1415" w:type="dxa"/>
            <w:vAlign w:val="center"/>
          </w:tcPr>
          <w:p w14:paraId="55AD52AB" w14:textId="77777777" w:rsidR="00AF44A5" w:rsidRDefault="00000000">
            <w:r>
              <w:t>1.80</w:t>
            </w:r>
          </w:p>
        </w:tc>
        <w:tc>
          <w:tcPr>
            <w:tcW w:w="1245" w:type="dxa"/>
            <w:vAlign w:val="center"/>
          </w:tcPr>
          <w:p w14:paraId="75494B60" w14:textId="77777777" w:rsidR="00AF44A5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17DD993D" w14:textId="77777777" w:rsidR="00AF44A5" w:rsidRDefault="00AF44A5"/>
        </w:tc>
        <w:tc>
          <w:tcPr>
            <w:tcW w:w="1143" w:type="dxa"/>
            <w:vMerge/>
            <w:vAlign w:val="center"/>
          </w:tcPr>
          <w:p w14:paraId="2B4C7A46" w14:textId="77777777" w:rsidR="00AF44A5" w:rsidRDefault="00AF44A5"/>
        </w:tc>
      </w:tr>
      <w:tr w:rsidR="00AF44A5" w14:paraId="0E63D9D0" w14:textId="77777777">
        <w:tc>
          <w:tcPr>
            <w:tcW w:w="888" w:type="dxa"/>
            <w:vMerge/>
            <w:vAlign w:val="center"/>
          </w:tcPr>
          <w:p w14:paraId="63B677F4" w14:textId="77777777" w:rsidR="00AF44A5" w:rsidRDefault="00AF44A5"/>
        </w:tc>
        <w:tc>
          <w:tcPr>
            <w:tcW w:w="1301" w:type="dxa"/>
            <w:vMerge/>
            <w:vAlign w:val="center"/>
          </w:tcPr>
          <w:p w14:paraId="6A24B7AF" w14:textId="77777777" w:rsidR="00AF44A5" w:rsidRDefault="00AF44A5"/>
        </w:tc>
        <w:tc>
          <w:tcPr>
            <w:tcW w:w="1075" w:type="dxa"/>
            <w:gridSpan w:val="2"/>
            <w:vMerge/>
            <w:vAlign w:val="center"/>
          </w:tcPr>
          <w:p w14:paraId="1DA7B1EF" w14:textId="77777777" w:rsidR="00AF44A5" w:rsidRDefault="00AF44A5"/>
        </w:tc>
        <w:tc>
          <w:tcPr>
            <w:tcW w:w="1131" w:type="dxa"/>
            <w:vAlign w:val="center"/>
          </w:tcPr>
          <w:p w14:paraId="4561CCE1" w14:textId="77777777" w:rsidR="00AF44A5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53FDB046" w14:textId="77777777" w:rsidR="00AF44A5" w:rsidRDefault="00000000">
            <w:r>
              <w:t>1.08</w:t>
            </w:r>
          </w:p>
        </w:tc>
        <w:tc>
          <w:tcPr>
            <w:tcW w:w="1245" w:type="dxa"/>
            <w:vAlign w:val="center"/>
          </w:tcPr>
          <w:p w14:paraId="466053C8" w14:textId="77777777" w:rsidR="00AF44A5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787AFE23" w14:textId="77777777" w:rsidR="00AF44A5" w:rsidRDefault="00AF44A5"/>
        </w:tc>
        <w:tc>
          <w:tcPr>
            <w:tcW w:w="1143" w:type="dxa"/>
            <w:vMerge/>
            <w:vAlign w:val="center"/>
          </w:tcPr>
          <w:p w14:paraId="217486CB" w14:textId="77777777" w:rsidR="00AF44A5" w:rsidRDefault="00AF44A5"/>
        </w:tc>
      </w:tr>
      <w:tr w:rsidR="00AF44A5" w14:paraId="61067B8B" w14:textId="77777777">
        <w:tc>
          <w:tcPr>
            <w:tcW w:w="888" w:type="dxa"/>
            <w:vMerge/>
            <w:vAlign w:val="center"/>
          </w:tcPr>
          <w:p w14:paraId="27A7BFA7" w14:textId="77777777" w:rsidR="00AF44A5" w:rsidRDefault="00AF44A5"/>
        </w:tc>
        <w:tc>
          <w:tcPr>
            <w:tcW w:w="1301" w:type="dxa"/>
            <w:vMerge/>
            <w:vAlign w:val="center"/>
          </w:tcPr>
          <w:p w14:paraId="69704142" w14:textId="77777777" w:rsidR="00AF44A5" w:rsidRDefault="00AF44A5"/>
        </w:tc>
        <w:tc>
          <w:tcPr>
            <w:tcW w:w="1075" w:type="dxa"/>
            <w:gridSpan w:val="2"/>
            <w:vMerge/>
            <w:vAlign w:val="center"/>
          </w:tcPr>
          <w:p w14:paraId="128467C8" w14:textId="77777777" w:rsidR="00AF44A5" w:rsidRDefault="00AF44A5"/>
        </w:tc>
        <w:tc>
          <w:tcPr>
            <w:tcW w:w="1131" w:type="dxa"/>
            <w:vAlign w:val="center"/>
          </w:tcPr>
          <w:p w14:paraId="7C8E1F39" w14:textId="77777777" w:rsidR="00AF44A5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7350B70E" w14:textId="77777777" w:rsidR="00AF44A5" w:rsidRDefault="00000000">
            <w:r>
              <w:t>1.08</w:t>
            </w:r>
          </w:p>
        </w:tc>
        <w:tc>
          <w:tcPr>
            <w:tcW w:w="1245" w:type="dxa"/>
            <w:vAlign w:val="center"/>
          </w:tcPr>
          <w:p w14:paraId="7A8B7CE8" w14:textId="77777777" w:rsidR="00AF44A5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5443D4FA" w14:textId="77777777" w:rsidR="00AF44A5" w:rsidRDefault="00AF44A5"/>
        </w:tc>
        <w:tc>
          <w:tcPr>
            <w:tcW w:w="1143" w:type="dxa"/>
            <w:vMerge/>
            <w:vAlign w:val="center"/>
          </w:tcPr>
          <w:p w14:paraId="494E6F09" w14:textId="77777777" w:rsidR="00AF44A5" w:rsidRDefault="00AF44A5"/>
        </w:tc>
      </w:tr>
      <w:tr w:rsidR="00AF44A5" w14:paraId="4212D151" w14:textId="77777777">
        <w:tc>
          <w:tcPr>
            <w:tcW w:w="888" w:type="dxa"/>
            <w:vMerge/>
            <w:vAlign w:val="center"/>
          </w:tcPr>
          <w:p w14:paraId="50BE6414" w14:textId="77777777" w:rsidR="00AF44A5" w:rsidRDefault="00AF44A5"/>
        </w:tc>
        <w:tc>
          <w:tcPr>
            <w:tcW w:w="1301" w:type="dxa"/>
            <w:vMerge/>
            <w:vAlign w:val="center"/>
          </w:tcPr>
          <w:p w14:paraId="33123247" w14:textId="77777777" w:rsidR="00AF44A5" w:rsidRDefault="00AF44A5"/>
        </w:tc>
        <w:tc>
          <w:tcPr>
            <w:tcW w:w="1075" w:type="dxa"/>
            <w:gridSpan w:val="2"/>
            <w:vMerge/>
            <w:vAlign w:val="center"/>
          </w:tcPr>
          <w:p w14:paraId="5C1F8D8E" w14:textId="77777777" w:rsidR="00AF44A5" w:rsidRDefault="00AF44A5"/>
        </w:tc>
        <w:tc>
          <w:tcPr>
            <w:tcW w:w="1131" w:type="dxa"/>
            <w:vAlign w:val="center"/>
          </w:tcPr>
          <w:p w14:paraId="41867087" w14:textId="77777777" w:rsidR="00AF44A5" w:rsidRDefault="00000000">
            <w:r>
              <w:t>C1515</w:t>
            </w:r>
          </w:p>
        </w:tc>
        <w:tc>
          <w:tcPr>
            <w:tcW w:w="1415" w:type="dxa"/>
            <w:vAlign w:val="center"/>
          </w:tcPr>
          <w:p w14:paraId="5D97D31E" w14:textId="77777777" w:rsidR="00AF44A5" w:rsidRDefault="00000000">
            <w:r>
              <w:t>2.25</w:t>
            </w:r>
          </w:p>
        </w:tc>
        <w:tc>
          <w:tcPr>
            <w:tcW w:w="1245" w:type="dxa"/>
            <w:vAlign w:val="center"/>
          </w:tcPr>
          <w:p w14:paraId="248B0B34" w14:textId="77777777" w:rsidR="00AF44A5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0539938D" w14:textId="77777777" w:rsidR="00AF44A5" w:rsidRDefault="00AF44A5"/>
        </w:tc>
        <w:tc>
          <w:tcPr>
            <w:tcW w:w="1143" w:type="dxa"/>
            <w:vMerge/>
            <w:vAlign w:val="center"/>
          </w:tcPr>
          <w:p w14:paraId="0CDE2A8B" w14:textId="77777777" w:rsidR="00AF44A5" w:rsidRDefault="00AF44A5"/>
        </w:tc>
      </w:tr>
      <w:tr w:rsidR="00AF44A5" w14:paraId="6CCE11D8" w14:textId="77777777">
        <w:tc>
          <w:tcPr>
            <w:tcW w:w="888" w:type="dxa"/>
            <w:vMerge/>
            <w:vAlign w:val="center"/>
          </w:tcPr>
          <w:p w14:paraId="66F4DA74" w14:textId="77777777" w:rsidR="00AF44A5" w:rsidRDefault="00AF44A5"/>
        </w:tc>
        <w:tc>
          <w:tcPr>
            <w:tcW w:w="1301" w:type="dxa"/>
            <w:vMerge/>
            <w:vAlign w:val="center"/>
          </w:tcPr>
          <w:p w14:paraId="5A6D7FA9" w14:textId="77777777" w:rsidR="00AF44A5" w:rsidRDefault="00AF44A5"/>
        </w:tc>
        <w:tc>
          <w:tcPr>
            <w:tcW w:w="1075" w:type="dxa"/>
            <w:gridSpan w:val="2"/>
            <w:vMerge/>
            <w:vAlign w:val="center"/>
          </w:tcPr>
          <w:p w14:paraId="35C76956" w14:textId="77777777" w:rsidR="00AF44A5" w:rsidRDefault="00AF44A5"/>
        </w:tc>
        <w:tc>
          <w:tcPr>
            <w:tcW w:w="1131" w:type="dxa"/>
            <w:vAlign w:val="center"/>
          </w:tcPr>
          <w:p w14:paraId="3E20D425" w14:textId="77777777" w:rsidR="00AF44A5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0C77695C" w14:textId="77777777" w:rsidR="00AF44A5" w:rsidRDefault="00000000">
            <w:r>
              <w:t>0.81</w:t>
            </w:r>
          </w:p>
        </w:tc>
        <w:tc>
          <w:tcPr>
            <w:tcW w:w="1245" w:type="dxa"/>
            <w:vAlign w:val="center"/>
          </w:tcPr>
          <w:p w14:paraId="5C11A0B3" w14:textId="77777777" w:rsidR="00AF44A5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2B4EC84C" w14:textId="77777777" w:rsidR="00AF44A5" w:rsidRDefault="00AF44A5"/>
        </w:tc>
        <w:tc>
          <w:tcPr>
            <w:tcW w:w="1143" w:type="dxa"/>
            <w:vMerge/>
            <w:vAlign w:val="center"/>
          </w:tcPr>
          <w:p w14:paraId="0866DA36" w14:textId="77777777" w:rsidR="00AF44A5" w:rsidRDefault="00AF44A5"/>
        </w:tc>
      </w:tr>
      <w:tr w:rsidR="00AF44A5" w14:paraId="4FB19BD2" w14:textId="77777777">
        <w:tc>
          <w:tcPr>
            <w:tcW w:w="888" w:type="dxa"/>
            <w:vMerge/>
            <w:vAlign w:val="center"/>
          </w:tcPr>
          <w:p w14:paraId="388F8F91" w14:textId="77777777" w:rsidR="00AF44A5" w:rsidRDefault="00AF44A5"/>
        </w:tc>
        <w:tc>
          <w:tcPr>
            <w:tcW w:w="1301" w:type="dxa"/>
            <w:vAlign w:val="center"/>
          </w:tcPr>
          <w:p w14:paraId="76839081" w14:textId="77777777" w:rsidR="00AF44A5" w:rsidRDefault="00000000">
            <w:r>
              <w:t>2002</w:t>
            </w:r>
          </w:p>
        </w:tc>
        <w:tc>
          <w:tcPr>
            <w:tcW w:w="1075" w:type="dxa"/>
            <w:gridSpan w:val="2"/>
            <w:vAlign w:val="center"/>
          </w:tcPr>
          <w:p w14:paraId="304B951B" w14:textId="77777777" w:rsidR="00AF44A5" w:rsidRDefault="00000000">
            <w:r>
              <w:t>25.37</w:t>
            </w:r>
          </w:p>
        </w:tc>
        <w:tc>
          <w:tcPr>
            <w:tcW w:w="1131" w:type="dxa"/>
            <w:vAlign w:val="center"/>
          </w:tcPr>
          <w:p w14:paraId="5EA40A8B" w14:textId="77777777" w:rsidR="00AF44A5" w:rsidRDefault="00000000">
            <w:r>
              <w:t>C2115</w:t>
            </w:r>
          </w:p>
        </w:tc>
        <w:tc>
          <w:tcPr>
            <w:tcW w:w="1415" w:type="dxa"/>
            <w:vAlign w:val="center"/>
          </w:tcPr>
          <w:p w14:paraId="56355940" w14:textId="77777777" w:rsidR="00AF44A5" w:rsidRDefault="00000000">
            <w:r>
              <w:t>3.15</w:t>
            </w:r>
          </w:p>
        </w:tc>
        <w:tc>
          <w:tcPr>
            <w:tcW w:w="1245" w:type="dxa"/>
            <w:vAlign w:val="center"/>
          </w:tcPr>
          <w:p w14:paraId="57ADD586" w14:textId="77777777" w:rsidR="00AF44A5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42E55763" w14:textId="77777777" w:rsidR="00AF44A5" w:rsidRDefault="00000000">
            <w:r>
              <w:t>0.1241</w:t>
            </w:r>
          </w:p>
        </w:tc>
        <w:tc>
          <w:tcPr>
            <w:tcW w:w="1143" w:type="dxa"/>
            <w:vAlign w:val="center"/>
          </w:tcPr>
          <w:p w14:paraId="73564568" w14:textId="77777777" w:rsidR="00AF44A5" w:rsidRDefault="00000000">
            <w:r>
              <w:rPr>
                <w:color w:val="FF0000"/>
              </w:rPr>
              <w:t>不满足</w:t>
            </w:r>
          </w:p>
        </w:tc>
      </w:tr>
      <w:tr w:rsidR="00AF44A5" w14:paraId="60CBC6CA" w14:textId="77777777">
        <w:tc>
          <w:tcPr>
            <w:tcW w:w="888" w:type="dxa"/>
            <w:vMerge/>
            <w:vAlign w:val="center"/>
          </w:tcPr>
          <w:p w14:paraId="6BB396A3" w14:textId="77777777" w:rsidR="00AF44A5" w:rsidRDefault="00AF44A5"/>
        </w:tc>
        <w:tc>
          <w:tcPr>
            <w:tcW w:w="1301" w:type="dxa"/>
            <w:vMerge w:val="restart"/>
            <w:vAlign w:val="center"/>
          </w:tcPr>
          <w:p w14:paraId="63A6D2C4" w14:textId="77777777" w:rsidR="00AF44A5" w:rsidRDefault="00000000">
            <w:r>
              <w:t>2003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11F0843E" w14:textId="77777777" w:rsidR="00AF44A5" w:rsidRDefault="00000000">
            <w:r>
              <w:t>24.69</w:t>
            </w:r>
          </w:p>
        </w:tc>
        <w:tc>
          <w:tcPr>
            <w:tcW w:w="1131" w:type="dxa"/>
            <w:vAlign w:val="center"/>
          </w:tcPr>
          <w:p w14:paraId="530E0C99" w14:textId="77777777" w:rsidR="00AF44A5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5D062DC2" w14:textId="77777777" w:rsidR="00AF44A5" w:rsidRDefault="00000000">
            <w:r>
              <w:t>1.08</w:t>
            </w:r>
          </w:p>
        </w:tc>
        <w:tc>
          <w:tcPr>
            <w:tcW w:w="1245" w:type="dxa"/>
            <w:vAlign w:val="center"/>
          </w:tcPr>
          <w:p w14:paraId="5116660F" w14:textId="77777777" w:rsidR="00AF44A5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63562D95" w14:textId="77777777" w:rsidR="00AF44A5" w:rsidRDefault="00000000">
            <w:r>
              <w:t>0.0875</w:t>
            </w:r>
          </w:p>
        </w:tc>
        <w:tc>
          <w:tcPr>
            <w:tcW w:w="1143" w:type="dxa"/>
            <w:vMerge w:val="restart"/>
            <w:vAlign w:val="center"/>
          </w:tcPr>
          <w:p w14:paraId="7C1F88B0" w14:textId="77777777" w:rsidR="00AF44A5" w:rsidRDefault="00000000">
            <w:r>
              <w:rPr>
                <w:color w:val="FF0000"/>
              </w:rPr>
              <w:t>不满足</w:t>
            </w:r>
          </w:p>
        </w:tc>
      </w:tr>
      <w:tr w:rsidR="00AF44A5" w14:paraId="3BEBD35E" w14:textId="77777777">
        <w:tc>
          <w:tcPr>
            <w:tcW w:w="888" w:type="dxa"/>
            <w:vMerge/>
            <w:vAlign w:val="center"/>
          </w:tcPr>
          <w:p w14:paraId="04962128" w14:textId="77777777" w:rsidR="00AF44A5" w:rsidRDefault="00AF44A5"/>
        </w:tc>
        <w:tc>
          <w:tcPr>
            <w:tcW w:w="1301" w:type="dxa"/>
            <w:vMerge/>
            <w:vAlign w:val="center"/>
          </w:tcPr>
          <w:p w14:paraId="0E82B2FB" w14:textId="77777777" w:rsidR="00AF44A5" w:rsidRDefault="00AF44A5"/>
        </w:tc>
        <w:tc>
          <w:tcPr>
            <w:tcW w:w="1075" w:type="dxa"/>
            <w:gridSpan w:val="2"/>
            <w:vMerge/>
            <w:vAlign w:val="center"/>
          </w:tcPr>
          <w:p w14:paraId="47190A8B" w14:textId="77777777" w:rsidR="00AF44A5" w:rsidRDefault="00AF44A5"/>
        </w:tc>
        <w:tc>
          <w:tcPr>
            <w:tcW w:w="1131" w:type="dxa"/>
            <w:vAlign w:val="center"/>
          </w:tcPr>
          <w:p w14:paraId="26B65BA7" w14:textId="77777777" w:rsidR="00AF44A5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3CE6D163" w14:textId="77777777" w:rsidR="00AF44A5" w:rsidRDefault="00000000">
            <w:r>
              <w:t>1.08</w:t>
            </w:r>
          </w:p>
        </w:tc>
        <w:tc>
          <w:tcPr>
            <w:tcW w:w="1245" w:type="dxa"/>
            <w:vAlign w:val="center"/>
          </w:tcPr>
          <w:p w14:paraId="7DFB93E2" w14:textId="77777777" w:rsidR="00AF44A5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37654BE6" w14:textId="77777777" w:rsidR="00AF44A5" w:rsidRDefault="00AF44A5"/>
        </w:tc>
        <w:tc>
          <w:tcPr>
            <w:tcW w:w="1143" w:type="dxa"/>
            <w:vMerge/>
            <w:vAlign w:val="center"/>
          </w:tcPr>
          <w:p w14:paraId="441D87B4" w14:textId="77777777" w:rsidR="00AF44A5" w:rsidRDefault="00AF44A5"/>
        </w:tc>
      </w:tr>
      <w:tr w:rsidR="00AF44A5" w14:paraId="0889EE6D" w14:textId="77777777">
        <w:tc>
          <w:tcPr>
            <w:tcW w:w="888" w:type="dxa"/>
            <w:vMerge/>
            <w:vAlign w:val="center"/>
          </w:tcPr>
          <w:p w14:paraId="611881DB" w14:textId="77777777" w:rsidR="00AF44A5" w:rsidRDefault="00AF44A5"/>
        </w:tc>
        <w:tc>
          <w:tcPr>
            <w:tcW w:w="1301" w:type="dxa"/>
            <w:vMerge w:val="restart"/>
            <w:vAlign w:val="center"/>
          </w:tcPr>
          <w:p w14:paraId="043A9E0E" w14:textId="77777777" w:rsidR="00AF44A5" w:rsidRDefault="00000000">
            <w:r>
              <w:t>2004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57CE3D5A" w14:textId="77777777" w:rsidR="00AF44A5" w:rsidRDefault="00000000">
            <w:r>
              <w:t>24.42</w:t>
            </w:r>
          </w:p>
        </w:tc>
        <w:tc>
          <w:tcPr>
            <w:tcW w:w="1131" w:type="dxa"/>
            <w:vAlign w:val="center"/>
          </w:tcPr>
          <w:p w14:paraId="1E147D5D" w14:textId="77777777" w:rsidR="00AF44A5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131A2032" w14:textId="77777777" w:rsidR="00AF44A5" w:rsidRDefault="00000000">
            <w:r>
              <w:t>1.08</w:t>
            </w:r>
          </w:p>
        </w:tc>
        <w:tc>
          <w:tcPr>
            <w:tcW w:w="1245" w:type="dxa"/>
            <w:vAlign w:val="center"/>
          </w:tcPr>
          <w:p w14:paraId="6C51D59C" w14:textId="77777777" w:rsidR="00AF44A5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1A7CAB66" w14:textId="77777777" w:rsidR="00AF44A5" w:rsidRDefault="00000000">
            <w:r>
              <w:t>0.0884</w:t>
            </w:r>
          </w:p>
        </w:tc>
        <w:tc>
          <w:tcPr>
            <w:tcW w:w="1143" w:type="dxa"/>
            <w:vMerge w:val="restart"/>
            <w:vAlign w:val="center"/>
          </w:tcPr>
          <w:p w14:paraId="3BC826EC" w14:textId="77777777" w:rsidR="00AF44A5" w:rsidRDefault="00000000">
            <w:r>
              <w:rPr>
                <w:color w:val="FF0000"/>
              </w:rPr>
              <w:t>不满足</w:t>
            </w:r>
          </w:p>
        </w:tc>
      </w:tr>
      <w:tr w:rsidR="00AF44A5" w14:paraId="2B15868E" w14:textId="77777777">
        <w:tc>
          <w:tcPr>
            <w:tcW w:w="888" w:type="dxa"/>
            <w:vMerge/>
            <w:vAlign w:val="center"/>
          </w:tcPr>
          <w:p w14:paraId="2E8C720A" w14:textId="77777777" w:rsidR="00AF44A5" w:rsidRDefault="00AF44A5"/>
        </w:tc>
        <w:tc>
          <w:tcPr>
            <w:tcW w:w="1301" w:type="dxa"/>
            <w:vMerge/>
            <w:vAlign w:val="center"/>
          </w:tcPr>
          <w:p w14:paraId="5CFFA413" w14:textId="77777777" w:rsidR="00AF44A5" w:rsidRDefault="00AF44A5"/>
        </w:tc>
        <w:tc>
          <w:tcPr>
            <w:tcW w:w="1075" w:type="dxa"/>
            <w:gridSpan w:val="2"/>
            <w:vMerge/>
            <w:vAlign w:val="center"/>
          </w:tcPr>
          <w:p w14:paraId="564660D1" w14:textId="77777777" w:rsidR="00AF44A5" w:rsidRDefault="00AF44A5"/>
        </w:tc>
        <w:tc>
          <w:tcPr>
            <w:tcW w:w="1131" w:type="dxa"/>
            <w:vAlign w:val="center"/>
          </w:tcPr>
          <w:p w14:paraId="64FD0BB0" w14:textId="77777777" w:rsidR="00AF44A5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5AB65001" w14:textId="77777777" w:rsidR="00AF44A5" w:rsidRDefault="00000000">
            <w:r>
              <w:t>1.08</w:t>
            </w:r>
          </w:p>
        </w:tc>
        <w:tc>
          <w:tcPr>
            <w:tcW w:w="1245" w:type="dxa"/>
            <w:vAlign w:val="center"/>
          </w:tcPr>
          <w:p w14:paraId="1F2813E0" w14:textId="77777777" w:rsidR="00AF44A5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5F8F4639" w14:textId="77777777" w:rsidR="00AF44A5" w:rsidRDefault="00AF44A5"/>
        </w:tc>
        <w:tc>
          <w:tcPr>
            <w:tcW w:w="1143" w:type="dxa"/>
            <w:vMerge/>
            <w:vAlign w:val="center"/>
          </w:tcPr>
          <w:p w14:paraId="1685EE59" w14:textId="77777777" w:rsidR="00AF44A5" w:rsidRDefault="00AF44A5"/>
        </w:tc>
      </w:tr>
      <w:tr w:rsidR="00AF44A5" w14:paraId="020327A4" w14:textId="77777777">
        <w:tc>
          <w:tcPr>
            <w:tcW w:w="888" w:type="dxa"/>
            <w:vMerge/>
            <w:vAlign w:val="center"/>
          </w:tcPr>
          <w:p w14:paraId="73D7AE3B" w14:textId="77777777" w:rsidR="00AF44A5" w:rsidRDefault="00AF44A5"/>
        </w:tc>
        <w:tc>
          <w:tcPr>
            <w:tcW w:w="1301" w:type="dxa"/>
            <w:vAlign w:val="center"/>
          </w:tcPr>
          <w:p w14:paraId="3443F390" w14:textId="77777777" w:rsidR="00AF44A5" w:rsidRDefault="00000000">
            <w:r>
              <w:t>2005</w:t>
            </w:r>
          </w:p>
        </w:tc>
        <w:tc>
          <w:tcPr>
            <w:tcW w:w="1075" w:type="dxa"/>
            <w:gridSpan w:val="2"/>
            <w:vAlign w:val="center"/>
          </w:tcPr>
          <w:p w14:paraId="2DE3A4F8" w14:textId="77777777" w:rsidR="00AF44A5" w:rsidRDefault="00000000">
            <w:r>
              <w:t>24.28</w:t>
            </w:r>
          </w:p>
        </w:tc>
        <w:tc>
          <w:tcPr>
            <w:tcW w:w="1131" w:type="dxa"/>
            <w:vAlign w:val="center"/>
          </w:tcPr>
          <w:p w14:paraId="113C86C7" w14:textId="77777777" w:rsidR="00AF44A5" w:rsidRDefault="00000000">
            <w:r>
              <w:t>C2115</w:t>
            </w:r>
          </w:p>
        </w:tc>
        <w:tc>
          <w:tcPr>
            <w:tcW w:w="1415" w:type="dxa"/>
            <w:vAlign w:val="center"/>
          </w:tcPr>
          <w:p w14:paraId="5A0B3B1C" w14:textId="77777777" w:rsidR="00AF44A5" w:rsidRDefault="00000000">
            <w:r>
              <w:t>3.15</w:t>
            </w:r>
          </w:p>
        </w:tc>
        <w:tc>
          <w:tcPr>
            <w:tcW w:w="1245" w:type="dxa"/>
            <w:vAlign w:val="center"/>
          </w:tcPr>
          <w:p w14:paraId="7BE79190" w14:textId="77777777" w:rsidR="00AF44A5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7DC82CD5" w14:textId="77777777" w:rsidR="00AF44A5" w:rsidRDefault="00000000">
            <w:r>
              <w:t>0.1298</w:t>
            </w:r>
          </w:p>
        </w:tc>
        <w:tc>
          <w:tcPr>
            <w:tcW w:w="1143" w:type="dxa"/>
            <w:vAlign w:val="center"/>
          </w:tcPr>
          <w:p w14:paraId="036CDA66" w14:textId="77777777" w:rsidR="00AF44A5" w:rsidRDefault="00000000">
            <w:r>
              <w:rPr>
                <w:color w:val="FF0000"/>
              </w:rPr>
              <w:t>不满足</w:t>
            </w:r>
          </w:p>
        </w:tc>
      </w:tr>
      <w:tr w:rsidR="00AF44A5" w14:paraId="235D037B" w14:textId="77777777">
        <w:tc>
          <w:tcPr>
            <w:tcW w:w="888" w:type="dxa"/>
            <w:vMerge/>
            <w:vAlign w:val="center"/>
          </w:tcPr>
          <w:p w14:paraId="4E1474FA" w14:textId="77777777" w:rsidR="00AF44A5" w:rsidRDefault="00AF44A5"/>
        </w:tc>
        <w:tc>
          <w:tcPr>
            <w:tcW w:w="1301" w:type="dxa"/>
            <w:vMerge w:val="restart"/>
            <w:vAlign w:val="center"/>
          </w:tcPr>
          <w:p w14:paraId="01D86FB8" w14:textId="77777777" w:rsidR="00AF44A5" w:rsidRDefault="00000000">
            <w:r>
              <w:t>2006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6742A89A" w14:textId="77777777" w:rsidR="00AF44A5" w:rsidRDefault="00000000">
            <w:r>
              <w:t>24.06</w:t>
            </w:r>
          </w:p>
        </w:tc>
        <w:tc>
          <w:tcPr>
            <w:tcW w:w="1131" w:type="dxa"/>
            <w:vAlign w:val="center"/>
          </w:tcPr>
          <w:p w14:paraId="034B1616" w14:textId="77777777" w:rsidR="00AF44A5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729AF0F4" w14:textId="77777777" w:rsidR="00AF44A5" w:rsidRDefault="00000000">
            <w:r>
              <w:t>1.08</w:t>
            </w:r>
          </w:p>
        </w:tc>
        <w:tc>
          <w:tcPr>
            <w:tcW w:w="1245" w:type="dxa"/>
            <w:vAlign w:val="center"/>
          </w:tcPr>
          <w:p w14:paraId="3D1AABDE" w14:textId="77777777" w:rsidR="00AF44A5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43402B5B" w14:textId="77777777" w:rsidR="00AF44A5" w:rsidRDefault="00000000">
            <w:r>
              <w:t>0.0898</w:t>
            </w:r>
          </w:p>
        </w:tc>
        <w:tc>
          <w:tcPr>
            <w:tcW w:w="1143" w:type="dxa"/>
            <w:vMerge w:val="restart"/>
            <w:vAlign w:val="center"/>
          </w:tcPr>
          <w:p w14:paraId="0FCC1562" w14:textId="77777777" w:rsidR="00AF44A5" w:rsidRDefault="00000000">
            <w:r>
              <w:rPr>
                <w:color w:val="FF0000"/>
              </w:rPr>
              <w:t>不满足</w:t>
            </w:r>
          </w:p>
        </w:tc>
      </w:tr>
      <w:tr w:rsidR="00AF44A5" w14:paraId="2C393888" w14:textId="77777777">
        <w:tc>
          <w:tcPr>
            <w:tcW w:w="888" w:type="dxa"/>
            <w:vMerge/>
            <w:vAlign w:val="center"/>
          </w:tcPr>
          <w:p w14:paraId="425B45F9" w14:textId="77777777" w:rsidR="00AF44A5" w:rsidRDefault="00AF44A5"/>
        </w:tc>
        <w:tc>
          <w:tcPr>
            <w:tcW w:w="1301" w:type="dxa"/>
            <w:vMerge/>
            <w:vAlign w:val="center"/>
          </w:tcPr>
          <w:p w14:paraId="42983574" w14:textId="77777777" w:rsidR="00AF44A5" w:rsidRDefault="00AF44A5"/>
        </w:tc>
        <w:tc>
          <w:tcPr>
            <w:tcW w:w="1075" w:type="dxa"/>
            <w:gridSpan w:val="2"/>
            <w:vMerge/>
            <w:vAlign w:val="center"/>
          </w:tcPr>
          <w:p w14:paraId="64476E5E" w14:textId="77777777" w:rsidR="00AF44A5" w:rsidRDefault="00AF44A5"/>
        </w:tc>
        <w:tc>
          <w:tcPr>
            <w:tcW w:w="1131" w:type="dxa"/>
            <w:vAlign w:val="center"/>
          </w:tcPr>
          <w:p w14:paraId="2361F413" w14:textId="77777777" w:rsidR="00AF44A5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7FDD5444" w14:textId="77777777" w:rsidR="00AF44A5" w:rsidRDefault="00000000">
            <w:r>
              <w:t>1.08</w:t>
            </w:r>
          </w:p>
        </w:tc>
        <w:tc>
          <w:tcPr>
            <w:tcW w:w="1245" w:type="dxa"/>
            <w:vAlign w:val="center"/>
          </w:tcPr>
          <w:p w14:paraId="68F6ACF6" w14:textId="77777777" w:rsidR="00AF44A5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5A5647BC" w14:textId="77777777" w:rsidR="00AF44A5" w:rsidRDefault="00AF44A5"/>
        </w:tc>
        <w:tc>
          <w:tcPr>
            <w:tcW w:w="1143" w:type="dxa"/>
            <w:vMerge/>
            <w:vAlign w:val="center"/>
          </w:tcPr>
          <w:p w14:paraId="3B0AE67E" w14:textId="77777777" w:rsidR="00AF44A5" w:rsidRDefault="00AF44A5"/>
        </w:tc>
      </w:tr>
      <w:tr w:rsidR="00AF44A5" w14:paraId="2E8961F2" w14:textId="77777777">
        <w:tc>
          <w:tcPr>
            <w:tcW w:w="888" w:type="dxa"/>
            <w:vMerge/>
            <w:vAlign w:val="center"/>
          </w:tcPr>
          <w:p w14:paraId="2A3A7B32" w14:textId="77777777" w:rsidR="00AF44A5" w:rsidRDefault="00AF44A5"/>
        </w:tc>
        <w:tc>
          <w:tcPr>
            <w:tcW w:w="1301" w:type="dxa"/>
            <w:vAlign w:val="center"/>
          </w:tcPr>
          <w:p w14:paraId="2094F313" w14:textId="77777777" w:rsidR="00AF44A5" w:rsidRDefault="00000000">
            <w:r>
              <w:t>2007</w:t>
            </w:r>
          </w:p>
        </w:tc>
        <w:tc>
          <w:tcPr>
            <w:tcW w:w="1075" w:type="dxa"/>
            <w:gridSpan w:val="2"/>
            <w:vAlign w:val="center"/>
          </w:tcPr>
          <w:p w14:paraId="0D3DE570" w14:textId="77777777" w:rsidR="00AF44A5" w:rsidRDefault="00000000">
            <w:r>
              <w:t>22.80</w:t>
            </w:r>
          </w:p>
        </w:tc>
        <w:tc>
          <w:tcPr>
            <w:tcW w:w="1131" w:type="dxa"/>
            <w:vAlign w:val="center"/>
          </w:tcPr>
          <w:p w14:paraId="1A97C2BF" w14:textId="77777777" w:rsidR="00AF44A5" w:rsidRDefault="00000000">
            <w:r>
              <w:t>C2115</w:t>
            </w:r>
          </w:p>
        </w:tc>
        <w:tc>
          <w:tcPr>
            <w:tcW w:w="1415" w:type="dxa"/>
            <w:vAlign w:val="center"/>
          </w:tcPr>
          <w:p w14:paraId="4B16D0AF" w14:textId="77777777" w:rsidR="00AF44A5" w:rsidRDefault="00000000">
            <w:r>
              <w:t>3.15</w:t>
            </w:r>
          </w:p>
        </w:tc>
        <w:tc>
          <w:tcPr>
            <w:tcW w:w="1245" w:type="dxa"/>
            <w:vAlign w:val="center"/>
          </w:tcPr>
          <w:p w14:paraId="4550A55D" w14:textId="77777777" w:rsidR="00AF44A5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41E4A7D1" w14:textId="77777777" w:rsidR="00AF44A5" w:rsidRDefault="00000000">
            <w:r>
              <w:t>0.1381</w:t>
            </w:r>
          </w:p>
        </w:tc>
        <w:tc>
          <w:tcPr>
            <w:tcW w:w="1143" w:type="dxa"/>
            <w:vAlign w:val="center"/>
          </w:tcPr>
          <w:p w14:paraId="7C06DE41" w14:textId="77777777" w:rsidR="00AF44A5" w:rsidRDefault="00000000">
            <w:r>
              <w:rPr>
                <w:color w:val="FF0000"/>
              </w:rPr>
              <w:t>不满足</w:t>
            </w:r>
          </w:p>
        </w:tc>
      </w:tr>
      <w:tr w:rsidR="00AF44A5" w14:paraId="5A75FD70" w14:textId="77777777">
        <w:tc>
          <w:tcPr>
            <w:tcW w:w="888" w:type="dxa"/>
            <w:vMerge/>
            <w:vAlign w:val="center"/>
          </w:tcPr>
          <w:p w14:paraId="677F3DFB" w14:textId="77777777" w:rsidR="00AF44A5" w:rsidRDefault="00AF44A5"/>
        </w:tc>
        <w:tc>
          <w:tcPr>
            <w:tcW w:w="1301" w:type="dxa"/>
            <w:vAlign w:val="center"/>
          </w:tcPr>
          <w:p w14:paraId="1779A173" w14:textId="77777777" w:rsidR="00AF44A5" w:rsidRDefault="00000000">
            <w:r>
              <w:t>2010</w:t>
            </w:r>
          </w:p>
        </w:tc>
        <w:tc>
          <w:tcPr>
            <w:tcW w:w="1075" w:type="dxa"/>
            <w:gridSpan w:val="2"/>
            <w:vAlign w:val="center"/>
          </w:tcPr>
          <w:p w14:paraId="30337565" w14:textId="77777777" w:rsidR="00AF44A5" w:rsidRDefault="00000000">
            <w:r>
              <w:t>6.31</w:t>
            </w:r>
          </w:p>
        </w:tc>
        <w:tc>
          <w:tcPr>
            <w:tcW w:w="1131" w:type="dxa"/>
            <w:vAlign w:val="center"/>
          </w:tcPr>
          <w:p w14:paraId="412B7B82" w14:textId="77777777" w:rsidR="00AF44A5" w:rsidRDefault="00000000">
            <w:r>
              <w:t>C1215</w:t>
            </w:r>
          </w:p>
        </w:tc>
        <w:tc>
          <w:tcPr>
            <w:tcW w:w="1415" w:type="dxa"/>
            <w:vAlign w:val="center"/>
          </w:tcPr>
          <w:p w14:paraId="3C2DFF92" w14:textId="77777777" w:rsidR="00AF44A5" w:rsidRDefault="00000000">
            <w:r>
              <w:t>1.80</w:t>
            </w:r>
          </w:p>
        </w:tc>
        <w:tc>
          <w:tcPr>
            <w:tcW w:w="1245" w:type="dxa"/>
            <w:vAlign w:val="center"/>
          </w:tcPr>
          <w:p w14:paraId="4BB2599B" w14:textId="77777777" w:rsidR="00AF44A5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142479C9" w14:textId="77777777" w:rsidR="00AF44A5" w:rsidRDefault="00000000">
            <w:r>
              <w:t>0.2852</w:t>
            </w:r>
          </w:p>
        </w:tc>
        <w:tc>
          <w:tcPr>
            <w:tcW w:w="1143" w:type="dxa"/>
            <w:vAlign w:val="center"/>
          </w:tcPr>
          <w:p w14:paraId="5660CBC4" w14:textId="77777777" w:rsidR="00AF44A5" w:rsidRDefault="00000000">
            <w:r>
              <w:t>满足</w:t>
            </w:r>
          </w:p>
        </w:tc>
      </w:tr>
      <w:tr w:rsidR="00AF44A5" w14:paraId="762B1036" w14:textId="77777777">
        <w:tc>
          <w:tcPr>
            <w:tcW w:w="888" w:type="dxa"/>
            <w:vMerge/>
            <w:vAlign w:val="center"/>
          </w:tcPr>
          <w:p w14:paraId="7B88865A" w14:textId="77777777" w:rsidR="00AF44A5" w:rsidRDefault="00AF44A5"/>
        </w:tc>
        <w:tc>
          <w:tcPr>
            <w:tcW w:w="1301" w:type="dxa"/>
            <w:vAlign w:val="center"/>
          </w:tcPr>
          <w:p w14:paraId="3F9734A3" w14:textId="77777777" w:rsidR="00AF44A5" w:rsidRDefault="00000000">
            <w:r>
              <w:t>2011</w:t>
            </w:r>
          </w:p>
        </w:tc>
        <w:tc>
          <w:tcPr>
            <w:tcW w:w="1075" w:type="dxa"/>
            <w:gridSpan w:val="2"/>
            <w:vAlign w:val="center"/>
          </w:tcPr>
          <w:p w14:paraId="26CB3A7E" w14:textId="77777777" w:rsidR="00AF44A5" w:rsidRDefault="00000000">
            <w:r>
              <w:t>6.05</w:t>
            </w:r>
          </w:p>
        </w:tc>
        <w:tc>
          <w:tcPr>
            <w:tcW w:w="1131" w:type="dxa"/>
            <w:vAlign w:val="center"/>
          </w:tcPr>
          <w:p w14:paraId="5D8FAF1D" w14:textId="77777777" w:rsidR="00AF44A5" w:rsidRDefault="00000000">
            <w:r>
              <w:t>C1215</w:t>
            </w:r>
          </w:p>
        </w:tc>
        <w:tc>
          <w:tcPr>
            <w:tcW w:w="1415" w:type="dxa"/>
            <w:vAlign w:val="center"/>
          </w:tcPr>
          <w:p w14:paraId="6C3DE657" w14:textId="77777777" w:rsidR="00AF44A5" w:rsidRDefault="00000000">
            <w:r>
              <w:t>1.80</w:t>
            </w:r>
          </w:p>
        </w:tc>
        <w:tc>
          <w:tcPr>
            <w:tcW w:w="1245" w:type="dxa"/>
            <w:vAlign w:val="center"/>
          </w:tcPr>
          <w:p w14:paraId="1DBA8CA5" w14:textId="77777777" w:rsidR="00AF44A5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18B2654B" w14:textId="77777777" w:rsidR="00AF44A5" w:rsidRDefault="00000000">
            <w:r>
              <w:t>0.2974</w:t>
            </w:r>
          </w:p>
        </w:tc>
        <w:tc>
          <w:tcPr>
            <w:tcW w:w="1143" w:type="dxa"/>
            <w:vAlign w:val="center"/>
          </w:tcPr>
          <w:p w14:paraId="0EE4AF70" w14:textId="77777777" w:rsidR="00AF44A5" w:rsidRDefault="00000000">
            <w:r>
              <w:t>满足</w:t>
            </w:r>
          </w:p>
        </w:tc>
      </w:tr>
      <w:tr w:rsidR="00AF44A5" w14:paraId="50CF49BB" w14:textId="77777777">
        <w:tc>
          <w:tcPr>
            <w:tcW w:w="888" w:type="dxa"/>
            <w:vMerge/>
            <w:vAlign w:val="center"/>
          </w:tcPr>
          <w:p w14:paraId="6D19CE1E" w14:textId="77777777" w:rsidR="00AF44A5" w:rsidRDefault="00AF44A5"/>
        </w:tc>
        <w:tc>
          <w:tcPr>
            <w:tcW w:w="1301" w:type="dxa"/>
            <w:vAlign w:val="center"/>
          </w:tcPr>
          <w:p w14:paraId="12054153" w14:textId="77777777" w:rsidR="00AF44A5" w:rsidRDefault="00000000">
            <w:r>
              <w:t>2012</w:t>
            </w:r>
          </w:p>
        </w:tc>
        <w:tc>
          <w:tcPr>
            <w:tcW w:w="1075" w:type="dxa"/>
            <w:gridSpan w:val="2"/>
            <w:vAlign w:val="center"/>
          </w:tcPr>
          <w:p w14:paraId="6EA7BA55" w14:textId="77777777" w:rsidR="00AF44A5" w:rsidRDefault="00000000">
            <w:r>
              <w:t>5.96</w:t>
            </w:r>
          </w:p>
        </w:tc>
        <w:tc>
          <w:tcPr>
            <w:tcW w:w="1131" w:type="dxa"/>
            <w:vAlign w:val="center"/>
          </w:tcPr>
          <w:p w14:paraId="33A43D06" w14:textId="77777777" w:rsidR="00AF44A5" w:rsidRDefault="00000000">
            <w:r>
              <w:t>C1215</w:t>
            </w:r>
          </w:p>
        </w:tc>
        <w:tc>
          <w:tcPr>
            <w:tcW w:w="1415" w:type="dxa"/>
            <w:vAlign w:val="center"/>
          </w:tcPr>
          <w:p w14:paraId="3EC5E99E" w14:textId="77777777" w:rsidR="00AF44A5" w:rsidRDefault="00000000">
            <w:r>
              <w:t>1.80</w:t>
            </w:r>
          </w:p>
        </w:tc>
        <w:tc>
          <w:tcPr>
            <w:tcW w:w="1245" w:type="dxa"/>
            <w:vAlign w:val="center"/>
          </w:tcPr>
          <w:p w14:paraId="49A03574" w14:textId="77777777" w:rsidR="00AF44A5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222F81ED" w14:textId="77777777" w:rsidR="00AF44A5" w:rsidRDefault="00000000">
            <w:r>
              <w:t>0.3019</w:t>
            </w:r>
          </w:p>
        </w:tc>
        <w:tc>
          <w:tcPr>
            <w:tcW w:w="1143" w:type="dxa"/>
            <w:vAlign w:val="center"/>
          </w:tcPr>
          <w:p w14:paraId="13983253" w14:textId="77777777" w:rsidR="00AF44A5" w:rsidRDefault="00000000">
            <w:r>
              <w:t>满足</w:t>
            </w:r>
          </w:p>
        </w:tc>
      </w:tr>
      <w:tr w:rsidR="00AF44A5" w14:paraId="58744B91" w14:textId="77777777">
        <w:tc>
          <w:tcPr>
            <w:tcW w:w="888" w:type="dxa"/>
            <w:vMerge/>
            <w:vAlign w:val="center"/>
          </w:tcPr>
          <w:p w14:paraId="3B4C71E3" w14:textId="77777777" w:rsidR="00AF44A5" w:rsidRDefault="00AF44A5"/>
        </w:tc>
        <w:tc>
          <w:tcPr>
            <w:tcW w:w="1301" w:type="dxa"/>
            <w:vAlign w:val="center"/>
          </w:tcPr>
          <w:p w14:paraId="7EB9DAF7" w14:textId="77777777" w:rsidR="00AF44A5" w:rsidRDefault="00000000">
            <w:r>
              <w:t>2013</w:t>
            </w:r>
          </w:p>
        </w:tc>
        <w:tc>
          <w:tcPr>
            <w:tcW w:w="1075" w:type="dxa"/>
            <w:gridSpan w:val="2"/>
            <w:vAlign w:val="center"/>
          </w:tcPr>
          <w:p w14:paraId="3B123D34" w14:textId="77777777" w:rsidR="00AF44A5" w:rsidRDefault="00000000">
            <w:r>
              <w:t>5.72</w:t>
            </w:r>
          </w:p>
        </w:tc>
        <w:tc>
          <w:tcPr>
            <w:tcW w:w="1131" w:type="dxa"/>
            <w:vAlign w:val="center"/>
          </w:tcPr>
          <w:p w14:paraId="45C2B6F4" w14:textId="77777777" w:rsidR="00AF44A5" w:rsidRDefault="00000000">
            <w:r>
              <w:t>C1215</w:t>
            </w:r>
          </w:p>
        </w:tc>
        <w:tc>
          <w:tcPr>
            <w:tcW w:w="1415" w:type="dxa"/>
            <w:vAlign w:val="center"/>
          </w:tcPr>
          <w:p w14:paraId="59F177EB" w14:textId="77777777" w:rsidR="00AF44A5" w:rsidRDefault="00000000">
            <w:r>
              <w:t>1.80</w:t>
            </w:r>
          </w:p>
        </w:tc>
        <w:tc>
          <w:tcPr>
            <w:tcW w:w="1245" w:type="dxa"/>
            <w:vAlign w:val="center"/>
          </w:tcPr>
          <w:p w14:paraId="1F9264F0" w14:textId="77777777" w:rsidR="00AF44A5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4E371A9C" w14:textId="77777777" w:rsidR="00AF44A5" w:rsidRDefault="00000000">
            <w:r>
              <w:t>0.3148</w:t>
            </w:r>
          </w:p>
        </w:tc>
        <w:tc>
          <w:tcPr>
            <w:tcW w:w="1143" w:type="dxa"/>
            <w:vAlign w:val="center"/>
          </w:tcPr>
          <w:p w14:paraId="3304C131" w14:textId="77777777" w:rsidR="00AF44A5" w:rsidRDefault="00000000">
            <w:r>
              <w:t>满足</w:t>
            </w:r>
          </w:p>
        </w:tc>
      </w:tr>
      <w:tr w:rsidR="00AF44A5" w14:paraId="549057F2" w14:textId="77777777">
        <w:tc>
          <w:tcPr>
            <w:tcW w:w="888" w:type="dxa"/>
            <w:vMerge/>
            <w:vAlign w:val="center"/>
          </w:tcPr>
          <w:p w14:paraId="0083E08E" w14:textId="77777777" w:rsidR="00AF44A5" w:rsidRDefault="00AF44A5"/>
        </w:tc>
        <w:tc>
          <w:tcPr>
            <w:tcW w:w="1301" w:type="dxa"/>
            <w:vAlign w:val="center"/>
          </w:tcPr>
          <w:p w14:paraId="5E4A6A1F" w14:textId="77777777" w:rsidR="00AF44A5" w:rsidRDefault="00000000">
            <w:r>
              <w:t>2014</w:t>
            </w:r>
          </w:p>
        </w:tc>
        <w:tc>
          <w:tcPr>
            <w:tcW w:w="1075" w:type="dxa"/>
            <w:gridSpan w:val="2"/>
            <w:vAlign w:val="center"/>
          </w:tcPr>
          <w:p w14:paraId="67D60C7D" w14:textId="77777777" w:rsidR="00AF44A5" w:rsidRDefault="00000000">
            <w:r>
              <w:t>5.42</w:t>
            </w:r>
          </w:p>
        </w:tc>
        <w:tc>
          <w:tcPr>
            <w:tcW w:w="1131" w:type="dxa"/>
            <w:vAlign w:val="center"/>
          </w:tcPr>
          <w:p w14:paraId="19AA0BED" w14:textId="77777777" w:rsidR="00AF44A5" w:rsidRDefault="00000000">
            <w:r>
              <w:t>C0615</w:t>
            </w:r>
          </w:p>
        </w:tc>
        <w:tc>
          <w:tcPr>
            <w:tcW w:w="1415" w:type="dxa"/>
            <w:vAlign w:val="center"/>
          </w:tcPr>
          <w:p w14:paraId="2B9847E2" w14:textId="77777777" w:rsidR="00AF44A5" w:rsidRDefault="00000000">
            <w:r>
              <w:t>0.90</w:t>
            </w:r>
          </w:p>
        </w:tc>
        <w:tc>
          <w:tcPr>
            <w:tcW w:w="1245" w:type="dxa"/>
            <w:vAlign w:val="center"/>
          </w:tcPr>
          <w:p w14:paraId="0C0A7934" w14:textId="77777777" w:rsidR="00AF44A5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08D87A0A" w14:textId="77777777" w:rsidR="00AF44A5" w:rsidRDefault="00000000">
            <w:r>
              <w:t>0.1659</w:t>
            </w:r>
          </w:p>
        </w:tc>
        <w:tc>
          <w:tcPr>
            <w:tcW w:w="1143" w:type="dxa"/>
            <w:vAlign w:val="center"/>
          </w:tcPr>
          <w:p w14:paraId="73CE834F" w14:textId="77777777" w:rsidR="00AF44A5" w:rsidRDefault="00000000">
            <w:r>
              <w:t>满足</w:t>
            </w:r>
          </w:p>
        </w:tc>
      </w:tr>
      <w:tr w:rsidR="00AF44A5" w14:paraId="753AEAC4" w14:textId="77777777">
        <w:tc>
          <w:tcPr>
            <w:tcW w:w="888" w:type="dxa"/>
            <w:vMerge/>
            <w:vAlign w:val="center"/>
          </w:tcPr>
          <w:p w14:paraId="408ACEA2" w14:textId="77777777" w:rsidR="00AF44A5" w:rsidRDefault="00AF44A5"/>
        </w:tc>
        <w:tc>
          <w:tcPr>
            <w:tcW w:w="1301" w:type="dxa"/>
            <w:vAlign w:val="center"/>
          </w:tcPr>
          <w:p w14:paraId="2825F006" w14:textId="77777777" w:rsidR="00AF44A5" w:rsidRDefault="00000000">
            <w:r>
              <w:t>2021</w:t>
            </w:r>
          </w:p>
        </w:tc>
        <w:tc>
          <w:tcPr>
            <w:tcW w:w="1075" w:type="dxa"/>
            <w:gridSpan w:val="2"/>
            <w:vAlign w:val="center"/>
          </w:tcPr>
          <w:p w14:paraId="5275E17B" w14:textId="77777777" w:rsidR="00AF44A5" w:rsidRDefault="00000000">
            <w:r>
              <w:t>5.76</w:t>
            </w:r>
          </w:p>
        </w:tc>
        <w:tc>
          <w:tcPr>
            <w:tcW w:w="1131" w:type="dxa"/>
            <w:vAlign w:val="center"/>
          </w:tcPr>
          <w:p w14:paraId="0F581A95" w14:textId="77777777" w:rsidR="00AF44A5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42007303" w14:textId="77777777" w:rsidR="00AF44A5" w:rsidRDefault="00000000">
            <w:r>
              <w:t>1.08</w:t>
            </w:r>
          </w:p>
        </w:tc>
        <w:tc>
          <w:tcPr>
            <w:tcW w:w="1245" w:type="dxa"/>
            <w:vAlign w:val="center"/>
          </w:tcPr>
          <w:p w14:paraId="26490C5D" w14:textId="77777777" w:rsidR="00AF44A5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5B6C1031" w14:textId="77777777" w:rsidR="00AF44A5" w:rsidRDefault="00000000">
            <w:r>
              <w:t>0.1876</w:t>
            </w:r>
          </w:p>
        </w:tc>
        <w:tc>
          <w:tcPr>
            <w:tcW w:w="1143" w:type="dxa"/>
            <w:vAlign w:val="center"/>
          </w:tcPr>
          <w:p w14:paraId="5BB621C8" w14:textId="77777777" w:rsidR="00AF44A5" w:rsidRDefault="00000000">
            <w:r>
              <w:t>满足</w:t>
            </w:r>
          </w:p>
        </w:tc>
      </w:tr>
      <w:tr w:rsidR="00AF44A5" w14:paraId="357BC49C" w14:textId="77777777">
        <w:tc>
          <w:tcPr>
            <w:tcW w:w="888" w:type="dxa"/>
            <w:vMerge/>
            <w:vAlign w:val="center"/>
          </w:tcPr>
          <w:p w14:paraId="704D5DBB" w14:textId="77777777" w:rsidR="00AF44A5" w:rsidRDefault="00AF44A5"/>
        </w:tc>
        <w:tc>
          <w:tcPr>
            <w:tcW w:w="1301" w:type="dxa"/>
            <w:vAlign w:val="center"/>
          </w:tcPr>
          <w:p w14:paraId="6311CAF0" w14:textId="77777777" w:rsidR="00AF44A5" w:rsidRDefault="00000000">
            <w:r>
              <w:t>2023</w:t>
            </w:r>
          </w:p>
        </w:tc>
        <w:tc>
          <w:tcPr>
            <w:tcW w:w="1075" w:type="dxa"/>
            <w:gridSpan w:val="2"/>
            <w:vAlign w:val="center"/>
          </w:tcPr>
          <w:p w14:paraId="3CA34AB4" w14:textId="77777777" w:rsidR="00AF44A5" w:rsidRDefault="00000000">
            <w:r>
              <w:t>5.58</w:t>
            </w:r>
          </w:p>
        </w:tc>
        <w:tc>
          <w:tcPr>
            <w:tcW w:w="1131" w:type="dxa"/>
            <w:vAlign w:val="center"/>
          </w:tcPr>
          <w:p w14:paraId="5F75BC59" w14:textId="77777777" w:rsidR="00AF44A5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42C77DD2" w14:textId="77777777" w:rsidR="00AF44A5" w:rsidRDefault="00000000">
            <w:r>
              <w:t>1.08</w:t>
            </w:r>
          </w:p>
        </w:tc>
        <w:tc>
          <w:tcPr>
            <w:tcW w:w="1245" w:type="dxa"/>
            <w:vAlign w:val="center"/>
          </w:tcPr>
          <w:p w14:paraId="7A32B2CF" w14:textId="77777777" w:rsidR="00AF44A5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0602A105" w14:textId="77777777" w:rsidR="00AF44A5" w:rsidRDefault="00000000">
            <w:r>
              <w:t>0.1936</w:t>
            </w:r>
          </w:p>
        </w:tc>
        <w:tc>
          <w:tcPr>
            <w:tcW w:w="1143" w:type="dxa"/>
            <w:vAlign w:val="center"/>
          </w:tcPr>
          <w:p w14:paraId="2DE7ECFF" w14:textId="77777777" w:rsidR="00AF44A5" w:rsidRDefault="00000000">
            <w:r>
              <w:t>满足</w:t>
            </w:r>
          </w:p>
        </w:tc>
      </w:tr>
      <w:tr w:rsidR="00AF44A5" w14:paraId="3597D89B" w14:textId="77777777">
        <w:tc>
          <w:tcPr>
            <w:tcW w:w="888" w:type="dxa"/>
            <w:vMerge/>
            <w:vAlign w:val="center"/>
          </w:tcPr>
          <w:p w14:paraId="68326392" w14:textId="77777777" w:rsidR="00AF44A5" w:rsidRDefault="00AF44A5"/>
        </w:tc>
        <w:tc>
          <w:tcPr>
            <w:tcW w:w="1301" w:type="dxa"/>
            <w:vAlign w:val="center"/>
          </w:tcPr>
          <w:p w14:paraId="7022BC24" w14:textId="77777777" w:rsidR="00AF44A5" w:rsidRDefault="00000000">
            <w:r>
              <w:t>2024</w:t>
            </w:r>
          </w:p>
        </w:tc>
        <w:tc>
          <w:tcPr>
            <w:tcW w:w="1075" w:type="dxa"/>
            <w:gridSpan w:val="2"/>
            <w:vAlign w:val="center"/>
          </w:tcPr>
          <w:p w14:paraId="7F98A4B0" w14:textId="77777777" w:rsidR="00AF44A5" w:rsidRDefault="00000000">
            <w:r>
              <w:t>5.55</w:t>
            </w:r>
          </w:p>
        </w:tc>
        <w:tc>
          <w:tcPr>
            <w:tcW w:w="1131" w:type="dxa"/>
            <w:vAlign w:val="center"/>
          </w:tcPr>
          <w:p w14:paraId="1DF2FEA2" w14:textId="77777777" w:rsidR="00AF44A5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0E1F48B9" w14:textId="77777777" w:rsidR="00AF44A5" w:rsidRDefault="00000000">
            <w:r>
              <w:t>1.08</w:t>
            </w:r>
          </w:p>
        </w:tc>
        <w:tc>
          <w:tcPr>
            <w:tcW w:w="1245" w:type="dxa"/>
            <w:vAlign w:val="center"/>
          </w:tcPr>
          <w:p w14:paraId="613599B4" w14:textId="77777777" w:rsidR="00AF44A5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60566694" w14:textId="77777777" w:rsidR="00AF44A5" w:rsidRDefault="00000000">
            <w:r>
              <w:t>0.1946</w:t>
            </w:r>
          </w:p>
        </w:tc>
        <w:tc>
          <w:tcPr>
            <w:tcW w:w="1143" w:type="dxa"/>
            <w:vAlign w:val="center"/>
          </w:tcPr>
          <w:p w14:paraId="6DAA33F3" w14:textId="77777777" w:rsidR="00AF44A5" w:rsidRDefault="00000000">
            <w:r>
              <w:t>满足</w:t>
            </w:r>
          </w:p>
        </w:tc>
      </w:tr>
      <w:tr w:rsidR="00AF44A5" w14:paraId="078BDD92" w14:textId="77777777">
        <w:tc>
          <w:tcPr>
            <w:tcW w:w="888" w:type="dxa"/>
            <w:vMerge/>
            <w:vAlign w:val="center"/>
          </w:tcPr>
          <w:p w14:paraId="1D5D785E" w14:textId="77777777" w:rsidR="00AF44A5" w:rsidRDefault="00AF44A5"/>
        </w:tc>
        <w:tc>
          <w:tcPr>
            <w:tcW w:w="1301" w:type="dxa"/>
            <w:vAlign w:val="center"/>
          </w:tcPr>
          <w:p w14:paraId="25DF819F" w14:textId="77777777" w:rsidR="00AF44A5" w:rsidRDefault="00000000">
            <w:r>
              <w:t>2025</w:t>
            </w:r>
          </w:p>
        </w:tc>
        <w:tc>
          <w:tcPr>
            <w:tcW w:w="1075" w:type="dxa"/>
            <w:gridSpan w:val="2"/>
            <w:vAlign w:val="center"/>
          </w:tcPr>
          <w:p w14:paraId="0A7C7194" w14:textId="77777777" w:rsidR="00AF44A5" w:rsidRDefault="00000000">
            <w:r>
              <w:t>5.43</w:t>
            </w:r>
          </w:p>
        </w:tc>
        <w:tc>
          <w:tcPr>
            <w:tcW w:w="1131" w:type="dxa"/>
            <w:vAlign w:val="center"/>
          </w:tcPr>
          <w:p w14:paraId="631DF2CF" w14:textId="77777777" w:rsidR="00AF44A5" w:rsidRDefault="00000000">
            <w:r>
              <w:t>C0615</w:t>
            </w:r>
          </w:p>
        </w:tc>
        <w:tc>
          <w:tcPr>
            <w:tcW w:w="1415" w:type="dxa"/>
            <w:vAlign w:val="center"/>
          </w:tcPr>
          <w:p w14:paraId="0EF8EA4F" w14:textId="77777777" w:rsidR="00AF44A5" w:rsidRDefault="00000000">
            <w:r>
              <w:t>0.90</w:t>
            </w:r>
          </w:p>
        </w:tc>
        <w:tc>
          <w:tcPr>
            <w:tcW w:w="1245" w:type="dxa"/>
            <w:vAlign w:val="center"/>
          </w:tcPr>
          <w:p w14:paraId="7E419CE1" w14:textId="77777777" w:rsidR="00AF44A5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362C6F2E" w14:textId="77777777" w:rsidR="00AF44A5" w:rsidRDefault="00000000">
            <w:r>
              <w:t>0.1656</w:t>
            </w:r>
          </w:p>
        </w:tc>
        <w:tc>
          <w:tcPr>
            <w:tcW w:w="1143" w:type="dxa"/>
            <w:vAlign w:val="center"/>
          </w:tcPr>
          <w:p w14:paraId="61B212E6" w14:textId="77777777" w:rsidR="00AF44A5" w:rsidRDefault="00000000">
            <w:r>
              <w:t>满足</w:t>
            </w:r>
          </w:p>
        </w:tc>
      </w:tr>
      <w:tr w:rsidR="00AF44A5" w14:paraId="6DAC76A6" w14:textId="77777777">
        <w:tc>
          <w:tcPr>
            <w:tcW w:w="888" w:type="dxa"/>
            <w:vMerge/>
            <w:vAlign w:val="center"/>
          </w:tcPr>
          <w:p w14:paraId="1BBFDF9E" w14:textId="77777777" w:rsidR="00AF44A5" w:rsidRDefault="00AF44A5"/>
        </w:tc>
        <w:tc>
          <w:tcPr>
            <w:tcW w:w="1301" w:type="dxa"/>
            <w:vAlign w:val="center"/>
          </w:tcPr>
          <w:p w14:paraId="2AF25F01" w14:textId="77777777" w:rsidR="00AF44A5" w:rsidRDefault="00000000">
            <w:r>
              <w:t>2027</w:t>
            </w:r>
          </w:p>
        </w:tc>
        <w:tc>
          <w:tcPr>
            <w:tcW w:w="1075" w:type="dxa"/>
            <w:gridSpan w:val="2"/>
            <w:vAlign w:val="center"/>
          </w:tcPr>
          <w:p w14:paraId="2F338274" w14:textId="77777777" w:rsidR="00AF44A5" w:rsidRDefault="00000000">
            <w:r>
              <w:t>5.29</w:t>
            </w:r>
          </w:p>
        </w:tc>
        <w:tc>
          <w:tcPr>
            <w:tcW w:w="1131" w:type="dxa"/>
            <w:vAlign w:val="center"/>
          </w:tcPr>
          <w:p w14:paraId="662074DB" w14:textId="77777777" w:rsidR="00AF44A5" w:rsidRDefault="00000000">
            <w:r>
              <w:t>C0615</w:t>
            </w:r>
          </w:p>
        </w:tc>
        <w:tc>
          <w:tcPr>
            <w:tcW w:w="1415" w:type="dxa"/>
            <w:vAlign w:val="center"/>
          </w:tcPr>
          <w:p w14:paraId="062FD1CD" w14:textId="77777777" w:rsidR="00AF44A5" w:rsidRDefault="00000000">
            <w:r>
              <w:t>0.90</w:t>
            </w:r>
          </w:p>
        </w:tc>
        <w:tc>
          <w:tcPr>
            <w:tcW w:w="1245" w:type="dxa"/>
            <w:vAlign w:val="center"/>
          </w:tcPr>
          <w:p w14:paraId="73904996" w14:textId="77777777" w:rsidR="00AF44A5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0163EE77" w14:textId="77777777" w:rsidR="00AF44A5" w:rsidRDefault="00000000">
            <w:r>
              <w:t>0.1702</w:t>
            </w:r>
          </w:p>
        </w:tc>
        <w:tc>
          <w:tcPr>
            <w:tcW w:w="1143" w:type="dxa"/>
            <w:vAlign w:val="center"/>
          </w:tcPr>
          <w:p w14:paraId="71BFFF27" w14:textId="77777777" w:rsidR="00AF44A5" w:rsidRDefault="00000000">
            <w:r>
              <w:t>满足</w:t>
            </w:r>
          </w:p>
        </w:tc>
      </w:tr>
      <w:tr w:rsidR="00AF44A5" w14:paraId="3FC691E7" w14:textId="77777777">
        <w:tc>
          <w:tcPr>
            <w:tcW w:w="888" w:type="dxa"/>
            <w:vMerge/>
            <w:vAlign w:val="center"/>
          </w:tcPr>
          <w:p w14:paraId="0C50B0E0" w14:textId="77777777" w:rsidR="00AF44A5" w:rsidRDefault="00AF44A5"/>
        </w:tc>
        <w:tc>
          <w:tcPr>
            <w:tcW w:w="1301" w:type="dxa"/>
            <w:vAlign w:val="center"/>
          </w:tcPr>
          <w:p w14:paraId="0E9E2A84" w14:textId="77777777" w:rsidR="00AF44A5" w:rsidRDefault="00000000">
            <w:r>
              <w:t>2028</w:t>
            </w:r>
          </w:p>
        </w:tc>
        <w:tc>
          <w:tcPr>
            <w:tcW w:w="1075" w:type="dxa"/>
            <w:gridSpan w:val="2"/>
            <w:vAlign w:val="center"/>
          </w:tcPr>
          <w:p w14:paraId="64D1B2B6" w14:textId="77777777" w:rsidR="00AF44A5" w:rsidRDefault="00000000">
            <w:r>
              <w:t>5.11</w:t>
            </w:r>
          </w:p>
        </w:tc>
        <w:tc>
          <w:tcPr>
            <w:tcW w:w="1131" w:type="dxa"/>
            <w:vAlign w:val="center"/>
          </w:tcPr>
          <w:p w14:paraId="5BC1E920" w14:textId="77777777" w:rsidR="00AF44A5" w:rsidRDefault="00000000">
            <w:r>
              <w:t>C0615</w:t>
            </w:r>
          </w:p>
        </w:tc>
        <w:tc>
          <w:tcPr>
            <w:tcW w:w="1415" w:type="dxa"/>
            <w:vAlign w:val="center"/>
          </w:tcPr>
          <w:p w14:paraId="391957E0" w14:textId="77777777" w:rsidR="00AF44A5" w:rsidRDefault="00000000">
            <w:r>
              <w:t>0.90</w:t>
            </w:r>
          </w:p>
        </w:tc>
        <w:tc>
          <w:tcPr>
            <w:tcW w:w="1245" w:type="dxa"/>
            <w:vAlign w:val="center"/>
          </w:tcPr>
          <w:p w14:paraId="1C4D11C1" w14:textId="77777777" w:rsidR="00AF44A5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53AEE9BC" w14:textId="77777777" w:rsidR="00AF44A5" w:rsidRDefault="00000000">
            <w:r>
              <w:t>0.1763</w:t>
            </w:r>
          </w:p>
        </w:tc>
        <w:tc>
          <w:tcPr>
            <w:tcW w:w="1143" w:type="dxa"/>
            <w:vAlign w:val="center"/>
          </w:tcPr>
          <w:p w14:paraId="7849BC37" w14:textId="77777777" w:rsidR="00AF44A5" w:rsidRDefault="00000000">
            <w:r>
              <w:t>满足</w:t>
            </w:r>
          </w:p>
        </w:tc>
      </w:tr>
      <w:tr w:rsidR="00AF44A5" w14:paraId="7A00BF2E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3FD81193" w14:textId="77777777" w:rsidR="00AF44A5" w:rsidRDefault="00000000">
            <w:r>
              <w:t>标准依据</w:t>
            </w:r>
          </w:p>
        </w:tc>
        <w:tc>
          <w:tcPr>
            <w:tcW w:w="7069" w:type="dxa"/>
            <w:gridSpan w:val="6"/>
            <w:vAlign w:val="center"/>
          </w:tcPr>
          <w:p w14:paraId="5F271941" w14:textId="77777777" w:rsidR="00AF44A5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3.1.18</w:t>
            </w:r>
            <w:r>
              <w:t>条</w:t>
            </w:r>
          </w:p>
        </w:tc>
      </w:tr>
      <w:tr w:rsidR="00AF44A5" w14:paraId="0B0D8C90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09B34F7C" w14:textId="77777777" w:rsidR="00AF44A5" w:rsidRDefault="00000000">
            <w:r>
              <w:t>标准要求</w:t>
            </w:r>
          </w:p>
        </w:tc>
        <w:tc>
          <w:tcPr>
            <w:tcW w:w="7069" w:type="dxa"/>
            <w:gridSpan w:val="6"/>
            <w:vAlign w:val="center"/>
          </w:tcPr>
          <w:p w14:paraId="3EFD009E" w14:textId="77777777" w:rsidR="00AF44A5" w:rsidRDefault="00000000">
            <w:r>
              <w:t>建筑的卧室、书房、客厅等主要房间的房间窗地面积比不应小于</w:t>
            </w:r>
            <w:r>
              <w:t>1/7</w:t>
            </w:r>
          </w:p>
        </w:tc>
      </w:tr>
      <w:tr w:rsidR="00AF44A5" w14:paraId="5C89C630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21D617A7" w14:textId="77777777" w:rsidR="00AF44A5" w:rsidRDefault="00000000">
            <w:r>
              <w:t>结论</w:t>
            </w:r>
          </w:p>
        </w:tc>
        <w:tc>
          <w:tcPr>
            <w:tcW w:w="7069" w:type="dxa"/>
            <w:gridSpan w:val="6"/>
            <w:vAlign w:val="center"/>
          </w:tcPr>
          <w:p w14:paraId="2D562302" w14:textId="77777777" w:rsidR="00AF44A5" w:rsidRDefault="00000000">
            <w:r>
              <w:rPr>
                <w:color w:val="FF0000"/>
              </w:rPr>
              <w:t>不满足</w:t>
            </w:r>
          </w:p>
        </w:tc>
      </w:tr>
    </w:tbl>
    <w:p w14:paraId="2C84FDB3" w14:textId="77777777" w:rsidR="00AF44A5" w:rsidRDefault="00AF44A5"/>
    <w:p w14:paraId="050582D7" w14:textId="77777777" w:rsidR="00AF44A5" w:rsidRDefault="00000000">
      <w:pPr>
        <w:pStyle w:val="2"/>
      </w:pPr>
      <w:r>
        <w:t>规定性指标检查结论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2151"/>
        <w:gridCol w:w="1981"/>
      </w:tblGrid>
      <w:tr w:rsidR="00AF44A5" w14:paraId="0304595F" w14:textId="77777777">
        <w:tc>
          <w:tcPr>
            <w:tcW w:w="1131" w:type="dxa"/>
            <w:shd w:val="clear" w:color="auto" w:fill="E6E6E6"/>
            <w:vAlign w:val="center"/>
          </w:tcPr>
          <w:p w14:paraId="3F79182B" w14:textId="77777777" w:rsidR="00AF44A5" w:rsidRDefault="00000000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14:paraId="23A10DF4" w14:textId="77777777" w:rsidR="00AF44A5" w:rsidRDefault="00000000"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74A1056E" w14:textId="77777777" w:rsidR="00AF44A5" w:rsidRDefault="00000000"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605A4B37" w14:textId="77777777" w:rsidR="00AF44A5" w:rsidRDefault="00000000">
            <w:pPr>
              <w:jc w:val="center"/>
            </w:pPr>
            <w:r>
              <w:t>可否性能权衡</w:t>
            </w:r>
          </w:p>
        </w:tc>
      </w:tr>
      <w:tr w:rsidR="00AF44A5" w14:paraId="08E74C8C" w14:textId="77777777">
        <w:tc>
          <w:tcPr>
            <w:tcW w:w="1131" w:type="dxa"/>
            <w:vAlign w:val="center"/>
          </w:tcPr>
          <w:p w14:paraId="58E54390" w14:textId="77777777" w:rsidR="00AF44A5" w:rsidRDefault="00000000">
            <w:r>
              <w:t>1</w:t>
            </w:r>
          </w:p>
        </w:tc>
        <w:tc>
          <w:tcPr>
            <w:tcW w:w="4069" w:type="dxa"/>
            <w:vAlign w:val="center"/>
          </w:tcPr>
          <w:p w14:paraId="6E5DD20A" w14:textId="77777777" w:rsidR="00AF44A5" w:rsidRDefault="00000000">
            <w:r>
              <w:t>体形系数</w:t>
            </w:r>
          </w:p>
        </w:tc>
        <w:tc>
          <w:tcPr>
            <w:tcW w:w="2150" w:type="dxa"/>
            <w:vAlign w:val="center"/>
          </w:tcPr>
          <w:p w14:paraId="204FBB9A" w14:textId="77777777" w:rsidR="00AF44A5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2DDCC110" w14:textId="77777777" w:rsidR="00AF44A5" w:rsidRDefault="00AF44A5"/>
        </w:tc>
      </w:tr>
      <w:tr w:rsidR="00AF44A5" w14:paraId="16372EBA" w14:textId="77777777">
        <w:tc>
          <w:tcPr>
            <w:tcW w:w="1131" w:type="dxa"/>
            <w:vAlign w:val="center"/>
          </w:tcPr>
          <w:p w14:paraId="2C704025" w14:textId="77777777" w:rsidR="00AF44A5" w:rsidRDefault="00000000">
            <w:r>
              <w:t>2</w:t>
            </w:r>
          </w:p>
        </w:tc>
        <w:tc>
          <w:tcPr>
            <w:tcW w:w="4069" w:type="dxa"/>
            <w:vAlign w:val="center"/>
          </w:tcPr>
          <w:p w14:paraId="6959A880" w14:textId="77777777" w:rsidR="00AF44A5" w:rsidRDefault="00000000">
            <w:r>
              <w:t>窗墙比</w:t>
            </w:r>
          </w:p>
        </w:tc>
        <w:tc>
          <w:tcPr>
            <w:tcW w:w="2150" w:type="dxa"/>
            <w:vAlign w:val="center"/>
          </w:tcPr>
          <w:p w14:paraId="2FA22745" w14:textId="77777777" w:rsidR="00AF44A5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7AC943B3" w14:textId="77777777" w:rsidR="00AF44A5" w:rsidRDefault="00000000">
            <w:r>
              <w:t>可</w:t>
            </w:r>
          </w:p>
        </w:tc>
      </w:tr>
      <w:tr w:rsidR="00AF44A5" w14:paraId="1F23FE63" w14:textId="77777777">
        <w:tc>
          <w:tcPr>
            <w:tcW w:w="1131" w:type="dxa"/>
            <w:vAlign w:val="center"/>
          </w:tcPr>
          <w:p w14:paraId="5E08636B" w14:textId="77777777" w:rsidR="00AF44A5" w:rsidRDefault="00000000">
            <w:r>
              <w:t>3</w:t>
            </w:r>
          </w:p>
        </w:tc>
        <w:tc>
          <w:tcPr>
            <w:tcW w:w="4069" w:type="dxa"/>
            <w:vAlign w:val="center"/>
          </w:tcPr>
          <w:p w14:paraId="02DAF583" w14:textId="77777777" w:rsidR="00AF44A5" w:rsidRDefault="00000000">
            <w:r>
              <w:t>可权衡判断窗墙面积比检查</w:t>
            </w:r>
          </w:p>
        </w:tc>
        <w:tc>
          <w:tcPr>
            <w:tcW w:w="2150" w:type="dxa"/>
            <w:vAlign w:val="center"/>
          </w:tcPr>
          <w:p w14:paraId="25095CD0" w14:textId="77777777" w:rsidR="00AF44A5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733A5035" w14:textId="77777777" w:rsidR="00AF44A5" w:rsidRDefault="00AF44A5"/>
        </w:tc>
      </w:tr>
      <w:tr w:rsidR="00AF44A5" w14:paraId="4A2A31E5" w14:textId="77777777">
        <w:tc>
          <w:tcPr>
            <w:tcW w:w="1131" w:type="dxa"/>
            <w:vAlign w:val="center"/>
          </w:tcPr>
          <w:p w14:paraId="42E2DCA1" w14:textId="77777777" w:rsidR="00AF44A5" w:rsidRDefault="00000000">
            <w:r>
              <w:t>4</w:t>
            </w:r>
          </w:p>
        </w:tc>
        <w:tc>
          <w:tcPr>
            <w:tcW w:w="4069" w:type="dxa"/>
            <w:vAlign w:val="center"/>
          </w:tcPr>
          <w:p w14:paraId="1436DCF7" w14:textId="77777777" w:rsidR="00AF44A5" w:rsidRDefault="00000000">
            <w:r>
              <w:t>天窗传热系数</w:t>
            </w:r>
          </w:p>
        </w:tc>
        <w:tc>
          <w:tcPr>
            <w:tcW w:w="2150" w:type="dxa"/>
            <w:vAlign w:val="center"/>
          </w:tcPr>
          <w:p w14:paraId="17C7A65B" w14:textId="77777777" w:rsidR="00AF44A5" w:rsidRDefault="00000000">
            <w:r>
              <w:t>无屋顶透光部分</w:t>
            </w:r>
          </w:p>
        </w:tc>
        <w:tc>
          <w:tcPr>
            <w:tcW w:w="1980" w:type="dxa"/>
            <w:vAlign w:val="center"/>
          </w:tcPr>
          <w:p w14:paraId="6145B47E" w14:textId="77777777" w:rsidR="00AF44A5" w:rsidRDefault="00AF44A5"/>
        </w:tc>
      </w:tr>
      <w:tr w:rsidR="00AF44A5" w14:paraId="50C04A86" w14:textId="77777777">
        <w:tc>
          <w:tcPr>
            <w:tcW w:w="1131" w:type="dxa"/>
            <w:vAlign w:val="center"/>
          </w:tcPr>
          <w:p w14:paraId="4FC8FC27" w14:textId="77777777" w:rsidR="00AF44A5" w:rsidRDefault="00000000">
            <w:r>
              <w:t>5</w:t>
            </w:r>
          </w:p>
        </w:tc>
        <w:tc>
          <w:tcPr>
            <w:tcW w:w="4069" w:type="dxa"/>
            <w:vAlign w:val="center"/>
          </w:tcPr>
          <w:p w14:paraId="6C7E3576" w14:textId="77777777" w:rsidR="00AF44A5" w:rsidRDefault="00000000">
            <w:r>
              <w:t>天窗太阳得热系数</w:t>
            </w:r>
          </w:p>
        </w:tc>
        <w:tc>
          <w:tcPr>
            <w:tcW w:w="2150" w:type="dxa"/>
            <w:vAlign w:val="center"/>
          </w:tcPr>
          <w:p w14:paraId="40D5F324" w14:textId="77777777" w:rsidR="00AF44A5" w:rsidRDefault="00000000">
            <w:r>
              <w:t>无屋顶透光部分</w:t>
            </w:r>
          </w:p>
        </w:tc>
        <w:tc>
          <w:tcPr>
            <w:tcW w:w="1980" w:type="dxa"/>
            <w:vAlign w:val="center"/>
          </w:tcPr>
          <w:p w14:paraId="6ADD8EE8" w14:textId="77777777" w:rsidR="00AF44A5" w:rsidRDefault="00AF44A5"/>
        </w:tc>
      </w:tr>
      <w:tr w:rsidR="00AF44A5" w14:paraId="0AE68120" w14:textId="77777777">
        <w:tc>
          <w:tcPr>
            <w:tcW w:w="1131" w:type="dxa"/>
            <w:vAlign w:val="center"/>
          </w:tcPr>
          <w:p w14:paraId="7BF7D469" w14:textId="77777777" w:rsidR="00AF44A5" w:rsidRDefault="00000000">
            <w:r>
              <w:t>6</w:t>
            </w:r>
          </w:p>
        </w:tc>
        <w:tc>
          <w:tcPr>
            <w:tcW w:w="4069" w:type="dxa"/>
            <w:vAlign w:val="center"/>
          </w:tcPr>
          <w:p w14:paraId="6D9CC943" w14:textId="77777777" w:rsidR="00AF44A5" w:rsidRDefault="00000000">
            <w:r>
              <w:t>屋顶</w:t>
            </w:r>
          </w:p>
        </w:tc>
        <w:tc>
          <w:tcPr>
            <w:tcW w:w="2150" w:type="dxa"/>
            <w:vAlign w:val="center"/>
          </w:tcPr>
          <w:p w14:paraId="32E1F8C4" w14:textId="77777777" w:rsidR="00AF44A5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2211408F" w14:textId="77777777" w:rsidR="00AF44A5" w:rsidRDefault="00000000">
            <w:r>
              <w:t>不可</w:t>
            </w:r>
          </w:p>
        </w:tc>
      </w:tr>
      <w:tr w:rsidR="00AF44A5" w14:paraId="2A3ED758" w14:textId="77777777">
        <w:tc>
          <w:tcPr>
            <w:tcW w:w="1131" w:type="dxa"/>
            <w:vAlign w:val="center"/>
          </w:tcPr>
          <w:p w14:paraId="47F44D91" w14:textId="77777777" w:rsidR="00AF44A5" w:rsidRDefault="00000000">
            <w:r>
              <w:t>7</w:t>
            </w:r>
          </w:p>
        </w:tc>
        <w:tc>
          <w:tcPr>
            <w:tcW w:w="4069" w:type="dxa"/>
            <w:vAlign w:val="center"/>
          </w:tcPr>
          <w:p w14:paraId="02507C36" w14:textId="77777777" w:rsidR="00AF44A5" w:rsidRDefault="00000000">
            <w:r>
              <w:t>外墙</w:t>
            </w:r>
          </w:p>
        </w:tc>
        <w:tc>
          <w:tcPr>
            <w:tcW w:w="2150" w:type="dxa"/>
            <w:vAlign w:val="center"/>
          </w:tcPr>
          <w:p w14:paraId="64B9D07F" w14:textId="77777777" w:rsidR="00AF44A5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478090C6" w14:textId="77777777" w:rsidR="00AF44A5" w:rsidRDefault="00000000">
            <w:r>
              <w:t>不可</w:t>
            </w:r>
          </w:p>
        </w:tc>
      </w:tr>
      <w:tr w:rsidR="00AF44A5" w14:paraId="5FCE056B" w14:textId="77777777">
        <w:tc>
          <w:tcPr>
            <w:tcW w:w="1131" w:type="dxa"/>
            <w:vAlign w:val="center"/>
          </w:tcPr>
          <w:p w14:paraId="47D81586" w14:textId="77777777" w:rsidR="00AF44A5" w:rsidRDefault="00000000">
            <w:r>
              <w:t>8</w:t>
            </w:r>
          </w:p>
        </w:tc>
        <w:tc>
          <w:tcPr>
            <w:tcW w:w="4069" w:type="dxa"/>
            <w:vAlign w:val="center"/>
          </w:tcPr>
          <w:p w14:paraId="47BE8541" w14:textId="77777777" w:rsidR="00AF44A5" w:rsidRDefault="00000000">
            <w:r>
              <w:t>挑空楼板</w:t>
            </w:r>
          </w:p>
        </w:tc>
        <w:tc>
          <w:tcPr>
            <w:tcW w:w="2150" w:type="dxa"/>
            <w:vAlign w:val="center"/>
          </w:tcPr>
          <w:p w14:paraId="730AE4B4" w14:textId="77777777" w:rsidR="00AF44A5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03F4C248" w14:textId="77777777" w:rsidR="00AF44A5" w:rsidRDefault="00000000">
            <w:r>
              <w:t>不可</w:t>
            </w:r>
          </w:p>
        </w:tc>
      </w:tr>
      <w:tr w:rsidR="00AF44A5" w14:paraId="3AC7AEA8" w14:textId="77777777">
        <w:tc>
          <w:tcPr>
            <w:tcW w:w="1131" w:type="dxa"/>
            <w:vAlign w:val="center"/>
          </w:tcPr>
          <w:p w14:paraId="7DB2BBB9" w14:textId="77777777" w:rsidR="00AF44A5" w:rsidRDefault="00000000">
            <w:r>
              <w:t>9</w:t>
            </w:r>
          </w:p>
        </w:tc>
        <w:tc>
          <w:tcPr>
            <w:tcW w:w="4069" w:type="dxa"/>
            <w:vAlign w:val="center"/>
          </w:tcPr>
          <w:p w14:paraId="4CD8B0F3" w14:textId="77777777" w:rsidR="00AF44A5" w:rsidRDefault="00000000">
            <w:r>
              <w:t>阳台门下部门芯板</w:t>
            </w:r>
          </w:p>
        </w:tc>
        <w:tc>
          <w:tcPr>
            <w:tcW w:w="2150" w:type="dxa"/>
            <w:vAlign w:val="center"/>
          </w:tcPr>
          <w:p w14:paraId="30094726" w14:textId="77777777" w:rsidR="00AF44A5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6EFB53B8" w14:textId="77777777" w:rsidR="00AF44A5" w:rsidRDefault="00000000">
            <w:r>
              <w:t>可</w:t>
            </w:r>
          </w:p>
        </w:tc>
      </w:tr>
      <w:tr w:rsidR="00AF44A5" w14:paraId="7EF536B4" w14:textId="77777777">
        <w:tc>
          <w:tcPr>
            <w:tcW w:w="1131" w:type="dxa"/>
            <w:vAlign w:val="center"/>
          </w:tcPr>
          <w:p w14:paraId="198443C4" w14:textId="77777777" w:rsidR="00AF44A5" w:rsidRDefault="00000000">
            <w:r>
              <w:t>10</w:t>
            </w:r>
          </w:p>
        </w:tc>
        <w:tc>
          <w:tcPr>
            <w:tcW w:w="4069" w:type="dxa"/>
            <w:vAlign w:val="center"/>
          </w:tcPr>
          <w:p w14:paraId="02287CCA" w14:textId="77777777" w:rsidR="00AF44A5" w:rsidRDefault="00000000">
            <w:r>
              <w:t>外窗</w:t>
            </w:r>
          </w:p>
        </w:tc>
        <w:tc>
          <w:tcPr>
            <w:tcW w:w="2150" w:type="dxa"/>
            <w:vAlign w:val="center"/>
          </w:tcPr>
          <w:p w14:paraId="664808E7" w14:textId="77777777" w:rsidR="00AF44A5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748A769C" w14:textId="77777777" w:rsidR="00AF44A5" w:rsidRDefault="00000000">
            <w:r>
              <w:t>不可</w:t>
            </w:r>
          </w:p>
        </w:tc>
      </w:tr>
      <w:tr w:rsidR="00AF44A5" w14:paraId="59D72C84" w14:textId="77777777">
        <w:tc>
          <w:tcPr>
            <w:tcW w:w="1131" w:type="dxa"/>
            <w:vAlign w:val="center"/>
          </w:tcPr>
          <w:p w14:paraId="2040974C" w14:textId="77777777" w:rsidR="00AF44A5" w:rsidRDefault="00000000">
            <w:r>
              <w:t>11</w:t>
            </w:r>
          </w:p>
        </w:tc>
        <w:tc>
          <w:tcPr>
            <w:tcW w:w="4069" w:type="dxa"/>
            <w:vAlign w:val="center"/>
          </w:tcPr>
          <w:p w14:paraId="68F8F47B" w14:textId="77777777" w:rsidR="00AF44A5" w:rsidRDefault="00000000">
            <w:r>
              <w:t>周边地面</w:t>
            </w:r>
          </w:p>
        </w:tc>
        <w:tc>
          <w:tcPr>
            <w:tcW w:w="2150" w:type="dxa"/>
            <w:vAlign w:val="center"/>
          </w:tcPr>
          <w:p w14:paraId="31C80387" w14:textId="77777777" w:rsidR="00AF44A5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613C1AA6" w14:textId="77777777" w:rsidR="00AF44A5" w:rsidRDefault="00000000">
            <w:r>
              <w:t>不可</w:t>
            </w:r>
          </w:p>
        </w:tc>
      </w:tr>
      <w:tr w:rsidR="00AF44A5" w14:paraId="5E204DCA" w14:textId="77777777">
        <w:tc>
          <w:tcPr>
            <w:tcW w:w="1131" w:type="dxa"/>
            <w:vAlign w:val="center"/>
          </w:tcPr>
          <w:p w14:paraId="2ED3B878" w14:textId="77777777" w:rsidR="00AF44A5" w:rsidRDefault="00000000">
            <w:r>
              <w:t>12</w:t>
            </w:r>
          </w:p>
        </w:tc>
        <w:tc>
          <w:tcPr>
            <w:tcW w:w="4069" w:type="dxa"/>
            <w:vAlign w:val="center"/>
          </w:tcPr>
          <w:p w14:paraId="0B589862" w14:textId="77777777" w:rsidR="00AF44A5" w:rsidRDefault="00000000">
            <w:r>
              <w:t>外窗气密性</w:t>
            </w:r>
          </w:p>
        </w:tc>
        <w:tc>
          <w:tcPr>
            <w:tcW w:w="2150" w:type="dxa"/>
            <w:vAlign w:val="center"/>
          </w:tcPr>
          <w:p w14:paraId="60DA9156" w14:textId="77777777" w:rsidR="00AF44A5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3C0670C0" w14:textId="77777777" w:rsidR="00AF44A5" w:rsidRDefault="00AF44A5"/>
        </w:tc>
      </w:tr>
      <w:tr w:rsidR="00AF44A5" w14:paraId="61C4420B" w14:textId="77777777">
        <w:tc>
          <w:tcPr>
            <w:tcW w:w="1131" w:type="dxa"/>
            <w:vAlign w:val="center"/>
          </w:tcPr>
          <w:p w14:paraId="185528A2" w14:textId="77777777" w:rsidR="00AF44A5" w:rsidRDefault="00000000">
            <w:r>
              <w:t>13</w:t>
            </w:r>
          </w:p>
        </w:tc>
        <w:tc>
          <w:tcPr>
            <w:tcW w:w="4069" w:type="dxa"/>
            <w:vAlign w:val="center"/>
          </w:tcPr>
          <w:p w14:paraId="1604980F" w14:textId="77777777" w:rsidR="00AF44A5" w:rsidRDefault="00000000">
            <w:r>
              <w:t>可见光透射比</w:t>
            </w:r>
          </w:p>
        </w:tc>
        <w:tc>
          <w:tcPr>
            <w:tcW w:w="2150" w:type="dxa"/>
            <w:vAlign w:val="center"/>
          </w:tcPr>
          <w:p w14:paraId="494A3CAF" w14:textId="77777777" w:rsidR="00AF44A5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4006D91F" w14:textId="77777777" w:rsidR="00AF44A5" w:rsidRDefault="00AF44A5"/>
        </w:tc>
      </w:tr>
      <w:tr w:rsidR="00AF44A5" w14:paraId="294ACC7F" w14:textId="77777777">
        <w:tc>
          <w:tcPr>
            <w:tcW w:w="1131" w:type="dxa"/>
            <w:vAlign w:val="center"/>
          </w:tcPr>
          <w:p w14:paraId="41267A49" w14:textId="77777777" w:rsidR="00AF44A5" w:rsidRDefault="00000000">
            <w:r>
              <w:t>14</w:t>
            </w:r>
          </w:p>
        </w:tc>
        <w:tc>
          <w:tcPr>
            <w:tcW w:w="4069" w:type="dxa"/>
            <w:vAlign w:val="center"/>
          </w:tcPr>
          <w:p w14:paraId="7C2E17A2" w14:textId="77777777" w:rsidR="00AF44A5" w:rsidRDefault="00000000">
            <w:r>
              <w:t>窗地面积比</w:t>
            </w:r>
          </w:p>
        </w:tc>
        <w:tc>
          <w:tcPr>
            <w:tcW w:w="2150" w:type="dxa"/>
            <w:vAlign w:val="center"/>
          </w:tcPr>
          <w:p w14:paraId="0F4DAF3F" w14:textId="77777777" w:rsidR="00AF44A5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3248AE13" w14:textId="77777777" w:rsidR="00AF44A5" w:rsidRDefault="00000000">
            <w:r>
              <w:t>不可</w:t>
            </w:r>
          </w:p>
        </w:tc>
      </w:tr>
      <w:tr w:rsidR="00AF44A5" w14:paraId="7E0399B3" w14:textId="77777777">
        <w:tc>
          <w:tcPr>
            <w:tcW w:w="5200" w:type="dxa"/>
            <w:gridSpan w:val="2"/>
            <w:shd w:val="clear" w:color="auto" w:fill="E6E6E6"/>
            <w:vAlign w:val="center"/>
          </w:tcPr>
          <w:p w14:paraId="3593E374" w14:textId="77777777" w:rsidR="00AF44A5" w:rsidRDefault="00000000">
            <w:r>
              <w:t>结论</w:t>
            </w:r>
          </w:p>
        </w:tc>
        <w:tc>
          <w:tcPr>
            <w:tcW w:w="2150" w:type="dxa"/>
            <w:vAlign w:val="center"/>
          </w:tcPr>
          <w:p w14:paraId="05899F47" w14:textId="77777777" w:rsidR="00AF44A5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0BB01ADF" w14:textId="77777777" w:rsidR="00AF44A5" w:rsidRDefault="00000000">
            <w:r>
              <w:t>不可</w:t>
            </w:r>
          </w:p>
        </w:tc>
      </w:tr>
    </w:tbl>
    <w:p w14:paraId="6B2C6D2C" w14:textId="77777777" w:rsidR="00AF44A5" w:rsidRDefault="00AF44A5"/>
    <w:p w14:paraId="226528A6" w14:textId="77777777" w:rsidR="00AF44A5" w:rsidRDefault="00000000">
      <w:r>
        <w:rPr>
          <w:color w:val="000000"/>
        </w:rPr>
        <w:t>□</w:t>
      </w:r>
      <w:r>
        <w:rPr>
          <w:color w:val="000000"/>
        </w:rPr>
        <w:t>说明：本工程节能设计中围护结构热工设计指标存在</w:t>
      </w:r>
      <w:r>
        <w:rPr>
          <w:b/>
          <w:color w:val="FF0000"/>
        </w:rPr>
        <w:t>不满足</w:t>
      </w:r>
      <w:r>
        <w:rPr>
          <w:color w:val="000000"/>
        </w:rPr>
        <w:t>要求的项，且</w:t>
      </w:r>
      <w:r>
        <w:rPr>
          <w:b/>
          <w:color w:val="FF0000"/>
        </w:rPr>
        <w:t>不满足</w:t>
      </w:r>
      <w:r>
        <w:rPr>
          <w:color w:val="000000"/>
        </w:rPr>
        <w:t>《建筑节能与可再生能源利用通用规范》</w:t>
      </w:r>
      <w:r>
        <w:rPr>
          <w:color w:val="000000"/>
        </w:rPr>
        <w:t>GB55015-2021</w:t>
      </w:r>
      <w:r>
        <w:rPr>
          <w:color w:val="000000"/>
        </w:rPr>
        <w:t>围护结构热工性能权衡判断的基本要求，不可权衡，节能设计不符合要求</w:t>
      </w:r>
    </w:p>
    <w:p w14:paraId="1DD51EEE" w14:textId="77777777" w:rsidR="00AF44A5" w:rsidRDefault="00AF44A5"/>
    <w:sectPr w:rsidR="00AF44A5" w:rsidSect="00224700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74DF7" w14:textId="77777777" w:rsidR="00224700" w:rsidRDefault="00224700" w:rsidP="00291CAC">
      <w:r>
        <w:separator/>
      </w:r>
    </w:p>
  </w:endnote>
  <w:endnote w:type="continuationSeparator" w:id="0">
    <w:p w14:paraId="4DF421E9" w14:textId="77777777" w:rsidR="00224700" w:rsidRDefault="00224700" w:rsidP="00291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ËÎÌå"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1F430" w14:textId="77777777" w:rsidR="006722A6" w:rsidRPr="006722A6" w:rsidRDefault="006722A6" w:rsidP="006722A6">
    <w:pPr>
      <w:pStyle w:val="a5"/>
      <w:jc w:val="center"/>
      <w:rPr>
        <w:rFonts w:ascii="宋体" w:hAnsi="宋体"/>
        <w:szCs w:val="21"/>
      </w:rPr>
    </w:pPr>
    <w:r w:rsidRPr="006722A6">
      <w:rPr>
        <w:rFonts w:ascii="宋体" w:hAnsi="宋体" w:hint="eastAsia"/>
        <w:szCs w:val="21"/>
      </w:rPr>
      <w:t xml:space="preserve">第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PAGE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/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NUMPAGES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页</w:t>
    </w:r>
    <w:r w:rsidR="00CB5932">
      <w:rPr>
        <w:rStyle w:val="a9"/>
        <w:rFonts w:ascii="宋体" w:hAnsi="宋体" w:hint="eastAsia"/>
        <w:szCs w:val="21"/>
      </w:rPr>
      <w:t xml:space="preserve">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DB644" w14:textId="77777777" w:rsidR="00224700" w:rsidRDefault="00224700" w:rsidP="00291CAC">
      <w:r>
        <w:separator/>
      </w:r>
    </w:p>
  </w:footnote>
  <w:footnote w:type="continuationSeparator" w:id="0">
    <w:p w14:paraId="28B2A008" w14:textId="77777777" w:rsidR="00224700" w:rsidRDefault="00224700" w:rsidP="00291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A5D9E" w14:textId="5BADE12A" w:rsidR="006722A6" w:rsidRDefault="00C81AC7" w:rsidP="006722A6">
    <w:pPr>
      <w:pStyle w:val="a4"/>
      <w:jc w:val="both"/>
    </w:pPr>
    <w:r>
      <w:rPr>
        <w:noProof/>
      </w:rPr>
      <w:drawing>
        <wp:inline distT="0" distB="0" distL="0" distR="0" wp14:anchorId="2166F98B" wp14:editId="73D8B53D">
          <wp:extent cx="857250" cy="1651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5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22A6">
      <w:rPr>
        <w:rFonts w:hint="eastAsia"/>
      </w:rP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1482767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AC7"/>
    <w:rsid w:val="000D77BD"/>
    <w:rsid w:val="000F7EF2"/>
    <w:rsid w:val="0010335A"/>
    <w:rsid w:val="001B79BE"/>
    <w:rsid w:val="001D2236"/>
    <w:rsid w:val="00224700"/>
    <w:rsid w:val="00227810"/>
    <w:rsid w:val="002555B8"/>
    <w:rsid w:val="00264EEA"/>
    <w:rsid w:val="00291CAC"/>
    <w:rsid w:val="002C14BC"/>
    <w:rsid w:val="003121F7"/>
    <w:rsid w:val="00432C77"/>
    <w:rsid w:val="00467891"/>
    <w:rsid w:val="004A3A91"/>
    <w:rsid w:val="004D230F"/>
    <w:rsid w:val="004D449D"/>
    <w:rsid w:val="005215FB"/>
    <w:rsid w:val="00557D61"/>
    <w:rsid w:val="005A24B8"/>
    <w:rsid w:val="005A520A"/>
    <w:rsid w:val="005B76BA"/>
    <w:rsid w:val="00613C70"/>
    <w:rsid w:val="006722A6"/>
    <w:rsid w:val="00685ADE"/>
    <w:rsid w:val="006B709E"/>
    <w:rsid w:val="006D35F7"/>
    <w:rsid w:val="006D3A82"/>
    <w:rsid w:val="00710087"/>
    <w:rsid w:val="00790573"/>
    <w:rsid w:val="008027E4"/>
    <w:rsid w:val="008145E3"/>
    <w:rsid w:val="008A622C"/>
    <w:rsid w:val="009213E5"/>
    <w:rsid w:val="009A79DA"/>
    <w:rsid w:val="009C4D39"/>
    <w:rsid w:val="00A0078F"/>
    <w:rsid w:val="00A651B1"/>
    <w:rsid w:val="00AF44A5"/>
    <w:rsid w:val="00B25B1B"/>
    <w:rsid w:val="00B51927"/>
    <w:rsid w:val="00B55B22"/>
    <w:rsid w:val="00B67B45"/>
    <w:rsid w:val="00B8010B"/>
    <w:rsid w:val="00BB0E5C"/>
    <w:rsid w:val="00BB189B"/>
    <w:rsid w:val="00BF74AB"/>
    <w:rsid w:val="00C01025"/>
    <w:rsid w:val="00C17FFB"/>
    <w:rsid w:val="00C26225"/>
    <w:rsid w:val="00C63237"/>
    <w:rsid w:val="00C81AC7"/>
    <w:rsid w:val="00C97E25"/>
    <w:rsid w:val="00CA7D2C"/>
    <w:rsid w:val="00CB5932"/>
    <w:rsid w:val="00D40158"/>
    <w:rsid w:val="00D62A9A"/>
    <w:rsid w:val="00DC73AD"/>
    <w:rsid w:val="00DC756A"/>
    <w:rsid w:val="00E04FFA"/>
    <w:rsid w:val="00E15E69"/>
    <w:rsid w:val="00E30F2C"/>
    <w:rsid w:val="00E547DE"/>
    <w:rsid w:val="00E81ACD"/>
    <w:rsid w:val="00E840C2"/>
    <w:rsid w:val="00EB6185"/>
    <w:rsid w:val="00FB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78941D0E"/>
  <w15:chartTrackingRefBased/>
  <w15:docId w15:val="{B425A40E-EFBA-4522-AB02-2126540C2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A79DA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semiHidden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semiHidden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672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4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tmp14.dotx</Template>
  <TotalTime>0</TotalTime>
  <Pages>14</Pages>
  <Words>1687</Words>
  <Characters>9618</Characters>
  <Application>Microsoft Office Word</Application>
  <DocSecurity>0</DocSecurity>
  <Lines>80</Lines>
  <Paragraphs>22</Paragraphs>
  <ScaleCrop>false</ScaleCrop>
  <Company>ths</Company>
  <LinksUpToDate>false</LinksUpToDate>
  <CharactersWithSpaces>11283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建筑节能设计报告书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2024-02-24T03:35:00Z</dcterms:created>
  <dcterms:modified xsi:type="dcterms:W3CDTF">2024-02-24T03:35:00Z</dcterms:modified>
</cp:coreProperties>
</file>