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media/image2.jpg" ContentType="image/jpeg"/>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C4539" w14:textId="77777777" w:rsidR="000F7375" w:rsidRDefault="006D54C1" w:rsidP="000D3CA5">
      <w:pPr>
        <w:pStyle w:val="a0"/>
        <w:jc w:val="center"/>
        <w:rPr>
          <w:b/>
          <w:bCs/>
          <w:color w:val="002060"/>
          <w:sz w:val="44"/>
          <w:szCs w:val="44"/>
          <w:lang w:val="en-US"/>
        </w:rPr>
      </w:pPr>
      <w:bookmarkStart w:id="0" w:name="最不利房间编号2"/>
      <w:bookmarkStart w:id="1" w:name="_Toc438716944"/>
      <w:bookmarkStart w:id="2" w:name="_Toc441480676"/>
      <w:r w:rsidRPr="008753CC">
        <w:rPr>
          <w:b/>
          <w:bCs/>
          <w:color w:val="002060"/>
          <w:sz w:val="44"/>
          <w:szCs w:val="44"/>
          <w:lang w:val="en-US"/>
        </w:rPr>
        <w:t>1003房间,房间类型[卧室]</w:t>
      </w:r>
      <w:bookmarkEnd w:id="0"/>
    </w:p>
    <w:p w14:paraId="48389624" w14:textId="77777777" w:rsidR="006D54C1" w:rsidRPr="000F7375" w:rsidRDefault="00317F32" w:rsidP="000D3CA5">
      <w:pPr>
        <w:pStyle w:val="a0"/>
        <w:jc w:val="center"/>
        <w:rPr>
          <w:b/>
          <w:bCs/>
          <w:color w:val="0070C0"/>
          <w:sz w:val="40"/>
          <w:szCs w:val="40"/>
          <w:lang w:val="en-US"/>
        </w:rPr>
      </w:pPr>
      <w:r>
        <w:rPr>
          <w:b/>
          <w:bCs/>
          <w:color w:val="0070C0"/>
          <w:sz w:val="40"/>
          <w:szCs w:val="40"/>
          <w:lang w:val="en-US"/>
        </w:rPr>
        <w:sym w:font="Webdings" w:char="F02F"/>
      </w:r>
      <w:r>
        <w:rPr>
          <w:b/>
          <w:bCs/>
          <w:color w:val="0070C0"/>
          <w:sz w:val="40"/>
          <w:szCs w:val="40"/>
          <w:lang w:val="en-US"/>
        </w:rPr>
        <w:t xml:space="preserve"> </w:t>
      </w:r>
      <w:r w:rsidR="006D54C1" w:rsidRPr="000F7375">
        <w:rPr>
          <w:rFonts w:hint="eastAsia"/>
          <w:b/>
          <w:bCs/>
          <w:color w:val="0070C0"/>
          <w:sz w:val="40"/>
          <w:szCs w:val="40"/>
          <w:lang w:val="en-US"/>
        </w:rPr>
        <w:t>室内噪声级</w:t>
      </w:r>
      <w:r w:rsidR="00D53555" w:rsidRPr="000F7375">
        <w:rPr>
          <w:rFonts w:hint="eastAsia"/>
          <w:b/>
          <w:bCs/>
          <w:color w:val="0070C0"/>
          <w:sz w:val="40"/>
          <w:szCs w:val="40"/>
          <w:lang w:val="en-US"/>
        </w:rPr>
        <w:t>计算书</w:t>
      </w:r>
      <w:r>
        <w:rPr>
          <w:rFonts w:hint="eastAsia"/>
          <w:b/>
          <w:bCs/>
          <w:color w:val="0070C0"/>
          <w:sz w:val="40"/>
          <w:szCs w:val="40"/>
          <w:lang w:val="en-US"/>
        </w:rPr>
        <w:t xml:space="preserve"> </w:t>
      </w:r>
      <w:r>
        <w:rPr>
          <w:b/>
          <w:bCs/>
          <w:color w:val="0070C0"/>
          <w:sz w:val="40"/>
          <w:szCs w:val="40"/>
          <w:lang w:val="en-US"/>
        </w:rPr>
        <w:sym w:font="Webdings" w:char="F02F"/>
      </w:r>
    </w:p>
    <w:p w14:paraId="3DE4B546" w14:textId="77777777" w:rsidR="008753CC" w:rsidRDefault="008753CC" w:rsidP="00393F42">
      <w:pPr>
        <w:pStyle w:val="a0"/>
        <w:rPr>
          <w:lang w:val="en-US"/>
        </w:rPr>
      </w:pPr>
    </w:p>
    <w:p w14:paraId="0A0B223D" w14:textId="77777777" w:rsidR="00E936BC" w:rsidRDefault="00E936BC" w:rsidP="00393F42">
      <w:pPr>
        <w:pStyle w:val="a0"/>
        <w:rPr>
          <w:lang w:val="en-US"/>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5" w:themeFillTint="33"/>
        <w:tblLook w:val="04A0" w:firstRow="1" w:lastRow="0" w:firstColumn="1" w:lastColumn="0" w:noHBand="0" w:noVBand="1"/>
      </w:tblPr>
      <w:tblGrid>
        <w:gridCol w:w="9060"/>
      </w:tblGrid>
      <w:tr w:rsidR="00D24865" w:rsidRPr="00D24865" w14:paraId="28858F82" w14:textId="77777777" w:rsidTr="00D24865">
        <w:tc>
          <w:tcPr>
            <w:tcW w:w="9060" w:type="dxa"/>
            <w:shd w:val="clear" w:color="auto" w:fill="DEEAF6" w:themeFill="accent5" w:themeFillTint="33"/>
          </w:tcPr>
          <w:p w14:paraId="682D2F89" w14:textId="77777777" w:rsidR="00D24865" w:rsidRPr="00D24865" w:rsidRDefault="00D24865" w:rsidP="006F56CE">
            <w:pPr>
              <w:pStyle w:val="a0"/>
              <w:jc w:val="left"/>
              <w:rPr>
                <w:b/>
                <w:bCs/>
                <w:color w:val="002060"/>
                <w:lang w:val="en-US"/>
              </w:rPr>
            </w:pPr>
            <w:r w:rsidRPr="00D24865">
              <w:rPr>
                <w:rFonts w:hint="eastAsia"/>
                <w:b/>
                <w:bCs/>
                <w:color w:val="002060"/>
                <w:lang w:val="en-US"/>
              </w:rPr>
              <w:t>房间的室外边界噪声：</w:t>
            </w:r>
          </w:p>
        </w:tc>
      </w:tr>
    </w:tbl>
    <w:p w14:paraId="26DF47EB" w14:textId="77777777" w:rsidR="006D54C1" w:rsidRPr="0035776D" w:rsidRDefault="006D54C1" w:rsidP="003A5C4D">
      <w:pPr>
        <w:pStyle w:val="a0"/>
        <w:ind w:firstLine="420"/>
        <w:jc w:val="left"/>
        <w:rPr>
          <w:bCs/>
          <w:color w:val="0070C0"/>
          <w:lang w:val="en-US"/>
        </w:rPr>
      </w:pPr>
      <w:proofErr w:type="gramStart"/>
      <w:r w:rsidRPr="0035776D">
        <w:rPr>
          <w:rFonts w:hint="eastAsia"/>
          <w:bCs/>
          <w:color w:val="0070C0"/>
          <w:lang w:val="en-US"/>
        </w:rPr>
        <w:t>昼间为</w:t>
      </w:r>
      <w:bookmarkStart w:id="3" w:name="昼间边界噪声2"/>
      <w:proofErr w:type="gramEnd"/>
      <w:r w:rsidR="003A5C4D">
        <w:rPr>
          <w:bCs/>
          <w:color w:val="0070C0"/>
          <w:lang w:val="en-US"/>
        </w:rPr>
        <w:t>55</w:t>
      </w:r>
      <w:bookmarkEnd w:id="3"/>
      <w:r w:rsidR="003A5C4D">
        <w:rPr>
          <w:bCs/>
          <w:color w:val="0070C0"/>
          <w:lang w:val="en-US"/>
        </w:rPr>
        <w:t xml:space="preserve"> </w:t>
      </w:r>
      <w:r w:rsidRPr="0035776D">
        <w:rPr>
          <w:rFonts w:hint="eastAsia"/>
          <w:bCs/>
          <w:color w:val="0070C0"/>
          <w:lang w:val="en-US"/>
        </w:rPr>
        <w:t>dB</w:t>
      </w:r>
      <w:r w:rsidRPr="0035776D">
        <w:rPr>
          <w:bCs/>
          <w:color w:val="0070C0"/>
          <w:lang w:val="en-US"/>
        </w:rPr>
        <w:t>(A)</w:t>
      </w:r>
      <w:r w:rsidRPr="0035776D">
        <w:rPr>
          <w:rFonts w:hint="eastAsia"/>
          <w:bCs/>
          <w:color w:val="0070C0"/>
          <w:lang w:val="en-US"/>
        </w:rPr>
        <w:t>， 夜间为</w:t>
      </w:r>
      <w:bookmarkStart w:id="4" w:name="夜间边界噪声2"/>
      <w:r w:rsidR="003A5C4D">
        <w:rPr>
          <w:bCs/>
          <w:color w:val="0070C0"/>
          <w:lang w:val="en-US"/>
        </w:rPr>
        <w:t>45</w:t>
      </w:r>
      <w:bookmarkEnd w:id="4"/>
      <w:r w:rsidR="003A5C4D">
        <w:rPr>
          <w:bCs/>
          <w:color w:val="0070C0"/>
          <w:lang w:val="en-US"/>
        </w:rPr>
        <w:t xml:space="preserve"> </w:t>
      </w:r>
      <w:r w:rsidRPr="0035776D">
        <w:rPr>
          <w:bCs/>
          <w:color w:val="0070C0"/>
          <w:lang w:val="en-US"/>
        </w:rPr>
        <w:t>dB(A)</w:t>
      </w:r>
      <w:r w:rsidRPr="0035776D">
        <w:rPr>
          <w:rFonts w:hint="eastAsia"/>
          <w:bCs/>
          <w:color w:val="0070C0"/>
          <w:lang w:val="en-US"/>
        </w:rPr>
        <w:t>。</w:t>
      </w:r>
    </w:p>
    <w:p w14:paraId="5ED6C61B" w14:textId="77777777" w:rsidR="006D54C1" w:rsidRPr="00726218" w:rsidRDefault="006D54C1" w:rsidP="00726218">
      <w:pPr>
        <w:rPr>
          <w:kern w:val="2"/>
          <w:szCs w:val="21"/>
          <w:lang w:val="en-US"/>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5" w:themeFillTint="33"/>
        <w:tblLook w:val="04A0" w:firstRow="1" w:lastRow="0" w:firstColumn="1" w:lastColumn="0" w:noHBand="0" w:noVBand="1"/>
      </w:tblPr>
      <w:tblGrid>
        <w:gridCol w:w="9060"/>
      </w:tblGrid>
      <w:tr w:rsidR="00D24865" w:rsidRPr="00D24865" w14:paraId="34414B87" w14:textId="77777777" w:rsidTr="00D24865">
        <w:tc>
          <w:tcPr>
            <w:tcW w:w="9060" w:type="dxa"/>
            <w:shd w:val="clear" w:color="auto" w:fill="DEEAF6" w:themeFill="accent5" w:themeFillTint="33"/>
          </w:tcPr>
          <w:p w14:paraId="707ADB70" w14:textId="77777777" w:rsidR="00D24865" w:rsidRPr="00D24865" w:rsidRDefault="00D24865" w:rsidP="00AC7EDD">
            <w:pPr>
              <w:pStyle w:val="a0"/>
              <w:jc w:val="left"/>
              <w:rPr>
                <w:b/>
                <w:bCs/>
                <w:color w:val="002060"/>
              </w:rPr>
            </w:pPr>
            <w:bookmarkStart w:id="5" w:name="最不利房间平面图"/>
            <w:bookmarkEnd w:id="5"/>
            <w:r w:rsidRPr="00D24865">
              <w:rPr>
                <w:b/>
                <w:bCs/>
                <w:color w:val="002060"/>
              </w:rPr>
              <w:t>房间的</w:t>
            </w:r>
            <w:r w:rsidRPr="00D24865">
              <w:rPr>
                <w:rFonts w:hint="eastAsia"/>
                <w:b/>
                <w:bCs/>
                <w:color w:val="002060"/>
              </w:rPr>
              <w:t>外墙围护</w:t>
            </w:r>
            <w:r w:rsidRPr="00D24865">
              <w:rPr>
                <w:b/>
                <w:bCs/>
                <w:color w:val="002060"/>
              </w:rPr>
              <w:t>情况如下图所示：</w:t>
            </w:r>
          </w:p>
        </w:tc>
      </w:tr>
    </w:tbl>
    <w:p w14:paraId="47FB4CFD" w14:textId="77777777" w:rsidR="006D54C1" w:rsidRPr="00EC10B3" w:rsidRDefault="006D54C1" w:rsidP="0070721F">
      <w:pPr>
        <w:jc w:val="center"/>
        <w:rPr>
          <w:kern w:val="2"/>
          <w:szCs w:val="21"/>
          <w:lang w:val="en-US"/>
        </w:rPr>
      </w:pPr>
      <w:r w:rsidRPr="00EC10B3">
        <w:rPr>
          <w:rFonts w:hint="eastAsia"/>
          <w:kern w:val="2"/>
          <w:szCs w:val="21"/>
          <w:lang w:val="en-US"/>
        </w:rPr>
        <w:t>房间</w:t>
      </w:r>
      <w:r w:rsidRPr="00EC10B3">
        <w:rPr>
          <w:kern w:val="2"/>
          <w:szCs w:val="21"/>
          <w:lang w:val="en-US"/>
        </w:rPr>
        <w:t>围护结构示意图</w:t>
      </w:r>
      <w:r>
        <w:rPr>
          <w:noProof/>
        </w:rPr>
        <w:drawing>
          <wp:inline distT="0" distB="0" distL="0" distR="0" wp14:anchorId="4049922A" wp14:editId="6179370A">
            <wp:extent cx="5667375" cy="36385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667375" cy="3638550"/>
                    </a:xfrm>
                    <a:prstGeom prst="rect">
                      <a:avLst/>
                    </a:prstGeom>
                  </pic:spPr>
                </pic:pic>
              </a:graphicData>
            </a:graphic>
          </wp:inline>
        </w:drawing>
      </w:r>
    </w:p>
    <w:p w14:paraId="0EC562AD" w14:textId="77777777" w:rsidR="006D54C1" w:rsidRDefault="006D54C1" w:rsidP="0070721F">
      <w:pPr>
        <w:jc w:val="center"/>
        <w:rPr>
          <w:kern w:val="2"/>
          <w:szCs w:val="21"/>
          <w:lang w:val="en-US"/>
        </w:rPr>
      </w:pPr>
    </w:p>
    <w:p w14:paraId="45673561" w14:textId="77777777" w:rsidR="006D54C1" w:rsidRPr="00CA61C5" w:rsidRDefault="006D54C1" w:rsidP="0070721F">
      <w:pPr>
        <w:jc w:val="center"/>
        <w:rPr>
          <w:kern w:val="2"/>
          <w:szCs w:val="21"/>
          <w:lang w:val="en-US"/>
        </w:rPr>
      </w:pPr>
      <w:r w:rsidRPr="00CA61C5">
        <w:rPr>
          <w:rFonts w:hint="eastAsia"/>
          <w:kern w:val="2"/>
          <w:szCs w:val="21"/>
          <w:lang w:val="en-US"/>
        </w:rPr>
        <w:t>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ED4940" w14:paraId="3EB65242" w14:textId="77777777">
        <w:tc>
          <w:tcPr>
            <w:tcW w:w="9328" w:type="dxa"/>
            <w:gridSpan w:val="6"/>
            <w:shd w:val="clear" w:color="auto" w:fill="E6E6E6"/>
            <w:vAlign w:val="center"/>
          </w:tcPr>
          <w:p w14:paraId="23779C5D" w14:textId="77777777" w:rsidR="00ED4940" w:rsidRDefault="00000000">
            <w:pPr>
              <w:jc w:val="center"/>
            </w:pPr>
            <w:r>
              <w:t>外墙1</w:t>
            </w:r>
          </w:p>
        </w:tc>
      </w:tr>
      <w:tr w:rsidR="00ED4940" w14:paraId="5EEE3758" w14:textId="77777777">
        <w:tc>
          <w:tcPr>
            <w:tcW w:w="3248" w:type="dxa"/>
            <w:shd w:val="clear" w:color="auto" w:fill="E6E6E6"/>
            <w:vAlign w:val="center"/>
          </w:tcPr>
          <w:p w14:paraId="737E89D6" w14:textId="77777777" w:rsidR="00ED4940" w:rsidRDefault="00000000">
            <w:r>
              <w:t>倍频程中心频率(Hz)</w:t>
            </w:r>
          </w:p>
        </w:tc>
        <w:tc>
          <w:tcPr>
            <w:tcW w:w="1216" w:type="dxa"/>
            <w:shd w:val="clear" w:color="auto" w:fill="E6E6E6"/>
            <w:vAlign w:val="center"/>
          </w:tcPr>
          <w:p w14:paraId="587ACB1B" w14:textId="77777777" w:rsidR="00ED4940" w:rsidRDefault="00000000">
            <w:r>
              <w:t>125</w:t>
            </w:r>
          </w:p>
        </w:tc>
        <w:tc>
          <w:tcPr>
            <w:tcW w:w="1216" w:type="dxa"/>
            <w:shd w:val="clear" w:color="auto" w:fill="E6E6E6"/>
            <w:vAlign w:val="center"/>
          </w:tcPr>
          <w:p w14:paraId="79CEA817" w14:textId="77777777" w:rsidR="00ED4940" w:rsidRDefault="00000000">
            <w:r>
              <w:t>250</w:t>
            </w:r>
          </w:p>
        </w:tc>
        <w:tc>
          <w:tcPr>
            <w:tcW w:w="1216" w:type="dxa"/>
            <w:shd w:val="clear" w:color="auto" w:fill="E6E6E6"/>
            <w:vAlign w:val="center"/>
          </w:tcPr>
          <w:p w14:paraId="08138008" w14:textId="77777777" w:rsidR="00ED4940" w:rsidRDefault="00000000">
            <w:r>
              <w:t>500</w:t>
            </w:r>
          </w:p>
        </w:tc>
        <w:tc>
          <w:tcPr>
            <w:tcW w:w="1216" w:type="dxa"/>
            <w:shd w:val="clear" w:color="auto" w:fill="E6E6E6"/>
            <w:vAlign w:val="center"/>
          </w:tcPr>
          <w:p w14:paraId="6F23682D" w14:textId="77777777" w:rsidR="00ED4940" w:rsidRDefault="00000000">
            <w:r>
              <w:t>1000</w:t>
            </w:r>
          </w:p>
        </w:tc>
        <w:tc>
          <w:tcPr>
            <w:tcW w:w="1216" w:type="dxa"/>
            <w:shd w:val="clear" w:color="auto" w:fill="E6E6E6"/>
            <w:vAlign w:val="center"/>
          </w:tcPr>
          <w:p w14:paraId="3C608C2C" w14:textId="77777777" w:rsidR="00ED4940" w:rsidRDefault="00000000">
            <w:r>
              <w:t>2000</w:t>
            </w:r>
          </w:p>
        </w:tc>
      </w:tr>
      <w:tr w:rsidR="00ED4940" w14:paraId="7242DF26" w14:textId="77777777">
        <w:tc>
          <w:tcPr>
            <w:tcW w:w="3248" w:type="dxa"/>
            <w:shd w:val="clear" w:color="auto" w:fill="E6E6E6"/>
            <w:vAlign w:val="center"/>
          </w:tcPr>
          <w:p w14:paraId="73CE101E" w14:textId="77777777" w:rsidR="00ED4940" w:rsidRDefault="00000000">
            <w:r>
              <w:t>外墙隔声量(dB)</w:t>
            </w:r>
          </w:p>
        </w:tc>
        <w:tc>
          <w:tcPr>
            <w:tcW w:w="1216" w:type="dxa"/>
            <w:vAlign w:val="center"/>
          </w:tcPr>
          <w:p w14:paraId="434D5758" w14:textId="77777777" w:rsidR="00ED4940" w:rsidRDefault="00000000">
            <w:r>
              <w:t>46.0</w:t>
            </w:r>
          </w:p>
        </w:tc>
        <w:tc>
          <w:tcPr>
            <w:tcW w:w="1216" w:type="dxa"/>
            <w:vAlign w:val="center"/>
          </w:tcPr>
          <w:p w14:paraId="091C9BF8" w14:textId="77777777" w:rsidR="00ED4940" w:rsidRDefault="00000000">
            <w:r>
              <w:t>49.4</w:t>
            </w:r>
          </w:p>
        </w:tc>
        <w:tc>
          <w:tcPr>
            <w:tcW w:w="1216" w:type="dxa"/>
            <w:vAlign w:val="center"/>
          </w:tcPr>
          <w:p w14:paraId="29983A22" w14:textId="77777777" w:rsidR="00ED4940" w:rsidRDefault="00000000">
            <w:r>
              <w:t>52.7</w:t>
            </w:r>
          </w:p>
        </w:tc>
        <w:tc>
          <w:tcPr>
            <w:tcW w:w="1216" w:type="dxa"/>
            <w:vAlign w:val="center"/>
          </w:tcPr>
          <w:p w14:paraId="4FFAF74D" w14:textId="77777777" w:rsidR="00ED4940" w:rsidRDefault="00000000">
            <w:r>
              <w:t>56.0</w:t>
            </w:r>
          </w:p>
        </w:tc>
        <w:tc>
          <w:tcPr>
            <w:tcW w:w="1216" w:type="dxa"/>
            <w:vAlign w:val="center"/>
          </w:tcPr>
          <w:p w14:paraId="69EE33B7" w14:textId="77777777" w:rsidR="00ED4940" w:rsidRDefault="00000000">
            <w:r>
              <w:t>59.3</w:t>
            </w:r>
          </w:p>
        </w:tc>
      </w:tr>
      <w:tr w:rsidR="00ED4940" w14:paraId="6A5A16D4" w14:textId="77777777">
        <w:tc>
          <w:tcPr>
            <w:tcW w:w="3248" w:type="dxa"/>
            <w:shd w:val="clear" w:color="auto" w:fill="E6E6E6"/>
            <w:vAlign w:val="center"/>
          </w:tcPr>
          <w:p w14:paraId="0A77B5AF" w14:textId="77777777" w:rsidR="00ED4940" w:rsidRDefault="00000000">
            <w:r>
              <w:t>组合墙实际隔声量(dB)</w:t>
            </w:r>
          </w:p>
        </w:tc>
        <w:tc>
          <w:tcPr>
            <w:tcW w:w="1216" w:type="dxa"/>
            <w:vAlign w:val="center"/>
          </w:tcPr>
          <w:p w14:paraId="2D81BE3C" w14:textId="77777777" w:rsidR="00ED4940" w:rsidRDefault="00000000">
            <w:r>
              <w:t>46.0</w:t>
            </w:r>
          </w:p>
        </w:tc>
        <w:tc>
          <w:tcPr>
            <w:tcW w:w="1216" w:type="dxa"/>
            <w:vAlign w:val="center"/>
          </w:tcPr>
          <w:p w14:paraId="656BDE75" w14:textId="77777777" w:rsidR="00ED4940" w:rsidRDefault="00000000">
            <w:r>
              <w:t>49.4</w:t>
            </w:r>
          </w:p>
        </w:tc>
        <w:tc>
          <w:tcPr>
            <w:tcW w:w="1216" w:type="dxa"/>
            <w:vAlign w:val="center"/>
          </w:tcPr>
          <w:p w14:paraId="76422676" w14:textId="77777777" w:rsidR="00ED4940" w:rsidRDefault="00000000">
            <w:r>
              <w:t>52.7</w:t>
            </w:r>
          </w:p>
        </w:tc>
        <w:tc>
          <w:tcPr>
            <w:tcW w:w="1216" w:type="dxa"/>
            <w:vAlign w:val="center"/>
          </w:tcPr>
          <w:p w14:paraId="62CA75A6" w14:textId="77777777" w:rsidR="00ED4940" w:rsidRDefault="00000000">
            <w:r>
              <w:t>56.0</w:t>
            </w:r>
          </w:p>
        </w:tc>
        <w:tc>
          <w:tcPr>
            <w:tcW w:w="1216" w:type="dxa"/>
            <w:vAlign w:val="center"/>
          </w:tcPr>
          <w:p w14:paraId="0C105A05" w14:textId="77777777" w:rsidR="00ED4940" w:rsidRDefault="00000000">
            <w:r>
              <w:t>59.3</w:t>
            </w:r>
          </w:p>
        </w:tc>
      </w:tr>
      <w:tr w:rsidR="00ED4940" w14:paraId="76860365" w14:textId="77777777">
        <w:tc>
          <w:tcPr>
            <w:tcW w:w="3248" w:type="dxa"/>
            <w:shd w:val="clear" w:color="auto" w:fill="E6E6E6"/>
            <w:vAlign w:val="center"/>
          </w:tcPr>
          <w:p w14:paraId="1D2AB8E1" w14:textId="77777777" w:rsidR="00ED4940" w:rsidRDefault="00000000">
            <w:r>
              <w:t>组合墙有效隔声量(dB)</w:t>
            </w:r>
          </w:p>
        </w:tc>
        <w:tc>
          <w:tcPr>
            <w:tcW w:w="1216" w:type="dxa"/>
            <w:vAlign w:val="center"/>
          </w:tcPr>
          <w:p w14:paraId="0B035EDE" w14:textId="77777777" w:rsidR="00ED4940" w:rsidRDefault="00000000">
            <w:r>
              <w:t>44.4</w:t>
            </w:r>
          </w:p>
        </w:tc>
        <w:tc>
          <w:tcPr>
            <w:tcW w:w="1216" w:type="dxa"/>
            <w:vAlign w:val="center"/>
          </w:tcPr>
          <w:p w14:paraId="1B5B16EF" w14:textId="77777777" w:rsidR="00ED4940" w:rsidRDefault="00000000">
            <w:r>
              <w:t>45.3</w:t>
            </w:r>
          </w:p>
        </w:tc>
        <w:tc>
          <w:tcPr>
            <w:tcW w:w="1216" w:type="dxa"/>
            <w:vAlign w:val="center"/>
          </w:tcPr>
          <w:p w14:paraId="108B8FB7" w14:textId="77777777" w:rsidR="00ED4940" w:rsidRDefault="00000000">
            <w:r>
              <w:t>48.6</w:t>
            </w:r>
          </w:p>
        </w:tc>
        <w:tc>
          <w:tcPr>
            <w:tcW w:w="1216" w:type="dxa"/>
            <w:vAlign w:val="center"/>
          </w:tcPr>
          <w:p w14:paraId="55151E7F" w14:textId="77777777" w:rsidR="00ED4940" w:rsidRDefault="00000000">
            <w:r>
              <w:t>52.1</w:t>
            </w:r>
          </w:p>
        </w:tc>
        <w:tc>
          <w:tcPr>
            <w:tcW w:w="1216" w:type="dxa"/>
            <w:vAlign w:val="center"/>
          </w:tcPr>
          <w:p w14:paraId="263FBEC3" w14:textId="77777777" w:rsidR="00ED4940" w:rsidRDefault="00000000">
            <w:r>
              <w:t>56.1</w:t>
            </w:r>
          </w:p>
        </w:tc>
      </w:tr>
      <w:tr w:rsidR="00ED4940" w14:paraId="40DA6D28" w14:textId="77777777">
        <w:tc>
          <w:tcPr>
            <w:tcW w:w="3248" w:type="dxa"/>
            <w:shd w:val="clear" w:color="auto" w:fill="E6E6E6"/>
            <w:vAlign w:val="center"/>
          </w:tcPr>
          <w:p w14:paraId="0E3D419D" w14:textId="77777777" w:rsidR="00ED4940" w:rsidRDefault="00000000">
            <w:r>
              <w:t>组合墙计权隔声量(dB)</w:t>
            </w:r>
          </w:p>
        </w:tc>
        <w:tc>
          <w:tcPr>
            <w:tcW w:w="6080" w:type="dxa"/>
            <w:gridSpan w:val="5"/>
            <w:vAlign w:val="center"/>
          </w:tcPr>
          <w:p w14:paraId="5F0AEAB1" w14:textId="77777777" w:rsidR="00ED4940" w:rsidRDefault="00000000">
            <w:r>
              <w:t>53</w:t>
            </w:r>
          </w:p>
        </w:tc>
      </w:tr>
      <w:tr w:rsidR="00ED4940" w14:paraId="2F9B541C" w14:textId="77777777">
        <w:tc>
          <w:tcPr>
            <w:tcW w:w="3248" w:type="dxa"/>
            <w:shd w:val="clear" w:color="auto" w:fill="E6E6E6"/>
            <w:vAlign w:val="center"/>
          </w:tcPr>
          <w:p w14:paraId="169A5DBE" w14:textId="77777777" w:rsidR="00ED4940" w:rsidRDefault="00000000">
            <w:r>
              <w:t>组合墙频谱修正量(dB)</w:t>
            </w:r>
          </w:p>
        </w:tc>
        <w:tc>
          <w:tcPr>
            <w:tcW w:w="6080" w:type="dxa"/>
            <w:gridSpan w:val="5"/>
            <w:vAlign w:val="center"/>
          </w:tcPr>
          <w:p w14:paraId="3B0AFD11" w14:textId="77777777" w:rsidR="00ED4940" w:rsidRDefault="00000000">
            <w:r>
              <w:t>-3</w:t>
            </w:r>
          </w:p>
        </w:tc>
      </w:tr>
      <w:tr w:rsidR="00ED4940" w14:paraId="4A82348A" w14:textId="77777777">
        <w:tc>
          <w:tcPr>
            <w:tcW w:w="3248" w:type="dxa"/>
            <w:shd w:val="clear" w:color="auto" w:fill="E6E6E6"/>
            <w:vAlign w:val="center"/>
          </w:tcPr>
          <w:p w14:paraId="74F69554" w14:textId="77777777" w:rsidR="00ED4940" w:rsidRDefault="00000000">
            <w:r>
              <w:t>组合墙隔声量(dB)</w:t>
            </w:r>
          </w:p>
        </w:tc>
        <w:tc>
          <w:tcPr>
            <w:tcW w:w="6080" w:type="dxa"/>
            <w:gridSpan w:val="5"/>
            <w:vAlign w:val="center"/>
          </w:tcPr>
          <w:p w14:paraId="32CBAB95" w14:textId="77777777" w:rsidR="00ED4940" w:rsidRDefault="00000000">
            <w:r>
              <w:t>50</w:t>
            </w:r>
          </w:p>
        </w:tc>
      </w:tr>
      <w:tr w:rsidR="00ED4940" w14:paraId="74145A57" w14:textId="77777777">
        <w:tc>
          <w:tcPr>
            <w:tcW w:w="3248" w:type="dxa"/>
            <w:shd w:val="clear" w:color="auto" w:fill="E6E6E6"/>
            <w:vAlign w:val="center"/>
          </w:tcPr>
          <w:p w14:paraId="002681EE" w14:textId="77777777" w:rsidR="00ED4940" w:rsidRDefault="00000000">
            <w:r>
              <w:t>组合墙面积(㎡)</w:t>
            </w:r>
          </w:p>
        </w:tc>
        <w:tc>
          <w:tcPr>
            <w:tcW w:w="6080" w:type="dxa"/>
            <w:gridSpan w:val="5"/>
            <w:vAlign w:val="center"/>
          </w:tcPr>
          <w:p w14:paraId="60533B3C" w14:textId="77777777" w:rsidR="00ED4940" w:rsidRDefault="00000000">
            <w:r>
              <w:t>13.9</w:t>
            </w:r>
          </w:p>
        </w:tc>
      </w:tr>
      <w:tr w:rsidR="00ED4940" w14:paraId="6653A4FD" w14:textId="77777777">
        <w:tc>
          <w:tcPr>
            <w:tcW w:w="3248" w:type="dxa"/>
            <w:shd w:val="clear" w:color="auto" w:fill="E6E6E6"/>
            <w:vAlign w:val="center"/>
          </w:tcPr>
          <w:p w14:paraId="4BDAB943" w14:textId="77777777" w:rsidR="00ED4940" w:rsidRDefault="00000000">
            <w:r>
              <w:t>门/窗与墙缝隙面积(㎡)</w:t>
            </w:r>
          </w:p>
        </w:tc>
        <w:tc>
          <w:tcPr>
            <w:tcW w:w="6080" w:type="dxa"/>
            <w:gridSpan w:val="5"/>
            <w:vAlign w:val="center"/>
          </w:tcPr>
          <w:p w14:paraId="21020A58" w14:textId="77777777" w:rsidR="00ED4940" w:rsidRDefault="00000000">
            <w:r>
              <w:t>0.000</w:t>
            </w:r>
          </w:p>
        </w:tc>
      </w:tr>
      <w:tr w:rsidR="00ED4940" w14:paraId="5785CC31" w14:textId="77777777">
        <w:tc>
          <w:tcPr>
            <w:tcW w:w="3248" w:type="dxa"/>
            <w:shd w:val="clear" w:color="auto" w:fill="E6E6E6"/>
            <w:vAlign w:val="center"/>
          </w:tcPr>
          <w:p w14:paraId="31ED61A4" w14:textId="77777777" w:rsidR="00ED4940" w:rsidRDefault="00000000">
            <w:r>
              <w:t>门/窗与墙缝隙对隔声量影响(dB)</w:t>
            </w:r>
          </w:p>
        </w:tc>
        <w:tc>
          <w:tcPr>
            <w:tcW w:w="6080" w:type="dxa"/>
            <w:gridSpan w:val="5"/>
            <w:vAlign w:val="center"/>
          </w:tcPr>
          <w:p w14:paraId="7AC7A159" w14:textId="77777777" w:rsidR="00ED4940" w:rsidRDefault="00000000">
            <w:r>
              <w:t>0</w:t>
            </w:r>
          </w:p>
        </w:tc>
      </w:tr>
      <w:tr w:rsidR="00ED4940" w14:paraId="0A081B4D" w14:textId="77777777">
        <w:tc>
          <w:tcPr>
            <w:tcW w:w="3248" w:type="dxa"/>
            <w:shd w:val="clear" w:color="auto" w:fill="E6E6E6"/>
            <w:vAlign w:val="center"/>
          </w:tcPr>
          <w:p w14:paraId="42F74D31" w14:textId="77777777" w:rsidR="00ED4940" w:rsidRDefault="00000000">
            <w:r>
              <w:lastRenderedPageBreak/>
              <w:t>计算缝隙后组合墙隔声量(dB)</w:t>
            </w:r>
          </w:p>
        </w:tc>
        <w:tc>
          <w:tcPr>
            <w:tcW w:w="6080" w:type="dxa"/>
            <w:gridSpan w:val="5"/>
            <w:vAlign w:val="center"/>
          </w:tcPr>
          <w:p w14:paraId="24591F07" w14:textId="77777777" w:rsidR="00ED4940" w:rsidRDefault="00000000">
            <w:r>
              <w:t>50</w:t>
            </w:r>
          </w:p>
        </w:tc>
      </w:tr>
      <w:tr w:rsidR="00ED4940" w14:paraId="0B32A161" w14:textId="77777777">
        <w:tc>
          <w:tcPr>
            <w:tcW w:w="9328" w:type="dxa"/>
            <w:gridSpan w:val="6"/>
            <w:shd w:val="clear" w:color="auto" w:fill="E6E6E6"/>
            <w:vAlign w:val="center"/>
          </w:tcPr>
          <w:p w14:paraId="740BFE95" w14:textId="77777777" w:rsidR="00ED4940" w:rsidRDefault="00000000">
            <w:pPr>
              <w:jc w:val="center"/>
            </w:pPr>
            <w:r>
              <w:t>外墙2+外窗</w:t>
            </w:r>
          </w:p>
        </w:tc>
      </w:tr>
      <w:tr w:rsidR="00ED4940" w14:paraId="119A327A" w14:textId="77777777">
        <w:tc>
          <w:tcPr>
            <w:tcW w:w="3248" w:type="dxa"/>
            <w:shd w:val="clear" w:color="auto" w:fill="E6E6E6"/>
            <w:vAlign w:val="center"/>
          </w:tcPr>
          <w:p w14:paraId="3065B478" w14:textId="77777777" w:rsidR="00ED4940" w:rsidRDefault="00000000">
            <w:r>
              <w:t>倍频程中心频率(Hz)</w:t>
            </w:r>
          </w:p>
        </w:tc>
        <w:tc>
          <w:tcPr>
            <w:tcW w:w="1216" w:type="dxa"/>
            <w:shd w:val="clear" w:color="auto" w:fill="E6E6E6"/>
            <w:vAlign w:val="center"/>
          </w:tcPr>
          <w:p w14:paraId="48C93C34" w14:textId="77777777" w:rsidR="00ED4940" w:rsidRDefault="00000000">
            <w:r>
              <w:t>125</w:t>
            </w:r>
          </w:p>
        </w:tc>
        <w:tc>
          <w:tcPr>
            <w:tcW w:w="1216" w:type="dxa"/>
            <w:shd w:val="clear" w:color="auto" w:fill="E6E6E6"/>
            <w:vAlign w:val="center"/>
          </w:tcPr>
          <w:p w14:paraId="6B178435" w14:textId="77777777" w:rsidR="00ED4940" w:rsidRDefault="00000000">
            <w:r>
              <w:t>250</w:t>
            </w:r>
          </w:p>
        </w:tc>
        <w:tc>
          <w:tcPr>
            <w:tcW w:w="1216" w:type="dxa"/>
            <w:shd w:val="clear" w:color="auto" w:fill="E6E6E6"/>
            <w:vAlign w:val="center"/>
          </w:tcPr>
          <w:p w14:paraId="0037E5FC" w14:textId="77777777" w:rsidR="00ED4940" w:rsidRDefault="00000000">
            <w:r>
              <w:t>500</w:t>
            </w:r>
          </w:p>
        </w:tc>
        <w:tc>
          <w:tcPr>
            <w:tcW w:w="1216" w:type="dxa"/>
            <w:shd w:val="clear" w:color="auto" w:fill="E6E6E6"/>
            <w:vAlign w:val="center"/>
          </w:tcPr>
          <w:p w14:paraId="7B7EAA6B" w14:textId="77777777" w:rsidR="00ED4940" w:rsidRDefault="00000000">
            <w:r>
              <w:t>1000</w:t>
            </w:r>
          </w:p>
        </w:tc>
        <w:tc>
          <w:tcPr>
            <w:tcW w:w="1216" w:type="dxa"/>
            <w:shd w:val="clear" w:color="auto" w:fill="E6E6E6"/>
            <w:vAlign w:val="center"/>
          </w:tcPr>
          <w:p w14:paraId="455CBBB7" w14:textId="77777777" w:rsidR="00ED4940" w:rsidRDefault="00000000">
            <w:r>
              <w:t>2000</w:t>
            </w:r>
          </w:p>
        </w:tc>
      </w:tr>
      <w:tr w:rsidR="00ED4940" w14:paraId="76FD99F1" w14:textId="77777777">
        <w:tc>
          <w:tcPr>
            <w:tcW w:w="3248" w:type="dxa"/>
            <w:shd w:val="clear" w:color="auto" w:fill="E6E6E6"/>
            <w:vAlign w:val="center"/>
          </w:tcPr>
          <w:p w14:paraId="638F2160" w14:textId="77777777" w:rsidR="00ED4940" w:rsidRDefault="00000000">
            <w:r>
              <w:t>外墙隔声量(dB)</w:t>
            </w:r>
          </w:p>
        </w:tc>
        <w:tc>
          <w:tcPr>
            <w:tcW w:w="1216" w:type="dxa"/>
            <w:vAlign w:val="center"/>
          </w:tcPr>
          <w:p w14:paraId="05003C6A" w14:textId="77777777" w:rsidR="00ED4940" w:rsidRDefault="00000000">
            <w:r>
              <w:t>46.0</w:t>
            </w:r>
          </w:p>
        </w:tc>
        <w:tc>
          <w:tcPr>
            <w:tcW w:w="1216" w:type="dxa"/>
            <w:vAlign w:val="center"/>
          </w:tcPr>
          <w:p w14:paraId="751A6E7E" w14:textId="77777777" w:rsidR="00ED4940" w:rsidRDefault="00000000">
            <w:r>
              <w:t>49.4</w:t>
            </w:r>
          </w:p>
        </w:tc>
        <w:tc>
          <w:tcPr>
            <w:tcW w:w="1216" w:type="dxa"/>
            <w:vAlign w:val="center"/>
          </w:tcPr>
          <w:p w14:paraId="120DDCA0" w14:textId="77777777" w:rsidR="00ED4940" w:rsidRDefault="00000000">
            <w:r>
              <w:t>52.7</w:t>
            </w:r>
          </w:p>
        </w:tc>
        <w:tc>
          <w:tcPr>
            <w:tcW w:w="1216" w:type="dxa"/>
            <w:vAlign w:val="center"/>
          </w:tcPr>
          <w:p w14:paraId="38D59B8D" w14:textId="77777777" w:rsidR="00ED4940" w:rsidRDefault="00000000">
            <w:r>
              <w:t>56.0</w:t>
            </w:r>
          </w:p>
        </w:tc>
        <w:tc>
          <w:tcPr>
            <w:tcW w:w="1216" w:type="dxa"/>
            <w:vAlign w:val="center"/>
          </w:tcPr>
          <w:p w14:paraId="75BD3740" w14:textId="77777777" w:rsidR="00ED4940" w:rsidRDefault="00000000">
            <w:r>
              <w:t>59.3</w:t>
            </w:r>
          </w:p>
        </w:tc>
      </w:tr>
      <w:tr w:rsidR="00ED4940" w14:paraId="472A63A9" w14:textId="77777777">
        <w:tc>
          <w:tcPr>
            <w:tcW w:w="3248" w:type="dxa"/>
            <w:shd w:val="clear" w:color="auto" w:fill="E6E6E6"/>
            <w:vAlign w:val="center"/>
          </w:tcPr>
          <w:p w14:paraId="7A07B0F4" w14:textId="77777777" w:rsidR="00ED4940" w:rsidRDefault="00000000">
            <w:r>
              <w:t>外窗隔声量(dB)</w:t>
            </w:r>
          </w:p>
        </w:tc>
        <w:tc>
          <w:tcPr>
            <w:tcW w:w="1216" w:type="dxa"/>
            <w:vAlign w:val="center"/>
          </w:tcPr>
          <w:p w14:paraId="141C6AF8" w14:textId="77777777" w:rsidR="00ED4940" w:rsidRDefault="00000000">
            <w:r>
              <w:t>23.0</w:t>
            </w:r>
          </w:p>
        </w:tc>
        <w:tc>
          <w:tcPr>
            <w:tcW w:w="1216" w:type="dxa"/>
            <w:vAlign w:val="center"/>
          </w:tcPr>
          <w:p w14:paraId="214055FB" w14:textId="77777777" w:rsidR="00ED4940" w:rsidRDefault="00000000">
            <w:r>
              <w:t>31.0</w:t>
            </w:r>
          </w:p>
        </w:tc>
        <w:tc>
          <w:tcPr>
            <w:tcW w:w="1216" w:type="dxa"/>
            <w:vAlign w:val="center"/>
          </w:tcPr>
          <w:p w14:paraId="3C2F4644" w14:textId="77777777" w:rsidR="00ED4940" w:rsidRDefault="00000000">
            <w:r>
              <w:t>35.0</w:t>
            </w:r>
          </w:p>
        </w:tc>
        <w:tc>
          <w:tcPr>
            <w:tcW w:w="1216" w:type="dxa"/>
            <w:vAlign w:val="center"/>
          </w:tcPr>
          <w:p w14:paraId="7CA76E80" w14:textId="77777777" w:rsidR="00ED4940" w:rsidRDefault="00000000">
            <w:r>
              <w:t>36.0</w:t>
            </w:r>
          </w:p>
        </w:tc>
        <w:tc>
          <w:tcPr>
            <w:tcW w:w="1216" w:type="dxa"/>
            <w:vAlign w:val="center"/>
          </w:tcPr>
          <w:p w14:paraId="3E470F7F" w14:textId="77777777" w:rsidR="00ED4940" w:rsidRDefault="00000000">
            <w:r>
              <w:t>41.0</w:t>
            </w:r>
          </w:p>
        </w:tc>
      </w:tr>
      <w:tr w:rsidR="00ED4940" w14:paraId="3FA2B0D8" w14:textId="77777777">
        <w:tc>
          <w:tcPr>
            <w:tcW w:w="3248" w:type="dxa"/>
            <w:shd w:val="clear" w:color="auto" w:fill="E6E6E6"/>
            <w:vAlign w:val="center"/>
          </w:tcPr>
          <w:p w14:paraId="403E3325" w14:textId="77777777" w:rsidR="00ED4940" w:rsidRDefault="00000000">
            <w:r>
              <w:t>组合墙实际隔声量(dB)</w:t>
            </w:r>
          </w:p>
        </w:tc>
        <w:tc>
          <w:tcPr>
            <w:tcW w:w="1216" w:type="dxa"/>
            <w:vAlign w:val="center"/>
          </w:tcPr>
          <w:p w14:paraId="2D3CE9BC" w14:textId="77777777" w:rsidR="00ED4940" w:rsidRDefault="00000000">
            <w:r>
              <w:t>26.3</w:t>
            </w:r>
          </w:p>
        </w:tc>
        <w:tc>
          <w:tcPr>
            <w:tcW w:w="1216" w:type="dxa"/>
            <w:vAlign w:val="center"/>
          </w:tcPr>
          <w:p w14:paraId="14DF9C3A" w14:textId="77777777" w:rsidR="00ED4940" w:rsidRDefault="00000000">
            <w:r>
              <w:t>34.2</w:t>
            </w:r>
          </w:p>
        </w:tc>
        <w:tc>
          <w:tcPr>
            <w:tcW w:w="1216" w:type="dxa"/>
            <w:vAlign w:val="center"/>
          </w:tcPr>
          <w:p w14:paraId="6179291F" w14:textId="77777777" w:rsidR="00ED4940" w:rsidRDefault="00000000">
            <w:r>
              <w:t>38.2</w:t>
            </w:r>
          </w:p>
        </w:tc>
        <w:tc>
          <w:tcPr>
            <w:tcW w:w="1216" w:type="dxa"/>
            <w:vAlign w:val="center"/>
          </w:tcPr>
          <w:p w14:paraId="002B721E" w14:textId="77777777" w:rsidR="00ED4940" w:rsidRDefault="00000000">
            <w:r>
              <w:t>39.3</w:t>
            </w:r>
          </w:p>
        </w:tc>
        <w:tc>
          <w:tcPr>
            <w:tcW w:w="1216" w:type="dxa"/>
            <w:vAlign w:val="center"/>
          </w:tcPr>
          <w:p w14:paraId="1DC592F0" w14:textId="77777777" w:rsidR="00ED4940" w:rsidRDefault="00000000">
            <w:r>
              <w:t>44.2</w:t>
            </w:r>
          </w:p>
        </w:tc>
      </w:tr>
      <w:tr w:rsidR="00ED4940" w14:paraId="327A1FEE" w14:textId="77777777">
        <w:tc>
          <w:tcPr>
            <w:tcW w:w="3248" w:type="dxa"/>
            <w:shd w:val="clear" w:color="auto" w:fill="E6E6E6"/>
            <w:vAlign w:val="center"/>
          </w:tcPr>
          <w:p w14:paraId="5F672469" w14:textId="77777777" w:rsidR="00ED4940" w:rsidRDefault="00000000">
            <w:r>
              <w:t>组合墙有效隔声量(dB)</w:t>
            </w:r>
          </w:p>
        </w:tc>
        <w:tc>
          <w:tcPr>
            <w:tcW w:w="1216" w:type="dxa"/>
            <w:vAlign w:val="center"/>
          </w:tcPr>
          <w:p w14:paraId="12ECB719" w14:textId="77777777" w:rsidR="00ED4940" w:rsidRDefault="00000000">
            <w:r>
              <w:t>24.1</w:t>
            </w:r>
          </w:p>
        </w:tc>
        <w:tc>
          <w:tcPr>
            <w:tcW w:w="1216" w:type="dxa"/>
            <w:vAlign w:val="center"/>
          </w:tcPr>
          <w:p w14:paraId="1E390397" w14:textId="77777777" w:rsidR="00ED4940" w:rsidRDefault="00000000">
            <w:r>
              <w:t>29.6</w:t>
            </w:r>
          </w:p>
        </w:tc>
        <w:tc>
          <w:tcPr>
            <w:tcW w:w="1216" w:type="dxa"/>
            <w:vAlign w:val="center"/>
          </w:tcPr>
          <w:p w14:paraId="0C4B729A" w14:textId="77777777" w:rsidR="00ED4940" w:rsidRDefault="00000000">
            <w:r>
              <w:t>33.7</w:t>
            </w:r>
          </w:p>
        </w:tc>
        <w:tc>
          <w:tcPr>
            <w:tcW w:w="1216" w:type="dxa"/>
            <w:vAlign w:val="center"/>
          </w:tcPr>
          <w:p w14:paraId="45784102" w14:textId="77777777" w:rsidR="00ED4940" w:rsidRDefault="00000000">
            <w:r>
              <w:t>34.9</w:t>
            </w:r>
          </w:p>
        </w:tc>
        <w:tc>
          <w:tcPr>
            <w:tcW w:w="1216" w:type="dxa"/>
            <w:vAlign w:val="center"/>
          </w:tcPr>
          <w:p w14:paraId="3162B302" w14:textId="77777777" w:rsidR="00ED4940" w:rsidRDefault="00000000">
            <w:r>
              <w:t>40.6</w:t>
            </w:r>
          </w:p>
        </w:tc>
      </w:tr>
      <w:tr w:rsidR="00ED4940" w14:paraId="486B6287" w14:textId="77777777">
        <w:tc>
          <w:tcPr>
            <w:tcW w:w="3248" w:type="dxa"/>
            <w:shd w:val="clear" w:color="auto" w:fill="E6E6E6"/>
            <w:vAlign w:val="center"/>
          </w:tcPr>
          <w:p w14:paraId="1227BCE3" w14:textId="77777777" w:rsidR="00ED4940" w:rsidRDefault="00000000">
            <w:r>
              <w:t>组合墙计权隔声量(dB)</w:t>
            </w:r>
          </w:p>
        </w:tc>
        <w:tc>
          <w:tcPr>
            <w:tcW w:w="6080" w:type="dxa"/>
            <w:gridSpan w:val="5"/>
            <w:vAlign w:val="center"/>
          </w:tcPr>
          <w:p w14:paraId="198618A0" w14:textId="77777777" w:rsidR="00ED4940" w:rsidRDefault="00000000">
            <w:r>
              <w:t>37</w:t>
            </w:r>
          </w:p>
        </w:tc>
      </w:tr>
      <w:tr w:rsidR="00ED4940" w14:paraId="165BAF4C" w14:textId="77777777">
        <w:tc>
          <w:tcPr>
            <w:tcW w:w="3248" w:type="dxa"/>
            <w:shd w:val="clear" w:color="auto" w:fill="E6E6E6"/>
            <w:vAlign w:val="center"/>
          </w:tcPr>
          <w:p w14:paraId="5AAFBBEB" w14:textId="77777777" w:rsidR="00ED4940" w:rsidRDefault="00000000">
            <w:r>
              <w:t>组合墙频谱修正量(dB)</w:t>
            </w:r>
          </w:p>
        </w:tc>
        <w:tc>
          <w:tcPr>
            <w:tcW w:w="6080" w:type="dxa"/>
            <w:gridSpan w:val="5"/>
            <w:vAlign w:val="center"/>
          </w:tcPr>
          <w:p w14:paraId="22C90F46" w14:textId="77777777" w:rsidR="00ED4940" w:rsidRDefault="00000000">
            <w:r>
              <w:t>-4</w:t>
            </w:r>
          </w:p>
        </w:tc>
      </w:tr>
      <w:tr w:rsidR="00ED4940" w14:paraId="4B8C4DF4" w14:textId="77777777">
        <w:tc>
          <w:tcPr>
            <w:tcW w:w="3248" w:type="dxa"/>
            <w:shd w:val="clear" w:color="auto" w:fill="E6E6E6"/>
            <w:vAlign w:val="center"/>
          </w:tcPr>
          <w:p w14:paraId="5660B94B" w14:textId="77777777" w:rsidR="00ED4940" w:rsidRDefault="00000000">
            <w:r>
              <w:t>组合墙隔声量(dB)</w:t>
            </w:r>
          </w:p>
        </w:tc>
        <w:tc>
          <w:tcPr>
            <w:tcW w:w="6080" w:type="dxa"/>
            <w:gridSpan w:val="5"/>
            <w:vAlign w:val="center"/>
          </w:tcPr>
          <w:p w14:paraId="57B16569" w14:textId="77777777" w:rsidR="00ED4940" w:rsidRDefault="00000000">
            <w:r>
              <w:t>33</w:t>
            </w:r>
          </w:p>
        </w:tc>
      </w:tr>
      <w:tr w:rsidR="00ED4940" w14:paraId="6BCCA160" w14:textId="77777777">
        <w:tc>
          <w:tcPr>
            <w:tcW w:w="3248" w:type="dxa"/>
            <w:shd w:val="clear" w:color="auto" w:fill="E6E6E6"/>
            <w:vAlign w:val="center"/>
          </w:tcPr>
          <w:p w14:paraId="60975731" w14:textId="77777777" w:rsidR="00ED4940" w:rsidRDefault="00000000">
            <w:r>
              <w:t>组合墙面积(㎡)</w:t>
            </w:r>
          </w:p>
        </w:tc>
        <w:tc>
          <w:tcPr>
            <w:tcW w:w="6080" w:type="dxa"/>
            <w:gridSpan w:val="5"/>
            <w:vAlign w:val="center"/>
          </w:tcPr>
          <w:p w14:paraId="28F8CC91" w14:textId="77777777" w:rsidR="00ED4940" w:rsidRDefault="00000000">
            <w:r>
              <w:t>15.7</w:t>
            </w:r>
          </w:p>
        </w:tc>
      </w:tr>
      <w:tr w:rsidR="00ED4940" w14:paraId="6DA88538" w14:textId="77777777">
        <w:tc>
          <w:tcPr>
            <w:tcW w:w="3248" w:type="dxa"/>
            <w:shd w:val="clear" w:color="auto" w:fill="E6E6E6"/>
            <w:vAlign w:val="center"/>
          </w:tcPr>
          <w:p w14:paraId="2457E3C0" w14:textId="77777777" w:rsidR="00ED4940" w:rsidRDefault="00000000">
            <w:r>
              <w:t>门/窗与墙缝隙面积(㎡)</w:t>
            </w:r>
          </w:p>
        </w:tc>
        <w:tc>
          <w:tcPr>
            <w:tcW w:w="6080" w:type="dxa"/>
            <w:gridSpan w:val="5"/>
            <w:vAlign w:val="center"/>
          </w:tcPr>
          <w:p w14:paraId="5AC90A99" w14:textId="77777777" w:rsidR="00ED4940" w:rsidRDefault="00000000">
            <w:r>
              <w:t>0.108</w:t>
            </w:r>
          </w:p>
        </w:tc>
      </w:tr>
      <w:tr w:rsidR="00ED4940" w14:paraId="4872C5E2" w14:textId="77777777">
        <w:tc>
          <w:tcPr>
            <w:tcW w:w="3248" w:type="dxa"/>
            <w:shd w:val="clear" w:color="auto" w:fill="E6E6E6"/>
            <w:vAlign w:val="center"/>
          </w:tcPr>
          <w:p w14:paraId="750B95EC" w14:textId="77777777" w:rsidR="00ED4940" w:rsidRDefault="00000000">
            <w:r>
              <w:t>门/窗与墙缝隙对隔声量影响(dB)</w:t>
            </w:r>
          </w:p>
        </w:tc>
        <w:tc>
          <w:tcPr>
            <w:tcW w:w="6080" w:type="dxa"/>
            <w:gridSpan w:val="5"/>
            <w:vAlign w:val="center"/>
          </w:tcPr>
          <w:p w14:paraId="5883842E" w14:textId="77777777" w:rsidR="00ED4940" w:rsidRDefault="00000000">
            <w:r>
              <w:t>12</w:t>
            </w:r>
          </w:p>
        </w:tc>
      </w:tr>
      <w:tr w:rsidR="00ED4940" w14:paraId="7508B4BD" w14:textId="77777777">
        <w:tc>
          <w:tcPr>
            <w:tcW w:w="3248" w:type="dxa"/>
            <w:shd w:val="clear" w:color="auto" w:fill="E6E6E6"/>
            <w:vAlign w:val="center"/>
          </w:tcPr>
          <w:p w14:paraId="761E3B87" w14:textId="77777777" w:rsidR="00ED4940" w:rsidRDefault="00000000">
            <w:r>
              <w:t>计算缝隙后组合墙隔声量(dB)</w:t>
            </w:r>
          </w:p>
        </w:tc>
        <w:tc>
          <w:tcPr>
            <w:tcW w:w="6080" w:type="dxa"/>
            <w:gridSpan w:val="5"/>
            <w:vAlign w:val="center"/>
          </w:tcPr>
          <w:p w14:paraId="00DE8E60" w14:textId="77777777" w:rsidR="00ED4940" w:rsidRDefault="00000000">
            <w:r>
              <w:t>21</w:t>
            </w:r>
          </w:p>
        </w:tc>
      </w:tr>
    </w:tbl>
    <w:p w14:paraId="6A0ABBE2" w14:textId="77777777" w:rsidR="006D54C1" w:rsidRDefault="006D54C1" w:rsidP="0070721F">
      <w:pPr>
        <w:jc w:val="center"/>
        <w:rPr>
          <w:lang w:val="en-US"/>
        </w:rPr>
      </w:pPr>
      <w:bookmarkStart w:id="6" w:name="组合墙隔声量"/>
      <w:bookmarkEnd w:id="6"/>
    </w:p>
    <w:p w14:paraId="38D6B0D5" w14:textId="77777777" w:rsidR="006D54C1" w:rsidRPr="000B06E6" w:rsidRDefault="006D54C1" w:rsidP="001F269F">
      <w:pPr>
        <w:jc w:val="center"/>
      </w:pPr>
      <w:r w:rsidRPr="000B06E6">
        <w:rPr>
          <w:rFonts w:hint="eastAsia"/>
        </w:rPr>
        <w:t>室外环境噪声通过单面组合墙传到室内的噪声级</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ED4940" w14:paraId="1C35FDC5" w14:textId="77777777">
        <w:tc>
          <w:tcPr>
            <w:tcW w:w="3905" w:type="dxa"/>
            <w:vMerge w:val="restart"/>
            <w:shd w:val="clear" w:color="auto" w:fill="E6E6E6"/>
            <w:vAlign w:val="center"/>
          </w:tcPr>
          <w:p w14:paraId="1F4AAC27" w14:textId="77777777" w:rsidR="00ED4940" w:rsidRDefault="00000000">
            <w:r>
              <w:t>外围护结构</w:t>
            </w:r>
          </w:p>
        </w:tc>
        <w:tc>
          <w:tcPr>
            <w:tcW w:w="2036" w:type="dxa"/>
            <w:gridSpan w:val="2"/>
            <w:shd w:val="clear" w:color="auto" w:fill="E6E6E6"/>
            <w:vAlign w:val="center"/>
          </w:tcPr>
          <w:p w14:paraId="0EBB26AB" w14:textId="77777777" w:rsidR="00ED4940" w:rsidRDefault="00000000">
            <w:pPr>
              <w:jc w:val="center"/>
            </w:pPr>
            <w:r>
              <w:t>室外噪声级(dB,A)</w:t>
            </w:r>
          </w:p>
        </w:tc>
        <w:tc>
          <w:tcPr>
            <w:tcW w:w="1358" w:type="dxa"/>
            <w:gridSpan w:val="2"/>
            <w:shd w:val="clear" w:color="auto" w:fill="E6E6E6"/>
            <w:vAlign w:val="center"/>
          </w:tcPr>
          <w:p w14:paraId="3CC72113" w14:textId="77777777" w:rsidR="00ED4940" w:rsidRDefault="00000000">
            <w:pPr>
              <w:jc w:val="center"/>
            </w:pPr>
            <w:r>
              <w:t>隔声量(dB)</w:t>
            </w:r>
          </w:p>
        </w:tc>
        <w:tc>
          <w:tcPr>
            <w:tcW w:w="2036" w:type="dxa"/>
            <w:gridSpan w:val="2"/>
            <w:shd w:val="clear" w:color="auto" w:fill="E6E6E6"/>
            <w:vAlign w:val="center"/>
          </w:tcPr>
          <w:p w14:paraId="3E4C9D29" w14:textId="77777777" w:rsidR="00ED4940" w:rsidRDefault="00000000">
            <w:pPr>
              <w:jc w:val="center"/>
            </w:pPr>
            <w:r>
              <w:t>传到室内噪声级(dB,A)</w:t>
            </w:r>
          </w:p>
        </w:tc>
      </w:tr>
      <w:tr w:rsidR="00ED4940" w14:paraId="0EA4DE8D" w14:textId="77777777">
        <w:tc>
          <w:tcPr>
            <w:tcW w:w="3905" w:type="dxa"/>
            <w:vMerge/>
            <w:shd w:val="clear" w:color="auto" w:fill="E6E6E6"/>
            <w:vAlign w:val="center"/>
          </w:tcPr>
          <w:p w14:paraId="5E553A2B" w14:textId="77777777" w:rsidR="00ED4940" w:rsidRDefault="00ED4940"/>
        </w:tc>
        <w:tc>
          <w:tcPr>
            <w:tcW w:w="1018" w:type="dxa"/>
            <w:shd w:val="clear" w:color="auto" w:fill="E6E6E6"/>
            <w:vAlign w:val="center"/>
          </w:tcPr>
          <w:p w14:paraId="06A56807" w14:textId="77777777" w:rsidR="00ED4940" w:rsidRDefault="00000000">
            <w:r>
              <w:t>昼间</w:t>
            </w:r>
          </w:p>
        </w:tc>
        <w:tc>
          <w:tcPr>
            <w:tcW w:w="1018" w:type="dxa"/>
            <w:shd w:val="clear" w:color="auto" w:fill="E6E6E6"/>
            <w:vAlign w:val="center"/>
          </w:tcPr>
          <w:p w14:paraId="1294974F" w14:textId="77777777" w:rsidR="00ED4940" w:rsidRDefault="00000000">
            <w:r>
              <w:t>夜间</w:t>
            </w:r>
          </w:p>
        </w:tc>
        <w:tc>
          <w:tcPr>
            <w:tcW w:w="679" w:type="dxa"/>
            <w:shd w:val="clear" w:color="auto" w:fill="E6E6E6"/>
            <w:vAlign w:val="center"/>
          </w:tcPr>
          <w:p w14:paraId="697D5F1B" w14:textId="77777777" w:rsidR="00ED4940" w:rsidRDefault="00000000">
            <w:r>
              <w:t>昼间</w:t>
            </w:r>
          </w:p>
        </w:tc>
        <w:tc>
          <w:tcPr>
            <w:tcW w:w="679" w:type="dxa"/>
            <w:shd w:val="clear" w:color="auto" w:fill="E6E6E6"/>
            <w:vAlign w:val="center"/>
          </w:tcPr>
          <w:p w14:paraId="09B66B80" w14:textId="77777777" w:rsidR="00ED4940" w:rsidRDefault="00000000">
            <w:r>
              <w:t>夜间</w:t>
            </w:r>
          </w:p>
        </w:tc>
        <w:tc>
          <w:tcPr>
            <w:tcW w:w="1018" w:type="dxa"/>
            <w:shd w:val="clear" w:color="auto" w:fill="E6E6E6"/>
            <w:vAlign w:val="center"/>
          </w:tcPr>
          <w:p w14:paraId="3646B510" w14:textId="77777777" w:rsidR="00ED4940" w:rsidRDefault="00000000">
            <w:r>
              <w:t>昼间</w:t>
            </w:r>
          </w:p>
        </w:tc>
        <w:tc>
          <w:tcPr>
            <w:tcW w:w="1018" w:type="dxa"/>
            <w:shd w:val="clear" w:color="auto" w:fill="E6E6E6"/>
            <w:vAlign w:val="center"/>
          </w:tcPr>
          <w:p w14:paraId="519CFD0E" w14:textId="77777777" w:rsidR="00ED4940" w:rsidRDefault="00000000">
            <w:r>
              <w:t>夜间</w:t>
            </w:r>
          </w:p>
        </w:tc>
      </w:tr>
      <w:tr w:rsidR="00ED4940" w14:paraId="28A7E14B" w14:textId="77777777">
        <w:tc>
          <w:tcPr>
            <w:tcW w:w="3905" w:type="dxa"/>
            <w:shd w:val="clear" w:color="auto" w:fill="E6E6E6"/>
            <w:vAlign w:val="center"/>
          </w:tcPr>
          <w:p w14:paraId="65FA803E" w14:textId="77777777" w:rsidR="00ED4940" w:rsidRDefault="00000000">
            <w:r>
              <w:t>外墙1</w:t>
            </w:r>
          </w:p>
        </w:tc>
        <w:tc>
          <w:tcPr>
            <w:tcW w:w="1018" w:type="dxa"/>
            <w:vAlign w:val="center"/>
          </w:tcPr>
          <w:p w14:paraId="5616AD21" w14:textId="77777777" w:rsidR="00ED4940" w:rsidRDefault="00000000">
            <w:r>
              <w:t>55</w:t>
            </w:r>
          </w:p>
        </w:tc>
        <w:tc>
          <w:tcPr>
            <w:tcW w:w="1018" w:type="dxa"/>
            <w:vAlign w:val="center"/>
          </w:tcPr>
          <w:p w14:paraId="3EFCA654" w14:textId="77777777" w:rsidR="00ED4940" w:rsidRDefault="00000000">
            <w:r>
              <w:t>45</w:t>
            </w:r>
          </w:p>
        </w:tc>
        <w:tc>
          <w:tcPr>
            <w:tcW w:w="679" w:type="dxa"/>
            <w:vAlign w:val="center"/>
          </w:tcPr>
          <w:p w14:paraId="7D85A819" w14:textId="77777777" w:rsidR="00ED4940" w:rsidRDefault="00000000">
            <w:r>
              <w:t>50</w:t>
            </w:r>
          </w:p>
        </w:tc>
        <w:tc>
          <w:tcPr>
            <w:tcW w:w="679" w:type="dxa"/>
            <w:vAlign w:val="center"/>
          </w:tcPr>
          <w:p w14:paraId="0B8EC125" w14:textId="77777777" w:rsidR="00ED4940" w:rsidRDefault="00000000">
            <w:r>
              <w:t>50</w:t>
            </w:r>
          </w:p>
        </w:tc>
        <w:tc>
          <w:tcPr>
            <w:tcW w:w="1018" w:type="dxa"/>
            <w:vAlign w:val="center"/>
          </w:tcPr>
          <w:p w14:paraId="7E9457DE" w14:textId="77777777" w:rsidR="00ED4940" w:rsidRDefault="00000000">
            <w:r>
              <w:t>5</w:t>
            </w:r>
          </w:p>
        </w:tc>
        <w:tc>
          <w:tcPr>
            <w:tcW w:w="1018" w:type="dxa"/>
            <w:vAlign w:val="center"/>
          </w:tcPr>
          <w:p w14:paraId="1BFBDF07" w14:textId="77777777" w:rsidR="00ED4940" w:rsidRDefault="00000000">
            <w:r>
              <w:t>＜5</w:t>
            </w:r>
          </w:p>
        </w:tc>
      </w:tr>
      <w:tr w:rsidR="00ED4940" w14:paraId="667048E4" w14:textId="77777777">
        <w:tc>
          <w:tcPr>
            <w:tcW w:w="3905" w:type="dxa"/>
            <w:shd w:val="clear" w:color="auto" w:fill="E6E6E6"/>
            <w:vAlign w:val="center"/>
          </w:tcPr>
          <w:p w14:paraId="4B7AB43D" w14:textId="77777777" w:rsidR="00ED4940" w:rsidRDefault="00000000">
            <w:r>
              <w:t>外墙2+外窗</w:t>
            </w:r>
          </w:p>
        </w:tc>
        <w:tc>
          <w:tcPr>
            <w:tcW w:w="1018" w:type="dxa"/>
            <w:vAlign w:val="center"/>
          </w:tcPr>
          <w:p w14:paraId="3D6178A1" w14:textId="77777777" w:rsidR="00ED4940" w:rsidRDefault="00000000">
            <w:r>
              <w:t>55</w:t>
            </w:r>
          </w:p>
        </w:tc>
        <w:tc>
          <w:tcPr>
            <w:tcW w:w="1018" w:type="dxa"/>
            <w:vAlign w:val="center"/>
          </w:tcPr>
          <w:p w14:paraId="5F5D849D" w14:textId="77777777" w:rsidR="00ED4940" w:rsidRDefault="00000000">
            <w:r>
              <w:t>45</w:t>
            </w:r>
          </w:p>
        </w:tc>
        <w:tc>
          <w:tcPr>
            <w:tcW w:w="679" w:type="dxa"/>
            <w:vAlign w:val="center"/>
          </w:tcPr>
          <w:p w14:paraId="21B569DB" w14:textId="77777777" w:rsidR="00ED4940" w:rsidRDefault="00000000">
            <w:r>
              <w:t>21</w:t>
            </w:r>
          </w:p>
        </w:tc>
        <w:tc>
          <w:tcPr>
            <w:tcW w:w="679" w:type="dxa"/>
            <w:vAlign w:val="center"/>
          </w:tcPr>
          <w:p w14:paraId="47AAC2D6" w14:textId="77777777" w:rsidR="00ED4940" w:rsidRDefault="00000000">
            <w:r>
              <w:t>21</w:t>
            </w:r>
          </w:p>
        </w:tc>
        <w:tc>
          <w:tcPr>
            <w:tcW w:w="1018" w:type="dxa"/>
            <w:vAlign w:val="center"/>
          </w:tcPr>
          <w:p w14:paraId="7D016222" w14:textId="77777777" w:rsidR="00ED4940" w:rsidRDefault="00000000">
            <w:r>
              <w:t>34</w:t>
            </w:r>
          </w:p>
        </w:tc>
        <w:tc>
          <w:tcPr>
            <w:tcW w:w="1018" w:type="dxa"/>
            <w:vAlign w:val="center"/>
          </w:tcPr>
          <w:p w14:paraId="391E9CC0" w14:textId="77777777" w:rsidR="00ED4940" w:rsidRDefault="00000000">
            <w:r>
              <w:t>24</w:t>
            </w:r>
          </w:p>
        </w:tc>
      </w:tr>
    </w:tbl>
    <w:p w14:paraId="7CA9362E" w14:textId="77777777" w:rsidR="006D54C1" w:rsidRDefault="006D54C1" w:rsidP="0070721F">
      <w:pPr>
        <w:jc w:val="center"/>
      </w:pPr>
      <w:bookmarkStart w:id="7" w:name="组合墙传到室内噪声级"/>
      <w:bookmarkEnd w:id="7"/>
    </w:p>
    <w:p w14:paraId="02907D5F" w14:textId="77777777" w:rsidR="006D54C1" w:rsidRDefault="006D54C1" w:rsidP="00D32BD5"/>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5" w:themeFillTint="33"/>
        <w:tblLook w:val="04A0" w:firstRow="1" w:lastRow="0" w:firstColumn="1" w:lastColumn="0" w:noHBand="0" w:noVBand="1"/>
      </w:tblPr>
      <w:tblGrid>
        <w:gridCol w:w="9060"/>
      </w:tblGrid>
      <w:tr w:rsidR="00D24865" w:rsidRPr="00D24865" w14:paraId="68305C90" w14:textId="77777777" w:rsidTr="00D24865">
        <w:tc>
          <w:tcPr>
            <w:tcW w:w="9060" w:type="dxa"/>
            <w:shd w:val="clear" w:color="auto" w:fill="DEEAF6" w:themeFill="accent5" w:themeFillTint="33"/>
          </w:tcPr>
          <w:p w14:paraId="7C266652" w14:textId="77777777" w:rsidR="00D24865" w:rsidRPr="00D24865" w:rsidRDefault="00D24865" w:rsidP="00F61948">
            <w:pPr>
              <w:pStyle w:val="a0"/>
              <w:rPr>
                <w:b/>
                <w:color w:val="002060"/>
                <w:lang w:val="en-US"/>
              </w:rPr>
            </w:pPr>
            <w:r w:rsidRPr="00D24865">
              <w:rPr>
                <w:rFonts w:hint="eastAsia"/>
                <w:b/>
                <w:color w:val="002060"/>
                <w:lang w:val="en-US"/>
              </w:rPr>
              <w:t>室外噪声通过多面组合墙传到室内的噪声进行叠加得出室外对室内的噪声影响：</w:t>
            </w:r>
          </w:p>
        </w:tc>
      </w:tr>
    </w:tbl>
    <w:p w14:paraId="225BEC23" w14:textId="77777777" w:rsidR="006D54C1" w:rsidRPr="00C15521" w:rsidRDefault="006D54C1" w:rsidP="00C15521">
      <w:pPr>
        <w:pStyle w:val="a0"/>
        <w:ind w:firstLine="420"/>
        <w:jc w:val="left"/>
        <w:rPr>
          <w:bCs/>
          <w:color w:val="0070C0"/>
          <w:lang w:val="en-US"/>
        </w:rPr>
      </w:pPr>
      <w:proofErr w:type="gramStart"/>
      <w:r w:rsidRPr="00C15521">
        <w:rPr>
          <w:rFonts w:hint="eastAsia"/>
          <w:bCs/>
          <w:color w:val="0070C0"/>
          <w:lang w:val="en-US"/>
        </w:rPr>
        <w:t>昼间为</w:t>
      </w:r>
      <w:proofErr w:type="gramEnd"/>
      <w:r w:rsidRPr="00C15521">
        <w:rPr>
          <w:rFonts w:hint="eastAsia"/>
          <w:bCs/>
          <w:color w:val="0070C0"/>
          <w:lang w:val="en-US"/>
        </w:rPr>
        <w:t xml:space="preserve"> </w:t>
      </w:r>
      <w:bookmarkStart w:id="8" w:name="昼间室外传声"/>
      <w:r w:rsidRPr="00C15521">
        <w:rPr>
          <w:rFonts w:hint="eastAsia"/>
          <w:bCs/>
          <w:color w:val="0070C0"/>
          <w:lang w:val="en-US"/>
        </w:rPr>
        <w:t>34</w:t>
      </w:r>
      <w:bookmarkEnd w:id="8"/>
      <w:r w:rsidRPr="00C15521">
        <w:rPr>
          <w:bCs/>
          <w:color w:val="0070C0"/>
          <w:lang w:val="en-US"/>
        </w:rPr>
        <w:t xml:space="preserve"> dB</w:t>
      </w:r>
      <w:r w:rsidR="0035776D">
        <w:rPr>
          <w:bCs/>
          <w:color w:val="0070C0"/>
          <w:lang w:val="en-US"/>
        </w:rPr>
        <w:t>(</w:t>
      </w:r>
      <w:r w:rsidRPr="00C15521">
        <w:rPr>
          <w:bCs/>
          <w:color w:val="0070C0"/>
          <w:lang w:val="en-US"/>
        </w:rPr>
        <w:t>A</w:t>
      </w:r>
      <w:r w:rsidR="0035776D">
        <w:rPr>
          <w:bCs/>
          <w:color w:val="0070C0"/>
          <w:lang w:val="en-US"/>
        </w:rPr>
        <w:t>)</w:t>
      </w:r>
      <w:r w:rsidRPr="00C15521">
        <w:rPr>
          <w:rFonts w:hint="eastAsia"/>
          <w:bCs/>
          <w:color w:val="0070C0"/>
          <w:lang w:val="en-US"/>
        </w:rPr>
        <w:t xml:space="preserve">，夜间为 </w:t>
      </w:r>
      <w:bookmarkStart w:id="9" w:name="夜间室外传声"/>
      <w:r w:rsidRPr="00C15521">
        <w:rPr>
          <w:rFonts w:hint="eastAsia"/>
          <w:bCs/>
          <w:color w:val="0070C0"/>
          <w:lang w:val="en-US"/>
        </w:rPr>
        <w:t>24</w:t>
      </w:r>
      <w:bookmarkEnd w:id="9"/>
      <w:r w:rsidRPr="00C15521">
        <w:rPr>
          <w:rFonts w:hint="eastAsia"/>
          <w:bCs/>
          <w:color w:val="0070C0"/>
          <w:lang w:val="en-US"/>
        </w:rPr>
        <w:t xml:space="preserve"> </w:t>
      </w:r>
      <w:r w:rsidRPr="00C15521">
        <w:rPr>
          <w:bCs/>
          <w:color w:val="0070C0"/>
          <w:lang w:val="en-US"/>
        </w:rPr>
        <w:t>dB</w:t>
      </w:r>
      <w:r w:rsidR="0035776D">
        <w:rPr>
          <w:bCs/>
          <w:color w:val="0070C0"/>
          <w:lang w:val="en-US"/>
        </w:rPr>
        <w:t>(</w:t>
      </w:r>
      <w:r w:rsidRPr="00C15521">
        <w:rPr>
          <w:bCs/>
          <w:color w:val="0070C0"/>
          <w:lang w:val="en-US"/>
        </w:rPr>
        <w:t>A</w:t>
      </w:r>
      <w:r w:rsidR="0035776D">
        <w:rPr>
          <w:bCs/>
          <w:color w:val="0070C0"/>
          <w:lang w:val="en-US"/>
        </w:rPr>
        <w:t>)</w:t>
      </w:r>
      <w:r>
        <w:rPr>
          <w:rFonts w:hint="eastAsia"/>
          <w:bCs/>
          <w:color w:val="0070C0"/>
          <w:lang w:val="en-US"/>
        </w:rPr>
        <w:t>。</w:t>
      </w:r>
    </w:p>
    <w:p w14:paraId="3B7EBCCD" w14:textId="77777777" w:rsidR="006D54C1" w:rsidRPr="001B3359" w:rsidRDefault="006D54C1" w:rsidP="001B3359">
      <w:pPr>
        <w:pStyle w:val="a0"/>
        <w:ind w:left="420"/>
        <w:rPr>
          <w:b/>
          <w:lang w:val="en-US"/>
        </w:rPr>
      </w:pPr>
    </w:p>
    <w:p w14:paraId="081DE642" w14:textId="77777777" w:rsidR="006D54C1" w:rsidRPr="000B06E6" w:rsidRDefault="009F597E" w:rsidP="001F269F">
      <w:pPr>
        <w:jc w:val="center"/>
        <w:rPr>
          <w:lang w:val="en-US"/>
        </w:rPr>
      </w:pPr>
      <w:r>
        <w:rPr>
          <w:lang w:val="en-US"/>
        </w:rPr>
        <w:t xml:space="preserve">           </w:t>
      </w:r>
      <w:r>
        <w:rPr>
          <w:rFonts w:hint="eastAsia"/>
          <w:lang w:val="en-US"/>
        </w:rPr>
        <w:t xml:space="preserve"> </w:t>
      </w:r>
      <w:r>
        <w:rPr>
          <w:lang w:val="en-US"/>
        </w:rPr>
        <w:t xml:space="preserve">                           </w:t>
      </w:r>
      <w:r w:rsidR="006D54C1" w:rsidRPr="00D24865">
        <w:rPr>
          <w:rFonts w:hint="eastAsia"/>
          <w:b/>
          <w:bCs/>
          <w:color w:val="002060"/>
          <w:lang w:val="en-US"/>
        </w:rPr>
        <w:t>建筑内声源传到室内噪声级</w:t>
      </w:r>
      <w:r>
        <w:rPr>
          <w:rFonts w:hint="eastAsia"/>
          <w:lang w:val="en-US"/>
        </w:rPr>
        <w:t xml:space="preserve"> </w:t>
      </w:r>
      <w:r>
        <w:rPr>
          <w:lang w:val="en-US"/>
        </w:rPr>
        <w:t xml:space="preserve">                      </w:t>
      </w:r>
      <w:r w:rsidRPr="009F597E">
        <w:rPr>
          <w:rFonts w:hint="eastAsia"/>
          <w:lang w:val="en-US"/>
        </w:rPr>
        <w:t>单位：</w:t>
      </w:r>
      <w:r w:rsidRPr="009F597E">
        <w:rPr>
          <w:lang w:val="en-US"/>
        </w:rPr>
        <w:t>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ED4940" w14:paraId="2DFA48BB" w14:textId="77777777">
        <w:tc>
          <w:tcPr>
            <w:tcW w:w="4662" w:type="dxa"/>
            <w:gridSpan w:val="2"/>
            <w:shd w:val="clear" w:color="auto" w:fill="E6E6E6"/>
            <w:vAlign w:val="center"/>
          </w:tcPr>
          <w:p w14:paraId="7E172706" w14:textId="77777777" w:rsidR="00ED4940" w:rsidRDefault="00000000">
            <w:pPr>
              <w:jc w:val="center"/>
            </w:pPr>
            <w:r>
              <w:t>室内声源噪声级</w:t>
            </w:r>
          </w:p>
        </w:tc>
        <w:tc>
          <w:tcPr>
            <w:tcW w:w="4662" w:type="dxa"/>
            <w:gridSpan w:val="2"/>
            <w:shd w:val="clear" w:color="auto" w:fill="E6E6E6"/>
            <w:vAlign w:val="center"/>
          </w:tcPr>
          <w:p w14:paraId="59410218" w14:textId="77777777" w:rsidR="00ED4940" w:rsidRDefault="00000000">
            <w:pPr>
              <w:jc w:val="center"/>
            </w:pPr>
            <w:r>
              <w:t>相邻房间设备传到室内噪声级</w:t>
            </w:r>
          </w:p>
        </w:tc>
      </w:tr>
      <w:tr w:rsidR="00ED4940" w14:paraId="035AE81C" w14:textId="77777777">
        <w:tc>
          <w:tcPr>
            <w:tcW w:w="2331" w:type="dxa"/>
            <w:shd w:val="clear" w:color="auto" w:fill="E6E6E6"/>
            <w:vAlign w:val="center"/>
          </w:tcPr>
          <w:p w14:paraId="75C50AFE" w14:textId="77777777" w:rsidR="00ED4940" w:rsidRDefault="00000000">
            <w:r>
              <w:t>昼间</w:t>
            </w:r>
          </w:p>
        </w:tc>
        <w:tc>
          <w:tcPr>
            <w:tcW w:w="2331" w:type="dxa"/>
            <w:shd w:val="clear" w:color="auto" w:fill="E6E6E6"/>
            <w:vAlign w:val="center"/>
          </w:tcPr>
          <w:p w14:paraId="2343A30B" w14:textId="77777777" w:rsidR="00ED4940" w:rsidRDefault="00000000">
            <w:r>
              <w:t>夜间</w:t>
            </w:r>
          </w:p>
        </w:tc>
        <w:tc>
          <w:tcPr>
            <w:tcW w:w="2331" w:type="dxa"/>
            <w:shd w:val="clear" w:color="auto" w:fill="E6E6E6"/>
            <w:vAlign w:val="center"/>
          </w:tcPr>
          <w:p w14:paraId="74D29EB5" w14:textId="77777777" w:rsidR="00ED4940" w:rsidRDefault="00000000">
            <w:r>
              <w:t>昼间</w:t>
            </w:r>
          </w:p>
        </w:tc>
        <w:tc>
          <w:tcPr>
            <w:tcW w:w="2331" w:type="dxa"/>
            <w:shd w:val="clear" w:color="auto" w:fill="E6E6E6"/>
            <w:vAlign w:val="center"/>
          </w:tcPr>
          <w:p w14:paraId="4F1F6B0E" w14:textId="77777777" w:rsidR="00ED4940" w:rsidRDefault="00000000">
            <w:r>
              <w:t>夜间</w:t>
            </w:r>
          </w:p>
        </w:tc>
      </w:tr>
      <w:tr w:rsidR="00ED4940" w14:paraId="3CEDB5B9" w14:textId="77777777">
        <w:tc>
          <w:tcPr>
            <w:tcW w:w="2331" w:type="dxa"/>
            <w:vAlign w:val="center"/>
          </w:tcPr>
          <w:p w14:paraId="51871C7D" w14:textId="77777777" w:rsidR="00ED4940" w:rsidRDefault="00000000">
            <w:r>
              <w:t>--</w:t>
            </w:r>
          </w:p>
        </w:tc>
        <w:tc>
          <w:tcPr>
            <w:tcW w:w="2331" w:type="dxa"/>
            <w:vAlign w:val="center"/>
          </w:tcPr>
          <w:p w14:paraId="475CC898" w14:textId="77777777" w:rsidR="00ED4940" w:rsidRDefault="00000000">
            <w:r>
              <w:t>--</w:t>
            </w:r>
          </w:p>
        </w:tc>
        <w:tc>
          <w:tcPr>
            <w:tcW w:w="2331" w:type="dxa"/>
            <w:vAlign w:val="center"/>
          </w:tcPr>
          <w:p w14:paraId="4D88393F" w14:textId="77777777" w:rsidR="00ED4940" w:rsidRDefault="00000000">
            <w:r>
              <w:t>--</w:t>
            </w:r>
          </w:p>
        </w:tc>
        <w:tc>
          <w:tcPr>
            <w:tcW w:w="2331" w:type="dxa"/>
            <w:vAlign w:val="center"/>
          </w:tcPr>
          <w:p w14:paraId="7E091168" w14:textId="77777777" w:rsidR="00ED4940" w:rsidRDefault="00000000">
            <w:r>
              <w:t>--</w:t>
            </w:r>
          </w:p>
        </w:tc>
      </w:tr>
    </w:tbl>
    <w:p w14:paraId="06614643" w14:textId="77777777" w:rsidR="006D54C1" w:rsidRDefault="006D54C1" w:rsidP="0070721F">
      <w:pPr>
        <w:jc w:val="center"/>
      </w:pPr>
      <w:bookmarkStart w:id="10" w:name="建筑内声源传声"/>
      <w:bookmarkEnd w:id="10"/>
    </w:p>
    <w:p w14:paraId="5CD139D3" w14:textId="77777777" w:rsidR="006D54C1" w:rsidRDefault="006D54C1" w:rsidP="006A5466">
      <w:pPr>
        <w:pStyle w:val="a0"/>
        <w:ind w:firstLineChars="295" w:firstLine="531"/>
        <w:jc w:val="left"/>
        <w:rPr>
          <w:rFonts w:ascii="黑体" w:eastAsia="黑体" w:hAnsi="黑体"/>
          <w:color w:val="808080" w:themeColor="background1" w:themeShade="80"/>
          <w:sz w:val="18"/>
          <w:szCs w:val="20"/>
        </w:rPr>
      </w:pPr>
      <w:r w:rsidRPr="00FB3659">
        <w:rPr>
          <w:rFonts w:ascii="黑体" w:eastAsia="黑体" w:hAnsi="黑体" w:hint="eastAsia"/>
          <w:color w:val="808080" w:themeColor="background1" w:themeShade="80"/>
          <w:sz w:val="18"/>
          <w:szCs w:val="20"/>
        </w:rPr>
        <w:t>注：</w:t>
      </w:r>
      <w:r w:rsidRPr="00FB3659">
        <w:rPr>
          <w:rFonts w:ascii="黑体" w:eastAsia="黑体" w:hAnsi="黑体"/>
          <w:color w:val="808080" w:themeColor="background1" w:themeShade="80"/>
          <w:sz w:val="18"/>
          <w:szCs w:val="20"/>
        </w:rPr>
        <w:t xml:space="preserve">“--” </w:t>
      </w:r>
      <w:r w:rsidRPr="00FB3659">
        <w:rPr>
          <w:rFonts w:ascii="黑体" w:eastAsia="黑体" w:hAnsi="黑体" w:hint="eastAsia"/>
          <w:color w:val="808080" w:themeColor="background1" w:themeShade="80"/>
          <w:sz w:val="18"/>
          <w:szCs w:val="20"/>
        </w:rPr>
        <w:t>表示无设备噪声。</w:t>
      </w:r>
    </w:p>
    <w:p w14:paraId="61A44A69" w14:textId="77777777" w:rsidR="001B7CFE" w:rsidRDefault="001B7CFE" w:rsidP="006A5466">
      <w:pPr>
        <w:pStyle w:val="a0"/>
        <w:ind w:firstLineChars="295" w:firstLine="531"/>
        <w:jc w:val="left"/>
        <w:rPr>
          <w:rFonts w:ascii="黑体" w:eastAsia="黑体" w:hAnsi="黑体"/>
          <w:color w:val="808080" w:themeColor="background1" w:themeShade="80"/>
          <w:sz w:val="18"/>
          <w:szCs w:val="20"/>
        </w:rPr>
      </w:pPr>
    </w:p>
    <w:p w14:paraId="76C79A86" w14:textId="77777777" w:rsidR="001B7CFE" w:rsidRDefault="001B7CFE" w:rsidP="006A5466">
      <w:pPr>
        <w:pStyle w:val="a0"/>
        <w:ind w:firstLineChars="295" w:firstLine="531"/>
        <w:jc w:val="left"/>
        <w:rPr>
          <w:rFonts w:ascii="黑体" w:eastAsia="黑体" w:hAnsi="黑体"/>
          <w:color w:val="808080" w:themeColor="background1" w:themeShade="80"/>
          <w:sz w:val="18"/>
          <w:szCs w:val="20"/>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BE4D5" w:themeFill="accent2" w:themeFillTint="33"/>
        <w:tblLook w:val="04A0" w:firstRow="1" w:lastRow="0" w:firstColumn="1" w:lastColumn="0" w:noHBand="0" w:noVBand="1"/>
      </w:tblPr>
      <w:tblGrid>
        <w:gridCol w:w="9060"/>
      </w:tblGrid>
      <w:tr w:rsidR="008E7E89" w:rsidRPr="008E7E89" w14:paraId="61D77D67" w14:textId="77777777" w:rsidTr="008E7E89">
        <w:tc>
          <w:tcPr>
            <w:tcW w:w="9060" w:type="dxa"/>
            <w:shd w:val="clear" w:color="auto" w:fill="FBE4D5" w:themeFill="accent2" w:themeFillTint="33"/>
          </w:tcPr>
          <w:p w14:paraId="627FF499" w14:textId="77777777" w:rsidR="008E7E89" w:rsidRPr="008E7E89" w:rsidRDefault="008E7E89" w:rsidP="00402C07">
            <w:pPr>
              <w:pStyle w:val="a0"/>
              <w:rPr>
                <w:b/>
                <w:color w:val="002060"/>
                <w:lang w:val="en-US"/>
              </w:rPr>
            </w:pPr>
            <w:r w:rsidRPr="008E7E89">
              <w:rPr>
                <w:rFonts w:hint="eastAsia"/>
                <w:b/>
                <w:color w:val="002060"/>
                <w:lang w:val="en-US"/>
              </w:rPr>
              <w:t>室内噪声级结论：</w:t>
            </w:r>
          </w:p>
        </w:tc>
      </w:tr>
    </w:tbl>
    <w:p w14:paraId="22F2C0DF" w14:textId="77777777" w:rsidR="008E7E89" w:rsidRPr="008E7E89" w:rsidRDefault="008E7E89" w:rsidP="006A5466">
      <w:pPr>
        <w:pStyle w:val="a0"/>
        <w:ind w:firstLineChars="295" w:firstLine="531"/>
        <w:jc w:val="left"/>
        <w:rPr>
          <w:rFonts w:ascii="黑体" w:eastAsia="黑体" w:hAnsi="黑体"/>
          <w:color w:val="808080" w:themeColor="background1" w:themeShade="80"/>
          <w:sz w:val="18"/>
          <w:szCs w:val="20"/>
          <w:lang w:val="en-US"/>
        </w:rPr>
      </w:pPr>
    </w:p>
    <w:p w14:paraId="55DDE66E" w14:textId="77777777" w:rsidR="006D54C1" w:rsidRPr="00CA61C5" w:rsidRDefault="006D54C1" w:rsidP="00C83FC1">
      <w:pPr>
        <w:ind w:right="180"/>
        <w:jc w:val="right"/>
        <w:rPr>
          <w:kern w:val="2"/>
          <w:szCs w:val="21"/>
          <w:lang w:val="en-US"/>
        </w:rPr>
      </w:pPr>
      <w:r w:rsidRPr="00816651">
        <w:rPr>
          <w:rFonts w:hint="eastAsia"/>
          <w:b/>
          <w:bCs/>
          <w:color w:val="002060"/>
          <w:kern w:val="2"/>
          <w:szCs w:val="21"/>
          <w:lang w:val="en-US"/>
        </w:rPr>
        <w:t>室内噪声值</w:t>
      </w:r>
      <w:r w:rsidRPr="00D24865">
        <w:rPr>
          <w:rFonts w:hint="eastAsia"/>
          <w:b/>
          <w:bCs/>
          <w:color w:val="002060"/>
          <w:kern w:val="2"/>
          <w:szCs w:val="21"/>
          <w:lang w:val="en-US"/>
        </w:rPr>
        <w:t xml:space="preserve"> </w:t>
      </w:r>
      <w:r>
        <w:rPr>
          <w:kern w:val="2"/>
          <w:szCs w:val="21"/>
          <w:lang w:val="en-US"/>
        </w:rPr>
        <w:t xml:space="preserve">   </w:t>
      </w:r>
      <w:r w:rsidRPr="00CA61C5">
        <w:rPr>
          <w:kern w:val="2"/>
          <w:szCs w:val="21"/>
          <w:lang w:val="en-US"/>
        </w:rPr>
        <w:t xml:space="preserve"> </w:t>
      </w:r>
      <w:r>
        <w:rPr>
          <w:kern w:val="2"/>
          <w:szCs w:val="21"/>
          <w:lang w:val="en-US"/>
        </w:rPr>
        <w:t xml:space="preserve">  </w:t>
      </w:r>
      <w:r w:rsidRPr="00CA61C5">
        <w:rPr>
          <w:kern w:val="2"/>
          <w:szCs w:val="21"/>
          <w:lang w:val="en-US"/>
        </w:rPr>
        <w:t xml:space="preserve">  </w:t>
      </w:r>
      <w:r>
        <w:rPr>
          <w:kern w:val="2"/>
          <w:szCs w:val="21"/>
          <w:lang w:val="en-US"/>
        </w:rPr>
        <w:t xml:space="preserve">   </w:t>
      </w:r>
      <w:r w:rsidRPr="00CA61C5">
        <w:rPr>
          <w:kern w:val="2"/>
          <w:szCs w:val="21"/>
          <w:lang w:val="en-US"/>
        </w:rPr>
        <w:t xml:space="preserve"> </w:t>
      </w:r>
      <w:r>
        <w:rPr>
          <w:kern w:val="2"/>
          <w:szCs w:val="21"/>
          <w:lang w:val="en-US"/>
        </w:rPr>
        <w:t xml:space="preserve">     </w:t>
      </w:r>
      <w:r w:rsidRPr="00CA61C5">
        <w:rPr>
          <w:rFonts w:hint="eastAsia"/>
          <w:kern w:val="2"/>
          <w:szCs w:val="21"/>
          <w:lang w:val="en-US"/>
        </w:rPr>
        <w:t xml:space="preserve">            </w:t>
      </w:r>
      <w:r>
        <w:rPr>
          <w:kern w:val="2"/>
          <w:szCs w:val="21"/>
          <w:lang w:val="en-US"/>
        </w:rPr>
        <w:t xml:space="preserve">  </w:t>
      </w:r>
      <w:r w:rsidRPr="00CA61C5">
        <w:rPr>
          <w:rFonts w:hint="eastAsia"/>
          <w:kern w:val="2"/>
          <w:szCs w:val="21"/>
          <w:lang w:val="en-US"/>
        </w:rPr>
        <w:t xml:space="preserve"> 单位：dB</w:t>
      </w:r>
      <w:r w:rsidR="0035776D">
        <w:rPr>
          <w:kern w:val="2"/>
          <w:szCs w:val="21"/>
          <w:lang w:val="en-US"/>
        </w:rPr>
        <w:t>(</w:t>
      </w:r>
      <w:r w:rsidRPr="00CA61C5">
        <w:rPr>
          <w:rFonts w:hint="eastAsia"/>
          <w:kern w:val="2"/>
          <w:szCs w:val="21"/>
          <w:lang w:val="en-US"/>
        </w:rPr>
        <w:t>A</w:t>
      </w:r>
      <w:r w:rsidR="0035776D">
        <w:rPr>
          <w:kern w:val="2"/>
          <w:szCs w:val="21"/>
          <w:lang w:val="en-US"/>
        </w:rPr>
        <w:t>)</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ED4940" w14:paraId="3B746EE3" w14:textId="77777777">
        <w:tc>
          <w:tcPr>
            <w:tcW w:w="2037" w:type="dxa"/>
            <w:vMerge w:val="restart"/>
            <w:shd w:val="clear" w:color="auto" w:fill="E6E6E6"/>
            <w:vAlign w:val="center"/>
          </w:tcPr>
          <w:p w14:paraId="3CDDE560" w14:textId="77777777" w:rsidR="00ED4940" w:rsidRDefault="00000000">
            <w:r>
              <w:t>房间类型</w:t>
            </w:r>
          </w:p>
        </w:tc>
        <w:tc>
          <w:tcPr>
            <w:tcW w:w="1414" w:type="dxa"/>
            <w:gridSpan w:val="2"/>
            <w:shd w:val="clear" w:color="auto" w:fill="E6E6E6"/>
            <w:vAlign w:val="center"/>
          </w:tcPr>
          <w:p w14:paraId="27B55E6E" w14:textId="77777777" w:rsidR="00ED4940" w:rsidRDefault="00000000">
            <w:pPr>
              <w:jc w:val="center"/>
            </w:pPr>
            <w:r>
              <w:t>室内噪声级</w:t>
            </w:r>
          </w:p>
        </w:tc>
        <w:tc>
          <w:tcPr>
            <w:tcW w:w="4300" w:type="dxa"/>
            <w:gridSpan w:val="2"/>
            <w:shd w:val="clear" w:color="auto" w:fill="E6E6E6"/>
            <w:vAlign w:val="center"/>
          </w:tcPr>
          <w:p w14:paraId="73F47188" w14:textId="77777777" w:rsidR="00ED4940" w:rsidRDefault="00000000">
            <w:pPr>
              <w:jc w:val="center"/>
            </w:pPr>
            <w:r>
              <w:t>标准限值</w:t>
            </w:r>
          </w:p>
        </w:tc>
        <w:tc>
          <w:tcPr>
            <w:tcW w:w="1567" w:type="dxa"/>
            <w:vMerge w:val="restart"/>
            <w:shd w:val="clear" w:color="auto" w:fill="E6E6E6"/>
            <w:vAlign w:val="center"/>
          </w:tcPr>
          <w:p w14:paraId="03B46ADE" w14:textId="77777777" w:rsidR="00ED4940" w:rsidRDefault="00000000">
            <w:pPr>
              <w:jc w:val="center"/>
            </w:pPr>
            <w:r>
              <w:t>结论</w:t>
            </w:r>
          </w:p>
        </w:tc>
      </w:tr>
      <w:tr w:rsidR="00ED4940" w14:paraId="67A276CE" w14:textId="77777777">
        <w:tc>
          <w:tcPr>
            <w:tcW w:w="2037" w:type="dxa"/>
            <w:vMerge/>
            <w:shd w:val="clear" w:color="auto" w:fill="E6E6E6"/>
            <w:vAlign w:val="center"/>
          </w:tcPr>
          <w:p w14:paraId="7CCEC2B1" w14:textId="77777777" w:rsidR="00ED4940" w:rsidRDefault="00ED4940"/>
        </w:tc>
        <w:tc>
          <w:tcPr>
            <w:tcW w:w="707" w:type="dxa"/>
            <w:shd w:val="clear" w:color="auto" w:fill="E6E6E6"/>
            <w:vAlign w:val="center"/>
          </w:tcPr>
          <w:p w14:paraId="23100467" w14:textId="77777777" w:rsidR="00ED4940" w:rsidRDefault="00000000">
            <w:pPr>
              <w:jc w:val="center"/>
            </w:pPr>
            <w:r>
              <w:t>昼间</w:t>
            </w:r>
          </w:p>
        </w:tc>
        <w:tc>
          <w:tcPr>
            <w:tcW w:w="707" w:type="dxa"/>
            <w:shd w:val="clear" w:color="auto" w:fill="E6E6E6"/>
            <w:vAlign w:val="center"/>
          </w:tcPr>
          <w:p w14:paraId="38859FE3" w14:textId="77777777" w:rsidR="00ED4940" w:rsidRDefault="00000000">
            <w:pPr>
              <w:jc w:val="center"/>
            </w:pPr>
            <w:r>
              <w:t>夜间</w:t>
            </w:r>
          </w:p>
        </w:tc>
        <w:tc>
          <w:tcPr>
            <w:tcW w:w="2150" w:type="dxa"/>
            <w:shd w:val="clear" w:color="auto" w:fill="E6E6E6"/>
            <w:vAlign w:val="center"/>
          </w:tcPr>
          <w:p w14:paraId="79539157" w14:textId="77777777" w:rsidR="00ED4940" w:rsidRDefault="00000000">
            <w:pPr>
              <w:jc w:val="center"/>
            </w:pPr>
            <w:r>
              <w:t>昼间</w:t>
            </w:r>
          </w:p>
        </w:tc>
        <w:tc>
          <w:tcPr>
            <w:tcW w:w="2150" w:type="dxa"/>
            <w:shd w:val="clear" w:color="auto" w:fill="E6E6E6"/>
            <w:vAlign w:val="center"/>
          </w:tcPr>
          <w:p w14:paraId="15FBBA8F" w14:textId="77777777" w:rsidR="00ED4940" w:rsidRDefault="00000000">
            <w:pPr>
              <w:jc w:val="center"/>
            </w:pPr>
            <w:r>
              <w:t>夜间</w:t>
            </w:r>
          </w:p>
        </w:tc>
        <w:tc>
          <w:tcPr>
            <w:tcW w:w="1567" w:type="dxa"/>
            <w:vMerge/>
            <w:shd w:val="clear" w:color="auto" w:fill="E6E6E6"/>
            <w:vAlign w:val="center"/>
          </w:tcPr>
          <w:p w14:paraId="7530AE7A" w14:textId="77777777" w:rsidR="00ED4940" w:rsidRDefault="00ED4940">
            <w:pPr>
              <w:jc w:val="center"/>
            </w:pPr>
          </w:p>
        </w:tc>
      </w:tr>
      <w:tr w:rsidR="00ED4940" w14:paraId="05015553" w14:textId="77777777">
        <w:tc>
          <w:tcPr>
            <w:tcW w:w="2037" w:type="dxa"/>
            <w:shd w:val="clear" w:color="auto" w:fill="E6E6E6"/>
            <w:vAlign w:val="center"/>
          </w:tcPr>
          <w:p w14:paraId="5EB499AC" w14:textId="77777777" w:rsidR="00ED4940" w:rsidRDefault="00000000">
            <w:r>
              <w:t>卧室</w:t>
            </w:r>
          </w:p>
        </w:tc>
        <w:tc>
          <w:tcPr>
            <w:tcW w:w="707" w:type="dxa"/>
            <w:vAlign w:val="center"/>
          </w:tcPr>
          <w:p w14:paraId="51783759" w14:textId="77777777" w:rsidR="00ED4940" w:rsidRDefault="00000000">
            <w:pPr>
              <w:jc w:val="center"/>
            </w:pPr>
            <w:r>
              <w:t>34</w:t>
            </w:r>
          </w:p>
        </w:tc>
        <w:tc>
          <w:tcPr>
            <w:tcW w:w="707" w:type="dxa"/>
            <w:vAlign w:val="center"/>
          </w:tcPr>
          <w:p w14:paraId="0BF01F56" w14:textId="77777777" w:rsidR="00ED4940" w:rsidRDefault="00000000">
            <w:pPr>
              <w:jc w:val="center"/>
            </w:pPr>
            <w:r>
              <w:t>24</w:t>
            </w:r>
          </w:p>
        </w:tc>
        <w:tc>
          <w:tcPr>
            <w:tcW w:w="2150" w:type="dxa"/>
            <w:vAlign w:val="center"/>
          </w:tcPr>
          <w:p w14:paraId="15EEDD18" w14:textId="77777777" w:rsidR="00ED4940" w:rsidRDefault="00000000">
            <w:pPr>
              <w:jc w:val="center"/>
            </w:pPr>
            <w:r>
              <w:t>低限:≤45,高要求:≤40</w:t>
            </w:r>
          </w:p>
        </w:tc>
        <w:tc>
          <w:tcPr>
            <w:tcW w:w="2150" w:type="dxa"/>
            <w:vAlign w:val="center"/>
          </w:tcPr>
          <w:p w14:paraId="07A493B3" w14:textId="77777777" w:rsidR="00ED4940" w:rsidRDefault="00000000">
            <w:pPr>
              <w:jc w:val="center"/>
            </w:pPr>
            <w:r>
              <w:t>低限:≤37,高要求:≤30</w:t>
            </w:r>
          </w:p>
        </w:tc>
        <w:tc>
          <w:tcPr>
            <w:tcW w:w="1567" w:type="dxa"/>
            <w:vAlign w:val="center"/>
          </w:tcPr>
          <w:p w14:paraId="4FC2F36C" w14:textId="77777777" w:rsidR="00ED4940" w:rsidRDefault="00000000">
            <w:pPr>
              <w:jc w:val="center"/>
            </w:pPr>
            <w:r>
              <w:t>满足高要求</w:t>
            </w:r>
          </w:p>
        </w:tc>
      </w:tr>
    </w:tbl>
    <w:p w14:paraId="1F32F186" w14:textId="77777777" w:rsidR="006D54C1" w:rsidRDefault="006D54C1" w:rsidP="0070721F">
      <w:pPr>
        <w:jc w:val="center"/>
      </w:pPr>
      <w:bookmarkStart w:id="11" w:name="最不利房间室内噪声级统计"/>
      <w:bookmarkEnd w:id="11"/>
    </w:p>
    <w:bookmarkEnd w:id="1"/>
    <w:bookmarkEnd w:id="2"/>
    <w:p w14:paraId="00686724" w14:textId="77777777" w:rsidR="00BD747B" w:rsidRPr="00164646" w:rsidRDefault="00BD747B" w:rsidP="00BD747B">
      <w:pPr>
        <w:pStyle w:val="ab"/>
        <w:spacing w:line="360" w:lineRule="auto"/>
        <w:ind w:firstLineChars="0" w:firstLine="0"/>
        <w:rPr>
          <w:rFonts w:ascii="宋体" w:eastAsia="宋体" w:hAnsi="宋体"/>
          <w:sz w:val="21"/>
          <w:szCs w:val="21"/>
          <w:lang w:val="en-GB"/>
        </w:rPr>
      </w:pPr>
    </w:p>
    <w:sectPr w:rsidR="00BD747B" w:rsidRPr="00164646" w:rsidSect="00C97E25">
      <w:headerReference w:type="default" r:id="rId9"/>
      <w:footerReference w:type="even" r:id="rId10"/>
      <w:footerReference w:type="default" r:id="rId11"/>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88AE5" w14:textId="77777777" w:rsidR="008F4F5B" w:rsidRDefault="008F4F5B" w:rsidP="00203A7D">
      <w:r>
        <w:separator/>
      </w:r>
    </w:p>
  </w:endnote>
  <w:endnote w:type="continuationSeparator" w:id="0">
    <w:p w14:paraId="0A70EF27" w14:textId="77777777" w:rsidR="008F4F5B" w:rsidRDefault="008F4F5B"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7F37C"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B54C94C"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A14C8" w14:textId="77777777" w:rsidR="005F6FBE" w:rsidRPr="0035776D" w:rsidRDefault="00000000">
    <w:pPr>
      <w:pStyle w:val="a5"/>
      <w:rPr>
        <w:sz w:val="15"/>
        <w:szCs w:val="15"/>
      </w:rPr>
    </w:pPr>
    <w:hyperlink r:id="rId1" w:history="1">
      <w:r w:rsidR="005F6FBE" w:rsidRPr="0035776D">
        <w:rPr>
          <w:rStyle w:val="a6"/>
          <w:color w:val="auto"/>
          <w:sz w:val="15"/>
          <w:szCs w:val="15"/>
          <w:u w:val="none"/>
        </w:rPr>
        <w:t>http://www.gbsware.cn/</w:t>
      </w:r>
    </w:hyperlink>
    <w:r w:rsidR="005F6FBE" w:rsidRPr="0035776D">
      <w:rPr>
        <w:sz w:val="15"/>
        <w:szCs w:val="15"/>
      </w:rPr>
      <w:ptab w:relativeTo="margin" w:alignment="center" w:leader="none"/>
    </w:r>
    <w:r w:rsidR="005F6FBE" w:rsidRPr="0035776D">
      <w:rPr>
        <w:sz w:val="15"/>
        <w:szCs w:val="15"/>
      </w:rPr>
      <w:fldChar w:fldCharType="begin"/>
    </w:r>
    <w:r w:rsidR="005F6FBE" w:rsidRPr="0035776D">
      <w:rPr>
        <w:sz w:val="15"/>
        <w:szCs w:val="15"/>
      </w:rPr>
      <w:instrText xml:space="preserve"> PAGE  \* Arabic  \* MERGEFORMAT </w:instrText>
    </w:r>
    <w:r w:rsidR="005F6FBE" w:rsidRPr="0035776D">
      <w:rPr>
        <w:sz w:val="15"/>
        <w:szCs w:val="15"/>
      </w:rPr>
      <w:fldChar w:fldCharType="separate"/>
    </w:r>
    <w:r w:rsidR="00417E8E" w:rsidRPr="0035776D">
      <w:rPr>
        <w:noProof/>
        <w:sz w:val="15"/>
        <w:szCs w:val="15"/>
      </w:rPr>
      <w:t>6</w:t>
    </w:r>
    <w:r w:rsidR="005F6FBE" w:rsidRPr="0035776D">
      <w:rPr>
        <w:sz w:val="15"/>
        <w:szCs w:val="15"/>
      </w:rPr>
      <w:fldChar w:fldCharType="end"/>
    </w:r>
    <w:r w:rsidR="005F6FBE" w:rsidRPr="0035776D">
      <w:rPr>
        <w:b/>
        <w:sz w:val="15"/>
        <w:szCs w:val="15"/>
      </w:rPr>
      <w:t>/</w:t>
    </w:r>
    <w:r w:rsidR="0012497B" w:rsidRPr="0035776D">
      <w:rPr>
        <w:sz w:val="15"/>
        <w:szCs w:val="15"/>
      </w:rPr>
      <w:fldChar w:fldCharType="begin"/>
    </w:r>
    <w:r w:rsidR="0012497B" w:rsidRPr="0035776D">
      <w:rPr>
        <w:sz w:val="15"/>
        <w:szCs w:val="15"/>
      </w:rPr>
      <w:instrText xml:space="preserve"> NUMPAGES  \* Arabic  \* MERGEFORMAT </w:instrText>
    </w:r>
    <w:r w:rsidR="0012497B" w:rsidRPr="0035776D">
      <w:rPr>
        <w:sz w:val="15"/>
        <w:szCs w:val="15"/>
      </w:rPr>
      <w:fldChar w:fldCharType="separate"/>
    </w:r>
    <w:r w:rsidR="00417E8E" w:rsidRPr="0035776D">
      <w:rPr>
        <w:noProof/>
        <w:sz w:val="15"/>
        <w:szCs w:val="15"/>
      </w:rPr>
      <w:t>10</w:t>
    </w:r>
    <w:r w:rsidR="0012497B" w:rsidRPr="0035776D">
      <w:rPr>
        <w:noProof/>
        <w:sz w:val="15"/>
        <w:szCs w:val="15"/>
      </w:rPr>
      <w:fldChar w:fldCharType="end"/>
    </w:r>
    <w:r w:rsidR="005F6FBE" w:rsidRPr="0035776D">
      <w:rPr>
        <w:sz w:val="15"/>
        <w:szCs w:val="15"/>
      </w:rPr>
      <w:ptab w:relativeTo="margin" w:alignment="right" w:leader="none"/>
    </w:r>
    <w:r w:rsidR="005F6FBE" w:rsidRPr="0035776D">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4DDD7" w14:textId="77777777" w:rsidR="008F4F5B" w:rsidRDefault="008F4F5B" w:rsidP="00203A7D">
      <w:r>
        <w:separator/>
      </w:r>
    </w:p>
  </w:footnote>
  <w:footnote w:type="continuationSeparator" w:id="0">
    <w:p w14:paraId="1463B3C3" w14:textId="77777777" w:rsidR="008F4F5B" w:rsidRDefault="008F4F5B"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02402" w14:textId="77777777" w:rsidR="005F6FBE" w:rsidRDefault="005F6FBE" w:rsidP="007129B1">
    <w:pPr>
      <w:pStyle w:val="a4"/>
    </w:pPr>
    <w:r>
      <w:rPr>
        <w:noProof/>
        <w:lang w:val="en-US"/>
      </w:rPr>
      <w:drawing>
        <wp:inline distT="0" distB="0" distL="0" distR="0" wp14:anchorId="131D9CCD" wp14:editId="72150D4E">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sidR="008753CC">
      <w:rPr>
        <w:rFonts w:hint="eastAsia"/>
      </w:rPr>
      <w:t>分析计算书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D39EDB80"/>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82B653D"/>
    <w:multiLevelType w:val="hybridMultilevel"/>
    <w:tmpl w:val="619AB974"/>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9930BA9"/>
    <w:multiLevelType w:val="hybridMultilevel"/>
    <w:tmpl w:val="B640535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925311086">
    <w:abstractNumId w:val="0"/>
  </w:num>
  <w:num w:numId="2" w16cid:durableId="1982075420">
    <w:abstractNumId w:val="5"/>
  </w:num>
  <w:num w:numId="3" w16cid:durableId="608125533">
    <w:abstractNumId w:val="21"/>
  </w:num>
  <w:num w:numId="4" w16cid:durableId="19076448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61374385">
    <w:abstractNumId w:val="9"/>
  </w:num>
  <w:num w:numId="6" w16cid:durableId="679283255">
    <w:abstractNumId w:val="1"/>
  </w:num>
  <w:num w:numId="7" w16cid:durableId="1458526136">
    <w:abstractNumId w:val="17"/>
  </w:num>
  <w:num w:numId="8" w16cid:durableId="421995764">
    <w:abstractNumId w:val="7"/>
  </w:num>
  <w:num w:numId="9" w16cid:durableId="934097203">
    <w:abstractNumId w:val="0"/>
  </w:num>
  <w:num w:numId="10" w16cid:durableId="1983193456">
    <w:abstractNumId w:val="0"/>
  </w:num>
  <w:num w:numId="11" w16cid:durableId="1992100021">
    <w:abstractNumId w:val="0"/>
  </w:num>
  <w:num w:numId="12" w16cid:durableId="2110735743">
    <w:abstractNumId w:val="0"/>
  </w:num>
  <w:num w:numId="13" w16cid:durableId="706444079">
    <w:abstractNumId w:val="14"/>
  </w:num>
  <w:num w:numId="14" w16cid:durableId="1839927337">
    <w:abstractNumId w:val="4"/>
  </w:num>
  <w:num w:numId="15" w16cid:durableId="381562161">
    <w:abstractNumId w:val="8"/>
  </w:num>
  <w:num w:numId="16" w16cid:durableId="1440174277">
    <w:abstractNumId w:val="6"/>
  </w:num>
  <w:num w:numId="17" w16cid:durableId="1400444772">
    <w:abstractNumId w:val="20"/>
  </w:num>
  <w:num w:numId="18" w16cid:durableId="1552228669">
    <w:abstractNumId w:val="18"/>
  </w:num>
  <w:num w:numId="19" w16cid:durableId="1510095351">
    <w:abstractNumId w:val="12"/>
  </w:num>
  <w:num w:numId="20" w16cid:durableId="1685671085">
    <w:abstractNumId w:val="22"/>
  </w:num>
  <w:num w:numId="21" w16cid:durableId="1868643385">
    <w:abstractNumId w:val="19"/>
  </w:num>
  <w:num w:numId="22" w16cid:durableId="1454864609">
    <w:abstractNumId w:val="16"/>
  </w:num>
  <w:num w:numId="23" w16cid:durableId="809713755">
    <w:abstractNumId w:val="0"/>
  </w:num>
  <w:num w:numId="24" w16cid:durableId="1398941557">
    <w:abstractNumId w:val="0"/>
  </w:num>
  <w:num w:numId="25" w16cid:durableId="666980766">
    <w:abstractNumId w:val="0"/>
  </w:num>
  <w:num w:numId="26" w16cid:durableId="225189669">
    <w:abstractNumId w:val="3"/>
  </w:num>
  <w:num w:numId="27" w16cid:durableId="119111608">
    <w:abstractNumId w:val="2"/>
  </w:num>
  <w:num w:numId="28" w16cid:durableId="727143248">
    <w:abstractNumId w:val="15"/>
  </w:num>
  <w:num w:numId="29" w16cid:durableId="1020935001">
    <w:abstractNumId w:val="11"/>
  </w:num>
  <w:num w:numId="30" w16cid:durableId="672995018">
    <w:abstractNumId w:val="23"/>
  </w:num>
  <w:num w:numId="31" w16cid:durableId="1658532341">
    <w:abstractNumId w:val="10"/>
  </w:num>
  <w:num w:numId="32" w16cid:durableId="1506244478">
    <w:abstractNumId w:val="0"/>
  </w:num>
  <w:num w:numId="33" w16cid:durableId="3993325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0F4"/>
    <w:rsid w:val="000057CC"/>
    <w:rsid w:val="000178BE"/>
    <w:rsid w:val="00025747"/>
    <w:rsid w:val="00031CFC"/>
    <w:rsid w:val="00036BD4"/>
    <w:rsid w:val="00037A4C"/>
    <w:rsid w:val="000404C5"/>
    <w:rsid w:val="000414FB"/>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43B"/>
    <w:rsid w:val="0008712B"/>
    <w:rsid w:val="000915B5"/>
    <w:rsid w:val="00091A5D"/>
    <w:rsid w:val="00092658"/>
    <w:rsid w:val="00092D32"/>
    <w:rsid w:val="0009435E"/>
    <w:rsid w:val="00094482"/>
    <w:rsid w:val="000A0031"/>
    <w:rsid w:val="000A1C43"/>
    <w:rsid w:val="000B029A"/>
    <w:rsid w:val="000B06E6"/>
    <w:rsid w:val="000B1DB4"/>
    <w:rsid w:val="000B7656"/>
    <w:rsid w:val="000C46EB"/>
    <w:rsid w:val="000C52A3"/>
    <w:rsid w:val="000C7E50"/>
    <w:rsid w:val="000D04AB"/>
    <w:rsid w:val="000D3CA5"/>
    <w:rsid w:val="000D4D4D"/>
    <w:rsid w:val="000D5BDD"/>
    <w:rsid w:val="000E37BC"/>
    <w:rsid w:val="000E739D"/>
    <w:rsid w:val="000F2980"/>
    <w:rsid w:val="000F561E"/>
    <w:rsid w:val="000F5EC3"/>
    <w:rsid w:val="000F7375"/>
    <w:rsid w:val="000F79E6"/>
    <w:rsid w:val="000F7EF2"/>
    <w:rsid w:val="00103ACD"/>
    <w:rsid w:val="00104873"/>
    <w:rsid w:val="00105036"/>
    <w:rsid w:val="0010554E"/>
    <w:rsid w:val="00111436"/>
    <w:rsid w:val="001141D0"/>
    <w:rsid w:val="001220AD"/>
    <w:rsid w:val="00122AE1"/>
    <w:rsid w:val="0012497B"/>
    <w:rsid w:val="0012763C"/>
    <w:rsid w:val="00132799"/>
    <w:rsid w:val="00132A9D"/>
    <w:rsid w:val="00132B3F"/>
    <w:rsid w:val="0013660F"/>
    <w:rsid w:val="00140292"/>
    <w:rsid w:val="001432DF"/>
    <w:rsid w:val="0014485F"/>
    <w:rsid w:val="00144A77"/>
    <w:rsid w:val="00144B98"/>
    <w:rsid w:val="00145801"/>
    <w:rsid w:val="00146045"/>
    <w:rsid w:val="0014776A"/>
    <w:rsid w:val="001507C6"/>
    <w:rsid w:val="00150D9A"/>
    <w:rsid w:val="0015456A"/>
    <w:rsid w:val="001551B3"/>
    <w:rsid w:val="00161152"/>
    <w:rsid w:val="00162119"/>
    <w:rsid w:val="00164646"/>
    <w:rsid w:val="00165BB7"/>
    <w:rsid w:val="0016617D"/>
    <w:rsid w:val="00166E8C"/>
    <w:rsid w:val="0016737C"/>
    <w:rsid w:val="00167D12"/>
    <w:rsid w:val="0017047C"/>
    <w:rsid w:val="001726B4"/>
    <w:rsid w:val="00172ABD"/>
    <w:rsid w:val="0017368C"/>
    <w:rsid w:val="001738D0"/>
    <w:rsid w:val="0017765A"/>
    <w:rsid w:val="00182F5F"/>
    <w:rsid w:val="00186954"/>
    <w:rsid w:val="00192E22"/>
    <w:rsid w:val="00193381"/>
    <w:rsid w:val="001A13CA"/>
    <w:rsid w:val="001A7684"/>
    <w:rsid w:val="001B08D1"/>
    <w:rsid w:val="001B3359"/>
    <w:rsid w:val="001B6384"/>
    <w:rsid w:val="001B7CFE"/>
    <w:rsid w:val="001C2C8E"/>
    <w:rsid w:val="001C49A2"/>
    <w:rsid w:val="001C55F8"/>
    <w:rsid w:val="001C7C1F"/>
    <w:rsid w:val="001D3341"/>
    <w:rsid w:val="001D36A8"/>
    <w:rsid w:val="001D4904"/>
    <w:rsid w:val="001D4E1F"/>
    <w:rsid w:val="001D633D"/>
    <w:rsid w:val="001D78E8"/>
    <w:rsid w:val="001D7F24"/>
    <w:rsid w:val="001E146B"/>
    <w:rsid w:val="001E617E"/>
    <w:rsid w:val="001E6F99"/>
    <w:rsid w:val="001E74ED"/>
    <w:rsid w:val="001E7810"/>
    <w:rsid w:val="001F1340"/>
    <w:rsid w:val="001F1B9C"/>
    <w:rsid w:val="001F269F"/>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5D3"/>
    <w:rsid w:val="00247D11"/>
    <w:rsid w:val="00250E68"/>
    <w:rsid w:val="002555B8"/>
    <w:rsid w:val="00257377"/>
    <w:rsid w:val="00257D6E"/>
    <w:rsid w:val="002607C9"/>
    <w:rsid w:val="00260DAB"/>
    <w:rsid w:val="00261A4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158E"/>
    <w:rsid w:val="00292210"/>
    <w:rsid w:val="00292F26"/>
    <w:rsid w:val="00294384"/>
    <w:rsid w:val="00294C12"/>
    <w:rsid w:val="00296137"/>
    <w:rsid w:val="00296DBF"/>
    <w:rsid w:val="002A1300"/>
    <w:rsid w:val="002A3533"/>
    <w:rsid w:val="002A52D5"/>
    <w:rsid w:val="002A738F"/>
    <w:rsid w:val="002B0047"/>
    <w:rsid w:val="002B006B"/>
    <w:rsid w:val="002B0D10"/>
    <w:rsid w:val="002B0EC9"/>
    <w:rsid w:val="002B2DC4"/>
    <w:rsid w:val="002B3076"/>
    <w:rsid w:val="002B4C64"/>
    <w:rsid w:val="002B6241"/>
    <w:rsid w:val="002C4D85"/>
    <w:rsid w:val="002C4DC4"/>
    <w:rsid w:val="002D5DEA"/>
    <w:rsid w:val="002E0528"/>
    <w:rsid w:val="002E541A"/>
    <w:rsid w:val="002E5A00"/>
    <w:rsid w:val="002E5AB8"/>
    <w:rsid w:val="002E69FD"/>
    <w:rsid w:val="002E6B80"/>
    <w:rsid w:val="002E6D61"/>
    <w:rsid w:val="002E6EC4"/>
    <w:rsid w:val="002E76F9"/>
    <w:rsid w:val="002F1798"/>
    <w:rsid w:val="002F5249"/>
    <w:rsid w:val="002F5CD3"/>
    <w:rsid w:val="00300944"/>
    <w:rsid w:val="00300B66"/>
    <w:rsid w:val="00300F2E"/>
    <w:rsid w:val="00302ED1"/>
    <w:rsid w:val="00303445"/>
    <w:rsid w:val="0030437C"/>
    <w:rsid w:val="0030450B"/>
    <w:rsid w:val="003058B7"/>
    <w:rsid w:val="00307A47"/>
    <w:rsid w:val="003106B1"/>
    <w:rsid w:val="003121F7"/>
    <w:rsid w:val="00313798"/>
    <w:rsid w:val="00314D29"/>
    <w:rsid w:val="00317B13"/>
    <w:rsid w:val="00317F32"/>
    <w:rsid w:val="00320CD8"/>
    <w:rsid w:val="00321BB5"/>
    <w:rsid w:val="00322A20"/>
    <w:rsid w:val="00323D60"/>
    <w:rsid w:val="00326086"/>
    <w:rsid w:val="00331B2A"/>
    <w:rsid w:val="003329E7"/>
    <w:rsid w:val="00335D13"/>
    <w:rsid w:val="00335E25"/>
    <w:rsid w:val="00336A37"/>
    <w:rsid w:val="00336E90"/>
    <w:rsid w:val="00337830"/>
    <w:rsid w:val="00341FF3"/>
    <w:rsid w:val="00346C12"/>
    <w:rsid w:val="00346F5A"/>
    <w:rsid w:val="00351EC1"/>
    <w:rsid w:val="003562FB"/>
    <w:rsid w:val="0035776D"/>
    <w:rsid w:val="00363F69"/>
    <w:rsid w:val="00364CDF"/>
    <w:rsid w:val="00364E1A"/>
    <w:rsid w:val="003657AB"/>
    <w:rsid w:val="0036676D"/>
    <w:rsid w:val="00370348"/>
    <w:rsid w:val="003708F9"/>
    <w:rsid w:val="00375523"/>
    <w:rsid w:val="00377318"/>
    <w:rsid w:val="00377D8F"/>
    <w:rsid w:val="00381A10"/>
    <w:rsid w:val="0038572E"/>
    <w:rsid w:val="00386BDD"/>
    <w:rsid w:val="00387FDC"/>
    <w:rsid w:val="0039010D"/>
    <w:rsid w:val="0039324C"/>
    <w:rsid w:val="00393F42"/>
    <w:rsid w:val="003A02B8"/>
    <w:rsid w:val="003A14A3"/>
    <w:rsid w:val="003A415B"/>
    <w:rsid w:val="003A5C4D"/>
    <w:rsid w:val="003B0015"/>
    <w:rsid w:val="003B04AC"/>
    <w:rsid w:val="003B2715"/>
    <w:rsid w:val="003B55DB"/>
    <w:rsid w:val="003B5CAD"/>
    <w:rsid w:val="003B751B"/>
    <w:rsid w:val="003B7882"/>
    <w:rsid w:val="003C07C8"/>
    <w:rsid w:val="003C171B"/>
    <w:rsid w:val="003C71EE"/>
    <w:rsid w:val="003D016F"/>
    <w:rsid w:val="003D1D9E"/>
    <w:rsid w:val="003D4326"/>
    <w:rsid w:val="003D7A39"/>
    <w:rsid w:val="003E0BD9"/>
    <w:rsid w:val="003E4673"/>
    <w:rsid w:val="003E4858"/>
    <w:rsid w:val="003E601A"/>
    <w:rsid w:val="003E6F01"/>
    <w:rsid w:val="003E758A"/>
    <w:rsid w:val="003F17DA"/>
    <w:rsid w:val="003F2EE9"/>
    <w:rsid w:val="003F3363"/>
    <w:rsid w:val="003F42E2"/>
    <w:rsid w:val="003F5884"/>
    <w:rsid w:val="0040257F"/>
    <w:rsid w:val="00404EB4"/>
    <w:rsid w:val="0040634F"/>
    <w:rsid w:val="004112B5"/>
    <w:rsid w:val="0041508A"/>
    <w:rsid w:val="00417C57"/>
    <w:rsid w:val="00417E8E"/>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543B"/>
    <w:rsid w:val="00456131"/>
    <w:rsid w:val="00460192"/>
    <w:rsid w:val="00462EFE"/>
    <w:rsid w:val="00466DB2"/>
    <w:rsid w:val="004713DD"/>
    <w:rsid w:val="00471704"/>
    <w:rsid w:val="00471CDA"/>
    <w:rsid w:val="00472D22"/>
    <w:rsid w:val="004739B1"/>
    <w:rsid w:val="00477B61"/>
    <w:rsid w:val="004826B3"/>
    <w:rsid w:val="00484E94"/>
    <w:rsid w:val="00484ED2"/>
    <w:rsid w:val="00485BE4"/>
    <w:rsid w:val="00490644"/>
    <w:rsid w:val="004914EB"/>
    <w:rsid w:val="00492641"/>
    <w:rsid w:val="00493C6F"/>
    <w:rsid w:val="00495C6C"/>
    <w:rsid w:val="004A5724"/>
    <w:rsid w:val="004A63AD"/>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4161"/>
    <w:rsid w:val="004E6C50"/>
    <w:rsid w:val="004F17A2"/>
    <w:rsid w:val="004F1A5A"/>
    <w:rsid w:val="004F3E29"/>
    <w:rsid w:val="00500DF3"/>
    <w:rsid w:val="005013B7"/>
    <w:rsid w:val="0050280E"/>
    <w:rsid w:val="00503845"/>
    <w:rsid w:val="00503870"/>
    <w:rsid w:val="00506614"/>
    <w:rsid w:val="00507685"/>
    <w:rsid w:val="00510371"/>
    <w:rsid w:val="005104A7"/>
    <w:rsid w:val="00511A9C"/>
    <w:rsid w:val="00514190"/>
    <w:rsid w:val="00514B91"/>
    <w:rsid w:val="00514D6D"/>
    <w:rsid w:val="00514FC3"/>
    <w:rsid w:val="005174FD"/>
    <w:rsid w:val="00517BC7"/>
    <w:rsid w:val="005208C1"/>
    <w:rsid w:val="005215FB"/>
    <w:rsid w:val="005220AE"/>
    <w:rsid w:val="00524556"/>
    <w:rsid w:val="00524CCD"/>
    <w:rsid w:val="00525DEC"/>
    <w:rsid w:val="00525F3C"/>
    <w:rsid w:val="00534262"/>
    <w:rsid w:val="00537554"/>
    <w:rsid w:val="005411C1"/>
    <w:rsid w:val="00541ECB"/>
    <w:rsid w:val="00542AFF"/>
    <w:rsid w:val="0054531E"/>
    <w:rsid w:val="00546AB4"/>
    <w:rsid w:val="00547BEE"/>
    <w:rsid w:val="00550B7C"/>
    <w:rsid w:val="005520F4"/>
    <w:rsid w:val="00554A1F"/>
    <w:rsid w:val="00555081"/>
    <w:rsid w:val="005606FC"/>
    <w:rsid w:val="005636CC"/>
    <w:rsid w:val="005650D2"/>
    <w:rsid w:val="00567CE7"/>
    <w:rsid w:val="005743BE"/>
    <w:rsid w:val="0057558A"/>
    <w:rsid w:val="005755BA"/>
    <w:rsid w:val="0057600E"/>
    <w:rsid w:val="00577B62"/>
    <w:rsid w:val="00580FAB"/>
    <w:rsid w:val="005837AF"/>
    <w:rsid w:val="00583AB5"/>
    <w:rsid w:val="005869B1"/>
    <w:rsid w:val="00586CF1"/>
    <w:rsid w:val="005931E0"/>
    <w:rsid w:val="00594FEF"/>
    <w:rsid w:val="0059797D"/>
    <w:rsid w:val="005A3CC6"/>
    <w:rsid w:val="005A47F0"/>
    <w:rsid w:val="005A4F22"/>
    <w:rsid w:val="005A5ADF"/>
    <w:rsid w:val="005B017E"/>
    <w:rsid w:val="005B01FF"/>
    <w:rsid w:val="005B3421"/>
    <w:rsid w:val="005B4602"/>
    <w:rsid w:val="005B67B3"/>
    <w:rsid w:val="005B7BF3"/>
    <w:rsid w:val="005C127C"/>
    <w:rsid w:val="005C2D35"/>
    <w:rsid w:val="005C3074"/>
    <w:rsid w:val="005C4E38"/>
    <w:rsid w:val="005C5775"/>
    <w:rsid w:val="005C6386"/>
    <w:rsid w:val="005C79E1"/>
    <w:rsid w:val="005C7B13"/>
    <w:rsid w:val="005D3293"/>
    <w:rsid w:val="005E10C1"/>
    <w:rsid w:val="005E18E7"/>
    <w:rsid w:val="005E229A"/>
    <w:rsid w:val="005E245E"/>
    <w:rsid w:val="005E4EEF"/>
    <w:rsid w:val="005E4FC2"/>
    <w:rsid w:val="005E5FD4"/>
    <w:rsid w:val="005E6FE5"/>
    <w:rsid w:val="005F0F95"/>
    <w:rsid w:val="005F5F4F"/>
    <w:rsid w:val="005F6FBE"/>
    <w:rsid w:val="00600072"/>
    <w:rsid w:val="006040BC"/>
    <w:rsid w:val="00604882"/>
    <w:rsid w:val="00605B75"/>
    <w:rsid w:val="00606A76"/>
    <w:rsid w:val="00607562"/>
    <w:rsid w:val="00607FC5"/>
    <w:rsid w:val="0061227D"/>
    <w:rsid w:val="006138D6"/>
    <w:rsid w:val="00616D2E"/>
    <w:rsid w:val="00621A86"/>
    <w:rsid w:val="006224E0"/>
    <w:rsid w:val="0062285F"/>
    <w:rsid w:val="006267EE"/>
    <w:rsid w:val="00631451"/>
    <w:rsid w:val="006350D0"/>
    <w:rsid w:val="00636701"/>
    <w:rsid w:val="006369C8"/>
    <w:rsid w:val="00636E81"/>
    <w:rsid w:val="0063739B"/>
    <w:rsid w:val="006378C3"/>
    <w:rsid w:val="00637D1E"/>
    <w:rsid w:val="00641D89"/>
    <w:rsid w:val="006426BA"/>
    <w:rsid w:val="006437F7"/>
    <w:rsid w:val="00645291"/>
    <w:rsid w:val="00646A41"/>
    <w:rsid w:val="00650D46"/>
    <w:rsid w:val="00651ABA"/>
    <w:rsid w:val="00653EBB"/>
    <w:rsid w:val="00655668"/>
    <w:rsid w:val="00657C8A"/>
    <w:rsid w:val="006608BE"/>
    <w:rsid w:val="00661701"/>
    <w:rsid w:val="00662FE2"/>
    <w:rsid w:val="00663ADE"/>
    <w:rsid w:val="00663FB4"/>
    <w:rsid w:val="0066436D"/>
    <w:rsid w:val="00665289"/>
    <w:rsid w:val="00665865"/>
    <w:rsid w:val="006671A7"/>
    <w:rsid w:val="00674EC7"/>
    <w:rsid w:val="00675679"/>
    <w:rsid w:val="006808C9"/>
    <w:rsid w:val="0068126C"/>
    <w:rsid w:val="006859A8"/>
    <w:rsid w:val="00686FCB"/>
    <w:rsid w:val="0068795A"/>
    <w:rsid w:val="00691F24"/>
    <w:rsid w:val="00694FCA"/>
    <w:rsid w:val="00697C33"/>
    <w:rsid w:val="006A0F3B"/>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4DF3"/>
    <w:rsid w:val="006C5E19"/>
    <w:rsid w:val="006C6E2B"/>
    <w:rsid w:val="006D1AC5"/>
    <w:rsid w:val="006D3D73"/>
    <w:rsid w:val="006D3F1B"/>
    <w:rsid w:val="006D54C1"/>
    <w:rsid w:val="006D6761"/>
    <w:rsid w:val="006D7F7D"/>
    <w:rsid w:val="006E203E"/>
    <w:rsid w:val="006E2EB4"/>
    <w:rsid w:val="006E38AD"/>
    <w:rsid w:val="006E3B8E"/>
    <w:rsid w:val="006E5E58"/>
    <w:rsid w:val="006F450A"/>
    <w:rsid w:val="007006E0"/>
    <w:rsid w:val="00706AF7"/>
    <w:rsid w:val="0070721F"/>
    <w:rsid w:val="007129B1"/>
    <w:rsid w:val="007135DF"/>
    <w:rsid w:val="00715EC8"/>
    <w:rsid w:val="00717045"/>
    <w:rsid w:val="00721868"/>
    <w:rsid w:val="00724723"/>
    <w:rsid w:val="00726218"/>
    <w:rsid w:val="00727126"/>
    <w:rsid w:val="00727FFA"/>
    <w:rsid w:val="007317C9"/>
    <w:rsid w:val="00735181"/>
    <w:rsid w:val="00736D39"/>
    <w:rsid w:val="0073754A"/>
    <w:rsid w:val="00740532"/>
    <w:rsid w:val="00741B24"/>
    <w:rsid w:val="00743BA4"/>
    <w:rsid w:val="00744F2F"/>
    <w:rsid w:val="00747928"/>
    <w:rsid w:val="00754A24"/>
    <w:rsid w:val="00756C55"/>
    <w:rsid w:val="007577A6"/>
    <w:rsid w:val="00762546"/>
    <w:rsid w:val="007632E0"/>
    <w:rsid w:val="00766CB5"/>
    <w:rsid w:val="0077057E"/>
    <w:rsid w:val="00773408"/>
    <w:rsid w:val="007746B0"/>
    <w:rsid w:val="00775918"/>
    <w:rsid w:val="00776355"/>
    <w:rsid w:val="007770D0"/>
    <w:rsid w:val="00781ECB"/>
    <w:rsid w:val="00784655"/>
    <w:rsid w:val="007879E7"/>
    <w:rsid w:val="00791CFE"/>
    <w:rsid w:val="00797DB3"/>
    <w:rsid w:val="007A07BE"/>
    <w:rsid w:val="007A0F19"/>
    <w:rsid w:val="007A3AE6"/>
    <w:rsid w:val="007B0CF4"/>
    <w:rsid w:val="007B115E"/>
    <w:rsid w:val="007B11C1"/>
    <w:rsid w:val="007B4074"/>
    <w:rsid w:val="007B5194"/>
    <w:rsid w:val="007B5514"/>
    <w:rsid w:val="007B682C"/>
    <w:rsid w:val="007B74F5"/>
    <w:rsid w:val="007C1567"/>
    <w:rsid w:val="007C2EA4"/>
    <w:rsid w:val="007C717A"/>
    <w:rsid w:val="007C769E"/>
    <w:rsid w:val="007D2654"/>
    <w:rsid w:val="007D416C"/>
    <w:rsid w:val="007D7170"/>
    <w:rsid w:val="007D7812"/>
    <w:rsid w:val="007D7FC4"/>
    <w:rsid w:val="007E0AB9"/>
    <w:rsid w:val="007E2D68"/>
    <w:rsid w:val="007E39B8"/>
    <w:rsid w:val="007E5D3E"/>
    <w:rsid w:val="007E6EBA"/>
    <w:rsid w:val="007F0E94"/>
    <w:rsid w:val="007F65FB"/>
    <w:rsid w:val="007F7134"/>
    <w:rsid w:val="008014AB"/>
    <w:rsid w:val="00810C28"/>
    <w:rsid w:val="00811404"/>
    <w:rsid w:val="00816651"/>
    <w:rsid w:val="0082074F"/>
    <w:rsid w:val="008220AE"/>
    <w:rsid w:val="008236F3"/>
    <w:rsid w:val="0082791A"/>
    <w:rsid w:val="00830C52"/>
    <w:rsid w:val="00831421"/>
    <w:rsid w:val="00835B2F"/>
    <w:rsid w:val="00840EAF"/>
    <w:rsid w:val="00843B16"/>
    <w:rsid w:val="0085267C"/>
    <w:rsid w:val="008536E6"/>
    <w:rsid w:val="008574E7"/>
    <w:rsid w:val="00860A9E"/>
    <w:rsid w:val="008614A2"/>
    <w:rsid w:val="00861E65"/>
    <w:rsid w:val="008623FE"/>
    <w:rsid w:val="00862AC7"/>
    <w:rsid w:val="00863125"/>
    <w:rsid w:val="00863B57"/>
    <w:rsid w:val="00867903"/>
    <w:rsid w:val="00870BA1"/>
    <w:rsid w:val="00870DA6"/>
    <w:rsid w:val="00872668"/>
    <w:rsid w:val="00872DDD"/>
    <w:rsid w:val="008753CC"/>
    <w:rsid w:val="008778A7"/>
    <w:rsid w:val="00880EA8"/>
    <w:rsid w:val="008835EA"/>
    <w:rsid w:val="00883D6C"/>
    <w:rsid w:val="0088456F"/>
    <w:rsid w:val="00887278"/>
    <w:rsid w:val="008903B1"/>
    <w:rsid w:val="00890E33"/>
    <w:rsid w:val="0089206F"/>
    <w:rsid w:val="00892213"/>
    <w:rsid w:val="00892422"/>
    <w:rsid w:val="00894553"/>
    <w:rsid w:val="00894C68"/>
    <w:rsid w:val="00896EA4"/>
    <w:rsid w:val="008A6682"/>
    <w:rsid w:val="008A692A"/>
    <w:rsid w:val="008A746C"/>
    <w:rsid w:val="008A75CE"/>
    <w:rsid w:val="008A7658"/>
    <w:rsid w:val="008B1C51"/>
    <w:rsid w:val="008B1D94"/>
    <w:rsid w:val="008B23F9"/>
    <w:rsid w:val="008B3AA6"/>
    <w:rsid w:val="008B6C1D"/>
    <w:rsid w:val="008C13E2"/>
    <w:rsid w:val="008D065A"/>
    <w:rsid w:val="008D41C6"/>
    <w:rsid w:val="008D4A71"/>
    <w:rsid w:val="008D4C63"/>
    <w:rsid w:val="008D5551"/>
    <w:rsid w:val="008D7009"/>
    <w:rsid w:val="008E01F1"/>
    <w:rsid w:val="008E2650"/>
    <w:rsid w:val="008E2756"/>
    <w:rsid w:val="008E494E"/>
    <w:rsid w:val="008E7E89"/>
    <w:rsid w:val="008F2CAE"/>
    <w:rsid w:val="008F3673"/>
    <w:rsid w:val="008F4F5B"/>
    <w:rsid w:val="008F55C8"/>
    <w:rsid w:val="00901313"/>
    <w:rsid w:val="00901600"/>
    <w:rsid w:val="00902F8E"/>
    <w:rsid w:val="00910E90"/>
    <w:rsid w:val="00910EB8"/>
    <w:rsid w:val="0091226C"/>
    <w:rsid w:val="0091477F"/>
    <w:rsid w:val="00915D31"/>
    <w:rsid w:val="00915E28"/>
    <w:rsid w:val="009162B9"/>
    <w:rsid w:val="00917585"/>
    <w:rsid w:val="00920C79"/>
    <w:rsid w:val="00922197"/>
    <w:rsid w:val="0092251C"/>
    <w:rsid w:val="0092520A"/>
    <w:rsid w:val="0093353F"/>
    <w:rsid w:val="00933B74"/>
    <w:rsid w:val="00934B41"/>
    <w:rsid w:val="00940542"/>
    <w:rsid w:val="00941DC5"/>
    <w:rsid w:val="00942003"/>
    <w:rsid w:val="009613AE"/>
    <w:rsid w:val="009659EF"/>
    <w:rsid w:val="009673C8"/>
    <w:rsid w:val="009677EB"/>
    <w:rsid w:val="009754DA"/>
    <w:rsid w:val="00976E7D"/>
    <w:rsid w:val="009777F0"/>
    <w:rsid w:val="009808C1"/>
    <w:rsid w:val="00982114"/>
    <w:rsid w:val="00985D48"/>
    <w:rsid w:val="00990B94"/>
    <w:rsid w:val="00991CF2"/>
    <w:rsid w:val="0099218A"/>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19E9"/>
    <w:rsid w:val="009D1CE1"/>
    <w:rsid w:val="009D4286"/>
    <w:rsid w:val="009D42F1"/>
    <w:rsid w:val="009E073D"/>
    <w:rsid w:val="009E2D6B"/>
    <w:rsid w:val="009E3DC5"/>
    <w:rsid w:val="009E65A5"/>
    <w:rsid w:val="009F3BE7"/>
    <w:rsid w:val="009F597E"/>
    <w:rsid w:val="009F6F51"/>
    <w:rsid w:val="009F728C"/>
    <w:rsid w:val="00A01909"/>
    <w:rsid w:val="00A05854"/>
    <w:rsid w:val="00A1162D"/>
    <w:rsid w:val="00A17D48"/>
    <w:rsid w:val="00A2170A"/>
    <w:rsid w:val="00A24C96"/>
    <w:rsid w:val="00A25DFC"/>
    <w:rsid w:val="00A31CF3"/>
    <w:rsid w:val="00A32444"/>
    <w:rsid w:val="00A32590"/>
    <w:rsid w:val="00A355BD"/>
    <w:rsid w:val="00A37DEF"/>
    <w:rsid w:val="00A410C4"/>
    <w:rsid w:val="00A42FC9"/>
    <w:rsid w:val="00A44C9F"/>
    <w:rsid w:val="00A45621"/>
    <w:rsid w:val="00A471F7"/>
    <w:rsid w:val="00A546AE"/>
    <w:rsid w:val="00A565EB"/>
    <w:rsid w:val="00A62BCD"/>
    <w:rsid w:val="00A6350E"/>
    <w:rsid w:val="00A672D3"/>
    <w:rsid w:val="00A72697"/>
    <w:rsid w:val="00A73758"/>
    <w:rsid w:val="00A73970"/>
    <w:rsid w:val="00A82801"/>
    <w:rsid w:val="00A83500"/>
    <w:rsid w:val="00A83EF4"/>
    <w:rsid w:val="00A8494F"/>
    <w:rsid w:val="00A8599D"/>
    <w:rsid w:val="00A85CEF"/>
    <w:rsid w:val="00A910D0"/>
    <w:rsid w:val="00A92156"/>
    <w:rsid w:val="00A95452"/>
    <w:rsid w:val="00A954BC"/>
    <w:rsid w:val="00AA0485"/>
    <w:rsid w:val="00AA18D4"/>
    <w:rsid w:val="00AA47FE"/>
    <w:rsid w:val="00AA5223"/>
    <w:rsid w:val="00AA684C"/>
    <w:rsid w:val="00AA6CBF"/>
    <w:rsid w:val="00AA7583"/>
    <w:rsid w:val="00AB0837"/>
    <w:rsid w:val="00AB086F"/>
    <w:rsid w:val="00AB5EF2"/>
    <w:rsid w:val="00AB6B6F"/>
    <w:rsid w:val="00AB6D13"/>
    <w:rsid w:val="00AB79BA"/>
    <w:rsid w:val="00AC07CF"/>
    <w:rsid w:val="00AC3A43"/>
    <w:rsid w:val="00AC3B3E"/>
    <w:rsid w:val="00AC3C3E"/>
    <w:rsid w:val="00AC5107"/>
    <w:rsid w:val="00AC65CB"/>
    <w:rsid w:val="00AC683B"/>
    <w:rsid w:val="00AD1661"/>
    <w:rsid w:val="00AD3AA1"/>
    <w:rsid w:val="00AD3DED"/>
    <w:rsid w:val="00AD6670"/>
    <w:rsid w:val="00AE0064"/>
    <w:rsid w:val="00AE0956"/>
    <w:rsid w:val="00AE2DD6"/>
    <w:rsid w:val="00AE4242"/>
    <w:rsid w:val="00AE5F8C"/>
    <w:rsid w:val="00AF0DA7"/>
    <w:rsid w:val="00AF340B"/>
    <w:rsid w:val="00AF3D39"/>
    <w:rsid w:val="00AF450A"/>
    <w:rsid w:val="00AF5127"/>
    <w:rsid w:val="00AF6081"/>
    <w:rsid w:val="00B04ED2"/>
    <w:rsid w:val="00B05210"/>
    <w:rsid w:val="00B05232"/>
    <w:rsid w:val="00B10D8B"/>
    <w:rsid w:val="00B12863"/>
    <w:rsid w:val="00B13E0D"/>
    <w:rsid w:val="00B14093"/>
    <w:rsid w:val="00B163E5"/>
    <w:rsid w:val="00B203CB"/>
    <w:rsid w:val="00B20559"/>
    <w:rsid w:val="00B23A59"/>
    <w:rsid w:val="00B25862"/>
    <w:rsid w:val="00B27564"/>
    <w:rsid w:val="00B309A5"/>
    <w:rsid w:val="00B33670"/>
    <w:rsid w:val="00B35B7B"/>
    <w:rsid w:val="00B35E64"/>
    <w:rsid w:val="00B41640"/>
    <w:rsid w:val="00B44283"/>
    <w:rsid w:val="00B46AD8"/>
    <w:rsid w:val="00B55B22"/>
    <w:rsid w:val="00B56749"/>
    <w:rsid w:val="00B57E67"/>
    <w:rsid w:val="00B60841"/>
    <w:rsid w:val="00B63908"/>
    <w:rsid w:val="00B63B82"/>
    <w:rsid w:val="00B63D5F"/>
    <w:rsid w:val="00B64D5B"/>
    <w:rsid w:val="00B6648D"/>
    <w:rsid w:val="00B707FF"/>
    <w:rsid w:val="00B70EA4"/>
    <w:rsid w:val="00B76637"/>
    <w:rsid w:val="00B7719B"/>
    <w:rsid w:val="00B80C86"/>
    <w:rsid w:val="00B83D6E"/>
    <w:rsid w:val="00B90AA8"/>
    <w:rsid w:val="00B93486"/>
    <w:rsid w:val="00B948ED"/>
    <w:rsid w:val="00B97FE5"/>
    <w:rsid w:val="00BA1C8E"/>
    <w:rsid w:val="00BB57DC"/>
    <w:rsid w:val="00BC2B3E"/>
    <w:rsid w:val="00BC3025"/>
    <w:rsid w:val="00BC308D"/>
    <w:rsid w:val="00BC3468"/>
    <w:rsid w:val="00BC484E"/>
    <w:rsid w:val="00BD0A3B"/>
    <w:rsid w:val="00BD0DA1"/>
    <w:rsid w:val="00BD2B75"/>
    <w:rsid w:val="00BD51DE"/>
    <w:rsid w:val="00BD5CA5"/>
    <w:rsid w:val="00BD6C73"/>
    <w:rsid w:val="00BD747B"/>
    <w:rsid w:val="00BF6A71"/>
    <w:rsid w:val="00BF720F"/>
    <w:rsid w:val="00C04645"/>
    <w:rsid w:val="00C15521"/>
    <w:rsid w:val="00C15D2B"/>
    <w:rsid w:val="00C16062"/>
    <w:rsid w:val="00C24EDF"/>
    <w:rsid w:val="00C25DB3"/>
    <w:rsid w:val="00C26015"/>
    <w:rsid w:val="00C26357"/>
    <w:rsid w:val="00C26828"/>
    <w:rsid w:val="00C45407"/>
    <w:rsid w:val="00C456D5"/>
    <w:rsid w:val="00C51079"/>
    <w:rsid w:val="00C57F08"/>
    <w:rsid w:val="00C6012B"/>
    <w:rsid w:val="00C63237"/>
    <w:rsid w:val="00C66159"/>
    <w:rsid w:val="00C6749F"/>
    <w:rsid w:val="00C67544"/>
    <w:rsid w:val="00C67778"/>
    <w:rsid w:val="00C755E2"/>
    <w:rsid w:val="00C75A01"/>
    <w:rsid w:val="00C81B0A"/>
    <w:rsid w:val="00C81BE0"/>
    <w:rsid w:val="00C838B9"/>
    <w:rsid w:val="00C83B59"/>
    <w:rsid w:val="00C83E76"/>
    <w:rsid w:val="00C83FC1"/>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6C7C"/>
    <w:rsid w:val="00CB71CC"/>
    <w:rsid w:val="00CC0824"/>
    <w:rsid w:val="00CC7BB0"/>
    <w:rsid w:val="00CD0C42"/>
    <w:rsid w:val="00CD4655"/>
    <w:rsid w:val="00CD6EE5"/>
    <w:rsid w:val="00CD750A"/>
    <w:rsid w:val="00CE0400"/>
    <w:rsid w:val="00CE0FB4"/>
    <w:rsid w:val="00CE28AA"/>
    <w:rsid w:val="00CF157B"/>
    <w:rsid w:val="00CF2737"/>
    <w:rsid w:val="00CF3202"/>
    <w:rsid w:val="00CF4A3E"/>
    <w:rsid w:val="00D01CCB"/>
    <w:rsid w:val="00D04420"/>
    <w:rsid w:val="00D04514"/>
    <w:rsid w:val="00D059D1"/>
    <w:rsid w:val="00D05CB3"/>
    <w:rsid w:val="00D07D6C"/>
    <w:rsid w:val="00D108F6"/>
    <w:rsid w:val="00D12B4E"/>
    <w:rsid w:val="00D13AC6"/>
    <w:rsid w:val="00D13F6F"/>
    <w:rsid w:val="00D15369"/>
    <w:rsid w:val="00D17C5F"/>
    <w:rsid w:val="00D20CB0"/>
    <w:rsid w:val="00D22534"/>
    <w:rsid w:val="00D22576"/>
    <w:rsid w:val="00D238C3"/>
    <w:rsid w:val="00D24238"/>
    <w:rsid w:val="00D24865"/>
    <w:rsid w:val="00D274E0"/>
    <w:rsid w:val="00D30551"/>
    <w:rsid w:val="00D32535"/>
    <w:rsid w:val="00D32BD5"/>
    <w:rsid w:val="00D35816"/>
    <w:rsid w:val="00D37493"/>
    <w:rsid w:val="00D40158"/>
    <w:rsid w:val="00D416CA"/>
    <w:rsid w:val="00D43509"/>
    <w:rsid w:val="00D43C46"/>
    <w:rsid w:val="00D4404A"/>
    <w:rsid w:val="00D44FE0"/>
    <w:rsid w:val="00D4545C"/>
    <w:rsid w:val="00D45B4F"/>
    <w:rsid w:val="00D45E22"/>
    <w:rsid w:val="00D464EB"/>
    <w:rsid w:val="00D47FEB"/>
    <w:rsid w:val="00D51327"/>
    <w:rsid w:val="00D53555"/>
    <w:rsid w:val="00D55DE4"/>
    <w:rsid w:val="00D56C57"/>
    <w:rsid w:val="00D6173A"/>
    <w:rsid w:val="00D6186B"/>
    <w:rsid w:val="00D62A9A"/>
    <w:rsid w:val="00D636E5"/>
    <w:rsid w:val="00D65C35"/>
    <w:rsid w:val="00D65E44"/>
    <w:rsid w:val="00D75345"/>
    <w:rsid w:val="00D7576C"/>
    <w:rsid w:val="00D75E60"/>
    <w:rsid w:val="00D7640A"/>
    <w:rsid w:val="00D77028"/>
    <w:rsid w:val="00D77E1B"/>
    <w:rsid w:val="00D844B4"/>
    <w:rsid w:val="00D86364"/>
    <w:rsid w:val="00D86CBB"/>
    <w:rsid w:val="00D871F5"/>
    <w:rsid w:val="00D91078"/>
    <w:rsid w:val="00D912A4"/>
    <w:rsid w:val="00D921EA"/>
    <w:rsid w:val="00D938C6"/>
    <w:rsid w:val="00D94372"/>
    <w:rsid w:val="00D956E0"/>
    <w:rsid w:val="00D96EA2"/>
    <w:rsid w:val="00D97207"/>
    <w:rsid w:val="00D9731F"/>
    <w:rsid w:val="00DA08E0"/>
    <w:rsid w:val="00DA24A0"/>
    <w:rsid w:val="00DA2EAD"/>
    <w:rsid w:val="00DA360F"/>
    <w:rsid w:val="00DA3BC3"/>
    <w:rsid w:val="00DA52AA"/>
    <w:rsid w:val="00DB4CC2"/>
    <w:rsid w:val="00DB513A"/>
    <w:rsid w:val="00DB59E8"/>
    <w:rsid w:val="00DB5C89"/>
    <w:rsid w:val="00DC0BEF"/>
    <w:rsid w:val="00DC4AEA"/>
    <w:rsid w:val="00DC4EA1"/>
    <w:rsid w:val="00DC5E2F"/>
    <w:rsid w:val="00DC73AD"/>
    <w:rsid w:val="00DC792B"/>
    <w:rsid w:val="00DD4B5E"/>
    <w:rsid w:val="00DE18F2"/>
    <w:rsid w:val="00DE1E69"/>
    <w:rsid w:val="00DE21F5"/>
    <w:rsid w:val="00DF16EC"/>
    <w:rsid w:val="00DF35BA"/>
    <w:rsid w:val="00DF3B21"/>
    <w:rsid w:val="00DF3D09"/>
    <w:rsid w:val="00DF470C"/>
    <w:rsid w:val="00DF4D84"/>
    <w:rsid w:val="00DF6C8F"/>
    <w:rsid w:val="00E015B9"/>
    <w:rsid w:val="00E0345D"/>
    <w:rsid w:val="00E05A49"/>
    <w:rsid w:val="00E1426E"/>
    <w:rsid w:val="00E14547"/>
    <w:rsid w:val="00E15D4C"/>
    <w:rsid w:val="00E16EA9"/>
    <w:rsid w:val="00E20722"/>
    <w:rsid w:val="00E24C15"/>
    <w:rsid w:val="00E24FC4"/>
    <w:rsid w:val="00E264F7"/>
    <w:rsid w:val="00E279B5"/>
    <w:rsid w:val="00E3135C"/>
    <w:rsid w:val="00E359B5"/>
    <w:rsid w:val="00E36F4B"/>
    <w:rsid w:val="00E42975"/>
    <w:rsid w:val="00E43193"/>
    <w:rsid w:val="00E43FB5"/>
    <w:rsid w:val="00E47C87"/>
    <w:rsid w:val="00E50670"/>
    <w:rsid w:val="00E50742"/>
    <w:rsid w:val="00E51846"/>
    <w:rsid w:val="00E51AC1"/>
    <w:rsid w:val="00E51F80"/>
    <w:rsid w:val="00E54828"/>
    <w:rsid w:val="00E54B93"/>
    <w:rsid w:val="00E57C41"/>
    <w:rsid w:val="00E61E88"/>
    <w:rsid w:val="00E620AA"/>
    <w:rsid w:val="00E64C99"/>
    <w:rsid w:val="00E71018"/>
    <w:rsid w:val="00E7297E"/>
    <w:rsid w:val="00E73C2C"/>
    <w:rsid w:val="00E74259"/>
    <w:rsid w:val="00E74CCD"/>
    <w:rsid w:val="00E75D67"/>
    <w:rsid w:val="00E81232"/>
    <w:rsid w:val="00E81ACD"/>
    <w:rsid w:val="00E822CE"/>
    <w:rsid w:val="00E85407"/>
    <w:rsid w:val="00E85B84"/>
    <w:rsid w:val="00E936BC"/>
    <w:rsid w:val="00E93D30"/>
    <w:rsid w:val="00E94900"/>
    <w:rsid w:val="00E97E49"/>
    <w:rsid w:val="00EA1811"/>
    <w:rsid w:val="00EA3EF5"/>
    <w:rsid w:val="00EA4659"/>
    <w:rsid w:val="00EA7A91"/>
    <w:rsid w:val="00EB381A"/>
    <w:rsid w:val="00EB6A4F"/>
    <w:rsid w:val="00EC0125"/>
    <w:rsid w:val="00EC10B3"/>
    <w:rsid w:val="00EC1B9A"/>
    <w:rsid w:val="00EC26DA"/>
    <w:rsid w:val="00EC4619"/>
    <w:rsid w:val="00EC4F99"/>
    <w:rsid w:val="00EC5A68"/>
    <w:rsid w:val="00EC607E"/>
    <w:rsid w:val="00EC7DDB"/>
    <w:rsid w:val="00ED120C"/>
    <w:rsid w:val="00ED1A1A"/>
    <w:rsid w:val="00ED2CC6"/>
    <w:rsid w:val="00ED4633"/>
    <w:rsid w:val="00ED4940"/>
    <w:rsid w:val="00ED4B58"/>
    <w:rsid w:val="00ED595D"/>
    <w:rsid w:val="00ED6F41"/>
    <w:rsid w:val="00ED74C1"/>
    <w:rsid w:val="00EF0097"/>
    <w:rsid w:val="00EF179D"/>
    <w:rsid w:val="00EF307C"/>
    <w:rsid w:val="00EF3377"/>
    <w:rsid w:val="00EF65A6"/>
    <w:rsid w:val="00F0061F"/>
    <w:rsid w:val="00F00CBF"/>
    <w:rsid w:val="00F029C8"/>
    <w:rsid w:val="00F03295"/>
    <w:rsid w:val="00F03CC1"/>
    <w:rsid w:val="00F04496"/>
    <w:rsid w:val="00F07405"/>
    <w:rsid w:val="00F07F61"/>
    <w:rsid w:val="00F1107A"/>
    <w:rsid w:val="00F11ACD"/>
    <w:rsid w:val="00F20491"/>
    <w:rsid w:val="00F2250A"/>
    <w:rsid w:val="00F23070"/>
    <w:rsid w:val="00F26507"/>
    <w:rsid w:val="00F276BC"/>
    <w:rsid w:val="00F27AB3"/>
    <w:rsid w:val="00F315B3"/>
    <w:rsid w:val="00F41951"/>
    <w:rsid w:val="00F42D32"/>
    <w:rsid w:val="00F430AB"/>
    <w:rsid w:val="00F452FD"/>
    <w:rsid w:val="00F45B64"/>
    <w:rsid w:val="00F47089"/>
    <w:rsid w:val="00F47863"/>
    <w:rsid w:val="00F54441"/>
    <w:rsid w:val="00F547F4"/>
    <w:rsid w:val="00F619D8"/>
    <w:rsid w:val="00F646DB"/>
    <w:rsid w:val="00F65E57"/>
    <w:rsid w:val="00F7047A"/>
    <w:rsid w:val="00F747FE"/>
    <w:rsid w:val="00F7492F"/>
    <w:rsid w:val="00F75DD1"/>
    <w:rsid w:val="00F816A6"/>
    <w:rsid w:val="00F81B57"/>
    <w:rsid w:val="00F8327B"/>
    <w:rsid w:val="00F930A7"/>
    <w:rsid w:val="00F95A9F"/>
    <w:rsid w:val="00F96834"/>
    <w:rsid w:val="00F970E2"/>
    <w:rsid w:val="00FA1558"/>
    <w:rsid w:val="00FA2407"/>
    <w:rsid w:val="00FA414C"/>
    <w:rsid w:val="00FA447C"/>
    <w:rsid w:val="00FA4B87"/>
    <w:rsid w:val="00FA5D0A"/>
    <w:rsid w:val="00FA61A6"/>
    <w:rsid w:val="00FA7099"/>
    <w:rsid w:val="00FB2909"/>
    <w:rsid w:val="00FB3563"/>
    <w:rsid w:val="00FB3659"/>
    <w:rsid w:val="00FC0BE9"/>
    <w:rsid w:val="00FC0D77"/>
    <w:rsid w:val="00FC1402"/>
    <w:rsid w:val="00FC27D4"/>
    <w:rsid w:val="00FC5550"/>
    <w:rsid w:val="00FC5D96"/>
    <w:rsid w:val="00FD45EB"/>
    <w:rsid w:val="00FD4697"/>
    <w:rsid w:val="00FD5B50"/>
    <w:rsid w:val="00FE0816"/>
    <w:rsid w:val="00FE3524"/>
    <w:rsid w:val="00FE4618"/>
    <w:rsid w:val="00FE5B61"/>
    <w:rsid w:val="00FE5D7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510531"/>
  <w15:docId w15:val="{DC4787FA-9CCC-4699-8EDF-E8DF675B0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E7E89"/>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393F42"/>
    <w:pPr>
      <w:keepNext/>
      <w:tabs>
        <w:tab w:val="left" w:pos="578"/>
      </w:tabs>
      <w:spacing w:before="240" w:after="60"/>
      <w:ind w:left="578" w:rightChars="100" w:right="180" w:hanging="578"/>
      <w:outlineLvl w:val="2"/>
    </w:pPr>
    <w:rPr>
      <w:rFonts w:ascii="微软雅黑" w:eastAsia="微软雅黑" w:hAnsi="微软雅黑" w:cs="微软雅黑"/>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semiHidden/>
    <w:rsid w:val="006350D0"/>
    <w:pPr>
      <w:tabs>
        <w:tab w:val="left" w:leader="dot" w:pos="180"/>
        <w:tab w:val="right" w:leader="dot" w:pos="9360"/>
      </w:tabs>
    </w:pPr>
    <w:rPr>
      <w:b/>
      <w:bCs/>
      <w:noProof/>
      <w:kern w:val="2"/>
      <w:szCs w:val="24"/>
      <w:lang w:val="en-US"/>
    </w:rPr>
  </w:style>
  <w:style w:type="paragraph" w:styleId="TOC2">
    <w:name w:val="toc 2"/>
    <w:basedOn w:val="a"/>
    <w:next w:val="a"/>
    <w:autoRedefine/>
    <w:semiHidden/>
    <w:rsid w:val="006350D0"/>
    <w:pPr>
      <w:tabs>
        <w:tab w:val="left" w:pos="540"/>
        <w:tab w:val="right" w:leader="dot" w:pos="9360"/>
      </w:tabs>
      <w:ind w:left="200"/>
    </w:pPr>
    <w:rPr>
      <w:noProof/>
      <w:kern w:val="2"/>
      <w:szCs w:val="24"/>
      <w:lang w:val="en-US"/>
    </w:rPr>
  </w:style>
  <w:style w:type="paragraph" w:styleId="TOC3">
    <w:name w:val="toc 3"/>
    <w:basedOn w:val="a"/>
    <w:next w:val="a"/>
    <w:autoRedefine/>
    <w:semiHidden/>
    <w:rsid w:val="006350D0"/>
    <w:pPr>
      <w:tabs>
        <w:tab w:val="left" w:pos="900"/>
        <w:tab w:val="right" w:leader="dot" w:pos="9360"/>
      </w:tabs>
      <w:ind w:left="210" w:firstLineChars="100" w:firstLine="210"/>
    </w:pPr>
    <w:rPr>
      <w:noProof/>
      <w:kern w:val="2"/>
      <w:szCs w:val="24"/>
      <w:lang w:val="en-US"/>
    </w:rPr>
  </w:style>
  <w:style w:type="character" w:styleId="a6">
    <w:name w:val="Hyperlink"/>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77701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057DD-32F8-484E-857C-2ED8852A6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tmp10.dotx</Template>
  <TotalTime>5</TotalTime>
  <Pages>2</Pages>
  <Words>179</Words>
  <Characters>1022</Characters>
  <Application>Microsoft Office Word</Application>
  <DocSecurity>0</DocSecurity>
  <Lines>8</Lines>
  <Paragraphs>2</Paragraphs>
  <ScaleCrop>false</ScaleCrop>
  <Company>ths</Company>
  <LinksUpToDate>false</LinksUpToDate>
  <CharactersWithSpaces>1199</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2024-01-08T15:02:00Z</dcterms:created>
  <dcterms:modified xsi:type="dcterms:W3CDTF">2024-01-08T15:07:00Z</dcterms:modified>
</cp:coreProperties>
</file>