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6BB6C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能效测评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6000FA78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2095BE70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BB7974B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D33F276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DF1B70B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CE96705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7121EF99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7DB3B70E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D08019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73169C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41619A8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282840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40FE8C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0B50DDC2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871A8B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B61A05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0D77C6D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8581F2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7AF5C6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65FD70AF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713D22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E72679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73FF03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6D8DF70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09009AD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50234F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AEF0881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6F26226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DA53B4F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0B6AB1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5ACE768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2024年3月9日</w:t>
              </w:r>
            </w:smartTag>
            <w:bookmarkEnd w:id="7"/>
          </w:p>
        </w:tc>
      </w:tr>
    </w:tbl>
    <w:p w14:paraId="06E116A0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042DB233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632DBBFD" wp14:editId="6C91C8ED">
            <wp:extent cx="1514634" cy="1514634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9F93C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613265E5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77B612B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34B7773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能耗计算</w:t>
            </w:r>
            <w:r>
              <w:t>BESI2023</w:t>
            </w:r>
            <w:bookmarkEnd w:id="9"/>
          </w:p>
        </w:tc>
      </w:tr>
      <w:tr w:rsidR="00D40158" w:rsidRPr="00D40158" w14:paraId="0E073846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57BEA5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5DD9F7E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6058738A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6069E7C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06FAD8B6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66AE58D7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C556287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32B1B660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49931363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2A5B8A4B" w14:textId="77777777" w:rsidR="009C4D39" w:rsidRDefault="009C4D39" w:rsidP="009C4D39">
      <w:pPr>
        <w:pStyle w:val="TOC1"/>
      </w:pPr>
    </w:p>
    <w:p w14:paraId="14D5241C" w14:textId="77777777" w:rsidR="009C4D39" w:rsidRPr="009C4D39" w:rsidRDefault="009C4D39" w:rsidP="009C4D39">
      <w:pPr>
        <w:rPr>
          <w:lang w:val="en-US"/>
        </w:rPr>
        <w:sectPr w:rsidR="009C4D39" w:rsidRPr="009C4D39" w:rsidSect="00B23780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4FD6F6E0" w14:textId="77777777" w:rsidR="00B51927" w:rsidRPr="00B51927" w:rsidRDefault="00B51927" w:rsidP="009C4D39">
      <w:pPr>
        <w:pStyle w:val="TOC1"/>
      </w:pPr>
    </w:p>
    <w:p w14:paraId="04C9CBC4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9"/>
        <w:gridCol w:w="6063"/>
      </w:tblGrid>
      <w:tr w:rsidR="00D40158" w:rsidRPr="00FB028F" w14:paraId="6FC8C891" w14:textId="77777777">
        <w:tc>
          <w:tcPr>
            <w:tcW w:w="2841" w:type="dxa"/>
            <w:shd w:val="clear" w:color="auto" w:fill="E6E6E6"/>
          </w:tcPr>
          <w:p w14:paraId="4C9AD04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6A34345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4D5BC3BD" w14:textId="77777777">
        <w:tc>
          <w:tcPr>
            <w:tcW w:w="2841" w:type="dxa"/>
            <w:shd w:val="clear" w:color="auto" w:fill="E6E6E6"/>
          </w:tcPr>
          <w:p w14:paraId="04C3502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53E683D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6B8D3C10" w14:textId="77777777">
        <w:tc>
          <w:tcPr>
            <w:tcW w:w="2841" w:type="dxa"/>
            <w:shd w:val="clear" w:color="auto" w:fill="E6E6E6"/>
          </w:tcPr>
          <w:p w14:paraId="5471093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0F7A8D5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67EA0F64" w14:textId="77777777">
        <w:tc>
          <w:tcPr>
            <w:tcW w:w="2841" w:type="dxa"/>
            <w:shd w:val="clear" w:color="auto" w:fill="E6E6E6"/>
          </w:tcPr>
          <w:p w14:paraId="24461C8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30C09A3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576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298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5726308F" w14:textId="77777777">
        <w:tc>
          <w:tcPr>
            <w:tcW w:w="2841" w:type="dxa"/>
            <w:shd w:val="clear" w:color="auto" w:fill="E6E6E6"/>
          </w:tcPr>
          <w:p w14:paraId="195D6B7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2FF14D1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1</w:t>
            </w:r>
            <w:bookmarkEnd w:id="19"/>
          </w:p>
        </w:tc>
      </w:tr>
      <w:tr w:rsidR="00D40158" w:rsidRPr="00FB028F" w14:paraId="07A1F90B" w14:textId="77777777">
        <w:tc>
          <w:tcPr>
            <w:tcW w:w="2841" w:type="dxa"/>
            <w:shd w:val="clear" w:color="auto" w:fill="E6E6E6"/>
          </w:tcPr>
          <w:p w14:paraId="6F21BE4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7C8EA6C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9.0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442AE9F7" w14:textId="77777777">
        <w:tc>
          <w:tcPr>
            <w:tcW w:w="2841" w:type="dxa"/>
            <w:shd w:val="clear" w:color="auto" w:fill="E6E6E6"/>
          </w:tcPr>
          <w:p w14:paraId="6BDBC421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69001B79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90</w:t>
            </w:r>
            <w:bookmarkEnd w:id="21"/>
          </w:p>
        </w:tc>
      </w:tr>
      <w:tr w:rsidR="00D40158" w:rsidRPr="00FB028F" w14:paraId="2B98E5F0" w14:textId="77777777">
        <w:tc>
          <w:tcPr>
            <w:tcW w:w="2841" w:type="dxa"/>
            <w:shd w:val="clear" w:color="auto" w:fill="E6E6E6"/>
          </w:tcPr>
          <w:p w14:paraId="3D5E8FFB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6FC6758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067AD66D" w14:textId="77777777">
        <w:tc>
          <w:tcPr>
            <w:tcW w:w="2841" w:type="dxa"/>
            <w:shd w:val="clear" w:color="auto" w:fill="E6E6E6"/>
          </w:tcPr>
          <w:p w14:paraId="23B9ECC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2EBC3CF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605CC00E" w14:textId="77777777">
        <w:tc>
          <w:tcPr>
            <w:tcW w:w="2841" w:type="dxa"/>
            <w:shd w:val="clear" w:color="auto" w:fill="E6E6E6"/>
          </w:tcPr>
          <w:p w14:paraId="3180C427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33F1DA9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6140BF10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0BEEAAD2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《建筑能效标识技术标准》</w:t>
      </w:r>
      <w:r>
        <w:rPr>
          <w:kern w:val="2"/>
          <w:szCs w:val="24"/>
          <w:lang w:val="en-US"/>
        </w:rPr>
        <w:t>(JGJ/T 288-2012)</w:t>
      </w:r>
    </w:p>
    <w:p w14:paraId="5E1C043E" w14:textId="77777777" w:rsidR="00C8752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《北京市居住建筑节能设计标准》</w:t>
      </w:r>
      <w:r>
        <w:rPr>
          <w:kern w:val="2"/>
          <w:szCs w:val="24"/>
          <w:lang w:val="en-US"/>
        </w:rPr>
        <w:t>DB11/891-2020</w:t>
      </w:r>
    </w:p>
    <w:p w14:paraId="73DBA313" w14:textId="77777777" w:rsidR="00C8752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4C0C06F7" w14:textId="77777777" w:rsidR="00C8752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0473FD56" w14:textId="77777777" w:rsidR="00C87520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围护结构</w:t>
      </w:r>
    </w:p>
    <w:p w14:paraId="70CA8A48" w14:textId="77777777" w:rsidR="00C87520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C87520" w14:paraId="51ABF8FF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2527D548" w14:textId="77777777" w:rsidR="00C87520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42DFF01" w14:textId="77777777" w:rsidR="00C8752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39C86A7" w14:textId="77777777" w:rsidR="00C8752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6E6A4D6" w14:textId="77777777" w:rsidR="00C87520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94E7C6F" w14:textId="77777777" w:rsidR="00C87520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3088E3D" w14:textId="77777777" w:rsidR="00C87520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7A455A73" w14:textId="77777777" w:rsidR="00C87520" w:rsidRDefault="00000000">
            <w:pPr>
              <w:jc w:val="center"/>
            </w:pPr>
            <w:r>
              <w:t>备注</w:t>
            </w:r>
          </w:p>
        </w:tc>
      </w:tr>
      <w:tr w:rsidR="00C87520" w14:paraId="496E37E0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4D7C2BEC" w14:textId="77777777" w:rsidR="00C87520" w:rsidRDefault="00C87520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2FADDC0B" w14:textId="77777777" w:rsidR="00C87520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BDF6DA2" w14:textId="77777777" w:rsidR="00C8752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57DBF50" w14:textId="77777777" w:rsidR="00C87520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4212346" w14:textId="77777777" w:rsidR="00C87520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6530BA5" w14:textId="77777777" w:rsidR="00C87520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7AF2A343" w14:textId="77777777" w:rsidR="00C87520" w:rsidRDefault="00C87520">
            <w:pPr>
              <w:jc w:val="center"/>
            </w:pPr>
          </w:p>
        </w:tc>
      </w:tr>
      <w:tr w:rsidR="00C87520" w14:paraId="17F2AA24" w14:textId="77777777">
        <w:tc>
          <w:tcPr>
            <w:tcW w:w="2196" w:type="dxa"/>
            <w:shd w:val="clear" w:color="auto" w:fill="E6E6E6"/>
            <w:vAlign w:val="center"/>
          </w:tcPr>
          <w:p w14:paraId="24627401" w14:textId="77777777" w:rsidR="00C87520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700905DB" w14:textId="77777777" w:rsidR="00C87520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253284F1" w14:textId="77777777" w:rsidR="00C8752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E22D810" w14:textId="77777777" w:rsidR="00C87520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39C78E5E" w14:textId="77777777" w:rsidR="00C87520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7AD7A99" w14:textId="77777777" w:rsidR="00C87520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1545203E" w14:textId="77777777" w:rsidR="00C8752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C87520" w14:paraId="18FB3C6A" w14:textId="77777777">
        <w:tc>
          <w:tcPr>
            <w:tcW w:w="2196" w:type="dxa"/>
            <w:shd w:val="clear" w:color="auto" w:fill="E6E6E6"/>
            <w:vAlign w:val="center"/>
          </w:tcPr>
          <w:p w14:paraId="5375E2B8" w14:textId="77777777" w:rsidR="00C87520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6C879D29" w14:textId="77777777" w:rsidR="00C87520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29A51273" w14:textId="77777777" w:rsidR="00C8752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CC196A0" w14:textId="77777777" w:rsidR="00C87520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69BC5196" w14:textId="77777777" w:rsidR="00C87520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892E30C" w14:textId="77777777" w:rsidR="00C87520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361D315B" w14:textId="77777777" w:rsidR="00C8752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C87520" w14:paraId="5C78FD72" w14:textId="77777777">
        <w:tc>
          <w:tcPr>
            <w:tcW w:w="2196" w:type="dxa"/>
            <w:shd w:val="clear" w:color="auto" w:fill="E6E6E6"/>
            <w:vAlign w:val="center"/>
          </w:tcPr>
          <w:p w14:paraId="79496581" w14:textId="77777777" w:rsidR="00C87520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0FC7EC25" w14:textId="77777777" w:rsidR="00C87520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03BAF8AC" w14:textId="77777777" w:rsidR="00C8752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6E29EEC" w14:textId="77777777" w:rsidR="00C87520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2EF7A5AB" w14:textId="77777777" w:rsidR="00C87520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6D9B541B" w14:textId="77777777" w:rsidR="00C87520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7AF6787B" w14:textId="77777777" w:rsidR="00C8752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C87520" w14:paraId="63393395" w14:textId="77777777">
        <w:tc>
          <w:tcPr>
            <w:tcW w:w="2196" w:type="dxa"/>
            <w:shd w:val="clear" w:color="auto" w:fill="E6E6E6"/>
            <w:vAlign w:val="center"/>
          </w:tcPr>
          <w:p w14:paraId="289FD482" w14:textId="77777777" w:rsidR="00C87520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16A84DC1" w14:textId="77777777" w:rsidR="00C87520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51BBA660" w14:textId="77777777" w:rsidR="00C87520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26EA92BC" w14:textId="77777777" w:rsidR="00C87520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100BF251" w14:textId="77777777" w:rsidR="00C87520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355BD3DC" w14:textId="77777777" w:rsidR="00C87520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1EDB6EDF" w14:textId="77777777" w:rsidR="00C8752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C87520" w14:paraId="45E0458B" w14:textId="77777777">
        <w:tc>
          <w:tcPr>
            <w:tcW w:w="2196" w:type="dxa"/>
            <w:shd w:val="clear" w:color="auto" w:fill="E6E6E6"/>
            <w:vAlign w:val="center"/>
          </w:tcPr>
          <w:p w14:paraId="247CBB6A" w14:textId="77777777" w:rsidR="00C87520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602E94A4" w14:textId="77777777" w:rsidR="00C87520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76094E30" w14:textId="77777777" w:rsidR="00C87520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5E0975E1" w14:textId="77777777" w:rsidR="00C87520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2BFC2F0D" w14:textId="77777777" w:rsidR="00C87520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04A5D84C" w14:textId="77777777" w:rsidR="00C87520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9679587" w14:textId="77777777" w:rsidR="00C8752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C87520" w14:paraId="0AECF34F" w14:textId="77777777">
        <w:tc>
          <w:tcPr>
            <w:tcW w:w="2196" w:type="dxa"/>
            <w:shd w:val="clear" w:color="auto" w:fill="E6E6E6"/>
            <w:vAlign w:val="center"/>
          </w:tcPr>
          <w:p w14:paraId="47D8B5BF" w14:textId="77777777" w:rsidR="00C87520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5FC12877" w14:textId="77777777" w:rsidR="00C87520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103A5365" w14:textId="77777777" w:rsidR="00C87520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289E0E54" w14:textId="77777777" w:rsidR="00C87520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52986EAD" w14:textId="77777777" w:rsidR="00C87520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CDACB99" w14:textId="77777777" w:rsidR="00C87520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30C183E0" w14:textId="77777777" w:rsidR="00C87520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C87520" w14:paraId="44DFEF3F" w14:textId="77777777">
        <w:tc>
          <w:tcPr>
            <w:tcW w:w="2196" w:type="dxa"/>
            <w:shd w:val="clear" w:color="auto" w:fill="E6E6E6"/>
            <w:vAlign w:val="center"/>
          </w:tcPr>
          <w:p w14:paraId="3F3EC363" w14:textId="77777777" w:rsidR="00C87520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65DA94D0" w14:textId="77777777" w:rsidR="00C87520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0D8BE654" w14:textId="77777777" w:rsidR="00C87520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4B0FD42B" w14:textId="77777777" w:rsidR="00C87520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394B638B" w14:textId="77777777" w:rsidR="00C87520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1C3690E2" w14:textId="77777777" w:rsidR="00C87520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460E938" w14:textId="77777777" w:rsidR="00C87520" w:rsidRDefault="00C87520">
            <w:pPr>
              <w:rPr>
                <w:sz w:val="18"/>
                <w:szCs w:val="18"/>
              </w:rPr>
            </w:pPr>
          </w:p>
        </w:tc>
      </w:tr>
    </w:tbl>
    <w:p w14:paraId="5DEA1EEC" w14:textId="77777777" w:rsidR="00C87520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围护结构概况</w:t>
      </w:r>
    </w:p>
    <w:p w14:paraId="79B1382B" w14:textId="77777777" w:rsidR="00C87520" w:rsidRDefault="00C87520"/>
    <w:tbl>
      <w:tblPr>
        <w:tblW w:w="526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636"/>
        <w:gridCol w:w="925"/>
        <w:gridCol w:w="759"/>
        <w:gridCol w:w="1364"/>
        <w:gridCol w:w="1052"/>
        <w:gridCol w:w="752"/>
        <w:gridCol w:w="1343"/>
      </w:tblGrid>
      <w:tr w:rsidR="00534C8F" w14:paraId="2004AA99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1EC4D42A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02" w:type="pct"/>
            <w:gridSpan w:val="3"/>
            <w:shd w:val="clear" w:color="auto" w:fill="E6E6E6"/>
            <w:vAlign w:val="center"/>
          </w:tcPr>
          <w:p w14:paraId="000C238E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标识建筑</w:t>
            </w:r>
          </w:p>
        </w:tc>
        <w:tc>
          <w:tcPr>
            <w:tcW w:w="1654" w:type="pct"/>
            <w:gridSpan w:val="3"/>
            <w:shd w:val="clear" w:color="auto" w:fill="E6E6E6"/>
            <w:vAlign w:val="center"/>
          </w:tcPr>
          <w:p w14:paraId="6CBCBF52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szCs w:val="21"/>
              </w:rPr>
              <w:t>比对建筑</w:t>
            </w:r>
          </w:p>
        </w:tc>
      </w:tr>
      <w:tr w:rsidR="001B4C07" w14:paraId="1BF2255E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6E116FCB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</w:t>
            </w:r>
            <w:r>
              <w:rPr>
                <w:rFonts w:hAnsi="宋体" w:hint="eastAsia"/>
                <w:szCs w:val="21"/>
              </w:rPr>
              <w:t>形</w:t>
            </w:r>
            <w:r>
              <w:rPr>
                <w:rFonts w:hAnsi="宋体" w:hint="eastAsia"/>
                <w:szCs w:val="21"/>
              </w:rPr>
              <w:t>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1602" w:type="pct"/>
            <w:gridSpan w:val="3"/>
            <w:vAlign w:val="center"/>
          </w:tcPr>
          <w:p w14:paraId="2DFAB223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28" w:name="体形系数"/>
            <w:r w:rsidRPr="00C827CC">
              <w:rPr>
                <w:rFonts w:hint="eastAsia"/>
                <w:bCs/>
                <w:szCs w:val="21"/>
              </w:rPr>
              <w:t>0.35</w:t>
            </w:r>
            <w:bookmarkEnd w:id="28"/>
          </w:p>
        </w:tc>
        <w:tc>
          <w:tcPr>
            <w:tcW w:w="1654" w:type="pct"/>
            <w:gridSpan w:val="3"/>
            <w:vAlign w:val="center"/>
          </w:tcPr>
          <w:p w14:paraId="0590B811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29" w:name="参照建筑体形系数"/>
            <w:r w:rsidRPr="00C827CC">
              <w:rPr>
                <w:rFonts w:hint="eastAsia"/>
                <w:bCs/>
                <w:szCs w:val="21"/>
              </w:rPr>
              <w:t>0.35</w:t>
            </w:r>
            <w:bookmarkEnd w:id="29"/>
          </w:p>
        </w:tc>
      </w:tr>
      <w:tr w:rsidR="001B4C07" w14:paraId="05D7C391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3903BAD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3F4E1BFD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0" w:name="屋顶K"/>
            <w:r>
              <w:rPr>
                <w:rFonts w:hint="eastAsia"/>
                <w:bCs/>
                <w:szCs w:val="21"/>
              </w:rPr>
              <w:t>0.85</w:t>
            </w:r>
            <w:bookmarkEnd w:id="30"/>
          </w:p>
        </w:tc>
        <w:tc>
          <w:tcPr>
            <w:tcW w:w="1654" w:type="pct"/>
            <w:gridSpan w:val="3"/>
            <w:vAlign w:val="center"/>
          </w:tcPr>
          <w:p w14:paraId="32947EF8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1" w:name="参照建筑屋顶K"/>
            <w:r w:rsidRPr="00C827CC">
              <w:rPr>
                <w:rFonts w:hint="eastAsia"/>
                <w:bCs/>
                <w:szCs w:val="21"/>
              </w:rPr>
              <w:t>0.15</w:t>
            </w:r>
            <w:bookmarkEnd w:id="31"/>
          </w:p>
        </w:tc>
      </w:tr>
      <w:tr w:rsidR="001B4C07" w14:paraId="21B7D188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4176527D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734763D1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2" w:name="外墙K"/>
            <w:r>
              <w:rPr>
                <w:rFonts w:hint="eastAsia"/>
                <w:bCs/>
                <w:szCs w:val="21"/>
              </w:rPr>
              <w:t>1.36</w:t>
            </w:r>
            <w:bookmarkEnd w:id="32"/>
          </w:p>
        </w:tc>
        <w:tc>
          <w:tcPr>
            <w:tcW w:w="1654" w:type="pct"/>
            <w:gridSpan w:val="3"/>
            <w:vAlign w:val="center"/>
          </w:tcPr>
          <w:p w14:paraId="14CD4409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3" w:name="参照建筑外墙K"/>
            <w:r w:rsidRPr="00C827CC">
              <w:rPr>
                <w:rFonts w:hint="eastAsia"/>
                <w:bCs/>
                <w:szCs w:val="21"/>
              </w:rPr>
              <w:t>0.23</w:t>
            </w:r>
            <w:bookmarkEnd w:id="33"/>
          </w:p>
        </w:tc>
      </w:tr>
      <w:tr w:rsidR="00185446" w14:paraId="4201F649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23EE1417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房间</w:t>
            </w:r>
            <w:r>
              <w:rPr>
                <w:szCs w:val="21"/>
              </w:rPr>
              <w:t>天窗屋顶比</w:t>
            </w:r>
          </w:p>
        </w:tc>
        <w:tc>
          <w:tcPr>
            <w:tcW w:w="1602" w:type="pct"/>
            <w:gridSpan w:val="3"/>
            <w:vAlign w:val="center"/>
          </w:tcPr>
          <w:p w14:paraId="7F858D58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4" w:name="房间天窗屋顶比"/>
            <w:bookmarkStart w:id="35" w:name="最不利房间天窗屋顶比"/>
            <w:r>
              <w:rPr>
                <w:rFonts w:hint="eastAsia"/>
                <w:szCs w:val="21"/>
              </w:rPr>
              <w:t>0.00</w:t>
            </w:r>
            <w:bookmarkEnd w:id="34"/>
            <w:bookmarkEnd w:id="35"/>
          </w:p>
        </w:tc>
        <w:tc>
          <w:tcPr>
            <w:tcW w:w="1654" w:type="pct"/>
            <w:gridSpan w:val="3"/>
            <w:vAlign w:val="center"/>
          </w:tcPr>
          <w:p w14:paraId="418C64C0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6" w:name="参照建筑房间天窗屋顶比"/>
            <w:r>
              <w:rPr>
                <w:rFonts w:hint="eastAsia"/>
                <w:szCs w:val="21"/>
              </w:rPr>
              <w:t>－</w:t>
            </w:r>
            <w:bookmarkEnd w:id="36"/>
          </w:p>
        </w:tc>
      </w:tr>
      <w:tr w:rsidR="001B4C07" w14:paraId="7E10C480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605234DF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4CC32D7F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76B53CD9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7" w:name="天窗K"/>
            <w:r>
              <w:rPr>
                <w:rFonts w:hint="eastAsia"/>
                <w:bCs/>
                <w:szCs w:val="21"/>
              </w:rPr>
              <w:t>－</w:t>
            </w:r>
            <w:bookmarkEnd w:id="37"/>
          </w:p>
        </w:tc>
        <w:tc>
          <w:tcPr>
            <w:tcW w:w="1654" w:type="pct"/>
            <w:gridSpan w:val="3"/>
            <w:vAlign w:val="center"/>
          </w:tcPr>
          <w:p w14:paraId="21EC3743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8" w:name="参照建筑天窗K"/>
            <w:r w:rsidRPr="00C827CC">
              <w:rPr>
                <w:rFonts w:hint="eastAsia"/>
                <w:bCs/>
                <w:szCs w:val="21"/>
              </w:rPr>
              <w:t>－</w:t>
            </w:r>
            <w:bookmarkEnd w:id="38"/>
          </w:p>
        </w:tc>
      </w:tr>
      <w:tr w:rsidR="001B4C07" w14:paraId="478759AC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644F676C" w14:textId="77777777" w:rsidR="00000000" w:rsidRDefault="00000000" w:rsidP="00185446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太阳得热</w:t>
            </w: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1602" w:type="pct"/>
            <w:gridSpan w:val="3"/>
            <w:vAlign w:val="center"/>
          </w:tcPr>
          <w:p w14:paraId="553F7D10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9" w:name="天窗SC"/>
            <w:r>
              <w:rPr>
                <w:rFonts w:hint="eastAsia"/>
                <w:bCs/>
                <w:szCs w:val="21"/>
              </w:rPr>
              <w:t>－</w:t>
            </w:r>
            <w:bookmarkEnd w:id="39"/>
          </w:p>
        </w:tc>
        <w:tc>
          <w:tcPr>
            <w:tcW w:w="1654" w:type="pct"/>
            <w:gridSpan w:val="3"/>
            <w:vAlign w:val="center"/>
          </w:tcPr>
          <w:p w14:paraId="7FADBF0D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40" w:name="参照建筑天窗SC"/>
            <w:r w:rsidRPr="00C827CC">
              <w:rPr>
                <w:rFonts w:hint="eastAsia"/>
                <w:bCs/>
                <w:szCs w:val="21"/>
              </w:rPr>
              <w:t>－</w:t>
            </w:r>
            <w:bookmarkEnd w:id="40"/>
          </w:p>
        </w:tc>
      </w:tr>
      <w:tr w:rsidR="001B4C07" w14:paraId="343A30D7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2E87F061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301D8B5C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41" w:name="挑空楼板K"/>
            <w:r>
              <w:rPr>
                <w:rFonts w:hint="eastAsia"/>
                <w:bCs/>
                <w:szCs w:val="21"/>
              </w:rPr>
              <w:t>1.19</w:t>
            </w:r>
            <w:bookmarkEnd w:id="41"/>
          </w:p>
        </w:tc>
        <w:tc>
          <w:tcPr>
            <w:tcW w:w="1654" w:type="pct"/>
            <w:gridSpan w:val="3"/>
            <w:vAlign w:val="center"/>
          </w:tcPr>
          <w:p w14:paraId="78782541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42" w:name="参照建筑挑空楼板K"/>
            <w:r w:rsidRPr="00C827CC">
              <w:rPr>
                <w:rFonts w:hint="eastAsia"/>
                <w:bCs/>
                <w:szCs w:val="21"/>
              </w:rPr>
              <w:t>0.25</w:t>
            </w:r>
            <w:bookmarkEnd w:id="42"/>
          </w:p>
        </w:tc>
      </w:tr>
      <w:tr w:rsidR="00185446" w14:paraId="40D9F5C5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7707642" w14:textId="77777777" w:rsidR="00000000" w:rsidRPr="00185446" w:rsidRDefault="00000000" w:rsidP="00185446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非供暖地下室顶板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707586C2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3" w:name="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3"/>
          </w:p>
        </w:tc>
        <w:tc>
          <w:tcPr>
            <w:tcW w:w="1654" w:type="pct"/>
            <w:gridSpan w:val="3"/>
            <w:vAlign w:val="center"/>
          </w:tcPr>
          <w:p w14:paraId="67BFB6F0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4" w:name="参照建筑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4"/>
          </w:p>
        </w:tc>
      </w:tr>
      <w:tr w:rsidR="001B4C07" w14:paraId="2257FBA0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04B66594" w14:textId="77777777" w:rsidR="00000000" w:rsidRPr="00185446" w:rsidRDefault="00000000" w:rsidP="00185446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分隔供暖与非供暖空间的隔墙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64639E87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5" w:name="户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45"/>
          </w:p>
        </w:tc>
        <w:tc>
          <w:tcPr>
            <w:tcW w:w="1654" w:type="pct"/>
            <w:gridSpan w:val="3"/>
            <w:vAlign w:val="center"/>
          </w:tcPr>
          <w:p w14:paraId="5CC590FC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6" w:name="参照建筑户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46"/>
          </w:p>
        </w:tc>
      </w:tr>
      <w:tr w:rsidR="001B4C07" w14:paraId="1BDFC9A2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245CE811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分隔供暖与非供暖空间的楼板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1B3F9DD5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7" w:name="采暖与非采暖楼板K"/>
            <w:bookmarkStart w:id="48" w:name="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7"/>
            <w:bookmarkEnd w:id="48"/>
          </w:p>
        </w:tc>
        <w:tc>
          <w:tcPr>
            <w:tcW w:w="1654" w:type="pct"/>
            <w:gridSpan w:val="3"/>
            <w:vAlign w:val="center"/>
          </w:tcPr>
          <w:p w14:paraId="7296BD0E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9" w:name="参照建筑采暖与非采暖楼板K"/>
            <w:bookmarkStart w:id="50" w:name="参照建筑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9"/>
            <w:bookmarkEnd w:id="50"/>
          </w:p>
        </w:tc>
      </w:tr>
      <w:tr w:rsidR="00185446" w14:paraId="544C757A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734715F4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周边地面保温材料层热阻</w:t>
            </w:r>
            <w:r w:rsidRPr="00534C8F">
              <w:rPr>
                <w:szCs w:val="21"/>
              </w:rPr>
              <w:t xml:space="preserve"> R [(m2</w:t>
            </w:r>
            <w:r w:rsidRPr="00534C8F">
              <w:rPr>
                <w:rFonts w:hint="eastAsia"/>
                <w:szCs w:val="21"/>
              </w:rPr>
              <w:t>·</w:t>
            </w:r>
            <w:r w:rsidRPr="00534C8F">
              <w:rPr>
                <w:szCs w:val="21"/>
              </w:rPr>
              <w:t>K)/W</w:t>
            </w:r>
          </w:p>
        </w:tc>
        <w:tc>
          <w:tcPr>
            <w:tcW w:w="1602" w:type="pct"/>
            <w:gridSpan w:val="3"/>
            <w:vAlign w:val="center"/>
          </w:tcPr>
          <w:p w14:paraId="09222422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1" w:name="周边地面保温层R"/>
            <w:r w:rsidRPr="00C827CC">
              <w:rPr>
                <w:rFonts w:hint="eastAsia"/>
                <w:bCs/>
                <w:szCs w:val="21"/>
              </w:rPr>
              <w:t>－</w:t>
            </w:r>
            <w:bookmarkEnd w:id="51"/>
          </w:p>
        </w:tc>
        <w:tc>
          <w:tcPr>
            <w:tcW w:w="1654" w:type="pct"/>
            <w:gridSpan w:val="3"/>
            <w:vAlign w:val="center"/>
          </w:tcPr>
          <w:p w14:paraId="7DD0F4CE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2" w:name="参照建筑周边地面保温层R"/>
            <w:r w:rsidRPr="00C827CC">
              <w:rPr>
                <w:rFonts w:hint="eastAsia"/>
                <w:bCs/>
                <w:szCs w:val="21"/>
              </w:rPr>
              <w:t>－</w:t>
            </w:r>
            <w:bookmarkEnd w:id="52"/>
          </w:p>
        </w:tc>
      </w:tr>
      <w:tr w:rsidR="00185446" w14:paraId="68A4AA7A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14439FDE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地下室外墙保温材料层热阻</w:t>
            </w:r>
            <w:r w:rsidRPr="00534C8F">
              <w:rPr>
                <w:szCs w:val="21"/>
              </w:rPr>
              <w:t xml:space="preserve"> R [(m2</w:t>
            </w:r>
            <w:r w:rsidRPr="00534C8F">
              <w:rPr>
                <w:rFonts w:hint="eastAsia"/>
                <w:szCs w:val="21"/>
              </w:rPr>
              <w:t>·</w:t>
            </w:r>
            <w:r w:rsidRPr="00534C8F">
              <w:rPr>
                <w:szCs w:val="21"/>
              </w:rPr>
              <w:t>K)/W</w:t>
            </w:r>
          </w:p>
        </w:tc>
        <w:tc>
          <w:tcPr>
            <w:tcW w:w="1602" w:type="pct"/>
            <w:gridSpan w:val="3"/>
            <w:vAlign w:val="center"/>
          </w:tcPr>
          <w:p w14:paraId="0158B343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3" w:name="地下墙保温层R"/>
            <w:r>
              <w:rPr>
                <w:rFonts w:hint="eastAsia"/>
                <w:bCs/>
                <w:szCs w:val="21"/>
              </w:rPr>
              <w:t>0.00</w:t>
            </w:r>
            <w:bookmarkEnd w:id="53"/>
          </w:p>
        </w:tc>
        <w:tc>
          <w:tcPr>
            <w:tcW w:w="1654" w:type="pct"/>
            <w:gridSpan w:val="3"/>
            <w:vAlign w:val="center"/>
          </w:tcPr>
          <w:p w14:paraId="42E1B9E0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4" w:name="参照建筑地下墙保温层R"/>
            <w:r>
              <w:rPr>
                <w:rFonts w:hint="eastAsia"/>
                <w:bCs/>
                <w:szCs w:val="21"/>
              </w:rPr>
              <w:t>1.60</w:t>
            </w:r>
            <w:bookmarkEnd w:id="54"/>
          </w:p>
        </w:tc>
      </w:tr>
      <w:tr w:rsidR="00660FFA" w14:paraId="7DA796B4" w14:textId="77777777" w:rsidTr="00534C8F">
        <w:trPr>
          <w:cantSplit/>
          <w:trHeight w:val="1243"/>
          <w:jc w:val="center"/>
        </w:trPr>
        <w:tc>
          <w:tcPr>
            <w:tcW w:w="884" w:type="pct"/>
            <w:vMerge w:val="restart"/>
            <w:shd w:val="clear" w:color="auto" w:fill="E6E6E6"/>
            <w:vAlign w:val="center"/>
          </w:tcPr>
          <w:p w14:paraId="102D0967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860" w:type="pct"/>
            <w:shd w:val="clear" w:color="auto" w:fill="E6E6E6"/>
            <w:vAlign w:val="center"/>
          </w:tcPr>
          <w:p w14:paraId="2ACE6A4B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486" w:type="pct"/>
            <w:shd w:val="clear" w:color="auto" w:fill="E6E6E6"/>
            <w:vAlign w:val="center"/>
          </w:tcPr>
          <w:p w14:paraId="4BD089B9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最不利窗墙比</w:t>
            </w:r>
          </w:p>
        </w:tc>
        <w:tc>
          <w:tcPr>
            <w:tcW w:w="399" w:type="pct"/>
            <w:shd w:val="clear" w:color="auto" w:fill="E6E6E6"/>
            <w:vAlign w:val="center"/>
          </w:tcPr>
          <w:p w14:paraId="1A406D2E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34A93190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17" w:type="pct"/>
            <w:shd w:val="clear" w:color="auto" w:fill="E6E6E6"/>
            <w:vAlign w:val="center"/>
          </w:tcPr>
          <w:p w14:paraId="59DF2F76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553" w:type="pct"/>
            <w:shd w:val="clear" w:color="auto" w:fill="E6E6E6"/>
            <w:vAlign w:val="center"/>
          </w:tcPr>
          <w:p w14:paraId="622CAD03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395" w:type="pct"/>
            <w:shd w:val="clear" w:color="auto" w:fill="E6E6E6"/>
            <w:vAlign w:val="center"/>
          </w:tcPr>
          <w:p w14:paraId="66F6428D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1063FBBC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06" w:type="pct"/>
            <w:shd w:val="clear" w:color="auto" w:fill="E6E6E6"/>
            <w:vAlign w:val="center"/>
          </w:tcPr>
          <w:p w14:paraId="66BD0CF9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</w:tr>
      <w:tr w:rsidR="00660FFA" w14:paraId="6303A0D2" w14:textId="77777777" w:rsidTr="00660FFA">
        <w:trPr>
          <w:cantSplit/>
          <w:trHeight w:hRule="exact" w:val="255"/>
          <w:jc w:val="center"/>
        </w:trPr>
        <w:tc>
          <w:tcPr>
            <w:tcW w:w="884" w:type="pct"/>
            <w:vMerge/>
            <w:vAlign w:val="center"/>
          </w:tcPr>
          <w:p w14:paraId="214D66F6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3173B0AD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486" w:type="pct"/>
            <w:vMerge w:val="restart"/>
            <w:vAlign w:val="center"/>
          </w:tcPr>
          <w:p w14:paraId="3E4DB75D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55" w:name="窗墙比－南向"/>
            <w:bookmarkStart w:id="56" w:name="最不利开间窗墙比－南向"/>
            <w:r>
              <w:rPr>
                <w:rFonts w:hint="eastAsia"/>
                <w:bCs/>
                <w:szCs w:val="21"/>
              </w:rPr>
              <w:t>1.00</w:t>
            </w:r>
            <w:bookmarkEnd w:id="55"/>
            <w:bookmarkEnd w:id="56"/>
          </w:p>
        </w:tc>
        <w:tc>
          <w:tcPr>
            <w:tcW w:w="399" w:type="pct"/>
            <w:vMerge w:val="restart"/>
            <w:vAlign w:val="center"/>
          </w:tcPr>
          <w:p w14:paraId="46802E72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57" w:name="外窗K－南向"/>
            <w:bookmarkStart w:id="58" w:name="最不利窗墙比房间外窗K－南向"/>
            <w:r>
              <w:rPr>
                <w:rFonts w:hint="eastAsia"/>
                <w:bCs/>
                <w:szCs w:val="21"/>
              </w:rPr>
              <w:t>3.90</w:t>
            </w:r>
            <w:bookmarkEnd w:id="57"/>
            <w:bookmarkEnd w:id="58"/>
          </w:p>
        </w:tc>
        <w:tc>
          <w:tcPr>
            <w:tcW w:w="717" w:type="pct"/>
            <w:vMerge w:val="restart"/>
            <w:vAlign w:val="center"/>
          </w:tcPr>
          <w:p w14:paraId="3E82A614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bookmarkStart w:id="59" w:name="外窗SHGC－夏季－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59"/>
          </w:p>
        </w:tc>
        <w:tc>
          <w:tcPr>
            <w:tcW w:w="553" w:type="pct"/>
            <w:vAlign w:val="center"/>
          </w:tcPr>
          <w:p w14:paraId="352A1EDD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2BEED6B5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60" w:name="外窗K一档限值－南向"/>
            <w:r>
              <w:rPr>
                <w:rFonts w:hint="eastAsia"/>
                <w:bCs/>
                <w:szCs w:val="21"/>
              </w:rPr>
              <w:t>1.40</w:t>
            </w:r>
            <w:bookmarkEnd w:id="60"/>
          </w:p>
        </w:tc>
        <w:tc>
          <w:tcPr>
            <w:tcW w:w="706" w:type="pct"/>
            <w:vAlign w:val="center"/>
          </w:tcPr>
          <w:p w14:paraId="04AFB01B" w14:textId="77777777" w:rsidR="00000000" w:rsidRDefault="00000000" w:rsidP="00710C5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6E2C1B90" w14:textId="77777777" w:rsidTr="00660FFA">
        <w:trPr>
          <w:cantSplit/>
          <w:trHeight w:hRule="exact" w:val="310"/>
          <w:jc w:val="center"/>
        </w:trPr>
        <w:tc>
          <w:tcPr>
            <w:tcW w:w="884" w:type="pct"/>
            <w:vMerge/>
            <w:vAlign w:val="center"/>
          </w:tcPr>
          <w:p w14:paraId="1D3D8E27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5D833D4A" w14:textId="77777777" w:rsidR="00000000" w:rsidRDefault="00000000" w:rsidP="00FB3A5C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0ED338E5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583A6A14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540466A5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47E29890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5B03B73C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61" w:name="外窗K二档限值－南向"/>
            <w:r>
              <w:rPr>
                <w:rFonts w:hint="eastAsia"/>
                <w:bCs/>
                <w:szCs w:val="21"/>
              </w:rPr>
              <w:t>1.40</w:t>
            </w:r>
            <w:bookmarkEnd w:id="61"/>
          </w:p>
        </w:tc>
        <w:tc>
          <w:tcPr>
            <w:tcW w:w="706" w:type="pct"/>
            <w:vAlign w:val="center"/>
          </w:tcPr>
          <w:p w14:paraId="38995A5B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786D7810" w14:textId="77777777" w:rsidTr="00660FFA">
        <w:trPr>
          <w:cantSplit/>
          <w:trHeight w:val="255"/>
          <w:jc w:val="center"/>
        </w:trPr>
        <w:tc>
          <w:tcPr>
            <w:tcW w:w="884" w:type="pct"/>
            <w:vMerge/>
            <w:vAlign w:val="center"/>
          </w:tcPr>
          <w:p w14:paraId="2D2A609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4DC875A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486" w:type="pct"/>
            <w:vMerge w:val="restart"/>
            <w:vAlign w:val="center"/>
          </w:tcPr>
          <w:p w14:paraId="1E5701C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2" w:name="窗墙比－北向"/>
            <w:bookmarkStart w:id="63" w:name="最不利开间窗墙比－北向"/>
            <w:r>
              <w:rPr>
                <w:rFonts w:hint="eastAsia"/>
                <w:bCs/>
                <w:szCs w:val="21"/>
              </w:rPr>
              <w:t>1.00</w:t>
            </w:r>
            <w:bookmarkEnd w:id="62"/>
            <w:bookmarkEnd w:id="63"/>
          </w:p>
        </w:tc>
        <w:tc>
          <w:tcPr>
            <w:tcW w:w="399" w:type="pct"/>
            <w:vMerge w:val="restart"/>
            <w:vAlign w:val="center"/>
          </w:tcPr>
          <w:p w14:paraId="0AEC154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4" w:name="外窗K－北向"/>
            <w:bookmarkStart w:id="65" w:name="最不利窗墙比房间外窗K－北向"/>
            <w:r w:rsidRPr="003C4BE4">
              <w:rPr>
                <w:rFonts w:hint="eastAsia"/>
                <w:bCs/>
                <w:szCs w:val="21"/>
              </w:rPr>
              <w:t>3.90</w:t>
            </w:r>
            <w:bookmarkEnd w:id="64"/>
            <w:bookmarkEnd w:id="65"/>
          </w:p>
        </w:tc>
        <w:tc>
          <w:tcPr>
            <w:tcW w:w="717" w:type="pct"/>
            <w:vMerge w:val="restart"/>
            <w:vAlign w:val="center"/>
          </w:tcPr>
          <w:p w14:paraId="1DF8DA1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6" w:name="外窗SHGC－夏季－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66"/>
          </w:p>
        </w:tc>
        <w:tc>
          <w:tcPr>
            <w:tcW w:w="553" w:type="pct"/>
            <w:vAlign w:val="center"/>
          </w:tcPr>
          <w:p w14:paraId="6ED2D4D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293CBA1D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7" w:name="外窗K一档限值－北向"/>
            <w:r>
              <w:rPr>
                <w:rFonts w:hint="eastAsia"/>
                <w:bCs/>
                <w:szCs w:val="21"/>
              </w:rPr>
              <w:t>1.40</w:t>
            </w:r>
            <w:bookmarkEnd w:id="67"/>
          </w:p>
        </w:tc>
        <w:tc>
          <w:tcPr>
            <w:tcW w:w="706" w:type="pct"/>
            <w:vAlign w:val="center"/>
          </w:tcPr>
          <w:p w14:paraId="19BCBB6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3D74EA66" w14:textId="77777777" w:rsidTr="00534C8F">
        <w:trPr>
          <w:cantSplit/>
          <w:trHeight w:val="210"/>
          <w:jc w:val="center"/>
        </w:trPr>
        <w:tc>
          <w:tcPr>
            <w:tcW w:w="884" w:type="pct"/>
            <w:vMerge/>
            <w:vAlign w:val="center"/>
          </w:tcPr>
          <w:p w14:paraId="1AA3F95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1FA27938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37112CA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28EB4F00" w14:textId="77777777" w:rsidR="00000000" w:rsidRPr="003C4BE4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66427349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1E4DB1E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25ADCFF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8" w:name="外窗K二档限值－北向"/>
            <w:r>
              <w:rPr>
                <w:rFonts w:hint="eastAsia"/>
                <w:bCs/>
                <w:szCs w:val="21"/>
              </w:rPr>
              <w:t>1.40</w:t>
            </w:r>
            <w:bookmarkEnd w:id="68"/>
          </w:p>
        </w:tc>
        <w:tc>
          <w:tcPr>
            <w:tcW w:w="706" w:type="pct"/>
            <w:vAlign w:val="center"/>
          </w:tcPr>
          <w:p w14:paraId="18101EA9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7CA65A26" w14:textId="77777777" w:rsidTr="00660FFA">
        <w:trPr>
          <w:cantSplit/>
          <w:trHeight w:val="285"/>
          <w:jc w:val="center"/>
        </w:trPr>
        <w:tc>
          <w:tcPr>
            <w:tcW w:w="884" w:type="pct"/>
            <w:vMerge/>
            <w:vAlign w:val="center"/>
          </w:tcPr>
          <w:p w14:paraId="49511CF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47D08492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486" w:type="pct"/>
            <w:vMerge w:val="restart"/>
            <w:vAlign w:val="center"/>
          </w:tcPr>
          <w:p w14:paraId="257ABD4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9" w:name="窗墙比－东向"/>
            <w:bookmarkStart w:id="70" w:name="最不利开间窗墙比－东向"/>
            <w:r>
              <w:rPr>
                <w:rFonts w:hint="eastAsia"/>
                <w:bCs/>
                <w:szCs w:val="21"/>
              </w:rPr>
              <w:t>1.00</w:t>
            </w:r>
            <w:bookmarkEnd w:id="69"/>
            <w:bookmarkEnd w:id="70"/>
          </w:p>
        </w:tc>
        <w:tc>
          <w:tcPr>
            <w:tcW w:w="399" w:type="pct"/>
            <w:vMerge w:val="restart"/>
            <w:vAlign w:val="center"/>
          </w:tcPr>
          <w:p w14:paraId="70BBA69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1" w:name="外窗K－东向"/>
            <w:bookmarkStart w:id="72" w:name="最不利窗墙比房间外窗K－东向"/>
            <w:r>
              <w:rPr>
                <w:rFonts w:hint="eastAsia"/>
                <w:bCs/>
                <w:szCs w:val="21"/>
              </w:rPr>
              <w:t>3.90</w:t>
            </w:r>
            <w:bookmarkEnd w:id="71"/>
            <w:bookmarkEnd w:id="72"/>
          </w:p>
        </w:tc>
        <w:tc>
          <w:tcPr>
            <w:tcW w:w="717" w:type="pct"/>
            <w:vMerge w:val="restart"/>
            <w:vAlign w:val="center"/>
          </w:tcPr>
          <w:p w14:paraId="69F2638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3" w:name="外窗SHGC－夏季－东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73"/>
          </w:p>
        </w:tc>
        <w:tc>
          <w:tcPr>
            <w:tcW w:w="553" w:type="pct"/>
            <w:vAlign w:val="center"/>
          </w:tcPr>
          <w:p w14:paraId="12E1950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731E021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4" w:name="外窗K一档限值－东向"/>
            <w:r>
              <w:rPr>
                <w:rFonts w:hint="eastAsia"/>
                <w:bCs/>
                <w:szCs w:val="21"/>
              </w:rPr>
              <w:t>1.40</w:t>
            </w:r>
            <w:bookmarkEnd w:id="74"/>
          </w:p>
        </w:tc>
        <w:tc>
          <w:tcPr>
            <w:tcW w:w="706" w:type="pct"/>
            <w:vAlign w:val="center"/>
          </w:tcPr>
          <w:p w14:paraId="6143AF3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041AF719" w14:textId="77777777" w:rsidTr="00534C8F">
        <w:trPr>
          <w:cantSplit/>
          <w:trHeight w:val="154"/>
          <w:jc w:val="center"/>
        </w:trPr>
        <w:tc>
          <w:tcPr>
            <w:tcW w:w="884" w:type="pct"/>
            <w:vMerge/>
            <w:vAlign w:val="center"/>
          </w:tcPr>
          <w:p w14:paraId="14DD5D57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0B529E10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7B867BE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714CB15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263D82F9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20D64ED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589C6E4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5" w:name="外窗K二档限值－东向"/>
            <w:r>
              <w:rPr>
                <w:rFonts w:hint="eastAsia"/>
                <w:bCs/>
                <w:szCs w:val="21"/>
              </w:rPr>
              <w:t>1.40</w:t>
            </w:r>
            <w:bookmarkEnd w:id="75"/>
          </w:p>
        </w:tc>
        <w:tc>
          <w:tcPr>
            <w:tcW w:w="706" w:type="pct"/>
            <w:vAlign w:val="center"/>
          </w:tcPr>
          <w:p w14:paraId="043F1BD2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5489033C" w14:textId="77777777" w:rsidTr="00660FFA">
        <w:trPr>
          <w:cantSplit/>
          <w:trHeight w:val="184"/>
          <w:jc w:val="center"/>
        </w:trPr>
        <w:tc>
          <w:tcPr>
            <w:tcW w:w="884" w:type="pct"/>
            <w:vMerge/>
            <w:vAlign w:val="center"/>
          </w:tcPr>
          <w:p w14:paraId="19862937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4AE7E01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486" w:type="pct"/>
            <w:vMerge w:val="restart"/>
            <w:vAlign w:val="center"/>
          </w:tcPr>
          <w:p w14:paraId="3C8DE77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6" w:name="窗墙比－西向"/>
            <w:bookmarkStart w:id="77" w:name="最不利开间窗墙比－西向"/>
            <w:r>
              <w:rPr>
                <w:rFonts w:hint="eastAsia"/>
                <w:bCs/>
                <w:szCs w:val="21"/>
              </w:rPr>
              <w:t>1.00</w:t>
            </w:r>
            <w:bookmarkEnd w:id="76"/>
            <w:bookmarkEnd w:id="77"/>
          </w:p>
        </w:tc>
        <w:tc>
          <w:tcPr>
            <w:tcW w:w="399" w:type="pct"/>
            <w:vMerge w:val="restart"/>
            <w:vAlign w:val="center"/>
          </w:tcPr>
          <w:p w14:paraId="2AF6ABA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8" w:name="外窗K－西向"/>
            <w:bookmarkStart w:id="79" w:name="最不利窗墙比房间外窗K－西向"/>
            <w:r>
              <w:rPr>
                <w:rFonts w:hint="eastAsia"/>
                <w:bCs/>
                <w:szCs w:val="21"/>
              </w:rPr>
              <w:t>3.90</w:t>
            </w:r>
            <w:bookmarkEnd w:id="78"/>
            <w:bookmarkEnd w:id="79"/>
          </w:p>
        </w:tc>
        <w:tc>
          <w:tcPr>
            <w:tcW w:w="717" w:type="pct"/>
            <w:vMerge w:val="restart"/>
            <w:vAlign w:val="center"/>
          </w:tcPr>
          <w:p w14:paraId="54233E0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0" w:name="外窗SHGC－夏季－西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80"/>
          </w:p>
        </w:tc>
        <w:tc>
          <w:tcPr>
            <w:tcW w:w="553" w:type="pct"/>
            <w:vAlign w:val="center"/>
          </w:tcPr>
          <w:p w14:paraId="670FFDD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6B89224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1" w:name="外窗K一档限值－西向"/>
            <w:r>
              <w:rPr>
                <w:rFonts w:hint="eastAsia"/>
                <w:bCs/>
                <w:szCs w:val="21"/>
              </w:rPr>
              <w:t>1.40</w:t>
            </w:r>
            <w:bookmarkEnd w:id="81"/>
          </w:p>
        </w:tc>
        <w:tc>
          <w:tcPr>
            <w:tcW w:w="706" w:type="pct"/>
            <w:vAlign w:val="center"/>
          </w:tcPr>
          <w:p w14:paraId="06F3DD9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4152E5D0" w14:textId="77777777" w:rsidTr="00534C8F">
        <w:trPr>
          <w:cantSplit/>
          <w:trHeight w:val="255"/>
          <w:jc w:val="center"/>
        </w:trPr>
        <w:tc>
          <w:tcPr>
            <w:tcW w:w="884" w:type="pct"/>
            <w:vMerge/>
            <w:vAlign w:val="center"/>
          </w:tcPr>
          <w:p w14:paraId="274DE7A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72BD60E9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663BCA0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1EC219E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17697975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4465479C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7C78F7CC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2" w:name="外窗K二档限值－西向"/>
            <w:r>
              <w:rPr>
                <w:rFonts w:hint="eastAsia"/>
                <w:bCs/>
                <w:szCs w:val="21"/>
              </w:rPr>
              <w:t>1.40</w:t>
            </w:r>
            <w:bookmarkEnd w:id="82"/>
          </w:p>
        </w:tc>
        <w:tc>
          <w:tcPr>
            <w:tcW w:w="706" w:type="pct"/>
            <w:vAlign w:val="center"/>
          </w:tcPr>
          <w:p w14:paraId="47C73BEE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</w:tbl>
    <w:p w14:paraId="244739ED" w14:textId="77777777" w:rsidR="00C8752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</w:t>
      </w:r>
      <w:r>
        <w:rPr>
          <w:kern w:val="2"/>
          <w:szCs w:val="24"/>
          <w:lang w:val="en-US"/>
        </w:rPr>
        <w:t xml:space="preserve">1. — </w:t>
      </w:r>
      <w:r>
        <w:rPr>
          <w:kern w:val="2"/>
          <w:szCs w:val="24"/>
          <w:lang w:val="en-US"/>
        </w:rPr>
        <w:t>代表本工程无对应项</w:t>
      </w:r>
      <w:r>
        <w:rPr>
          <w:kern w:val="2"/>
          <w:szCs w:val="24"/>
          <w:lang w:val="en-US"/>
        </w:rPr>
        <w:t>; 2. ——</w:t>
      </w:r>
      <w:r>
        <w:rPr>
          <w:kern w:val="2"/>
          <w:szCs w:val="24"/>
          <w:lang w:val="en-US"/>
        </w:rPr>
        <w:t>代表参照建筑不要求，取值同设计建筑。</w:t>
      </w:r>
    </w:p>
    <w:p w14:paraId="5B85F903" w14:textId="77777777" w:rsidR="00C87520" w:rsidRDefault="00C87520">
      <w:pPr>
        <w:widowControl w:val="0"/>
        <w:jc w:val="both"/>
        <w:rPr>
          <w:kern w:val="2"/>
          <w:szCs w:val="24"/>
          <w:lang w:val="en-US"/>
        </w:rPr>
      </w:pPr>
    </w:p>
    <w:p w14:paraId="3DAEBF9B" w14:textId="77777777" w:rsidR="00C87520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标识建筑</w:t>
      </w:r>
    </w:p>
    <w:p w14:paraId="73F97D24" w14:textId="77777777" w:rsidR="00C87520" w:rsidRDefault="00000000">
      <w:pPr>
        <w:pStyle w:val="2"/>
        <w:widowControl w:val="0"/>
        <w:rPr>
          <w:kern w:val="2"/>
        </w:rPr>
      </w:pPr>
      <w:r>
        <w:rPr>
          <w:kern w:val="2"/>
        </w:rPr>
        <w:t>房间类型</w:t>
      </w:r>
    </w:p>
    <w:p w14:paraId="4542B421" w14:textId="77777777" w:rsidR="00C8752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房间表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C87520" w14:paraId="06461DCC" w14:textId="77777777">
        <w:tc>
          <w:tcPr>
            <w:tcW w:w="1567" w:type="dxa"/>
            <w:shd w:val="clear" w:color="auto" w:fill="E6E6E6"/>
            <w:vAlign w:val="center"/>
          </w:tcPr>
          <w:p w14:paraId="2B053F1D" w14:textId="77777777" w:rsidR="00C87520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03530F4F" w14:textId="77777777" w:rsidR="00C87520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247F0006" w14:textId="77777777" w:rsidR="00C87520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3730B41C" w14:textId="77777777" w:rsidR="00C87520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27A5D0D" w14:textId="77777777" w:rsidR="00C87520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B50B57C" w14:textId="77777777" w:rsidR="00C87520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24F0FE5" w14:textId="77777777" w:rsidR="00C87520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E21805C" w14:textId="77777777" w:rsidR="00C87520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C87520" w14:paraId="0AC105D7" w14:textId="77777777">
        <w:tc>
          <w:tcPr>
            <w:tcW w:w="1567" w:type="dxa"/>
            <w:shd w:val="clear" w:color="auto" w:fill="E6E6E6"/>
            <w:vAlign w:val="center"/>
          </w:tcPr>
          <w:p w14:paraId="4AF1BC74" w14:textId="77777777" w:rsidR="00C87520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36D78176" w14:textId="77777777" w:rsidR="00C87520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48E651C" w14:textId="77777777" w:rsidR="00C87520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65C9A375" w14:textId="77777777" w:rsidR="00C87520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390B9DE" w14:textId="77777777" w:rsidR="00C87520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2371E83" w14:textId="77777777" w:rsidR="00C87520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79A6F83" w14:textId="77777777" w:rsidR="00C87520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AB4F251" w14:textId="77777777" w:rsidR="00C87520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2A09B8B0" w14:textId="77777777" w:rsidR="00C8752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作息时间表</w:t>
      </w:r>
    </w:p>
    <w:p w14:paraId="51FEF886" w14:textId="77777777" w:rsidR="00C8752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3D911C8C" w14:textId="77777777" w:rsidR="00C87520" w:rsidRDefault="00000000">
      <w:pPr>
        <w:pStyle w:val="2"/>
        <w:widowControl w:val="0"/>
        <w:rPr>
          <w:kern w:val="2"/>
        </w:rPr>
      </w:pPr>
      <w:r>
        <w:rPr>
          <w:kern w:val="2"/>
        </w:rPr>
        <w:t>系统类型</w:t>
      </w:r>
    </w:p>
    <w:p w14:paraId="030107F8" w14:textId="77777777" w:rsidR="00C8752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系统分区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C87520" w14:paraId="508F44FD" w14:textId="77777777">
        <w:tc>
          <w:tcPr>
            <w:tcW w:w="1131" w:type="dxa"/>
            <w:shd w:val="clear" w:color="auto" w:fill="E6E6E6"/>
            <w:vAlign w:val="center"/>
          </w:tcPr>
          <w:p w14:paraId="599B7827" w14:textId="77777777" w:rsidR="00C87520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3C5D5FD0" w14:textId="77777777" w:rsidR="00C87520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53191C4" w14:textId="77777777" w:rsidR="00C87520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9B1F8ED" w14:textId="77777777" w:rsidR="00C87520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7BA76513" w14:textId="77777777" w:rsidR="00C87520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5FDD86F5" w14:textId="77777777" w:rsidR="00C87520" w:rsidRDefault="00000000">
            <w:pPr>
              <w:jc w:val="center"/>
            </w:pPr>
            <w:r>
              <w:t>包含的房间</w:t>
            </w:r>
          </w:p>
        </w:tc>
      </w:tr>
      <w:tr w:rsidR="00C87520" w14:paraId="391A60D2" w14:textId="77777777">
        <w:tc>
          <w:tcPr>
            <w:tcW w:w="1131" w:type="dxa"/>
            <w:vAlign w:val="center"/>
          </w:tcPr>
          <w:p w14:paraId="23566B8A" w14:textId="77777777" w:rsidR="00C87520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45684780" w14:textId="77777777" w:rsidR="00C87520" w:rsidRDefault="00000000">
            <w:r>
              <w:t>双管制风机盘管</w:t>
            </w:r>
          </w:p>
        </w:tc>
        <w:tc>
          <w:tcPr>
            <w:tcW w:w="848" w:type="dxa"/>
            <w:vAlign w:val="center"/>
          </w:tcPr>
          <w:p w14:paraId="4C8BE672" w14:textId="77777777" w:rsidR="00C8752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E14814D" w14:textId="77777777" w:rsidR="00C87520" w:rsidRDefault="00000000">
            <w:r>
              <w:t>－</w:t>
            </w:r>
          </w:p>
        </w:tc>
        <w:tc>
          <w:tcPr>
            <w:tcW w:w="905" w:type="dxa"/>
            <w:vAlign w:val="center"/>
          </w:tcPr>
          <w:p w14:paraId="63B1314D" w14:textId="77777777" w:rsidR="00C87520" w:rsidRDefault="00000000">
            <w:r>
              <w:t>746.62</w:t>
            </w:r>
          </w:p>
        </w:tc>
        <w:tc>
          <w:tcPr>
            <w:tcW w:w="3673" w:type="dxa"/>
            <w:vAlign w:val="center"/>
          </w:tcPr>
          <w:p w14:paraId="1FBD3802" w14:textId="77777777" w:rsidR="00C87520" w:rsidRDefault="00000000">
            <w:r>
              <w:t>所有房间</w:t>
            </w:r>
          </w:p>
        </w:tc>
      </w:tr>
    </w:tbl>
    <w:p w14:paraId="440125B1" w14:textId="77777777" w:rsidR="00C8752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热回收参数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C87520" w14:paraId="22ACA0FB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7B0FC320" w14:textId="77777777" w:rsidR="00C87520" w:rsidRDefault="00000000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26BD9BF0" w14:textId="77777777" w:rsidR="00C87520" w:rsidRDefault="00000000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5313FCA9" w14:textId="77777777" w:rsidR="00C87520" w:rsidRDefault="00000000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40D0BB42" w14:textId="77777777" w:rsidR="00C87520" w:rsidRDefault="00000000">
            <w:pPr>
              <w:jc w:val="center"/>
            </w:pPr>
            <w:r>
              <w:t>供暖</w:t>
            </w:r>
          </w:p>
        </w:tc>
      </w:tr>
      <w:tr w:rsidR="00C87520" w14:paraId="287C0DDB" w14:textId="77777777">
        <w:tc>
          <w:tcPr>
            <w:tcW w:w="1131" w:type="dxa"/>
            <w:vMerge/>
            <w:vAlign w:val="center"/>
          </w:tcPr>
          <w:p w14:paraId="53A87408" w14:textId="77777777" w:rsidR="00C87520" w:rsidRDefault="00C87520"/>
        </w:tc>
        <w:tc>
          <w:tcPr>
            <w:tcW w:w="1262" w:type="dxa"/>
            <w:vMerge/>
            <w:vAlign w:val="center"/>
          </w:tcPr>
          <w:p w14:paraId="00782F40" w14:textId="77777777" w:rsidR="00C87520" w:rsidRDefault="00C87520"/>
        </w:tc>
        <w:tc>
          <w:tcPr>
            <w:tcW w:w="1731" w:type="dxa"/>
            <w:vAlign w:val="center"/>
          </w:tcPr>
          <w:p w14:paraId="1DB963A6" w14:textId="77777777" w:rsidR="00C87520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6C309006" w14:textId="77777777" w:rsidR="00C87520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1E122EC7" w14:textId="77777777" w:rsidR="00C87520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3A995C70" w14:textId="77777777" w:rsidR="00C87520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C87520" w14:paraId="338BF32C" w14:textId="77777777">
        <w:tc>
          <w:tcPr>
            <w:tcW w:w="1131" w:type="dxa"/>
            <w:vAlign w:val="center"/>
          </w:tcPr>
          <w:p w14:paraId="3A2C43E1" w14:textId="77777777" w:rsidR="00C87520" w:rsidRDefault="00000000">
            <w:r>
              <w:t>默认</w:t>
            </w:r>
          </w:p>
        </w:tc>
        <w:tc>
          <w:tcPr>
            <w:tcW w:w="1262" w:type="dxa"/>
            <w:vAlign w:val="center"/>
          </w:tcPr>
          <w:p w14:paraId="4F34E6DA" w14:textId="77777777" w:rsidR="00C87520" w:rsidRDefault="00000000">
            <w:r>
              <w:t>无</w:t>
            </w:r>
          </w:p>
        </w:tc>
        <w:tc>
          <w:tcPr>
            <w:tcW w:w="1731" w:type="dxa"/>
            <w:vAlign w:val="center"/>
          </w:tcPr>
          <w:p w14:paraId="3B892A6A" w14:textId="77777777" w:rsidR="00C87520" w:rsidRDefault="00C87520"/>
        </w:tc>
        <w:tc>
          <w:tcPr>
            <w:tcW w:w="1731" w:type="dxa"/>
            <w:vAlign w:val="center"/>
          </w:tcPr>
          <w:p w14:paraId="182CE998" w14:textId="77777777" w:rsidR="00C87520" w:rsidRDefault="00C87520"/>
        </w:tc>
        <w:tc>
          <w:tcPr>
            <w:tcW w:w="1731" w:type="dxa"/>
            <w:vAlign w:val="center"/>
          </w:tcPr>
          <w:p w14:paraId="0E0A31D5" w14:textId="77777777" w:rsidR="00C87520" w:rsidRDefault="00C87520"/>
        </w:tc>
        <w:tc>
          <w:tcPr>
            <w:tcW w:w="1731" w:type="dxa"/>
            <w:vAlign w:val="center"/>
          </w:tcPr>
          <w:p w14:paraId="3826620A" w14:textId="77777777" w:rsidR="00C87520" w:rsidRDefault="00C87520"/>
        </w:tc>
      </w:tr>
    </w:tbl>
    <w:p w14:paraId="1AFCBB26" w14:textId="77777777" w:rsidR="00C87520" w:rsidRDefault="00000000">
      <w:pPr>
        <w:pStyle w:val="2"/>
        <w:widowControl w:val="0"/>
        <w:rPr>
          <w:kern w:val="2"/>
        </w:rPr>
      </w:pPr>
      <w:r>
        <w:rPr>
          <w:kern w:val="2"/>
        </w:rPr>
        <w:t>供暖系统</w:t>
      </w:r>
    </w:p>
    <w:p w14:paraId="6CA46450" w14:textId="77777777" w:rsidR="00C8752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热水锅炉系统</w:t>
      </w:r>
    </w:p>
    <w:p w14:paraId="79A94426" w14:textId="77777777" w:rsidR="00C87520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热水锅炉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946"/>
        <w:gridCol w:w="707"/>
        <w:gridCol w:w="848"/>
        <w:gridCol w:w="1132"/>
        <w:gridCol w:w="1416"/>
        <w:gridCol w:w="1557"/>
        <w:gridCol w:w="1551"/>
      </w:tblGrid>
      <w:tr w:rsidR="00C87520" w14:paraId="3E414BAB" w14:textId="77777777">
        <w:tc>
          <w:tcPr>
            <w:tcW w:w="1165" w:type="dxa"/>
            <w:shd w:val="clear" w:color="auto" w:fill="E6E6E6"/>
            <w:vAlign w:val="center"/>
          </w:tcPr>
          <w:p w14:paraId="6DA86601" w14:textId="77777777" w:rsidR="00C87520" w:rsidRDefault="00000000">
            <w:pPr>
              <w:jc w:val="center"/>
            </w:pPr>
            <w:r>
              <w:t>燃料类型</w:t>
            </w:r>
          </w:p>
        </w:tc>
        <w:tc>
          <w:tcPr>
            <w:tcW w:w="945" w:type="dxa"/>
            <w:shd w:val="clear" w:color="auto" w:fill="E6E6E6"/>
            <w:vAlign w:val="center"/>
          </w:tcPr>
          <w:p w14:paraId="705E2C79" w14:textId="77777777" w:rsidR="00C87520" w:rsidRDefault="00000000">
            <w:pPr>
              <w:jc w:val="center"/>
            </w:pPr>
            <w:r>
              <w:t>容量</w:t>
            </w:r>
            <w:r>
              <w:br/>
              <w:t>(MW)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7DCFE63" w14:textId="77777777" w:rsidR="00C87520" w:rsidRDefault="00000000">
            <w:pPr>
              <w:jc w:val="center"/>
            </w:pPr>
            <w:r>
              <w:t>台数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418137A" w14:textId="77777777" w:rsidR="00C87520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AAFFE4B" w14:textId="77777777" w:rsidR="00C87520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CBB6E51" w14:textId="77777777" w:rsidR="00C87520" w:rsidRDefault="00000000">
            <w:pPr>
              <w:jc w:val="center"/>
            </w:pPr>
            <w:r>
              <w:t>累计热负荷</w:t>
            </w:r>
            <w:r>
              <w:br/>
              <w:t>(kWh)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D8408EC" w14:textId="77777777" w:rsidR="00C87520" w:rsidRDefault="00000000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6D5703FF" w14:textId="77777777" w:rsidR="00C87520" w:rsidRDefault="00000000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C87520" w14:paraId="1389A078" w14:textId="77777777">
        <w:tc>
          <w:tcPr>
            <w:tcW w:w="1165" w:type="dxa"/>
            <w:vAlign w:val="center"/>
          </w:tcPr>
          <w:p w14:paraId="6A00A6AD" w14:textId="77777777" w:rsidR="00C87520" w:rsidRDefault="00000000">
            <w:r>
              <w:t>烟煤</w:t>
            </w:r>
            <w:r>
              <w:t>II</w:t>
            </w:r>
          </w:p>
        </w:tc>
        <w:tc>
          <w:tcPr>
            <w:tcW w:w="945" w:type="dxa"/>
            <w:vAlign w:val="center"/>
          </w:tcPr>
          <w:p w14:paraId="36072698" w14:textId="77777777" w:rsidR="00C87520" w:rsidRDefault="00000000">
            <w:r>
              <w:t>1.00</w:t>
            </w:r>
          </w:p>
        </w:tc>
        <w:tc>
          <w:tcPr>
            <w:tcW w:w="707" w:type="dxa"/>
            <w:vAlign w:val="center"/>
          </w:tcPr>
          <w:p w14:paraId="4B6076B3" w14:textId="77777777" w:rsidR="00C87520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4EB696EE" w14:textId="77777777" w:rsidR="00C87520" w:rsidRDefault="00000000">
            <w:r>
              <w:t>0.78</w:t>
            </w:r>
          </w:p>
        </w:tc>
        <w:tc>
          <w:tcPr>
            <w:tcW w:w="1131" w:type="dxa"/>
            <w:vAlign w:val="center"/>
          </w:tcPr>
          <w:p w14:paraId="4DC90380" w14:textId="77777777" w:rsidR="00C87520" w:rsidRDefault="00000000">
            <w:r>
              <w:t>0.92</w:t>
            </w:r>
          </w:p>
        </w:tc>
        <w:tc>
          <w:tcPr>
            <w:tcW w:w="1415" w:type="dxa"/>
            <w:vAlign w:val="center"/>
          </w:tcPr>
          <w:p w14:paraId="33981394" w14:textId="77777777" w:rsidR="00C87520" w:rsidRDefault="00000000">
            <w:r>
              <w:t>93126</w:t>
            </w:r>
          </w:p>
        </w:tc>
        <w:tc>
          <w:tcPr>
            <w:tcW w:w="1556" w:type="dxa"/>
            <w:vAlign w:val="center"/>
          </w:tcPr>
          <w:p w14:paraId="6C33D294" w14:textId="77777777" w:rsidR="00C87520" w:rsidRDefault="00000000">
            <w:r>
              <w:t>2.93</w:t>
            </w:r>
          </w:p>
        </w:tc>
        <w:tc>
          <w:tcPr>
            <w:tcW w:w="1550" w:type="dxa"/>
            <w:vAlign w:val="center"/>
          </w:tcPr>
          <w:p w14:paraId="1B22725A" w14:textId="77777777" w:rsidR="00C87520" w:rsidRDefault="00000000">
            <w:r>
              <w:t>44285</w:t>
            </w:r>
          </w:p>
        </w:tc>
      </w:tr>
    </w:tbl>
    <w:p w14:paraId="21DDD0CC" w14:textId="77777777" w:rsidR="00C87520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热水循环泵</w:t>
      </w:r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78"/>
        <w:gridCol w:w="1267"/>
        <w:gridCol w:w="990"/>
        <w:gridCol w:w="2123"/>
        <w:gridCol w:w="1557"/>
        <w:gridCol w:w="701"/>
      </w:tblGrid>
      <w:tr w:rsidR="00C87520" w14:paraId="40BD9164" w14:textId="77777777">
        <w:tc>
          <w:tcPr>
            <w:tcW w:w="2677" w:type="dxa"/>
            <w:shd w:val="clear" w:color="auto" w:fill="E6E6E6"/>
            <w:vAlign w:val="center"/>
          </w:tcPr>
          <w:p w14:paraId="559FD43C" w14:textId="77777777" w:rsidR="00C87520" w:rsidRDefault="00000000"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14:paraId="6F9DEF7D" w14:textId="77777777" w:rsidR="00C87520" w:rsidRDefault="00000000">
            <w:pPr>
              <w:jc w:val="center"/>
            </w:pPr>
            <w:r>
              <w:t>流量</w:t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8F98B9E" w14:textId="77777777" w:rsidR="00C87520" w:rsidRDefault="00000000">
            <w:pPr>
              <w:jc w:val="center"/>
            </w:pPr>
            <w:r>
              <w:t>扬程</w:t>
            </w:r>
            <w:r>
              <w:t>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386DF3F5" w14:textId="77777777" w:rsidR="00C87520" w:rsidRDefault="00000000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D34C363" w14:textId="77777777" w:rsidR="00C87520" w:rsidRDefault="00000000">
            <w:pPr>
              <w:jc w:val="center"/>
            </w:pPr>
            <w:r>
              <w:t>输入功率</w:t>
            </w:r>
            <w:r>
              <w:t>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 w14:paraId="1C388E73" w14:textId="77777777" w:rsidR="00C87520" w:rsidRDefault="00000000">
            <w:pPr>
              <w:jc w:val="center"/>
            </w:pPr>
            <w:r>
              <w:t>台数</w:t>
            </w:r>
          </w:p>
        </w:tc>
      </w:tr>
      <w:tr w:rsidR="00C87520" w14:paraId="2F069848" w14:textId="77777777">
        <w:tc>
          <w:tcPr>
            <w:tcW w:w="2677" w:type="dxa"/>
            <w:vAlign w:val="center"/>
          </w:tcPr>
          <w:p w14:paraId="437F8B56" w14:textId="77777777" w:rsidR="00C87520" w:rsidRDefault="00000000">
            <w:r>
              <w:t>单速</w:t>
            </w:r>
          </w:p>
        </w:tc>
        <w:tc>
          <w:tcPr>
            <w:tcW w:w="1267" w:type="dxa"/>
            <w:vAlign w:val="center"/>
          </w:tcPr>
          <w:p w14:paraId="0F112C33" w14:textId="77777777" w:rsidR="00C87520" w:rsidRDefault="00000000">
            <w:r>
              <w:t>320</w:t>
            </w:r>
          </w:p>
        </w:tc>
        <w:tc>
          <w:tcPr>
            <w:tcW w:w="990" w:type="dxa"/>
            <w:vAlign w:val="center"/>
          </w:tcPr>
          <w:p w14:paraId="20D95EB8" w14:textId="77777777" w:rsidR="00C87520" w:rsidRDefault="00000000">
            <w:r>
              <w:t>30</w:t>
            </w:r>
          </w:p>
        </w:tc>
        <w:tc>
          <w:tcPr>
            <w:tcW w:w="2122" w:type="dxa"/>
            <w:vAlign w:val="center"/>
          </w:tcPr>
          <w:p w14:paraId="4E13898A" w14:textId="77777777" w:rsidR="00C87520" w:rsidRDefault="00000000">
            <w:r>
              <w:t>80</w:t>
            </w:r>
          </w:p>
        </w:tc>
        <w:tc>
          <w:tcPr>
            <w:tcW w:w="1556" w:type="dxa"/>
            <w:vAlign w:val="center"/>
          </w:tcPr>
          <w:p w14:paraId="5E906506" w14:textId="77777777" w:rsidR="00C87520" w:rsidRDefault="00000000">
            <w:r>
              <w:t>37.6</w:t>
            </w:r>
          </w:p>
        </w:tc>
        <w:tc>
          <w:tcPr>
            <w:tcW w:w="701" w:type="dxa"/>
            <w:vAlign w:val="center"/>
          </w:tcPr>
          <w:p w14:paraId="6480749D" w14:textId="77777777" w:rsidR="00C87520" w:rsidRDefault="00000000">
            <w:r>
              <w:t>1</w:t>
            </w:r>
          </w:p>
        </w:tc>
      </w:tr>
    </w:tbl>
    <w:p w14:paraId="2B0CD58E" w14:textId="77777777" w:rsidR="00C87520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lastRenderedPageBreak/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3"/>
        <w:gridCol w:w="1359"/>
        <w:gridCol w:w="1359"/>
        <w:gridCol w:w="1358"/>
        <w:gridCol w:w="1358"/>
        <w:gridCol w:w="1358"/>
        <w:gridCol w:w="1358"/>
      </w:tblGrid>
      <w:tr w:rsidR="00C87520" w14:paraId="08321556" w14:textId="77777777">
        <w:tc>
          <w:tcPr>
            <w:tcW w:w="1182" w:type="dxa"/>
            <w:shd w:val="clear" w:color="auto" w:fill="E6E6E6"/>
            <w:vAlign w:val="center"/>
          </w:tcPr>
          <w:p w14:paraId="2669626F" w14:textId="77777777" w:rsidR="00C87520" w:rsidRDefault="00000000">
            <w:pPr>
              <w:jc w:val="center"/>
            </w:pPr>
            <w:r>
              <w:t>负荷</w:t>
            </w:r>
            <w:r>
              <w:br/>
            </w:r>
            <w:r>
              <w:t>率</w:t>
            </w:r>
            <w:r>
              <w:br/>
              <w:t>(%)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33F1F87E" w14:textId="77777777" w:rsidR="00C87520" w:rsidRDefault="00000000">
            <w:pPr>
              <w:jc w:val="center"/>
            </w:pPr>
            <w:r>
              <w:t>锅炉</w:t>
            </w:r>
            <w:r>
              <w:br/>
            </w:r>
            <w:r>
              <w:t>负荷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64D6CE24" w14:textId="77777777" w:rsidR="00C87520" w:rsidRDefault="00000000">
            <w:pPr>
              <w:jc w:val="center"/>
            </w:pPr>
            <w:r>
              <w:t>供暖水</w:t>
            </w:r>
            <w:r>
              <w:br/>
            </w:r>
            <w:r>
              <w:t>泵功率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1FAF2926" w14:textId="77777777" w:rsidR="00C87520" w:rsidRDefault="00000000">
            <w:pPr>
              <w:jc w:val="center"/>
            </w:pPr>
            <w:r>
              <w:t>热水输送</w:t>
            </w:r>
            <w:r>
              <w:br/>
            </w:r>
            <w:r>
              <w:t>能效比</w:t>
            </w:r>
            <w:r>
              <w:br/>
              <w:t>EHR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1DCA6A21" w14:textId="77777777" w:rsidR="00C87520" w:rsidRDefault="00000000">
            <w:pPr>
              <w:jc w:val="center"/>
            </w:pPr>
            <w:r>
              <w:t>区间</w:t>
            </w:r>
            <w:r>
              <w:br/>
            </w:r>
            <w:r>
              <w:t>负荷</w:t>
            </w:r>
            <w:r>
              <w:br/>
              <w:t>(kWh)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95626DD" w14:textId="77777777" w:rsidR="00C87520" w:rsidRDefault="00000000">
            <w:pPr>
              <w:jc w:val="center"/>
            </w:pPr>
            <w:r>
              <w:t>区间</w:t>
            </w:r>
            <w:r>
              <w:br/>
            </w:r>
            <w:r>
              <w:t>时长</w:t>
            </w:r>
            <w:r>
              <w:br/>
              <w:t>(h)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91DD2EF" w14:textId="77777777" w:rsidR="00C87520" w:rsidRDefault="00000000">
            <w:pPr>
              <w:jc w:val="center"/>
            </w:pPr>
            <w:r>
              <w:t>供暖水</w:t>
            </w:r>
            <w:r>
              <w:br/>
            </w:r>
            <w:r>
              <w:t>泵电耗</w:t>
            </w:r>
            <w:r>
              <w:br/>
              <w:t>(kWh)</w:t>
            </w:r>
          </w:p>
        </w:tc>
      </w:tr>
      <w:tr w:rsidR="00C87520" w14:paraId="2A4BDFDC" w14:textId="77777777">
        <w:tc>
          <w:tcPr>
            <w:tcW w:w="1182" w:type="dxa"/>
            <w:shd w:val="clear" w:color="auto" w:fill="E6E6E6"/>
            <w:vAlign w:val="center"/>
          </w:tcPr>
          <w:p w14:paraId="0469371F" w14:textId="77777777" w:rsidR="00C87520" w:rsidRDefault="00000000">
            <w:r>
              <w:t>25</w:t>
            </w:r>
          </w:p>
        </w:tc>
        <w:tc>
          <w:tcPr>
            <w:tcW w:w="1358" w:type="dxa"/>
            <w:vAlign w:val="center"/>
          </w:tcPr>
          <w:p w14:paraId="5374608D" w14:textId="77777777" w:rsidR="00C87520" w:rsidRDefault="00000000">
            <w:r>
              <w:t>250</w:t>
            </w:r>
          </w:p>
        </w:tc>
        <w:tc>
          <w:tcPr>
            <w:tcW w:w="1358" w:type="dxa"/>
            <w:vAlign w:val="center"/>
          </w:tcPr>
          <w:p w14:paraId="32A8D538" w14:textId="77777777" w:rsidR="00C87520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12089093" w14:textId="77777777" w:rsidR="00C87520" w:rsidRDefault="00000000">
            <w:r>
              <w:t>0.0320</w:t>
            </w:r>
          </w:p>
        </w:tc>
        <w:tc>
          <w:tcPr>
            <w:tcW w:w="1358" w:type="dxa"/>
            <w:vAlign w:val="center"/>
          </w:tcPr>
          <w:p w14:paraId="6D9F18F6" w14:textId="77777777" w:rsidR="00C87520" w:rsidRDefault="00000000">
            <w:r>
              <w:t>93126</w:t>
            </w:r>
          </w:p>
        </w:tc>
        <w:tc>
          <w:tcPr>
            <w:tcW w:w="1358" w:type="dxa"/>
            <w:vAlign w:val="center"/>
          </w:tcPr>
          <w:p w14:paraId="0B8D931A" w14:textId="77777777" w:rsidR="00C87520" w:rsidRDefault="00000000">
            <w:r>
              <w:t>5580</w:t>
            </w:r>
          </w:p>
        </w:tc>
        <w:tc>
          <w:tcPr>
            <w:tcW w:w="1358" w:type="dxa"/>
            <w:vAlign w:val="center"/>
          </w:tcPr>
          <w:p w14:paraId="5150F821" w14:textId="77777777" w:rsidR="00C87520" w:rsidRDefault="00000000">
            <w:r>
              <w:t>44640</w:t>
            </w:r>
          </w:p>
        </w:tc>
      </w:tr>
      <w:tr w:rsidR="00C87520" w14:paraId="6C16B99D" w14:textId="77777777">
        <w:tc>
          <w:tcPr>
            <w:tcW w:w="1182" w:type="dxa"/>
            <w:shd w:val="clear" w:color="auto" w:fill="E6E6E6"/>
            <w:vAlign w:val="center"/>
          </w:tcPr>
          <w:p w14:paraId="3BD7B48B" w14:textId="77777777" w:rsidR="00C87520" w:rsidRDefault="00000000">
            <w:r>
              <w:t>50</w:t>
            </w:r>
          </w:p>
        </w:tc>
        <w:tc>
          <w:tcPr>
            <w:tcW w:w="1358" w:type="dxa"/>
            <w:vAlign w:val="center"/>
          </w:tcPr>
          <w:p w14:paraId="5D36061F" w14:textId="77777777" w:rsidR="00C87520" w:rsidRDefault="00000000">
            <w:r>
              <w:t>500</w:t>
            </w:r>
          </w:p>
        </w:tc>
        <w:tc>
          <w:tcPr>
            <w:tcW w:w="1358" w:type="dxa"/>
            <w:vAlign w:val="center"/>
          </w:tcPr>
          <w:p w14:paraId="7C95B3FE" w14:textId="77777777" w:rsidR="00C87520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16270439" w14:textId="77777777" w:rsidR="00C87520" w:rsidRDefault="00000000">
            <w:r>
              <w:t>0.0160</w:t>
            </w:r>
          </w:p>
        </w:tc>
        <w:tc>
          <w:tcPr>
            <w:tcW w:w="1358" w:type="dxa"/>
            <w:vAlign w:val="center"/>
          </w:tcPr>
          <w:p w14:paraId="71D9B660" w14:textId="77777777" w:rsidR="00C87520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48367F81" w14:textId="77777777" w:rsidR="00C87520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6DC650CD" w14:textId="77777777" w:rsidR="00C87520" w:rsidRDefault="00000000">
            <w:r>
              <w:t>0</w:t>
            </w:r>
          </w:p>
        </w:tc>
      </w:tr>
      <w:tr w:rsidR="00C87520" w14:paraId="49199DDD" w14:textId="77777777">
        <w:tc>
          <w:tcPr>
            <w:tcW w:w="1182" w:type="dxa"/>
            <w:shd w:val="clear" w:color="auto" w:fill="E6E6E6"/>
            <w:vAlign w:val="center"/>
          </w:tcPr>
          <w:p w14:paraId="3EDBA0AA" w14:textId="77777777" w:rsidR="00C87520" w:rsidRDefault="00000000">
            <w:r>
              <w:t>75</w:t>
            </w:r>
          </w:p>
        </w:tc>
        <w:tc>
          <w:tcPr>
            <w:tcW w:w="1358" w:type="dxa"/>
            <w:vAlign w:val="center"/>
          </w:tcPr>
          <w:p w14:paraId="0AAF7181" w14:textId="77777777" w:rsidR="00C87520" w:rsidRDefault="00000000">
            <w:r>
              <w:t>750</w:t>
            </w:r>
          </w:p>
        </w:tc>
        <w:tc>
          <w:tcPr>
            <w:tcW w:w="1358" w:type="dxa"/>
            <w:vAlign w:val="center"/>
          </w:tcPr>
          <w:p w14:paraId="07A209E1" w14:textId="77777777" w:rsidR="00C87520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6E61B010" w14:textId="77777777" w:rsidR="00C87520" w:rsidRDefault="00000000">
            <w:r>
              <w:t>0.0107</w:t>
            </w:r>
          </w:p>
        </w:tc>
        <w:tc>
          <w:tcPr>
            <w:tcW w:w="1358" w:type="dxa"/>
            <w:vAlign w:val="center"/>
          </w:tcPr>
          <w:p w14:paraId="34AC3FE9" w14:textId="77777777" w:rsidR="00C87520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4F1CAF47" w14:textId="77777777" w:rsidR="00C87520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1A7D0445" w14:textId="77777777" w:rsidR="00C87520" w:rsidRDefault="00000000">
            <w:r>
              <w:t>0</w:t>
            </w:r>
          </w:p>
        </w:tc>
      </w:tr>
      <w:tr w:rsidR="00C87520" w14:paraId="4EF8E874" w14:textId="77777777">
        <w:tc>
          <w:tcPr>
            <w:tcW w:w="1182" w:type="dxa"/>
            <w:shd w:val="clear" w:color="auto" w:fill="E6E6E6"/>
            <w:vAlign w:val="center"/>
          </w:tcPr>
          <w:p w14:paraId="76C9F61B" w14:textId="77777777" w:rsidR="00C87520" w:rsidRDefault="00000000">
            <w:r>
              <w:t>100</w:t>
            </w:r>
          </w:p>
        </w:tc>
        <w:tc>
          <w:tcPr>
            <w:tcW w:w="1358" w:type="dxa"/>
            <w:vAlign w:val="center"/>
          </w:tcPr>
          <w:p w14:paraId="3CF36D4F" w14:textId="77777777" w:rsidR="00C87520" w:rsidRDefault="00000000">
            <w:r>
              <w:t>1000</w:t>
            </w:r>
          </w:p>
        </w:tc>
        <w:tc>
          <w:tcPr>
            <w:tcW w:w="1358" w:type="dxa"/>
            <w:vAlign w:val="center"/>
          </w:tcPr>
          <w:p w14:paraId="61B54125" w14:textId="77777777" w:rsidR="00C87520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0191134B" w14:textId="77777777" w:rsidR="00C87520" w:rsidRDefault="00000000">
            <w:r>
              <w:t>0.0080</w:t>
            </w:r>
          </w:p>
        </w:tc>
        <w:tc>
          <w:tcPr>
            <w:tcW w:w="1358" w:type="dxa"/>
            <w:vAlign w:val="center"/>
          </w:tcPr>
          <w:p w14:paraId="359DD879" w14:textId="77777777" w:rsidR="00C87520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03866497" w14:textId="77777777" w:rsidR="00C87520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55CDB07F" w14:textId="77777777" w:rsidR="00C87520" w:rsidRDefault="00000000">
            <w:r>
              <w:t>0</w:t>
            </w:r>
          </w:p>
        </w:tc>
      </w:tr>
      <w:tr w:rsidR="00C87520" w14:paraId="3DAC5975" w14:textId="77777777">
        <w:tc>
          <w:tcPr>
            <w:tcW w:w="5256" w:type="dxa"/>
            <w:gridSpan w:val="4"/>
            <w:shd w:val="clear" w:color="auto" w:fill="E6E6E6"/>
            <w:vAlign w:val="center"/>
          </w:tcPr>
          <w:p w14:paraId="3DFA8EB2" w14:textId="77777777" w:rsidR="00C87520" w:rsidRDefault="00000000">
            <w:r>
              <w:t>综合</w:t>
            </w:r>
          </w:p>
        </w:tc>
        <w:tc>
          <w:tcPr>
            <w:tcW w:w="1358" w:type="dxa"/>
            <w:vAlign w:val="center"/>
          </w:tcPr>
          <w:p w14:paraId="5041135C" w14:textId="77777777" w:rsidR="00C87520" w:rsidRDefault="00000000">
            <w:r>
              <w:t>93126</w:t>
            </w:r>
          </w:p>
        </w:tc>
        <w:tc>
          <w:tcPr>
            <w:tcW w:w="1358" w:type="dxa"/>
            <w:vAlign w:val="center"/>
          </w:tcPr>
          <w:p w14:paraId="6B90A24F" w14:textId="77777777" w:rsidR="00C87520" w:rsidRDefault="00000000">
            <w:r>
              <w:t>5580</w:t>
            </w:r>
          </w:p>
        </w:tc>
        <w:tc>
          <w:tcPr>
            <w:tcW w:w="1358" w:type="dxa"/>
            <w:vAlign w:val="center"/>
          </w:tcPr>
          <w:p w14:paraId="26AFB480" w14:textId="77777777" w:rsidR="00C87520" w:rsidRDefault="00000000">
            <w:r>
              <w:t>44640</w:t>
            </w:r>
          </w:p>
        </w:tc>
      </w:tr>
    </w:tbl>
    <w:p w14:paraId="17F0B7DF" w14:textId="77777777" w:rsidR="00C87520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比对建筑</w:t>
      </w:r>
    </w:p>
    <w:p w14:paraId="08CA9BBD" w14:textId="77777777" w:rsidR="00C87520" w:rsidRDefault="00000000">
      <w:pPr>
        <w:pStyle w:val="2"/>
        <w:widowControl w:val="0"/>
        <w:rPr>
          <w:kern w:val="2"/>
        </w:rPr>
      </w:pPr>
      <w:r>
        <w:rPr>
          <w:kern w:val="2"/>
        </w:rPr>
        <w:t>房间类型</w:t>
      </w:r>
    </w:p>
    <w:p w14:paraId="5FC55E33" w14:textId="77777777" w:rsidR="00C8752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房间表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C87520" w14:paraId="5CAA544A" w14:textId="77777777">
        <w:tc>
          <w:tcPr>
            <w:tcW w:w="1567" w:type="dxa"/>
            <w:shd w:val="clear" w:color="auto" w:fill="E6E6E6"/>
            <w:vAlign w:val="center"/>
          </w:tcPr>
          <w:p w14:paraId="31BBC1BD" w14:textId="77777777" w:rsidR="00C87520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0B044921" w14:textId="77777777" w:rsidR="00C87520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3E7625D2" w14:textId="77777777" w:rsidR="00C87520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595B0EB" w14:textId="77777777" w:rsidR="00C87520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AB11A16" w14:textId="77777777" w:rsidR="00C87520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7429B5B" w14:textId="77777777" w:rsidR="00C87520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14EB1F9" w14:textId="77777777" w:rsidR="00C87520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30E74FA" w14:textId="77777777" w:rsidR="00C87520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C87520" w14:paraId="4683F536" w14:textId="77777777">
        <w:tc>
          <w:tcPr>
            <w:tcW w:w="1567" w:type="dxa"/>
            <w:shd w:val="clear" w:color="auto" w:fill="E6E6E6"/>
            <w:vAlign w:val="center"/>
          </w:tcPr>
          <w:p w14:paraId="0D7080F1" w14:textId="77777777" w:rsidR="00C87520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300F50CE" w14:textId="77777777" w:rsidR="00C87520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69BAB9A" w14:textId="77777777" w:rsidR="00C87520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2D1318B3" w14:textId="77777777" w:rsidR="00C87520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0A75821" w14:textId="77777777" w:rsidR="00C87520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EECC04E" w14:textId="77777777" w:rsidR="00C87520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B9A53C5" w14:textId="77777777" w:rsidR="00C87520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A8C6178" w14:textId="77777777" w:rsidR="00C87520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4F62F06F" w14:textId="77777777" w:rsidR="00C8752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作息时间表</w:t>
      </w:r>
    </w:p>
    <w:p w14:paraId="21AEA7AB" w14:textId="77777777" w:rsidR="00C87520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同标识建筑</w:t>
      </w:r>
    </w:p>
    <w:p w14:paraId="446320B0" w14:textId="77777777" w:rsidR="00C87520" w:rsidRDefault="00000000">
      <w:pPr>
        <w:pStyle w:val="2"/>
        <w:widowControl w:val="0"/>
        <w:rPr>
          <w:kern w:val="2"/>
        </w:rPr>
      </w:pPr>
      <w:r>
        <w:rPr>
          <w:kern w:val="2"/>
        </w:rPr>
        <w:t>系统类型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7"/>
        <w:gridCol w:w="2151"/>
        <w:gridCol w:w="2151"/>
        <w:gridCol w:w="2264"/>
      </w:tblGrid>
      <w:tr w:rsidR="00C87520" w14:paraId="72B8EF14" w14:textId="77777777">
        <w:tc>
          <w:tcPr>
            <w:tcW w:w="2767" w:type="dxa"/>
            <w:shd w:val="clear" w:color="auto" w:fill="E6E6E6"/>
            <w:vAlign w:val="center"/>
          </w:tcPr>
          <w:p w14:paraId="29E9EA6A" w14:textId="77777777" w:rsidR="00C87520" w:rsidRDefault="00000000">
            <w:pPr>
              <w:jc w:val="center"/>
            </w:pPr>
            <w:r>
              <w:t>系统类型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0DD29C42" w14:textId="77777777" w:rsidR="00C87520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63C148D8" w14:textId="77777777" w:rsidR="00C87520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09148181" w14:textId="77777777" w:rsidR="00C87520" w:rsidRDefault="00000000">
            <w:pPr>
              <w:jc w:val="center"/>
            </w:pPr>
            <w:r>
              <w:t>包含房间</w:t>
            </w:r>
          </w:p>
        </w:tc>
      </w:tr>
      <w:tr w:rsidR="00C87520" w14:paraId="17042463" w14:textId="77777777">
        <w:tc>
          <w:tcPr>
            <w:tcW w:w="2767" w:type="dxa"/>
            <w:vAlign w:val="center"/>
          </w:tcPr>
          <w:p w14:paraId="3BB8BB77" w14:textId="77777777" w:rsidR="00C87520" w:rsidRDefault="00000000">
            <w:r>
              <w:t>单元式热泵</w:t>
            </w:r>
          </w:p>
        </w:tc>
        <w:tc>
          <w:tcPr>
            <w:tcW w:w="2150" w:type="dxa"/>
            <w:vAlign w:val="center"/>
          </w:tcPr>
          <w:p w14:paraId="38FC9EF8" w14:textId="77777777" w:rsidR="00C87520" w:rsidRDefault="00000000">
            <w:r>
              <w:t>－</w:t>
            </w:r>
          </w:p>
        </w:tc>
        <w:tc>
          <w:tcPr>
            <w:tcW w:w="2150" w:type="dxa"/>
            <w:vAlign w:val="center"/>
          </w:tcPr>
          <w:p w14:paraId="4E6B68A9" w14:textId="77777777" w:rsidR="00C87520" w:rsidRDefault="00000000">
            <w:r>
              <w:t>1.00</w:t>
            </w:r>
          </w:p>
        </w:tc>
        <w:tc>
          <w:tcPr>
            <w:tcW w:w="2263" w:type="dxa"/>
            <w:vAlign w:val="center"/>
          </w:tcPr>
          <w:p w14:paraId="099AE9B3" w14:textId="77777777" w:rsidR="00C87520" w:rsidRDefault="00000000">
            <w:r>
              <w:t>所有房间</w:t>
            </w:r>
          </w:p>
        </w:tc>
      </w:tr>
    </w:tbl>
    <w:p w14:paraId="14F4B1D3" w14:textId="77777777" w:rsidR="00C87520" w:rsidRDefault="00000000">
      <w:pPr>
        <w:pStyle w:val="2"/>
        <w:widowControl w:val="0"/>
        <w:rPr>
          <w:kern w:val="2"/>
        </w:rPr>
      </w:pPr>
      <w:r>
        <w:rPr>
          <w:kern w:val="2"/>
        </w:rPr>
        <w:t>供暖系统</w:t>
      </w:r>
    </w:p>
    <w:p w14:paraId="0A56A68D" w14:textId="77777777" w:rsidR="00C8752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热水锅炉能耗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1166"/>
        <w:gridCol w:w="600"/>
        <w:gridCol w:w="1167"/>
        <w:gridCol w:w="1167"/>
        <w:gridCol w:w="1167"/>
        <w:gridCol w:w="1733"/>
        <w:gridCol w:w="1167"/>
      </w:tblGrid>
      <w:tr w:rsidR="00C87520" w14:paraId="5776F5C3" w14:textId="77777777">
        <w:tc>
          <w:tcPr>
            <w:tcW w:w="1166" w:type="dxa"/>
            <w:shd w:val="clear" w:color="auto" w:fill="E6E6E6"/>
            <w:vAlign w:val="center"/>
          </w:tcPr>
          <w:p w14:paraId="394019DC" w14:textId="77777777" w:rsidR="00C87520" w:rsidRDefault="00000000">
            <w:pPr>
              <w:jc w:val="center"/>
            </w:pPr>
            <w:r>
              <w:t>燃料类型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6B2CCDF5" w14:textId="77777777" w:rsidR="00C87520" w:rsidRDefault="00000000">
            <w:pPr>
              <w:jc w:val="center"/>
            </w:pPr>
            <w:r>
              <w:t>容量</w:t>
            </w:r>
            <w:r>
              <w:t>/</w:t>
            </w:r>
            <w:r>
              <w:t>峰值负荷</w:t>
            </w:r>
            <w:r>
              <w:br/>
              <w:t>(MW)</w:t>
            </w:r>
          </w:p>
        </w:tc>
        <w:tc>
          <w:tcPr>
            <w:tcW w:w="600" w:type="dxa"/>
            <w:shd w:val="clear" w:color="auto" w:fill="E6E6E6"/>
            <w:vAlign w:val="center"/>
          </w:tcPr>
          <w:p w14:paraId="30E62352" w14:textId="77777777" w:rsidR="00C87520" w:rsidRDefault="00000000">
            <w:pPr>
              <w:jc w:val="center"/>
            </w:pPr>
            <w:r>
              <w:t>台数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07E5C940" w14:textId="77777777" w:rsidR="00C87520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1566422B" w14:textId="77777777" w:rsidR="00C87520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0F051BA7" w14:textId="77777777" w:rsidR="00C87520" w:rsidRDefault="00000000">
            <w:pPr>
              <w:jc w:val="center"/>
            </w:pPr>
            <w:r>
              <w:t>累计</w:t>
            </w:r>
            <w:r>
              <w:br/>
            </w:r>
            <w:r>
              <w:t>热负荷</w:t>
            </w:r>
            <w:r>
              <w:br/>
              <w:t>(kWh)</w:t>
            </w:r>
          </w:p>
        </w:tc>
        <w:tc>
          <w:tcPr>
            <w:tcW w:w="1732" w:type="dxa"/>
            <w:shd w:val="clear" w:color="auto" w:fill="E6E6E6"/>
            <w:vAlign w:val="center"/>
          </w:tcPr>
          <w:p w14:paraId="520299B4" w14:textId="77777777" w:rsidR="00C87520" w:rsidRDefault="00000000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48CF6588" w14:textId="77777777" w:rsidR="00C87520" w:rsidRDefault="00000000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C87520" w14:paraId="1C953F46" w14:textId="77777777">
        <w:tc>
          <w:tcPr>
            <w:tcW w:w="1166" w:type="dxa"/>
            <w:vAlign w:val="center"/>
          </w:tcPr>
          <w:p w14:paraId="09BF0E23" w14:textId="77777777" w:rsidR="00C87520" w:rsidRDefault="00000000">
            <w:r>
              <w:t>烟煤</w:t>
            </w:r>
            <w:r>
              <w:t>II</w:t>
            </w:r>
          </w:p>
        </w:tc>
        <w:tc>
          <w:tcPr>
            <w:tcW w:w="1166" w:type="dxa"/>
            <w:vAlign w:val="center"/>
          </w:tcPr>
          <w:p w14:paraId="018E1575" w14:textId="77777777" w:rsidR="00C87520" w:rsidRDefault="00000000">
            <w:r>
              <w:t>0.01</w:t>
            </w:r>
          </w:p>
        </w:tc>
        <w:tc>
          <w:tcPr>
            <w:tcW w:w="600" w:type="dxa"/>
            <w:vAlign w:val="center"/>
          </w:tcPr>
          <w:p w14:paraId="42D9DA95" w14:textId="77777777" w:rsidR="00C87520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3AA35EFF" w14:textId="77777777" w:rsidR="00C87520" w:rsidRDefault="00000000">
            <w:r>
              <w:t>0.73</w:t>
            </w:r>
          </w:p>
        </w:tc>
        <w:tc>
          <w:tcPr>
            <w:tcW w:w="1166" w:type="dxa"/>
            <w:vAlign w:val="center"/>
          </w:tcPr>
          <w:p w14:paraId="28802BEA" w14:textId="77777777" w:rsidR="00C87520" w:rsidRDefault="00000000">
            <w:r>
              <w:t>0.92</w:t>
            </w:r>
          </w:p>
        </w:tc>
        <w:tc>
          <w:tcPr>
            <w:tcW w:w="1166" w:type="dxa"/>
            <w:vAlign w:val="center"/>
          </w:tcPr>
          <w:p w14:paraId="58216A3A" w14:textId="77777777" w:rsidR="00C87520" w:rsidRDefault="00000000">
            <w:r>
              <w:t>27828</w:t>
            </w:r>
          </w:p>
        </w:tc>
        <w:tc>
          <w:tcPr>
            <w:tcW w:w="1732" w:type="dxa"/>
            <w:vAlign w:val="center"/>
          </w:tcPr>
          <w:p w14:paraId="14F51215" w14:textId="77777777" w:rsidR="00C87520" w:rsidRDefault="00000000">
            <w:r>
              <w:t>2.93</w:t>
            </w:r>
          </w:p>
        </w:tc>
        <w:tc>
          <w:tcPr>
            <w:tcW w:w="1166" w:type="dxa"/>
            <w:vAlign w:val="center"/>
          </w:tcPr>
          <w:p w14:paraId="18C36F65" w14:textId="77777777" w:rsidR="00C87520" w:rsidRDefault="00000000">
            <w:r>
              <w:t>14139</w:t>
            </w:r>
          </w:p>
        </w:tc>
      </w:tr>
    </w:tbl>
    <w:p w14:paraId="24A92225" w14:textId="77777777" w:rsidR="00C87520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4"/>
        <w:gridCol w:w="2333"/>
        <w:gridCol w:w="2333"/>
        <w:gridCol w:w="2333"/>
      </w:tblGrid>
      <w:tr w:rsidR="00C87520" w14:paraId="24176B03" w14:textId="77777777">
        <w:tc>
          <w:tcPr>
            <w:tcW w:w="2333" w:type="dxa"/>
            <w:shd w:val="clear" w:color="auto" w:fill="E6E6E6"/>
            <w:vAlign w:val="center"/>
          </w:tcPr>
          <w:p w14:paraId="078FA463" w14:textId="77777777" w:rsidR="00C87520" w:rsidRDefault="00000000">
            <w:pPr>
              <w:jc w:val="center"/>
            </w:pPr>
            <w:r>
              <w:t>耗热量指标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2CA20D42" w14:textId="77777777" w:rsidR="00C87520" w:rsidRDefault="00000000">
            <w:pPr>
              <w:jc w:val="center"/>
            </w:pPr>
            <w:r>
              <w:t>供暖天数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5FE365A8" w14:textId="77777777" w:rsidR="00C87520" w:rsidRDefault="00000000">
            <w:pPr>
              <w:jc w:val="center"/>
            </w:pPr>
            <w:r>
              <w:t>耗电输热比</w:t>
            </w:r>
            <w:r>
              <w:br/>
              <w:t>EHR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31BFBF37" w14:textId="77777777" w:rsidR="00C87520" w:rsidRDefault="00000000">
            <w:pPr>
              <w:jc w:val="center"/>
            </w:pPr>
            <w:r>
              <w:t>水泵电耗</w:t>
            </w:r>
            <w:r>
              <w:br/>
              <w:t>(kWh)</w:t>
            </w:r>
          </w:p>
        </w:tc>
      </w:tr>
      <w:tr w:rsidR="00C87520" w14:paraId="25BDBC29" w14:textId="77777777">
        <w:tc>
          <w:tcPr>
            <w:tcW w:w="2333" w:type="dxa"/>
            <w:vAlign w:val="center"/>
          </w:tcPr>
          <w:p w14:paraId="31711740" w14:textId="77777777" w:rsidR="00C87520" w:rsidRDefault="00000000">
            <w:r>
              <w:t>16.1</w:t>
            </w:r>
          </w:p>
        </w:tc>
        <w:tc>
          <w:tcPr>
            <w:tcW w:w="2333" w:type="dxa"/>
            <w:vAlign w:val="center"/>
          </w:tcPr>
          <w:p w14:paraId="5A95BED3" w14:textId="77777777" w:rsidR="00C87520" w:rsidRDefault="00000000">
            <w:r>
              <w:t>125</w:t>
            </w:r>
          </w:p>
        </w:tc>
        <w:tc>
          <w:tcPr>
            <w:tcW w:w="2333" w:type="dxa"/>
            <w:vAlign w:val="center"/>
          </w:tcPr>
          <w:p w14:paraId="3DC696EB" w14:textId="77777777" w:rsidR="00C87520" w:rsidRDefault="00000000">
            <w:r>
              <w:t>0.00433</w:t>
            </w:r>
          </w:p>
        </w:tc>
        <w:tc>
          <w:tcPr>
            <w:tcW w:w="2333" w:type="dxa"/>
            <w:vAlign w:val="center"/>
          </w:tcPr>
          <w:p w14:paraId="06988F4A" w14:textId="77777777" w:rsidR="00C87520" w:rsidRDefault="00000000">
            <w:r>
              <w:t>121</w:t>
            </w:r>
          </w:p>
        </w:tc>
      </w:tr>
    </w:tbl>
    <w:p w14:paraId="7AE84629" w14:textId="77777777" w:rsidR="00C87520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计算结果</w:t>
      </w:r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2898"/>
        <w:gridCol w:w="1087"/>
        <w:gridCol w:w="1087"/>
        <w:gridCol w:w="3067"/>
      </w:tblGrid>
      <w:tr w:rsidR="00121293" w:rsidRPr="00021767" w14:paraId="3F96228D" w14:textId="77777777">
        <w:trPr>
          <w:trHeight w:val="461"/>
        </w:trPr>
        <w:tc>
          <w:tcPr>
            <w:tcW w:w="1188" w:type="dxa"/>
            <w:shd w:val="clear" w:color="auto" w:fill="E0E0E0"/>
            <w:vAlign w:val="center"/>
          </w:tcPr>
          <w:p w14:paraId="3BD887D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7CE0CB39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6E154C6" w14:textId="77777777" w:rsidR="00000000" w:rsidRPr="00021767" w:rsidRDefault="00000000" w:rsidP="00EE712B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3" w:name="设计建筑别名"/>
            <w:r w:rsidRPr="00021767">
              <w:rPr>
                <w:rFonts w:hint="eastAsia"/>
                <w:lang w:val="en-US"/>
              </w:rPr>
              <w:t>标识建筑</w:t>
            </w:r>
            <w:bookmarkEnd w:id="83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D7E0E91" w14:textId="77777777" w:rsidR="00000000" w:rsidRPr="00021767" w:rsidRDefault="00000000" w:rsidP="00EE712B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4" w:name="参照建筑别名"/>
            <w:r w:rsidRPr="00021767">
              <w:rPr>
                <w:rFonts w:hint="eastAsia"/>
                <w:lang w:val="en-US"/>
              </w:rPr>
              <w:t>比对建筑</w:t>
            </w:r>
            <w:bookmarkEnd w:id="84"/>
          </w:p>
        </w:tc>
        <w:tc>
          <w:tcPr>
            <w:tcW w:w="304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80193F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备注</w:t>
            </w:r>
          </w:p>
        </w:tc>
      </w:tr>
      <w:tr w:rsidR="00B6660B" w:rsidRPr="00021767" w14:paraId="45844F05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7DB8616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热</w:t>
            </w:r>
          </w:p>
          <w:p w14:paraId="257E6326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源</w:t>
            </w:r>
          </w:p>
          <w:p w14:paraId="7CAE667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</w:t>
            </w:r>
          </w:p>
          <w:p w14:paraId="499DF63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耗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4BFC6AAF" w14:textId="61783F0B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耗热量指标</w:t>
            </w:r>
            <w:r w:rsidR="00D95161">
              <w:rPr>
                <w:noProof/>
                <w:position w:val="-12"/>
              </w:rPr>
              <w:drawing>
                <wp:inline distT="0" distB="0" distL="0" distR="0" wp14:anchorId="2FD61B25" wp14:editId="7BED80EF">
                  <wp:extent cx="184150" cy="228600"/>
                  <wp:effectExtent l="0" t="0" r="0" b="0"/>
                  <wp:docPr id="2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/>
              </w:rPr>
              <w:t xml:space="preserve"> (W/</w:t>
            </w:r>
            <w:r>
              <w:rPr>
                <w:rFonts w:hint="eastAsia"/>
                <w:lang w:val="en-US"/>
              </w:rPr>
              <w:t>㎡</w:t>
            </w:r>
            <w:r w:rsidRPr="00021767">
              <w:rPr>
                <w:rFonts w:hint="eastAsia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95A45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5" w:name="耗热量指标"/>
            <w:r w:rsidRPr="00021767">
              <w:rPr>
                <w:rFonts w:hint="eastAsia"/>
                <w:lang w:val="en-US"/>
              </w:rPr>
              <w:t>-</w:t>
            </w:r>
            <w:bookmarkEnd w:id="8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DDB71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6" w:name="耗热量指标Ref"/>
            <w:r w:rsidRPr="00021767">
              <w:rPr>
                <w:rFonts w:hint="eastAsia"/>
                <w:lang w:val="en-US"/>
              </w:rPr>
              <w:t>16.1</w:t>
            </w:r>
            <w:bookmarkEnd w:id="8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686F5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39157C3E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7FD85AAA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2A1B228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采暖天数</w:t>
            </w:r>
            <w:r w:rsidRPr="00021767">
              <w:rPr>
                <w:rFonts w:hint="eastAsia"/>
                <w:lang w:val="en-US"/>
              </w:rPr>
              <w:t xml:space="preserve"> Z</w:t>
            </w:r>
            <w:r w:rsidRPr="00021767">
              <w:rPr>
                <w:rFonts w:hint="eastAsia"/>
                <w:lang w:val="en-US"/>
              </w:rPr>
              <w:t>（天）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081E68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7" w:name="采暖天数"/>
            <w:r w:rsidRPr="00021767">
              <w:rPr>
                <w:rFonts w:hint="eastAsia"/>
                <w:lang w:val="en-US"/>
              </w:rPr>
              <w:t>-</w:t>
            </w:r>
            <w:bookmarkEnd w:id="87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8370A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8" w:name="采暖天数Ref"/>
            <w:r w:rsidRPr="00021767">
              <w:rPr>
                <w:rFonts w:hint="eastAsia"/>
                <w:lang w:val="en-US"/>
              </w:rPr>
              <w:t>125</w:t>
            </w:r>
            <w:bookmarkEnd w:id="88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637B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383EA203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084C390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6F35A274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累计热负荷</w:t>
            </w:r>
            <w:r w:rsidRPr="00021767">
              <w:rPr>
                <w:rFonts w:hint="eastAsia"/>
                <w:lang w:val="en-US"/>
              </w:rPr>
              <w:t xml:space="preserve"> </w:t>
            </w:r>
            <w:r w:rsidRPr="00021767">
              <w:rPr>
                <w:rFonts w:eastAsia="楷体_GB2312" w:hint="eastAsia"/>
                <w:i/>
              </w:rPr>
              <w:t>Q</w:t>
            </w:r>
            <w:r w:rsidRPr="00021767">
              <w:rPr>
                <w:rFonts w:eastAsia="楷体_GB2312" w:hint="eastAsia"/>
                <w:i/>
                <w:vertAlign w:val="subscript"/>
              </w:rPr>
              <w:t>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62A35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9" w:name="累计热负荷"/>
            <w:r w:rsidRPr="00021767">
              <w:rPr>
                <w:rFonts w:hint="eastAsia"/>
                <w:lang w:val="en-US"/>
              </w:rPr>
              <w:t>161.6</w:t>
            </w:r>
            <w:bookmarkEnd w:id="89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AE2D0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0" w:name="累计热负荷Ref"/>
            <w:r w:rsidRPr="00021767">
              <w:rPr>
                <w:rFonts w:hint="eastAsia"/>
                <w:lang w:val="en-US"/>
              </w:rPr>
              <w:t>48.3</w:t>
            </w:r>
            <w:bookmarkEnd w:id="90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1AC60" w14:textId="75A89CDC" w:rsidR="00000000" w:rsidRPr="00021767" w:rsidRDefault="00D95161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43DC1569" wp14:editId="455C013F">
                  <wp:extent cx="1111250" cy="228600"/>
                  <wp:effectExtent l="0" t="0" r="0" b="0"/>
                  <wp:docPr id="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0B" w:rsidRPr="00021767" w14:paraId="33AC0AC6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55DA1D5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2BA46627" w14:textId="7EA9886F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锅炉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市政</w:t>
            </w:r>
            <w:r w:rsidRPr="00021767">
              <w:rPr>
                <w:rFonts w:hint="eastAsia"/>
                <w:lang w:val="en-US"/>
              </w:rPr>
              <w:t xml:space="preserve"> </w:t>
            </w:r>
            <w:r w:rsidRPr="00021767">
              <w:rPr>
                <w:rFonts w:hint="eastAsia"/>
                <w:lang w:val="en-US"/>
              </w:rPr>
              <w:t>热效率</w:t>
            </w:r>
            <w:r w:rsidR="00D95161">
              <w:rPr>
                <w:noProof/>
                <w:position w:val="-10"/>
              </w:rPr>
              <w:drawing>
                <wp:inline distT="0" distB="0" distL="0" distR="0" wp14:anchorId="6D2E351C" wp14:editId="7314C3D4">
                  <wp:extent cx="165100" cy="222250"/>
                  <wp:effectExtent l="0" t="0" r="0" b="0"/>
                  <wp:docPr id="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FADF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1" w:name="热效率"/>
            <w:r w:rsidRPr="00021767">
              <w:rPr>
                <w:rFonts w:hint="eastAsia"/>
                <w:lang w:val="en-US"/>
              </w:rPr>
              <w:t>0.78</w:t>
            </w:r>
            <w:bookmarkEnd w:id="91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F11D90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2" w:name="热效率Ref"/>
            <w:r w:rsidRPr="00021767">
              <w:rPr>
                <w:rFonts w:hint="eastAsia"/>
                <w:lang w:val="en-US"/>
              </w:rPr>
              <w:t>0.73</w:t>
            </w:r>
            <w:bookmarkEnd w:id="92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818C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5ADAC714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6A261E6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53693267" w14:textId="41A42A7B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外网热输送效率</w:t>
            </w:r>
            <w:r w:rsidR="00D95161">
              <w:rPr>
                <w:noProof/>
                <w:position w:val="-10"/>
              </w:rPr>
              <w:drawing>
                <wp:inline distT="0" distB="0" distL="0" distR="0" wp14:anchorId="20B85674" wp14:editId="597D9403">
                  <wp:extent cx="184150" cy="222250"/>
                  <wp:effectExtent l="0" t="0" r="0" b="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F8338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3" w:name="外网热输送效率"/>
            <w:r w:rsidRPr="00021767">
              <w:rPr>
                <w:rFonts w:hint="eastAsia"/>
                <w:lang w:val="en-US"/>
              </w:rPr>
              <w:t>0.92</w:t>
            </w:r>
            <w:bookmarkEnd w:id="93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19C11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4" w:name="外网热输送效率Ref"/>
            <w:r w:rsidRPr="00021767">
              <w:rPr>
                <w:rFonts w:hint="eastAsia"/>
                <w:lang w:val="en-US"/>
              </w:rPr>
              <w:t>0.92</w:t>
            </w:r>
            <w:bookmarkEnd w:id="94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1E06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163FED2B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1614272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1E2FCC2E" w14:textId="0FCEFCBA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热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电折算系数</w:t>
            </w:r>
            <w:r w:rsidR="00D95161">
              <w:rPr>
                <w:noProof/>
                <w:position w:val="-6"/>
              </w:rPr>
              <w:drawing>
                <wp:inline distT="0" distB="0" distL="0" distR="0" wp14:anchorId="5AD96D8A" wp14:editId="2B0C3EB9">
                  <wp:extent cx="127000" cy="146050"/>
                  <wp:effectExtent l="0" t="0" r="0" b="0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/>
              </w:rPr>
              <w:t>(kW</w:t>
            </w:r>
            <w:r>
              <w:rPr>
                <w:lang w:val="en-US"/>
              </w:rPr>
              <w:t>h</w:t>
            </w:r>
            <w:r>
              <w:rPr>
                <w:rFonts w:hint="eastAsia"/>
                <w:lang w:val="en-US"/>
              </w:rPr>
              <w:t>/kWh</w:t>
            </w:r>
            <w:r w:rsidRPr="00021767">
              <w:rPr>
                <w:rFonts w:hint="eastAsia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8CA98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5" w:name="热电折算系数"/>
            <w:r w:rsidRPr="00021767">
              <w:rPr>
                <w:rFonts w:hint="eastAsia"/>
                <w:lang w:val="en-US"/>
              </w:rPr>
              <w:t>2.93</w:t>
            </w:r>
            <w:bookmarkEnd w:id="9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0E072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6" w:name="热电折算系数Ref"/>
            <w:r w:rsidRPr="00021767">
              <w:rPr>
                <w:rFonts w:hint="eastAsia"/>
                <w:lang w:val="en-US"/>
              </w:rPr>
              <w:t>2.93</w:t>
            </w:r>
            <w:bookmarkEnd w:id="9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F23D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2912A243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2D7A453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46BE2A7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折算电耗</w:t>
            </w: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1h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00F1F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7" w:name="折算电耗"/>
            <w:r w:rsidRPr="00021767">
              <w:rPr>
                <w:rFonts w:hint="eastAsia"/>
                <w:b/>
                <w:lang w:val="en-US"/>
              </w:rPr>
              <w:t>76.87</w:t>
            </w:r>
            <w:bookmarkEnd w:id="97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00BD5A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8" w:name="折算电耗Ref"/>
            <w:r w:rsidRPr="00021767">
              <w:rPr>
                <w:rFonts w:hint="eastAsia"/>
                <w:b/>
                <w:lang w:val="en-US"/>
              </w:rPr>
              <w:t>24.54</w:t>
            </w:r>
            <w:bookmarkEnd w:id="98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CFC2A" w14:textId="4957170B" w:rsidR="00000000" w:rsidRPr="00021767" w:rsidRDefault="00D95161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30"/>
              </w:rPr>
              <w:drawing>
                <wp:inline distT="0" distB="0" distL="0" distR="0" wp14:anchorId="624C3952" wp14:editId="76E1A3D5">
                  <wp:extent cx="749300" cy="431800"/>
                  <wp:effectExtent l="0" t="0" r="0" b="0"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0B" w:rsidRPr="00021767" w14:paraId="1A7B051B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4AE7B75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3672282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单元式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多联机热泵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7B30F1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9" w:name="单元式热泵"/>
            <w:r w:rsidRPr="00021767">
              <w:rPr>
                <w:rFonts w:hint="eastAsia"/>
                <w:b/>
                <w:lang w:val="en-US"/>
              </w:rPr>
              <w:t>-</w:t>
            </w:r>
            <w:bookmarkEnd w:id="99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1600D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0" w:name="单元式热泵Ref"/>
            <w:r w:rsidRPr="00021767">
              <w:rPr>
                <w:rFonts w:hint="eastAsia"/>
                <w:b/>
                <w:lang w:val="en-US"/>
              </w:rPr>
              <w:t>-</w:t>
            </w:r>
            <w:bookmarkEnd w:id="100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E85AC" w14:textId="77777777" w:rsidR="00000000" w:rsidRPr="00021767" w:rsidRDefault="00000000" w:rsidP="00ED6176">
            <w:pPr>
              <w:pStyle w:val="a0"/>
              <w:ind w:firstLineChars="0" w:firstLine="0"/>
              <w:jc w:val="center"/>
            </w:pPr>
          </w:p>
        </w:tc>
      </w:tr>
      <w:tr w:rsidR="00121293" w:rsidRPr="00021767" w14:paraId="59C9C148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7C7FACA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输配</w:t>
            </w:r>
          </w:p>
          <w:p w14:paraId="4910812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19387FD4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水泵耗电输热比</w:t>
            </w:r>
            <w:r w:rsidRPr="00021767">
              <w:rPr>
                <w:rFonts w:hint="eastAsia"/>
                <w:lang w:val="en-US"/>
              </w:rPr>
              <w:t xml:space="preserve"> EHR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CB1BF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101" w:name="水泵耗电输热比"/>
            <w:r w:rsidRPr="00021767">
              <w:rPr>
                <w:rFonts w:hint="eastAsia"/>
                <w:lang w:val="en-US"/>
              </w:rPr>
              <w:t>-</w:t>
            </w:r>
            <w:bookmarkEnd w:id="101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8BBC09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102" w:name="水泵耗电输热比Ref"/>
            <w:r w:rsidRPr="00021767">
              <w:rPr>
                <w:rFonts w:hint="eastAsia"/>
                <w:lang w:val="en-US"/>
              </w:rPr>
              <w:t>0.00433</w:t>
            </w:r>
            <w:bookmarkEnd w:id="102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9825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121293" w:rsidRPr="00021767" w14:paraId="6F034A65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2C08CF29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69000FD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水泵电耗</w:t>
            </w: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2h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D856D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3" w:name="水泵电耗"/>
            <w:r w:rsidRPr="00021767">
              <w:rPr>
                <w:rFonts w:hint="eastAsia"/>
                <w:b/>
                <w:lang w:val="en-US"/>
              </w:rPr>
              <w:t>77.48</w:t>
            </w:r>
            <w:bookmarkEnd w:id="103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46EE6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4" w:name="水泵电耗Ref"/>
            <w:r w:rsidRPr="00021767">
              <w:rPr>
                <w:rFonts w:hint="eastAsia"/>
                <w:b/>
                <w:lang w:val="en-US"/>
              </w:rPr>
              <w:t>0.21</w:t>
            </w:r>
            <w:bookmarkEnd w:id="104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F78A0" w14:textId="4B469611" w:rsidR="00000000" w:rsidRPr="00021767" w:rsidRDefault="00D95161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213FF81A" wp14:editId="0224726E">
                  <wp:extent cx="1041400" cy="228600"/>
                  <wp:effectExtent l="0" t="0" r="0" b="0"/>
                  <wp:docPr id="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293" w:rsidRPr="00021767" w14:paraId="50BB46DF" w14:textId="77777777">
        <w:tc>
          <w:tcPr>
            <w:tcW w:w="1188" w:type="dxa"/>
            <w:shd w:val="clear" w:color="auto" w:fill="E0E0E0"/>
            <w:vAlign w:val="center"/>
          </w:tcPr>
          <w:p w14:paraId="6C49EE5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合计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B495DF0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A5B466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5" w:name="采暖能耗"/>
            <w:r w:rsidRPr="00021767">
              <w:rPr>
                <w:rFonts w:hint="eastAsia"/>
                <w:b/>
                <w:lang w:val="en-US"/>
              </w:rPr>
              <w:t>154.35</w:t>
            </w:r>
            <w:bookmarkEnd w:id="10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6A2C5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6" w:name="采暖能耗Ref"/>
            <w:r w:rsidRPr="00021767">
              <w:rPr>
                <w:rFonts w:hint="eastAsia"/>
                <w:b/>
                <w:lang w:val="en-US"/>
              </w:rPr>
              <w:t>24.75</w:t>
            </w:r>
            <w:bookmarkEnd w:id="10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F20D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4D45E0" w:rsidRPr="00021767" w14:paraId="2C11DFC4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3B9ABB6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节能率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13E39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相对于</w:t>
            </w:r>
            <w:bookmarkStart w:id="107" w:name="参照建筑别名1"/>
            <w:r w:rsidRPr="00021767">
              <w:rPr>
                <w:rFonts w:hint="eastAsia"/>
                <w:lang w:val="en-US"/>
              </w:rPr>
              <w:t>比对建筑</w:t>
            </w:r>
            <w:bookmarkEnd w:id="107"/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center"/>
          </w:tcPr>
          <w:p w14:paraId="280EDFCA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8" w:name="相对于比对建筑节能率"/>
            <w:r w:rsidRPr="00021767">
              <w:rPr>
                <w:rFonts w:hint="eastAsia"/>
                <w:b/>
                <w:lang w:val="en-US"/>
              </w:rPr>
              <w:t>-523.60%</w:t>
            </w:r>
            <w:bookmarkEnd w:id="108"/>
          </w:p>
        </w:tc>
        <w:tc>
          <w:tcPr>
            <w:tcW w:w="3048" w:type="dxa"/>
            <w:tcBorders>
              <w:top w:val="single" w:sz="4" w:space="0" w:color="auto"/>
            </w:tcBorders>
            <w:vAlign w:val="center"/>
          </w:tcPr>
          <w:p w14:paraId="5DAC0A3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4D45E0" w:rsidRPr="00021767" w14:paraId="071D7E64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44C2239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6DD2DD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相对于基础建筑</w:t>
            </w:r>
          </w:p>
        </w:tc>
        <w:tc>
          <w:tcPr>
            <w:tcW w:w="2160" w:type="dxa"/>
            <w:gridSpan w:val="2"/>
            <w:vAlign w:val="center"/>
          </w:tcPr>
          <w:p w14:paraId="4E33F827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9" w:name="相对于基础建筑节能率"/>
            <w:r w:rsidRPr="00021767">
              <w:rPr>
                <w:rFonts w:hint="eastAsia"/>
                <w:b/>
                <w:lang w:val="en-US"/>
              </w:rPr>
              <w:t>-24.72%</w:t>
            </w:r>
            <w:bookmarkEnd w:id="109"/>
          </w:p>
        </w:tc>
        <w:tc>
          <w:tcPr>
            <w:tcW w:w="3048" w:type="dxa"/>
            <w:vAlign w:val="center"/>
          </w:tcPr>
          <w:p w14:paraId="3AC3DDB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</w:tbl>
    <w:p w14:paraId="11866BB1" w14:textId="77777777" w:rsidR="00000000" w:rsidRDefault="00000000" w:rsidP="00ED6176"/>
    <w:p w14:paraId="6CDE22F7" w14:textId="77777777" w:rsidR="00C87520" w:rsidRDefault="00C87520">
      <w:pPr>
        <w:widowControl w:val="0"/>
        <w:jc w:val="both"/>
        <w:rPr>
          <w:kern w:val="2"/>
          <w:szCs w:val="24"/>
          <w:lang w:val="en-US"/>
        </w:rPr>
      </w:pPr>
    </w:p>
    <w:p w14:paraId="20F04A61" w14:textId="77777777" w:rsidR="00C87520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2E1DB3D8" wp14:editId="44893A5D">
            <wp:extent cx="5667375" cy="513397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90D3E8" wp14:editId="521E481E">
            <wp:extent cx="5667375" cy="508635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22D67" w14:textId="77777777" w:rsidR="00C87520" w:rsidRDefault="00C87520"/>
    <w:p w14:paraId="7A748ACD" w14:textId="77777777" w:rsidR="00C87520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6EC182C2" wp14:editId="10C240D8">
            <wp:extent cx="5667375" cy="412432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DD820" w14:textId="77777777" w:rsidR="00C87520" w:rsidRDefault="00C87520">
      <w:pPr>
        <w:jc w:val="both"/>
      </w:pPr>
    </w:p>
    <w:p w14:paraId="1C5934FE" w14:textId="77777777" w:rsidR="00C87520" w:rsidRDefault="00C87520">
      <w:pPr>
        <w:sectPr w:rsidR="00C87520" w:rsidSect="00B23780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2552C74C" w14:textId="77777777" w:rsidR="00C87520" w:rsidRDefault="00000000">
      <w:pPr>
        <w:pStyle w:val="1"/>
        <w:jc w:val="both"/>
      </w:pPr>
      <w:r>
        <w:lastRenderedPageBreak/>
        <w:t>附录</w:t>
      </w:r>
    </w:p>
    <w:p w14:paraId="73B46BF9" w14:textId="77777777" w:rsidR="00C87520" w:rsidRDefault="00000000">
      <w:pPr>
        <w:pStyle w:val="2"/>
      </w:pPr>
      <w:r>
        <w:t>工作日/节假日人员逐时在室率(%)</w:t>
      </w:r>
    </w:p>
    <w:p w14:paraId="6B9F2697" w14:textId="77777777" w:rsidR="00C87520" w:rsidRDefault="00C8752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24FBDB7C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9867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D570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4DFD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F075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D18F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838A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5B44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6AD2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0DC5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558F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5CEA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A738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268B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C0B9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9B63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3DCF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3C1D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4A6E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8D7F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649E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1C66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8880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BC31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D33D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E504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C87520" w14:paraId="06B7E4F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EB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7E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23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A7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16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46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EF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FA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E6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14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EA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E4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74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60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87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0D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36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B0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B7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B4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75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FE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C7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D9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65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7CF2E6B8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94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11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56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C5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E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78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84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16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D4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AE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6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85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63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CF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7F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49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84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C2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93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4A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89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55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D4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AB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D7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0D8A1716" w14:textId="77777777" w:rsidR="00C87520" w:rsidRDefault="00C87520">
      <w:pPr>
        <w:jc w:val="both"/>
      </w:pPr>
    </w:p>
    <w:p w14:paraId="05A44C63" w14:textId="77777777" w:rsidR="00C87520" w:rsidRDefault="00000000">
      <w:r>
        <w:t>注：上行：工作日；下行：节假日</w:t>
      </w:r>
    </w:p>
    <w:p w14:paraId="0B131795" w14:textId="77777777" w:rsidR="00C87520" w:rsidRDefault="00000000">
      <w:pPr>
        <w:pStyle w:val="2"/>
      </w:pPr>
      <w:r>
        <w:t>工作日/节假日照明开关时间表(%)</w:t>
      </w:r>
    </w:p>
    <w:p w14:paraId="767C69A5" w14:textId="77777777" w:rsidR="00C87520" w:rsidRDefault="00C8752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82C04B8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EDD9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CA49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6AB3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7C40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D3A3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3C27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D397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76F0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0497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238B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BE40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C035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C4B6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A853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9211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BB7C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AA9F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C493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5377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106F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979C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4E59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C14C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A75D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B894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C87520" w14:paraId="1E881D9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BA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CC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46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20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4D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7F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1B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5E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D4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E6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D2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F3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C5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57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75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8E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7A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B4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FC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87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CB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77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8D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DD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00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0CC3DD20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F8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68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D2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5F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BF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4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4D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60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5B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2A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98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B9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E1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F5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1B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D5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D6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6F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99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0E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41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0D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E3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7A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1E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5106C16E" w14:textId="77777777" w:rsidR="00C87520" w:rsidRDefault="00C87520"/>
    <w:p w14:paraId="0B378AA1" w14:textId="77777777" w:rsidR="00C87520" w:rsidRDefault="00000000">
      <w:r>
        <w:t>注：上行：工作日；下行：节假日</w:t>
      </w:r>
    </w:p>
    <w:p w14:paraId="6CCE0B04" w14:textId="77777777" w:rsidR="00C87520" w:rsidRDefault="00000000">
      <w:pPr>
        <w:pStyle w:val="2"/>
      </w:pPr>
      <w:r>
        <w:t>工作日/节假日设备逐时使用率(%)</w:t>
      </w:r>
    </w:p>
    <w:p w14:paraId="37899210" w14:textId="77777777" w:rsidR="00C87520" w:rsidRDefault="00C8752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7470072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B542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B7EA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A34E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17CF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8380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D7A5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06DA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EA34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F83A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EF93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0140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1CA9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A96C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AC33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421B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1CA2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A2F9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486F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F2AF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438A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18E7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8506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4C7D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857A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AECE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C87520" w14:paraId="0CE79D9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F5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B8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3D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CF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91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4F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01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DF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32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40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E4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E0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AF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BE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8B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95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38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8A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FA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A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9B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8B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E3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92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E9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564BCED4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58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BA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10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A3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D3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F7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5B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03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E1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CA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97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10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52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28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A3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B8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C0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0E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DF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15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93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82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2A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C7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09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354A8C4F" w14:textId="77777777" w:rsidR="00C87520" w:rsidRDefault="00C87520"/>
    <w:p w14:paraId="07F57EC1" w14:textId="77777777" w:rsidR="00C87520" w:rsidRDefault="00000000">
      <w:r>
        <w:t>注：上行：工作日；下行：节假日</w:t>
      </w:r>
    </w:p>
    <w:p w14:paraId="700C7399" w14:textId="77777777" w:rsidR="00C87520" w:rsidRDefault="00000000">
      <w:pPr>
        <w:pStyle w:val="2"/>
      </w:pPr>
      <w:r>
        <w:t>工作日/节假日空调系统运行时间表(1:开,0:关)</w:t>
      </w:r>
    </w:p>
    <w:p w14:paraId="28BBAB58" w14:textId="77777777" w:rsidR="00C87520" w:rsidRDefault="00C8752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5A77FBC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A925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FFA5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76BB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1215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D2B8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EE19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4FBC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064C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AD18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7FA8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7E55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962A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E9BF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73D2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5A24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3C35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DAFA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D29B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A916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E344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BB0D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F52C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A6B0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C491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19ED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C87520" w14:paraId="33C984A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26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F9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73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5A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0D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61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77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C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71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A3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43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04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06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ED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F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F6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D1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A1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4B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AF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63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E2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38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4F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86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76D98058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BD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DE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32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98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57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48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69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50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2D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62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73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09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BB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F9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DC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F5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86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1F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96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A0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3E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B4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5B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DE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86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11DA66F" w14:textId="77777777" w:rsidR="00C87520" w:rsidRDefault="00C87520"/>
    <w:p w14:paraId="3986AA8B" w14:textId="77777777" w:rsidR="00C87520" w:rsidRDefault="00000000">
      <w:r>
        <w:t>注：上行：工作日；下行：节假日</w:t>
      </w:r>
    </w:p>
    <w:p w14:paraId="7E497580" w14:textId="77777777" w:rsidR="00C87520" w:rsidRDefault="00C87520"/>
    <w:sectPr w:rsidR="00C87520" w:rsidSect="00B2378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F3AE1" w14:textId="77777777" w:rsidR="00B23780" w:rsidRDefault="00B23780" w:rsidP="00291CAC">
      <w:r>
        <w:separator/>
      </w:r>
    </w:p>
  </w:endnote>
  <w:endnote w:type="continuationSeparator" w:id="0">
    <w:p w14:paraId="4BEB8010" w14:textId="77777777" w:rsidR="00B23780" w:rsidRDefault="00B23780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05781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11493" w14:textId="77777777" w:rsidR="00B23780" w:rsidRDefault="00B23780" w:rsidP="00291CAC">
      <w:r>
        <w:separator/>
      </w:r>
    </w:p>
  </w:footnote>
  <w:footnote w:type="continuationSeparator" w:id="0">
    <w:p w14:paraId="446C69F6" w14:textId="77777777" w:rsidR="00B23780" w:rsidRDefault="00B23780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D8604" w14:textId="6C6FA7DE" w:rsidR="006722A6" w:rsidRDefault="00D95161" w:rsidP="006722A6">
    <w:pPr>
      <w:pStyle w:val="a4"/>
      <w:jc w:val="both"/>
    </w:pPr>
    <w:r>
      <w:rPr>
        <w:noProof/>
      </w:rPr>
      <w:drawing>
        <wp:inline distT="0" distB="0" distL="0" distR="0" wp14:anchorId="4B552303" wp14:editId="6DA19F78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106585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161"/>
    <w:rsid w:val="000D77BD"/>
    <w:rsid w:val="000F7EF2"/>
    <w:rsid w:val="0010335A"/>
    <w:rsid w:val="001B79BE"/>
    <w:rsid w:val="001D2236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B709E"/>
    <w:rsid w:val="006D35F7"/>
    <w:rsid w:val="006D3A82"/>
    <w:rsid w:val="00710087"/>
    <w:rsid w:val="00790573"/>
    <w:rsid w:val="008027E4"/>
    <w:rsid w:val="008145E3"/>
    <w:rsid w:val="008A622C"/>
    <w:rsid w:val="009213E5"/>
    <w:rsid w:val="009A79DA"/>
    <w:rsid w:val="009C4D39"/>
    <w:rsid w:val="00A0078F"/>
    <w:rsid w:val="00A651B1"/>
    <w:rsid w:val="00B23780"/>
    <w:rsid w:val="00B25B1B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87520"/>
    <w:rsid w:val="00C97E25"/>
    <w:rsid w:val="00CA7D2C"/>
    <w:rsid w:val="00CB5932"/>
    <w:rsid w:val="00D40158"/>
    <w:rsid w:val="00D62A9A"/>
    <w:rsid w:val="00D95161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03EE8ACE"/>
  <w15:chartTrackingRefBased/>
  <w15:docId w15:val="{FC2A30A0-2D3F-49B9-AED8-26C37607C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wmf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tmp12.dotx</Template>
  <TotalTime>1</TotalTime>
  <Pages>10</Pages>
  <Words>619</Words>
  <Characters>3531</Characters>
  <Application>Microsoft Office Word</Application>
  <DocSecurity>0</DocSecurity>
  <Lines>29</Lines>
  <Paragraphs>8</Paragraphs>
  <ScaleCrop>false</ScaleCrop>
  <Company>ths</Company>
  <LinksUpToDate>false</LinksUpToDate>
  <CharactersWithSpaces>4142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建筑能效测评报告书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2024-03-09T03:58:00Z</dcterms:created>
  <dcterms:modified xsi:type="dcterms:W3CDTF">2024-03-09T03:59:00Z</dcterms:modified>
</cp:coreProperties>
</file>