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3A0B8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能效测评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16D9A75C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36F63935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EFD765B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CB23B33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D290C31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C9611E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43AC1CA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6BEE1EBD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AC59B4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9E2C6B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4C75D68C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91E24B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4730AE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5D1C4682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FB48D2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C97F84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4E5DE1A4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C9C21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727D68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1CC2A1F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2A6404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EFD76C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B271B54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1CC39E6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2D61D1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3B9B35E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5037CA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E7904C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EAF0AB4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622EBE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4C0ACB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2024年2月24日</w:t>
              </w:r>
            </w:smartTag>
            <w:bookmarkEnd w:id="7"/>
          </w:p>
        </w:tc>
      </w:tr>
    </w:tbl>
    <w:p w14:paraId="6C3A5888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15633BA4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2790BDD6" wp14:editId="76CF8DAF">
            <wp:extent cx="1514634" cy="1514634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3BB27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8FA07A9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35F7FF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1BCF46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能耗计算</w:t>
            </w:r>
            <w:r>
              <w:t>BESI2023</w:t>
            </w:r>
            <w:bookmarkEnd w:id="9"/>
          </w:p>
        </w:tc>
      </w:tr>
      <w:tr w:rsidR="00D40158" w:rsidRPr="00D40158" w14:paraId="40543A1E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B04C73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515B8D9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0CB2D9EB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A465D52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8771D7A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227783D2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45EC4F1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02B630B7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5E08D0A1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133889F5" w14:textId="77777777" w:rsidR="009C4D39" w:rsidRDefault="009C4D39" w:rsidP="009C4D39">
      <w:pPr>
        <w:pStyle w:val="TOC1"/>
      </w:pPr>
    </w:p>
    <w:p w14:paraId="7B112AD5" w14:textId="77777777" w:rsidR="009C4D39" w:rsidRPr="009C4D39" w:rsidRDefault="009C4D39" w:rsidP="009C4D39">
      <w:pPr>
        <w:rPr>
          <w:lang w:val="en-US"/>
        </w:rPr>
        <w:sectPr w:rsidR="009C4D39" w:rsidRPr="009C4D39" w:rsidSect="00CB2087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5CA51B5F" w14:textId="77777777" w:rsidR="00B51927" w:rsidRPr="00B51927" w:rsidRDefault="00B51927" w:rsidP="009C4D39">
      <w:pPr>
        <w:pStyle w:val="TOC1"/>
      </w:pPr>
    </w:p>
    <w:p w14:paraId="4517FE3A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8"/>
        <w:gridCol w:w="6064"/>
      </w:tblGrid>
      <w:tr w:rsidR="00D40158" w:rsidRPr="00FB028F" w14:paraId="62F909AD" w14:textId="77777777">
        <w:tc>
          <w:tcPr>
            <w:tcW w:w="2841" w:type="dxa"/>
            <w:shd w:val="clear" w:color="auto" w:fill="E6E6E6"/>
          </w:tcPr>
          <w:p w14:paraId="4480D46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1D62663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542CC150" w14:textId="77777777">
        <w:tc>
          <w:tcPr>
            <w:tcW w:w="2841" w:type="dxa"/>
            <w:shd w:val="clear" w:color="auto" w:fill="E6E6E6"/>
          </w:tcPr>
          <w:p w14:paraId="06F511A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02B4264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07D467C2" w14:textId="77777777">
        <w:tc>
          <w:tcPr>
            <w:tcW w:w="2841" w:type="dxa"/>
            <w:shd w:val="clear" w:color="auto" w:fill="E6E6E6"/>
          </w:tcPr>
          <w:p w14:paraId="5401064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465A0DE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001DB44D" w14:textId="77777777">
        <w:tc>
          <w:tcPr>
            <w:tcW w:w="2841" w:type="dxa"/>
            <w:shd w:val="clear" w:color="auto" w:fill="E6E6E6"/>
          </w:tcPr>
          <w:p w14:paraId="7A9D353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7C0FAAF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1282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1B052507" w14:textId="77777777">
        <w:tc>
          <w:tcPr>
            <w:tcW w:w="2841" w:type="dxa"/>
            <w:shd w:val="clear" w:color="auto" w:fill="E6E6E6"/>
          </w:tcPr>
          <w:p w14:paraId="0E9A8BD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59F4AFB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612D48C4" w14:textId="77777777">
        <w:tc>
          <w:tcPr>
            <w:tcW w:w="2841" w:type="dxa"/>
            <w:shd w:val="clear" w:color="auto" w:fill="E6E6E6"/>
          </w:tcPr>
          <w:p w14:paraId="2F6A2FA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17B3A0D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10.7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3DE04E51" w14:textId="77777777">
        <w:tc>
          <w:tcPr>
            <w:tcW w:w="2841" w:type="dxa"/>
            <w:shd w:val="clear" w:color="auto" w:fill="E6E6E6"/>
          </w:tcPr>
          <w:p w14:paraId="214D750D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33903224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105</w:t>
            </w:r>
            <w:bookmarkEnd w:id="21"/>
          </w:p>
        </w:tc>
      </w:tr>
      <w:tr w:rsidR="00D40158" w:rsidRPr="00FB028F" w14:paraId="4864A835" w14:textId="77777777">
        <w:tc>
          <w:tcPr>
            <w:tcW w:w="2841" w:type="dxa"/>
            <w:shd w:val="clear" w:color="auto" w:fill="E6E6E6"/>
          </w:tcPr>
          <w:p w14:paraId="61295EF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0B2C953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244CC05D" w14:textId="77777777">
        <w:tc>
          <w:tcPr>
            <w:tcW w:w="2841" w:type="dxa"/>
            <w:shd w:val="clear" w:color="auto" w:fill="E6E6E6"/>
          </w:tcPr>
          <w:p w14:paraId="5895DB8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0814E2C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6E898AA6" w14:textId="77777777">
        <w:tc>
          <w:tcPr>
            <w:tcW w:w="2841" w:type="dxa"/>
            <w:shd w:val="clear" w:color="auto" w:fill="E6E6E6"/>
          </w:tcPr>
          <w:p w14:paraId="2F7C81F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56935DF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2D98F70B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604A3AD5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1ABFF56B" w14:textId="77777777" w:rsidR="0080092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《北京市居住建筑节能设计标准》</w:t>
      </w:r>
      <w:r>
        <w:rPr>
          <w:kern w:val="2"/>
          <w:szCs w:val="24"/>
          <w:lang w:val="en-US"/>
        </w:rPr>
        <w:t>DB11/891-2020</w:t>
      </w:r>
    </w:p>
    <w:p w14:paraId="5136BCE6" w14:textId="77777777" w:rsidR="0080092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3BF991C8" w14:textId="77777777" w:rsidR="0080092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705A7168" w14:textId="77777777" w:rsidR="0080092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</w:t>
      </w:r>
    </w:p>
    <w:p w14:paraId="58BD951F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80092F" w14:paraId="7838B3F7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7C0EA74A" w14:textId="77777777" w:rsidR="0080092F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934CAB3" w14:textId="77777777" w:rsidR="0080092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95128F1" w14:textId="77777777" w:rsidR="0080092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9C7F51" w14:textId="77777777" w:rsidR="0080092F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3CD1122" w14:textId="77777777" w:rsidR="0080092F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D16FC81" w14:textId="77777777" w:rsidR="0080092F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5E1885A" w14:textId="77777777" w:rsidR="0080092F" w:rsidRDefault="00000000">
            <w:pPr>
              <w:jc w:val="center"/>
            </w:pPr>
            <w:r>
              <w:t>备注</w:t>
            </w:r>
          </w:p>
        </w:tc>
      </w:tr>
      <w:tr w:rsidR="0080092F" w14:paraId="4F095F3F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325D11AD" w14:textId="77777777" w:rsidR="0080092F" w:rsidRDefault="0080092F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377BF8EF" w14:textId="77777777" w:rsidR="0080092F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A09AF8F" w14:textId="77777777" w:rsidR="0080092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0A0C668" w14:textId="77777777" w:rsidR="0080092F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2E86C3B" w14:textId="77777777" w:rsidR="0080092F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98CF536" w14:textId="77777777" w:rsidR="0080092F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5FA81A64" w14:textId="77777777" w:rsidR="0080092F" w:rsidRDefault="0080092F">
            <w:pPr>
              <w:jc w:val="center"/>
            </w:pPr>
          </w:p>
        </w:tc>
      </w:tr>
      <w:tr w:rsidR="0080092F" w14:paraId="700C9CD9" w14:textId="77777777">
        <w:tc>
          <w:tcPr>
            <w:tcW w:w="2196" w:type="dxa"/>
            <w:shd w:val="clear" w:color="auto" w:fill="E6E6E6"/>
            <w:vAlign w:val="center"/>
          </w:tcPr>
          <w:p w14:paraId="3597C376" w14:textId="77777777" w:rsidR="0080092F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1A325BF6" w14:textId="77777777" w:rsidR="0080092F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18FEBAE5" w14:textId="77777777" w:rsidR="0080092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F54A473" w14:textId="77777777" w:rsidR="0080092F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D35D7FF" w14:textId="77777777" w:rsidR="0080092F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5AC342B" w14:textId="77777777" w:rsidR="0080092F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A5A2A10" w14:textId="77777777" w:rsidR="0080092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0092F" w14:paraId="5C4A2910" w14:textId="77777777">
        <w:tc>
          <w:tcPr>
            <w:tcW w:w="2196" w:type="dxa"/>
            <w:shd w:val="clear" w:color="auto" w:fill="E6E6E6"/>
            <w:vAlign w:val="center"/>
          </w:tcPr>
          <w:p w14:paraId="2EEA268C" w14:textId="77777777" w:rsidR="0080092F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67D58A1F" w14:textId="77777777" w:rsidR="0080092F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0620A91F" w14:textId="77777777" w:rsidR="0080092F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E04C648" w14:textId="77777777" w:rsidR="0080092F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08377E98" w14:textId="77777777" w:rsidR="0080092F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40036CE" w14:textId="77777777" w:rsidR="0080092F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27434F69" w14:textId="77777777" w:rsidR="0080092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0092F" w14:paraId="73E6D319" w14:textId="77777777">
        <w:tc>
          <w:tcPr>
            <w:tcW w:w="2196" w:type="dxa"/>
            <w:shd w:val="clear" w:color="auto" w:fill="E6E6E6"/>
            <w:vAlign w:val="center"/>
          </w:tcPr>
          <w:p w14:paraId="24163450" w14:textId="77777777" w:rsidR="0080092F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2E1B151" w14:textId="77777777" w:rsidR="0080092F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275C1225" w14:textId="77777777" w:rsidR="0080092F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230E53F" w14:textId="77777777" w:rsidR="0080092F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78D75728" w14:textId="77777777" w:rsidR="0080092F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78379F5A" w14:textId="77777777" w:rsidR="0080092F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08E9296C" w14:textId="77777777" w:rsidR="0080092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0092F" w14:paraId="3F46C2DA" w14:textId="77777777">
        <w:tc>
          <w:tcPr>
            <w:tcW w:w="2196" w:type="dxa"/>
            <w:shd w:val="clear" w:color="auto" w:fill="E6E6E6"/>
            <w:vAlign w:val="center"/>
          </w:tcPr>
          <w:p w14:paraId="793D4F21" w14:textId="77777777" w:rsidR="0080092F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4011984E" w14:textId="77777777" w:rsidR="0080092F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7E0CB0CA" w14:textId="77777777" w:rsidR="0080092F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47E72806" w14:textId="77777777" w:rsidR="0080092F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09F744BA" w14:textId="77777777" w:rsidR="0080092F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6E143F2D" w14:textId="77777777" w:rsidR="0080092F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19C8969D" w14:textId="77777777" w:rsidR="0080092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80092F" w14:paraId="09D236EA" w14:textId="77777777">
        <w:tc>
          <w:tcPr>
            <w:tcW w:w="2196" w:type="dxa"/>
            <w:shd w:val="clear" w:color="auto" w:fill="E6E6E6"/>
            <w:vAlign w:val="center"/>
          </w:tcPr>
          <w:p w14:paraId="18ADF96B" w14:textId="77777777" w:rsidR="0080092F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54637A4" w14:textId="77777777" w:rsidR="0080092F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51D16A24" w14:textId="77777777" w:rsidR="0080092F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9E1BF91" w14:textId="77777777" w:rsidR="0080092F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147F0B60" w14:textId="77777777" w:rsidR="0080092F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68E4125A" w14:textId="77777777" w:rsidR="0080092F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0A0F48B" w14:textId="77777777" w:rsidR="0080092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80092F" w14:paraId="45DE9281" w14:textId="77777777">
        <w:tc>
          <w:tcPr>
            <w:tcW w:w="2196" w:type="dxa"/>
            <w:shd w:val="clear" w:color="auto" w:fill="E6E6E6"/>
            <w:vAlign w:val="center"/>
          </w:tcPr>
          <w:p w14:paraId="60916E3F" w14:textId="77777777" w:rsidR="0080092F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463F4C6A" w14:textId="77777777" w:rsidR="0080092F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05635D12" w14:textId="77777777" w:rsidR="0080092F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FF637DB" w14:textId="77777777" w:rsidR="0080092F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33C9AEDE" w14:textId="77777777" w:rsidR="0080092F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B463A1D" w14:textId="77777777" w:rsidR="0080092F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30303E9B" w14:textId="77777777" w:rsidR="0080092F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0092F" w14:paraId="2D4C36F2" w14:textId="77777777">
        <w:tc>
          <w:tcPr>
            <w:tcW w:w="2196" w:type="dxa"/>
            <w:shd w:val="clear" w:color="auto" w:fill="E6E6E6"/>
            <w:vAlign w:val="center"/>
          </w:tcPr>
          <w:p w14:paraId="06A742AC" w14:textId="77777777" w:rsidR="0080092F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59B571DC" w14:textId="77777777" w:rsidR="0080092F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20DDF9AA" w14:textId="77777777" w:rsidR="0080092F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7EBFA215" w14:textId="77777777" w:rsidR="0080092F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18B9E9BB" w14:textId="77777777" w:rsidR="0080092F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2F486634" w14:textId="77777777" w:rsidR="0080092F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785A65F" w14:textId="77777777" w:rsidR="0080092F" w:rsidRDefault="0080092F">
            <w:pPr>
              <w:rPr>
                <w:sz w:val="18"/>
                <w:szCs w:val="18"/>
              </w:rPr>
            </w:pPr>
          </w:p>
        </w:tc>
      </w:tr>
    </w:tbl>
    <w:p w14:paraId="5FE4B0BD" w14:textId="77777777" w:rsidR="0080092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围护结构概况</w:t>
      </w:r>
    </w:p>
    <w:p w14:paraId="635D1FCB" w14:textId="77777777" w:rsidR="0080092F" w:rsidRDefault="0080092F"/>
    <w:tbl>
      <w:tblPr>
        <w:tblW w:w="52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636"/>
        <w:gridCol w:w="925"/>
        <w:gridCol w:w="759"/>
        <w:gridCol w:w="1364"/>
        <w:gridCol w:w="1052"/>
        <w:gridCol w:w="752"/>
        <w:gridCol w:w="1343"/>
      </w:tblGrid>
      <w:tr w:rsidR="00534C8F" w14:paraId="2975176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699A67C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02" w:type="pct"/>
            <w:gridSpan w:val="3"/>
            <w:shd w:val="clear" w:color="auto" w:fill="E6E6E6"/>
            <w:vAlign w:val="center"/>
          </w:tcPr>
          <w:p w14:paraId="4F94A090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标识建筑</w:t>
            </w:r>
          </w:p>
        </w:tc>
        <w:tc>
          <w:tcPr>
            <w:tcW w:w="1654" w:type="pct"/>
            <w:gridSpan w:val="3"/>
            <w:shd w:val="clear" w:color="auto" w:fill="E6E6E6"/>
            <w:vAlign w:val="center"/>
          </w:tcPr>
          <w:p w14:paraId="13E0930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比对建筑</w:t>
            </w:r>
          </w:p>
        </w:tc>
      </w:tr>
      <w:tr w:rsidR="001B4C07" w14:paraId="141D3008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C10D764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 w:hint="eastAsia"/>
                <w:szCs w:val="21"/>
              </w:rPr>
              <w:t>形</w:t>
            </w:r>
            <w:r>
              <w:rPr>
                <w:rFonts w:hAnsi="宋体" w:hint="eastAsia"/>
                <w:szCs w:val="21"/>
              </w:rPr>
              <w:t>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1602" w:type="pct"/>
            <w:gridSpan w:val="3"/>
            <w:vAlign w:val="center"/>
          </w:tcPr>
          <w:p w14:paraId="7D23D78A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8" w:name="体形系数"/>
            <w:r w:rsidRPr="00C827CC">
              <w:rPr>
                <w:rFonts w:hint="eastAsia"/>
                <w:bCs/>
                <w:szCs w:val="21"/>
              </w:rPr>
              <w:t>0.35</w:t>
            </w:r>
            <w:bookmarkEnd w:id="28"/>
          </w:p>
        </w:tc>
        <w:tc>
          <w:tcPr>
            <w:tcW w:w="1654" w:type="pct"/>
            <w:gridSpan w:val="3"/>
            <w:vAlign w:val="center"/>
          </w:tcPr>
          <w:p w14:paraId="6310BC85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29" w:name="参照建筑体形系数"/>
            <w:r w:rsidRPr="00C827CC">
              <w:rPr>
                <w:rFonts w:hint="eastAsia"/>
                <w:bCs/>
                <w:szCs w:val="21"/>
              </w:rPr>
              <w:t>0.35</w:t>
            </w:r>
            <w:bookmarkEnd w:id="29"/>
          </w:p>
        </w:tc>
      </w:tr>
      <w:tr w:rsidR="001B4C07" w14:paraId="39E6D09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EC86418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28B4C79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0" w:name="屋顶K"/>
            <w:r>
              <w:rPr>
                <w:rFonts w:hint="eastAsia"/>
                <w:bCs/>
                <w:szCs w:val="21"/>
              </w:rPr>
              <w:t>0.85</w:t>
            </w:r>
            <w:bookmarkEnd w:id="30"/>
          </w:p>
        </w:tc>
        <w:tc>
          <w:tcPr>
            <w:tcW w:w="1654" w:type="pct"/>
            <w:gridSpan w:val="3"/>
            <w:vAlign w:val="center"/>
          </w:tcPr>
          <w:p w14:paraId="3A5A6BD0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1" w:name="参照建筑屋顶K"/>
            <w:r w:rsidRPr="00C827CC">
              <w:rPr>
                <w:rFonts w:hint="eastAsia"/>
                <w:bCs/>
                <w:szCs w:val="21"/>
              </w:rPr>
              <w:t>0.15</w:t>
            </w:r>
            <w:bookmarkEnd w:id="31"/>
          </w:p>
        </w:tc>
      </w:tr>
      <w:tr w:rsidR="001B4C07" w14:paraId="5E3C1E5F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6DE373B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75F9B99B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2" w:name="外墙K"/>
            <w:r>
              <w:rPr>
                <w:rFonts w:hint="eastAsia"/>
                <w:bCs/>
                <w:szCs w:val="21"/>
              </w:rPr>
              <w:t>1.36</w:t>
            </w:r>
            <w:bookmarkEnd w:id="32"/>
          </w:p>
        </w:tc>
        <w:tc>
          <w:tcPr>
            <w:tcW w:w="1654" w:type="pct"/>
            <w:gridSpan w:val="3"/>
            <w:vAlign w:val="center"/>
          </w:tcPr>
          <w:p w14:paraId="08527416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3" w:name="参照建筑外墙K"/>
            <w:r w:rsidRPr="00C827CC">
              <w:rPr>
                <w:rFonts w:hint="eastAsia"/>
                <w:bCs/>
                <w:szCs w:val="21"/>
              </w:rPr>
              <w:t>0.23</w:t>
            </w:r>
            <w:bookmarkEnd w:id="33"/>
          </w:p>
        </w:tc>
      </w:tr>
      <w:tr w:rsidR="00185446" w14:paraId="69F95693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3660D0F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1602" w:type="pct"/>
            <w:gridSpan w:val="3"/>
            <w:vAlign w:val="center"/>
          </w:tcPr>
          <w:p w14:paraId="3D0FDD87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4" w:name="房间天窗屋顶比"/>
            <w:bookmarkStart w:id="35" w:name="最不利房间天窗屋顶比"/>
            <w:r>
              <w:rPr>
                <w:rFonts w:hint="eastAsia"/>
                <w:szCs w:val="21"/>
              </w:rPr>
              <w:t>0.00</w:t>
            </w:r>
            <w:bookmarkEnd w:id="34"/>
            <w:bookmarkEnd w:id="35"/>
          </w:p>
        </w:tc>
        <w:tc>
          <w:tcPr>
            <w:tcW w:w="1654" w:type="pct"/>
            <w:gridSpan w:val="3"/>
            <w:vAlign w:val="center"/>
          </w:tcPr>
          <w:p w14:paraId="24B25F28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6" w:name="参照建筑房间天窗屋顶比"/>
            <w:r>
              <w:rPr>
                <w:rFonts w:hint="eastAsia"/>
                <w:szCs w:val="21"/>
              </w:rPr>
              <w:t>－</w:t>
            </w:r>
            <w:bookmarkEnd w:id="36"/>
          </w:p>
        </w:tc>
      </w:tr>
      <w:tr w:rsidR="001B4C07" w14:paraId="385095F1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1D7B257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1858F477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27A72F7B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7" w:name="天窗K"/>
            <w:r>
              <w:rPr>
                <w:rFonts w:hint="eastAsia"/>
                <w:bCs/>
                <w:szCs w:val="21"/>
              </w:rPr>
              <w:t>－</w:t>
            </w:r>
            <w:bookmarkEnd w:id="37"/>
          </w:p>
        </w:tc>
        <w:tc>
          <w:tcPr>
            <w:tcW w:w="1654" w:type="pct"/>
            <w:gridSpan w:val="3"/>
            <w:vAlign w:val="center"/>
          </w:tcPr>
          <w:p w14:paraId="53D548A4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38" w:name="参照建筑天窗K"/>
            <w:r w:rsidRPr="00C827CC">
              <w:rPr>
                <w:rFonts w:hint="eastAsia"/>
                <w:bCs/>
                <w:szCs w:val="21"/>
              </w:rPr>
              <w:t>－</w:t>
            </w:r>
            <w:bookmarkEnd w:id="38"/>
          </w:p>
        </w:tc>
      </w:tr>
      <w:tr w:rsidR="001B4C07" w14:paraId="1F823BA3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06951AA4" w14:textId="77777777" w:rsidR="00000000" w:rsidRDefault="00000000" w:rsidP="00185446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太阳得热</w:t>
            </w: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602" w:type="pct"/>
            <w:gridSpan w:val="3"/>
            <w:vAlign w:val="center"/>
          </w:tcPr>
          <w:p w14:paraId="212BC21F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39" w:name="天窗SC"/>
            <w:r>
              <w:rPr>
                <w:rFonts w:hint="eastAsia"/>
                <w:bCs/>
                <w:szCs w:val="21"/>
              </w:rPr>
              <w:t>－</w:t>
            </w:r>
            <w:bookmarkEnd w:id="39"/>
          </w:p>
        </w:tc>
        <w:tc>
          <w:tcPr>
            <w:tcW w:w="1654" w:type="pct"/>
            <w:gridSpan w:val="3"/>
            <w:vAlign w:val="center"/>
          </w:tcPr>
          <w:p w14:paraId="26C2F01C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0" w:name="参照建筑天窗SC"/>
            <w:r w:rsidRPr="00C827CC">
              <w:rPr>
                <w:rFonts w:hint="eastAsia"/>
                <w:bCs/>
                <w:szCs w:val="21"/>
              </w:rPr>
              <w:t>－</w:t>
            </w:r>
            <w:bookmarkEnd w:id="40"/>
          </w:p>
        </w:tc>
      </w:tr>
      <w:tr w:rsidR="001B4C07" w14:paraId="68884D4D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6236B168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602" w:type="pct"/>
            <w:gridSpan w:val="3"/>
            <w:vAlign w:val="center"/>
          </w:tcPr>
          <w:p w14:paraId="6740D0C6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41" w:name="挑空楼板K"/>
            <w:r>
              <w:rPr>
                <w:rFonts w:hint="eastAsia"/>
                <w:bCs/>
                <w:szCs w:val="21"/>
              </w:rPr>
              <w:t>1.19</w:t>
            </w:r>
            <w:bookmarkEnd w:id="41"/>
          </w:p>
        </w:tc>
        <w:tc>
          <w:tcPr>
            <w:tcW w:w="1654" w:type="pct"/>
            <w:gridSpan w:val="3"/>
            <w:vAlign w:val="center"/>
          </w:tcPr>
          <w:p w14:paraId="3C962EA5" w14:textId="77777777" w:rsidR="00000000" w:rsidRPr="00C827CC" w:rsidRDefault="00000000" w:rsidP="00990D8A">
            <w:pPr>
              <w:jc w:val="center"/>
              <w:rPr>
                <w:bCs/>
                <w:szCs w:val="21"/>
              </w:rPr>
            </w:pPr>
            <w:bookmarkStart w:id="42" w:name="参照建筑挑空楼板K"/>
            <w:r w:rsidRPr="00C827CC">
              <w:rPr>
                <w:rFonts w:hint="eastAsia"/>
                <w:bCs/>
                <w:szCs w:val="21"/>
              </w:rPr>
              <w:t>0.25</w:t>
            </w:r>
            <w:bookmarkEnd w:id="42"/>
          </w:p>
        </w:tc>
      </w:tr>
      <w:tr w:rsidR="00185446" w14:paraId="61CF8D52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500A6940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非供暖地下室顶板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3A7493C4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3" w:name="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3"/>
          </w:p>
        </w:tc>
        <w:tc>
          <w:tcPr>
            <w:tcW w:w="1654" w:type="pct"/>
            <w:gridSpan w:val="3"/>
            <w:vAlign w:val="center"/>
          </w:tcPr>
          <w:p w14:paraId="2555A60A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4" w:name="参照建筑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4"/>
          </w:p>
        </w:tc>
      </w:tr>
      <w:tr w:rsidR="001B4C07" w14:paraId="01981BC8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726D6BC3" w14:textId="77777777" w:rsidR="00000000" w:rsidRPr="00185446" w:rsidRDefault="00000000" w:rsidP="00185446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分隔供暖与非供暖空间的隔墙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6ACC0409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5" w:name="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5"/>
          </w:p>
        </w:tc>
        <w:tc>
          <w:tcPr>
            <w:tcW w:w="1654" w:type="pct"/>
            <w:gridSpan w:val="3"/>
            <w:vAlign w:val="center"/>
          </w:tcPr>
          <w:p w14:paraId="2FC3B233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6" w:name="参照建筑户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46"/>
          </w:p>
        </w:tc>
      </w:tr>
      <w:tr w:rsidR="001B4C07" w14:paraId="58B58BAA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36E858C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分隔供暖与非供暖空间的楼板</w:t>
            </w:r>
            <w:r w:rsidRPr="00185446">
              <w:rPr>
                <w:szCs w:val="21"/>
              </w:rPr>
              <w:t>K [W/(m2·K)]</w:t>
            </w:r>
          </w:p>
        </w:tc>
        <w:tc>
          <w:tcPr>
            <w:tcW w:w="1602" w:type="pct"/>
            <w:gridSpan w:val="3"/>
            <w:vAlign w:val="center"/>
          </w:tcPr>
          <w:p w14:paraId="0206270D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7" w:name="采暖与非采暖楼板K"/>
            <w:bookmarkStart w:id="48" w:name="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7"/>
            <w:bookmarkEnd w:id="48"/>
          </w:p>
        </w:tc>
        <w:tc>
          <w:tcPr>
            <w:tcW w:w="1654" w:type="pct"/>
            <w:gridSpan w:val="3"/>
            <w:vAlign w:val="center"/>
          </w:tcPr>
          <w:p w14:paraId="4114DED6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49" w:name="参照建筑采暖与非采暖楼板K"/>
            <w:bookmarkStart w:id="50" w:name="参照建筑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49"/>
            <w:bookmarkEnd w:id="50"/>
          </w:p>
        </w:tc>
      </w:tr>
      <w:tr w:rsidR="00185446" w14:paraId="7824D470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47BBD405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周边地面保温材料层热阻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0BC1A6CD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1" w:name="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1"/>
          </w:p>
        </w:tc>
        <w:tc>
          <w:tcPr>
            <w:tcW w:w="1654" w:type="pct"/>
            <w:gridSpan w:val="3"/>
            <w:vAlign w:val="center"/>
          </w:tcPr>
          <w:p w14:paraId="1F28B7ED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2" w:name="参照建筑周边地面保温层R"/>
            <w:r w:rsidRPr="00C827CC">
              <w:rPr>
                <w:rFonts w:hint="eastAsia"/>
                <w:bCs/>
                <w:szCs w:val="21"/>
              </w:rPr>
              <w:t>－</w:t>
            </w:r>
            <w:bookmarkEnd w:id="52"/>
          </w:p>
        </w:tc>
      </w:tr>
      <w:tr w:rsidR="00185446" w14:paraId="6E8C5446" w14:textId="77777777" w:rsidTr="00534C8F">
        <w:trPr>
          <w:jc w:val="center"/>
        </w:trPr>
        <w:tc>
          <w:tcPr>
            <w:tcW w:w="1744" w:type="pct"/>
            <w:gridSpan w:val="2"/>
            <w:shd w:val="clear" w:color="auto" w:fill="E6E6E6"/>
            <w:vAlign w:val="center"/>
          </w:tcPr>
          <w:p w14:paraId="37F6C89F" w14:textId="77777777" w:rsidR="00000000" w:rsidRPr="00185446" w:rsidRDefault="00000000" w:rsidP="00C807BB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地下室外墙保温材料层热阻</w:t>
            </w:r>
            <w:r w:rsidRPr="00534C8F">
              <w:rPr>
                <w:szCs w:val="21"/>
              </w:rPr>
              <w:t xml:space="preserve"> R [(m2</w:t>
            </w:r>
            <w:r w:rsidRPr="00534C8F">
              <w:rPr>
                <w:rFonts w:hint="eastAsia"/>
                <w:szCs w:val="21"/>
              </w:rPr>
              <w:t>·</w:t>
            </w:r>
            <w:r w:rsidRPr="00534C8F">
              <w:rPr>
                <w:szCs w:val="21"/>
              </w:rPr>
              <w:t>K)/W</w:t>
            </w:r>
          </w:p>
        </w:tc>
        <w:tc>
          <w:tcPr>
            <w:tcW w:w="1602" w:type="pct"/>
            <w:gridSpan w:val="3"/>
            <w:vAlign w:val="center"/>
          </w:tcPr>
          <w:p w14:paraId="117B4006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3" w:name="地下墙保温层R"/>
            <w:r>
              <w:rPr>
                <w:rFonts w:hint="eastAsia"/>
                <w:bCs/>
                <w:szCs w:val="21"/>
              </w:rPr>
              <w:t>－</w:t>
            </w:r>
            <w:bookmarkEnd w:id="53"/>
          </w:p>
        </w:tc>
        <w:tc>
          <w:tcPr>
            <w:tcW w:w="1654" w:type="pct"/>
            <w:gridSpan w:val="3"/>
            <w:vAlign w:val="center"/>
          </w:tcPr>
          <w:p w14:paraId="4053EBDD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54" w:name="参照建筑地下墙保温层R"/>
            <w:r>
              <w:rPr>
                <w:rFonts w:hint="eastAsia"/>
                <w:bCs/>
                <w:szCs w:val="21"/>
              </w:rPr>
              <w:t>－</w:t>
            </w:r>
            <w:bookmarkEnd w:id="54"/>
          </w:p>
        </w:tc>
      </w:tr>
      <w:tr w:rsidR="00660FFA" w14:paraId="3301E110" w14:textId="77777777" w:rsidTr="00534C8F">
        <w:trPr>
          <w:cantSplit/>
          <w:trHeight w:val="1243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 w14:paraId="1889FD37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 w14:paraId="00C3DD28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 w14:paraId="75080784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 w14:paraId="501557CD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5DD63AC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17" w:type="pct"/>
            <w:shd w:val="clear" w:color="auto" w:fill="E6E6E6"/>
            <w:vAlign w:val="center"/>
          </w:tcPr>
          <w:p w14:paraId="7E9A9074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553" w:type="pct"/>
            <w:shd w:val="clear" w:color="auto" w:fill="E6E6E6"/>
            <w:vAlign w:val="center"/>
          </w:tcPr>
          <w:p w14:paraId="0AA4A502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695B02B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6384CB4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06" w:type="pct"/>
            <w:shd w:val="clear" w:color="auto" w:fill="E6E6E6"/>
            <w:vAlign w:val="center"/>
          </w:tcPr>
          <w:p w14:paraId="78781D1D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</w:tr>
      <w:tr w:rsidR="00660FFA" w14:paraId="31737EEE" w14:textId="77777777" w:rsidTr="00660FFA">
        <w:trPr>
          <w:cantSplit/>
          <w:trHeight w:hRule="exact" w:val="255"/>
          <w:jc w:val="center"/>
        </w:trPr>
        <w:tc>
          <w:tcPr>
            <w:tcW w:w="884" w:type="pct"/>
            <w:vMerge/>
            <w:vAlign w:val="center"/>
          </w:tcPr>
          <w:p w14:paraId="6A2402A5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028659FF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 w14:paraId="77374E3F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5" w:name="窗墙比－南向"/>
            <w:bookmarkStart w:id="56" w:name="最不利开间窗墙比－南向"/>
            <w:r>
              <w:rPr>
                <w:rFonts w:hint="eastAsia"/>
                <w:bCs/>
                <w:szCs w:val="21"/>
              </w:rPr>
              <w:t>0.35</w:t>
            </w:r>
            <w:bookmarkEnd w:id="55"/>
            <w:bookmarkEnd w:id="56"/>
          </w:p>
        </w:tc>
        <w:tc>
          <w:tcPr>
            <w:tcW w:w="399" w:type="pct"/>
            <w:vMerge w:val="restart"/>
            <w:vAlign w:val="center"/>
          </w:tcPr>
          <w:p w14:paraId="1FC1B316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57" w:name="外窗K－南向"/>
            <w:bookmarkStart w:id="58" w:name="最不利窗墙比房间外窗K－南向"/>
            <w:r>
              <w:rPr>
                <w:rFonts w:hint="eastAsia"/>
                <w:bCs/>
                <w:szCs w:val="21"/>
              </w:rPr>
              <w:t>3.90</w:t>
            </w:r>
            <w:bookmarkEnd w:id="57"/>
            <w:bookmarkEnd w:id="58"/>
          </w:p>
        </w:tc>
        <w:tc>
          <w:tcPr>
            <w:tcW w:w="717" w:type="pct"/>
            <w:vMerge w:val="restart"/>
            <w:vAlign w:val="center"/>
          </w:tcPr>
          <w:p w14:paraId="650028A2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bookmarkStart w:id="59" w:name="外窗SHGC－夏季－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59"/>
          </w:p>
        </w:tc>
        <w:tc>
          <w:tcPr>
            <w:tcW w:w="553" w:type="pct"/>
            <w:vAlign w:val="center"/>
          </w:tcPr>
          <w:p w14:paraId="5223C04B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094D73C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0" w:name="外窗K一档限值－南向"/>
            <w:r>
              <w:rPr>
                <w:rFonts w:hint="eastAsia"/>
                <w:bCs/>
                <w:szCs w:val="21"/>
              </w:rPr>
              <w:t>1.40</w:t>
            </w:r>
            <w:bookmarkEnd w:id="60"/>
          </w:p>
        </w:tc>
        <w:tc>
          <w:tcPr>
            <w:tcW w:w="706" w:type="pct"/>
            <w:vAlign w:val="center"/>
          </w:tcPr>
          <w:p w14:paraId="2911F868" w14:textId="77777777" w:rsidR="00000000" w:rsidRDefault="00000000" w:rsidP="00710C5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1E8A4E2B" w14:textId="77777777" w:rsidTr="00660FFA">
        <w:trPr>
          <w:cantSplit/>
          <w:trHeight w:hRule="exact" w:val="310"/>
          <w:jc w:val="center"/>
        </w:trPr>
        <w:tc>
          <w:tcPr>
            <w:tcW w:w="884" w:type="pct"/>
            <w:vMerge/>
            <w:vAlign w:val="center"/>
          </w:tcPr>
          <w:p w14:paraId="36D93F70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47637066" w14:textId="77777777" w:rsidR="00000000" w:rsidRDefault="00000000" w:rsidP="00FB3A5C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4CDBC22F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25B569B4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3BA4F60F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428064DB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52AA035E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61" w:name="外窗K二档限值－南向"/>
            <w:r>
              <w:rPr>
                <w:rFonts w:hint="eastAsia"/>
                <w:bCs/>
                <w:szCs w:val="21"/>
              </w:rPr>
              <w:t>1.40</w:t>
            </w:r>
            <w:bookmarkEnd w:id="61"/>
          </w:p>
        </w:tc>
        <w:tc>
          <w:tcPr>
            <w:tcW w:w="706" w:type="pct"/>
            <w:vAlign w:val="center"/>
          </w:tcPr>
          <w:p w14:paraId="5F5016DF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62D604E8" w14:textId="77777777" w:rsidTr="00660FFA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3AE58357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11EC718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 w14:paraId="36CC287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2" w:name="窗墙比－北向"/>
            <w:bookmarkStart w:id="63" w:name="最不利开间窗墙比－北向"/>
            <w:r>
              <w:rPr>
                <w:rFonts w:hint="eastAsia"/>
                <w:bCs/>
                <w:szCs w:val="21"/>
              </w:rPr>
              <w:t>0.34</w:t>
            </w:r>
            <w:bookmarkEnd w:id="62"/>
            <w:bookmarkEnd w:id="63"/>
          </w:p>
        </w:tc>
        <w:tc>
          <w:tcPr>
            <w:tcW w:w="399" w:type="pct"/>
            <w:vMerge w:val="restart"/>
            <w:vAlign w:val="center"/>
          </w:tcPr>
          <w:p w14:paraId="5139A16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4" w:name="外窗K－北向"/>
            <w:bookmarkStart w:id="65" w:name="最不利窗墙比房间外窗K－北向"/>
            <w:r w:rsidRPr="003C4BE4">
              <w:rPr>
                <w:rFonts w:hint="eastAsia"/>
                <w:bCs/>
                <w:szCs w:val="21"/>
              </w:rPr>
              <w:t>3.90</w:t>
            </w:r>
            <w:bookmarkEnd w:id="64"/>
            <w:bookmarkEnd w:id="65"/>
          </w:p>
        </w:tc>
        <w:tc>
          <w:tcPr>
            <w:tcW w:w="717" w:type="pct"/>
            <w:vMerge w:val="restart"/>
            <w:vAlign w:val="center"/>
          </w:tcPr>
          <w:p w14:paraId="2AF167B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6" w:name="外窗SHGC－夏季－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66"/>
          </w:p>
        </w:tc>
        <w:tc>
          <w:tcPr>
            <w:tcW w:w="553" w:type="pct"/>
            <w:vAlign w:val="center"/>
          </w:tcPr>
          <w:p w14:paraId="0A2406D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2327EEA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7" w:name="外窗K一档限值－北向"/>
            <w:r>
              <w:rPr>
                <w:rFonts w:hint="eastAsia"/>
                <w:bCs/>
                <w:szCs w:val="21"/>
              </w:rPr>
              <w:t>1.40</w:t>
            </w:r>
            <w:bookmarkEnd w:id="67"/>
          </w:p>
        </w:tc>
        <w:tc>
          <w:tcPr>
            <w:tcW w:w="706" w:type="pct"/>
            <w:vAlign w:val="center"/>
          </w:tcPr>
          <w:p w14:paraId="4DFC4AF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5E82A732" w14:textId="77777777" w:rsidTr="00534C8F">
        <w:trPr>
          <w:cantSplit/>
          <w:trHeight w:val="210"/>
          <w:jc w:val="center"/>
        </w:trPr>
        <w:tc>
          <w:tcPr>
            <w:tcW w:w="884" w:type="pct"/>
            <w:vMerge/>
            <w:vAlign w:val="center"/>
          </w:tcPr>
          <w:p w14:paraId="4787242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2683C1C5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27AD59D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405D4F13" w14:textId="77777777" w:rsidR="00000000" w:rsidRPr="003C4BE4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56AF52EF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1F0D7C2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6360E27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8" w:name="外窗K二档限值－北向"/>
            <w:r>
              <w:rPr>
                <w:rFonts w:hint="eastAsia"/>
                <w:bCs/>
                <w:szCs w:val="21"/>
              </w:rPr>
              <w:t>1.40</w:t>
            </w:r>
            <w:bookmarkEnd w:id="68"/>
          </w:p>
        </w:tc>
        <w:tc>
          <w:tcPr>
            <w:tcW w:w="706" w:type="pct"/>
            <w:vAlign w:val="center"/>
          </w:tcPr>
          <w:p w14:paraId="16DE056B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03267B66" w14:textId="77777777" w:rsidTr="00660FFA">
        <w:trPr>
          <w:cantSplit/>
          <w:trHeight w:val="285"/>
          <w:jc w:val="center"/>
        </w:trPr>
        <w:tc>
          <w:tcPr>
            <w:tcW w:w="884" w:type="pct"/>
            <w:vMerge/>
            <w:vAlign w:val="center"/>
          </w:tcPr>
          <w:p w14:paraId="55551463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3BFBF108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 w14:paraId="4B5A9C4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69" w:name="窗墙比－东向"/>
            <w:bookmarkStart w:id="70" w:name="最不利开间窗墙比－东向"/>
            <w:r>
              <w:rPr>
                <w:rFonts w:hint="eastAsia"/>
                <w:bCs/>
                <w:szCs w:val="21"/>
              </w:rPr>
              <w:t>0.36</w:t>
            </w:r>
            <w:bookmarkEnd w:id="69"/>
            <w:bookmarkEnd w:id="70"/>
          </w:p>
        </w:tc>
        <w:tc>
          <w:tcPr>
            <w:tcW w:w="399" w:type="pct"/>
            <w:vMerge w:val="restart"/>
            <w:vAlign w:val="center"/>
          </w:tcPr>
          <w:p w14:paraId="6E2AC1A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1" w:name="外窗K－东向"/>
            <w:bookmarkStart w:id="72" w:name="最不利窗墙比房间外窗K－东向"/>
            <w:r>
              <w:rPr>
                <w:rFonts w:hint="eastAsia"/>
                <w:bCs/>
                <w:szCs w:val="21"/>
              </w:rPr>
              <w:t>3.90</w:t>
            </w:r>
            <w:bookmarkEnd w:id="71"/>
            <w:bookmarkEnd w:id="72"/>
          </w:p>
        </w:tc>
        <w:tc>
          <w:tcPr>
            <w:tcW w:w="717" w:type="pct"/>
            <w:vMerge w:val="restart"/>
            <w:vAlign w:val="center"/>
          </w:tcPr>
          <w:p w14:paraId="7954571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3" w:name="外窗SHGC－夏季－东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73"/>
          </w:p>
        </w:tc>
        <w:tc>
          <w:tcPr>
            <w:tcW w:w="553" w:type="pct"/>
            <w:vAlign w:val="center"/>
          </w:tcPr>
          <w:p w14:paraId="339F1B4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9E7271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4" w:name="外窗K一档限值－东向"/>
            <w:r>
              <w:rPr>
                <w:rFonts w:hint="eastAsia"/>
                <w:bCs/>
                <w:szCs w:val="21"/>
              </w:rPr>
              <w:t>1.40</w:t>
            </w:r>
            <w:bookmarkEnd w:id="74"/>
          </w:p>
        </w:tc>
        <w:tc>
          <w:tcPr>
            <w:tcW w:w="706" w:type="pct"/>
            <w:vAlign w:val="center"/>
          </w:tcPr>
          <w:p w14:paraId="33D4BB6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52B3164A" w14:textId="77777777" w:rsidTr="00534C8F">
        <w:trPr>
          <w:cantSplit/>
          <w:trHeight w:val="154"/>
          <w:jc w:val="center"/>
        </w:trPr>
        <w:tc>
          <w:tcPr>
            <w:tcW w:w="884" w:type="pct"/>
            <w:vMerge/>
            <w:vAlign w:val="center"/>
          </w:tcPr>
          <w:p w14:paraId="765899C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401010BB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435EB19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22CF0D8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7C45AAB5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17B2DF5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442EAA3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5" w:name="外窗K二档限值－东向"/>
            <w:r>
              <w:rPr>
                <w:rFonts w:hint="eastAsia"/>
                <w:bCs/>
                <w:szCs w:val="21"/>
              </w:rPr>
              <w:t>1.40</w:t>
            </w:r>
            <w:bookmarkEnd w:id="75"/>
          </w:p>
        </w:tc>
        <w:tc>
          <w:tcPr>
            <w:tcW w:w="706" w:type="pct"/>
            <w:vAlign w:val="center"/>
          </w:tcPr>
          <w:p w14:paraId="4D445D10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665D14BE" w14:textId="77777777" w:rsidTr="00660FFA">
        <w:trPr>
          <w:cantSplit/>
          <w:trHeight w:val="184"/>
          <w:jc w:val="center"/>
        </w:trPr>
        <w:tc>
          <w:tcPr>
            <w:tcW w:w="884" w:type="pct"/>
            <w:vMerge/>
            <w:vAlign w:val="center"/>
          </w:tcPr>
          <w:p w14:paraId="3B6AE8CE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0F71EB1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 w14:paraId="2054E3C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/>
                <w:bCs/>
                <w:szCs w:val="21"/>
              </w:rPr>
              <w:t>0.47</w:t>
            </w:r>
            <w:bookmarkEnd w:id="76"/>
            <w:bookmarkEnd w:id="77"/>
          </w:p>
        </w:tc>
        <w:tc>
          <w:tcPr>
            <w:tcW w:w="399" w:type="pct"/>
            <w:vMerge w:val="restart"/>
            <w:vAlign w:val="center"/>
          </w:tcPr>
          <w:p w14:paraId="73B2AD3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78" w:name="外窗K－西向"/>
            <w:bookmarkStart w:id="79" w:name="最不利窗墙比房间外窗K－西向"/>
            <w:r>
              <w:rPr>
                <w:rFonts w:hint="eastAsia"/>
                <w:bCs/>
                <w:szCs w:val="21"/>
              </w:rPr>
              <w:t>3.90</w:t>
            </w:r>
            <w:bookmarkEnd w:id="78"/>
            <w:bookmarkEnd w:id="79"/>
          </w:p>
        </w:tc>
        <w:tc>
          <w:tcPr>
            <w:tcW w:w="717" w:type="pct"/>
            <w:vMerge w:val="restart"/>
            <w:vAlign w:val="center"/>
          </w:tcPr>
          <w:p w14:paraId="28AB2C9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0" w:name="外窗SHGC－夏季－西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80"/>
          </w:p>
        </w:tc>
        <w:tc>
          <w:tcPr>
            <w:tcW w:w="553" w:type="pct"/>
            <w:vAlign w:val="center"/>
          </w:tcPr>
          <w:p w14:paraId="49DA2CA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51F05C1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1" w:name="外窗K一档限值－西向"/>
            <w:r>
              <w:rPr>
                <w:rFonts w:hint="eastAsia"/>
                <w:bCs/>
                <w:szCs w:val="21"/>
              </w:rPr>
              <w:t>1.40</w:t>
            </w:r>
            <w:bookmarkEnd w:id="81"/>
          </w:p>
        </w:tc>
        <w:tc>
          <w:tcPr>
            <w:tcW w:w="706" w:type="pct"/>
            <w:vAlign w:val="center"/>
          </w:tcPr>
          <w:p w14:paraId="0D0A7CA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  <w:tr w:rsidR="00660FFA" w14:paraId="7CA3A5B0" w14:textId="77777777" w:rsidTr="00534C8F">
        <w:trPr>
          <w:cantSplit/>
          <w:trHeight w:val="255"/>
          <w:jc w:val="center"/>
        </w:trPr>
        <w:tc>
          <w:tcPr>
            <w:tcW w:w="884" w:type="pct"/>
            <w:vMerge/>
            <w:vAlign w:val="center"/>
          </w:tcPr>
          <w:p w14:paraId="1BF1A37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0" w:type="pct"/>
            <w:vMerge/>
            <w:shd w:val="clear" w:color="auto" w:fill="E6E6E6"/>
            <w:vAlign w:val="center"/>
          </w:tcPr>
          <w:p w14:paraId="2018583C" w14:textId="77777777" w:rsidR="00000000" w:rsidRDefault="00000000" w:rsidP="00660FFA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486" w:type="pct"/>
            <w:vMerge/>
            <w:vAlign w:val="center"/>
          </w:tcPr>
          <w:p w14:paraId="60FDA70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14:paraId="7DFD77F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17" w:type="pct"/>
            <w:vMerge/>
            <w:vAlign w:val="center"/>
          </w:tcPr>
          <w:p w14:paraId="7FF0BA1C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5120D3F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＞</w:t>
            </w:r>
            <w:r>
              <w:rPr>
                <w:rFonts w:hint="eastAsia"/>
                <w:bCs/>
                <w:szCs w:val="21"/>
              </w:rPr>
              <w:t>0.30</w:t>
            </w:r>
          </w:p>
        </w:tc>
        <w:tc>
          <w:tcPr>
            <w:tcW w:w="395" w:type="pct"/>
            <w:vAlign w:val="center"/>
          </w:tcPr>
          <w:p w14:paraId="73704DB8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82" w:name="外窗K二档限值－西向"/>
            <w:r>
              <w:rPr>
                <w:rFonts w:hint="eastAsia"/>
                <w:bCs/>
                <w:szCs w:val="21"/>
              </w:rPr>
              <w:t>1.40</w:t>
            </w:r>
            <w:bookmarkEnd w:id="82"/>
          </w:p>
        </w:tc>
        <w:tc>
          <w:tcPr>
            <w:tcW w:w="706" w:type="pct"/>
            <w:vAlign w:val="center"/>
          </w:tcPr>
          <w:p w14:paraId="36628561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——</w:t>
            </w:r>
          </w:p>
        </w:tc>
      </w:tr>
    </w:tbl>
    <w:p w14:paraId="2D184DC5" w14:textId="77777777" w:rsidR="0080092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</w:t>
      </w:r>
      <w:r>
        <w:rPr>
          <w:kern w:val="2"/>
          <w:szCs w:val="24"/>
          <w:lang w:val="en-US"/>
        </w:rPr>
        <w:t xml:space="preserve">1. — </w:t>
      </w:r>
      <w:r>
        <w:rPr>
          <w:kern w:val="2"/>
          <w:szCs w:val="24"/>
          <w:lang w:val="en-US"/>
        </w:rPr>
        <w:t>代表本工程无对应项</w:t>
      </w:r>
      <w:r>
        <w:rPr>
          <w:kern w:val="2"/>
          <w:szCs w:val="24"/>
          <w:lang w:val="en-US"/>
        </w:rPr>
        <w:t>; 2. ——</w:t>
      </w:r>
      <w:r>
        <w:rPr>
          <w:kern w:val="2"/>
          <w:szCs w:val="24"/>
          <w:lang w:val="en-US"/>
        </w:rPr>
        <w:t>代表参照建筑不要求，取值同设计建筑。</w:t>
      </w:r>
    </w:p>
    <w:p w14:paraId="186C49B9" w14:textId="77777777" w:rsidR="0080092F" w:rsidRDefault="0080092F">
      <w:pPr>
        <w:widowControl w:val="0"/>
        <w:jc w:val="both"/>
        <w:rPr>
          <w:kern w:val="2"/>
          <w:szCs w:val="24"/>
          <w:lang w:val="en-US"/>
        </w:rPr>
      </w:pPr>
    </w:p>
    <w:p w14:paraId="0D54F8CE" w14:textId="77777777" w:rsidR="0080092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标识建筑</w:t>
      </w:r>
    </w:p>
    <w:p w14:paraId="0FD9ABF7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2CA6CDE4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80092F" w14:paraId="277DBBC9" w14:textId="77777777">
        <w:tc>
          <w:tcPr>
            <w:tcW w:w="1567" w:type="dxa"/>
            <w:shd w:val="clear" w:color="auto" w:fill="E6E6E6"/>
            <w:vAlign w:val="center"/>
          </w:tcPr>
          <w:p w14:paraId="16356F49" w14:textId="77777777" w:rsidR="0080092F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1AFAF3A0" w14:textId="77777777" w:rsidR="0080092F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28610C21" w14:textId="77777777" w:rsidR="0080092F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E1B2103" w14:textId="77777777" w:rsidR="0080092F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1CE2D74" w14:textId="77777777" w:rsidR="0080092F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DB2B247" w14:textId="77777777" w:rsidR="0080092F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B6E204B" w14:textId="77777777" w:rsidR="0080092F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D99033" w14:textId="77777777" w:rsidR="0080092F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0092F" w14:paraId="7EAFD2BE" w14:textId="77777777">
        <w:tc>
          <w:tcPr>
            <w:tcW w:w="1567" w:type="dxa"/>
            <w:shd w:val="clear" w:color="auto" w:fill="E6E6E6"/>
            <w:vAlign w:val="center"/>
          </w:tcPr>
          <w:p w14:paraId="1D99DDE5" w14:textId="77777777" w:rsidR="0080092F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32E265CC" w14:textId="77777777" w:rsidR="0080092F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2680127" w14:textId="77777777" w:rsidR="0080092F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5B00F7EE" w14:textId="77777777" w:rsidR="0080092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F34393B" w14:textId="77777777" w:rsidR="0080092F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184691F" w14:textId="77777777" w:rsidR="0080092F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FC1982F" w14:textId="77777777" w:rsidR="0080092F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0F83FAD" w14:textId="77777777" w:rsidR="0080092F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3A34CFD0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17154418" w14:textId="77777777" w:rsidR="0080092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25E204EB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p w14:paraId="6AE367B0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系统分区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80092F" w14:paraId="0474AB6F" w14:textId="77777777">
        <w:tc>
          <w:tcPr>
            <w:tcW w:w="1131" w:type="dxa"/>
            <w:shd w:val="clear" w:color="auto" w:fill="E6E6E6"/>
            <w:vAlign w:val="center"/>
          </w:tcPr>
          <w:p w14:paraId="310DAD3F" w14:textId="77777777" w:rsidR="0080092F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74BC0959" w14:textId="77777777" w:rsidR="0080092F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BF95C3" w14:textId="77777777" w:rsidR="0080092F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E1528E" w14:textId="77777777" w:rsidR="0080092F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3B28B6AD" w14:textId="77777777" w:rsidR="0080092F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23F4E151" w14:textId="77777777" w:rsidR="0080092F" w:rsidRDefault="00000000">
            <w:pPr>
              <w:jc w:val="center"/>
            </w:pPr>
            <w:r>
              <w:t>包含的房间</w:t>
            </w:r>
          </w:p>
        </w:tc>
      </w:tr>
      <w:tr w:rsidR="0080092F" w14:paraId="34DEB236" w14:textId="77777777">
        <w:tc>
          <w:tcPr>
            <w:tcW w:w="1131" w:type="dxa"/>
            <w:vAlign w:val="center"/>
          </w:tcPr>
          <w:p w14:paraId="0AE16DFC" w14:textId="77777777" w:rsidR="0080092F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054519EB" w14:textId="77777777" w:rsidR="0080092F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46FFF6C8" w14:textId="77777777" w:rsidR="0080092F" w:rsidRDefault="00000000">
            <w:r>
              <w:t>2.30</w:t>
            </w:r>
          </w:p>
        </w:tc>
        <w:tc>
          <w:tcPr>
            <w:tcW w:w="848" w:type="dxa"/>
            <w:vAlign w:val="center"/>
          </w:tcPr>
          <w:p w14:paraId="64AB2926" w14:textId="77777777" w:rsidR="0080092F" w:rsidRDefault="00000000">
            <w:r>
              <w:t>1.90</w:t>
            </w:r>
          </w:p>
        </w:tc>
        <w:tc>
          <w:tcPr>
            <w:tcW w:w="905" w:type="dxa"/>
            <w:vAlign w:val="center"/>
          </w:tcPr>
          <w:p w14:paraId="1556967C" w14:textId="77777777" w:rsidR="0080092F" w:rsidRDefault="00000000">
            <w:r>
              <w:t>1142.88</w:t>
            </w:r>
          </w:p>
        </w:tc>
        <w:tc>
          <w:tcPr>
            <w:tcW w:w="3673" w:type="dxa"/>
            <w:vAlign w:val="center"/>
          </w:tcPr>
          <w:p w14:paraId="35D7DA4E" w14:textId="77777777" w:rsidR="0080092F" w:rsidRDefault="00000000">
            <w:r>
              <w:t>所有房间</w:t>
            </w:r>
          </w:p>
        </w:tc>
      </w:tr>
    </w:tbl>
    <w:p w14:paraId="5E678D38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热回收参数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80092F" w14:paraId="7C112418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45A181BF" w14:textId="77777777" w:rsidR="0080092F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5FFB6582" w14:textId="77777777" w:rsidR="0080092F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4A72265C" w14:textId="77777777" w:rsidR="0080092F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1836741C" w14:textId="77777777" w:rsidR="0080092F" w:rsidRDefault="00000000">
            <w:pPr>
              <w:jc w:val="center"/>
            </w:pPr>
            <w:r>
              <w:t>供暖</w:t>
            </w:r>
          </w:p>
        </w:tc>
      </w:tr>
      <w:tr w:rsidR="0080092F" w14:paraId="7B53E6C8" w14:textId="77777777">
        <w:tc>
          <w:tcPr>
            <w:tcW w:w="1131" w:type="dxa"/>
            <w:vMerge/>
            <w:vAlign w:val="center"/>
          </w:tcPr>
          <w:p w14:paraId="38A2A953" w14:textId="77777777" w:rsidR="0080092F" w:rsidRDefault="0080092F"/>
        </w:tc>
        <w:tc>
          <w:tcPr>
            <w:tcW w:w="1262" w:type="dxa"/>
            <w:vMerge/>
            <w:vAlign w:val="center"/>
          </w:tcPr>
          <w:p w14:paraId="5346B1B0" w14:textId="77777777" w:rsidR="0080092F" w:rsidRDefault="0080092F"/>
        </w:tc>
        <w:tc>
          <w:tcPr>
            <w:tcW w:w="1731" w:type="dxa"/>
            <w:vAlign w:val="center"/>
          </w:tcPr>
          <w:p w14:paraId="5A1B934A" w14:textId="77777777" w:rsidR="0080092F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6EEE5C5D" w14:textId="77777777" w:rsidR="0080092F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495A5DDC" w14:textId="77777777" w:rsidR="0080092F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2ACFA75A" w14:textId="77777777" w:rsidR="0080092F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80092F" w14:paraId="239E1BE5" w14:textId="77777777">
        <w:tc>
          <w:tcPr>
            <w:tcW w:w="1131" w:type="dxa"/>
            <w:vAlign w:val="center"/>
          </w:tcPr>
          <w:p w14:paraId="5CC9849C" w14:textId="77777777" w:rsidR="0080092F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39F13B8D" w14:textId="77777777" w:rsidR="0080092F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768652C2" w14:textId="77777777" w:rsidR="0080092F" w:rsidRDefault="0080092F"/>
        </w:tc>
        <w:tc>
          <w:tcPr>
            <w:tcW w:w="1731" w:type="dxa"/>
            <w:vAlign w:val="center"/>
          </w:tcPr>
          <w:p w14:paraId="1A21C1B5" w14:textId="77777777" w:rsidR="0080092F" w:rsidRDefault="0080092F"/>
        </w:tc>
        <w:tc>
          <w:tcPr>
            <w:tcW w:w="1731" w:type="dxa"/>
            <w:vAlign w:val="center"/>
          </w:tcPr>
          <w:p w14:paraId="1C10FF84" w14:textId="77777777" w:rsidR="0080092F" w:rsidRDefault="0080092F"/>
        </w:tc>
        <w:tc>
          <w:tcPr>
            <w:tcW w:w="1731" w:type="dxa"/>
            <w:vAlign w:val="center"/>
          </w:tcPr>
          <w:p w14:paraId="53273EB9" w14:textId="77777777" w:rsidR="0080092F" w:rsidRDefault="0080092F"/>
        </w:tc>
      </w:tr>
    </w:tbl>
    <w:p w14:paraId="03A0EE1F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4FDBCB24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多联机/单元式热泵能耗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80092F" w14:paraId="25F69A78" w14:textId="77777777">
        <w:tc>
          <w:tcPr>
            <w:tcW w:w="2196" w:type="dxa"/>
            <w:shd w:val="clear" w:color="auto" w:fill="E6E6E6"/>
            <w:vAlign w:val="center"/>
          </w:tcPr>
          <w:p w14:paraId="3E0D008A" w14:textId="77777777" w:rsidR="0080092F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13DA8D85" w14:textId="77777777" w:rsidR="0080092F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4273E38F" w14:textId="77777777" w:rsidR="0080092F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72EDC049" w14:textId="77777777" w:rsidR="0080092F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80092F" w14:paraId="53994803" w14:textId="77777777">
        <w:tc>
          <w:tcPr>
            <w:tcW w:w="2196" w:type="dxa"/>
            <w:shd w:val="clear" w:color="auto" w:fill="E6E6E6"/>
            <w:vAlign w:val="center"/>
          </w:tcPr>
          <w:p w14:paraId="0090C171" w14:textId="77777777" w:rsidR="0080092F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4C59C957" w14:textId="77777777" w:rsidR="0080092F" w:rsidRDefault="00000000">
            <w:r>
              <w:t>1.90</w:t>
            </w:r>
          </w:p>
        </w:tc>
        <w:tc>
          <w:tcPr>
            <w:tcW w:w="2473" w:type="dxa"/>
            <w:vAlign w:val="center"/>
          </w:tcPr>
          <w:p w14:paraId="2B8DFEC7" w14:textId="77777777" w:rsidR="0080092F" w:rsidRDefault="00000000">
            <w:r>
              <w:t>138393</w:t>
            </w:r>
          </w:p>
        </w:tc>
        <w:tc>
          <w:tcPr>
            <w:tcW w:w="2473" w:type="dxa"/>
            <w:vAlign w:val="center"/>
          </w:tcPr>
          <w:p w14:paraId="0173D404" w14:textId="77777777" w:rsidR="0080092F" w:rsidRDefault="00000000">
            <w:r>
              <w:t>72838</w:t>
            </w:r>
          </w:p>
        </w:tc>
      </w:tr>
    </w:tbl>
    <w:p w14:paraId="3A6C7B86" w14:textId="77777777" w:rsidR="0080092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比对建筑</w:t>
      </w:r>
    </w:p>
    <w:p w14:paraId="6ECBA037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房间类型</w:t>
      </w:r>
    </w:p>
    <w:p w14:paraId="14CE4456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房间表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80092F" w14:paraId="210771A4" w14:textId="77777777">
        <w:tc>
          <w:tcPr>
            <w:tcW w:w="1567" w:type="dxa"/>
            <w:shd w:val="clear" w:color="auto" w:fill="E6E6E6"/>
            <w:vAlign w:val="center"/>
          </w:tcPr>
          <w:p w14:paraId="48204F83" w14:textId="77777777" w:rsidR="0080092F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1A973E3E" w14:textId="77777777" w:rsidR="0080092F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373B8859" w14:textId="77777777" w:rsidR="0080092F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1EA7E2D" w14:textId="77777777" w:rsidR="0080092F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BF72E89" w14:textId="77777777" w:rsidR="0080092F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4C0FB5C" w14:textId="77777777" w:rsidR="0080092F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A77F51B" w14:textId="77777777" w:rsidR="0080092F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02C9E0" w14:textId="77777777" w:rsidR="0080092F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0092F" w14:paraId="1D4DF491" w14:textId="77777777">
        <w:tc>
          <w:tcPr>
            <w:tcW w:w="1567" w:type="dxa"/>
            <w:shd w:val="clear" w:color="auto" w:fill="E6E6E6"/>
            <w:vAlign w:val="center"/>
          </w:tcPr>
          <w:p w14:paraId="359F5D32" w14:textId="77777777" w:rsidR="0080092F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3DC71EFB" w14:textId="77777777" w:rsidR="0080092F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AFC5888" w14:textId="77777777" w:rsidR="0080092F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5DDD089C" w14:textId="77777777" w:rsidR="0080092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3A03326" w14:textId="77777777" w:rsidR="0080092F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3D6F08D" w14:textId="77777777" w:rsidR="0080092F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7D73075" w14:textId="77777777" w:rsidR="0080092F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56ACD2C" w14:textId="77777777" w:rsidR="0080092F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52AC2196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作息时间表</w:t>
      </w:r>
    </w:p>
    <w:p w14:paraId="30915933" w14:textId="77777777" w:rsidR="0080092F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同标识建筑</w:t>
      </w:r>
    </w:p>
    <w:p w14:paraId="5317CDF8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系统类型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2151"/>
        <w:gridCol w:w="2151"/>
        <w:gridCol w:w="2264"/>
      </w:tblGrid>
      <w:tr w:rsidR="0080092F" w14:paraId="74C4D9C3" w14:textId="77777777">
        <w:tc>
          <w:tcPr>
            <w:tcW w:w="2767" w:type="dxa"/>
            <w:shd w:val="clear" w:color="auto" w:fill="E6E6E6"/>
            <w:vAlign w:val="center"/>
          </w:tcPr>
          <w:p w14:paraId="53459822" w14:textId="77777777" w:rsidR="0080092F" w:rsidRDefault="00000000">
            <w:pPr>
              <w:jc w:val="center"/>
            </w:pPr>
            <w:r>
              <w:t>系统类型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2FEA1F8D" w14:textId="77777777" w:rsidR="0080092F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43C93DD6" w14:textId="77777777" w:rsidR="0080092F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1A561DE0" w14:textId="77777777" w:rsidR="0080092F" w:rsidRDefault="00000000">
            <w:pPr>
              <w:jc w:val="center"/>
            </w:pPr>
            <w:r>
              <w:t>包含房间</w:t>
            </w:r>
          </w:p>
        </w:tc>
      </w:tr>
      <w:tr w:rsidR="0080092F" w14:paraId="3DB67E27" w14:textId="77777777">
        <w:tc>
          <w:tcPr>
            <w:tcW w:w="2767" w:type="dxa"/>
            <w:vAlign w:val="center"/>
          </w:tcPr>
          <w:p w14:paraId="3EE3014E" w14:textId="77777777" w:rsidR="0080092F" w:rsidRDefault="00000000">
            <w:r>
              <w:t>单元式热泵</w:t>
            </w:r>
          </w:p>
        </w:tc>
        <w:tc>
          <w:tcPr>
            <w:tcW w:w="2150" w:type="dxa"/>
            <w:vAlign w:val="center"/>
          </w:tcPr>
          <w:p w14:paraId="25B5E3BB" w14:textId="77777777" w:rsidR="0080092F" w:rsidRDefault="00000000">
            <w:r>
              <w:t>－</w:t>
            </w:r>
          </w:p>
        </w:tc>
        <w:tc>
          <w:tcPr>
            <w:tcW w:w="2150" w:type="dxa"/>
            <w:vAlign w:val="center"/>
          </w:tcPr>
          <w:p w14:paraId="4DEE40F8" w14:textId="77777777" w:rsidR="0080092F" w:rsidRDefault="00000000">
            <w:r>
              <w:t>1.00</w:t>
            </w:r>
          </w:p>
        </w:tc>
        <w:tc>
          <w:tcPr>
            <w:tcW w:w="2263" w:type="dxa"/>
            <w:vAlign w:val="center"/>
          </w:tcPr>
          <w:p w14:paraId="483F413C" w14:textId="77777777" w:rsidR="0080092F" w:rsidRDefault="00000000">
            <w:r>
              <w:t>所有房间</w:t>
            </w:r>
          </w:p>
        </w:tc>
      </w:tr>
    </w:tbl>
    <w:p w14:paraId="1D127277" w14:textId="77777777" w:rsidR="0080092F" w:rsidRDefault="00000000">
      <w:pPr>
        <w:pStyle w:val="2"/>
        <w:widowControl w:val="0"/>
        <w:rPr>
          <w:kern w:val="2"/>
        </w:rPr>
      </w:pPr>
      <w:r>
        <w:rPr>
          <w:kern w:val="2"/>
        </w:rPr>
        <w:t>供暖系统</w:t>
      </w:r>
    </w:p>
    <w:p w14:paraId="67BDFFF7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热水锅炉能耗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600"/>
        <w:gridCol w:w="1167"/>
        <w:gridCol w:w="1167"/>
        <w:gridCol w:w="1167"/>
        <w:gridCol w:w="1733"/>
        <w:gridCol w:w="1167"/>
      </w:tblGrid>
      <w:tr w:rsidR="0080092F" w14:paraId="24EE7FB7" w14:textId="77777777">
        <w:tc>
          <w:tcPr>
            <w:tcW w:w="1166" w:type="dxa"/>
            <w:shd w:val="clear" w:color="auto" w:fill="E6E6E6"/>
            <w:vAlign w:val="center"/>
          </w:tcPr>
          <w:p w14:paraId="7F11A488" w14:textId="77777777" w:rsidR="0080092F" w:rsidRDefault="00000000">
            <w:pPr>
              <w:jc w:val="center"/>
            </w:pPr>
            <w:r>
              <w:t>燃料类型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62E1F4A2" w14:textId="77777777" w:rsidR="0080092F" w:rsidRDefault="00000000">
            <w:pPr>
              <w:jc w:val="center"/>
            </w:pPr>
            <w:r>
              <w:t>容量</w:t>
            </w:r>
            <w:r>
              <w:t>/</w:t>
            </w:r>
            <w:r>
              <w:t>峰值负荷</w:t>
            </w:r>
            <w:r>
              <w:br/>
              <w:t>(MW)</w:t>
            </w:r>
          </w:p>
        </w:tc>
        <w:tc>
          <w:tcPr>
            <w:tcW w:w="600" w:type="dxa"/>
            <w:shd w:val="clear" w:color="auto" w:fill="E6E6E6"/>
            <w:vAlign w:val="center"/>
          </w:tcPr>
          <w:p w14:paraId="1172D52E" w14:textId="77777777" w:rsidR="0080092F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7D68EF84" w14:textId="77777777" w:rsidR="0080092F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3DB9A8CB" w14:textId="77777777" w:rsidR="0080092F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168D47BE" w14:textId="77777777" w:rsidR="0080092F" w:rsidRDefault="00000000">
            <w:pPr>
              <w:jc w:val="center"/>
            </w:pPr>
            <w:r>
              <w:t>累计</w:t>
            </w:r>
            <w:r>
              <w:br/>
            </w:r>
            <w:r>
              <w:t>热负荷</w:t>
            </w:r>
            <w:r>
              <w:br/>
              <w:t>(kWh)</w:t>
            </w:r>
          </w:p>
        </w:tc>
        <w:tc>
          <w:tcPr>
            <w:tcW w:w="1732" w:type="dxa"/>
            <w:shd w:val="clear" w:color="auto" w:fill="E6E6E6"/>
            <w:vAlign w:val="center"/>
          </w:tcPr>
          <w:p w14:paraId="45060F40" w14:textId="77777777" w:rsidR="0080092F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1483F22E" w14:textId="77777777" w:rsidR="0080092F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80092F" w14:paraId="209B0A6D" w14:textId="77777777">
        <w:tc>
          <w:tcPr>
            <w:tcW w:w="1166" w:type="dxa"/>
            <w:vAlign w:val="center"/>
          </w:tcPr>
          <w:p w14:paraId="6CA66160" w14:textId="77777777" w:rsidR="0080092F" w:rsidRDefault="00000000">
            <w:r>
              <w:t>烟煤</w:t>
            </w:r>
            <w:r>
              <w:t>II</w:t>
            </w:r>
          </w:p>
        </w:tc>
        <w:tc>
          <w:tcPr>
            <w:tcW w:w="1166" w:type="dxa"/>
            <w:vAlign w:val="center"/>
          </w:tcPr>
          <w:p w14:paraId="45F28E2B" w14:textId="77777777" w:rsidR="0080092F" w:rsidRDefault="00000000">
            <w:r>
              <w:t>0.02</w:t>
            </w:r>
          </w:p>
        </w:tc>
        <w:tc>
          <w:tcPr>
            <w:tcW w:w="600" w:type="dxa"/>
            <w:vAlign w:val="center"/>
          </w:tcPr>
          <w:p w14:paraId="0544EFDA" w14:textId="77777777" w:rsidR="0080092F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40B224B5" w14:textId="77777777" w:rsidR="0080092F" w:rsidRDefault="00000000">
            <w:r>
              <w:t>0.73</w:t>
            </w:r>
          </w:p>
        </w:tc>
        <w:tc>
          <w:tcPr>
            <w:tcW w:w="1166" w:type="dxa"/>
            <w:vAlign w:val="center"/>
          </w:tcPr>
          <w:p w14:paraId="0D371B88" w14:textId="77777777" w:rsidR="0080092F" w:rsidRDefault="00000000">
            <w:r>
              <w:t>0.92</w:t>
            </w:r>
          </w:p>
        </w:tc>
        <w:tc>
          <w:tcPr>
            <w:tcW w:w="1166" w:type="dxa"/>
            <w:vAlign w:val="center"/>
          </w:tcPr>
          <w:p w14:paraId="1627F9D7" w14:textId="77777777" w:rsidR="0080092F" w:rsidRDefault="00000000">
            <w:r>
              <w:t>61915</w:t>
            </w:r>
          </w:p>
        </w:tc>
        <w:tc>
          <w:tcPr>
            <w:tcW w:w="1732" w:type="dxa"/>
            <w:vAlign w:val="center"/>
          </w:tcPr>
          <w:p w14:paraId="16A860E2" w14:textId="77777777" w:rsidR="0080092F" w:rsidRDefault="00000000">
            <w:r>
              <w:t>2.93</w:t>
            </w:r>
          </w:p>
        </w:tc>
        <w:tc>
          <w:tcPr>
            <w:tcW w:w="1166" w:type="dxa"/>
            <w:vAlign w:val="center"/>
          </w:tcPr>
          <w:p w14:paraId="54998548" w14:textId="77777777" w:rsidR="0080092F" w:rsidRDefault="00000000">
            <w:r>
              <w:t>31458</w:t>
            </w:r>
          </w:p>
        </w:tc>
      </w:tr>
    </w:tbl>
    <w:p w14:paraId="76EBC751" w14:textId="77777777" w:rsidR="0080092F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4"/>
        <w:gridCol w:w="2333"/>
        <w:gridCol w:w="2333"/>
        <w:gridCol w:w="2333"/>
      </w:tblGrid>
      <w:tr w:rsidR="0080092F" w14:paraId="42FA2187" w14:textId="77777777">
        <w:tc>
          <w:tcPr>
            <w:tcW w:w="2333" w:type="dxa"/>
            <w:shd w:val="clear" w:color="auto" w:fill="E6E6E6"/>
            <w:vAlign w:val="center"/>
          </w:tcPr>
          <w:p w14:paraId="4E4A78D1" w14:textId="77777777" w:rsidR="0080092F" w:rsidRDefault="00000000">
            <w:pPr>
              <w:jc w:val="center"/>
            </w:pPr>
            <w:r>
              <w:t>耗热量指标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1A09D6A6" w14:textId="77777777" w:rsidR="0080092F" w:rsidRDefault="00000000">
            <w:pPr>
              <w:jc w:val="center"/>
            </w:pPr>
            <w:r>
              <w:t>供暖天数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067C674A" w14:textId="77777777" w:rsidR="0080092F" w:rsidRDefault="00000000">
            <w:pPr>
              <w:jc w:val="center"/>
            </w:pPr>
            <w:r>
              <w:t>耗电输热比</w:t>
            </w:r>
            <w:r>
              <w:br/>
              <w:t>EHR</w:t>
            </w:r>
          </w:p>
        </w:tc>
        <w:tc>
          <w:tcPr>
            <w:tcW w:w="2333" w:type="dxa"/>
            <w:shd w:val="clear" w:color="auto" w:fill="E6E6E6"/>
            <w:vAlign w:val="center"/>
          </w:tcPr>
          <w:p w14:paraId="6D933236" w14:textId="77777777" w:rsidR="0080092F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80092F" w14:paraId="51F277BE" w14:textId="77777777">
        <w:tc>
          <w:tcPr>
            <w:tcW w:w="2333" w:type="dxa"/>
            <w:vAlign w:val="center"/>
          </w:tcPr>
          <w:p w14:paraId="10E4FEB4" w14:textId="77777777" w:rsidR="0080092F" w:rsidRDefault="00000000">
            <w:r>
              <w:t>16.1</w:t>
            </w:r>
          </w:p>
        </w:tc>
        <w:tc>
          <w:tcPr>
            <w:tcW w:w="2333" w:type="dxa"/>
            <w:vAlign w:val="center"/>
          </w:tcPr>
          <w:p w14:paraId="3C0BFDE2" w14:textId="77777777" w:rsidR="0080092F" w:rsidRDefault="00000000">
            <w:r>
              <w:t>125</w:t>
            </w:r>
          </w:p>
        </w:tc>
        <w:tc>
          <w:tcPr>
            <w:tcW w:w="2333" w:type="dxa"/>
            <w:vAlign w:val="center"/>
          </w:tcPr>
          <w:p w14:paraId="33178D4F" w14:textId="77777777" w:rsidR="0080092F" w:rsidRDefault="00000000">
            <w:r>
              <w:t>0.00433</w:t>
            </w:r>
          </w:p>
        </w:tc>
        <w:tc>
          <w:tcPr>
            <w:tcW w:w="2333" w:type="dxa"/>
            <w:vAlign w:val="center"/>
          </w:tcPr>
          <w:p w14:paraId="2994F11C" w14:textId="77777777" w:rsidR="0080092F" w:rsidRDefault="00000000">
            <w:r>
              <w:t>269</w:t>
            </w:r>
          </w:p>
        </w:tc>
      </w:tr>
    </w:tbl>
    <w:p w14:paraId="5DE8932E" w14:textId="77777777" w:rsidR="0080092F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计算结果</w:t>
      </w:r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2898"/>
        <w:gridCol w:w="1087"/>
        <w:gridCol w:w="1087"/>
        <w:gridCol w:w="3067"/>
      </w:tblGrid>
      <w:tr w:rsidR="00121293" w:rsidRPr="00021767" w14:paraId="3F17F9F1" w14:textId="77777777">
        <w:trPr>
          <w:trHeight w:val="461"/>
        </w:trPr>
        <w:tc>
          <w:tcPr>
            <w:tcW w:w="1188" w:type="dxa"/>
            <w:shd w:val="clear" w:color="auto" w:fill="E0E0E0"/>
            <w:vAlign w:val="center"/>
          </w:tcPr>
          <w:p w14:paraId="3E633FC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009276A2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DDDE751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3" w:name="设计建筑别名"/>
            <w:r w:rsidRPr="00021767">
              <w:rPr>
                <w:rFonts w:hint="eastAsia"/>
                <w:lang w:val="en-US"/>
              </w:rPr>
              <w:t>标识建筑</w:t>
            </w:r>
            <w:bookmarkEnd w:id="83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FFC654" w14:textId="77777777" w:rsidR="00000000" w:rsidRPr="00021767" w:rsidRDefault="00000000" w:rsidP="00EE712B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4" w:name="参照建筑别名"/>
            <w:r w:rsidRPr="00021767">
              <w:rPr>
                <w:rFonts w:hint="eastAsia"/>
                <w:lang w:val="en-US"/>
              </w:rPr>
              <w:t>比对建筑</w:t>
            </w:r>
            <w:bookmarkEnd w:id="84"/>
          </w:p>
        </w:tc>
        <w:tc>
          <w:tcPr>
            <w:tcW w:w="304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368307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备注</w:t>
            </w:r>
          </w:p>
        </w:tc>
      </w:tr>
      <w:tr w:rsidR="00B6660B" w:rsidRPr="00021767" w14:paraId="3237C15D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15DC774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</w:p>
          <w:p w14:paraId="45D9473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源</w:t>
            </w:r>
          </w:p>
          <w:p w14:paraId="3B8E1A6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</w:t>
            </w:r>
          </w:p>
          <w:p w14:paraId="5598440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4D7598A1" w14:textId="6888D7A1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耗热量指标</w:t>
            </w:r>
            <w:r w:rsidR="00F6430D">
              <w:rPr>
                <w:noProof/>
                <w:position w:val="-12"/>
              </w:rPr>
              <w:drawing>
                <wp:inline distT="0" distB="0" distL="0" distR="0" wp14:anchorId="137B75B4" wp14:editId="02A0A93A">
                  <wp:extent cx="184150" cy="228600"/>
                  <wp:effectExtent l="0" t="0" r="0" b="0"/>
                  <wp:docPr id="2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 xml:space="preserve"> (W/</w:t>
            </w:r>
            <w:r>
              <w:rPr>
                <w:rFonts w:hint="eastAsia"/>
                <w:lang w:val="en-US"/>
              </w:rPr>
              <w:t>㎡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D302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5" w:name="耗热量指标"/>
            <w:r w:rsidRPr="00021767">
              <w:rPr>
                <w:rFonts w:hint="eastAsia"/>
                <w:lang w:val="en-US"/>
              </w:rPr>
              <w:t>-</w:t>
            </w:r>
            <w:bookmarkEnd w:id="8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D35EF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6" w:name="耗热量指标Ref"/>
            <w:r w:rsidRPr="00021767">
              <w:rPr>
                <w:rFonts w:hint="eastAsia"/>
                <w:lang w:val="en-US"/>
              </w:rPr>
              <w:t>16.1</w:t>
            </w:r>
            <w:bookmarkEnd w:id="8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B160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2D079DE8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2001CB9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7FEBA87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采暖天数</w:t>
            </w:r>
            <w:r w:rsidRPr="00021767">
              <w:rPr>
                <w:rFonts w:hint="eastAsia"/>
                <w:lang w:val="en-US"/>
              </w:rPr>
              <w:t xml:space="preserve"> Z</w:t>
            </w:r>
            <w:r w:rsidRPr="00021767">
              <w:rPr>
                <w:rFonts w:hint="eastAsia"/>
                <w:lang w:val="en-US"/>
              </w:rPr>
              <w:t>（天）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AB6DF9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7" w:name="采暖天数"/>
            <w:r w:rsidRPr="00021767">
              <w:rPr>
                <w:rFonts w:hint="eastAsia"/>
                <w:lang w:val="en-US"/>
              </w:rPr>
              <w:t>-</w:t>
            </w:r>
            <w:bookmarkEnd w:id="8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6A38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8" w:name="采暖天数Ref"/>
            <w:r w:rsidRPr="00021767">
              <w:rPr>
                <w:rFonts w:hint="eastAsia"/>
                <w:lang w:val="en-US"/>
              </w:rPr>
              <w:t>125</w:t>
            </w:r>
            <w:bookmarkEnd w:id="8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DC431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4C431CF1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841961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7289F4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累计热负荷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eastAsia="楷体_GB2312" w:hint="eastAsia"/>
                <w:i/>
              </w:rPr>
              <w:t>Q</w:t>
            </w:r>
            <w:r w:rsidRPr="00021767">
              <w:rPr>
                <w:rFonts w:eastAsia="楷体_GB2312" w:hint="eastAsia"/>
                <w:i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3C20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89" w:name="累计热负荷"/>
            <w:r w:rsidRPr="00021767">
              <w:rPr>
                <w:rFonts w:hint="eastAsia"/>
                <w:lang w:val="en-US"/>
              </w:rPr>
              <w:t>-</w:t>
            </w:r>
            <w:bookmarkEnd w:id="8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7992D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0" w:name="累计热负荷Ref"/>
            <w:r w:rsidRPr="00021767">
              <w:rPr>
                <w:rFonts w:hint="eastAsia"/>
                <w:lang w:val="en-US"/>
              </w:rPr>
              <w:t>48.3</w:t>
            </w:r>
            <w:bookmarkEnd w:id="9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C3F3E" w14:textId="2610A44C" w:rsidR="00000000" w:rsidRPr="00021767" w:rsidRDefault="00F6430D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025F2913" wp14:editId="6C9EE052">
                  <wp:extent cx="1111250" cy="228600"/>
                  <wp:effectExtent l="0" t="0" r="0" b="0"/>
                  <wp:docPr id="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7B037CCF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5BA273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17F1E68" w14:textId="4F8211DE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锅炉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市政</w:t>
            </w:r>
            <w:r w:rsidRPr="00021767">
              <w:rPr>
                <w:rFonts w:hint="eastAsia"/>
                <w:lang w:val="en-US"/>
              </w:rPr>
              <w:t xml:space="preserve"> </w:t>
            </w:r>
            <w:r w:rsidRPr="00021767">
              <w:rPr>
                <w:rFonts w:hint="eastAsia"/>
                <w:lang w:val="en-US"/>
              </w:rPr>
              <w:t>热效率</w:t>
            </w:r>
            <w:r w:rsidR="00F6430D">
              <w:rPr>
                <w:noProof/>
                <w:position w:val="-10"/>
              </w:rPr>
              <w:drawing>
                <wp:inline distT="0" distB="0" distL="0" distR="0" wp14:anchorId="17B7779A" wp14:editId="604B9AE4">
                  <wp:extent cx="165100" cy="222250"/>
                  <wp:effectExtent l="0" t="0" r="0" b="0"/>
                  <wp:docPr id="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E42D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1" w:name="热效率"/>
            <w:r w:rsidRPr="00021767">
              <w:rPr>
                <w:rFonts w:hint="eastAsia"/>
                <w:lang w:val="en-US"/>
              </w:rPr>
              <w:t>-</w:t>
            </w:r>
            <w:bookmarkEnd w:id="9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606E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2" w:name="热效率Ref"/>
            <w:r w:rsidRPr="00021767">
              <w:rPr>
                <w:rFonts w:hint="eastAsia"/>
                <w:lang w:val="en-US"/>
              </w:rPr>
              <w:t>0.73</w:t>
            </w:r>
            <w:bookmarkEnd w:id="9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3572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35780FFC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FD804E3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2D4063B0" w14:textId="3FC7F4EF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外网热输送效率</w:t>
            </w:r>
            <w:r w:rsidR="00F6430D">
              <w:rPr>
                <w:noProof/>
                <w:position w:val="-10"/>
              </w:rPr>
              <w:drawing>
                <wp:inline distT="0" distB="0" distL="0" distR="0" wp14:anchorId="7473FD2D" wp14:editId="4F7E6A7C">
                  <wp:extent cx="184150" cy="222250"/>
                  <wp:effectExtent l="0" t="0" r="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D2E02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3" w:name="外网热输送效率"/>
            <w:r w:rsidRPr="00021767">
              <w:rPr>
                <w:rFonts w:hint="eastAsia"/>
                <w:lang w:val="en-US"/>
              </w:rPr>
              <w:t>-</w:t>
            </w:r>
            <w:bookmarkEnd w:id="9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AB8C0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4" w:name="外网热输送效率Ref"/>
            <w:r w:rsidRPr="00021767">
              <w:rPr>
                <w:rFonts w:hint="eastAsia"/>
                <w:lang w:val="en-US"/>
              </w:rPr>
              <w:t>0.92</w:t>
            </w:r>
            <w:bookmarkEnd w:id="9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E762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69641A29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5A0A119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4F517591" w14:textId="02CB5216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热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电折算系数</w:t>
            </w:r>
            <w:r w:rsidR="00F6430D">
              <w:rPr>
                <w:noProof/>
                <w:position w:val="-6"/>
              </w:rPr>
              <w:drawing>
                <wp:inline distT="0" distB="0" distL="0" distR="0" wp14:anchorId="20C49AF7" wp14:editId="5C820374">
                  <wp:extent cx="127000" cy="146050"/>
                  <wp:effectExtent l="0" t="0" r="0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/>
              </w:rPr>
              <w:t>(kW</w:t>
            </w: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/kWh</w:t>
            </w:r>
            <w:r w:rsidRPr="00021767">
              <w:rPr>
                <w:rFonts w:hint="eastAsia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81FD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5" w:name="热电折算系数"/>
            <w:r w:rsidRPr="00021767">
              <w:rPr>
                <w:rFonts w:hint="eastAsia"/>
                <w:lang w:val="en-US"/>
              </w:rPr>
              <w:t>-</w:t>
            </w:r>
            <w:bookmarkEnd w:id="9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AE8C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96" w:name="热电折算系数Ref"/>
            <w:r w:rsidRPr="00021767">
              <w:rPr>
                <w:rFonts w:hint="eastAsia"/>
                <w:lang w:val="en-US"/>
              </w:rPr>
              <w:t>2.93</w:t>
            </w:r>
            <w:bookmarkEnd w:id="9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10FA6E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B6660B" w:rsidRPr="00021767" w14:paraId="5FB1DF27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04C8CA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53BDDDB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折算电耗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1h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F025B4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7" w:name="折算电耗"/>
            <w:r w:rsidRPr="00021767">
              <w:rPr>
                <w:rFonts w:hint="eastAsia"/>
                <w:b/>
                <w:lang w:val="en-US"/>
              </w:rPr>
              <w:t>-</w:t>
            </w:r>
            <w:bookmarkEnd w:id="97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32AE7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8" w:name="折算电耗Ref"/>
            <w:r w:rsidRPr="00021767">
              <w:rPr>
                <w:rFonts w:hint="eastAsia"/>
                <w:b/>
                <w:lang w:val="en-US"/>
              </w:rPr>
              <w:t>24.54</w:t>
            </w:r>
            <w:bookmarkEnd w:id="98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1C8D2" w14:textId="01282FC1" w:rsidR="00000000" w:rsidRPr="00021767" w:rsidRDefault="00F6430D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30"/>
              </w:rPr>
              <w:drawing>
                <wp:inline distT="0" distB="0" distL="0" distR="0" wp14:anchorId="3179B3B3" wp14:editId="1AC48B7E">
                  <wp:extent cx="749300" cy="431800"/>
                  <wp:effectExtent l="0" t="0" r="0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0B" w:rsidRPr="00021767" w14:paraId="49660E03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45CAC438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0ED6652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单元式</w:t>
            </w:r>
            <w:r w:rsidRPr="00021767">
              <w:rPr>
                <w:rFonts w:hint="eastAsia"/>
                <w:lang w:val="en-US"/>
              </w:rPr>
              <w:t>/</w:t>
            </w:r>
            <w:r w:rsidRPr="00021767">
              <w:rPr>
                <w:rFonts w:hint="eastAsia"/>
                <w:lang w:val="en-US"/>
              </w:rPr>
              <w:t>多联机热泵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31D3F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99" w:name="单元式热泵"/>
            <w:r w:rsidRPr="00021767">
              <w:rPr>
                <w:rFonts w:hint="eastAsia"/>
                <w:b/>
                <w:lang w:val="en-US"/>
              </w:rPr>
              <w:t>56.82</w:t>
            </w:r>
            <w:bookmarkEnd w:id="99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5EDCC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0" w:name="单元式热泵Ref"/>
            <w:r w:rsidRPr="00021767">
              <w:rPr>
                <w:rFonts w:hint="eastAsia"/>
                <w:b/>
                <w:lang w:val="en-US"/>
              </w:rPr>
              <w:t>-</w:t>
            </w:r>
            <w:bookmarkEnd w:id="100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0AB3D" w14:textId="77777777" w:rsidR="00000000" w:rsidRPr="00021767" w:rsidRDefault="00000000" w:rsidP="00ED6176">
            <w:pPr>
              <w:pStyle w:val="a0"/>
              <w:ind w:firstLineChars="0" w:firstLine="0"/>
              <w:jc w:val="center"/>
            </w:pPr>
          </w:p>
        </w:tc>
      </w:tr>
      <w:tr w:rsidR="00121293" w:rsidRPr="00021767" w14:paraId="44A54D27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6B34748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输配</w:t>
            </w:r>
          </w:p>
          <w:p w14:paraId="566797B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能耗</w:t>
            </w:r>
          </w:p>
        </w:tc>
        <w:tc>
          <w:tcPr>
            <w:tcW w:w="2880" w:type="dxa"/>
            <w:shd w:val="clear" w:color="auto" w:fill="E0E0E0"/>
            <w:vAlign w:val="center"/>
          </w:tcPr>
          <w:p w14:paraId="5F35241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水泵耗电输热比</w:t>
            </w:r>
            <w:r w:rsidRPr="00021767">
              <w:rPr>
                <w:rFonts w:hint="eastAsia"/>
                <w:lang w:val="en-US"/>
              </w:rPr>
              <w:t xml:space="preserve"> EHR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799C6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1" w:name="水泵耗电输热比"/>
            <w:r w:rsidRPr="00021767"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2F29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lang w:val="en-US"/>
              </w:rPr>
            </w:pPr>
            <w:bookmarkStart w:id="102" w:name="水泵耗电输热比Ref"/>
            <w:r w:rsidRPr="00021767">
              <w:rPr>
                <w:rFonts w:hint="eastAsia"/>
                <w:lang w:val="en-US"/>
              </w:rPr>
              <w:t>0.00433</w:t>
            </w:r>
            <w:bookmarkEnd w:id="102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20E8F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121293" w:rsidRPr="00021767" w14:paraId="3220AEB0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148DBCC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shd w:val="clear" w:color="auto" w:fill="E0E0E0"/>
            <w:vAlign w:val="center"/>
          </w:tcPr>
          <w:p w14:paraId="1C8F7EC0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水泵电耗</w:t>
            </w: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2h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E5388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3" w:name="水泵电耗"/>
            <w:r w:rsidRPr="00021767">
              <w:rPr>
                <w:rFonts w:hint="eastAsia"/>
                <w:b/>
                <w:lang w:val="en-US"/>
              </w:rPr>
              <w:t>-</w:t>
            </w:r>
            <w:bookmarkEnd w:id="103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762B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4" w:name="水泵电耗Ref"/>
            <w:r w:rsidRPr="00021767">
              <w:rPr>
                <w:rFonts w:hint="eastAsia"/>
                <w:b/>
                <w:lang w:val="en-US"/>
              </w:rPr>
              <w:t>0.21</w:t>
            </w:r>
            <w:bookmarkEnd w:id="104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21BC9" w14:textId="3CE1319C" w:rsidR="00000000" w:rsidRPr="00021767" w:rsidRDefault="00F6430D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24EF95D2" wp14:editId="01AF4B1C">
                  <wp:extent cx="1041400" cy="228600"/>
                  <wp:effectExtent l="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293" w:rsidRPr="00021767" w14:paraId="201B551D" w14:textId="77777777">
        <w:tc>
          <w:tcPr>
            <w:tcW w:w="1188" w:type="dxa"/>
            <w:shd w:val="clear" w:color="auto" w:fill="E0E0E0"/>
            <w:vAlign w:val="center"/>
          </w:tcPr>
          <w:p w14:paraId="2ADA570D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合计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54A61A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eastAsia="楷体_GB2312"/>
                <w:i/>
              </w:rPr>
              <w:t>E</w:t>
            </w:r>
            <w:r w:rsidRPr="00021767">
              <w:rPr>
                <w:rFonts w:eastAsia="楷体_GB2312" w:hint="eastAsia"/>
                <w:vertAlign w:val="subscript"/>
              </w:rPr>
              <w:t>h</w:t>
            </w:r>
            <w:r w:rsidRPr="00021767"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0BB3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5" w:name="采暖能耗"/>
            <w:r w:rsidRPr="00021767">
              <w:rPr>
                <w:rFonts w:hint="eastAsia"/>
                <w:b/>
                <w:lang w:val="en-US"/>
              </w:rPr>
              <w:t>56.82</w:t>
            </w:r>
            <w:bookmarkEnd w:id="105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A7F94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6" w:name="采暖能耗Ref"/>
            <w:r w:rsidRPr="00021767">
              <w:rPr>
                <w:rFonts w:hint="eastAsia"/>
                <w:b/>
                <w:lang w:val="en-US"/>
              </w:rPr>
              <w:t>24.75</w:t>
            </w:r>
            <w:bookmarkEnd w:id="106"/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D0164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5F4C4C6E" w14:textId="77777777">
        <w:tc>
          <w:tcPr>
            <w:tcW w:w="1188" w:type="dxa"/>
            <w:vMerge w:val="restart"/>
            <w:shd w:val="clear" w:color="auto" w:fill="E0E0E0"/>
            <w:vAlign w:val="center"/>
          </w:tcPr>
          <w:p w14:paraId="539CEFB5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节能率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A4D91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</w:t>
            </w:r>
            <w:bookmarkStart w:id="107" w:name="参照建筑别名1"/>
            <w:r w:rsidRPr="00021767">
              <w:rPr>
                <w:rFonts w:hint="eastAsia"/>
                <w:lang w:val="en-US"/>
              </w:rPr>
              <w:t>比对建筑</w:t>
            </w:r>
            <w:bookmarkEnd w:id="107"/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14:paraId="3D29BF4B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8" w:name="相对于比对建筑节能率"/>
            <w:r w:rsidRPr="00021767">
              <w:rPr>
                <w:rFonts w:hint="eastAsia"/>
                <w:b/>
                <w:lang w:val="en-US"/>
              </w:rPr>
              <w:t>-129.57%</w:t>
            </w:r>
            <w:bookmarkEnd w:id="108"/>
          </w:p>
        </w:tc>
        <w:tc>
          <w:tcPr>
            <w:tcW w:w="3048" w:type="dxa"/>
            <w:tcBorders>
              <w:top w:val="single" w:sz="4" w:space="0" w:color="auto"/>
            </w:tcBorders>
            <w:vAlign w:val="center"/>
          </w:tcPr>
          <w:p w14:paraId="059C7BF6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  <w:tr w:rsidR="004D45E0" w:rsidRPr="00021767" w14:paraId="55C19841" w14:textId="77777777">
        <w:tc>
          <w:tcPr>
            <w:tcW w:w="1188" w:type="dxa"/>
            <w:vMerge/>
            <w:shd w:val="clear" w:color="auto" w:fill="E0E0E0"/>
            <w:vAlign w:val="center"/>
          </w:tcPr>
          <w:p w14:paraId="0D1CFD6B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32A31A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  <w:r w:rsidRPr="00021767">
              <w:rPr>
                <w:rFonts w:hint="eastAsia"/>
                <w:lang w:val="en-US"/>
              </w:rPr>
              <w:t>相对于基础建筑</w:t>
            </w:r>
          </w:p>
        </w:tc>
        <w:tc>
          <w:tcPr>
            <w:tcW w:w="2160" w:type="dxa"/>
            <w:gridSpan w:val="2"/>
            <w:vAlign w:val="center"/>
          </w:tcPr>
          <w:p w14:paraId="2DA7DCE3" w14:textId="77777777" w:rsidR="00000000" w:rsidRPr="00021767" w:rsidRDefault="00000000" w:rsidP="00EC10DD">
            <w:pPr>
              <w:pStyle w:val="a0"/>
              <w:ind w:firstLineChars="0" w:firstLine="0"/>
              <w:jc w:val="center"/>
              <w:rPr>
                <w:b/>
                <w:lang w:val="en-US"/>
              </w:rPr>
            </w:pPr>
            <w:bookmarkStart w:id="109" w:name="相对于基础建筑节能率"/>
            <w:r w:rsidRPr="00021767">
              <w:rPr>
                <w:rFonts w:hint="eastAsia"/>
                <w:b/>
                <w:lang w:val="en-US"/>
              </w:rPr>
              <w:t>54.09%</w:t>
            </w:r>
            <w:bookmarkEnd w:id="109"/>
          </w:p>
        </w:tc>
        <w:tc>
          <w:tcPr>
            <w:tcW w:w="3048" w:type="dxa"/>
            <w:vAlign w:val="center"/>
          </w:tcPr>
          <w:p w14:paraId="1BD1AC09" w14:textId="77777777" w:rsidR="00000000" w:rsidRPr="00021767" w:rsidRDefault="00000000" w:rsidP="00ED6176">
            <w:pPr>
              <w:pStyle w:val="a0"/>
              <w:ind w:firstLineChars="0" w:firstLine="0"/>
              <w:jc w:val="center"/>
              <w:rPr>
                <w:lang w:val="en-US"/>
              </w:rPr>
            </w:pPr>
          </w:p>
        </w:tc>
      </w:tr>
    </w:tbl>
    <w:p w14:paraId="7EFADE49" w14:textId="77777777" w:rsidR="00000000" w:rsidRDefault="00000000" w:rsidP="00ED6176"/>
    <w:p w14:paraId="792E8D34" w14:textId="77777777" w:rsidR="0080092F" w:rsidRDefault="0080092F">
      <w:pPr>
        <w:widowControl w:val="0"/>
        <w:jc w:val="both"/>
        <w:rPr>
          <w:kern w:val="2"/>
          <w:szCs w:val="24"/>
          <w:lang w:val="en-US"/>
        </w:rPr>
      </w:pPr>
    </w:p>
    <w:p w14:paraId="09EBF94F" w14:textId="77777777" w:rsidR="0080092F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1653712F" wp14:editId="1A29CE06">
            <wp:extent cx="5667375" cy="51339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0D18DA0" wp14:editId="12331DFA">
            <wp:extent cx="5667375" cy="50863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7F117" w14:textId="77777777" w:rsidR="0080092F" w:rsidRDefault="0080092F"/>
    <w:p w14:paraId="5D78CB55" w14:textId="77777777" w:rsidR="0080092F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4E11B40B" wp14:editId="1834FAFE">
            <wp:extent cx="5667375" cy="41243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D5CC2" w14:textId="77777777" w:rsidR="0080092F" w:rsidRDefault="0080092F">
      <w:pPr>
        <w:jc w:val="both"/>
      </w:pPr>
    </w:p>
    <w:p w14:paraId="477C795C" w14:textId="77777777" w:rsidR="0080092F" w:rsidRDefault="0080092F">
      <w:pPr>
        <w:sectPr w:rsidR="0080092F" w:rsidSect="00CB2087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0D489411" w14:textId="77777777" w:rsidR="0080092F" w:rsidRDefault="00000000">
      <w:pPr>
        <w:pStyle w:val="1"/>
        <w:jc w:val="both"/>
      </w:pPr>
      <w:r>
        <w:lastRenderedPageBreak/>
        <w:t>附录</w:t>
      </w:r>
    </w:p>
    <w:p w14:paraId="34651B41" w14:textId="77777777" w:rsidR="0080092F" w:rsidRDefault="00000000">
      <w:pPr>
        <w:pStyle w:val="2"/>
      </w:pPr>
      <w:r>
        <w:t>工作日/节假日人员逐时在室率(%)</w:t>
      </w:r>
    </w:p>
    <w:p w14:paraId="25D3669B" w14:textId="77777777" w:rsidR="0080092F" w:rsidRDefault="0080092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7D5D7AA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1401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8C75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8D7C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E54E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F384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23C9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04BA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7DDE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DFD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DF1E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9F20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B847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A887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5B75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B3E7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D284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3477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97E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E94B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FBF6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2DCC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1C3E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8FCA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679D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1E20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0092F" w14:paraId="4144B0E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6A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1C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F0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70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5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49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DC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9C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74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0D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F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1C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5B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37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3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AA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37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D2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51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A3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6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B3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18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FD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6C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648517EB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25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1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59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05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52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A6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2F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6D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E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C4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A9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B1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BB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7C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F2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F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8C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37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DE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AD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21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DD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F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BE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13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60F37E44" w14:textId="77777777" w:rsidR="0080092F" w:rsidRDefault="0080092F">
      <w:pPr>
        <w:jc w:val="both"/>
      </w:pPr>
    </w:p>
    <w:p w14:paraId="783FE61E" w14:textId="77777777" w:rsidR="0080092F" w:rsidRDefault="00000000">
      <w:r>
        <w:t>注：上行：工作日；下行：节假日</w:t>
      </w:r>
    </w:p>
    <w:p w14:paraId="466C10EC" w14:textId="77777777" w:rsidR="0080092F" w:rsidRDefault="00000000">
      <w:pPr>
        <w:pStyle w:val="2"/>
      </w:pPr>
      <w:r>
        <w:t>工作日/节假日照明开关时间表(%)</w:t>
      </w:r>
    </w:p>
    <w:p w14:paraId="3AD209AC" w14:textId="77777777" w:rsidR="0080092F" w:rsidRDefault="0080092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96EBD69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C9E0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B49B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B3FF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5031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763D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2139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B813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CC92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0D16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2AFB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FF60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334E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5C62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3FD8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669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BA9E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60A8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3ED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1445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AADE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2EF3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326B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5A47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6E6B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24CA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0092F" w14:paraId="14F5D87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0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56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43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F7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1B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E9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F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EB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05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B7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11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A4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D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5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ED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1D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75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8D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A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2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B9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45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6C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62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2856AE0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D0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0A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5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1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C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01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D6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45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09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DB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D7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15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9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B0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5D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69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86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1C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D2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D9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07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6B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1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FB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80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205F20F4" w14:textId="77777777" w:rsidR="0080092F" w:rsidRDefault="0080092F"/>
    <w:p w14:paraId="7C800562" w14:textId="77777777" w:rsidR="0080092F" w:rsidRDefault="00000000">
      <w:r>
        <w:t>注：上行：工作日；下行：节假日</w:t>
      </w:r>
    </w:p>
    <w:p w14:paraId="565B6B26" w14:textId="77777777" w:rsidR="0080092F" w:rsidRDefault="00000000">
      <w:pPr>
        <w:pStyle w:val="2"/>
      </w:pPr>
      <w:r>
        <w:t>工作日/节假日设备逐时使用率(%)</w:t>
      </w:r>
    </w:p>
    <w:p w14:paraId="0C2A7609" w14:textId="77777777" w:rsidR="0080092F" w:rsidRDefault="0080092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A346F8C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FEF9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C7F8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A0D7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7DA2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CF95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A899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2284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387F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7EC7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B880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2474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9339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0C6E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F2CD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D05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88B8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2380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FBF8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7C44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4D30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373D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3884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3B2D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5E5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A099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0092F" w14:paraId="35A7EF4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FE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17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B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EA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59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5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03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CE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43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18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70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BB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64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A8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92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B5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A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E4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1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E4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C3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A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F4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5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47D42B01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87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CF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B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9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03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FC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5D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5B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AD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58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7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BA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4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E7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93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42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CD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44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90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15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68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A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2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10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B0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3182B216" w14:textId="77777777" w:rsidR="0080092F" w:rsidRDefault="0080092F"/>
    <w:p w14:paraId="7DF6BEF8" w14:textId="77777777" w:rsidR="0080092F" w:rsidRDefault="00000000">
      <w:r>
        <w:t>注：上行：工作日；下行：节假日</w:t>
      </w:r>
    </w:p>
    <w:p w14:paraId="7E092D25" w14:textId="77777777" w:rsidR="0080092F" w:rsidRDefault="00000000">
      <w:pPr>
        <w:pStyle w:val="2"/>
      </w:pPr>
      <w:r>
        <w:t>工作日/节假日空调系统运行时间表(1:开,0:关)</w:t>
      </w:r>
    </w:p>
    <w:p w14:paraId="4115EACA" w14:textId="77777777" w:rsidR="0080092F" w:rsidRDefault="0080092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A87E571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DD15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7EA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F2B5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23B4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9DF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9685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80E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09C7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4A52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53D8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970C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C5AD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94A5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8FA8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4F45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1A4C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F235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09DB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365A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2960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5740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56E2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39B1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6A2B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0381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0092F" w14:paraId="52115F5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13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85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8B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6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C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F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64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0C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4B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E3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1D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F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4B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FA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8E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1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9C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6A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2F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7E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4E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C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70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4E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5E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530B54B4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0D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94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36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30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3E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21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56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69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69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EE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BD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70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D6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F2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52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F6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38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32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87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61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1E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4A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C7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7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4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74BD6B4F" w14:textId="77777777" w:rsidR="0080092F" w:rsidRDefault="0080092F"/>
    <w:p w14:paraId="21CAA173" w14:textId="77777777" w:rsidR="0080092F" w:rsidRDefault="00000000">
      <w:r>
        <w:t>注：上行：工作日；下行：节假日</w:t>
      </w:r>
    </w:p>
    <w:p w14:paraId="75A0740B" w14:textId="77777777" w:rsidR="0080092F" w:rsidRDefault="0080092F"/>
    <w:sectPr w:rsidR="0080092F" w:rsidSect="00CB208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86B65" w14:textId="77777777" w:rsidR="00CB2087" w:rsidRDefault="00CB2087" w:rsidP="00291CAC">
      <w:r>
        <w:separator/>
      </w:r>
    </w:p>
  </w:endnote>
  <w:endnote w:type="continuationSeparator" w:id="0">
    <w:p w14:paraId="7F834EE5" w14:textId="77777777" w:rsidR="00CB2087" w:rsidRDefault="00CB2087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F42D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4A9B7" w14:textId="77777777" w:rsidR="00CB2087" w:rsidRDefault="00CB2087" w:rsidP="00291CAC">
      <w:r>
        <w:separator/>
      </w:r>
    </w:p>
  </w:footnote>
  <w:footnote w:type="continuationSeparator" w:id="0">
    <w:p w14:paraId="1F51331C" w14:textId="77777777" w:rsidR="00CB2087" w:rsidRDefault="00CB2087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C9844" w14:textId="053489AE" w:rsidR="006722A6" w:rsidRDefault="00F6430D" w:rsidP="006722A6">
    <w:pPr>
      <w:pStyle w:val="a4"/>
      <w:jc w:val="both"/>
    </w:pPr>
    <w:r>
      <w:rPr>
        <w:noProof/>
      </w:rPr>
      <w:drawing>
        <wp:inline distT="0" distB="0" distL="0" distR="0" wp14:anchorId="636F4919" wp14:editId="2FD122E5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8567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0D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80092F"/>
    <w:rsid w:val="008027E4"/>
    <w:rsid w:val="008145E3"/>
    <w:rsid w:val="008A622C"/>
    <w:rsid w:val="009213E5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2087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6430D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D59A6E0"/>
  <w15:chartTrackingRefBased/>
  <w15:docId w15:val="{FDEFFEFB-209C-435E-BE63-BC0DE6A9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1</TotalTime>
  <Pages>9</Pages>
  <Words>564</Words>
  <Characters>3221</Characters>
  <Application>Microsoft Office Word</Application>
  <DocSecurity>0</DocSecurity>
  <Lines>26</Lines>
  <Paragraphs>7</Paragraphs>
  <ScaleCrop>false</ScaleCrop>
  <Company>ths</Company>
  <LinksUpToDate>false</LinksUpToDate>
  <CharactersWithSpaces>3778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建筑能效测评报告书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2024-02-24T03:49:00Z</dcterms:created>
  <dcterms:modified xsi:type="dcterms:W3CDTF">2024-02-24T03:50:00Z</dcterms:modified>
</cp:coreProperties>
</file>