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CDB84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节能设计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225E270E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110CFE3C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A81F57A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6B30D35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2B9827FE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E0E7376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4B703B1A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116FD9FF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743030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0D90A6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6868D066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B0ACC4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84C767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03AC2E64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80FC2D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FB3115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25006A1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F7C5D4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112B04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00C3B163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BF2718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EF965D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E6C5192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E78C7C1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A94181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0207D41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C81F825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119A6C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FE9F11A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97219B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950E83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2024年3月13日</w:t>
              </w:r>
            </w:smartTag>
            <w:bookmarkEnd w:id="7"/>
          </w:p>
        </w:tc>
      </w:tr>
    </w:tbl>
    <w:p w14:paraId="4CD37233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66D0DCD3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67F64893" wp14:editId="6E4B23D7">
            <wp:extent cx="1514634" cy="1514634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483BC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2C61267D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92EB185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F5CF648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</w:t>
            </w:r>
            <w:r>
              <w:t>Becs2023</w:t>
            </w:r>
            <w:bookmarkEnd w:id="9"/>
          </w:p>
        </w:tc>
      </w:tr>
      <w:tr w:rsidR="00D40158" w:rsidRPr="00D40158" w14:paraId="3987E41C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60E467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0CB2919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45AC7B2E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D46DDFD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12BF0842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36BC7D4F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4FE7E30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323BAF2F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7820145D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01BA3DBB" w14:textId="77777777" w:rsidR="009C4D39" w:rsidRDefault="009C4D39" w:rsidP="009C4D39">
      <w:pPr>
        <w:pStyle w:val="TOC1"/>
      </w:pPr>
    </w:p>
    <w:p w14:paraId="60DEF1D8" w14:textId="77777777" w:rsidR="009C4D39" w:rsidRPr="009C4D39" w:rsidRDefault="009C4D39" w:rsidP="009C4D39">
      <w:pPr>
        <w:rPr>
          <w:lang w:val="en-US"/>
        </w:rPr>
        <w:sectPr w:rsidR="009C4D39" w:rsidRPr="009C4D39" w:rsidSect="008261B3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63F0CD2D" w14:textId="77777777" w:rsidR="00B51927" w:rsidRPr="00B51927" w:rsidRDefault="00B51927" w:rsidP="009C4D39">
      <w:pPr>
        <w:pStyle w:val="TOC1"/>
      </w:pPr>
    </w:p>
    <w:p w14:paraId="27FC22CC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9"/>
        <w:gridCol w:w="6063"/>
      </w:tblGrid>
      <w:tr w:rsidR="00D40158" w:rsidRPr="00FB028F" w14:paraId="7D24B12F" w14:textId="77777777">
        <w:tc>
          <w:tcPr>
            <w:tcW w:w="2841" w:type="dxa"/>
            <w:shd w:val="clear" w:color="auto" w:fill="E6E6E6"/>
          </w:tcPr>
          <w:p w14:paraId="0ECFB1B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50E1AFD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0B69D9FA" w14:textId="77777777">
        <w:tc>
          <w:tcPr>
            <w:tcW w:w="2841" w:type="dxa"/>
            <w:shd w:val="clear" w:color="auto" w:fill="E6E6E6"/>
          </w:tcPr>
          <w:p w14:paraId="03AE5A9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52D6899B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277D9B93" w14:textId="77777777">
        <w:tc>
          <w:tcPr>
            <w:tcW w:w="2841" w:type="dxa"/>
            <w:shd w:val="clear" w:color="auto" w:fill="E6E6E6"/>
          </w:tcPr>
          <w:p w14:paraId="76DBF70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6FA1A68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1A80C88C" w14:textId="77777777">
        <w:tc>
          <w:tcPr>
            <w:tcW w:w="2841" w:type="dxa"/>
            <w:shd w:val="clear" w:color="auto" w:fill="E6E6E6"/>
          </w:tcPr>
          <w:p w14:paraId="18C621D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040DA50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271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0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13B5F85F" w14:textId="77777777">
        <w:tc>
          <w:tcPr>
            <w:tcW w:w="2841" w:type="dxa"/>
            <w:shd w:val="clear" w:color="auto" w:fill="E6E6E6"/>
          </w:tcPr>
          <w:p w14:paraId="599A75E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15A91C7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B028F" w14:paraId="3D45123C" w14:textId="77777777">
        <w:tc>
          <w:tcPr>
            <w:tcW w:w="2841" w:type="dxa"/>
            <w:shd w:val="clear" w:color="auto" w:fill="E6E6E6"/>
          </w:tcPr>
          <w:p w14:paraId="470600A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4C53934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9.0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7F9F8964" w14:textId="77777777">
        <w:tc>
          <w:tcPr>
            <w:tcW w:w="2841" w:type="dxa"/>
            <w:shd w:val="clear" w:color="auto" w:fill="E6E6E6"/>
          </w:tcPr>
          <w:p w14:paraId="1DD957AC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36052D17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90</w:t>
            </w:r>
            <w:bookmarkEnd w:id="21"/>
          </w:p>
        </w:tc>
      </w:tr>
      <w:tr w:rsidR="00D40158" w:rsidRPr="00FB028F" w14:paraId="45FB2A39" w14:textId="77777777">
        <w:tc>
          <w:tcPr>
            <w:tcW w:w="2841" w:type="dxa"/>
            <w:shd w:val="clear" w:color="auto" w:fill="E6E6E6"/>
          </w:tcPr>
          <w:p w14:paraId="2666D0D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5165B5C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2B2B2832" w14:textId="77777777">
        <w:tc>
          <w:tcPr>
            <w:tcW w:w="2841" w:type="dxa"/>
            <w:shd w:val="clear" w:color="auto" w:fill="E6E6E6"/>
          </w:tcPr>
          <w:p w14:paraId="4F8F968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528DF63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3D5406A3" w14:textId="77777777">
        <w:tc>
          <w:tcPr>
            <w:tcW w:w="2841" w:type="dxa"/>
            <w:shd w:val="clear" w:color="auto" w:fill="E6E6E6"/>
          </w:tcPr>
          <w:p w14:paraId="31B1D0F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0DA9920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5B8F6ADD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28037D59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《建筑节能与可再生能源利用通用规范》</w:t>
      </w:r>
      <w:r>
        <w:rPr>
          <w:kern w:val="2"/>
          <w:szCs w:val="24"/>
          <w:lang w:val="en-US"/>
        </w:rPr>
        <w:t>GB55015-2021</w:t>
      </w:r>
    </w:p>
    <w:p w14:paraId="28EC89BD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《严寒和寒冷地区居住建筑节能设计标准》</w:t>
      </w:r>
      <w:r>
        <w:rPr>
          <w:kern w:val="2"/>
          <w:szCs w:val="24"/>
          <w:lang w:val="en-US"/>
        </w:rPr>
        <w:t>JGJ 26-2018</w:t>
      </w:r>
    </w:p>
    <w:p w14:paraId="156CD94D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0BD916F3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22520FB1" w14:textId="77777777" w:rsidR="007F1EEA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规定性指标检查</w:t>
      </w:r>
    </w:p>
    <w:p w14:paraId="4130C19B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7F1EEA" w14:paraId="1DB470CE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06803C04" w14:textId="77777777" w:rsidR="007F1EEA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08B1DBA" w14:textId="77777777" w:rsidR="007F1EEA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4002BDA" w14:textId="77777777" w:rsidR="007F1EEA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59F4EBF" w14:textId="77777777" w:rsidR="007F1EEA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B9CC0D8" w14:textId="77777777" w:rsidR="007F1EEA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79ECE93" w14:textId="77777777" w:rsidR="007F1EEA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4267A868" w14:textId="77777777" w:rsidR="007F1EEA" w:rsidRDefault="00000000">
            <w:pPr>
              <w:jc w:val="center"/>
            </w:pPr>
            <w:r>
              <w:t>备注</w:t>
            </w:r>
          </w:p>
        </w:tc>
      </w:tr>
      <w:tr w:rsidR="007F1EEA" w14:paraId="0FB977D2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2E584C34" w14:textId="77777777" w:rsidR="007F1EEA" w:rsidRDefault="007F1EEA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0C7037AB" w14:textId="77777777" w:rsidR="007F1EEA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48144741" w14:textId="77777777" w:rsidR="007F1EEA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CFE61ED" w14:textId="77777777" w:rsidR="007F1EEA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5FFAEB7" w14:textId="77777777" w:rsidR="007F1EEA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CDE98B8" w14:textId="77777777" w:rsidR="007F1EEA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12959673" w14:textId="77777777" w:rsidR="007F1EEA" w:rsidRDefault="007F1EEA">
            <w:pPr>
              <w:jc w:val="center"/>
            </w:pPr>
          </w:p>
        </w:tc>
      </w:tr>
      <w:tr w:rsidR="007F1EEA" w14:paraId="0B9AE3CD" w14:textId="77777777">
        <w:tc>
          <w:tcPr>
            <w:tcW w:w="2196" w:type="dxa"/>
            <w:shd w:val="clear" w:color="auto" w:fill="E6E6E6"/>
            <w:vAlign w:val="center"/>
          </w:tcPr>
          <w:p w14:paraId="5936760D" w14:textId="77777777" w:rsidR="007F1EEA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195BA47F" w14:textId="77777777" w:rsidR="007F1EEA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BC25275" w14:textId="77777777" w:rsidR="007F1EEA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8E246CC" w14:textId="77777777" w:rsidR="007F1EEA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3BC2AFFD" w14:textId="77777777" w:rsidR="007F1EEA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6E6595F" w14:textId="77777777" w:rsidR="007F1EEA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3DFF70E5" w14:textId="77777777" w:rsidR="007F1EE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7F1EEA" w14:paraId="237A4ACE" w14:textId="77777777">
        <w:tc>
          <w:tcPr>
            <w:tcW w:w="2196" w:type="dxa"/>
            <w:shd w:val="clear" w:color="auto" w:fill="E6E6E6"/>
            <w:vAlign w:val="center"/>
          </w:tcPr>
          <w:p w14:paraId="5021E472" w14:textId="77777777" w:rsidR="007F1EEA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3F45D35D" w14:textId="77777777" w:rsidR="007F1EEA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74CA6A7A" w14:textId="77777777" w:rsidR="007F1EEA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463C668" w14:textId="77777777" w:rsidR="007F1EEA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52BF2F77" w14:textId="77777777" w:rsidR="007F1EEA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B8CBE1A" w14:textId="77777777" w:rsidR="007F1EEA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3165A511" w14:textId="77777777" w:rsidR="007F1EE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7F1EEA" w14:paraId="30A48CE5" w14:textId="77777777">
        <w:tc>
          <w:tcPr>
            <w:tcW w:w="2196" w:type="dxa"/>
            <w:shd w:val="clear" w:color="auto" w:fill="E6E6E6"/>
            <w:vAlign w:val="center"/>
          </w:tcPr>
          <w:p w14:paraId="25947B35" w14:textId="77777777" w:rsidR="007F1EEA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4C4766D6" w14:textId="77777777" w:rsidR="007F1EEA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6A40FDA0" w14:textId="77777777" w:rsidR="007F1EEA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A4ED3D1" w14:textId="77777777" w:rsidR="007F1EEA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1D20D9F6" w14:textId="77777777" w:rsidR="007F1EEA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0566E77" w14:textId="77777777" w:rsidR="007F1EEA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5ED87244" w14:textId="77777777" w:rsidR="007F1EE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7F1EEA" w14:paraId="0F101424" w14:textId="77777777">
        <w:tc>
          <w:tcPr>
            <w:tcW w:w="2196" w:type="dxa"/>
            <w:shd w:val="clear" w:color="auto" w:fill="E6E6E6"/>
            <w:vAlign w:val="center"/>
          </w:tcPr>
          <w:p w14:paraId="33BE0023" w14:textId="77777777" w:rsidR="007F1EEA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1B181B7B" w14:textId="77777777" w:rsidR="007F1EEA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06E2EC38" w14:textId="77777777" w:rsidR="007F1EEA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4A8CCC1A" w14:textId="77777777" w:rsidR="007F1EEA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167EDE49" w14:textId="77777777" w:rsidR="007F1EEA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C224C05" w14:textId="77777777" w:rsidR="007F1EEA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6ACB29D1" w14:textId="77777777" w:rsidR="007F1EE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7F1EEA" w14:paraId="5E8F9A67" w14:textId="77777777">
        <w:tc>
          <w:tcPr>
            <w:tcW w:w="2196" w:type="dxa"/>
            <w:shd w:val="clear" w:color="auto" w:fill="E6E6E6"/>
            <w:vAlign w:val="center"/>
          </w:tcPr>
          <w:p w14:paraId="76E15B0D" w14:textId="77777777" w:rsidR="007F1EEA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3E6F07D8" w14:textId="77777777" w:rsidR="007F1EEA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448CC8B4" w14:textId="77777777" w:rsidR="007F1EEA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67FC760F" w14:textId="77777777" w:rsidR="007F1EEA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5B4A0107" w14:textId="77777777" w:rsidR="007F1EEA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411652BE" w14:textId="77777777" w:rsidR="007F1EEA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0711DC4" w14:textId="77777777" w:rsidR="007F1EE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7F1EEA" w14:paraId="25093A5E" w14:textId="77777777">
        <w:tc>
          <w:tcPr>
            <w:tcW w:w="2196" w:type="dxa"/>
            <w:shd w:val="clear" w:color="auto" w:fill="E6E6E6"/>
            <w:vAlign w:val="center"/>
          </w:tcPr>
          <w:p w14:paraId="46235615" w14:textId="77777777" w:rsidR="007F1EEA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54AA3659" w14:textId="77777777" w:rsidR="007F1EEA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20F3E28E" w14:textId="77777777" w:rsidR="007F1EEA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47471C7B" w14:textId="77777777" w:rsidR="007F1EEA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0E1C6BAF" w14:textId="77777777" w:rsidR="007F1EEA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35BD99C" w14:textId="77777777" w:rsidR="007F1EEA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25B828FD" w14:textId="77777777" w:rsidR="007F1EEA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7F1EEA" w14:paraId="4909D3E0" w14:textId="77777777">
        <w:tc>
          <w:tcPr>
            <w:tcW w:w="2196" w:type="dxa"/>
            <w:shd w:val="clear" w:color="auto" w:fill="E6E6E6"/>
            <w:vAlign w:val="center"/>
          </w:tcPr>
          <w:p w14:paraId="6E10F46C" w14:textId="77777777" w:rsidR="007F1EEA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1B7DCFFE" w14:textId="77777777" w:rsidR="007F1EEA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44A10762" w14:textId="77777777" w:rsidR="007F1EEA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70A518B5" w14:textId="77777777" w:rsidR="007F1EEA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08B1DD5B" w14:textId="77777777" w:rsidR="007F1EEA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2A859A71" w14:textId="77777777" w:rsidR="007F1EEA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282A53C" w14:textId="77777777" w:rsidR="007F1EEA" w:rsidRDefault="007F1EEA">
            <w:pPr>
              <w:rPr>
                <w:sz w:val="18"/>
                <w:szCs w:val="18"/>
              </w:rPr>
            </w:pPr>
          </w:p>
        </w:tc>
      </w:tr>
    </w:tbl>
    <w:p w14:paraId="1912137E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体形系数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7F1EEA" w14:paraId="4128E21F" w14:textId="77777777">
        <w:tc>
          <w:tcPr>
            <w:tcW w:w="2513" w:type="dxa"/>
            <w:shd w:val="clear" w:color="auto" w:fill="E6E6E6"/>
            <w:vAlign w:val="center"/>
          </w:tcPr>
          <w:p w14:paraId="65827774" w14:textId="77777777" w:rsidR="007F1EEA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592D7D33" w14:textId="77777777" w:rsidR="007F1EEA" w:rsidRDefault="00000000">
            <w:r>
              <w:t>557.60</w:t>
            </w:r>
          </w:p>
        </w:tc>
      </w:tr>
      <w:tr w:rsidR="007F1EEA" w14:paraId="4457423E" w14:textId="77777777">
        <w:tc>
          <w:tcPr>
            <w:tcW w:w="2513" w:type="dxa"/>
            <w:shd w:val="clear" w:color="auto" w:fill="E6E6E6"/>
            <w:vAlign w:val="center"/>
          </w:tcPr>
          <w:p w14:paraId="58779BDF" w14:textId="77777777" w:rsidR="007F1EEA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7FA3A754" w14:textId="77777777" w:rsidR="007F1EEA" w:rsidRDefault="00000000">
            <w:r>
              <w:t>958.27</w:t>
            </w:r>
          </w:p>
        </w:tc>
      </w:tr>
      <w:tr w:rsidR="007F1EEA" w14:paraId="15844966" w14:textId="77777777">
        <w:tc>
          <w:tcPr>
            <w:tcW w:w="2513" w:type="dxa"/>
            <w:shd w:val="clear" w:color="auto" w:fill="E6E6E6"/>
            <w:vAlign w:val="center"/>
          </w:tcPr>
          <w:p w14:paraId="629520C2" w14:textId="77777777" w:rsidR="007F1EEA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0E16A352" w14:textId="77777777" w:rsidR="007F1EEA" w:rsidRDefault="00000000">
            <w:r>
              <w:t>0.58</w:t>
            </w:r>
          </w:p>
        </w:tc>
      </w:tr>
      <w:tr w:rsidR="007F1EEA" w14:paraId="70B3BA1B" w14:textId="77777777">
        <w:tc>
          <w:tcPr>
            <w:tcW w:w="2513" w:type="dxa"/>
            <w:shd w:val="clear" w:color="auto" w:fill="E6E6E6"/>
            <w:vAlign w:val="center"/>
          </w:tcPr>
          <w:p w14:paraId="0F0081E9" w14:textId="77777777" w:rsidR="007F1EEA" w:rsidRDefault="00000000">
            <w:r>
              <w:t>标准依据</w:t>
            </w:r>
          </w:p>
        </w:tc>
        <w:tc>
          <w:tcPr>
            <w:tcW w:w="6820" w:type="dxa"/>
            <w:vAlign w:val="center"/>
          </w:tcPr>
          <w:p w14:paraId="21846F6F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3.1.2</w:t>
            </w:r>
            <w:r>
              <w:t>条</w:t>
            </w:r>
          </w:p>
        </w:tc>
      </w:tr>
      <w:tr w:rsidR="007F1EEA" w14:paraId="1C65EE51" w14:textId="77777777">
        <w:tc>
          <w:tcPr>
            <w:tcW w:w="2513" w:type="dxa"/>
            <w:shd w:val="clear" w:color="auto" w:fill="E6E6E6"/>
            <w:vAlign w:val="center"/>
          </w:tcPr>
          <w:p w14:paraId="39F79445" w14:textId="77777777" w:rsidR="007F1EEA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14:paraId="69FFFBA6" w14:textId="77777777" w:rsidR="007F1EEA" w:rsidRDefault="00000000">
            <w:r>
              <w:t>体形系数应符合表</w:t>
            </w:r>
            <w:r>
              <w:t>3.1.2</w:t>
            </w:r>
            <w:r>
              <w:t>的规定</w:t>
            </w:r>
            <w:r>
              <w:t>(s≤0.57)</w:t>
            </w:r>
          </w:p>
        </w:tc>
      </w:tr>
      <w:tr w:rsidR="007F1EEA" w14:paraId="4B604F50" w14:textId="77777777">
        <w:tc>
          <w:tcPr>
            <w:tcW w:w="2513" w:type="dxa"/>
            <w:shd w:val="clear" w:color="auto" w:fill="E6E6E6"/>
            <w:vAlign w:val="center"/>
          </w:tcPr>
          <w:p w14:paraId="0D745931" w14:textId="77777777" w:rsidR="007F1EEA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14:paraId="438E7661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</w:tbl>
    <w:p w14:paraId="48CF955E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窗墙比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7F1EEA" w14:paraId="2D631F97" w14:textId="77777777">
        <w:tc>
          <w:tcPr>
            <w:tcW w:w="1596" w:type="dxa"/>
            <w:shd w:val="clear" w:color="auto" w:fill="E6E6E6"/>
            <w:vAlign w:val="center"/>
          </w:tcPr>
          <w:p w14:paraId="5EA200CD" w14:textId="77777777" w:rsidR="007F1EEA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0805A785" w14:textId="77777777" w:rsidR="007F1EEA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BF85422" w14:textId="77777777" w:rsidR="007F1EEA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0C08CBE" w14:textId="77777777" w:rsidR="007F1EEA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55E4408B" w14:textId="77777777" w:rsidR="007F1EEA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308D0770" w14:textId="77777777" w:rsidR="007F1EEA" w:rsidRDefault="00000000">
            <w:pPr>
              <w:jc w:val="center"/>
            </w:pPr>
            <w:r>
              <w:t>结论</w:t>
            </w:r>
          </w:p>
        </w:tc>
      </w:tr>
      <w:tr w:rsidR="007F1EEA" w14:paraId="073BEEC9" w14:textId="77777777">
        <w:tc>
          <w:tcPr>
            <w:tcW w:w="1596" w:type="dxa"/>
            <w:vMerge w:val="restart"/>
            <w:vAlign w:val="center"/>
          </w:tcPr>
          <w:p w14:paraId="4EBFBDC5" w14:textId="77777777" w:rsidR="007F1EEA" w:rsidRDefault="00000000">
            <w:r>
              <w:t>户外房间</w:t>
            </w:r>
          </w:p>
        </w:tc>
        <w:tc>
          <w:tcPr>
            <w:tcW w:w="1590" w:type="dxa"/>
            <w:vMerge w:val="restart"/>
            <w:vAlign w:val="center"/>
          </w:tcPr>
          <w:p w14:paraId="2CE00735" w14:textId="77777777" w:rsidR="007F1EEA" w:rsidRDefault="00000000">
            <w:r>
              <w:t>1003</w:t>
            </w:r>
          </w:p>
        </w:tc>
        <w:tc>
          <w:tcPr>
            <w:tcW w:w="1415" w:type="dxa"/>
            <w:vAlign w:val="center"/>
          </w:tcPr>
          <w:p w14:paraId="29815186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61215047" w14:textId="77777777" w:rsidR="007F1EEA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5611A263" w14:textId="77777777" w:rsidR="007F1EEA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D8F8DB2" w14:textId="77777777" w:rsidR="007F1EEA" w:rsidRDefault="00000000">
            <w:r>
              <w:t>满足</w:t>
            </w:r>
          </w:p>
        </w:tc>
      </w:tr>
      <w:tr w:rsidR="007F1EEA" w14:paraId="453C6CC6" w14:textId="77777777">
        <w:tc>
          <w:tcPr>
            <w:tcW w:w="1596" w:type="dxa"/>
            <w:vMerge/>
            <w:vAlign w:val="center"/>
          </w:tcPr>
          <w:p w14:paraId="21445815" w14:textId="77777777" w:rsidR="007F1EEA" w:rsidRDefault="007F1EEA"/>
        </w:tc>
        <w:tc>
          <w:tcPr>
            <w:tcW w:w="1590" w:type="dxa"/>
            <w:vMerge/>
            <w:vAlign w:val="center"/>
          </w:tcPr>
          <w:p w14:paraId="55F3E6E8" w14:textId="77777777" w:rsidR="007F1EEA" w:rsidRDefault="007F1EEA"/>
        </w:tc>
        <w:tc>
          <w:tcPr>
            <w:tcW w:w="1415" w:type="dxa"/>
            <w:vAlign w:val="center"/>
          </w:tcPr>
          <w:p w14:paraId="08EE44DA" w14:textId="77777777" w:rsidR="007F1EEA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7D40842" w14:textId="77777777" w:rsidR="007F1EEA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5C4D9422" w14:textId="77777777" w:rsidR="007F1EEA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2738B31F" w14:textId="77777777" w:rsidR="007F1EEA" w:rsidRDefault="00000000">
            <w:r>
              <w:t>满足</w:t>
            </w:r>
          </w:p>
        </w:tc>
      </w:tr>
      <w:tr w:rsidR="007F1EEA" w14:paraId="5196EF08" w14:textId="77777777">
        <w:tc>
          <w:tcPr>
            <w:tcW w:w="1596" w:type="dxa"/>
            <w:vMerge/>
            <w:vAlign w:val="center"/>
          </w:tcPr>
          <w:p w14:paraId="3A25D0D4" w14:textId="77777777" w:rsidR="007F1EEA" w:rsidRDefault="007F1EEA"/>
        </w:tc>
        <w:tc>
          <w:tcPr>
            <w:tcW w:w="1590" w:type="dxa"/>
            <w:vAlign w:val="center"/>
          </w:tcPr>
          <w:p w14:paraId="57C93A3E" w14:textId="77777777" w:rsidR="007F1EEA" w:rsidRDefault="00000000">
            <w:r>
              <w:t>1004</w:t>
            </w:r>
          </w:p>
        </w:tc>
        <w:tc>
          <w:tcPr>
            <w:tcW w:w="1415" w:type="dxa"/>
            <w:vAlign w:val="center"/>
          </w:tcPr>
          <w:p w14:paraId="5DCC4592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0095E535" w14:textId="77777777" w:rsidR="007F1EEA" w:rsidRDefault="00000000">
            <w:r>
              <w:t>0.23</w:t>
            </w:r>
          </w:p>
        </w:tc>
        <w:tc>
          <w:tcPr>
            <w:tcW w:w="1658" w:type="dxa"/>
            <w:vAlign w:val="center"/>
          </w:tcPr>
          <w:p w14:paraId="1186DCB3" w14:textId="77777777" w:rsidR="007F1EEA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DCD8C93" w14:textId="77777777" w:rsidR="007F1EEA" w:rsidRDefault="00000000">
            <w:r>
              <w:t>满足</w:t>
            </w:r>
          </w:p>
        </w:tc>
      </w:tr>
      <w:tr w:rsidR="007F1EEA" w14:paraId="707170D7" w14:textId="77777777">
        <w:tc>
          <w:tcPr>
            <w:tcW w:w="1596" w:type="dxa"/>
            <w:vMerge/>
            <w:vAlign w:val="center"/>
          </w:tcPr>
          <w:p w14:paraId="265CDF4C" w14:textId="77777777" w:rsidR="007F1EEA" w:rsidRDefault="007F1EEA"/>
        </w:tc>
        <w:tc>
          <w:tcPr>
            <w:tcW w:w="1590" w:type="dxa"/>
            <w:vAlign w:val="center"/>
          </w:tcPr>
          <w:p w14:paraId="53EF34D5" w14:textId="77777777" w:rsidR="007F1EEA" w:rsidRDefault="00000000">
            <w:r>
              <w:t>1005</w:t>
            </w:r>
          </w:p>
        </w:tc>
        <w:tc>
          <w:tcPr>
            <w:tcW w:w="1415" w:type="dxa"/>
            <w:vAlign w:val="center"/>
          </w:tcPr>
          <w:p w14:paraId="1ACAC17F" w14:textId="77777777" w:rsidR="007F1EEA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F6DF11D" w14:textId="77777777" w:rsidR="007F1EEA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67C7C66A" w14:textId="77777777" w:rsidR="007F1EEA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7613CB76" w14:textId="77777777" w:rsidR="007F1EEA" w:rsidRDefault="00000000">
            <w:r>
              <w:t>满足</w:t>
            </w:r>
          </w:p>
        </w:tc>
      </w:tr>
      <w:tr w:rsidR="007F1EEA" w14:paraId="20E003F2" w14:textId="77777777">
        <w:tc>
          <w:tcPr>
            <w:tcW w:w="1596" w:type="dxa"/>
            <w:vMerge/>
            <w:vAlign w:val="center"/>
          </w:tcPr>
          <w:p w14:paraId="4B02D56D" w14:textId="77777777" w:rsidR="007F1EEA" w:rsidRDefault="007F1EEA"/>
        </w:tc>
        <w:tc>
          <w:tcPr>
            <w:tcW w:w="1590" w:type="dxa"/>
            <w:vMerge w:val="restart"/>
            <w:vAlign w:val="center"/>
          </w:tcPr>
          <w:p w14:paraId="46C29109" w14:textId="77777777" w:rsidR="007F1EEA" w:rsidRDefault="00000000">
            <w:r>
              <w:t>2001</w:t>
            </w:r>
          </w:p>
        </w:tc>
        <w:tc>
          <w:tcPr>
            <w:tcW w:w="1415" w:type="dxa"/>
            <w:vAlign w:val="center"/>
          </w:tcPr>
          <w:p w14:paraId="3142E953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6EFDF3EF" w14:textId="77777777" w:rsidR="007F1EEA" w:rsidRDefault="00000000">
            <w:r>
              <w:t>0.13</w:t>
            </w:r>
          </w:p>
        </w:tc>
        <w:tc>
          <w:tcPr>
            <w:tcW w:w="1658" w:type="dxa"/>
            <w:vAlign w:val="center"/>
          </w:tcPr>
          <w:p w14:paraId="1F840F69" w14:textId="77777777" w:rsidR="007F1EEA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8500517" w14:textId="77777777" w:rsidR="007F1EEA" w:rsidRDefault="00000000">
            <w:r>
              <w:t>满足</w:t>
            </w:r>
          </w:p>
        </w:tc>
      </w:tr>
      <w:tr w:rsidR="007F1EEA" w14:paraId="00B25D6D" w14:textId="77777777">
        <w:tc>
          <w:tcPr>
            <w:tcW w:w="1596" w:type="dxa"/>
            <w:vMerge/>
            <w:vAlign w:val="center"/>
          </w:tcPr>
          <w:p w14:paraId="4D04246B" w14:textId="77777777" w:rsidR="007F1EEA" w:rsidRDefault="007F1EEA"/>
        </w:tc>
        <w:tc>
          <w:tcPr>
            <w:tcW w:w="1590" w:type="dxa"/>
            <w:vMerge/>
            <w:vAlign w:val="center"/>
          </w:tcPr>
          <w:p w14:paraId="32F5FDFB" w14:textId="77777777" w:rsidR="007F1EEA" w:rsidRDefault="007F1EEA"/>
        </w:tc>
        <w:tc>
          <w:tcPr>
            <w:tcW w:w="1415" w:type="dxa"/>
            <w:vAlign w:val="center"/>
          </w:tcPr>
          <w:p w14:paraId="221D493F" w14:textId="77777777" w:rsidR="007F1EEA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588FBF2A" w14:textId="77777777" w:rsidR="007F1EEA" w:rsidRDefault="00000000">
            <w:r>
              <w:t>0.24</w:t>
            </w:r>
          </w:p>
        </w:tc>
        <w:tc>
          <w:tcPr>
            <w:tcW w:w="1658" w:type="dxa"/>
            <w:vAlign w:val="center"/>
          </w:tcPr>
          <w:p w14:paraId="1DA5A0D3" w14:textId="77777777" w:rsidR="007F1EEA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76178E13" w14:textId="77777777" w:rsidR="007F1EEA" w:rsidRDefault="00000000">
            <w:r>
              <w:t>满足</w:t>
            </w:r>
          </w:p>
        </w:tc>
      </w:tr>
      <w:tr w:rsidR="007F1EEA" w14:paraId="06651746" w14:textId="77777777">
        <w:tc>
          <w:tcPr>
            <w:tcW w:w="1596" w:type="dxa"/>
            <w:vMerge/>
            <w:vAlign w:val="center"/>
          </w:tcPr>
          <w:p w14:paraId="55B6CF13" w14:textId="77777777" w:rsidR="007F1EEA" w:rsidRDefault="007F1EEA"/>
        </w:tc>
        <w:tc>
          <w:tcPr>
            <w:tcW w:w="1590" w:type="dxa"/>
            <w:vMerge/>
            <w:vAlign w:val="center"/>
          </w:tcPr>
          <w:p w14:paraId="6132F9BF" w14:textId="77777777" w:rsidR="007F1EEA" w:rsidRDefault="007F1EEA"/>
        </w:tc>
        <w:tc>
          <w:tcPr>
            <w:tcW w:w="1415" w:type="dxa"/>
            <w:vAlign w:val="center"/>
          </w:tcPr>
          <w:p w14:paraId="7BA404A0" w14:textId="77777777" w:rsidR="007F1EEA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5E527212" w14:textId="77777777" w:rsidR="007F1EEA" w:rsidRDefault="00000000">
            <w:r>
              <w:t>0.26</w:t>
            </w:r>
          </w:p>
        </w:tc>
        <w:tc>
          <w:tcPr>
            <w:tcW w:w="1658" w:type="dxa"/>
            <w:vAlign w:val="center"/>
          </w:tcPr>
          <w:p w14:paraId="1BEF17CC" w14:textId="77777777" w:rsidR="007F1EEA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E70BF3B" w14:textId="77777777" w:rsidR="007F1EEA" w:rsidRDefault="00000000">
            <w:r>
              <w:t>满足</w:t>
            </w:r>
          </w:p>
        </w:tc>
      </w:tr>
      <w:tr w:rsidR="007F1EEA" w14:paraId="2B904D71" w14:textId="77777777">
        <w:tc>
          <w:tcPr>
            <w:tcW w:w="1596" w:type="dxa"/>
            <w:vMerge/>
            <w:vAlign w:val="center"/>
          </w:tcPr>
          <w:p w14:paraId="6F3A8DED" w14:textId="77777777" w:rsidR="007F1EEA" w:rsidRDefault="007F1EEA"/>
        </w:tc>
        <w:tc>
          <w:tcPr>
            <w:tcW w:w="1590" w:type="dxa"/>
            <w:vMerge w:val="restart"/>
            <w:vAlign w:val="center"/>
          </w:tcPr>
          <w:p w14:paraId="3463B176" w14:textId="77777777" w:rsidR="007F1EEA" w:rsidRDefault="00000000">
            <w:r>
              <w:t>2002</w:t>
            </w:r>
          </w:p>
        </w:tc>
        <w:tc>
          <w:tcPr>
            <w:tcW w:w="1415" w:type="dxa"/>
            <w:vAlign w:val="center"/>
          </w:tcPr>
          <w:p w14:paraId="6F9BD926" w14:textId="77777777" w:rsidR="007F1EEA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48E68C7A" w14:textId="77777777" w:rsidR="007F1EEA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4FA7FFF5" w14:textId="77777777" w:rsidR="007F1EEA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7B133976" w14:textId="77777777" w:rsidR="007F1EEA" w:rsidRDefault="00000000">
            <w:r>
              <w:t>满足</w:t>
            </w:r>
          </w:p>
        </w:tc>
      </w:tr>
      <w:tr w:rsidR="007F1EEA" w14:paraId="5540B242" w14:textId="77777777">
        <w:tc>
          <w:tcPr>
            <w:tcW w:w="1596" w:type="dxa"/>
            <w:vMerge/>
            <w:vAlign w:val="center"/>
          </w:tcPr>
          <w:p w14:paraId="59F7BF57" w14:textId="77777777" w:rsidR="007F1EEA" w:rsidRDefault="007F1EEA"/>
        </w:tc>
        <w:tc>
          <w:tcPr>
            <w:tcW w:w="1590" w:type="dxa"/>
            <w:vMerge/>
            <w:vAlign w:val="center"/>
          </w:tcPr>
          <w:p w14:paraId="10745DE6" w14:textId="77777777" w:rsidR="007F1EEA" w:rsidRDefault="007F1EEA"/>
        </w:tc>
        <w:tc>
          <w:tcPr>
            <w:tcW w:w="1415" w:type="dxa"/>
            <w:vAlign w:val="center"/>
          </w:tcPr>
          <w:p w14:paraId="5B430C9B" w14:textId="77777777" w:rsidR="007F1EEA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6477E29" w14:textId="77777777" w:rsidR="007F1EEA" w:rsidRDefault="00000000">
            <w:r>
              <w:t>0.26</w:t>
            </w:r>
          </w:p>
        </w:tc>
        <w:tc>
          <w:tcPr>
            <w:tcW w:w="1658" w:type="dxa"/>
            <w:vAlign w:val="center"/>
          </w:tcPr>
          <w:p w14:paraId="6FBFBB4A" w14:textId="77777777" w:rsidR="007F1EEA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29810244" w14:textId="77777777" w:rsidR="007F1EEA" w:rsidRDefault="00000000">
            <w:r>
              <w:t>满足</w:t>
            </w:r>
          </w:p>
        </w:tc>
      </w:tr>
      <w:tr w:rsidR="007F1EEA" w14:paraId="40BCCA76" w14:textId="77777777">
        <w:tc>
          <w:tcPr>
            <w:tcW w:w="1596" w:type="dxa"/>
            <w:vMerge/>
            <w:vAlign w:val="center"/>
          </w:tcPr>
          <w:p w14:paraId="2E0379BA" w14:textId="77777777" w:rsidR="007F1EEA" w:rsidRDefault="007F1EEA"/>
        </w:tc>
        <w:tc>
          <w:tcPr>
            <w:tcW w:w="1590" w:type="dxa"/>
            <w:vMerge w:val="restart"/>
            <w:vAlign w:val="center"/>
          </w:tcPr>
          <w:p w14:paraId="56618FB0" w14:textId="77777777" w:rsidR="007F1EEA" w:rsidRDefault="00000000">
            <w:r>
              <w:t>2003</w:t>
            </w:r>
          </w:p>
        </w:tc>
        <w:tc>
          <w:tcPr>
            <w:tcW w:w="1415" w:type="dxa"/>
            <w:vAlign w:val="center"/>
          </w:tcPr>
          <w:p w14:paraId="77D238D6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56DB6B24" w14:textId="77777777" w:rsidR="007F1EEA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3AAA3898" w14:textId="77777777" w:rsidR="007F1EEA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F49E401" w14:textId="77777777" w:rsidR="007F1EEA" w:rsidRDefault="00000000">
            <w:r>
              <w:t>满足</w:t>
            </w:r>
          </w:p>
        </w:tc>
      </w:tr>
      <w:tr w:rsidR="007F1EEA" w14:paraId="3EF3D1AB" w14:textId="77777777">
        <w:tc>
          <w:tcPr>
            <w:tcW w:w="1596" w:type="dxa"/>
            <w:vMerge/>
            <w:vAlign w:val="center"/>
          </w:tcPr>
          <w:p w14:paraId="25AFF160" w14:textId="77777777" w:rsidR="007F1EEA" w:rsidRDefault="007F1EEA"/>
        </w:tc>
        <w:tc>
          <w:tcPr>
            <w:tcW w:w="1590" w:type="dxa"/>
            <w:vMerge/>
            <w:vAlign w:val="center"/>
          </w:tcPr>
          <w:p w14:paraId="69CBC7EA" w14:textId="77777777" w:rsidR="007F1EEA" w:rsidRDefault="007F1EEA"/>
        </w:tc>
        <w:tc>
          <w:tcPr>
            <w:tcW w:w="1415" w:type="dxa"/>
            <w:vAlign w:val="center"/>
          </w:tcPr>
          <w:p w14:paraId="49C14641" w14:textId="77777777" w:rsidR="007F1EEA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16B11B2F" w14:textId="77777777" w:rsidR="007F1EEA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236C9F4F" w14:textId="77777777" w:rsidR="007F1EEA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19286D3F" w14:textId="77777777" w:rsidR="007F1EEA" w:rsidRDefault="00000000">
            <w:r>
              <w:t>满足</w:t>
            </w:r>
          </w:p>
        </w:tc>
      </w:tr>
      <w:tr w:rsidR="007F1EEA" w14:paraId="44767732" w14:textId="77777777">
        <w:tc>
          <w:tcPr>
            <w:tcW w:w="1596" w:type="dxa"/>
            <w:vMerge/>
            <w:vAlign w:val="center"/>
          </w:tcPr>
          <w:p w14:paraId="2ABF6769" w14:textId="77777777" w:rsidR="007F1EEA" w:rsidRDefault="007F1EEA"/>
        </w:tc>
        <w:tc>
          <w:tcPr>
            <w:tcW w:w="1590" w:type="dxa"/>
            <w:vAlign w:val="center"/>
          </w:tcPr>
          <w:p w14:paraId="0BEEFC44" w14:textId="77777777" w:rsidR="007F1EEA" w:rsidRDefault="00000000">
            <w:r>
              <w:t>2004</w:t>
            </w:r>
          </w:p>
        </w:tc>
        <w:tc>
          <w:tcPr>
            <w:tcW w:w="1415" w:type="dxa"/>
            <w:vAlign w:val="center"/>
          </w:tcPr>
          <w:p w14:paraId="6A507D5D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2CE64F9F" w14:textId="77777777" w:rsidR="007F1EEA" w:rsidRDefault="00000000">
            <w:r>
              <w:t>0.23</w:t>
            </w:r>
          </w:p>
        </w:tc>
        <w:tc>
          <w:tcPr>
            <w:tcW w:w="1658" w:type="dxa"/>
            <w:vAlign w:val="center"/>
          </w:tcPr>
          <w:p w14:paraId="1A8963C0" w14:textId="77777777" w:rsidR="007F1EEA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3C48030" w14:textId="77777777" w:rsidR="007F1EEA" w:rsidRDefault="00000000">
            <w:r>
              <w:t>满足</w:t>
            </w:r>
          </w:p>
        </w:tc>
      </w:tr>
      <w:tr w:rsidR="007F1EEA" w14:paraId="6904C599" w14:textId="77777777">
        <w:tc>
          <w:tcPr>
            <w:tcW w:w="1596" w:type="dxa"/>
            <w:vMerge/>
            <w:vAlign w:val="center"/>
          </w:tcPr>
          <w:p w14:paraId="0FC79721" w14:textId="77777777" w:rsidR="007F1EEA" w:rsidRDefault="007F1EEA"/>
        </w:tc>
        <w:tc>
          <w:tcPr>
            <w:tcW w:w="1590" w:type="dxa"/>
            <w:vAlign w:val="center"/>
          </w:tcPr>
          <w:p w14:paraId="76FD77EB" w14:textId="77777777" w:rsidR="007F1EEA" w:rsidRDefault="00000000">
            <w:r>
              <w:t>2005</w:t>
            </w:r>
          </w:p>
        </w:tc>
        <w:tc>
          <w:tcPr>
            <w:tcW w:w="1415" w:type="dxa"/>
            <w:vAlign w:val="center"/>
          </w:tcPr>
          <w:p w14:paraId="74EE75A4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7B241DC5" w14:textId="77777777" w:rsidR="007F1EEA" w:rsidRDefault="00000000">
            <w:r>
              <w:t>0.28</w:t>
            </w:r>
          </w:p>
        </w:tc>
        <w:tc>
          <w:tcPr>
            <w:tcW w:w="1658" w:type="dxa"/>
            <w:vAlign w:val="center"/>
          </w:tcPr>
          <w:p w14:paraId="3396FEE3" w14:textId="77777777" w:rsidR="007F1EEA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2BD08BB" w14:textId="77777777" w:rsidR="007F1EEA" w:rsidRDefault="00000000">
            <w:r>
              <w:t>满足</w:t>
            </w:r>
          </w:p>
        </w:tc>
      </w:tr>
      <w:tr w:rsidR="007F1EEA" w14:paraId="0936F3D4" w14:textId="77777777">
        <w:tc>
          <w:tcPr>
            <w:tcW w:w="1596" w:type="dxa"/>
            <w:vMerge/>
            <w:vAlign w:val="center"/>
          </w:tcPr>
          <w:p w14:paraId="771D6C59" w14:textId="77777777" w:rsidR="007F1EEA" w:rsidRDefault="007F1EEA"/>
        </w:tc>
        <w:tc>
          <w:tcPr>
            <w:tcW w:w="1590" w:type="dxa"/>
            <w:vAlign w:val="center"/>
          </w:tcPr>
          <w:p w14:paraId="3ED29682" w14:textId="77777777" w:rsidR="007F1EEA" w:rsidRDefault="00000000">
            <w:r>
              <w:t>2007</w:t>
            </w:r>
          </w:p>
        </w:tc>
        <w:tc>
          <w:tcPr>
            <w:tcW w:w="1415" w:type="dxa"/>
            <w:vAlign w:val="center"/>
          </w:tcPr>
          <w:p w14:paraId="2FE4BC97" w14:textId="77777777" w:rsidR="007F1EEA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7523ABA4" w14:textId="77777777" w:rsidR="007F1EEA" w:rsidRDefault="00000000">
            <w:r>
              <w:t>0.28</w:t>
            </w:r>
          </w:p>
        </w:tc>
        <w:tc>
          <w:tcPr>
            <w:tcW w:w="1658" w:type="dxa"/>
            <w:vAlign w:val="center"/>
          </w:tcPr>
          <w:p w14:paraId="747CBB05" w14:textId="77777777" w:rsidR="007F1EEA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01FA62D" w14:textId="77777777" w:rsidR="007F1EEA" w:rsidRDefault="00000000">
            <w:r>
              <w:t>满足</w:t>
            </w:r>
          </w:p>
        </w:tc>
      </w:tr>
      <w:tr w:rsidR="007F1EEA" w14:paraId="2CB38F81" w14:textId="77777777">
        <w:tc>
          <w:tcPr>
            <w:tcW w:w="1596" w:type="dxa"/>
            <w:vMerge/>
            <w:vAlign w:val="center"/>
          </w:tcPr>
          <w:p w14:paraId="1C34B9A6" w14:textId="77777777" w:rsidR="007F1EEA" w:rsidRDefault="007F1EEA"/>
        </w:tc>
        <w:tc>
          <w:tcPr>
            <w:tcW w:w="1590" w:type="dxa"/>
            <w:vAlign w:val="center"/>
          </w:tcPr>
          <w:p w14:paraId="2DC2E089" w14:textId="77777777" w:rsidR="007F1EEA" w:rsidRDefault="00000000">
            <w:r>
              <w:t>2008</w:t>
            </w:r>
          </w:p>
        </w:tc>
        <w:tc>
          <w:tcPr>
            <w:tcW w:w="1415" w:type="dxa"/>
            <w:vAlign w:val="center"/>
          </w:tcPr>
          <w:p w14:paraId="282CA955" w14:textId="77777777" w:rsidR="007F1EEA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5468F93F" w14:textId="77777777" w:rsidR="007F1EEA" w:rsidRDefault="00000000">
            <w:r>
              <w:t>0.32</w:t>
            </w:r>
          </w:p>
        </w:tc>
        <w:tc>
          <w:tcPr>
            <w:tcW w:w="1658" w:type="dxa"/>
            <w:vAlign w:val="center"/>
          </w:tcPr>
          <w:p w14:paraId="5A2EB7C8" w14:textId="77777777" w:rsidR="007F1EEA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4D4D61F3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  <w:tr w:rsidR="007F1EEA" w14:paraId="2DB91DB5" w14:textId="77777777">
        <w:tc>
          <w:tcPr>
            <w:tcW w:w="1596" w:type="dxa"/>
            <w:vMerge/>
            <w:vAlign w:val="center"/>
          </w:tcPr>
          <w:p w14:paraId="7F9514BC" w14:textId="77777777" w:rsidR="007F1EEA" w:rsidRDefault="007F1EEA"/>
        </w:tc>
        <w:tc>
          <w:tcPr>
            <w:tcW w:w="1590" w:type="dxa"/>
            <w:vAlign w:val="center"/>
          </w:tcPr>
          <w:p w14:paraId="15497E70" w14:textId="77777777" w:rsidR="007F1EEA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3F845831" w14:textId="77777777" w:rsidR="007F1EEA" w:rsidRDefault="007F1EEA"/>
        </w:tc>
        <w:tc>
          <w:tcPr>
            <w:tcW w:w="1658" w:type="dxa"/>
            <w:vAlign w:val="center"/>
          </w:tcPr>
          <w:p w14:paraId="533830E8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  <w:tr w:rsidR="007F1EEA" w14:paraId="1360E462" w14:textId="77777777">
        <w:tc>
          <w:tcPr>
            <w:tcW w:w="1596" w:type="dxa"/>
            <w:shd w:val="clear" w:color="auto" w:fill="E6E6E6"/>
            <w:vAlign w:val="center"/>
          </w:tcPr>
          <w:p w14:paraId="31B57209" w14:textId="77777777" w:rsidR="007F1EEA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18E48F79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3.1.4</w:t>
            </w:r>
            <w:r>
              <w:t>条</w:t>
            </w:r>
          </w:p>
        </w:tc>
      </w:tr>
      <w:tr w:rsidR="007F1EEA" w14:paraId="0955B967" w14:textId="77777777">
        <w:tc>
          <w:tcPr>
            <w:tcW w:w="1596" w:type="dxa"/>
            <w:shd w:val="clear" w:color="auto" w:fill="E6E6E6"/>
            <w:vAlign w:val="center"/>
          </w:tcPr>
          <w:p w14:paraId="07264BC3" w14:textId="77777777" w:rsidR="007F1EEA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6335283E" w14:textId="77777777" w:rsidR="007F1EEA" w:rsidRDefault="00000000">
            <w:r>
              <w:t>窗墙面积比符合表</w:t>
            </w:r>
            <w:r>
              <w:t>3.1.4</w:t>
            </w:r>
            <w:r>
              <w:t>的规定，每套住宅允许一个房间在一个朝向上的窗墙面积比不大于</w:t>
            </w:r>
            <w:r>
              <w:t>0.6</w:t>
            </w:r>
          </w:p>
        </w:tc>
      </w:tr>
      <w:tr w:rsidR="007F1EEA" w14:paraId="1E07C4B3" w14:textId="77777777">
        <w:tc>
          <w:tcPr>
            <w:tcW w:w="1596" w:type="dxa"/>
            <w:shd w:val="clear" w:color="auto" w:fill="E6E6E6"/>
            <w:vAlign w:val="center"/>
          </w:tcPr>
          <w:p w14:paraId="38B666F4" w14:textId="77777777" w:rsidR="007F1EEA" w:rsidRDefault="00000000">
            <w:r>
              <w:lastRenderedPageBreak/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489883DE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</w:tbl>
    <w:p w14:paraId="2B11D3D5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7F1EEA" w14:paraId="1D2D317A" w14:textId="77777777">
        <w:tc>
          <w:tcPr>
            <w:tcW w:w="1160" w:type="dxa"/>
            <w:shd w:val="clear" w:color="auto" w:fill="E6E6E6"/>
            <w:vAlign w:val="center"/>
          </w:tcPr>
          <w:p w14:paraId="65F84CD2" w14:textId="77777777" w:rsidR="007F1EEA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01A80835" w14:textId="77777777" w:rsidR="007F1EEA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264F8CA8" w14:textId="77777777" w:rsidR="007F1EEA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54D3D3BC" w14:textId="77777777" w:rsidR="007F1EEA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5D6EBC4F" w14:textId="77777777" w:rsidR="007F1EEA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7C3AFF28" w14:textId="77777777" w:rsidR="007F1EEA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7E5BA746" w14:textId="77777777" w:rsidR="007F1EEA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7F1EEA" w14:paraId="25ED9B73" w14:textId="77777777">
        <w:tc>
          <w:tcPr>
            <w:tcW w:w="1160" w:type="dxa"/>
            <w:vMerge w:val="restart"/>
            <w:vAlign w:val="center"/>
          </w:tcPr>
          <w:p w14:paraId="69CFD156" w14:textId="77777777" w:rsidR="007F1EEA" w:rsidRDefault="00000000">
            <w:r>
              <w:t>南向</w:t>
            </w:r>
            <w:r>
              <w:br/>
              <w:t>27.99</w:t>
            </w:r>
          </w:p>
        </w:tc>
        <w:tc>
          <w:tcPr>
            <w:tcW w:w="1562" w:type="dxa"/>
            <w:vAlign w:val="center"/>
          </w:tcPr>
          <w:p w14:paraId="649EBD09" w14:textId="77777777" w:rsidR="007F1EEA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38C6F895" w14:textId="77777777" w:rsidR="007F1EEA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443B3EB3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FE13950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E607532" w14:textId="77777777" w:rsidR="007F1EEA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057CF5C8" w14:textId="77777777" w:rsidR="007F1EEA" w:rsidRDefault="00000000">
            <w:r>
              <w:t>1.62</w:t>
            </w:r>
          </w:p>
        </w:tc>
      </w:tr>
      <w:tr w:rsidR="007F1EEA" w14:paraId="2D80BAAB" w14:textId="77777777">
        <w:tc>
          <w:tcPr>
            <w:tcW w:w="1160" w:type="dxa"/>
            <w:vMerge/>
            <w:vAlign w:val="center"/>
          </w:tcPr>
          <w:p w14:paraId="2771618C" w14:textId="77777777" w:rsidR="007F1EEA" w:rsidRDefault="007F1EEA"/>
        </w:tc>
        <w:tc>
          <w:tcPr>
            <w:tcW w:w="1562" w:type="dxa"/>
            <w:vAlign w:val="center"/>
          </w:tcPr>
          <w:p w14:paraId="43B7F85F" w14:textId="77777777" w:rsidR="007F1EEA" w:rsidRDefault="00000000">
            <w:r>
              <w:t>C2118</w:t>
            </w:r>
          </w:p>
        </w:tc>
        <w:tc>
          <w:tcPr>
            <w:tcW w:w="1386" w:type="dxa"/>
            <w:vAlign w:val="center"/>
          </w:tcPr>
          <w:p w14:paraId="03C03D6A" w14:textId="77777777" w:rsidR="007F1EEA" w:rsidRDefault="00000000">
            <w:r>
              <w:t>2.10×1.80</w:t>
            </w:r>
          </w:p>
        </w:tc>
        <w:tc>
          <w:tcPr>
            <w:tcW w:w="1528" w:type="dxa"/>
            <w:vAlign w:val="center"/>
          </w:tcPr>
          <w:p w14:paraId="0100CA60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6608790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103D6C1E" w14:textId="77777777" w:rsidR="007F1EEA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14:paraId="1F6980D9" w14:textId="77777777" w:rsidR="007F1EEA" w:rsidRDefault="00000000">
            <w:r>
              <w:t>7.56</w:t>
            </w:r>
          </w:p>
        </w:tc>
      </w:tr>
      <w:tr w:rsidR="007F1EEA" w14:paraId="6F9C9E10" w14:textId="77777777">
        <w:tc>
          <w:tcPr>
            <w:tcW w:w="1160" w:type="dxa"/>
            <w:vMerge/>
            <w:vAlign w:val="center"/>
          </w:tcPr>
          <w:p w14:paraId="3E860C4C" w14:textId="77777777" w:rsidR="007F1EEA" w:rsidRDefault="007F1EEA"/>
        </w:tc>
        <w:tc>
          <w:tcPr>
            <w:tcW w:w="1562" w:type="dxa"/>
            <w:vAlign w:val="center"/>
          </w:tcPr>
          <w:p w14:paraId="37929D75" w14:textId="77777777" w:rsidR="007F1EEA" w:rsidRDefault="00000000">
            <w:r>
              <w:t>C2121</w:t>
            </w:r>
          </w:p>
        </w:tc>
        <w:tc>
          <w:tcPr>
            <w:tcW w:w="1386" w:type="dxa"/>
            <w:vAlign w:val="center"/>
          </w:tcPr>
          <w:p w14:paraId="0EAF6B92" w14:textId="77777777" w:rsidR="007F1EEA" w:rsidRDefault="00000000">
            <w:r>
              <w:t>2.10×2.10</w:t>
            </w:r>
          </w:p>
        </w:tc>
        <w:tc>
          <w:tcPr>
            <w:tcW w:w="1528" w:type="dxa"/>
            <w:vAlign w:val="center"/>
          </w:tcPr>
          <w:p w14:paraId="7ABE8040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94B0AA3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EE404ED" w14:textId="77777777" w:rsidR="007F1EEA" w:rsidRDefault="00000000">
            <w:r>
              <w:t>4.41</w:t>
            </w:r>
          </w:p>
        </w:tc>
        <w:tc>
          <w:tcPr>
            <w:tcW w:w="1262" w:type="dxa"/>
            <w:vAlign w:val="center"/>
          </w:tcPr>
          <w:p w14:paraId="1C9DDFBA" w14:textId="77777777" w:rsidR="007F1EEA" w:rsidRDefault="00000000">
            <w:r>
              <w:t>4.41</w:t>
            </w:r>
          </w:p>
        </w:tc>
      </w:tr>
      <w:tr w:rsidR="007F1EEA" w14:paraId="09861E71" w14:textId="77777777">
        <w:tc>
          <w:tcPr>
            <w:tcW w:w="1160" w:type="dxa"/>
            <w:vMerge/>
            <w:vAlign w:val="center"/>
          </w:tcPr>
          <w:p w14:paraId="6668AE31" w14:textId="77777777" w:rsidR="007F1EEA" w:rsidRDefault="007F1EEA"/>
        </w:tc>
        <w:tc>
          <w:tcPr>
            <w:tcW w:w="1562" w:type="dxa"/>
            <w:vAlign w:val="center"/>
          </w:tcPr>
          <w:p w14:paraId="58EF7AAC" w14:textId="77777777" w:rsidR="007F1EEA" w:rsidRDefault="00000000">
            <w:r>
              <w:t>C3021</w:t>
            </w:r>
          </w:p>
        </w:tc>
        <w:tc>
          <w:tcPr>
            <w:tcW w:w="1386" w:type="dxa"/>
            <w:vAlign w:val="center"/>
          </w:tcPr>
          <w:p w14:paraId="7641EF66" w14:textId="77777777" w:rsidR="007F1EEA" w:rsidRDefault="00000000">
            <w:r>
              <w:t>3.00×2.10</w:t>
            </w:r>
          </w:p>
        </w:tc>
        <w:tc>
          <w:tcPr>
            <w:tcW w:w="1528" w:type="dxa"/>
            <w:vAlign w:val="center"/>
          </w:tcPr>
          <w:p w14:paraId="5A8A10DE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DB5F561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893772F" w14:textId="77777777" w:rsidR="007F1EEA" w:rsidRDefault="00000000">
            <w:r>
              <w:t>6.30</w:t>
            </w:r>
          </w:p>
        </w:tc>
        <w:tc>
          <w:tcPr>
            <w:tcW w:w="1262" w:type="dxa"/>
            <w:vAlign w:val="center"/>
          </w:tcPr>
          <w:p w14:paraId="5C50241C" w14:textId="77777777" w:rsidR="007F1EEA" w:rsidRDefault="00000000">
            <w:r>
              <w:t>6.30</w:t>
            </w:r>
          </w:p>
        </w:tc>
      </w:tr>
      <w:tr w:rsidR="007F1EEA" w14:paraId="14D39490" w14:textId="77777777">
        <w:tc>
          <w:tcPr>
            <w:tcW w:w="1160" w:type="dxa"/>
            <w:vMerge/>
            <w:vAlign w:val="center"/>
          </w:tcPr>
          <w:p w14:paraId="794A8779" w14:textId="77777777" w:rsidR="007F1EEA" w:rsidRDefault="007F1EEA"/>
        </w:tc>
        <w:tc>
          <w:tcPr>
            <w:tcW w:w="1562" w:type="dxa"/>
            <w:vAlign w:val="center"/>
          </w:tcPr>
          <w:p w14:paraId="3B3C3687" w14:textId="77777777" w:rsidR="007F1EEA" w:rsidRDefault="00000000">
            <w:r>
              <w:t>C4518</w:t>
            </w:r>
          </w:p>
        </w:tc>
        <w:tc>
          <w:tcPr>
            <w:tcW w:w="1386" w:type="dxa"/>
            <w:vAlign w:val="center"/>
          </w:tcPr>
          <w:p w14:paraId="10049F67" w14:textId="77777777" w:rsidR="007F1EEA" w:rsidRDefault="00000000">
            <w:r>
              <w:t>4.50×1.80</w:t>
            </w:r>
          </w:p>
        </w:tc>
        <w:tc>
          <w:tcPr>
            <w:tcW w:w="1528" w:type="dxa"/>
            <w:vAlign w:val="center"/>
          </w:tcPr>
          <w:p w14:paraId="1C63FB67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2B04EBF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0C9D54D" w14:textId="77777777" w:rsidR="007F1EEA" w:rsidRDefault="00000000">
            <w:r>
              <w:t>8.10</w:t>
            </w:r>
          </w:p>
        </w:tc>
        <w:tc>
          <w:tcPr>
            <w:tcW w:w="1262" w:type="dxa"/>
            <w:vAlign w:val="center"/>
          </w:tcPr>
          <w:p w14:paraId="5A088B44" w14:textId="77777777" w:rsidR="007F1EEA" w:rsidRDefault="00000000">
            <w:r>
              <w:t>8.10</w:t>
            </w:r>
          </w:p>
        </w:tc>
      </w:tr>
      <w:tr w:rsidR="007F1EEA" w14:paraId="069D52A9" w14:textId="77777777">
        <w:tc>
          <w:tcPr>
            <w:tcW w:w="1160" w:type="dxa"/>
            <w:vMerge w:val="restart"/>
            <w:vAlign w:val="center"/>
          </w:tcPr>
          <w:p w14:paraId="13F703A0" w14:textId="77777777" w:rsidR="007F1EEA" w:rsidRDefault="00000000">
            <w:r>
              <w:t>北向</w:t>
            </w:r>
            <w:r>
              <w:br/>
              <w:t>17.73</w:t>
            </w:r>
          </w:p>
        </w:tc>
        <w:tc>
          <w:tcPr>
            <w:tcW w:w="1562" w:type="dxa"/>
            <w:vAlign w:val="center"/>
          </w:tcPr>
          <w:p w14:paraId="0652C428" w14:textId="77777777" w:rsidR="007F1EEA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303BDA65" w14:textId="77777777" w:rsidR="007F1EEA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03362073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E878164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3F7BBA37" w14:textId="77777777" w:rsidR="007F1EEA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08A39525" w14:textId="77777777" w:rsidR="007F1EEA" w:rsidRDefault="00000000">
            <w:r>
              <w:t>3.24</w:t>
            </w:r>
          </w:p>
        </w:tc>
      </w:tr>
      <w:tr w:rsidR="007F1EEA" w14:paraId="556A7D00" w14:textId="77777777">
        <w:tc>
          <w:tcPr>
            <w:tcW w:w="1160" w:type="dxa"/>
            <w:vMerge/>
            <w:vAlign w:val="center"/>
          </w:tcPr>
          <w:p w14:paraId="5C78C2EF" w14:textId="77777777" w:rsidR="007F1EEA" w:rsidRDefault="007F1EEA"/>
        </w:tc>
        <w:tc>
          <w:tcPr>
            <w:tcW w:w="1562" w:type="dxa"/>
            <w:vAlign w:val="center"/>
          </w:tcPr>
          <w:p w14:paraId="1FDB24BE" w14:textId="77777777" w:rsidR="007F1EEA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14:paraId="351D3F4D" w14:textId="77777777" w:rsidR="007F1EEA" w:rsidRDefault="00000000">
            <w:r>
              <w:t>0.90×2.10</w:t>
            </w:r>
          </w:p>
        </w:tc>
        <w:tc>
          <w:tcPr>
            <w:tcW w:w="1528" w:type="dxa"/>
            <w:vAlign w:val="center"/>
          </w:tcPr>
          <w:p w14:paraId="3E12423E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D84131F" w14:textId="77777777" w:rsidR="007F1EEA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2EDE7ADB" w14:textId="77777777" w:rsidR="007F1EEA" w:rsidRDefault="00000000">
            <w:r>
              <w:t>1.89</w:t>
            </w:r>
          </w:p>
        </w:tc>
        <w:tc>
          <w:tcPr>
            <w:tcW w:w="1262" w:type="dxa"/>
            <w:vAlign w:val="center"/>
          </w:tcPr>
          <w:p w14:paraId="281C014C" w14:textId="77777777" w:rsidR="007F1EEA" w:rsidRDefault="00000000">
            <w:r>
              <w:t>5.67</w:t>
            </w:r>
          </w:p>
        </w:tc>
      </w:tr>
      <w:tr w:rsidR="007F1EEA" w14:paraId="50C52833" w14:textId="77777777">
        <w:tc>
          <w:tcPr>
            <w:tcW w:w="1160" w:type="dxa"/>
            <w:vMerge/>
            <w:vAlign w:val="center"/>
          </w:tcPr>
          <w:p w14:paraId="714A5246" w14:textId="77777777" w:rsidR="007F1EEA" w:rsidRDefault="007F1EEA"/>
        </w:tc>
        <w:tc>
          <w:tcPr>
            <w:tcW w:w="1562" w:type="dxa"/>
            <w:vAlign w:val="center"/>
          </w:tcPr>
          <w:p w14:paraId="4B432923" w14:textId="77777777" w:rsidR="007F1EEA" w:rsidRDefault="00000000">
            <w:r>
              <w:t>C2121</w:t>
            </w:r>
          </w:p>
        </w:tc>
        <w:tc>
          <w:tcPr>
            <w:tcW w:w="1386" w:type="dxa"/>
            <w:vAlign w:val="center"/>
          </w:tcPr>
          <w:p w14:paraId="6A8DF828" w14:textId="77777777" w:rsidR="007F1EEA" w:rsidRDefault="00000000">
            <w:r>
              <w:t>2.10×2.10</w:t>
            </w:r>
          </w:p>
        </w:tc>
        <w:tc>
          <w:tcPr>
            <w:tcW w:w="1528" w:type="dxa"/>
            <w:vAlign w:val="center"/>
          </w:tcPr>
          <w:p w14:paraId="63760B91" w14:textId="77777777" w:rsidR="007F1EEA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42A6AF3D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0F9D90C7" w14:textId="77777777" w:rsidR="007F1EEA" w:rsidRDefault="00000000">
            <w:r>
              <w:t>4.41</w:t>
            </w:r>
          </w:p>
        </w:tc>
        <w:tc>
          <w:tcPr>
            <w:tcW w:w="1262" w:type="dxa"/>
            <w:vAlign w:val="center"/>
          </w:tcPr>
          <w:p w14:paraId="2AC7DF10" w14:textId="77777777" w:rsidR="007F1EEA" w:rsidRDefault="00000000">
            <w:r>
              <w:t>8.82</w:t>
            </w:r>
          </w:p>
        </w:tc>
      </w:tr>
      <w:tr w:rsidR="007F1EEA" w14:paraId="774CB8D1" w14:textId="77777777">
        <w:tc>
          <w:tcPr>
            <w:tcW w:w="1160" w:type="dxa"/>
            <w:vMerge w:val="restart"/>
            <w:vAlign w:val="center"/>
          </w:tcPr>
          <w:p w14:paraId="36A41FFE" w14:textId="77777777" w:rsidR="007F1EEA" w:rsidRDefault="00000000">
            <w:r>
              <w:t>东向</w:t>
            </w:r>
            <w:r>
              <w:br/>
              <w:t>17.28</w:t>
            </w:r>
          </w:p>
        </w:tc>
        <w:tc>
          <w:tcPr>
            <w:tcW w:w="1562" w:type="dxa"/>
            <w:vAlign w:val="center"/>
          </w:tcPr>
          <w:p w14:paraId="516C2997" w14:textId="77777777" w:rsidR="007F1EEA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3D846949" w14:textId="77777777" w:rsidR="007F1EEA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1BC7F0C9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06D0BA3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2644408" w14:textId="77777777" w:rsidR="007F1EEA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6B92BC3F" w14:textId="77777777" w:rsidR="007F1EEA" w:rsidRDefault="00000000">
            <w:r>
              <w:t>3.24</w:t>
            </w:r>
          </w:p>
        </w:tc>
      </w:tr>
      <w:tr w:rsidR="007F1EEA" w14:paraId="5F5FE75C" w14:textId="77777777">
        <w:tc>
          <w:tcPr>
            <w:tcW w:w="1160" w:type="dxa"/>
            <w:vMerge/>
            <w:vAlign w:val="center"/>
          </w:tcPr>
          <w:p w14:paraId="555B148C" w14:textId="77777777" w:rsidR="007F1EEA" w:rsidRDefault="007F1EEA"/>
        </w:tc>
        <w:tc>
          <w:tcPr>
            <w:tcW w:w="1562" w:type="dxa"/>
            <w:vAlign w:val="center"/>
          </w:tcPr>
          <w:p w14:paraId="22302AFC" w14:textId="77777777" w:rsidR="007F1EEA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14:paraId="2CEDBD25" w14:textId="77777777" w:rsidR="007F1EEA" w:rsidRDefault="00000000">
            <w:r>
              <w:t>0.90×2.10</w:t>
            </w:r>
          </w:p>
        </w:tc>
        <w:tc>
          <w:tcPr>
            <w:tcW w:w="1528" w:type="dxa"/>
            <w:vAlign w:val="center"/>
          </w:tcPr>
          <w:p w14:paraId="377E05BD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8AF0091" w14:textId="77777777" w:rsidR="007F1EEA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6CB5C3DE" w14:textId="77777777" w:rsidR="007F1EEA" w:rsidRDefault="00000000">
            <w:r>
              <w:t>1.89</w:t>
            </w:r>
          </w:p>
        </w:tc>
        <w:tc>
          <w:tcPr>
            <w:tcW w:w="1262" w:type="dxa"/>
            <w:vAlign w:val="center"/>
          </w:tcPr>
          <w:p w14:paraId="14280BF8" w14:textId="77777777" w:rsidR="007F1EEA" w:rsidRDefault="00000000">
            <w:r>
              <w:t>7.56</w:t>
            </w:r>
          </w:p>
        </w:tc>
      </w:tr>
      <w:tr w:rsidR="007F1EEA" w14:paraId="2B7A098F" w14:textId="77777777">
        <w:tc>
          <w:tcPr>
            <w:tcW w:w="1160" w:type="dxa"/>
            <w:vMerge/>
            <w:vAlign w:val="center"/>
          </w:tcPr>
          <w:p w14:paraId="7D3B8C16" w14:textId="77777777" w:rsidR="007F1EEA" w:rsidRDefault="007F1EEA"/>
        </w:tc>
        <w:tc>
          <w:tcPr>
            <w:tcW w:w="1562" w:type="dxa"/>
            <w:vAlign w:val="center"/>
          </w:tcPr>
          <w:p w14:paraId="707A15C2" w14:textId="77777777" w:rsidR="007F1EEA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16A1B7BA" w14:textId="77777777" w:rsidR="007F1EEA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551224F9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4214C75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C7F02D6" w14:textId="77777777" w:rsidR="007F1EEA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2F9CBFE2" w14:textId="77777777" w:rsidR="007F1EEA" w:rsidRDefault="00000000">
            <w:r>
              <w:t>6.48</w:t>
            </w:r>
          </w:p>
        </w:tc>
      </w:tr>
      <w:tr w:rsidR="007F1EEA" w14:paraId="4529CCE5" w14:textId="77777777">
        <w:tc>
          <w:tcPr>
            <w:tcW w:w="1160" w:type="dxa"/>
            <w:vMerge w:val="restart"/>
            <w:vAlign w:val="center"/>
          </w:tcPr>
          <w:p w14:paraId="03CD7F3B" w14:textId="77777777" w:rsidR="007F1EEA" w:rsidRDefault="00000000">
            <w:r>
              <w:t>西向</w:t>
            </w:r>
            <w:r>
              <w:br/>
              <w:t>23.85</w:t>
            </w:r>
          </w:p>
        </w:tc>
        <w:tc>
          <w:tcPr>
            <w:tcW w:w="1562" w:type="dxa"/>
            <w:vAlign w:val="center"/>
          </w:tcPr>
          <w:p w14:paraId="7D96AA76" w14:textId="77777777" w:rsidR="007F1EEA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14:paraId="18165B45" w14:textId="77777777" w:rsidR="007F1EEA" w:rsidRDefault="00000000">
            <w:r>
              <w:t>0.90×2.10</w:t>
            </w:r>
          </w:p>
        </w:tc>
        <w:tc>
          <w:tcPr>
            <w:tcW w:w="1528" w:type="dxa"/>
            <w:vAlign w:val="center"/>
          </w:tcPr>
          <w:p w14:paraId="2CB816D9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D513FD3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10A55F3" w14:textId="77777777" w:rsidR="007F1EEA" w:rsidRDefault="00000000">
            <w:r>
              <w:t>1.89</w:t>
            </w:r>
          </w:p>
        </w:tc>
        <w:tc>
          <w:tcPr>
            <w:tcW w:w="1262" w:type="dxa"/>
            <w:vAlign w:val="center"/>
          </w:tcPr>
          <w:p w14:paraId="24900C04" w14:textId="77777777" w:rsidR="007F1EEA" w:rsidRDefault="00000000">
            <w:r>
              <w:t>1.89</w:t>
            </w:r>
          </w:p>
        </w:tc>
      </w:tr>
      <w:tr w:rsidR="007F1EEA" w14:paraId="1719F40C" w14:textId="77777777">
        <w:tc>
          <w:tcPr>
            <w:tcW w:w="1160" w:type="dxa"/>
            <w:vMerge/>
            <w:vAlign w:val="center"/>
          </w:tcPr>
          <w:p w14:paraId="6FA6460E" w14:textId="77777777" w:rsidR="007F1EEA" w:rsidRDefault="007F1EEA"/>
        </w:tc>
        <w:tc>
          <w:tcPr>
            <w:tcW w:w="1562" w:type="dxa"/>
            <w:vAlign w:val="center"/>
          </w:tcPr>
          <w:p w14:paraId="58DA7142" w14:textId="77777777" w:rsidR="007F1EEA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4F37D9A7" w14:textId="77777777" w:rsidR="007F1EEA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2CA5ABFE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AC3FE52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C0081D4" w14:textId="77777777" w:rsidR="007F1EEA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3A818D63" w14:textId="77777777" w:rsidR="007F1EEA" w:rsidRDefault="00000000">
            <w:r>
              <w:t>6.48</w:t>
            </w:r>
          </w:p>
        </w:tc>
      </w:tr>
      <w:tr w:rsidR="007F1EEA" w14:paraId="6D219A7D" w14:textId="77777777">
        <w:tc>
          <w:tcPr>
            <w:tcW w:w="1160" w:type="dxa"/>
            <w:vMerge/>
            <w:vAlign w:val="center"/>
          </w:tcPr>
          <w:p w14:paraId="59B4251C" w14:textId="77777777" w:rsidR="007F1EEA" w:rsidRDefault="007F1EEA"/>
        </w:tc>
        <w:tc>
          <w:tcPr>
            <w:tcW w:w="1562" w:type="dxa"/>
            <w:vAlign w:val="center"/>
          </w:tcPr>
          <w:p w14:paraId="6F007837" w14:textId="77777777" w:rsidR="007F1EEA" w:rsidRDefault="00000000">
            <w:r>
              <w:t>C1821</w:t>
            </w:r>
          </w:p>
        </w:tc>
        <w:tc>
          <w:tcPr>
            <w:tcW w:w="1386" w:type="dxa"/>
            <w:vAlign w:val="center"/>
          </w:tcPr>
          <w:p w14:paraId="0010B60B" w14:textId="77777777" w:rsidR="007F1EEA" w:rsidRDefault="00000000">
            <w:r>
              <w:t>1.80×2.10</w:t>
            </w:r>
          </w:p>
        </w:tc>
        <w:tc>
          <w:tcPr>
            <w:tcW w:w="1528" w:type="dxa"/>
            <w:vAlign w:val="center"/>
          </w:tcPr>
          <w:p w14:paraId="1C247261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D44B76D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03D9CF4" w14:textId="77777777" w:rsidR="007F1EEA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14:paraId="26BAF3A4" w14:textId="77777777" w:rsidR="007F1EEA" w:rsidRDefault="00000000">
            <w:r>
              <w:t>3.78</w:t>
            </w:r>
          </w:p>
        </w:tc>
      </w:tr>
      <w:tr w:rsidR="007F1EEA" w14:paraId="411BEDAB" w14:textId="77777777">
        <w:tc>
          <w:tcPr>
            <w:tcW w:w="1160" w:type="dxa"/>
            <w:vMerge/>
            <w:vAlign w:val="center"/>
          </w:tcPr>
          <w:p w14:paraId="3D30AB4A" w14:textId="77777777" w:rsidR="007F1EEA" w:rsidRDefault="007F1EEA"/>
        </w:tc>
        <w:tc>
          <w:tcPr>
            <w:tcW w:w="1562" w:type="dxa"/>
            <w:vAlign w:val="center"/>
          </w:tcPr>
          <w:p w14:paraId="0F2815B8" w14:textId="77777777" w:rsidR="007F1EEA" w:rsidRDefault="00000000">
            <w:r>
              <w:t>C3018</w:t>
            </w:r>
          </w:p>
        </w:tc>
        <w:tc>
          <w:tcPr>
            <w:tcW w:w="1386" w:type="dxa"/>
            <w:vAlign w:val="center"/>
          </w:tcPr>
          <w:p w14:paraId="0FD5F389" w14:textId="77777777" w:rsidR="007F1EEA" w:rsidRDefault="00000000">
            <w:r>
              <w:t>3.00×1.80</w:t>
            </w:r>
          </w:p>
        </w:tc>
        <w:tc>
          <w:tcPr>
            <w:tcW w:w="1528" w:type="dxa"/>
            <w:vAlign w:val="center"/>
          </w:tcPr>
          <w:p w14:paraId="1DEC9162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7922270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C3FE140" w14:textId="77777777" w:rsidR="007F1EEA" w:rsidRDefault="00000000">
            <w:r>
              <w:t>5.40</w:t>
            </w:r>
          </w:p>
        </w:tc>
        <w:tc>
          <w:tcPr>
            <w:tcW w:w="1262" w:type="dxa"/>
            <w:vAlign w:val="center"/>
          </w:tcPr>
          <w:p w14:paraId="19B147CB" w14:textId="77777777" w:rsidR="007F1EEA" w:rsidRDefault="00000000">
            <w:r>
              <w:t>5.40</w:t>
            </w:r>
          </w:p>
        </w:tc>
      </w:tr>
      <w:tr w:rsidR="007F1EEA" w14:paraId="23BB7520" w14:textId="77777777">
        <w:tc>
          <w:tcPr>
            <w:tcW w:w="1160" w:type="dxa"/>
            <w:vMerge/>
            <w:vAlign w:val="center"/>
          </w:tcPr>
          <w:p w14:paraId="6779986E" w14:textId="77777777" w:rsidR="007F1EEA" w:rsidRDefault="007F1EEA"/>
        </w:tc>
        <w:tc>
          <w:tcPr>
            <w:tcW w:w="1562" w:type="dxa"/>
            <w:vAlign w:val="center"/>
          </w:tcPr>
          <w:p w14:paraId="3ED98F99" w14:textId="77777777" w:rsidR="007F1EEA" w:rsidRDefault="00000000">
            <w:r>
              <w:t>C3021</w:t>
            </w:r>
          </w:p>
        </w:tc>
        <w:tc>
          <w:tcPr>
            <w:tcW w:w="1386" w:type="dxa"/>
            <w:vAlign w:val="center"/>
          </w:tcPr>
          <w:p w14:paraId="3B66C00B" w14:textId="77777777" w:rsidR="007F1EEA" w:rsidRDefault="00000000">
            <w:r>
              <w:t>3.00×2.10</w:t>
            </w:r>
          </w:p>
        </w:tc>
        <w:tc>
          <w:tcPr>
            <w:tcW w:w="1528" w:type="dxa"/>
            <w:vAlign w:val="center"/>
          </w:tcPr>
          <w:p w14:paraId="6FE22934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253AD78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F32BEEA" w14:textId="77777777" w:rsidR="007F1EEA" w:rsidRDefault="00000000">
            <w:r>
              <w:t>6.30</w:t>
            </w:r>
          </w:p>
        </w:tc>
        <w:tc>
          <w:tcPr>
            <w:tcW w:w="1262" w:type="dxa"/>
            <w:vAlign w:val="center"/>
          </w:tcPr>
          <w:p w14:paraId="08D30D8C" w14:textId="77777777" w:rsidR="007F1EEA" w:rsidRDefault="00000000">
            <w:r>
              <w:t>6.30</w:t>
            </w:r>
          </w:p>
        </w:tc>
      </w:tr>
    </w:tbl>
    <w:p w14:paraId="6989081E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可权衡判断窗墙面积比检查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7F1EEA" w14:paraId="5FC27C4F" w14:textId="77777777">
        <w:tc>
          <w:tcPr>
            <w:tcW w:w="1596" w:type="dxa"/>
            <w:shd w:val="clear" w:color="auto" w:fill="E6E6E6"/>
            <w:vAlign w:val="center"/>
          </w:tcPr>
          <w:p w14:paraId="49094947" w14:textId="77777777" w:rsidR="007F1EEA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044D1598" w14:textId="77777777" w:rsidR="007F1EEA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C4211CE" w14:textId="77777777" w:rsidR="007F1EEA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2DB1DE69" w14:textId="77777777" w:rsidR="007F1EEA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1BAE1C11" w14:textId="77777777" w:rsidR="007F1EEA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01777B51" w14:textId="77777777" w:rsidR="007F1EEA" w:rsidRDefault="00000000">
            <w:pPr>
              <w:jc w:val="center"/>
            </w:pPr>
            <w:r>
              <w:t>结论</w:t>
            </w:r>
          </w:p>
        </w:tc>
      </w:tr>
      <w:tr w:rsidR="007F1EEA" w14:paraId="6BFF0FE2" w14:textId="77777777">
        <w:tc>
          <w:tcPr>
            <w:tcW w:w="1596" w:type="dxa"/>
            <w:vMerge w:val="restart"/>
            <w:vAlign w:val="center"/>
          </w:tcPr>
          <w:p w14:paraId="4327D125" w14:textId="77777777" w:rsidR="007F1EEA" w:rsidRDefault="00000000">
            <w:r>
              <w:t>户外房间</w:t>
            </w:r>
          </w:p>
        </w:tc>
        <w:tc>
          <w:tcPr>
            <w:tcW w:w="1590" w:type="dxa"/>
            <w:vMerge w:val="restart"/>
            <w:vAlign w:val="center"/>
          </w:tcPr>
          <w:p w14:paraId="698F53B4" w14:textId="77777777" w:rsidR="007F1EEA" w:rsidRDefault="00000000">
            <w:r>
              <w:t>1003</w:t>
            </w:r>
          </w:p>
        </w:tc>
        <w:tc>
          <w:tcPr>
            <w:tcW w:w="1415" w:type="dxa"/>
            <w:vAlign w:val="center"/>
          </w:tcPr>
          <w:p w14:paraId="3A8B035F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020D2B55" w14:textId="77777777" w:rsidR="007F1EEA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4E440ADC" w14:textId="77777777" w:rsidR="007F1EEA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23616F7F" w14:textId="77777777" w:rsidR="007F1EEA" w:rsidRDefault="00000000">
            <w:r>
              <w:t>满足</w:t>
            </w:r>
          </w:p>
        </w:tc>
      </w:tr>
      <w:tr w:rsidR="007F1EEA" w14:paraId="234F91E3" w14:textId="77777777">
        <w:tc>
          <w:tcPr>
            <w:tcW w:w="1596" w:type="dxa"/>
            <w:vMerge/>
            <w:vAlign w:val="center"/>
          </w:tcPr>
          <w:p w14:paraId="33114C82" w14:textId="77777777" w:rsidR="007F1EEA" w:rsidRDefault="007F1EEA"/>
        </w:tc>
        <w:tc>
          <w:tcPr>
            <w:tcW w:w="1590" w:type="dxa"/>
            <w:vMerge/>
            <w:vAlign w:val="center"/>
          </w:tcPr>
          <w:p w14:paraId="39B0F75C" w14:textId="77777777" w:rsidR="007F1EEA" w:rsidRDefault="007F1EEA"/>
        </w:tc>
        <w:tc>
          <w:tcPr>
            <w:tcW w:w="1415" w:type="dxa"/>
            <w:vAlign w:val="center"/>
          </w:tcPr>
          <w:p w14:paraId="550E5FFC" w14:textId="77777777" w:rsidR="007F1EEA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3851F0A" w14:textId="77777777" w:rsidR="007F1EEA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450489F7" w14:textId="77777777" w:rsidR="007F1EEA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5A2D9F92" w14:textId="77777777" w:rsidR="007F1EEA" w:rsidRDefault="00000000">
            <w:r>
              <w:t>满足</w:t>
            </w:r>
          </w:p>
        </w:tc>
      </w:tr>
      <w:tr w:rsidR="007F1EEA" w14:paraId="0A274A56" w14:textId="77777777">
        <w:tc>
          <w:tcPr>
            <w:tcW w:w="1596" w:type="dxa"/>
            <w:vMerge/>
            <w:vAlign w:val="center"/>
          </w:tcPr>
          <w:p w14:paraId="3E9C6FE1" w14:textId="77777777" w:rsidR="007F1EEA" w:rsidRDefault="007F1EEA"/>
        </w:tc>
        <w:tc>
          <w:tcPr>
            <w:tcW w:w="1590" w:type="dxa"/>
            <w:vAlign w:val="center"/>
          </w:tcPr>
          <w:p w14:paraId="127CF058" w14:textId="77777777" w:rsidR="007F1EEA" w:rsidRDefault="00000000">
            <w:r>
              <w:t>1004</w:t>
            </w:r>
          </w:p>
        </w:tc>
        <w:tc>
          <w:tcPr>
            <w:tcW w:w="1415" w:type="dxa"/>
            <w:vAlign w:val="center"/>
          </w:tcPr>
          <w:p w14:paraId="5E1D1F22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E4039EA" w14:textId="77777777" w:rsidR="007F1EEA" w:rsidRDefault="00000000">
            <w:r>
              <w:t>0.23</w:t>
            </w:r>
          </w:p>
        </w:tc>
        <w:tc>
          <w:tcPr>
            <w:tcW w:w="1658" w:type="dxa"/>
            <w:vAlign w:val="center"/>
          </w:tcPr>
          <w:p w14:paraId="20FA8254" w14:textId="77777777" w:rsidR="007F1EEA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45668C75" w14:textId="77777777" w:rsidR="007F1EEA" w:rsidRDefault="00000000">
            <w:r>
              <w:t>满足</w:t>
            </w:r>
          </w:p>
        </w:tc>
      </w:tr>
      <w:tr w:rsidR="007F1EEA" w14:paraId="79318651" w14:textId="77777777">
        <w:tc>
          <w:tcPr>
            <w:tcW w:w="1596" w:type="dxa"/>
            <w:vMerge/>
            <w:vAlign w:val="center"/>
          </w:tcPr>
          <w:p w14:paraId="205B72F3" w14:textId="77777777" w:rsidR="007F1EEA" w:rsidRDefault="007F1EEA"/>
        </w:tc>
        <w:tc>
          <w:tcPr>
            <w:tcW w:w="1590" w:type="dxa"/>
            <w:vAlign w:val="center"/>
          </w:tcPr>
          <w:p w14:paraId="6F55A679" w14:textId="77777777" w:rsidR="007F1EEA" w:rsidRDefault="00000000">
            <w:r>
              <w:t>1005</w:t>
            </w:r>
          </w:p>
        </w:tc>
        <w:tc>
          <w:tcPr>
            <w:tcW w:w="1415" w:type="dxa"/>
            <w:vAlign w:val="center"/>
          </w:tcPr>
          <w:p w14:paraId="43E053C3" w14:textId="77777777" w:rsidR="007F1EEA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FFA3796" w14:textId="77777777" w:rsidR="007F1EEA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0D331D82" w14:textId="77777777" w:rsidR="007F1EEA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7CFFB78D" w14:textId="77777777" w:rsidR="007F1EEA" w:rsidRDefault="00000000">
            <w:r>
              <w:t>满足</w:t>
            </w:r>
          </w:p>
        </w:tc>
      </w:tr>
      <w:tr w:rsidR="007F1EEA" w14:paraId="15BE7B50" w14:textId="77777777">
        <w:tc>
          <w:tcPr>
            <w:tcW w:w="1596" w:type="dxa"/>
            <w:vMerge/>
            <w:vAlign w:val="center"/>
          </w:tcPr>
          <w:p w14:paraId="7BFAD96B" w14:textId="77777777" w:rsidR="007F1EEA" w:rsidRDefault="007F1EEA"/>
        </w:tc>
        <w:tc>
          <w:tcPr>
            <w:tcW w:w="1590" w:type="dxa"/>
            <w:vMerge w:val="restart"/>
            <w:vAlign w:val="center"/>
          </w:tcPr>
          <w:p w14:paraId="6173D1C9" w14:textId="77777777" w:rsidR="007F1EEA" w:rsidRDefault="00000000">
            <w:r>
              <w:t>2001</w:t>
            </w:r>
          </w:p>
        </w:tc>
        <w:tc>
          <w:tcPr>
            <w:tcW w:w="1415" w:type="dxa"/>
            <w:vAlign w:val="center"/>
          </w:tcPr>
          <w:p w14:paraId="3343E5DC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4ED5FA98" w14:textId="77777777" w:rsidR="007F1EEA" w:rsidRDefault="00000000">
            <w:r>
              <w:t>0.13</w:t>
            </w:r>
          </w:p>
        </w:tc>
        <w:tc>
          <w:tcPr>
            <w:tcW w:w="1658" w:type="dxa"/>
            <w:vAlign w:val="center"/>
          </w:tcPr>
          <w:p w14:paraId="01FB729D" w14:textId="77777777" w:rsidR="007F1EEA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266898E6" w14:textId="77777777" w:rsidR="007F1EEA" w:rsidRDefault="00000000">
            <w:r>
              <w:t>满足</w:t>
            </w:r>
          </w:p>
        </w:tc>
      </w:tr>
      <w:tr w:rsidR="007F1EEA" w14:paraId="2566C338" w14:textId="77777777">
        <w:tc>
          <w:tcPr>
            <w:tcW w:w="1596" w:type="dxa"/>
            <w:vMerge/>
            <w:vAlign w:val="center"/>
          </w:tcPr>
          <w:p w14:paraId="478D68AE" w14:textId="77777777" w:rsidR="007F1EEA" w:rsidRDefault="007F1EEA"/>
        </w:tc>
        <w:tc>
          <w:tcPr>
            <w:tcW w:w="1590" w:type="dxa"/>
            <w:vMerge/>
            <w:vAlign w:val="center"/>
          </w:tcPr>
          <w:p w14:paraId="16F5B308" w14:textId="77777777" w:rsidR="007F1EEA" w:rsidRDefault="007F1EEA"/>
        </w:tc>
        <w:tc>
          <w:tcPr>
            <w:tcW w:w="1415" w:type="dxa"/>
            <w:vAlign w:val="center"/>
          </w:tcPr>
          <w:p w14:paraId="6AE1E8E2" w14:textId="77777777" w:rsidR="007F1EEA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77B02208" w14:textId="77777777" w:rsidR="007F1EEA" w:rsidRDefault="00000000">
            <w:r>
              <w:t>0.24</w:t>
            </w:r>
          </w:p>
        </w:tc>
        <w:tc>
          <w:tcPr>
            <w:tcW w:w="1658" w:type="dxa"/>
            <w:vAlign w:val="center"/>
          </w:tcPr>
          <w:p w14:paraId="3B167788" w14:textId="77777777" w:rsidR="007F1EEA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67F4622A" w14:textId="77777777" w:rsidR="007F1EEA" w:rsidRDefault="00000000">
            <w:r>
              <w:t>满足</w:t>
            </w:r>
          </w:p>
        </w:tc>
      </w:tr>
      <w:tr w:rsidR="007F1EEA" w14:paraId="4E34B83A" w14:textId="77777777">
        <w:tc>
          <w:tcPr>
            <w:tcW w:w="1596" w:type="dxa"/>
            <w:vMerge/>
            <w:vAlign w:val="center"/>
          </w:tcPr>
          <w:p w14:paraId="725C0CA3" w14:textId="77777777" w:rsidR="007F1EEA" w:rsidRDefault="007F1EEA"/>
        </w:tc>
        <w:tc>
          <w:tcPr>
            <w:tcW w:w="1590" w:type="dxa"/>
            <w:vMerge/>
            <w:vAlign w:val="center"/>
          </w:tcPr>
          <w:p w14:paraId="505DCC7D" w14:textId="77777777" w:rsidR="007F1EEA" w:rsidRDefault="007F1EEA"/>
        </w:tc>
        <w:tc>
          <w:tcPr>
            <w:tcW w:w="1415" w:type="dxa"/>
            <w:vAlign w:val="center"/>
          </w:tcPr>
          <w:p w14:paraId="397ABA3E" w14:textId="77777777" w:rsidR="007F1EEA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3447A667" w14:textId="77777777" w:rsidR="007F1EEA" w:rsidRDefault="00000000">
            <w:r>
              <w:t>0.26</w:t>
            </w:r>
          </w:p>
        </w:tc>
        <w:tc>
          <w:tcPr>
            <w:tcW w:w="1658" w:type="dxa"/>
            <w:vAlign w:val="center"/>
          </w:tcPr>
          <w:p w14:paraId="3BC79B01" w14:textId="77777777" w:rsidR="007F1EEA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3924A2E" w14:textId="77777777" w:rsidR="007F1EEA" w:rsidRDefault="00000000">
            <w:r>
              <w:t>满足</w:t>
            </w:r>
          </w:p>
        </w:tc>
      </w:tr>
      <w:tr w:rsidR="007F1EEA" w14:paraId="7FBB0FD3" w14:textId="77777777">
        <w:tc>
          <w:tcPr>
            <w:tcW w:w="1596" w:type="dxa"/>
            <w:vMerge/>
            <w:vAlign w:val="center"/>
          </w:tcPr>
          <w:p w14:paraId="578C6A1A" w14:textId="77777777" w:rsidR="007F1EEA" w:rsidRDefault="007F1EEA"/>
        </w:tc>
        <w:tc>
          <w:tcPr>
            <w:tcW w:w="1590" w:type="dxa"/>
            <w:vMerge w:val="restart"/>
            <w:vAlign w:val="center"/>
          </w:tcPr>
          <w:p w14:paraId="40CF49E7" w14:textId="77777777" w:rsidR="007F1EEA" w:rsidRDefault="00000000">
            <w:r>
              <w:t>2002</w:t>
            </w:r>
          </w:p>
        </w:tc>
        <w:tc>
          <w:tcPr>
            <w:tcW w:w="1415" w:type="dxa"/>
            <w:vAlign w:val="center"/>
          </w:tcPr>
          <w:p w14:paraId="6B52F051" w14:textId="77777777" w:rsidR="007F1EEA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7DA459D" w14:textId="77777777" w:rsidR="007F1EEA" w:rsidRDefault="00000000">
            <w:r>
              <w:t>0.19</w:t>
            </w:r>
          </w:p>
        </w:tc>
        <w:tc>
          <w:tcPr>
            <w:tcW w:w="1658" w:type="dxa"/>
            <w:vAlign w:val="center"/>
          </w:tcPr>
          <w:p w14:paraId="3BAD9158" w14:textId="77777777" w:rsidR="007F1EEA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0CADB9BC" w14:textId="77777777" w:rsidR="007F1EEA" w:rsidRDefault="00000000">
            <w:r>
              <w:t>满足</w:t>
            </w:r>
          </w:p>
        </w:tc>
      </w:tr>
      <w:tr w:rsidR="007F1EEA" w14:paraId="4EA766B9" w14:textId="77777777">
        <w:tc>
          <w:tcPr>
            <w:tcW w:w="1596" w:type="dxa"/>
            <w:vMerge/>
            <w:vAlign w:val="center"/>
          </w:tcPr>
          <w:p w14:paraId="465B0A23" w14:textId="77777777" w:rsidR="007F1EEA" w:rsidRDefault="007F1EEA"/>
        </w:tc>
        <w:tc>
          <w:tcPr>
            <w:tcW w:w="1590" w:type="dxa"/>
            <w:vMerge/>
            <w:vAlign w:val="center"/>
          </w:tcPr>
          <w:p w14:paraId="2DA0BD8D" w14:textId="77777777" w:rsidR="007F1EEA" w:rsidRDefault="007F1EEA"/>
        </w:tc>
        <w:tc>
          <w:tcPr>
            <w:tcW w:w="1415" w:type="dxa"/>
            <w:vAlign w:val="center"/>
          </w:tcPr>
          <w:p w14:paraId="0A94A617" w14:textId="77777777" w:rsidR="007F1EEA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03B467FF" w14:textId="77777777" w:rsidR="007F1EEA" w:rsidRDefault="00000000">
            <w:r>
              <w:t>0.26</w:t>
            </w:r>
          </w:p>
        </w:tc>
        <w:tc>
          <w:tcPr>
            <w:tcW w:w="1658" w:type="dxa"/>
            <w:vAlign w:val="center"/>
          </w:tcPr>
          <w:p w14:paraId="3B06587C" w14:textId="77777777" w:rsidR="007F1EEA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7D7D6562" w14:textId="77777777" w:rsidR="007F1EEA" w:rsidRDefault="00000000">
            <w:r>
              <w:t>满足</w:t>
            </w:r>
          </w:p>
        </w:tc>
      </w:tr>
      <w:tr w:rsidR="007F1EEA" w14:paraId="6B1D47A1" w14:textId="77777777">
        <w:tc>
          <w:tcPr>
            <w:tcW w:w="1596" w:type="dxa"/>
            <w:vMerge/>
            <w:vAlign w:val="center"/>
          </w:tcPr>
          <w:p w14:paraId="071CA672" w14:textId="77777777" w:rsidR="007F1EEA" w:rsidRDefault="007F1EEA"/>
        </w:tc>
        <w:tc>
          <w:tcPr>
            <w:tcW w:w="1590" w:type="dxa"/>
            <w:vMerge w:val="restart"/>
            <w:vAlign w:val="center"/>
          </w:tcPr>
          <w:p w14:paraId="712A11B8" w14:textId="77777777" w:rsidR="007F1EEA" w:rsidRDefault="00000000">
            <w:r>
              <w:t>2003</w:t>
            </w:r>
          </w:p>
        </w:tc>
        <w:tc>
          <w:tcPr>
            <w:tcW w:w="1415" w:type="dxa"/>
            <w:vAlign w:val="center"/>
          </w:tcPr>
          <w:p w14:paraId="75F6A36C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1E84F83" w14:textId="77777777" w:rsidR="007F1EEA" w:rsidRDefault="00000000">
            <w:r>
              <w:t>0.20</w:t>
            </w:r>
          </w:p>
        </w:tc>
        <w:tc>
          <w:tcPr>
            <w:tcW w:w="1658" w:type="dxa"/>
            <w:vAlign w:val="center"/>
          </w:tcPr>
          <w:p w14:paraId="183F1003" w14:textId="77777777" w:rsidR="007F1EEA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4655F824" w14:textId="77777777" w:rsidR="007F1EEA" w:rsidRDefault="00000000">
            <w:r>
              <w:t>满足</w:t>
            </w:r>
          </w:p>
        </w:tc>
      </w:tr>
      <w:tr w:rsidR="007F1EEA" w14:paraId="09F98D30" w14:textId="77777777">
        <w:tc>
          <w:tcPr>
            <w:tcW w:w="1596" w:type="dxa"/>
            <w:vMerge/>
            <w:vAlign w:val="center"/>
          </w:tcPr>
          <w:p w14:paraId="5D51E16D" w14:textId="77777777" w:rsidR="007F1EEA" w:rsidRDefault="007F1EEA"/>
        </w:tc>
        <w:tc>
          <w:tcPr>
            <w:tcW w:w="1590" w:type="dxa"/>
            <w:vMerge/>
            <w:vAlign w:val="center"/>
          </w:tcPr>
          <w:p w14:paraId="2941E8D8" w14:textId="77777777" w:rsidR="007F1EEA" w:rsidRDefault="007F1EEA"/>
        </w:tc>
        <w:tc>
          <w:tcPr>
            <w:tcW w:w="1415" w:type="dxa"/>
            <w:vAlign w:val="center"/>
          </w:tcPr>
          <w:p w14:paraId="608E5C91" w14:textId="77777777" w:rsidR="007F1EEA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5082060F" w14:textId="77777777" w:rsidR="007F1EEA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272F500F" w14:textId="77777777" w:rsidR="007F1EEA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5D1F046C" w14:textId="77777777" w:rsidR="007F1EEA" w:rsidRDefault="00000000">
            <w:r>
              <w:t>满足</w:t>
            </w:r>
          </w:p>
        </w:tc>
      </w:tr>
      <w:tr w:rsidR="007F1EEA" w14:paraId="47AA876E" w14:textId="77777777">
        <w:tc>
          <w:tcPr>
            <w:tcW w:w="1596" w:type="dxa"/>
            <w:vMerge/>
            <w:vAlign w:val="center"/>
          </w:tcPr>
          <w:p w14:paraId="45AA17C5" w14:textId="77777777" w:rsidR="007F1EEA" w:rsidRDefault="007F1EEA"/>
        </w:tc>
        <w:tc>
          <w:tcPr>
            <w:tcW w:w="1590" w:type="dxa"/>
            <w:vAlign w:val="center"/>
          </w:tcPr>
          <w:p w14:paraId="295EB649" w14:textId="77777777" w:rsidR="007F1EEA" w:rsidRDefault="00000000">
            <w:r>
              <w:t>2004</w:t>
            </w:r>
          </w:p>
        </w:tc>
        <w:tc>
          <w:tcPr>
            <w:tcW w:w="1415" w:type="dxa"/>
            <w:vAlign w:val="center"/>
          </w:tcPr>
          <w:p w14:paraId="3183E091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2B4AF08C" w14:textId="77777777" w:rsidR="007F1EEA" w:rsidRDefault="00000000">
            <w:r>
              <w:t>0.23</w:t>
            </w:r>
          </w:p>
        </w:tc>
        <w:tc>
          <w:tcPr>
            <w:tcW w:w="1658" w:type="dxa"/>
            <w:vAlign w:val="center"/>
          </w:tcPr>
          <w:p w14:paraId="74FAE47A" w14:textId="77777777" w:rsidR="007F1EEA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581C104F" w14:textId="77777777" w:rsidR="007F1EEA" w:rsidRDefault="00000000">
            <w:r>
              <w:t>满足</w:t>
            </w:r>
          </w:p>
        </w:tc>
      </w:tr>
      <w:tr w:rsidR="007F1EEA" w14:paraId="37DA4B05" w14:textId="77777777">
        <w:tc>
          <w:tcPr>
            <w:tcW w:w="1596" w:type="dxa"/>
            <w:vMerge/>
            <w:vAlign w:val="center"/>
          </w:tcPr>
          <w:p w14:paraId="741A73E7" w14:textId="77777777" w:rsidR="007F1EEA" w:rsidRDefault="007F1EEA"/>
        </w:tc>
        <w:tc>
          <w:tcPr>
            <w:tcW w:w="1590" w:type="dxa"/>
            <w:vAlign w:val="center"/>
          </w:tcPr>
          <w:p w14:paraId="35DD692B" w14:textId="77777777" w:rsidR="007F1EEA" w:rsidRDefault="00000000">
            <w:r>
              <w:t>2005</w:t>
            </w:r>
          </w:p>
        </w:tc>
        <w:tc>
          <w:tcPr>
            <w:tcW w:w="1415" w:type="dxa"/>
            <w:vAlign w:val="center"/>
          </w:tcPr>
          <w:p w14:paraId="0A186107" w14:textId="77777777" w:rsidR="007F1EEA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644F0B2E" w14:textId="77777777" w:rsidR="007F1EEA" w:rsidRDefault="00000000">
            <w:r>
              <w:t>0.28</w:t>
            </w:r>
          </w:p>
        </w:tc>
        <w:tc>
          <w:tcPr>
            <w:tcW w:w="1658" w:type="dxa"/>
            <w:vAlign w:val="center"/>
          </w:tcPr>
          <w:p w14:paraId="476CC20C" w14:textId="77777777" w:rsidR="007F1EEA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325D1423" w14:textId="77777777" w:rsidR="007F1EEA" w:rsidRDefault="00000000">
            <w:r>
              <w:t>满足</w:t>
            </w:r>
          </w:p>
        </w:tc>
      </w:tr>
      <w:tr w:rsidR="007F1EEA" w14:paraId="2EF49158" w14:textId="77777777">
        <w:tc>
          <w:tcPr>
            <w:tcW w:w="1596" w:type="dxa"/>
            <w:vMerge/>
            <w:vAlign w:val="center"/>
          </w:tcPr>
          <w:p w14:paraId="4C7CE385" w14:textId="77777777" w:rsidR="007F1EEA" w:rsidRDefault="007F1EEA"/>
        </w:tc>
        <w:tc>
          <w:tcPr>
            <w:tcW w:w="1590" w:type="dxa"/>
            <w:vAlign w:val="center"/>
          </w:tcPr>
          <w:p w14:paraId="6E3143F3" w14:textId="77777777" w:rsidR="007F1EEA" w:rsidRDefault="00000000">
            <w:r>
              <w:t>2007</w:t>
            </w:r>
          </w:p>
        </w:tc>
        <w:tc>
          <w:tcPr>
            <w:tcW w:w="1415" w:type="dxa"/>
            <w:vAlign w:val="center"/>
          </w:tcPr>
          <w:p w14:paraId="7308AAEC" w14:textId="77777777" w:rsidR="007F1EEA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2E92246F" w14:textId="77777777" w:rsidR="007F1EEA" w:rsidRDefault="00000000">
            <w:r>
              <w:t>0.28</w:t>
            </w:r>
          </w:p>
        </w:tc>
        <w:tc>
          <w:tcPr>
            <w:tcW w:w="1658" w:type="dxa"/>
            <w:vAlign w:val="center"/>
          </w:tcPr>
          <w:p w14:paraId="378C842D" w14:textId="77777777" w:rsidR="007F1EEA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24B781A0" w14:textId="77777777" w:rsidR="007F1EEA" w:rsidRDefault="00000000">
            <w:r>
              <w:t>满足</w:t>
            </w:r>
          </w:p>
        </w:tc>
      </w:tr>
      <w:tr w:rsidR="007F1EEA" w14:paraId="7D7B6E94" w14:textId="77777777">
        <w:tc>
          <w:tcPr>
            <w:tcW w:w="1596" w:type="dxa"/>
            <w:vMerge/>
            <w:vAlign w:val="center"/>
          </w:tcPr>
          <w:p w14:paraId="7778BBFA" w14:textId="77777777" w:rsidR="007F1EEA" w:rsidRDefault="007F1EEA"/>
        </w:tc>
        <w:tc>
          <w:tcPr>
            <w:tcW w:w="1590" w:type="dxa"/>
            <w:vAlign w:val="center"/>
          </w:tcPr>
          <w:p w14:paraId="6DD04BF2" w14:textId="77777777" w:rsidR="007F1EEA" w:rsidRDefault="00000000">
            <w:r>
              <w:t>2008</w:t>
            </w:r>
          </w:p>
        </w:tc>
        <w:tc>
          <w:tcPr>
            <w:tcW w:w="1415" w:type="dxa"/>
            <w:vAlign w:val="center"/>
          </w:tcPr>
          <w:p w14:paraId="6AFE72EE" w14:textId="77777777" w:rsidR="007F1EEA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E8C0394" w14:textId="77777777" w:rsidR="007F1EEA" w:rsidRDefault="00000000">
            <w:r>
              <w:t>0.32</w:t>
            </w:r>
          </w:p>
        </w:tc>
        <w:tc>
          <w:tcPr>
            <w:tcW w:w="1658" w:type="dxa"/>
            <w:vAlign w:val="center"/>
          </w:tcPr>
          <w:p w14:paraId="1C722CFE" w14:textId="77777777" w:rsidR="007F1EEA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6334D926" w14:textId="77777777" w:rsidR="007F1EEA" w:rsidRDefault="00000000">
            <w:r>
              <w:t>满足</w:t>
            </w:r>
          </w:p>
        </w:tc>
      </w:tr>
      <w:tr w:rsidR="007F1EEA" w14:paraId="5672AEA7" w14:textId="77777777">
        <w:tc>
          <w:tcPr>
            <w:tcW w:w="1596" w:type="dxa"/>
            <w:vMerge/>
            <w:vAlign w:val="center"/>
          </w:tcPr>
          <w:p w14:paraId="034E1390" w14:textId="77777777" w:rsidR="007F1EEA" w:rsidRDefault="007F1EEA"/>
        </w:tc>
        <w:tc>
          <w:tcPr>
            <w:tcW w:w="1590" w:type="dxa"/>
            <w:vAlign w:val="center"/>
          </w:tcPr>
          <w:p w14:paraId="65512F16" w14:textId="77777777" w:rsidR="007F1EEA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76884C89" w14:textId="77777777" w:rsidR="007F1EEA" w:rsidRDefault="007F1EEA"/>
        </w:tc>
        <w:tc>
          <w:tcPr>
            <w:tcW w:w="1658" w:type="dxa"/>
            <w:vAlign w:val="center"/>
          </w:tcPr>
          <w:p w14:paraId="65ED2A0A" w14:textId="77777777" w:rsidR="007F1EEA" w:rsidRDefault="00000000">
            <w:r>
              <w:t>满足</w:t>
            </w:r>
          </w:p>
        </w:tc>
      </w:tr>
      <w:tr w:rsidR="007F1EEA" w14:paraId="2CEC00E0" w14:textId="77777777">
        <w:tc>
          <w:tcPr>
            <w:tcW w:w="1596" w:type="dxa"/>
            <w:shd w:val="clear" w:color="auto" w:fill="E6E6E6"/>
            <w:vAlign w:val="center"/>
          </w:tcPr>
          <w:p w14:paraId="08A32186" w14:textId="77777777" w:rsidR="007F1EEA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7549D7E2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C.0.1</w:t>
            </w:r>
            <w:r>
              <w:t>条</w:t>
            </w:r>
          </w:p>
        </w:tc>
      </w:tr>
      <w:tr w:rsidR="007F1EEA" w14:paraId="01F3AEC2" w14:textId="77777777">
        <w:tc>
          <w:tcPr>
            <w:tcW w:w="1596" w:type="dxa"/>
            <w:shd w:val="clear" w:color="auto" w:fill="E6E6E6"/>
            <w:vAlign w:val="center"/>
          </w:tcPr>
          <w:p w14:paraId="74EA49F1" w14:textId="77777777" w:rsidR="007F1EEA" w:rsidRDefault="00000000">
            <w:r>
              <w:lastRenderedPageBreak/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5B23A812" w14:textId="77777777" w:rsidR="007F1EEA" w:rsidRDefault="00000000">
            <w:r>
              <w:t>严寒和寒冷地区居住建筑窗墙面积比的基本要求应符合表</w:t>
            </w:r>
            <w:r>
              <w:t>C.0.1-4</w:t>
            </w:r>
            <w:r>
              <w:t>的规定</w:t>
            </w:r>
          </w:p>
        </w:tc>
      </w:tr>
      <w:tr w:rsidR="007F1EEA" w14:paraId="0CBC47E0" w14:textId="77777777">
        <w:tc>
          <w:tcPr>
            <w:tcW w:w="1596" w:type="dxa"/>
            <w:shd w:val="clear" w:color="auto" w:fill="E6E6E6"/>
            <w:vAlign w:val="center"/>
          </w:tcPr>
          <w:p w14:paraId="7C83F162" w14:textId="77777777" w:rsidR="007F1EEA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6CD0438C" w14:textId="77777777" w:rsidR="007F1EEA" w:rsidRDefault="00000000">
            <w:r>
              <w:t>满足</w:t>
            </w:r>
          </w:p>
        </w:tc>
      </w:tr>
    </w:tbl>
    <w:p w14:paraId="2E1E1326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7F1EEA" w14:paraId="65142BA1" w14:textId="77777777">
        <w:tc>
          <w:tcPr>
            <w:tcW w:w="1160" w:type="dxa"/>
            <w:shd w:val="clear" w:color="auto" w:fill="E6E6E6"/>
            <w:vAlign w:val="center"/>
          </w:tcPr>
          <w:p w14:paraId="52D16A2D" w14:textId="77777777" w:rsidR="007F1EEA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46E3243A" w14:textId="77777777" w:rsidR="007F1EEA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12F1A3C8" w14:textId="77777777" w:rsidR="007F1EEA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5B24F9E9" w14:textId="77777777" w:rsidR="007F1EEA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349439B6" w14:textId="77777777" w:rsidR="007F1EEA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576BB55" w14:textId="77777777" w:rsidR="007F1EEA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26FD78E8" w14:textId="77777777" w:rsidR="007F1EEA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7F1EEA" w14:paraId="4C644A39" w14:textId="77777777">
        <w:tc>
          <w:tcPr>
            <w:tcW w:w="1160" w:type="dxa"/>
            <w:vMerge w:val="restart"/>
            <w:vAlign w:val="center"/>
          </w:tcPr>
          <w:p w14:paraId="51DAA70A" w14:textId="77777777" w:rsidR="007F1EEA" w:rsidRDefault="00000000">
            <w:r>
              <w:t>南向</w:t>
            </w:r>
            <w:r>
              <w:br/>
              <w:t>27.99</w:t>
            </w:r>
          </w:p>
        </w:tc>
        <w:tc>
          <w:tcPr>
            <w:tcW w:w="1562" w:type="dxa"/>
            <w:vAlign w:val="center"/>
          </w:tcPr>
          <w:p w14:paraId="4C470585" w14:textId="77777777" w:rsidR="007F1EEA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5BABA5D1" w14:textId="77777777" w:rsidR="007F1EEA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63052F58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8F63CCD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9876BA5" w14:textId="77777777" w:rsidR="007F1EEA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5B399DB7" w14:textId="77777777" w:rsidR="007F1EEA" w:rsidRDefault="00000000">
            <w:r>
              <w:t>1.62</w:t>
            </w:r>
          </w:p>
        </w:tc>
      </w:tr>
      <w:tr w:rsidR="007F1EEA" w14:paraId="24E2CCBF" w14:textId="77777777">
        <w:tc>
          <w:tcPr>
            <w:tcW w:w="1160" w:type="dxa"/>
            <w:vMerge/>
            <w:vAlign w:val="center"/>
          </w:tcPr>
          <w:p w14:paraId="3E805741" w14:textId="77777777" w:rsidR="007F1EEA" w:rsidRDefault="007F1EEA"/>
        </w:tc>
        <w:tc>
          <w:tcPr>
            <w:tcW w:w="1562" w:type="dxa"/>
            <w:vAlign w:val="center"/>
          </w:tcPr>
          <w:p w14:paraId="5CA03DB1" w14:textId="77777777" w:rsidR="007F1EEA" w:rsidRDefault="00000000">
            <w:r>
              <w:t>C2118</w:t>
            </w:r>
          </w:p>
        </w:tc>
        <w:tc>
          <w:tcPr>
            <w:tcW w:w="1386" w:type="dxa"/>
            <w:vAlign w:val="center"/>
          </w:tcPr>
          <w:p w14:paraId="0A6B8A6B" w14:textId="77777777" w:rsidR="007F1EEA" w:rsidRDefault="00000000">
            <w:r>
              <w:t>2.10×1.80</w:t>
            </w:r>
          </w:p>
        </w:tc>
        <w:tc>
          <w:tcPr>
            <w:tcW w:w="1528" w:type="dxa"/>
            <w:vAlign w:val="center"/>
          </w:tcPr>
          <w:p w14:paraId="5AA9D98D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10BD648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E285CBF" w14:textId="77777777" w:rsidR="007F1EEA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14:paraId="6D7B0E5C" w14:textId="77777777" w:rsidR="007F1EEA" w:rsidRDefault="00000000">
            <w:r>
              <w:t>7.56</w:t>
            </w:r>
          </w:p>
        </w:tc>
      </w:tr>
      <w:tr w:rsidR="007F1EEA" w14:paraId="7BA5EE4D" w14:textId="77777777">
        <w:tc>
          <w:tcPr>
            <w:tcW w:w="1160" w:type="dxa"/>
            <w:vMerge/>
            <w:vAlign w:val="center"/>
          </w:tcPr>
          <w:p w14:paraId="2BD56F77" w14:textId="77777777" w:rsidR="007F1EEA" w:rsidRDefault="007F1EEA"/>
        </w:tc>
        <w:tc>
          <w:tcPr>
            <w:tcW w:w="1562" w:type="dxa"/>
            <w:vAlign w:val="center"/>
          </w:tcPr>
          <w:p w14:paraId="3621E4EC" w14:textId="77777777" w:rsidR="007F1EEA" w:rsidRDefault="00000000">
            <w:r>
              <w:t>C2121</w:t>
            </w:r>
          </w:p>
        </w:tc>
        <w:tc>
          <w:tcPr>
            <w:tcW w:w="1386" w:type="dxa"/>
            <w:vAlign w:val="center"/>
          </w:tcPr>
          <w:p w14:paraId="4D581085" w14:textId="77777777" w:rsidR="007F1EEA" w:rsidRDefault="00000000">
            <w:r>
              <w:t>2.10×2.10</w:t>
            </w:r>
          </w:p>
        </w:tc>
        <w:tc>
          <w:tcPr>
            <w:tcW w:w="1528" w:type="dxa"/>
            <w:vAlign w:val="center"/>
          </w:tcPr>
          <w:p w14:paraId="467E8F8A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0557714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9C5FADA" w14:textId="77777777" w:rsidR="007F1EEA" w:rsidRDefault="00000000">
            <w:r>
              <w:t>4.41</w:t>
            </w:r>
          </w:p>
        </w:tc>
        <w:tc>
          <w:tcPr>
            <w:tcW w:w="1262" w:type="dxa"/>
            <w:vAlign w:val="center"/>
          </w:tcPr>
          <w:p w14:paraId="6B356D10" w14:textId="77777777" w:rsidR="007F1EEA" w:rsidRDefault="00000000">
            <w:r>
              <w:t>4.41</w:t>
            </w:r>
          </w:p>
        </w:tc>
      </w:tr>
      <w:tr w:rsidR="007F1EEA" w14:paraId="2A746962" w14:textId="77777777">
        <w:tc>
          <w:tcPr>
            <w:tcW w:w="1160" w:type="dxa"/>
            <w:vMerge/>
            <w:vAlign w:val="center"/>
          </w:tcPr>
          <w:p w14:paraId="27B40AF7" w14:textId="77777777" w:rsidR="007F1EEA" w:rsidRDefault="007F1EEA"/>
        </w:tc>
        <w:tc>
          <w:tcPr>
            <w:tcW w:w="1562" w:type="dxa"/>
            <w:vAlign w:val="center"/>
          </w:tcPr>
          <w:p w14:paraId="41157D79" w14:textId="77777777" w:rsidR="007F1EEA" w:rsidRDefault="00000000">
            <w:r>
              <w:t>C3021</w:t>
            </w:r>
          </w:p>
        </w:tc>
        <w:tc>
          <w:tcPr>
            <w:tcW w:w="1386" w:type="dxa"/>
            <w:vAlign w:val="center"/>
          </w:tcPr>
          <w:p w14:paraId="707B5954" w14:textId="77777777" w:rsidR="007F1EEA" w:rsidRDefault="00000000">
            <w:r>
              <w:t>3.00×2.10</w:t>
            </w:r>
          </w:p>
        </w:tc>
        <w:tc>
          <w:tcPr>
            <w:tcW w:w="1528" w:type="dxa"/>
            <w:vAlign w:val="center"/>
          </w:tcPr>
          <w:p w14:paraId="471EEB91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084003DA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AE0846F" w14:textId="77777777" w:rsidR="007F1EEA" w:rsidRDefault="00000000">
            <w:r>
              <w:t>6.30</w:t>
            </w:r>
          </w:p>
        </w:tc>
        <w:tc>
          <w:tcPr>
            <w:tcW w:w="1262" w:type="dxa"/>
            <w:vAlign w:val="center"/>
          </w:tcPr>
          <w:p w14:paraId="32455FAE" w14:textId="77777777" w:rsidR="007F1EEA" w:rsidRDefault="00000000">
            <w:r>
              <w:t>6.30</w:t>
            </w:r>
          </w:p>
        </w:tc>
      </w:tr>
      <w:tr w:rsidR="007F1EEA" w14:paraId="75A7B0BD" w14:textId="77777777">
        <w:tc>
          <w:tcPr>
            <w:tcW w:w="1160" w:type="dxa"/>
            <w:vMerge/>
            <w:vAlign w:val="center"/>
          </w:tcPr>
          <w:p w14:paraId="4EFB9FE7" w14:textId="77777777" w:rsidR="007F1EEA" w:rsidRDefault="007F1EEA"/>
        </w:tc>
        <w:tc>
          <w:tcPr>
            <w:tcW w:w="1562" w:type="dxa"/>
            <w:vAlign w:val="center"/>
          </w:tcPr>
          <w:p w14:paraId="26324FD0" w14:textId="77777777" w:rsidR="007F1EEA" w:rsidRDefault="00000000">
            <w:r>
              <w:t>C4518</w:t>
            </w:r>
          </w:p>
        </w:tc>
        <w:tc>
          <w:tcPr>
            <w:tcW w:w="1386" w:type="dxa"/>
            <w:vAlign w:val="center"/>
          </w:tcPr>
          <w:p w14:paraId="732CB1CE" w14:textId="77777777" w:rsidR="007F1EEA" w:rsidRDefault="00000000">
            <w:r>
              <w:t>4.50×1.80</w:t>
            </w:r>
          </w:p>
        </w:tc>
        <w:tc>
          <w:tcPr>
            <w:tcW w:w="1528" w:type="dxa"/>
            <w:vAlign w:val="center"/>
          </w:tcPr>
          <w:p w14:paraId="14AE2479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7B9FA83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4CC7B83" w14:textId="77777777" w:rsidR="007F1EEA" w:rsidRDefault="00000000">
            <w:r>
              <w:t>8.10</w:t>
            </w:r>
          </w:p>
        </w:tc>
        <w:tc>
          <w:tcPr>
            <w:tcW w:w="1262" w:type="dxa"/>
            <w:vAlign w:val="center"/>
          </w:tcPr>
          <w:p w14:paraId="23AB1740" w14:textId="77777777" w:rsidR="007F1EEA" w:rsidRDefault="00000000">
            <w:r>
              <w:t>8.10</w:t>
            </w:r>
          </w:p>
        </w:tc>
      </w:tr>
      <w:tr w:rsidR="007F1EEA" w14:paraId="7C65A2D5" w14:textId="77777777">
        <w:tc>
          <w:tcPr>
            <w:tcW w:w="1160" w:type="dxa"/>
            <w:vMerge w:val="restart"/>
            <w:vAlign w:val="center"/>
          </w:tcPr>
          <w:p w14:paraId="3D342F3B" w14:textId="77777777" w:rsidR="007F1EEA" w:rsidRDefault="00000000">
            <w:r>
              <w:t>北向</w:t>
            </w:r>
            <w:r>
              <w:br/>
              <w:t>17.73</w:t>
            </w:r>
          </w:p>
        </w:tc>
        <w:tc>
          <w:tcPr>
            <w:tcW w:w="1562" w:type="dxa"/>
            <w:vAlign w:val="center"/>
          </w:tcPr>
          <w:p w14:paraId="1604CBEB" w14:textId="77777777" w:rsidR="007F1EEA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510FB5E9" w14:textId="77777777" w:rsidR="007F1EEA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62C286AE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BB5B5A6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6506857B" w14:textId="77777777" w:rsidR="007F1EEA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463BBA44" w14:textId="77777777" w:rsidR="007F1EEA" w:rsidRDefault="00000000">
            <w:r>
              <w:t>3.24</w:t>
            </w:r>
          </w:p>
        </w:tc>
      </w:tr>
      <w:tr w:rsidR="007F1EEA" w14:paraId="1BFF672C" w14:textId="77777777">
        <w:tc>
          <w:tcPr>
            <w:tcW w:w="1160" w:type="dxa"/>
            <w:vMerge/>
            <w:vAlign w:val="center"/>
          </w:tcPr>
          <w:p w14:paraId="6224C74E" w14:textId="77777777" w:rsidR="007F1EEA" w:rsidRDefault="007F1EEA"/>
        </w:tc>
        <w:tc>
          <w:tcPr>
            <w:tcW w:w="1562" w:type="dxa"/>
            <w:vAlign w:val="center"/>
          </w:tcPr>
          <w:p w14:paraId="37FED3FA" w14:textId="77777777" w:rsidR="007F1EEA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14:paraId="4616F317" w14:textId="77777777" w:rsidR="007F1EEA" w:rsidRDefault="00000000">
            <w:r>
              <w:t>0.90×2.10</w:t>
            </w:r>
          </w:p>
        </w:tc>
        <w:tc>
          <w:tcPr>
            <w:tcW w:w="1528" w:type="dxa"/>
            <w:vAlign w:val="center"/>
          </w:tcPr>
          <w:p w14:paraId="797887F4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0048A3D" w14:textId="77777777" w:rsidR="007F1EEA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6937FD88" w14:textId="77777777" w:rsidR="007F1EEA" w:rsidRDefault="00000000">
            <w:r>
              <w:t>1.89</w:t>
            </w:r>
          </w:p>
        </w:tc>
        <w:tc>
          <w:tcPr>
            <w:tcW w:w="1262" w:type="dxa"/>
            <w:vAlign w:val="center"/>
          </w:tcPr>
          <w:p w14:paraId="24062D2A" w14:textId="77777777" w:rsidR="007F1EEA" w:rsidRDefault="00000000">
            <w:r>
              <w:t>5.67</w:t>
            </w:r>
          </w:p>
        </w:tc>
      </w:tr>
      <w:tr w:rsidR="007F1EEA" w14:paraId="5E36F44F" w14:textId="77777777">
        <w:tc>
          <w:tcPr>
            <w:tcW w:w="1160" w:type="dxa"/>
            <w:vMerge/>
            <w:vAlign w:val="center"/>
          </w:tcPr>
          <w:p w14:paraId="3025BE54" w14:textId="77777777" w:rsidR="007F1EEA" w:rsidRDefault="007F1EEA"/>
        </w:tc>
        <w:tc>
          <w:tcPr>
            <w:tcW w:w="1562" w:type="dxa"/>
            <w:vAlign w:val="center"/>
          </w:tcPr>
          <w:p w14:paraId="330370F6" w14:textId="77777777" w:rsidR="007F1EEA" w:rsidRDefault="00000000">
            <w:r>
              <w:t>C2121</w:t>
            </w:r>
          </w:p>
        </w:tc>
        <w:tc>
          <w:tcPr>
            <w:tcW w:w="1386" w:type="dxa"/>
            <w:vAlign w:val="center"/>
          </w:tcPr>
          <w:p w14:paraId="26115C0B" w14:textId="77777777" w:rsidR="007F1EEA" w:rsidRDefault="00000000">
            <w:r>
              <w:t>2.10×2.10</w:t>
            </w:r>
          </w:p>
        </w:tc>
        <w:tc>
          <w:tcPr>
            <w:tcW w:w="1528" w:type="dxa"/>
            <w:vAlign w:val="center"/>
          </w:tcPr>
          <w:p w14:paraId="0304E133" w14:textId="77777777" w:rsidR="007F1EEA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6D4014C7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E69F96D" w14:textId="77777777" w:rsidR="007F1EEA" w:rsidRDefault="00000000">
            <w:r>
              <w:t>4.41</w:t>
            </w:r>
          </w:p>
        </w:tc>
        <w:tc>
          <w:tcPr>
            <w:tcW w:w="1262" w:type="dxa"/>
            <w:vAlign w:val="center"/>
          </w:tcPr>
          <w:p w14:paraId="5292A0FD" w14:textId="77777777" w:rsidR="007F1EEA" w:rsidRDefault="00000000">
            <w:r>
              <w:t>8.82</w:t>
            </w:r>
          </w:p>
        </w:tc>
      </w:tr>
      <w:tr w:rsidR="007F1EEA" w14:paraId="0578E750" w14:textId="77777777">
        <w:tc>
          <w:tcPr>
            <w:tcW w:w="1160" w:type="dxa"/>
            <w:vMerge w:val="restart"/>
            <w:vAlign w:val="center"/>
          </w:tcPr>
          <w:p w14:paraId="7D4751D6" w14:textId="77777777" w:rsidR="007F1EEA" w:rsidRDefault="00000000">
            <w:r>
              <w:t>东向</w:t>
            </w:r>
            <w:r>
              <w:br/>
              <w:t>17.28</w:t>
            </w:r>
          </w:p>
        </w:tc>
        <w:tc>
          <w:tcPr>
            <w:tcW w:w="1562" w:type="dxa"/>
            <w:vAlign w:val="center"/>
          </w:tcPr>
          <w:p w14:paraId="341B8876" w14:textId="77777777" w:rsidR="007F1EEA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1F4EEB50" w14:textId="77777777" w:rsidR="007F1EEA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31A62ABD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EC263DC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127DC88A" w14:textId="77777777" w:rsidR="007F1EEA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7E8312E5" w14:textId="77777777" w:rsidR="007F1EEA" w:rsidRDefault="00000000">
            <w:r>
              <w:t>3.24</w:t>
            </w:r>
          </w:p>
        </w:tc>
      </w:tr>
      <w:tr w:rsidR="007F1EEA" w14:paraId="622CEC8B" w14:textId="77777777">
        <w:tc>
          <w:tcPr>
            <w:tcW w:w="1160" w:type="dxa"/>
            <w:vMerge/>
            <w:vAlign w:val="center"/>
          </w:tcPr>
          <w:p w14:paraId="0A4E8EF4" w14:textId="77777777" w:rsidR="007F1EEA" w:rsidRDefault="007F1EEA"/>
        </w:tc>
        <w:tc>
          <w:tcPr>
            <w:tcW w:w="1562" w:type="dxa"/>
            <w:vAlign w:val="center"/>
          </w:tcPr>
          <w:p w14:paraId="02CEE489" w14:textId="77777777" w:rsidR="007F1EEA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14:paraId="56221098" w14:textId="77777777" w:rsidR="007F1EEA" w:rsidRDefault="00000000">
            <w:r>
              <w:t>0.90×2.10</w:t>
            </w:r>
          </w:p>
        </w:tc>
        <w:tc>
          <w:tcPr>
            <w:tcW w:w="1528" w:type="dxa"/>
            <w:vAlign w:val="center"/>
          </w:tcPr>
          <w:p w14:paraId="73E3733B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7C8915F" w14:textId="77777777" w:rsidR="007F1EEA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647DDBED" w14:textId="77777777" w:rsidR="007F1EEA" w:rsidRDefault="00000000">
            <w:r>
              <w:t>1.89</w:t>
            </w:r>
          </w:p>
        </w:tc>
        <w:tc>
          <w:tcPr>
            <w:tcW w:w="1262" w:type="dxa"/>
            <w:vAlign w:val="center"/>
          </w:tcPr>
          <w:p w14:paraId="4B6AFB06" w14:textId="77777777" w:rsidR="007F1EEA" w:rsidRDefault="00000000">
            <w:r>
              <w:t>7.56</w:t>
            </w:r>
          </w:p>
        </w:tc>
      </w:tr>
      <w:tr w:rsidR="007F1EEA" w14:paraId="25BCAF3E" w14:textId="77777777">
        <w:tc>
          <w:tcPr>
            <w:tcW w:w="1160" w:type="dxa"/>
            <w:vMerge/>
            <w:vAlign w:val="center"/>
          </w:tcPr>
          <w:p w14:paraId="707B88C1" w14:textId="77777777" w:rsidR="007F1EEA" w:rsidRDefault="007F1EEA"/>
        </w:tc>
        <w:tc>
          <w:tcPr>
            <w:tcW w:w="1562" w:type="dxa"/>
            <w:vAlign w:val="center"/>
          </w:tcPr>
          <w:p w14:paraId="4E3A4268" w14:textId="77777777" w:rsidR="007F1EEA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2C127802" w14:textId="77777777" w:rsidR="007F1EEA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5B92B19A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5B448B9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1056AAA4" w14:textId="77777777" w:rsidR="007F1EEA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67DD095A" w14:textId="77777777" w:rsidR="007F1EEA" w:rsidRDefault="00000000">
            <w:r>
              <w:t>6.48</w:t>
            </w:r>
          </w:p>
        </w:tc>
      </w:tr>
      <w:tr w:rsidR="007F1EEA" w14:paraId="048DE2D3" w14:textId="77777777">
        <w:tc>
          <w:tcPr>
            <w:tcW w:w="1160" w:type="dxa"/>
            <w:vMerge w:val="restart"/>
            <w:vAlign w:val="center"/>
          </w:tcPr>
          <w:p w14:paraId="529BA66E" w14:textId="77777777" w:rsidR="007F1EEA" w:rsidRDefault="00000000">
            <w:r>
              <w:t>西向</w:t>
            </w:r>
            <w:r>
              <w:br/>
              <w:t>23.85</w:t>
            </w:r>
          </w:p>
        </w:tc>
        <w:tc>
          <w:tcPr>
            <w:tcW w:w="1562" w:type="dxa"/>
            <w:vAlign w:val="center"/>
          </w:tcPr>
          <w:p w14:paraId="384C99AF" w14:textId="77777777" w:rsidR="007F1EEA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14:paraId="6DB0B29A" w14:textId="77777777" w:rsidR="007F1EEA" w:rsidRDefault="00000000">
            <w:r>
              <w:t>0.90×2.10</w:t>
            </w:r>
          </w:p>
        </w:tc>
        <w:tc>
          <w:tcPr>
            <w:tcW w:w="1528" w:type="dxa"/>
            <w:vAlign w:val="center"/>
          </w:tcPr>
          <w:p w14:paraId="2EC0AA98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05D4B62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621B0FE" w14:textId="77777777" w:rsidR="007F1EEA" w:rsidRDefault="00000000">
            <w:r>
              <w:t>1.89</w:t>
            </w:r>
          </w:p>
        </w:tc>
        <w:tc>
          <w:tcPr>
            <w:tcW w:w="1262" w:type="dxa"/>
            <w:vAlign w:val="center"/>
          </w:tcPr>
          <w:p w14:paraId="558FB133" w14:textId="77777777" w:rsidR="007F1EEA" w:rsidRDefault="00000000">
            <w:r>
              <w:t>1.89</w:t>
            </w:r>
          </w:p>
        </w:tc>
      </w:tr>
      <w:tr w:rsidR="007F1EEA" w14:paraId="54B2C8A1" w14:textId="77777777">
        <w:tc>
          <w:tcPr>
            <w:tcW w:w="1160" w:type="dxa"/>
            <w:vMerge/>
            <w:vAlign w:val="center"/>
          </w:tcPr>
          <w:p w14:paraId="52435E57" w14:textId="77777777" w:rsidR="007F1EEA" w:rsidRDefault="007F1EEA"/>
        </w:tc>
        <w:tc>
          <w:tcPr>
            <w:tcW w:w="1562" w:type="dxa"/>
            <w:vAlign w:val="center"/>
          </w:tcPr>
          <w:p w14:paraId="7D871774" w14:textId="77777777" w:rsidR="007F1EEA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429BB3E7" w14:textId="77777777" w:rsidR="007F1EEA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6A517B02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2E8F09D" w14:textId="77777777" w:rsidR="007F1EEA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D639EA9" w14:textId="77777777" w:rsidR="007F1EEA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01CA9B41" w14:textId="77777777" w:rsidR="007F1EEA" w:rsidRDefault="00000000">
            <w:r>
              <w:t>6.48</w:t>
            </w:r>
          </w:p>
        </w:tc>
      </w:tr>
      <w:tr w:rsidR="007F1EEA" w14:paraId="08C8BF43" w14:textId="77777777">
        <w:tc>
          <w:tcPr>
            <w:tcW w:w="1160" w:type="dxa"/>
            <w:vMerge/>
            <w:vAlign w:val="center"/>
          </w:tcPr>
          <w:p w14:paraId="69C7B549" w14:textId="77777777" w:rsidR="007F1EEA" w:rsidRDefault="007F1EEA"/>
        </w:tc>
        <w:tc>
          <w:tcPr>
            <w:tcW w:w="1562" w:type="dxa"/>
            <w:vAlign w:val="center"/>
          </w:tcPr>
          <w:p w14:paraId="2D829879" w14:textId="77777777" w:rsidR="007F1EEA" w:rsidRDefault="00000000">
            <w:r>
              <w:t>C1821</w:t>
            </w:r>
          </w:p>
        </w:tc>
        <w:tc>
          <w:tcPr>
            <w:tcW w:w="1386" w:type="dxa"/>
            <w:vAlign w:val="center"/>
          </w:tcPr>
          <w:p w14:paraId="06202377" w14:textId="77777777" w:rsidR="007F1EEA" w:rsidRDefault="00000000">
            <w:r>
              <w:t>1.80×2.10</w:t>
            </w:r>
          </w:p>
        </w:tc>
        <w:tc>
          <w:tcPr>
            <w:tcW w:w="1528" w:type="dxa"/>
            <w:vAlign w:val="center"/>
          </w:tcPr>
          <w:p w14:paraId="19FD46FA" w14:textId="77777777" w:rsidR="007F1EEA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498A7E2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F6D5262" w14:textId="77777777" w:rsidR="007F1EEA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14:paraId="6FFE45CD" w14:textId="77777777" w:rsidR="007F1EEA" w:rsidRDefault="00000000">
            <w:r>
              <w:t>3.78</w:t>
            </w:r>
          </w:p>
        </w:tc>
      </w:tr>
      <w:tr w:rsidR="007F1EEA" w14:paraId="3E1CF3E6" w14:textId="77777777">
        <w:tc>
          <w:tcPr>
            <w:tcW w:w="1160" w:type="dxa"/>
            <w:vMerge/>
            <w:vAlign w:val="center"/>
          </w:tcPr>
          <w:p w14:paraId="185E3580" w14:textId="77777777" w:rsidR="007F1EEA" w:rsidRDefault="007F1EEA"/>
        </w:tc>
        <w:tc>
          <w:tcPr>
            <w:tcW w:w="1562" w:type="dxa"/>
            <w:vAlign w:val="center"/>
          </w:tcPr>
          <w:p w14:paraId="71371FE7" w14:textId="77777777" w:rsidR="007F1EEA" w:rsidRDefault="00000000">
            <w:r>
              <w:t>C3018</w:t>
            </w:r>
          </w:p>
        </w:tc>
        <w:tc>
          <w:tcPr>
            <w:tcW w:w="1386" w:type="dxa"/>
            <w:vAlign w:val="center"/>
          </w:tcPr>
          <w:p w14:paraId="6ACFC7CB" w14:textId="77777777" w:rsidR="007F1EEA" w:rsidRDefault="00000000">
            <w:r>
              <w:t>3.00×1.80</w:t>
            </w:r>
          </w:p>
        </w:tc>
        <w:tc>
          <w:tcPr>
            <w:tcW w:w="1528" w:type="dxa"/>
            <w:vAlign w:val="center"/>
          </w:tcPr>
          <w:p w14:paraId="40309FB9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46C421E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8313E6E" w14:textId="77777777" w:rsidR="007F1EEA" w:rsidRDefault="00000000">
            <w:r>
              <w:t>5.40</w:t>
            </w:r>
          </w:p>
        </w:tc>
        <w:tc>
          <w:tcPr>
            <w:tcW w:w="1262" w:type="dxa"/>
            <w:vAlign w:val="center"/>
          </w:tcPr>
          <w:p w14:paraId="4434F161" w14:textId="77777777" w:rsidR="007F1EEA" w:rsidRDefault="00000000">
            <w:r>
              <w:t>5.40</w:t>
            </w:r>
          </w:p>
        </w:tc>
      </w:tr>
      <w:tr w:rsidR="007F1EEA" w14:paraId="2CE54010" w14:textId="77777777">
        <w:tc>
          <w:tcPr>
            <w:tcW w:w="1160" w:type="dxa"/>
            <w:vMerge/>
            <w:vAlign w:val="center"/>
          </w:tcPr>
          <w:p w14:paraId="77C59A57" w14:textId="77777777" w:rsidR="007F1EEA" w:rsidRDefault="007F1EEA"/>
        </w:tc>
        <w:tc>
          <w:tcPr>
            <w:tcW w:w="1562" w:type="dxa"/>
            <w:vAlign w:val="center"/>
          </w:tcPr>
          <w:p w14:paraId="72BEE8FF" w14:textId="77777777" w:rsidR="007F1EEA" w:rsidRDefault="00000000">
            <w:r>
              <w:t>C3021</w:t>
            </w:r>
          </w:p>
        </w:tc>
        <w:tc>
          <w:tcPr>
            <w:tcW w:w="1386" w:type="dxa"/>
            <w:vAlign w:val="center"/>
          </w:tcPr>
          <w:p w14:paraId="20FD8656" w14:textId="77777777" w:rsidR="007F1EEA" w:rsidRDefault="00000000">
            <w:r>
              <w:t>3.00×2.10</w:t>
            </w:r>
          </w:p>
        </w:tc>
        <w:tc>
          <w:tcPr>
            <w:tcW w:w="1528" w:type="dxa"/>
            <w:vAlign w:val="center"/>
          </w:tcPr>
          <w:p w14:paraId="391742EC" w14:textId="77777777" w:rsidR="007F1EEA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C6F1B9E" w14:textId="77777777" w:rsidR="007F1EEA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D836BF7" w14:textId="77777777" w:rsidR="007F1EEA" w:rsidRDefault="00000000">
            <w:r>
              <w:t>6.30</w:t>
            </w:r>
          </w:p>
        </w:tc>
        <w:tc>
          <w:tcPr>
            <w:tcW w:w="1262" w:type="dxa"/>
            <w:vAlign w:val="center"/>
          </w:tcPr>
          <w:p w14:paraId="15D1CE55" w14:textId="77777777" w:rsidR="007F1EEA" w:rsidRDefault="00000000">
            <w:r>
              <w:t>6.30</w:t>
            </w:r>
          </w:p>
        </w:tc>
      </w:tr>
    </w:tbl>
    <w:p w14:paraId="71D76D97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天窗</w:t>
      </w:r>
    </w:p>
    <w:p w14:paraId="70943A81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天窗屋顶比</w:t>
      </w:r>
    </w:p>
    <w:p w14:paraId="0195626D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5AED90F0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天窗传热系数</w:t>
      </w:r>
    </w:p>
    <w:p w14:paraId="66DE40DF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76B8FB6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天窗太阳得热系数</w:t>
      </w:r>
    </w:p>
    <w:p w14:paraId="74753E1D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50DCC842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屋顶</w:t>
      </w:r>
    </w:p>
    <w:p w14:paraId="40FB7134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屋顶构造一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F1EEA" w14:paraId="726C69EA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932C0F2" w14:textId="77777777" w:rsidR="007F1EEA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B20AA59" w14:textId="77777777" w:rsidR="007F1EEA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F341F81" w14:textId="77777777" w:rsidR="007F1EEA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A96569" w14:textId="77777777" w:rsidR="007F1EEA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6A46D45" w14:textId="77777777" w:rsidR="007F1EEA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00E148" w14:textId="77777777" w:rsidR="007F1EEA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5CF729B" w14:textId="77777777" w:rsidR="007F1EEA" w:rsidRDefault="00000000">
            <w:pPr>
              <w:jc w:val="center"/>
            </w:pPr>
            <w:r>
              <w:t>热惰性指标</w:t>
            </w:r>
          </w:p>
        </w:tc>
      </w:tr>
      <w:tr w:rsidR="007F1EEA" w14:paraId="31F1D869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4282C65" w14:textId="77777777" w:rsidR="007F1EEA" w:rsidRDefault="007F1EEA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43BF83B" w14:textId="77777777" w:rsidR="007F1EEA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AECB99" w14:textId="77777777" w:rsidR="007F1EEA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C57018" w14:textId="77777777" w:rsidR="007F1EEA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06A1573" w14:textId="77777777" w:rsidR="007F1EEA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C59042" w14:textId="77777777" w:rsidR="007F1EEA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63BDF4A" w14:textId="77777777" w:rsidR="007F1EEA" w:rsidRDefault="00000000">
            <w:pPr>
              <w:jc w:val="center"/>
            </w:pPr>
            <w:r>
              <w:t>D=R*S</w:t>
            </w:r>
          </w:p>
        </w:tc>
      </w:tr>
      <w:tr w:rsidR="007F1EEA" w14:paraId="50A06988" w14:textId="77777777">
        <w:tc>
          <w:tcPr>
            <w:tcW w:w="3345" w:type="dxa"/>
            <w:vAlign w:val="center"/>
          </w:tcPr>
          <w:p w14:paraId="2607FA0E" w14:textId="77777777" w:rsidR="007F1EEA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1B10B09F" w14:textId="77777777" w:rsidR="007F1EEA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6A548CD1" w14:textId="77777777" w:rsidR="007F1EEA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48AB0B96" w14:textId="77777777" w:rsidR="007F1EEA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64E85547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01C7230" w14:textId="77777777" w:rsidR="007F1EEA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1E557CC6" w14:textId="77777777" w:rsidR="007F1EEA" w:rsidRDefault="00000000">
            <w:r>
              <w:t>0.407</w:t>
            </w:r>
          </w:p>
        </w:tc>
      </w:tr>
      <w:tr w:rsidR="007F1EEA" w14:paraId="12447742" w14:textId="77777777">
        <w:tc>
          <w:tcPr>
            <w:tcW w:w="3345" w:type="dxa"/>
            <w:vAlign w:val="center"/>
          </w:tcPr>
          <w:p w14:paraId="34FD69B0" w14:textId="77777777" w:rsidR="007F1EEA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8CC5243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17CBF90" w14:textId="77777777" w:rsidR="007F1EEA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39CDCE74" w14:textId="77777777" w:rsidR="007F1EEA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27761B7F" w14:textId="77777777" w:rsidR="007F1EEA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7909AB6E" w14:textId="77777777" w:rsidR="007F1EEA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03028211" w14:textId="77777777" w:rsidR="007F1EEA" w:rsidRDefault="00000000">
            <w:r>
              <w:t>0.227</w:t>
            </w:r>
          </w:p>
        </w:tc>
      </w:tr>
      <w:tr w:rsidR="007F1EEA" w14:paraId="4AB5BBB5" w14:textId="77777777">
        <w:tc>
          <w:tcPr>
            <w:tcW w:w="3345" w:type="dxa"/>
            <w:vAlign w:val="center"/>
          </w:tcPr>
          <w:p w14:paraId="679FD17A" w14:textId="77777777" w:rsidR="007F1EEA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934367E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31B85AB" w14:textId="77777777" w:rsidR="007F1EEA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1E3E1BD" w14:textId="77777777" w:rsidR="007F1EEA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E57E9BA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DAE44C8" w14:textId="77777777" w:rsidR="007F1EEA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191A00D" w14:textId="77777777" w:rsidR="007F1EEA" w:rsidRDefault="00000000">
            <w:r>
              <w:t>0.245</w:t>
            </w:r>
          </w:p>
        </w:tc>
      </w:tr>
      <w:tr w:rsidR="007F1EEA" w14:paraId="1AEB9E83" w14:textId="77777777">
        <w:tc>
          <w:tcPr>
            <w:tcW w:w="3345" w:type="dxa"/>
            <w:vAlign w:val="center"/>
          </w:tcPr>
          <w:p w14:paraId="38EEF64F" w14:textId="77777777" w:rsidR="007F1EEA" w:rsidRDefault="00000000">
            <w:r>
              <w:lastRenderedPageBreak/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426BF4B0" w14:textId="77777777" w:rsidR="007F1EEA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4296E26C" w14:textId="77777777" w:rsidR="007F1EEA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317924F3" w14:textId="77777777" w:rsidR="007F1EEA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0F8B3E58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BE3750E" w14:textId="77777777" w:rsidR="007F1EEA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100E980B" w14:textId="77777777" w:rsidR="007F1EEA" w:rsidRDefault="00000000">
            <w:r>
              <w:t>1.378</w:t>
            </w:r>
          </w:p>
        </w:tc>
      </w:tr>
      <w:tr w:rsidR="007F1EEA" w14:paraId="68248A58" w14:textId="77777777">
        <w:tc>
          <w:tcPr>
            <w:tcW w:w="3345" w:type="dxa"/>
            <w:vAlign w:val="center"/>
          </w:tcPr>
          <w:p w14:paraId="5C2CCA20" w14:textId="77777777" w:rsidR="007F1EEA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3D5312DB" w14:textId="77777777" w:rsidR="007F1EEA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7071E3F" w14:textId="77777777" w:rsidR="007F1EEA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72023B1" w14:textId="77777777" w:rsidR="007F1EEA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705F7BF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AFE27F0" w14:textId="77777777" w:rsidR="007F1EEA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634EFBF3" w14:textId="77777777" w:rsidR="007F1EEA" w:rsidRDefault="00000000">
            <w:r>
              <w:t>1.186</w:t>
            </w:r>
          </w:p>
        </w:tc>
      </w:tr>
      <w:tr w:rsidR="007F1EEA" w14:paraId="5604BF9E" w14:textId="77777777">
        <w:tc>
          <w:tcPr>
            <w:tcW w:w="3345" w:type="dxa"/>
            <w:vAlign w:val="center"/>
          </w:tcPr>
          <w:p w14:paraId="5CDC2F7A" w14:textId="77777777" w:rsidR="007F1EEA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06164F8A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0F60A0C" w14:textId="77777777" w:rsidR="007F1EEA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19EC2895" w14:textId="77777777" w:rsidR="007F1EEA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3DD94C7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6A1560F" w14:textId="77777777" w:rsidR="007F1EEA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666F4707" w14:textId="77777777" w:rsidR="007F1EEA" w:rsidRDefault="00000000">
            <w:r>
              <w:t>0.249</w:t>
            </w:r>
          </w:p>
        </w:tc>
      </w:tr>
      <w:tr w:rsidR="007F1EEA" w14:paraId="2B3B8F96" w14:textId="77777777">
        <w:tc>
          <w:tcPr>
            <w:tcW w:w="3345" w:type="dxa"/>
            <w:vAlign w:val="center"/>
          </w:tcPr>
          <w:p w14:paraId="0F37F5B4" w14:textId="77777777" w:rsidR="007F1EEA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0D9C40B" w14:textId="77777777" w:rsidR="007F1EEA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6D42C90A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62765F7" w14:textId="77777777" w:rsidR="007F1EEA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07F8CC6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8484BD0" w14:textId="77777777" w:rsidR="007F1EEA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68915A21" w14:textId="77777777" w:rsidR="007F1EEA" w:rsidRDefault="00000000">
            <w:r>
              <w:t>3.691</w:t>
            </w:r>
          </w:p>
        </w:tc>
      </w:tr>
      <w:tr w:rsidR="007F1EEA" w14:paraId="5C0690CC" w14:textId="77777777">
        <w:tc>
          <w:tcPr>
            <w:tcW w:w="3345" w:type="dxa"/>
            <w:shd w:val="clear" w:color="auto" w:fill="E6E6E6"/>
            <w:vAlign w:val="center"/>
          </w:tcPr>
          <w:p w14:paraId="2700410A" w14:textId="77777777" w:rsidR="007F1EEA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FCBE46A" w14:textId="77777777" w:rsidR="007F1EEA" w:rsidRDefault="00000000">
            <w:pPr>
              <w:jc w:val="center"/>
            </w:pPr>
            <w:r>
              <w:t>0.77</w:t>
            </w:r>
          </w:p>
        </w:tc>
      </w:tr>
      <w:tr w:rsidR="007F1EEA" w14:paraId="7C38768E" w14:textId="77777777">
        <w:tc>
          <w:tcPr>
            <w:tcW w:w="3345" w:type="dxa"/>
            <w:shd w:val="clear" w:color="auto" w:fill="E6E6E6"/>
            <w:vAlign w:val="center"/>
          </w:tcPr>
          <w:p w14:paraId="02EDB73B" w14:textId="77777777" w:rsidR="007F1EEA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749B1318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7F1EEA" w14:paraId="7733380E" w14:textId="77777777">
        <w:tc>
          <w:tcPr>
            <w:tcW w:w="3345" w:type="dxa"/>
            <w:shd w:val="clear" w:color="auto" w:fill="E6E6E6"/>
            <w:vAlign w:val="center"/>
          </w:tcPr>
          <w:p w14:paraId="1D2919A7" w14:textId="77777777" w:rsidR="007F1EEA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4CC9DD14" w14:textId="77777777" w:rsidR="007F1EEA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(K≤0.30)</w:t>
            </w:r>
          </w:p>
        </w:tc>
      </w:tr>
      <w:tr w:rsidR="007F1EEA" w14:paraId="436DA969" w14:textId="77777777">
        <w:tc>
          <w:tcPr>
            <w:tcW w:w="3345" w:type="dxa"/>
            <w:shd w:val="clear" w:color="auto" w:fill="E6E6E6"/>
            <w:vAlign w:val="center"/>
          </w:tcPr>
          <w:p w14:paraId="02FA7198" w14:textId="77777777" w:rsidR="007F1EEA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5CE4751C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</w:tbl>
    <w:p w14:paraId="610903C0" w14:textId="77777777" w:rsidR="007F1EEA" w:rsidRDefault="007F1EEA">
      <w:pPr>
        <w:widowControl w:val="0"/>
        <w:jc w:val="both"/>
        <w:rPr>
          <w:kern w:val="2"/>
          <w:szCs w:val="24"/>
          <w:lang w:val="en-US"/>
        </w:rPr>
      </w:pPr>
    </w:p>
    <w:p w14:paraId="31E1B817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外墙</w:t>
      </w:r>
    </w:p>
    <w:p w14:paraId="3B600DF1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外墙相关构造</w:t>
      </w:r>
    </w:p>
    <w:p w14:paraId="6F03AA3E" w14:textId="77777777" w:rsidR="007F1EEA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F1EEA" w14:paraId="4C3A922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AA7089A" w14:textId="77777777" w:rsidR="007F1EEA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501F45A" w14:textId="77777777" w:rsidR="007F1EEA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081D00" w14:textId="77777777" w:rsidR="007F1EEA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4D7007" w14:textId="77777777" w:rsidR="007F1EEA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CF8D04" w14:textId="77777777" w:rsidR="007F1EEA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B61AF70" w14:textId="77777777" w:rsidR="007F1EEA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D94457C" w14:textId="77777777" w:rsidR="007F1EEA" w:rsidRDefault="00000000">
            <w:pPr>
              <w:jc w:val="center"/>
            </w:pPr>
            <w:r>
              <w:t>热惰性指标</w:t>
            </w:r>
          </w:p>
        </w:tc>
      </w:tr>
      <w:tr w:rsidR="007F1EEA" w14:paraId="1CDF6DA8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7E065994" w14:textId="77777777" w:rsidR="007F1EEA" w:rsidRDefault="007F1EEA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4A77A6D" w14:textId="77777777" w:rsidR="007F1EEA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8108496" w14:textId="77777777" w:rsidR="007F1EEA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BB31ED" w14:textId="77777777" w:rsidR="007F1EEA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773D38" w14:textId="77777777" w:rsidR="007F1EEA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746B61" w14:textId="77777777" w:rsidR="007F1EEA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6484082" w14:textId="77777777" w:rsidR="007F1EEA" w:rsidRDefault="00000000">
            <w:pPr>
              <w:jc w:val="center"/>
            </w:pPr>
            <w:r>
              <w:t>D=R*S</w:t>
            </w:r>
          </w:p>
        </w:tc>
      </w:tr>
      <w:tr w:rsidR="007F1EEA" w14:paraId="12C302AA" w14:textId="77777777">
        <w:tc>
          <w:tcPr>
            <w:tcW w:w="3345" w:type="dxa"/>
            <w:vAlign w:val="center"/>
          </w:tcPr>
          <w:p w14:paraId="427E82E0" w14:textId="77777777" w:rsidR="007F1EEA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A6F91BC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536A246" w14:textId="77777777" w:rsidR="007F1EEA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BFC547C" w14:textId="77777777" w:rsidR="007F1EEA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A41F908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FFB7588" w14:textId="77777777" w:rsidR="007F1EEA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CD8C324" w14:textId="77777777" w:rsidR="007F1EEA" w:rsidRDefault="00000000">
            <w:r>
              <w:t>0.245</w:t>
            </w:r>
          </w:p>
        </w:tc>
      </w:tr>
      <w:tr w:rsidR="007F1EEA" w14:paraId="771C9B78" w14:textId="77777777">
        <w:tc>
          <w:tcPr>
            <w:tcW w:w="3345" w:type="dxa"/>
            <w:vAlign w:val="center"/>
          </w:tcPr>
          <w:p w14:paraId="5E49EB47" w14:textId="77777777" w:rsidR="007F1EEA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54D3F37C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230BD14" w14:textId="77777777" w:rsidR="007F1EEA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02D28ABA" w14:textId="77777777" w:rsidR="007F1EEA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6220A89B" w14:textId="77777777" w:rsidR="007F1EEA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19F13481" w14:textId="77777777" w:rsidR="007F1EEA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5577FC73" w14:textId="77777777" w:rsidR="007F1EEA" w:rsidRDefault="00000000">
            <w:r>
              <w:t>0.227</w:t>
            </w:r>
          </w:p>
        </w:tc>
      </w:tr>
      <w:tr w:rsidR="007F1EEA" w14:paraId="0398FD3F" w14:textId="77777777">
        <w:tc>
          <w:tcPr>
            <w:tcW w:w="3345" w:type="dxa"/>
            <w:vAlign w:val="center"/>
          </w:tcPr>
          <w:p w14:paraId="1F8546AD" w14:textId="77777777" w:rsidR="007F1EEA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6F52CE5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6C82310" w14:textId="77777777" w:rsidR="007F1EEA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6F5D66F" w14:textId="77777777" w:rsidR="007F1EEA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0302DF3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35FA404" w14:textId="77777777" w:rsidR="007F1EEA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723CDC0" w14:textId="77777777" w:rsidR="007F1EEA" w:rsidRDefault="00000000">
            <w:r>
              <w:t>0.245</w:t>
            </w:r>
          </w:p>
        </w:tc>
      </w:tr>
      <w:tr w:rsidR="007F1EEA" w14:paraId="771DFF2E" w14:textId="77777777">
        <w:tc>
          <w:tcPr>
            <w:tcW w:w="3345" w:type="dxa"/>
            <w:vAlign w:val="center"/>
          </w:tcPr>
          <w:p w14:paraId="1F37F9BC" w14:textId="77777777" w:rsidR="007F1EEA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41745C57" w14:textId="77777777" w:rsidR="007F1EEA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2807548B" w14:textId="77777777" w:rsidR="007F1EEA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C43114B" w14:textId="77777777" w:rsidR="007F1EEA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3FB37F2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79E269E" w14:textId="77777777" w:rsidR="007F1EEA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593C3DDC" w14:textId="77777777" w:rsidR="007F1EEA" w:rsidRDefault="00000000">
            <w:r>
              <w:t>1.977</w:t>
            </w:r>
          </w:p>
        </w:tc>
      </w:tr>
      <w:tr w:rsidR="007F1EEA" w14:paraId="06C2B74B" w14:textId="77777777">
        <w:tc>
          <w:tcPr>
            <w:tcW w:w="3345" w:type="dxa"/>
            <w:vAlign w:val="center"/>
          </w:tcPr>
          <w:p w14:paraId="54D374E1" w14:textId="77777777" w:rsidR="007F1EEA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4F37CE9A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AFDD53F" w14:textId="77777777" w:rsidR="007F1EEA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66EA898E" w14:textId="77777777" w:rsidR="007F1EEA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4EAC0B37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93715C5" w14:textId="77777777" w:rsidR="007F1EEA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114B09C6" w14:textId="77777777" w:rsidR="007F1EEA" w:rsidRDefault="00000000">
            <w:r>
              <w:t>0.249</w:t>
            </w:r>
          </w:p>
        </w:tc>
      </w:tr>
      <w:tr w:rsidR="007F1EEA" w14:paraId="5B72CBD4" w14:textId="77777777">
        <w:tc>
          <w:tcPr>
            <w:tcW w:w="3345" w:type="dxa"/>
            <w:vAlign w:val="center"/>
          </w:tcPr>
          <w:p w14:paraId="76FE5ADC" w14:textId="77777777" w:rsidR="007F1EEA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6F0A6FB" w14:textId="77777777" w:rsidR="007F1EEA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2942A4CE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CB94075" w14:textId="77777777" w:rsidR="007F1EEA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9EACF99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02B0D9A" w14:textId="77777777" w:rsidR="007F1EEA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3EB5B1CD" w14:textId="77777777" w:rsidR="007F1EEA" w:rsidRDefault="00000000">
            <w:r>
              <w:t>2.941</w:t>
            </w:r>
          </w:p>
        </w:tc>
      </w:tr>
      <w:tr w:rsidR="007F1EEA" w14:paraId="5350A371" w14:textId="77777777">
        <w:tc>
          <w:tcPr>
            <w:tcW w:w="3345" w:type="dxa"/>
            <w:shd w:val="clear" w:color="auto" w:fill="E6E6E6"/>
            <w:vAlign w:val="center"/>
          </w:tcPr>
          <w:p w14:paraId="5E02735C" w14:textId="77777777" w:rsidR="007F1EEA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1F10671E" w14:textId="77777777" w:rsidR="007F1EEA" w:rsidRDefault="00000000">
            <w:pPr>
              <w:jc w:val="center"/>
            </w:pPr>
            <w:r>
              <w:t>1.13</w:t>
            </w:r>
          </w:p>
        </w:tc>
      </w:tr>
    </w:tbl>
    <w:p w14:paraId="579B1312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外墙主断面传热系数的修正系数ψ</w:t>
      </w:r>
    </w:p>
    <w:p w14:paraId="73377E64" w14:textId="77777777" w:rsidR="00000000" w:rsidRDefault="00000000" w:rsidP="00AA6FE7">
      <w:pPr>
        <w:jc w:val="center"/>
        <w:rPr>
          <w:rFonts w:asciiTheme="majorEastAsia" w:eastAsiaTheme="majorEastAsia" w:hAnsiTheme="majorEastAsia"/>
          <w:sz w:val="18"/>
          <w:szCs w:val="18"/>
        </w:rPr>
      </w:pPr>
      <w:bookmarkStart w:id="28" w:name="严寒寒冷居建2018外墙K修正系数表"/>
      <w:r>
        <w:rPr>
          <w:rFonts w:asciiTheme="majorEastAsia" w:eastAsiaTheme="majorEastAsia" w:hAnsiTheme="majorEastAsia" w:hint="eastAsia"/>
          <w:sz w:val="18"/>
          <w:szCs w:val="18"/>
        </w:rPr>
        <w:t>外墙</w:t>
      </w:r>
      <w:r>
        <w:rPr>
          <w:rFonts w:asciiTheme="majorEastAsia" w:eastAsiaTheme="majorEastAsia" w:hAnsiTheme="majorEastAsia"/>
          <w:sz w:val="18"/>
          <w:szCs w:val="18"/>
        </w:rPr>
        <w:t>平壁传热系数的修正系数</w:t>
      </w:r>
      <w:r w:rsidRPr="00400D33">
        <w:rPr>
          <w:color w:val="000000"/>
          <w:sz w:val="24"/>
        </w:rPr>
        <w:t>φ</w:t>
      </w:r>
    </w:p>
    <w:tbl>
      <w:tblPr>
        <w:tblW w:w="5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01"/>
        <w:gridCol w:w="2002"/>
        <w:gridCol w:w="1937"/>
      </w:tblGrid>
      <w:tr w:rsidR="00AA6FE7" w:rsidRPr="00D46BC9" w14:paraId="71479D05" w14:textId="77777777" w:rsidTr="00795F12">
        <w:trPr>
          <w:jc w:val="center"/>
        </w:trPr>
        <w:tc>
          <w:tcPr>
            <w:tcW w:w="2001" w:type="dxa"/>
            <w:vMerge w:val="restart"/>
            <w:vAlign w:val="center"/>
          </w:tcPr>
          <w:p w14:paraId="32F8AEE6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外墙传热系数限值</w:t>
            </w:r>
            <w:r w:rsidRPr="00D46BC9">
              <w:rPr>
                <w:szCs w:val="21"/>
              </w:rPr>
              <w:t>K</w:t>
            </w:r>
            <w:r w:rsidRPr="00D46BC9">
              <w:rPr>
                <w:szCs w:val="21"/>
                <w:vertAlign w:val="subscript"/>
              </w:rPr>
              <w:t>m</w:t>
            </w:r>
          </w:p>
          <w:p w14:paraId="095A8F0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[W/(m</w:t>
            </w:r>
            <w:r w:rsidRPr="00D46BC9">
              <w:rPr>
                <w:szCs w:val="21"/>
                <w:vertAlign w:val="superscript"/>
              </w:rPr>
              <w:t>2</w:t>
            </w:r>
            <w:r w:rsidRPr="00D46BC9">
              <w:rPr>
                <w:szCs w:val="21"/>
              </w:rPr>
              <w:t>·K)]</w:t>
            </w:r>
          </w:p>
        </w:tc>
        <w:tc>
          <w:tcPr>
            <w:tcW w:w="3939" w:type="dxa"/>
            <w:gridSpan w:val="2"/>
            <w:vAlign w:val="center"/>
          </w:tcPr>
          <w:p w14:paraId="722E322B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zCs w:val="21"/>
              </w:rPr>
              <w:t>外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保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温</w:t>
            </w:r>
          </w:p>
        </w:tc>
      </w:tr>
      <w:tr w:rsidR="00AA6FE7" w:rsidRPr="00D46BC9" w14:paraId="72FC9B1B" w14:textId="77777777" w:rsidTr="00795F12">
        <w:trPr>
          <w:jc w:val="center"/>
        </w:trPr>
        <w:tc>
          <w:tcPr>
            <w:tcW w:w="2001" w:type="dxa"/>
            <w:vMerge/>
            <w:vAlign w:val="center"/>
          </w:tcPr>
          <w:p w14:paraId="635FBD54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6AEF2ABC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普通窗</w:t>
            </w:r>
          </w:p>
        </w:tc>
        <w:tc>
          <w:tcPr>
            <w:tcW w:w="1937" w:type="dxa"/>
            <w:vAlign w:val="center"/>
          </w:tcPr>
          <w:p w14:paraId="74476BB9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pacing w:val="-12"/>
                <w:szCs w:val="21"/>
              </w:rPr>
              <w:t>凸</w:t>
            </w:r>
            <w:r w:rsidRPr="00D46BC9">
              <w:rPr>
                <w:spacing w:val="-12"/>
                <w:szCs w:val="21"/>
              </w:rPr>
              <w:t xml:space="preserve">    </w:t>
            </w:r>
            <w:r w:rsidRPr="00D46BC9">
              <w:rPr>
                <w:rFonts w:hAnsi="宋体"/>
                <w:spacing w:val="-12"/>
                <w:szCs w:val="21"/>
              </w:rPr>
              <w:t>窗</w:t>
            </w:r>
          </w:p>
        </w:tc>
      </w:tr>
      <w:tr w:rsidR="00AA6FE7" w:rsidRPr="00D46BC9" w14:paraId="1BAFFECD" w14:textId="77777777" w:rsidTr="00795F12">
        <w:trPr>
          <w:jc w:val="center"/>
        </w:trPr>
        <w:tc>
          <w:tcPr>
            <w:tcW w:w="2001" w:type="dxa"/>
            <w:vAlign w:val="center"/>
          </w:tcPr>
          <w:p w14:paraId="5FD7413C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6</w:t>
            </w:r>
            <w:r w:rsidRPr="00D46BC9">
              <w:rPr>
                <w:szCs w:val="21"/>
              </w:rPr>
              <w:t>0</w:t>
            </w:r>
          </w:p>
        </w:tc>
        <w:tc>
          <w:tcPr>
            <w:tcW w:w="2002" w:type="dxa"/>
            <w:vAlign w:val="center"/>
          </w:tcPr>
          <w:p w14:paraId="5FEE8053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37" w:type="dxa"/>
            <w:vAlign w:val="center"/>
          </w:tcPr>
          <w:p w14:paraId="5BBDCEB6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4634F442" w14:textId="77777777" w:rsidTr="00795F12">
        <w:trPr>
          <w:jc w:val="center"/>
        </w:trPr>
        <w:tc>
          <w:tcPr>
            <w:tcW w:w="2001" w:type="dxa"/>
            <w:vAlign w:val="center"/>
          </w:tcPr>
          <w:p w14:paraId="49CEBA6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  <w:tc>
          <w:tcPr>
            <w:tcW w:w="2002" w:type="dxa"/>
            <w:vAlign w:val="center"/>
          </w:tcPr>
          <w:p w14:paraId="1AD25A57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12E06951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373CF786" w14:textId="77777777" w:rsidTr="00795F12">
        <w:trPr>
          <w:jc w:val="center"/>
        </w:trPr>
        <w:tc>
          <w:tcPr>
            <w:tcW w:w="2001" w:type="dxa"/>
            <w:vAlign w:val="center"/>
          </w:tcPr>
          <w:p w14:paraId="788B6BC7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</w:t>
            </w:r>
          </w:p>
        </w:tc>
        <w:tc>
          <w:tcPr>
            <w:tcW w:w="2002" w:type="dxa"/>
            <w:vAlign w:val="center"/>
          </w:tcPr>
          <w:p w14:paraId="17B2AF66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3CFFAA81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6999CC4D" w14:textId="77777777" w:rsidTr="00795F12">
        <w:trPr>
          <w:jc w:val="center"/>
        </w:trPr>
        <w:tc>
          <w:tcPr>
            <w:tcW w:w="2001" w:type="dxa"/>
            <w:vAlign w:val="center"/>
          </w:tcPr>
          <w:p w14:paraId="38F08F4B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0.45</w:t>
            </w:r>
          </w:p>
        </w:tc>
        <w:tc>
          <w:tcPr>
            <w:tcW w:w="2002" w:type="dxa"/>
            <w:vAlign w:val="center"/>
          </w:tcPr>
          <w:p w14:paraId="7FB6124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06E71192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40B08C99" w14:textId="77777777" w:rsidTr="00795F12">
        <w:trPr>
          <w:jc w:val="center"/>
        </w:trPr>
        <w:tc>
          <w:tcPr>
            <w:tcW w:w="2001" w:type="dxa"/>
            <w:vAlign w:val="center"/>
          </w:tcPr>
          <w:p w14:paraId="4C3FA40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</w:t>
            </w:r>
          </w:p>
        </w:tc>
        <w:tc>
          <w:tcPr>
            <w:tcW w:w="2002" w:type="dxa"/>
            <w:vAlign w:val="center"/>
          </w:tcPr>
          <w:p w14:paraId="408381C5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10164061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0A2A1B55" w14:textId="77777777" w:rsidTr="00795F12">
        <w:trPr>
          <w:jc w:val="center"/>
        </w:trPr>
        <w:tc>
          <w:tcPr>
            <w:tcW w:w="2001" w:type="dxa"/>
            <w:vAlign w:val="center"/>
          </w:tcPr>
          <w:p w14:paraId="500EAEBC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0.35</w:t>
            </w:r>
          </w:p>
        </w:tc>
        <w:tc>
          <w:tcPr>
            <w:tcW w:w="2002" w:type="dxa"/>
            <w:vAlign w:val="center"/>
          </w:tcPr>
          <w:p w14:paraId="5E52446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15160E2A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37D0E8A8" w14:textId="77777777" w:rsidTr="00795F12">
        <w:trPr>
          <w:jc w:val="center"/>
        </w:trPr>
        <w:tc>
          <w:tcPr>
            <w:tcW w:w="2001" w:type="dxa"/>
            <w:vAlign w:val="center"/>
          </w:tcPr>
          <w:p w14:paraId="0C673697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0.30</w:t>
            </w:r>
          </w:p>
        </w:tc>
        <w:tc>
          <w:tcPr>
            <w:tcW w:w="2002" w:type="dxa"/>
            <w:vAlign w:val="center"/>
          </w:tcPr>
          <w:p w14:paraId="6EA606DC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7262151D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3097BD12" w14:textId="77777777" w:rsidTr="00795F12">
        <w:trPr>
          <w:jc w:val="center"/>
        </w:trPr>
        <w:tc>
          <w:tcPr>
            <w:tcW w:w="2001" w:type="dxa"/>
            <w:vAlign w:val="center"/>
          </w:tcPr>
          <w:p w14:paraId="647A36E4" w14:textId="77777777" w:rsidR="00000000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2002" w:type="dxa"/>
            <w:vAlign w:val="center"/>
          </w:tcPr>
          <w:p w14:paraId="3F98BC11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937" w:type="dxa"/>
            <w:vAlign w:val="center"/>
          </w:tcPr>
          <w:p w14:paraId="6173BFF3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1.5</w:t>
            </w:r>
          </w:p>
        </w:tc>
      </w:tr>
    </w:tbl>
    <w:p w14:paraId="483D35AD" w14:textId="77777777" w:rsidR="00000000" w:rsidRPr="00A91EAD" w:rsidRDefault="00000000" w:rsidP="00765D23">
      <w:pPr>
        <w:ind w:firstLineChars="300" w:firstLine="540"/>
        <w:rPr>
          <w:rFonts w:asciiTheme="majorEastAsia" w:eastAsiaTheme="majorEastAsia" w:hAnsiTheme="majorEastAsia"/>
          <w:sz w:val="18"/>
          <w:szCs w:val="18"/>
        </w:rPr>
      </w:pP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注：凸窗所占外窗总面积的比例≥</w:t>
      </w:r>
      <w:r w:rsidRPr="00A91EAD">
        <w:rPr>
          <w:rFonts w:asciiTheme="majorEastAsia" w:eastAsiaTheme="majorEastAsia" w:hAnsiTheme="majorEastAsia"/>
          <w:sz w:val="18"/>
          <w:szCs w:val="18"/>
          <w:lang w:val="en-US"/>
        </w:rPr>
        <w:t>30</w:t>
      </w:r>
      <w:r w:rsidRPr="00A91EAD">
        <w:rPr>
          <w:rFonts w:asciiTheme="majorEastAsia" w:eastAsiaTheme="majorEastAsia" w:hAnsiTheme="majorEastAsia" w:cs="ËÎÌå"/>
          <w:sz w:val="18"/>
          <w:szCs w:val="18"/>
          <w:lang w:val="en-US"/>
        </w:rPr>
        <w:t>%</w:t>
      </w: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时，外墙主断面传热系数的修正系数按外窗为凸窗取值。</w:t>
      </w:r>
    </w:p>
    <w:bookmarkEnd w:id="28"/>
    <w:p w14:paraId="6F411B64" w14:textId="77777777" w:rsidR="007F1EEA" w:rsidRDefault="007F1EEA">
      <w:pPr>
        <w:widowControl w:val="0"/>
        <w:jc w:val="both"/>
        <w:rPr>
          <w:kern w:val="2"/>
          <w:szCs w:val="24"/>
          <w:lang w:val="en-US"/>
        </w:rPr>
      </w:pPr>
    </w:p>
    <w:p w14:paraId="2FC4BA99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外墙平均热工特性</w:t>
      </w:r>
    </w:p>
    <w:p w14:paraId="29374F62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</w:t>
      </w:r>
      <w:r>
        <w:rPr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7F1EEA" w14:paraId="7624BD75" w14:textId="77777777">
        <w:tc>
          <w:tcPr>
            <w:tcW w:w="2948" w:type="dxa"/>
            <w:shd w:val="clear" w:color="auto" w:fill="E6E6E6"/>
            <w:vAlign w:val="center"/>
          </w:tcPr>
          <w:p w14:paraId="49ED273C" w14:textId="77777777" w:rsidR="007F1EEA" w:rsidRDefault="00000000">
            <w:pPr>
              <w:jc w:val="center"/>
            </w:pPr>
            <w:r>
              <w:lastRenderedPageBreak/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A071153" w14:textId="77777777" w:rsidR="007F1EEA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C305F89" w14:textId="77777777" w:rsidR="007F1EEA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16CE086D" w14:textId="77777777" w:rsidR="007F1EEA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79260899" w14:textId="77777777" w:rsidR="007F1EEA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4324CEF7" w14:textId="77777777" w:rsidR="007F1EEA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7F1EEA" w14:paraId="54DF7D6A" w14:textId="77777777">
        <w:tc>
          <w:tcPr>
            <w:tcW w:w="2948" w:type="dxa"/>
            <w:vAlign w:val="center"/>
          </w:tcPr>
          <w:p w14:paraId="7A8528A3" w14:textId="77777777" w:rsidR="007F1EEA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6174EE39" w14:textId="77777777" w:rsidR="007F1EEA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DE3E808" w14:textId="77777777" w:rsidR="007F1EEA" w:rsidRDefault="00000000">
            <w:r>
              <w:t>72.88</w:t>
            </w:r>
          </w:p>
        </w:tc>
        <w:tc>
          <w:tcPr>
            <w:tcW w:w="922" w:type="dxa"/>
            <w:vAlign w:val="center"/>
          </w:tcPr>
          <w:p w14:paraId="0B496742" w14:textId="77777777" w:rsidR="007F1EEA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1A0AF51E" w14:textId="77777777" w:rsidR="007F1EEA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316A44D5" w14:textId="77777777" w:rsidR="007F1EEA" w:rsidRDefault="00000000">
            <w:r>
              <w:t>2.94</w:t>
            </w:r>
          </w:p>
        </w:tc>
      </w:tr>
      <w:tr w:rsidR="007F1EEA" w14:paraId="5717E50C" w14:textId="77777777">
        <w:tc>
          <w:tcPr>
            <w:tcW w:w="2948" w:type="dxa"/>
            <w:shd w:val="clear" w:color="auto" w:fill="E6E6E6"/>
            <w:vAlign w:val="center"/>
          </w:tcPr>
          <w:p w14:paraId="1CDB23C7" w14:textId="77777777" w:rsidR="007F1EEA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1DF83BB9" w14:textId="77777777" w:rsidR="007F1EEA" w:rsidRDefault="00000000">
            <w:pPr>
              <w:jc w:val="center"/>
            </w:pPr>
            <w:r>
              <w:t>0%</w:t>
            </w:r>
          </w:p>
        </w:tc>
      </w:tr>
      <w:tr w:rsidR="007F1EEA" w14:paraId="0EC5675E" w14:textId="77777777">
        <w:tc>
          <w:tcPr>
            <w:tcW w:w="2948" w:type="dxa"/>
            <w:shd w:val="clear" w:color="auto" w:fill="E6E6E6"/>
            <w:vAlign w:val="center"/>
          </w:tcPr>
          <w:p w14:paraId="4ABAEA14" w14:textId="77777777" w:rsidR="007F1EEA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7FB2F09B" w14:textId="77777777" w:rsidR="007F1EEA" w:rsidRDefault="00000000">
            <w:pPr>
              <w:jc w:val="center"/>
            </w:pPr>
            <w:r>
              <w:t>1.13 × 1.30 = 1.47</w:t>
            </w:r>
          </w:p>
        </w:tc>
      </w:tr>
    </w:tbl>
    <w:p w14:paraId="461B3AC5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</w:t>
      </w:r>
      <w:r>
        <w:rPr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7F1EEA" w14:paraId="7A6E4239" w14:textId="77777777">
        <w:tc>
          <w:tcPr>
            <w:tcW w:w="2948" w:type="dxa"/>
            <w:shd w:val="clear" w:color="auto" w:fill="E6E6E6"/>
            <w:vAlign w:val="center"/>
          </w:tcPr>
          <w:p w14:paraId="1DAA6532" w14:textId="77777777" w:rsidR="007F1EEA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CF8E989" w14:textId="77777777" w:rsidR="007F1EEA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423F35A" w14:textId="77777777" w:rsidR="007F1EEA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23BA194" w14:textId="77777777" w:rsidR="007F1EEA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54B29B75" w14:textId="77777777" w:rsidR="007F1EEA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6302B889" w14:textId="77777777" w:rsidR="007F1EEA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7F1EEA" w14:paraId="39D6B382" w14:textId="77777777">
        <w:tc>
          <w:tcPr>
            <w:tcW w:w="2948" w:type="dxa"/>
            <w:vAlign w:val="center"/>
          </w:tcPr>
          <w:p w14:paraId="72EF7878" w14:textId="77777777" w:rsidR="007F1EEA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67ED85DB" w14:textId="77777777" w:rsidR="007F1EEA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1E3522EA" w14:textId="77777777" w:rsidR="007F1EEA" w:rsidRDefault="00000000">
            <w:r>
              <w:t>82.62</w:t>
            </w:r>
          </w:p>
        </w:tc>
        <w:tc>
          <w:tcPr>
            <w:tcW w:w="922" w:type="dxa"/>
            <w:vAlign w:val="center"/>
          </w:tcPr>
          <w:p w14:paraId="77892440" w14:textId="77777777" w:rsidR="007F1EEA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6340A2C2" w14:textId="77777777" w:rsidR="007F1EEA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41B0E1E4" w14:textId="77777777" w:rsidR="007F1EEA" w:rsidRDefault="00000000">
            <w:r>
              <w:t>2.94</w:t>
            </w:r>
          </w:p>
        </w:tc>
      </w:tr>
      <w:tr w:rsidR="007F1EEA" w14:paraId="7346659D" w14:textId="77777777">
        <w:tc>
          <w:tcPr>
            <w:tcW w:w="2948" w:type="dxa"/>
            <w:shd w:val="clear" w:color="auto" w:fill="E6E6E6"/>
            <w:vAlign w:val="center"/>
          </w:tcPr>
          <w:p w14:paraId="7CB1473B" w14:textId="77777777" w:rsidR="007F1EEA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3806ADCD" w14:textId="77777777" w:rsidR="007F1EEA" w:rsidRDefault="00000000">
            <w:pPr>
              <w:jc w:val="center"/>
            </w:pPr>
            <w:r>
              <w:t>0%</w:t>
            </w:r>
          </w:p>
        </w:tc>
      </w:tr>
      <w:tr w:rsidR="007F1EEA" w14:paraId="52B1C491" w14:textId="77777777">
        <w:tc>
          <w:tcPr>
            <w:tcW w:w="2948" w:type="dxa"/>
            <w:shd w:val="clear" w:color="auto" w:fill="E6E6E6"/>
            <w:vAlign w:val="center"/>
          </w:tcPr>
          <w:p w14:paraId="6EB53790" w14:textId="77777777" w:rsidR="007F1EEA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39216F26" w14:textId="77777777" w:rsidR="007F1EEA" w:rsidRDefault="00000000">
            <w:pPr>
              <w:jc w:val="center"/>
            </w:pPr>
            <w:r>
              <w:t>1.13 × 1.30 = 1.47</w:t>
            </w:r>
          </w:p>
        </w:tc>
      </w:tr>
    </w:tbl>
    <w:p w14:paraId="08CEDE9F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</w:t>
      </w:r>
      <w:r>
        <w:rPr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7F1EEA" w14:paraId="3C5BCECD" w14:textId="77777777">
        <w:tc>
          <w:tcPr>
            <w:tcW w:w="2948" w:type="dxa"/>
            <w:shd w:val="clear" w:color="auto" w:fill="E6E6E6"/>
            <w:vAlign w:val="center"/>
          </w:tcPr>
          <w:p w14:paraId="033F3B7A" w14:textId="77777777" w:rsidR="007F1EEA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BD97643" w14:textId="77777777" w:rsidR="007F1EEA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09AB1FF" w14:textId="77777777" w:rsidR="007F1EEA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9AB6352" w14:textId="77777777" w:rsidR="007F1EEA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1F0E18E8" w14:textId="77777777" w:rsidR="007F1EEA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7ADE4722" w14:textId="77777777" w:rsidR="007F1EEA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7F1EEA" w14:paraId="6BE60EA9" w14:textId="77777777">
        <w:tc>
          <w:tcPr>
            <w:tcW w:w="2948" w:type="dxa"/>
            <w:vAlign w:val="center"/>
          </w:tcPr>
          <w:p w14:paraId="2919543C" w14:textId="77777777" w:rsidR="007F1EEA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4BC13965" w14:textId="77777777" w:rsidR="007F1EEA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4EC3A8FD" w14:textId="77777777" w:rsidR="007F1EEA" w:rsidRDefault="00000000">
            <w:r>
              <w:t>71.36</w:t>
            </w:r>
          </w:p>
        </w:tc>
        <w:tc>
          <w:tcPr>
            <w:tcW w:w="922" w:type="dxa"/>
            <w:vAlign w:val="center"/>
          </w:tcPr>
          <w:p w14:paraId="4336CED2" w14:textId="77777777" w:rsidR="007F1EEA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28A9311F" w14:textId="77777777" w:rsidR="007F1EEA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7DCE3C23" w14:textId="77777777" w:rsidR="007F1EEA" w:rsidRDefault="00000000">
            <w:r>
              <w:t>2.94</w:t>
            </w:r>
          </w:p>
        </w:tc>
      </w:tr>
      <w:tr w:rsidR="007F1EEA" w14:paraId="4114FE2A" w14:textId="77777777">
        <w:tc>
          <w:tcPr>
            <w:tcW w:w="2948" w:type="dxa"/>
            <w:shd w:val="clear" w:color="auto" w:fill="E6E6E6"/>
            <w:vAlign w:val="center"/>
          </w:tcPr>
          <w:p w14:paraId="73CD64A6" w14:textId="77777777" w:rsidR="007F1EEA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299B2CDE" w14:textId="77777777" w:rsidR="007F1EEA" w:rsidRDefault="00000000">
            <w:pPr>
              <w:jc w:val="center"/>
            </w:pPr>
            <w:r>
              <w:t>0%</w:t>
            </w:r>
          </w:p>
        </w:tc>
      </w:tr>
      <w:tr w:rsidR="007F1EEA" w14:paraId="6AA0FB65" w14:textId="77777777">
        <w:tc>
          <w:tcPr>
            <w:tcW w:w="2948" w:type="dxa"/>
            <w:shd w:val="clear" w:color="auto" w:fill="E6E6E6"/>
            <w:vAlign w:val="center"/>
          </w:tcPr>
          <w:p w14:paraId="5D676FF7" w14:textId="77777777" w:rsidR="007F1EEA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643F4759" w14:textId="77777777" w:rsidR="007F1EEA" w:rsidRDefault="00000000">
            <w:pPr>
              <w:jc w:val="center"/>
            </w:pPr>
            <w:r>
              <w:t>1.13 × 1.30 = 1.47</w:t>
            </w:r>
          </w:p>
        </w:tc>
      </w:tr>
    </w:tbl>
    <w:p w14:paraId="3CD93845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</w:t>
      </w:r>
      <w:r>
        <w:rPr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7F1EEA" w14:paraId="473963DC" w14:textId="77777777">
        <w:tc>
          <w:tcPr>
            <w:tcW w:w="2948" w:type="dxa"/>
            <w:shd w:val="clear" w:color="auto" w:fill="E6E6E6"/>
            <w:vAlign w:val="center"/>
          </w:tcPr>
          <w:p w14:paraId="74507C17" w14:textId="77777777" w:rsidR="007F1EEA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EB57411" w14:textId="77777777" w:rsidR="007F1EEA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23297CE" w14:textId="77777777" w:rsidR="007F1EEA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9F67555" w14:textId="77777777" w:rsidR="007F1EEA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4EFFF9E5" w14:textId="77777777" w:rsidR="007F1EEA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4D22B2FD" w14:textId="77777777" w:rsidR="007F1EEA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7F1EEA" w14:paraId="605C6BF4" w14:textId="77777777">
        <w:tc>
          <w:tcPr>
            <w:tcW w:w="2948" w:type="dxa"/>
            <w:vAlign w:val="center"/>
          </w:tcPr>
          <w:p w14:paraId="7FB8C17D" w14:textId="77777777" w:rsidR="007F1EEA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6DE3DF0E" w14:textId="77777777" w:rsidR="007F1EEA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9F105A9" w14:textId="77777777" w:rsidR="007F1EEA" w:rsidRDefault="00000000">
            <w:r>
              <w:t>46.17</w:t>
            </w:r>
          </w:p>
        </w:tc>
        <w:tc>
          <w:tcPr>
            <w:tcW w:w="922" w:type="dxa"/>
            <w:vAlign w:val="center"/>
          </w:tcPr>
          <w:p w14:paraId="0E72FBB0" w14:textId="77777777" w:rsidR="007F1EEA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6C2E59DD" w14:textId="77777777" w:rsidR="007F1EEA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493A65B3" w14:textId="77777777" w:rsidR="007F1EEA" w:rsidRDefault="00000000">
            <w:r>
              <w:t>2.94</w:t>
            </w:r>
          </w:p>
        </w:tc>
      </w:tr>
      <w:tr w:rsidR="007F1EEA" w14:paraId="1355670F" w14:textId="77777777">
        <w:tc>
          <w:tcPr>
            <w:tcW w:w="2948" w:type="dxa"/>
            <w:shd w:val="clear" w:color="auto" w:fill="E6E6E6"/>
            <w:vAlign w:val="center"/>
          </w:tcPr>
          <w:p w14:paraId="54A64702" w14:textId="77777777" w:rsidR="007F1EEA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09FEE9A0" w14:textId="77777777" w:rsidR="007F1EEA" w:rsidRDefault="00000000">
            <w:pPr>
              <w:jc w:val="center"/>
            </w:pPr>
            <w:r>
              <w:t>0%</w:t>
            </w:r>
          </w:p>
        </w:tc>
      </w:tr>
      <w:tr w:rsidR="007F1EEA" w14:paraId="30AFAFF7" w14:textId="77777777">
        <w:tc>
          <w:tcPr>
            <w:tcW w:w="2948" w:type="dxa"/>
            <w:shd w:val="clear" w:color="auto" w:fill="E6E6E6"/>
            <w:vAlign w:val="center"/>
          </w:tcPr>
          <w:p w14:paraId="4E5F6C50" w14:textId="77777777" w:rsidR="007F1EEA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3DCB05F0" w14:textId="77777777" w:rsidR="007F1EEA" w:rsidRDefault="00000000">
            <w:pPr>
              <w:jc w:val="center"/>
            </w:pPr>
            <w:r>
              <w:t>1.13 × 1.30 = 1.47</w:t>
            </w:r>
          </w:p>
        </w:tc>
      </w:tr>
    </w:tbl>
    <w:p w14:paraId="5EFE6029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</w:t>
      </w:r>
      <w:r>
        <w:rPr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7F1EEA" w14:paraId="1E266919" w14:textId="77777777">
        <w:tc>
          <w:tcPr>
            <w:tcW w:w="2948" w:type="dxa"/>
            <w:shd w:val="clear" w:color="auto" w:fill="E6E6E6"/>
            <w:vAlign w:val="center"/>
          </w:tcPr>
          <w:p w14:paraId="5FBBDF08" w14:textId="77777777" w:rsidR="007F1EEA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5682374" w14:textId="77777777" w:rsidR="007F1EEA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724E20C" w14:textId="77777777" w:rsidR="007F1EEA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6D00B615" w14:textId="77777777" w:rsidR="007F1EEA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4F5627A8" w14:textId="77777777" w:rsidR="007F1EEA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373C44C1" w14:textId="77777777" w:rsidR="007F1EEA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7F1EEA" w14:paraId="47F65E98" w14:textId="77777777">
        <w:tc>
          <w:tcPr>
            <w:tcW w:w="2948" w:type="dxa"/>
            <w:vAlign w:val="center"/>
          </w:tcPr>
          <w:p w14:paraId="429A9469" w14:textId="77777777" w:rsidR="007F1EEA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3F3C600E" w14:textId="77777777" w:rsidR="007F1EEA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0A3DBFBF" w14:textId="77777777" w:rsidR="007F1EEA" w:rsidRDefault="00000000">
            <w:r>
              <w:t>273.02</w:t>
            </w:r>
          </w:p>
        </w:tc>
        <w:tc>
          <w:tcPr>
            <w:tcW w:w="922" w:type="dxa"/>
            <w:vAlign w:val="center"/>
          </w:tcPr>
          <w:p w14:paraId="7DF1C0E0" w14:textId="77777777" w:rsidR="007F1EEA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3E813DF2" w14:textId="77777777" w:rsidR="007F1EEA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7F324E64" w14:textId="77777777" w:rsidR="007F1EEA" w:rsidRDefault="00000000">
            <w:r>
              <w:t>2.94</w:t>
            </w:r>
          </w:p>
        </w:tc>
      </w:tr>
      <w:tr w:rsidR="007F1EEA" w14:paraId="278D88E7" w14:textId="77777777">
        <w:tc>
          <w:tcPr>
            <w:tcW w:w="2948" w:type="dxa"/>
            <w:shd w:val="clear" w:color="auto" w:fill="E6E6E6"/>
            <w:vAlign w:val="center"/>
          </w:tcPr>
          <w:p w14:paraId="5197C842" w14:textId="77777777" w:rsidR="007F1EEA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46EA5A0D" w14:textId="77777777" w:rsidR="007F1EEA" w:rsidRDefault="00000000">
            <w:pPr>
              <w:jc w:val="center"/>
            </w:pPr>
            <w:r>
              <w:t>0%</w:t>
            </w:r>
          </w:p>
        </w:tc>
      </w:tr>
      <w:tr w:rsidR="007F1EEA" w14:paraId="7EA47077" w14:textId="77777777">
        <w:tc>
          <w:tcPr>
            <w:tcW w:w="2948" w:type="dxa"/>
            <w:shd w:val="clear" w:color="auto" w:fill="E6E6E6"/>
            <w:vAlign w:val="center"/>
          </w:tcPr>
          <w:p w14:paraId="7BC9DA22" w14:textId="77777777" w:rsidR="007F1EEA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09C250DA" w14:textId="77777777" w:rsidR="007F1EEA" w:rsidRDefault="00000000">
            <w:pPr>
              <w:jc w:val="center"/>
            </w:pPr>
            <w:r>
              <w:t>1.13 × 1.30 = 1.47</w:t>
            </w:r>
          </w:p>
        </w:tc>
      </w:tr>
      <w:tr w:rsidR="007F1EEA" w14:paraId="5CCB0991" w14:textId="77777777">
        <w:tc>
          <w:tcPr>
            <w:tcW w:w="2948" w:type="dxa"/>
            <w:shd w:val="clear" w:color="auto" w:fill="E6E6E6"/>
            <w:vAlign w:val="center"/>
          </w:tcPr>
          <w:p w14:paraId="057B8B0E" w14:textId="77777777" w:rsidR="007F1EEA" w:rsidRDefault="00000000">
            <w:r>
              <w:t>标准依据</w:t>
            </w:r>
          </w:p>
        </w:tc>
        <w:tc>
          <w:tcPr>
            <w:tcW w:w="6382" w:type="dxa"/>
            <w:gridSpan w:val="5"/>
          </w:tcPr>
          <w:p w14:paraId="6F925B72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7F1EEA" w14:paraId="26EA1D6C" w14:textId="77777777">
        <w:tc>
          <w:tcPr>
            <w:tcW w:w="2948" w:type="dxa"/>
            <w:shd w:val="clear" w:color="auto" w:fill="E6E6E6"/>
            <w:vAlign w:val="center"/>
          </w:tcPr>
          <w:p w14:paraId="743AE1E7" w14:textId="77777777" w:rsidR="007F1EEA" w:rsidRDefault="00000000">
            <w:r>
              <w:t>标准要求</w:t>
            </w:r>
          </w:p>
        </w:tc>
        <w:tc>
          <w:tcPr>
            <w:tcW w:w="6382" w:type="dxa"/>
            <w:gridSpan w:val="5"/>
          </w:tcPr>
          <w:p w14:paraId="11F96025" w14:textId="77777777" w:rsidR="007F1EEA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(K≤0.35)</w:t>
            </w:r>
          </w:p>
        </w:tc>
      </w:tr>
      <w:tr w:rsidR="007F1EEA" w14:paraId="3EA22A36" w14:textId="77777777">
        <w:tc>
          <w:tcPr>
            <w:tcW w:w="2948" w:type="dxa"/>
            <w:shd w:val="clear" w:color="auto" w:fill="E6E6E6"/>
            <w:vAlign w:val="center"/>
          </w:tcPr>
          <w:p w14:paraId="7E7771A0" w14:textId="77777777" w:rsidR="007F1EEA" w:rsidRDefault="00000000">
            <w:r>
              <w:t>结论</w:t>
            </w:r>
          </w:p>
        </w:tc>
        <w:tc>
          <w:tcPr>
            <w:tcW w:w="6382" w:type="dxa"/>
            <w:gridSpan w:val="5"/>
          </w:tcPr>
          <w:p w14:paraId="474F0C92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</w:tbl>
    <w:p w14:paraId="6E3A260B" w14:textId="77777777" w:rsidR="007F1EEA" w:rsidRDefault="007F1EEA">
      <w:pPr>
        <w:widowControl w:val="0"/>
        <w:jc w:val="both"/>
        <w:rPr>
          <w:kern w:val="2"/>
          <w:szCs w:val="24"/>
          <w:lang w:val="en-US"/>
        </w:rPr>
      </w:pPr>
    </w:p>
    <w:p w14:paraId="47D25853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挑空楼板</w:t>
      </w:r>
    </w:p>
    <w:p w14:paraId="6B934A62" w14:textId="77777777" w:rsidR="007F1EEA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挑空楼板构造一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F1EEA" w14:paraId="34B34D92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C997077" w14:textId="77777777" w:rsidR="007F1EEA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57C3734" w14:textId="77777777" w:rsidR="007F1EEA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95ECC03" w14:textId="77777777" w:rsidR="007F1EEA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C56E54" w14:textId="77777777" w:rsidR="007F1EEA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263AD3" w14:textId="77777777" w:rsidR="007F1EEA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6AB6DDE" w14:textId="77777777" w:rsidR="007F1EEA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9A2C6D9" w14:textId="77777777" w:rsidR="007F1EEA" w:rsidRDefault="00000000">
            <w:pPr>
              <w:jc w:val="center"/>
            </w:pPr>
            <w:r>
              <w:t>热惰性指标</w:t>
            </w:r>
          </w:p>
        </w:tc>
      </w:tr>
      <w:tr w:rsidR="007F1EEA" w14:paraId="7BA5EDAB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DB3B29A" w14:textId="77777777" w:rsidR="007F1EEA" w:rsidRDefault="007F1EEA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1D7B29C" w14:textId="77777777" w:rsidR="007F1EEA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EBDD64" w14:textId="77777777" w:rsidR="007F1EEA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99338D" w14:textId="77777777" w:rsidR="007F1EEA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5B631F" w14:textId="77777777" w:rsidR="007F1EEA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9F646E6" w14:textId="77777777" w:rsidR="007F1EEA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80AA697" w14:textId="77777777" w:rsidR="007F1EEA" w:rsidRDefault="00000000">
            <w:pPr>
              <w:jc w:val="center"/>
            </w:pPr>
            <w:r>
              <w:t>D=R*S</w:t>
            </w:r>
          </w:p>
        </w:tc>
      </w:tr>
      <w:tr w:rsidR="007F1EEA" w14:paraId="394C805F" w14:textId="77777777">
        <w:tc>
          <w:tcPr>
            <w:tcW w:w="3345" w:type="dxa"/>
            <w:vAlign w:val="center"/>
          </w:tcPr>
          <w:p w14:paraId="279BB68E" w14:textId="77777777" w:rsidR="007F1EEA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BB71BC3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AB0C7D4" w14:textId="77777777" w:rsidR="007F1EEA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AEEEE80" w14:textId="77777777" w:rsidR="007F1EEA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B408036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4837E0C" w14:textId="77777777" w:rsidR="007F1EEA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3875173" w14:textId="77777777" w:rsidR="007F1EEA" w:rsidRDefault="00000000">
            <w:r>
              <w:t>0.245</w:t>
            </w:r>
          </w:p>
        </w:tc>
      </w:tr>
      <w:tr w:rsidR="007F1EEA" w14:paraId="42AB1199" w14:textId="77777777">
        <w:tc>
          <w:tcPr>
            <w:tcW w:w="3345" w:type="dxa"/>
            <w:vAlign w:val="center"/>
          </w:tcPr>
          <w:p w14:paraId="46E57CF3" w14:textId="77777777" w:rsidR="007F1EEA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CF75835" w14:textId="77777777" w:rsidR="007F1EEA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67FFD29A" w14:textId="77777777" w:rsidR="007F1EEA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5C3F46C5" w14:textId="77777777" w:rsidR="007F1EEA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28AD1D5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2A078D3" w14:textId="77777777" w:rsidR="007F1EEA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1480316" w14:textId="77777777" w:rsidR="007F1EEA" w:rsidRDefault="00000000">
            <w:r>
              <w:t>1.186</w:t>
            </w:r>
          </w:p>
        </w:tc>
      </w:tr>
      <w:tr w:rsidR="007F1EEA" w14:paraId="6E21A4AA" w14:textId="77777777">
        <w:tc>
          <w:tcPr>
            <w:tcW w:w="3345" w:type="dxa"/>
            <w:vAlign w:val="center"/>
          </w:tcPr>
          <w:p w14:paraId="37CEF3AC" w14:textId="77777777" w:rsidR="007F1EEA" w:rsidRDefault="00000000">
            <w:r>
              <w:lastRenderedPageBreak/>
              <w:t>水泥砂浆</w:t>
            </w:r>
          </w:p>
        </w:tc>
        <w:tc>
          <w:tcPr>
            <w:tcW w:w="848" w:type="dxa"/>
            <w:vAlign w:val="center"/>
          </w:tcPr>
          <w:p w14:paraId="1966F1AB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D51DAFB" w14:textId="77777777" w:rsidR="007F1EEA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84A88F4" w14:textId="77777777" w:rsidR="007F1EEA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E74D435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2FDA762" w14:textId="77777777" w:rsidR="007F1EEA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80B21EF" w14:textId="77777777" w:rsidR="007F1EEA" w:rsidRDefault="00000000">
            <w:r>
              <w:t>0.245</w:t>
            </w:r>
          </w:p>
        </w:tc>
      </w:tr>
      <w:tr w:rsidR="007F1EEA" w14:paraId="21B88EF0" w14:textId="77777777">
        <w:tc>
          <w:tcPr>
            <w:tcW w:w="3345" w:type="dxa"/>
            <w:vAlign w:val="center"/>
          </w:tcPr>
          <w:p w14:paraId="1BB6FB9B" w14:textId="77777777" w:rsidR="007F1EEA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55DF27DF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D09898C" w14:textId="77777777" w:rsidR="007F1EEA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21EEC383" w14:textId="77777777" w:rsidR="007F1EEA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5FCF319C" w14:textId="77777777" w:rsidR="007F1EEA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2AAF1047" w14:textId="77777777" w:rsidR="007F1EEA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19104F22" w14:textId="77777777" w:rsidR="007F1EEA" w:rsidRDefault="00000000">
            <w:r>
              <w:t>0.227</w:t>
            </w:r>
          </w:p>
        </w:tc>
      </w:tr>
      <w:tr w:rsidR="007F1EEA" w14:paraId="07CE664A" w14:textId="77777777">
        <w:tc>
          <w:tcPr>
            <w:tcW w:w="3345" w:type="dxa"/>
            <w:vAlign w:val="center"/>
          </w:tcPr>
          <w:p w14:paraId="405060E2" w14:textId="77777777" w:rsidR="007F1EEA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6A193D1" w14:textId="77777777" w:rsidR="007F1EEA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FB0B155" w14:textId="77777777" w:rsidR="007F1EEA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890061D" w14:textId="77777777" w:rsidR="007F1EEA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8474027" w14:textId="77777777" w:rsidR="007F1EEA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0750C29" w14:textId="77777777" w:rsidR="007F1EEA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5603B43" w14:textId="77777777" w:rsidR="007F1EEA" w:rsidRDefault="00000000">
            <w:r>
              <w:t>0.245</w:t>
            </w:r>
          </w:p>
        </w:tc>
      </w:tr>
      <w:tr w:rsidR="007F1EEA" w14:paraId="32EB6E69" w14:textId="77777777">
        <w:tc>
          <w:tcPr>
            <w:tcW w:w="3345" w:type="dxa"/>
            <w:vAlign w:val="center"/>
          </w:tcPr>
          <w:p w14:paraId="1436DC8F" w14:textId="77777777" w:rsidR="007F1EEA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7B80BDB" w14:textId="77777777" w:rsidR="007F1EEA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0AAB82FD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0CCE0C0" w14:textId="77777777" w:rsidR="007F1EEA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ED71278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BEC7504" w14:textId="77777777" w:rsidR="007F1EEA" w:rsidRDefault="00000000">
            <w:r>
              <w:t>0.689</w:t>
            </w:r>
          </w:p>
        </w:tc>
        <w:tc>
          <w:tcPr>
            <w:tcW w:w="1064" w:type="dxa"/>
            <w:vAlign w:val="center"/>
          </w:tcPr>
          <w:p w14:paraId="5951D1D3" w14:textId="77777777" w:rsidR="007F1EEA" w:rsidRDefault="00000000">
            <w:r>
              <w:t>2.146</w:t>
            </w:r>
          </w:p>
        </w:tc>
      </w:tr>
      <w:tr w:rsidR="007F1EEA" w14:paraId="5363EF30" w14:textId="77777777">
        <w:tc>
          <w:tcPr>
            <w:tcW w:w="3345" w:type="dxa"/>
            <w:shd w:val="clear" w:color="auto" w:fill="E6E6E6"/>
            <w:vAlign w:val="center"/>
          </w:tcPr>
          <w:p w14:paraId="0CF7750F" w14:textId="77777777" w:rsidR="007F1EEA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0C527BCC" w14:textId="77777777" w:rsidR="007F1EEA" w:rsidRDefault="00000000">
            <w:pPr>
              <w:jc w:val="center"/>
            </w:pPr>
            <w:r>
              <w:t>1.19</w:t>
            </w:r>
          </w:p>
        </w:tc>
      </w:tr>
      <w:tr w:rsidR="007F1EEA" w14:paraId="4061A3EE" w14:textId="77777777">
        <w:tc>
          <w:tcPr>
            <w:tcW w:w="3345" w:type="dxa"/>
            <w:shd w:val="clear" w:color="auto" w:fill="E6E6E6"/>
            <w:vAlign w:val="center"/>
          </w:tcPr>
          <w:p w14:paraId="3BDBF97A" w14:textId="77777777" w:rsidR="007F1EEA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00FE8C86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7F1EEA" w14:paraId="051F8C11" w14:textId="77777777">
        <w:tc>
          <w:tcPr>
            <w:tcW w:w="3345" w:type="dxa"/>
            <w:shd w:val="clear" w:color="auto" w:fill="E6E6E6"/>
            <w:vAlign w:val="center"/>
          </w:tcPr>
          <w:p w14:paraId="7CDAC497" w14:textId="77777777" w:rsidR="007F1EEA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6FB4C612" w14:textId="77777777" w:rsidR="007F1EEA" w:rsidRDefault="00000000">
            <w:r>
              <w:t>K</w:t>
            </w:r>
            <w:r>
              <w:t>值应符合表</w:t>
            </w:r>
            <w:r>
              <w:t>3.1.8-1~3.1.8-5</w:t>
            </w:r>
            <w:r>
              <w:t>的要求</w:t>
            </w:r>
            <w:r>
              <w:t>(K≤0.35)</w:t>
            </w:r>
          </w:p>
        </w:tc>
      </w:tr>
      <w:tr w:rsidR="007F1EEA" w14:paraId="69F9C13C" w14:textId="77777777">
        <w:tc>
          <w:tcPr>
            <w:tcW w:w="3345" w:type="dxa"/>
            <w:shd w:val="clear" w:color="auto" w:fill="E6E6E6"/>
            <w:vAlign w:val="center"/>
          </w:tcPr>
          <w:p w14:paraId="264D0E77" w14:textId="77777777" w:rsidR="007F1EEA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7530BE19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</w:tbl>
    <w:p w14:paraId="2D771A40" w14:textId="77777777" w:rsidR="007F1EEA" w:rsidRDefault="007F1EEA">
      <w:pPr>
        <w:widowControl w:val="0"/>
        <w:jc w:val="both"/>
        <w:rPr>
          <w:kern w:val="2"/>
          <w:szCs w:val="24"/>
          <w:lang w:val="en-US"/>
        </w:rPr>
      </w:pPr>
    </w:p>
    <w:p w14:paraId="4D36E1F7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阳台门下部门芯板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7F1EEA" w14:paraId="676DA33F" w14:textId="77777777">
        <w:tc>
          <w:tcPr>
            <w:tcW w:w="2739" w:type="dxa"/>
            <w:shd w:val="clear" w:color="auto" w:fill="E6E6E6"/>
            <w:vAlign w:val="center"/>
          </w:tcPr>
          <w:p w14:paraId="4D879CF7" w14:textId="77777777" w:rsidR="007F1EEA" w:rsidRDefault="00000000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69DA092" w14:textId="77777777" w:rsidR="007F1EEA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4825F002" w14:textId="77777777" w:rsidR="007F1EEA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727556F0" w14:textId="77777777" w:rsidR="007F1EEA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1A9529B4" w14:textId="77777777" w:rsidR="007F1EEA" w:rsidRDefault="00000000">
            <w:pPr>
              <w:jc w:val="center"/>
            </w:pPr>
            <w:r>
              <w:t>是否满足</w:t>
            </w:r>
          </w:p>
        </w:tc>
      </w:tr>
      <w:tr w:rsidR="007F1EEA" w14:paraId="0A7B1AF7" w14:textId="77777777">
        <w:tc>
          <w:tcPr>
            <w:tcW w:w="2739" w:type="dxa"/>
            <w:vAlign w:val="center"/>
          </w:tcPr>
          <w:p w14:paraId="741CA550" w14:textId="77777777" w:rsidR="007F1EEA" w:rsidRDefault="00000000">
            <w:r>
              <w:t>保温门（多功能门）</w:t>
            </w:r>
          </w:p>
        </w:tc>
        <w:tc>
          <w:tcPr>
            <w:tcW w:w="1358" w:type="dxa"/>
            <w:vAlign w:val="center"/>
          </w:tcPr>
          <w:p w14:paraId="09FEF0D1" w14:textId="77777777" w:rsidR="007F1EEA" w:rsidRDefault="00000000">
            <w:r>
              <w:t>2.10</w:t>
            </w:r>
          </w:p>
        </w:tc>
        <w:tc>
          <w:tcPr>
            <w:tcW w:w="1471" w:type="dxa"/>
            <w:vAlign w:val="center"/>
          </w:tcPr>
          <w:p w14:paraId="1469340E" w14:textId="77777777" w:rsidR="007F1EEA" w:rsidRDefault="00000000">
            <w:r>
              <w:t>1.000</w:t>
            </w:r>
          </w:p>
        </w:tc>
        <w:tc>
          <w:tcPr>
            <w:tcW w:w="2292" w:type="dxa"/>
            <w:vAlign w:val="center"/>
          </w:tcPr>
          <w:p w14:paraId="22FEC46B" w14:textId="77777777" w:rsidR="007F1EEA" w:rsidRDefault="00000000">
            <w:r>
              <w:t>1.97</w:t>
            </w:r>
          </w:p>
        </w:tc>
        <w:tc>
          <w:tcPr>
            <w:tcW w:w="1471" w:type="dxa"/>
            <w:vAlign w:val="center"/>
          </w:tcPr>
          <w:p w14:paraId="22C213B7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  <w:tr w:rsidR="007F1EEA" w14:paraId="508A6C86" w14:textId="77777777">
        <w:tc>
          <w:tcPr>
            <w:tcW w:w="2739" w:type="dxa"/>
            <w:shd w:val="clear" w:color="auto" w:fill="E6E6E6"/>
            <w:vAlign w:val="center"/>
          </w:tcPr>
          <w:p w14:paraId="2FC63426" w14:textId="77777777" w:rsidR="007F1EEA" w:rsidRDefault="00000000">
            <w:r>
              <w:t>标准依据</w:t>
            </w:r>
          </w:p>
        </w:tc>
        <w:tc>
          <w:tcPr>
            <w:tcW w:w="6592" w:type="dxa"/>
            <w:gridSpan w:val="4"/>
          </w:tcPr>
          <w:p w14:paraId="61CB550B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7F1EEA" w14:paraId="5F6B2F69" w14:textId="77777777">
        <w:tc>
          <w:tcPr>
            <w:tcW w:w="2739" w:type="dxa"/>
            <w:shd w:val="clear" w:color="auto" w:fill="E6E6E6"/>
            <w:vAlign w:val="center"/>
          </w:tcPr>
          <w:p w14:paraId="69722F3D" w14:textId="77777777" w:rsidR="007F1EEA" w:rsidRDefault="00000000">
            <w:r>
              <w:t>标准要求</w:t>
            </w:r>
          </w:p>
        </w:tc>
        <w:tc>
          <w:tcPr>
            <w:tcW w:w="6592" w:type="dxa"/>
            <w:gridSpan w:val="4"/>
          </w:tcPr>
          <w:p w14:paraId="5C8B19D7" w14:textId="77777777" w:rsidR="007F1EEA" w:rsidRDefault="00000000">
            <w:r>
              <w:t>K</w:t>
            </w:r>
            <w:r>
              <w:t>值应符合表</w:t>
            </w:r>
            <w:r>
              <w:t>3.1.8-1~3.1.8-5</w:t>
            </w:r>
            <w:r>
              <w:t>的要求</w:t>
            </w:r>
            <w:r>
              <w:t>(K≤1.70)</w:t>
            </w:r>
          </w:p>
        </w:tc>
      </w:tr>
      <w:tr w:rsidR="007F1EEA" w14:paraId="4FD7753D" w14:textId="77777777">
        <w:tc>
          <w:tcPr>
            <w:tcW w:w="2739" w:type="dxa"/>
            <w:shd w:val="clear" w:color="auto" w:fill="E6E6E6"/>
            <w:vAlign w:val="center"/>
          </w:tcPr>
          <w:p w14:paraId="2E06B4F9" w14:textId="77777777" w:rsidR="007F1EEA" w:rsidRDefault="00000000">
            <w:r>
              <w:t>结论</w:t>
            </w:r>
          </w:p>
        </w:tc>
        <w:tc>
          <w:tcPr>
            <w:tcW w:w="6592" w:type="dxa"/>
            <w:gridSpan w:val="4"/>
          </w:tcPr>
          <w:p w14:paraId="52598887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</w:tbl>
    <w:p w14:paraId="17B988F8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非供暖地下室顶板</w:t>
      </w:r>
    </w:p>
    <w:p w14:paraId="43C84379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4D14754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分隔供暖与非供暖空间的隔墙</w:t>
      </w:r>
    </w:p>
    <w:p w14:paraId="1BAA6192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26DE1D9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分隔供暖与非供暖空间的楼板</w:t>
      </w:r>
    </w:p>
    <w:p w14:paraId="7C7E2A6E" w14:textId="77777777" w:rsidR="007F1EEA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0F2EADAF" w14:textId="77777777" w:rsidR="007F1EEA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分隔供暖与非供暖空间的户门</w:t>
      </w:r>
    </w:p>
    <w:p w14:paraId="0CC9BF76" w14:textId="77777777" w:rsidR="007F1EEA" w:rsidRDefault="007F1EEA">
      <w:pPr>
        <w:widowControl w:val="0"/>
        <w:jc w:val="both"/>
        <w:rPr>
          <w:kern w:val="2"/>
          <w:szCs w:val="24"/>
          <w:lang w:val="en-US"/>
        </w:rPr>
      </w:pPr>
    </w:p>
    <w:p w14:paraId="32C2BDC7" w14:textId="77777777" w:rsidR="007F1EEA" w:rsidRDefault="00000000">
      <w:r>
        <w:tab/>
      </w:r>
      <w:r>
        <w:t>本工程无此项内容</w:t>
      </w:r>
    </w:p>
    <w:p w14:paraId="73F73FB3" w14:textId="77777777" w:rsidR="007F1EEA" w:rsidRDefault="00000000">
      <w:pPr>
        <w:pStyle w:val="2"/>
      </w:pPr>
      <w:r>
        <w:t>供暖温差大于5K的隔墙</w:t>
      </w:r>
    </w:p>
    <w:p w14:paraId="6F53B002" w14:textId="77777777" w:rsidR="007F1EEA" w:rsidRDefault="00000000">
      <w:r>
        <w:tab/>
      </w:r>
      <w:r>
        <w:t>本工程无此项内容</w:t>
      </w:r>
    </w:p>
    <w:p w14:paraId="789431D6" w14:textId="77777777" w:rsidR="007F1EEA" w:rsidRDefault="00000000">
      <w:pPr>
        <w:pStyle w:val="2"/>
      </w:pPr>
      <w:r>
        <w:t>供暖温差大于5K的楼板</w:t>
      </w:r>
    </w:p>
    <w:p w14:paraId="6848DB59" w14:textId="77777777" w:rsidR="007F1EEA" w:rsidRDefault="00000000">
      <w:r>
        <w:tab/>
      </w:r>
      <w:r>
        <w:t>本工程无此项内容</w:t>
      </w:r>
    </w:p>
    <w:p w14:paraId="4E13C1DE" w14:textId="77777777" w:rsidR="007F1EEA" w:rsidRDefault="00000000">
      <w:pPr>
        <w:pStyle w:val="2"/>
      </w:pPr>
      <w:r>
        <w:lastRenderedPageBreak/>
        <w:t>外窗</w:t>
      </w:r>
    </w:p>
    <w:p w14:paraId="67014800" w14:textId="77777777" w:rsidR="007F1EEA" w:rsidRDefault="00000000">
      <w:pPr>
        <w:pStyle w:val="3"/>
      </w:pPr>
      <w:r>
        <w:t>外窗构造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7F1EEA" w14:paraId="6457F82A" w14:textId="77777777">
        <w:tc>
          <w:tcPr>
            <w:tcW w:w="905" w:type="dxa"/>
            <w:shd w:val="clear" w:color="auto" w:fill="E6E6E6"/>
            <w:vAlign w:val="center"/>
          </w:tcPr>
          <w:p w14:paraId="3734067C" w14:textId="77777777" w:rsidR="007F1EEA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61E99EC2" w14:textId="77777777" w:rsidR="007F1EEA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5A7C5EE7" w14:textId="77777777" w:rsidR="007F1EEA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7051A95E" w14:textId="77777777" w:rsidR="007F1EEA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07DB791B" w14:textId="77777777" w:rsidR="007F1EEA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09C1C153" w14:textId="77777777" w:rsidR="007F1EEA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69224FB0" w14:textId="77777777" w:rsidR="007F1EEA" w:rsidRDefault="00000000">
            <w:pPr>
              <w:jc w:val="center"/>
            </w:pPr>
            <w:r>
              <w:t>备注</w:t>
            </w:r>
          </w:p>
        </w:tc>
      </w:tr>
      <w:tr w:rsidR="007F1EEA" w14:paraId="1FEA3E39" w14:textId="77777777">
        <w:tc>
          <w:tcPr>
            <w:tcW w:w="905" w:type="dxa"/>
            <w:vAlign w:val="center"/>
          </w:tcPr>
          <w:p w14:paraId="1DD84C4F" w14:textId="77777777" w:rsidR="007F1EEA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0DF43F81" w14:textId="77777777" w:rsidR="007F1EEA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6E34F24E" w14:textId="77777777" w:rsidR="007F1EEA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00408E41" w14:textId="77777777" w:rsidR="007F1EEA" w:rsidRDefault="00000000">
            <w:r>
              <w:t>3.90</w:t>
            </w:r>
          </w:p>
        </w:tc>
        <w:tc>
          <w:tcPr>
            <w:tcW w:w="956" w:type="dxa"/>
            <w:vAlign w:val="center"/>
          </w:tcPr>
          <w:p w14:paraId="479E0717" w14:textId="77777777" w:rsidR="007F1EEA" w:rsidRDefault="00000000">
            <w:r>
              <w:t>0.65</w:t>
            </w:r>
          </w:p>
        </w:tc>
        <w:tc>
          <w:tcPr>
            <w:tcW w:w="956" w:type="dxa"/>
            <w:vAlign w:val="center"/>
          </w:tcPr>
          <w:p w14:paraId="1482CF08" w14:textId="77777777" w:rsidR="007F1EEA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794D2751" w14:textId="77777777" w:rsidR="007F1EEA" w:rsidRDefault="00000000">
            <w:r>
              <w:t>来源《民用建筑热工设计规范》</w:t>
            </w:r>
          </w:p>
        </w:tc>
      </w:tr>
    </w:tbl>
    <w:p w14:paraId="7861C47B" w14:textId="77777777" w:rsidR="007F1EEA" w:rsidRDefault="00000000">
      <w:pPr>
        <w:pStyle w:val="3"/>
      </w:pPr>
      <w:r>
        <w:t>总体热工性能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7F1EEA" w14:paraId="5E02E57B" w14:textId="77777777">
        <w:tc>
          <w:tcPr>
            <w:tcW w:w="792" w:type="dxa"/>
            <w:shd w:val="clear" w:color="auto" w:fill="E6E6E6"/>
            <w:vAlign w:val="center"/>
          </w:tcPr>
          <w:p w14:paraId="59BB903A" w14:textId="77777777" w:rsidR="007F1EEA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0B98F07E" w14:textId="77777777" w:rsidR="007F1EEA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054EC913" w14:textId="77777777" w:rsidR="007F1EEA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3A849354" w14:textId="77777777" w:rsidR="007F1EEA" w:rsidRDefault="00000000">
            <w:pPr>
              <w:jc w:val="center"/>
            </w:pPr>
            <w:r>
              <w:t>K</w:t>
            </w:r>
            <w:r>
              <w:t>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0B14C48D" w14:textId="77777777" w:rsidR="007F1EEA" w:rsidRDefault="00000000">
            <w:pPr>
              <w:jc w:val="center"/>
            </w:pPr>
            <w:r>
              <w:t>K</w:t>
            </w: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6C51031" w14:textId="77777777" w:rsidR="007F1EEA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10AFFC4" w14:textId="77777777" w:rsidR="007F1EEA" w:rsidRDefault="00000000">
            <w:pPr>
              <w:jc w:val="center"/>
            </w:pPr>
            <w:r>
              <w:t>是否满足</w:t>
            </w:r>
          </w:p>
        </w:tc>
      </w:tr>
      <w:tr w:rsidR="007F1EEA" w14:paraId="5751187A" w14:textId="77777777">
        <w:tc>
          <w:tcPr>
            <w:tcW w:w="792" w:type="dxa"/>
            <w:vMerge w:val="restart"/>
            <w:vAlign w:val="center"/>
          </w:tcPr>
          <w:p w14:paraId="302A9360" w14:textId="77777777" w:rsidR="007F1EEA" w:rsidRDefault="00000000">
            <w:pPr>
              <w:jc w:val="center"/>
            </w:pPr>
            <w:r>
              <w:t>南向</w:t>
            </w:r>
          </w:p>
        </w:tc>
        <w:tc>
          <w:tcPr>
            <w:tcW w:w="1301" w:type="dxa"/>
            <w:vAlign w:val="center"/>
          </w:tcPr>
          <w:p w14:paraId="6C648EBB" w14:textId="77777777" w:rsidR="007F1EEA" w:rsidRDefault="00000000">
            <w:pPr>
              <w:jc w:val="center"/>
            </w:pPr>
            <w:r>
              <w:t>1005</w:t>
            </w:r>
          </w:p>
        </w:tc>
        <w:tc>
          <w:tcPr>
            <w:tcW w:w="984" w:type="dxa"/>
            <w:vAlign w:val="center"/>
          </w:tcPr>
          <w:p w14:paraId="68C4995D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93C6152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C6E6D23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35DDC90" w14:textId="77777777" w:rsidR="007F1EEA" w:rsidRDefault="00000000">
            <w:pPr>
              <w:jc w:val="center"/>
            </w:pPr>
            <w:r>
              <w:t>0.30</w:t>
            </w:r>
          </w:p>
        </w:tc>
        <w:tc>
          <w:tcPr>
            <w:tcW w:w="1188" w:type="dxa"/>
            <w:vAlign w:val="center"/>
          </w:tcPr>
          <w:p w14:paraId="32E35C1A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5B891D72" w14:textId="77777777">
        <w:tc>
          <w:tcPr>
            <w:tcW w:w="792" w:type="dxa"/>
            <w:vMerge/>
            <w:vAlign w:val="center"/>
          </w:tcPr>
          <w:p w14:paraId="5D24E1A7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AF19BA2" w14:textId="77777777" w:rsidR="007F1EEA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51EC7921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7EFDAC0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7A7E9F1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0FC69580" w14:textId="77777777" w:rsidR="007F1EEA" w:rsidRDefault="00000000">
            <w:pPr>
              <w:jc w:val="center"/>
            </w:pPr>
            <w:r>
              <w:t>0.24</w:t>
            </w:r>
          </w:p>
        </w:tc>
        <w:tc>
          <w:tcPr>
            <w:tcW w:w="1188" w:type="dxa"/>
            <w:vAlign w:val="center"/>
          </w:tcPr>
          <w:p w14:paraId="506205E6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1FC4AF7E" w14:textId="77777777">
        <w:tc>
          <w:tcPr>
            <w:tcW w:w="792" w:type="dxa"/>
            <w:vMerge/>
            <w:vAlign w:val="center"/>
          </w:tcPr>
          <w:p w14:paraId="363B96E6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718D265" w14:textId="77777777" w:rsidR="007F1EEA" w:rsidRDefault="00000000">
            <w:pPr>
              <w:jc w:val="center"/>
            </w:pPr>
            <w:r>
              <w:t>2002</w:t>
            </w:r>
          </w:p>
        </w:tc>
        <w:tc>
          <w:tcPr>
            <w:tcW w:w="984" w:type="dxa"/>
            <w:vAlign w:val="center"/>
          </w:tcPr>
          <w:p w14:paraId="7E4C2230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9C87FCD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BDBB8C3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74BC9CA" w14:textId="77777777" w:rsidR="007F1EEA" w:rsidRDefault="00000000">
            <w:pPr>
              <w:jc w:val="center"/>
            </w:pPr>
            <w:r>
              <w:t>0.19</w:t>
            </w:r>
          </w:p>
        </w:tc>
        <w:tc>
          <w:tcPr>
            <w:tcW w:w="1188" w:type="dxa"/>
            <w:vAlign w:val="center"/>
          </w:tcPr>
          <w:p w14:paraId="2188FFA9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0ACC1483" w14:textId="77777777">
        <w:tc>
          <w:tcPr>
            <w:tcW w:w="792" w:type="dxa"/>
            <w:vMerge w:val="restart"/>
            <w:vAlign w:val="center"/>
          </w:tcPr>
          <w:p w14:paraId="578D37FC" w14:textId="77777777" w:rsidR="007F1EEA" w:rsidRDefault="00000000">
            <w:pPr>
              <w:jc w:val="center"/>
            </w:pPr>
            <w:r>
              <w:t>北向</w:t>
            </w:r>
          </w:p>
        </w:tc>
        <w:tc>
          <w:tcPr>
            <w:tcW w:w="1301" w:type="dxa"/>
            <w:vAlign w:val="center"/>
          </w:tcPr>
          <w:p w14:paraId="5FA995C3" w14:textId="77777777" w:rsidR="007F1EEA" w:rsidRDefault="00000000">
            <w:pPr>
              <w:jc w:val="center"/>
            </w:pPr>
            <w:r>
              <w:t>1003</w:t>
            </w:r>
          </w:p>
        </w:tc>
        <w:tc>
          <w:tcPr>
            <w:tcW w:w="984" w:type="dxa"/>
            <w:vAlign w:val="center"/>
          </w:tcPr>
          <w:p w14:paraId="07E3442B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4BACF6F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DB4966F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3FC1A9C" w14:textId="77777777" w:rsidR="007F1EEA" w:rsidRDefault="00000000">
            <w:pPr>
              <w:jc w:val="center"/>
            </w:pPr>
            <w:r>
              <w:t>0.09</w:t>
            </w:r>
          </w:p>
        </w:tc>
        <w:tc>
          <w:tcPr>
            <w:tcW w:w="1188" w:type="dxa"/>
            <w:vAlign w:val="center"/>
          </w:tcPr>
          <w:p w14:paraId="499596EE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0882B99E" w14:textId="77777777">
        <w:tc>
          <w:tcPr>
            <w:tcW w:w="792" w:type="dxa"/>
            <w:vMerge/>
            <w:vAlign w:val="center"/>
          </w:tcPr>
          <w:p w14:paraId="523B9638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2FEB7C3" w14:textId="77777777" w:rsidR="007F1EEA" w:rsidRDefault="00000000">
            <w:pPr>
              <w:jc w:val="center"/>
            </w:pPr>
            <w:r>
              <w:t>2002</w:t>
            </w:r>
          </w:p>
        </w:tc>
        <w:tc>
          <w:tcPr>
            <w:tcW w:w="984" w:type="dxa"/>
            <w:vAlign w:val="center"/>
          </w:tcPr>
          <w:p w14:paraId="10DC9061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89B9939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452248F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E51375F" w14:textId="77777777" w:rsidR="007F1EEA" w:rsidRDefault="00000000">
            <w:pPr>
              <w:jc w:val="center"/>
            </w:pPr>
            <w:r>
              <w:t>0.26</w:t>
            </w:r>
          </w:p>
        </w:tc>
        <w:tc>
          <w:tcPr>
            <w:tcW w:w="1188" w:type="dxa"/>
            <w:vAlign w:val="center"/>
          </w:tcPr>
          <w:p w14:paraId="6CC624E8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79F0AC62" w14:textId="77777777">
        <w:tc>
          <w:tcPr>
            <w:tcW w:w="792" w:type="dxa"/>
            <w:vMerge/>
            <w:vAlign w:val="center"/>
          </w:tcPr>
          <w:p w14:paraId="1A179414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5988727" w14:textId="77777777" w:rsidR="007F1EEA" w:rsidRDefault="00000000">
            <w:pPr>
              <w:jc w:val="center"/>
            </w:pPr>
            <w:r>
              <w:t>2003</w:t>
            </w:r>
          </w:p>
        </w:tc>
        <w:tc>
          <w:tcPr>
            <w:tcW w:w="984" w:type="dxa"/>
            <w:vAlign w:val="center"/>
          </w:tcPr>
          <w:p w14:paraId="1785AC60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E32A41B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7CE99B7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BEBEFB3" w14:textId="77777777" w:rsidR="007F1EEA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3557875C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5A4B078D" w14:textId="77777777">
        <w:tc>
          <w:tcPr>
            <w:tcW w:w="792" w:type="dxa"/>
            <w:vMerge/>
            <w:vAlign w:val="center"/>
          </w:tcPr>
          <w:p w14:paraId="2112353F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2917F49" w14:textId="77777777" w:rsidR="007F1EEA" w:rsidRDefault="00000000">
            <w:pPr>
              <w:jc w:val="center"/>
            </w:pPr>
            <w:r>
              <w:t>2008</w:t>
            </w:r>
          </w:p>
        </w:tc>
        <w:tc>
          <w:tcPr>
            <w:tcW w:w="984" w:type="dxa"/>
            <w:vAlign w:val="center"/>
          </w:tcPr>
          <w:p w14:paraId="32CD05B6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E60EA0F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7004492" w14:textId="77777777" w:rsidR="007F1EEA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10539073" w14:textId="77777777" w:rsidR="007F1EEA" w:rsidRDefault="00000000">
            <w:pPr>
              <w:jc w:val="center"/>
            </w:pPr>
            <w:r>
              <w:t>0.32</w:t>
            </w:r>
          </w:p>
        </w:tc>
        <w:tc>
          <w:tcPr>
            <w:tcW w:w="1188" w:type="dxa"/>
            <w:vAlign w:val="center"/>
          </w:tcPr>
          <w:p w14:paraId="70D94578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529EC7CC" w14:textId="77777777">
        <w:tc>
          <w:tcPr>
            <w:tcW w:w="792" w:type="dxa"/>
            <w:vMerge w:val="restart"/>
            <w:vAlign w:val="center"/>
          </w:tcPr>
          <w:p w14:paraId="0B6D88EA" w14:textId="77777777" w:rsidR="007F1EEA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042A2093" w14:textId="77777777" w:rsidR="007F1EEA" w:rsidRDefault="00000000">
            <w:pPr>
              <w:jc w:val="center"/>
            </w:pPr>
            <w:r>
              <w:t>1003</w:t>
            </w:r>
          </w:p>
        </w:tc>
        <w:tc>
          <w:tcPr>
            <w:tcW w:w="984" w:type="dxa"/>
            <w:vAlign w:val="center"/>
          </w:tcPr>
          <w:p w14:paraId="5F305748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C91419E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B8F29C8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4E42C043" w14:textId="77777777" w:rsidR="007F1EEA" w:rsidRDefault="00000000">
            <w:pPr>
              <w:jc w:val="center"/>
            </w:pPr>
            <w:r>
              <w:t>0.20</w:t>
            </w:r>
          </w:p>
        </w:tc>
        <w:tc>
          <w:tcPr>
            <w:tcW w:w="1188" w:type="dxa"/>
            <w:vAlign w:val="center"/>
          </w:tcPr>
          <w:p w14:paraId="71D6A5AD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0DCDF9DD" w14:textId="77777777">
        <w:tc>
          <w:tcPr>
            <w:tcW w:w="792" w:type="dxa"/>
            <w:vMerge/>
            <w:vAlign w:val="center"/>
          </w:tcPr>
          <w:p w14:paraId="3063B0F5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B88644B" w14:textId="77777777" w:rsidR="007F1EEA" w:rsidRDefault="00000000">
            <w:pPr>
              <w:jc w:val="center"/>
            </w:pPr>
            <w:r>
              <w:t>1004</w:t>
            </w:r>
          </w:p>
        </w:tc>
        <w:tc>
          <w:tcPr>
            <w:tcW w:w="984" w:type="dxa"/>
            <w:vAlign w:val="center"/>
          </w:tcPr>
          <w:p w14:paraId="3A7C816A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57D9633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DF8026F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E824958" w14:textId="77777777" w:rsidR="007F1EEA" w:rsidRDefault="00000000">
            <w:pPr>
              <w:jc w:val="center"/>
            </w:pPr>
            <w:r>
              <w:t>0.23</w:t>
            </w:r>
          </w:p>
        </w:tc>
        <w:tc>
          <w:tcPr>
            <w:tcW w:w="1188" w:type="dxa"/>
            <w:vAlign w:val="center"/>
          </w:tcPr>
          <w:p w14:paraId="274499D3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09001061" w14:textId="77777777">
        <w:tc>
          <w:tcPr>
            <w:tcW w:w="792" w:type="dxa"/>
            <w:vMerge/>
            <w:vAlign w:val="center"/>
          </w:tcPr>
          <w:p w14:paraId="31F74E54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784CB72" w14:textId="77777777" w:rsidR="007F1EEA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3C7DD9F0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31E9A0A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80840E9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FAEE4DD" w14:textId="77777777" w:rsidR="007F1EEA" w:rsidRDefault="00000000">
            <w:pPr>
              <w:jc w:val="center"/>
            </w:pPr>
            <w:r>
              <w:t>0.13</w:t>
            </w:r>
          </w:p>
        </w:tc>
        <w:tc>
          <w:tcPr>
            <w:tcW w:w="1188" w:type="dxa"/>
            <w:vAlign w:val="center"/>
          </w:tcPr>
          <w:p w14:paraId="338ED14C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4BABFCF9" w14:textId="77777777">
        <w:tc>
          <w:tcPr>
            <w:tcW w:w="792" w:type="dxa"/>
            <w:vMerge/>
            <w:vAlign w:val="center"/>
          </w:tcPr>
          <w:p w14:paraId="6280FC74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961D638" w14:textId="77777777" w:rsidR="007F1EEA" w:rsidRDefault="00000000">
            <w:pPr>
              <w:jc w:val="center"/>
            </w:pPr>
            <w:r>
              <w:t>2003</w:t>
            </w:r>
          </w:p>
        </w:tc>
        <w:tc>
          <w:tcPr>
            <w:tcW w:w="984" w:type="dxa"/>
            <w:vAlign w:val="center"/>
          </w:tcPr>
          <w:p w14:paraId="0963E14A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7C6772C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3D6C206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0DE67BA" w14:textId="77777777" w:rsidR="007F1EEA" w:rsidRDefault="00000000">
            <w:pPr>
              <w:jc w:val="center"/>
            </w:pPr>
            <w:r>
              <w:t>0.20</w:t>
            </w:r>
          </w:p>
        </w:tc>
        <w:tc>
          <w:tcPr>
            <w:tcW w:w="1188" w:type="dxa"/>
            <w:vAlign w:val="center"/>
          </w:tcPr>
          <w:p w14:paraId="3F3E14AD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4B0F77DA" w14:textId="77777777">
        <w:tc>
          <w:tcPr>
            <w:tcW w:w="792" w:type="dxa"/>
            <w:vMerge/>
            <w:vAlign w:val="center"/>
          </w:tcPr>
          <w:p w14:paraId="2014CB47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8C72F12" w14:textId="77777777" w:rsidR="007F1EEA" w:rsidRDefault="00000000">
            <w:pPr>
              <w:jc w:val="center"/>
            </w:pPr>
            <w:r>
              <w:t>2004</w:t>
            </w:r>
          </w:p>
        </w:tc>
        <w:tc>
          <w:tcPr>
            <w:tcW w:w="984" w:type="dxa"/>
            <w:vAlign w:val="center"/>
          </w:tcPr>
          <w:p w14:paraId="6C659BEE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11BE3DD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601460F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9E9B72B" w14:textId="77777777" w:rsidR="007F1EEA" w:rsidRDefault="00000000">
            <w:pPr>
              <w:jc w:val="center"/>
            </w:pPr>
            <w:r>
              <w:t>0.23</w:t>
            </w:r>
          </w:p>
        </w:tc>
        <w:tc>
          <w:tcPr>
            <w:tcW w:w="1188" w:type="dxa"/>
            <w:vAlign w:val="center"/>
          </w:tcPr>
          <w:p w14:paraId="0624C112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13A9CA11" w14:textId="77777777">
        <w:tc>
          <w:tcPr>
            <w:tcW w:w="792" w:type="dxa"/>
            <w:vMerge/>
            <w:vAlign w:val="center"/>
          </w:tcPr>
          <w:p w14:paraId="2B75B565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DBCBD4E" w14:textId="77777777" w:rsidR="007F1EEA" w:rsidRDefault="00000000">
            <w:pPr>
              <w:jc w:val="center"/>
            </w:pPr>
            <w:r>
              <w:t>2005</w:t>
            </w:r>
          </w:p>
        </w:tc>
        <w:tc>
          <w:tcPr>
            <w:tcW w:w="984" w:type="dxa"/>
            <w:vAlign w:val="center"/>
          </w:tcPr>
          <w:p w14:paraId="2CB73C78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C9786FD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C223EA6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8CA3C9F" w14:textId="77777777" w:rsidR="007F1EEA" w:rsidRDefault="00000000">
            <w:pPr>
              <w:jc w:val="center"/>
            </w:pPr>
            <w:r>
              <w:t>0.28</w:t>
            </w:r>
          </w:p>
        </w:tc>
        <w:tc>
          <w:tcPr>
            <w:tcW w:w="1188" w:type="dxa"/>
            <w:vAlign w:val="center"/>
          </w:tcPr>
          <w:p w14:paraId="41848331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790561B8" w14:textId="77777777">
        <w:tc>
          <w:tcPr>
            <w:tcW w:w="792" w:type="dxa"/>
            <w:vMerge w:val="restart"/>
            <w:vAlign w:val="center"/>
          </w:tcPr>
          <w:p w14:paraId="73B9AACA" w14:textId="77777777" w:rsidR="007F1EEA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34DA0590" w14:textId="77777777" w:rsidR="007F1EEA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2B143AA8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21B1499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3F21C0F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A2B2333" w14:textId="77777777" w:rsidR="007F1EEA" w:rsidRDefault="00000000">
            <w:pPr>
              <w:jc w:val="center"/>
            </w:pPr>
            <w:r>
              <w:t>0.26</w:t>
            </w:r>
          </w:p>
        </w:tc>
        <w:tc>
          <w:tcPr>
            <w:tcW w:w="1188" w:type="dxa"/>
            <w:vAlign w:val="center"/>
          </w:tcPr>
          <w:p w14:paraId="03F21467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03EC626C" w14:textId="77777777">
        <w:tc>
          <w:tcPr>
            <w:tcW w:w="792" w:type="dxa"/>
            <w:vMerge/>
            <w:vAlign w:val="center"/>
          </w:tcPr>
          <w:p w14:paraId="5E82D9C9" w14:textId="77777777" w:rsidR="007F1EEA" w:rsidRDefault="007F1EEA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CE9DD4B" w14:textId="77777777" w:rsidR="007F1EEA" w:rsidRDefault="00000000">
            <w:pPr>
              <w:jc w:val="center"/>
            </w:pPr>
            <w:r>
              <w:t>2007</w:t>
            </w:r>
          </w:p>
        </w:tc>
        <w:tc>
          <w:tcPr>
            <w:tcW w:w="984" w:type="dxa"/>
            <w:vAlign w:val="center"/>
          </w:tcPr>
          <w:p w14:paraId="12DB67F5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62FD017" w14:textId="77777777" w:rsidR="007F1EEA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34EAAAA" w14:textId="77777777" w:rsidR="007F1EEA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2BF63152" w14:textId="77777777" w:rsidR="007F1EEA" w:rsidRDefault="00000000">
            <w:pPr>
              <w:jc w:val="center"/>
            </w:pPr>
            <w:r>
              <w:t>0.28</w:t>
            </w:r>
          </w:p>
        </w:tc>
        <w:tc>
          <w:tcPr>
            <w:tcW w:w="1188" w:type="dxa"/>
            <w:vAlign w:val="center"/>
          </w:tcPr>
          <w:p w14:paraId="1ECEF07B" w14:textId="77777777" w:rsidR="007F1EEA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7F1EEA" w14:paraId="7975DA66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1E888481" w14:textId="77777777" w:rsidR="007F1EEA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76501656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7F1EEA" w14:paraId="2ED58988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39487051" w14:textId="77777777" w:rsidR="007F1EEA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2B09B79B" w14:textId="77777777" w:rsidR="007F1EEA" w:rsidRDefault="00000000">
            <w:r>
              <w:t>K</w:t>
            </w:r>
            <w:r>
              <w:t>值应满足表</w:t>
            </w:r>
            <w:r>
              <w:t>3.1.9-1</w:t>
            </w:r>
            <w:r>
              <w:t>、</w:t>
            </w:r>
            <w:r>
              <w:t>3.1.9-2</w:t>
            </w:r>
            <w:r>
              <w:t>的要求</w:t>
            </w:r>
          </w:p>
        </w:tc>
      </w:tr>
      <w:tr w:rsidR="007F1EEA" w14:paraId="65253822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5109E02D" w14:textId="77777777" w:rsidR="007F1EEA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02E9F9EA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</w:tbl>
    <w:p w14:paraId="5FE75E0C" w14:textId="77777777" w:rsidR="007F1EEA" w:rsidRDefault="00000000">
      <w:pPr>
        <w:pStyle w:val="3"/>
      </w:pPr>
      <w:r>
        <w:t>外遮阳类型</w:t>
      </w:r>
    </w:p>
    <w:p w14:paraId="4A0FE034" w14:textId="77777777" w:rsidR="007F1EEA" w:rsidRDefault="00000000">
      <w:r>
        <w:tab/>
      </w:r>
      <w:r>
        <w:t>本工程无此项内容</w:t>
      </w:r>
    </w:p>
    <w:p w14:paraId="5E190FAB" w14:textId="77777777" w:rsidR="007F1EEA" w:rsidRDefault="00000000">
      <w:pPr>
        <w:pStyle w:val="3"/>
      </w:pPr>
      <w:r>
        <w:t>外窗太阳得热系数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7F1EEA" w14:paraId="59A4DACB" w14:textId="77777777">
        <w:tc>
          <w:tcPr>
            <w:tcW w:w="792" w:type="dxa"/>
            <w:shd w:val="clear" w:color="auto" w:fill="E6E6E6"/>
            <w:vAlign w:val="center"/>
          </w:tcPr>
          <w:p w14:paraId="027AF8BA" w14:textId="77777777" w:rsidR="007F1EEA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42A4B6BC" w14:textId="77777777" w:rsidR="007F1EEA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440328DC" w14:textId="77777777" w:rsidR="007F1EEA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4843533E" w14:textId="77777777" w:rsidR="007F1EEA" w:rsidRDefault="00000000">
            <w:pPr>
              <w:jc w:val="center"/>
            </w:pPr>
            <w:r>
              <w:t>夏季综合太阳得热系数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59DD4AC3" w14:textId="77777777" w:rsidR="007F1EEA" w:rsidRDefault="00000000">
            <w:pPr>
              <w:jc w:val="center"/>
            </w:pPr>
            <w:r>
              <w:t>标准要求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98A017F" w14:textId="77777777" w:rsidR="007F1EEA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E6812C4" w14:textId="77777777" w:rsidR="007F1EEA" w:rsidRDefault="00000000">
            <w:pPr>
              <w:jc w:val="center"/>
            </w:pPr>
            <w:r>
              <w:t>是否满足</w:t>
            </w:r>
          </w:p>
        </w:tc>
      </w:tr>
      <w:tr w:rsidR="007F1EEA" w14:paraId="22164442" w14:textId="77777777">
        <w:tc>
          <w:tcPr>
            <w:tcW w:w="792" w:type="dxa"/>
            <w:vAlign w:val="center"/>
          </w:tcPr>
          <w:p w14:paraId="246A85AC" w14:textId="77777777" w:rsidR="007F1EEA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2596EEDA" w14:textId="77777777" w:rsidR="007F1EEA" w:rsidRDefault="00000000">
            <w:pPr>
              <w:jc w:val="center"/>
            </w:pPr>
            <w:r>
              <w:t>1003</w:t>
            </w:r>
          </w:p>
        </w:tc>
        <w:tc>
          <w:tcPr>
            <w:tcW w:w="984" w:type="dxa"/>
            <w:vAlign w:val="center"/>
          </w:tcPr>
          <w:p w14:paraId="2A55F318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E5BA7A6" w14:textId="77777777" w:rsidR="007F1EEA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5D3B7387" w14:textId="77777777" w:rsidR="007F1EEA" w:rsidRDefault="00000000">
            <w:pPr>
              <w:jc w:val="center"/>
            </w:pPr>
            <w:r>
              <w:t>不要求</w:t>
            </w:r>
          </w:p>
        </w:tc>
        <w:tc>
          <w:tcPr>
            <w:tcW w:w="1018" w:type="dxa"/>
            <w:vAlign w:val="center"/>
          </w:tcPr>
          <w:p w14:paraId="4CCBF548" w14:textId="77777777" w:rsidR="007F1EEA" w:rsidRDefault="00000000">
            <w:pPr>
              <w:jc w:val="center"/>
            </w:pPr>
            <w:r>
              <w:t>0.20</w:t>
            </w:r>
          </w:p>
        </w:tc>
        <w:tc>
          <w:tcPr>
            <w:tcW w:w="1188" w:type="dxa"/>
            <w:vAlign w:val="center"/>
          </w:tcPr>
          <w:p w14:paraId="478DB2EF" w14:textId="77777777" w:rsidR="007F1EEA" w:rsidRDefault="00000000">
            <w:pPr>
              <w:jc w:val="center"/>
            </w:pPr>
            <w:r>
              <w:t>满足</w:t>
            </w:r>
          </w:p>
        </w:tc>
      </w:tr>
      <w:tr w:rsidR="007F1EEA" w14:paraId="6326DD9D" w14:textId="77777777">
        <w:tc>
          <w:tcPr>
            <w:tcW w:w="792" w:type="dxa"/>
            <w:vAlign w:val="center"/>
          </w:tcPr>
          <w:p w14:paraId="4B454BC0" w14:textId="77777777" w:rsidR="007F1EEA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3C77F24C" w14:textId="77777777" w:rsidR="007F1EEA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60971683" w14:textId="77777777" w:rsidR="007F1EEA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F4795AE" w14:textId="77777777" w:rsidR="007F1EEA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1845F1E1" w14:textId="77777777" w:rsidR="007F1EEA" w:rsidRDefault="00000000">
            <w:pPr>
              <w:jc w:val="center"/>
            </w:pPr>
            <w:r>
              <w:t>不要求</w:t>
            </w:r>
          </w:p>
        </w:tc>
        <w:tc>
          <w:tcPr>
            <w:tcW w:w="1018" w:type="dxa"/>
            <w:vAlign w:val="center"/>
          </w:tcPr>
          <w:p w14:paraId="4E5D0B05" w14:textId="77777777" w:rsidR="007F1EEA" w:rsidRDefault="00000000">
            <w:pPr>
              <w:jc w:val="center"/>
            </w:pPr>
            <w:r>
              <w:t>0.26</w:t>
            </w:r>
          </w:p>
        </w:tc>
        <w:tc>
          <w:tcPr>
            <w:tcW w:w="1188" w:type="dxa"/>
            <w:vAlign w:val="center"/>
          </w:tcPr>
          <w:p w14:paraId="627CA731" w14:textId="77777777" w:rsidR="007F1EEA" w:rsidRDefault="00000000">
            <w:pPr>
              <w:jc w:val="center"/>
            </w:pPr>
            <w:r>
              <w:t>满足</w:t>
            </w:r>
          </w:p>
        </w:tc>
      </w:tr>
      <w:tr w:rsidR="007F1EEA" w14:paraId="585BBD70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6510AF91" w14:textId="77777777" w:rsidR="007F1EEA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4C2C3E38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7F1EEA" w14:paraId="7F259644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527F5C62" w14:textId="77777777" w:rsidR="007F1EEA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7B080E9D" w14:textId="77777777" w:rsidR="007F1EEA" w:rsidRDefault="00000000">
            <w:r>
              <w:t>寒冷（</w:t>
            </w:r>
            <w:r>
              <w:t>B</w:t>
            </w:r>
            <w:r>
              <w:t>）区夏季外窗太阳得热系数不应大于表</w:t>
            </w:r>
            <w:r>
              <w:t>3.1.9-2</w:t>
            </w:r>
            <w:r>
              <w:t>的要求。</w:t>
            </w:r>
          </w:p>
        </w:tc>
      </w:tr>
      <w:tr w:rsidR="007F1EEA" w14:paraId="53DE8696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6002AB02" w14:textId="77777777" w:rsidR="007F1EEA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616752C0" w14:textId="77777777" w:rsidR="007F1EEA" w:rsidRDefault="00000000">
            <w:r>
              <w:t>满足</w:t>
            </w:r>
          </w:p>
        </w:tc>
      </w:tr>
    </w:tbl>
    <w:p w14:paraId="1ADE057B" w14:textId="77777777" w:rsidR="007F1EEA" w:rsidRDefault="00000000">
      <w:r>
        <w:t>注：达标朝向只列出一项，不达标朝向列出全部不达标项</w:t>
      </w:r>
    </w:p>
    <w:p w14:paraId="5285031E" w14:textId="77777777" w:rsidR="007F1EEA" w:rsidRDefault="00000000">
      <w:pPr>
        <w:pStyle w:val="2"/>
      </w:pPr>
      <w:r>
        <w:lastRenderedPageBreak/>
        <w:t>周边地面</w:t>
      </w:r>
    </w:p>
    <w:p w14:paraId="53D58205" w14:textId="77777777" w:rsidR="007F1EEA" w:rsidRDefault="00000000">
      <w:pPr>
        <w:pStyle w:val="3"/>
      </w:pPr>
      <w:r>
        <w:t>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F1EEA" w14:paraId="31CD88F5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0E9D7C7" w14:textId="77777777" w:rsidR="007F1EEA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607BE97" w14:textId="77777777" w:rsidR="007F1EEA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2783C4" w14:textId="77777777" w:rsidR="007F1EEA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F6D908" w14:textId="77777777" w:rsidR="007F1EEA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8F0F827" w14:textId="77777777" w:rsidR="007F1EEA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F6CA764" w14:textId="77777777" w:rsidR="007F1EEA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65E7C26" w14:textId="77777777" w:rsidR="007F1EEA" w:rsidRDefault="00000000">
            <w:pPr>
              <w:jc w:val="center"/>
            </w:pPr>
            <w:r>
              <w:t>热惰性指标</w:t>
            </w:r>
          </w:p>
        </w:tc>
      </w:tr>
      <w:tr w:rsidR="007F1EEA" w14:paraId="448A4AB1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50BFFF6" w14:textId="77777777" w:rsidR="007F1EEA" w:rsidRDefault="007F1EEA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8675BDB" w14:textId="77777777" w:rsidR="007F1EEA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3BB215" w14:textId="77777777" w:rsidR="007F1EEA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2B9B15" w14:textId="77777777" w:rsidR="007F1EEA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E94B18" w14:textId="77777777" w:rsidR="007F1EEA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F2C916" w14:textId="77777777" w:rsidR="007F1EEA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9192417" w14:textId="77777777" w:rsidR="007F1EEA" w:rsidRDefault="00000000">
            <w:pPr>
              <w:jc w:val="center"/>
            </w:pPr>
            <w:r>
              <w:t>D=R*S</w:t>
            </w:r>
          </w:p>
        </w:tc>
      </w:tr>
      <w:tr w:rsidR="007F1EEA" w14:paraId="0018AB44" w14:textId="77777777">
        <w:tc>
          <w:tcPr>
            <w:tcW w:w="3345" w:type="dxa"/>
            <w:vAlign w:val="center"/>
          </w:tcPr>
          <w:p w14:paraId="086034F5" w14:textId="77777777" w:rsidR="007F1EEA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6DDC4782" w14:textId="77777777" w:rsidR="007F1EEA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36B04262" w14:textId="77777777" w:rsidR="007F1EEA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22EF82B2" w14:textId="77777777" w:rsidR="007F1EEA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59759904" w14:textId="77777777" w:rsidR="007F1EEA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0F7C0AB1" w14:textId="77777777" w:rsidR="007F1EEA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24B2F2C8" w14:textId="77777777" w:rsidR="007F1EEA" w:rsidRDefault="00000000">
            <w:r>
              <w:rPr>
                <w:color w:val="999999"/>
              </w:rPr>
              <w:t>0.245</w:t>
            </w:r>
          </w:p>
        </w:tc>
      </w:tr>
      <w:tr w:rsidR="007F1EEA" w14:paraId="3795678D" w14:textId="77777777">
        <w:tc>
          <w:tcPr>
            <w:tcW w:w="3345" w:type="dxa"/>
            <w:vAlign w:val="center"/>
          </w:tcPr>
          <w:p w14:paraId="4D6F038E" w14:textId="77777777" w:rsidR="007F1EEA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36E82CBD" w14:textId="77777777" w:rsidR="007F1EEA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04092116" w14:textId="77777777" w:rsidR="007F1EEA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6D46F4F9" w14:textId="77777777" w:rsidR="007F1EEA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5630E632" w14:textId="77777777" w:rsidR="007F1EEA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2CFC022D" w14:textId="77777777" w:rsidR="007F1EEA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5AEC5568" w14:textId="77777777" w:rsidR="007F1EEA" w:rsidRDefault="00000000">
            <w:r>
              <w:rPr>
                <w:color w:val="999999"/>
              </w:rPr>
              <w:t>1.186</w:t>
            </w:r>
          </w:p>
        </w:tc>
      </w:tr>
      <w:tr w:rsidR="007F1EEA" w14:paraId="154931DF" w14:textId="77777777">
        <w:tc>
          <w:tcPr>
            <w:tcW w:w="3345" w:type="dxa"/>
            <w:vAlign w:val="center"/>
          </w:tcPr>
          <w:p w14:paraId="79B24DDB" w14:textId="77777777" w:rsidR="007F1EEA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861CF42" w14:textId="77777777" w:rsidR="007F1EEA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6B58E4D3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C4F684A" w14:textId="77777777" w:rsidR="007F1EEA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D60BF9E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3A3D6FC" w14:textId="77777777" w:rsidR="007F1EEA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5F7B3911" w14:textId="77777777" w:rsidR="007F1EEA" w:rsidRDefault="00000000">
            <w:r>
              <w:t>1.431</w:t>
            </w:r>
          </w:p>
        </w:tc>
      </w:tr>
      <w:tr w:rsidR="007F1EEA" w14:paraId="3FED7086" w14:textId="77777777">
        <w:tc>
          <w:tcPr>
            <w:tcW w:w="3345" w:type="dxa"/>
            <w:shd w:val="clear" w:color="auto" w:fill="E6E6E6"/>
            <w:vAlign w:val="center"/>
          </w:tcPr>
          <w:p w14:paraId="340AF2AE" w14:textId="77777777" w:rsidR="007F1EEA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230CDFAB" w14:textId="77777777" w:rsidR="007F1EEA" w:rsidRDefault="00000000">
            <w:pPr>
              <w:jc w:val="center"/>
            </w:pPr>
            <w:r>
              <w:t>0.00</w:t>
            </w:r>
          </w:p>
        </w:tc>
      </w:tr>
      <w:tr w:rsidR="007F1EEA" w14:paraId="02B6DAC0" w14:textId="77777777">
        <w:tc>
          <w:tcPr>
            <w:tcW w:w="3345" w:type="dxa"/>
            <w:shd w:val="clear" w:color="auto" w:fill="E6E6E6"/>
            <w:vAlign w:val="center"/>
          </w:tcPr>
          <w:p w14:paraId="13029083" w14:textId="77777777" w:rsidR="007F1EEA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646E9E2C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7F1EEA" w14:paraId="03E599A3" w14:textId="77777777">
        <w:tc>
          <w:tcPr>
            <w:tcW w:w="3345" w:type="dxa"/>
            <w:shd w:val="clear" w:color="auto" w:fill="E6E6E6"/>
            <w:vAlign w:val="center"/>
          </w:tcPr>
          <w:p w14:paraId="3BF2A648" w14:textId="77777777" w:rsidR="007F1EEA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66E1EA47" w14:textId="77777777" w:rsidR="007F1EEA" w:rsidRDefault="00000000">
            <w:r>
              <w:t>R</w:t>
            </w:r>
            <w:r>
              <w:t>值不应小于表</w:t>
            </w:r>
            <w:r>
              <w:t>3.1.8-1~3.1.8-5</w:t>
            </w:r>
            <w:r>
              <w:t>的限值</w:t>
            </w:r>
            <w:r>
              <w:t>(R≥1.50)</w:t>
            </w:r>
          </w:p>
        </w:tc>
      </w:tr>
      <w:tr w:rsidR="007F1EEA" w14:paraId="7856001F" w14:textId="77777777">
        <w:tc>
          <w:tcPr>
            <w:tcW w:w="3345" w:type="dxa"/>
            <w:shd w:val="clear" w:color="auto" w:fill="E6E6E6"/>
            <w:vAlign w:val="center"/>
          </w:tcPr>
          <w:p w14:paraId="1A43AEA6" w14:textId="77777777" w:rsidR="007F1EEA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318FE521" w14:textId="77777777" w:rsidR="007F1EEA" w:rsidRDefault="00000000">
            <w:r>
              <w:rPr>
                <w:color w:val="FF0000"/>
              </w:rPr>
              <w:t>不满足</w:t>
            </w:r>
          </w:p>
        </w:tc>
      </w:tr>
    </w:tbl>
    <w:p w14:paraId="164F9D00" w14:textId="77777777" w:rsidR="007F1EEA" w:rsidRDefault="00000000">
      <w:r>
        <w:t>备注：用灰色显示的材料是非保温材料。</w:t>
      </w:r>
    </w:p>
    <w:p w14:paraId="0746C6AB" w14:textId="77777777" w:rsidR="007F1EEA" w:rsidRDefault="007F1EEA"/>
    <w:p w14:paraId="41405467" w14:textId="77777777" w:rsidR="007F1EEA" w:rsidRDefault="007F1EEA"/>
    <w:p w14:paraId="5BF2DBCB" w14:textId="77777777" w:rsidR="007F1EEA" w:rsidRDefault="00000000">
      <w:pPr>
        <w:pStyle w:val="2"/>
      </w:pPr>
      <w:r>
        <w:t>非周边地面</w:t>
      </w:r>
    </w:p>
    <w:p w14:paraId="0EE6D590" w14:textId="77777777" w:rsidR="007F1EEA" w:rsidRDefault="00000000">
      <w:pPr>
        <w:pStyle w:val="3"/>
      </w:pPr>
      <w:r>
        <w:t>非周边地面构造一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F1EEA" w14:paraId="4DBBFBE5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89BAE7C" w14:textId="77777777" w:rsidR="007F1EEA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781953B" w14:textId="77777777" w:rsidR="007F1EEA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46A52A" w14:textId="77777777" w:rsidR="007F1EEA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3B26F4" w14:textId="77777777" w:rsidR="007F1EEA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5251A7" w14:textId="77777777" w:rsidR="007F1EEA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136CFA" w14:textId="77777777" w:rsidR="007F1EEA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F488FA7" w14:textId="77777777" w:rsidR="007F1EEA" w:rsidRDefault="00000000">
            <w:pPr>
              <w:jc w:val="center"/>
            </w:pPr>
            <w:r>
              <w:t>热惰性指标</w:t>
            </w:r>
          </w:p>
        </w:tc>
      </w:tr>
      <w:tr w:rsidR="007F1EEA" w14:paraId="7389A80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FBB4E58" w14:textId="77777777" w:rsidR="007F1EEA" w:rsidRDefault="007F1EEA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FB94AC2" w14:textId="77777777" w:rsidR="007F1EEA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759E36" w14:textId="77777777" w:rsidR="007F1EEA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5435E21" w14:textId="77777777" w:rsidR="007F1EEA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47EC9AB" w14:textId="77777777" w:rsidR="007F1EEA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0B6902" w14:textId="77777777" w:rsidR="007F1EEA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3C83AEE" w14:textId="77777777" w:rsidR="007F1EEA" w:rsidRDefault="00000000">
            <w:pPr>
              <w:jc w:val="center"/>
            </w:pPr>
            <w:r>
              <w:t>D=R*S</w:t>
            </w:r>
          </w:p>
        </w:tc>
      </w:tr>
      <w:tr w:rsidR="007F1EEA" w14:paraId="3E20075F" w14:textId="77777777">
        <w:tc>
          <w:tcPr>
            <w:tcW w:w="3345" w:type="dxa"/>
            <w:vAlign w:val="center"/>
          </w:tcPr>
          <w:p w14:paraId="03011B00" w14:textId="77777777" w:rsidR="007F1EEA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5C75707E" w14:textId="77777777" w:rsidR="007F1EEA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20697309" w14:textId="77777777" w:rsidR="007F1EEA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086EE1E9" w14:textId="77777777" w:rsidR="007F1EEA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20DD5F9E" w14:textId="77777777" w:rsidR="007F1EEA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67A9FE2C" w14:textId="77777777" w:rsidR="007F1EEA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7F88CCA6" w14:textId="77777777" w:rsidR="007F1EEA" w:rsidRDefault="00000000">
            <w:r>
              <w:rPr>
                <w:color w:val="999999"/>
              </w:rPr>
              <w:t>0.245</w:t>
            </w:r>
          </w:p>
        </w:tc>
      </w:tr>
      <w:tr w:rsidR="007F1EEA" w14:paraId="50195A92" w14:textId="77777777">
        <w:tc>
          <w:tcPr>
            <w:tcW w:w="3345" w:type="dxa"/>
            <w:vAlign w:val="center"/>
          </w:tcPr>
          <w:p w14:paraId="6DC7A625" w14:textId="77777777" w:rsidR="007F1EEA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1F3DC318" w14:textId="77777777" w:rsidR="007F1EEA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1F7227B1" w14:textId="77777777" w:rsidR="007F1EEA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79697F13" w14:textId="77777777" w:rsidR="007F1EEA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5F3CEA92" w14:textId="77777777" w:rsidR="007F1EEA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3EFFC7D1" w14:textId="77777777" w:rsidR="007F1EEA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75A18287" w14:textId="77777777" w:rsidR="007F1EEA" w:rsidRDefault="00000000">
            <w:r>
              <w:rPr>
                <w:color w:val="999999"/>
              </w:rPr>
              <w:t>1.186</w:t>
            </w:r>
          </w:p>
        </w:tc>
      </w:tr>
      <w:tr w:rsidR="007F1EEA" w14:paraId="278E4BD5" w14:textId="77777777">
        <w:tc>
          <w:tcPr>
            <w:tcW w:w="3345" w:type="dxa"/>
            <w:vAlign w:val="center"/>
          </w:tcPr>
          <w:p w14:paraId="77B471AC" w14:textId="77777777" w:rsidR="007F1EEA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079BD22" w14:textId="77777777" w:rsidR="007F1EEA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39599FB0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E4FF0B7" w14:textId="77777777" w:rsidR="007F1EEA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BD264CA" w14:textId="77777777" w:rsidR="007F1EEA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17157B8" w14:textId="77777777" w:rsidR="007F1EEA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243F32D8" w14:textId="77777777" w:rsidR="007F1EEA" w:rsidRDefault="00000000">
            <w:r>
              <w:t>1.431</w:t>
            </w:r>
          </w:p>
        </w:tc>
      </w:tr>
      <w:tr w:rsidR="007F1EEA" w14:paraId="3671E250" w14:textId="77777777">
        <w:tc>
          <w:tcPr>
            <w:tcW w:w="3345" w:type="dxa"/>
            <w:shd w:val="clear" w:color="auto" w:fill="E6E6E6"/>
            <w:vAlign w:val="center"/>
          </w:tcPr>
          <w:p w14:paraId="18FFE92C" w14:textId="77777777" w:rsidR="007F1EEA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2CA0F8B4" w14:textId="77777777" w:rsidR="007F1EEA" w:rsidRDefault="00000000">
            <w:pPr>
              <w:jc w:val="center"/>
            </w:pPr>
            <w:r>
              <w:t>0.000</w:t>
            </w:r>
          </w:p>
        </w:tc>
      </w:tr>
      <w:tr w:rsidR="007F1EEA" w14:paraId="0354A3A1" w14:textId="77777777">
        <w:tc>
          <w:tcPr>
            <w:tcW w:w="3345" w:type="dxa"/>
            <w:shd w:val="clear" w:color="auto" w:fill="E6E6E6"/>
            <w:vAlign w:val="center"/>
          </w:tcPr>
          <w:p w14:paraId="4A03F77F" w14:textId="77777777" w:rsidR="007F1EEA" w:rsidRDefault="00000000">
            <w:r>
              <w:t>传热系数</w:t>
            </w:r>
            <w:r>
              <w:t>K=1/(1/0.30+∑R)</w:t>
            </w:r>
          </w:p>
        </w:tc>
        <w:tc>
          <w:tcPr>
            <w:tcW w:w="5985" w:type="dxa"/>
            <w:gridSpan w:val="6"/>
          </w:tcPr>
          <w:p w14:paraId="153A9436" w14:textId="77777777" w:rsidR="007F1EEA" w:rsidRDefault="00000000">
            <w:pPr>
              <w:jc w:val="center"/>
            </w:pPr>
            <w:r>
              <w:t>4.99</w:t>
            </w:r>
          </w:p>
        </w:tc>
      </w:tr>
    </w:tbl>
    <w:p w14:paraId="6115F9F4" w14:textId="77777777" w:rsidR="007F1EEA" w:rsidRDefault="00000000">
      <w:r>
        <w:t>备注：用灰色显示的材料是非保温材料。</w:t>
      </w:r>
    </w:p>
    <w:p w14:paraId="2322F4C4" w14:textId="77777777" w:rsidR="007F1EEA" w:rsidRDefault="007F1EEA"/>
    <w:p w14:paraId="0F14B5A2" w14:textId="77777777" w:rsidR="007F1EEA" w:rsidRDefault="007F1EEA"/>
    <w:p w14:paraId="2888C4B2" w14:textId="77777777" w:rsidR="007F1EEA" w:rsidRDefault="00000000">
      <w:pPr>
        <w:pStyle w:val="2"/>
      </w:pPr>
      <w:r>
        <w:t>地下墙</w:t>
      </w:r>
    </w:p>
    <w:p w14:paraId="21EEA706" w14:textId="77777777" w:rsidR="007F1EEA" w:rsidRDefault="00000000">
      <w:r>
        <w:tab/>
      </w:r>
      <w:r>
        <w:t>本工程无此项内容</w:t>
      </w:r>
    </w:p>
    <w:p w14:paraId="5B8A5A29" w14:textId="77777777" w:rsidR="007F1EEA" w:rsidRDefault="00000000">
      <w:pPr>
        <w:pStyle w:val="2"/>
      </w:pPr>
      <w:r>
        <w:t>外窗气密性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7F1EEA" w14:paraId="4E89BD13" w14:textId="77777777">
        <w:tc>
          <w:tcPr>
            <w:tcW w:w="2263" w:type="dxa"/>
            <w:shd w:val="clear" w:color="auto" w:fill="E6E6E6"/>
            <w:vAlign w:val="center"/>
          </w:tcPr>
          <w:p w14:paraId="65B1AD96" w14:textId="77777777" w:rsidR="007F1EEA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6C5D3366" w14:textId="77777777" w:rsidR="007F1EEA" w:rsidRDefault="00000000">
            <w:r>
              <w:t>－</w:t>
            </w:r>
          </w:p>
        </w:tc>
      </w:tr>
      <w:tr w:rsidR="007F1EEA" w14:paraId="69EE12DF" w14:textId="77777777">
        <w:tc>
          <w:tcPr>
            <w:tcW w:w="2263" w:type="dxa"/>
            <w:shd w:val="clear" w:color="auto" w:fill="E6E6E6"/>
            <w:vAlign w:val="center"/>
          </w:tcPr>
          <w:p w14:paraId="152766D5" w14:textId="77777777" w:rsidR="007F1EEA" w:rsidRDefault="00000000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23A0C68F" w14:textId="77777777" w:rsidR="007F1EEA" w:rsidRDefault="007F1EEA"/>
        </w:tc>
      </w:tr>
      <w:tr w:rsidR="007F1EEA" w14:paraId="4E6E1A21" w14:textId="77777777">
        <w:tc>
          <w:tcPr>
            <w:tcW w:w="2263" w:type="dxa"/>
            <w:shd w:val="clear" w:color="auto" w:fill="E6E6E6"/>
            <w:vAlign w:val="center"/>
          </w:tcPr>
          <w:p w14:paraId="6D56D451" w14:textId="77777777" w:rsidR="007F1EEA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371C296D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3.1.16</w:t>
            </w:r>
            <w:r>
              <w:t>条，分级方法《建筑幕墙、门窗通用技术条件》</w:t>
            </w:r>
            <w:r>
              <w:t>GB/T31433-2015</w:t>
            </w:r>
          </w:p>
        </w:tc>
      </w:tr>
      <w:tr w:rsidR="007F1EEA" w14:paraId="7142F145" w14:textId="77777777">
        <w:tc>
          <w:tcPr>
            <w:tcW w:w="2263" w:type="dxa"/>
            <w:shd w:val="clear" w:color="auto" w:fill="E6E6E6"/>
            <w:vAlign w:val="center"/>
          </w:tcPr>
          <w:p w14:paraId="70ED5487" w14:textId="77777777" w:rsidR="007F1EEA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5BD0B880" w14:textId="77777777" w:rsidR="007F1EEA" w:rsidRDefault="00000000">
            <w:r>
              <w:t>外窗在</w:t>
            </w:r>
            <w:r>
              <w:t>10Pa</w:t>
            </w:r>
            <w:r>
              <w:t>压差下，每小时每米缝隙的空气渗透量不应大于</w:t>
            </w:r>
            <w:r>
              <w:t>1.5m3</w:t>
            </w:r>
            <w:r>
              <w:t>，每小</w:t>
            </w:r>
            <w:r>
              <w:lastRenderedPageBreak/>
              <w:t>时每平方米面积的空气渗透量</w:t>
            </w:r>
            <w:r>
              <w:t>q2</w:t>
            </w:r>
            <w:r>
              <w:t>不应大于</w:t>
            </w:r>
            <w:r>
              <w:t>4.5m3</w:t>
            </w:r>
            <w:r>
              <w:t>，即《建筑幕墙、门窗通用技术条件》</w:t>
            </w:r>
            <w:r>
              <w:t>GB/T31433-2015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7F1EEA" w14:paraId="30D36320" w14:textId="77777777">
        <w:tc>
          <w:tcPr>
            <w:tcW w:w="2263" w:type="dxa"/>
            <w:shd w:val="clear" w:color="auto" w:fill="E6E6E6"/>
            <w:vAlign w:val="center"/>
          </w:tcPr>
          <w:p w14:paraId="302EDE0D" w14:textId="77777777" w:rsidR="007F1EEA" w:rsidRDefault="00000000">
            <w:r>
              <w:lastRenderedPageBreak/>
              <w:t>结论</w:t>
            </w:r>
          </w:p>
        </w:tc>
        <w:tc>
          <w:tcPr>
            <w:tcW w:w="7069" w:type="dxa"/>
            <w:vAlign w:val="center"/>
          </w:tcPr>
          <w:p w14:paraId="1109677A" w14:textId="77777777" w:rsidR="007F1EEA" w:rsidRDefault="00000000">
            <w:r>
              <w:t>－</w:t>
            </w:r>
          </w:p>
        </w:tc>
      </w:tr>
    </w:tbl>
    <w:p w14:paraId="388E981E" w14:textId="77777777" w:rsidR="007F1EEA" w:rsidRDefault="00000000">
      <w:pPr>
        <w:pStyle w:val="2"/>
      </w:pPr>
      <w:r>
        <w:t>可见光透射比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963"/>
        <w:gridCol w:w="2088"/>
        <w:gridCol w:w="2009"/>
        <w:gridCol w:w="2009"/>
      </w:tblGrid>
      <w:tr w:rsidR="007F1EEA" w14:paraId="4C0076E8" w14:textId="77777777">
        <w:tc>
          <w:tcPr>
            <w:tcW w:w="2263" w:type="dxa"/>
            <w:shd w:val="clear" w:color="auto" w:fill="E6E6E6"/>
            <w:vAlign w:val="center"/>
          </w:tcPr>
          <w:p w14:paraId="516E9A67" w14:textId="77777777" w:rsidR="007F1EEA" w:rsidRDefault="00000000">
            <w:pPr>
              <w:jc w:val="center"/>
            </w:pPr>
            <w:r>
              <w:t>房间编号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1B2643A7" w14:textId="77777777" w:rsidR="007F1EEA" w:rsidRDefault="00000000">
            <w:pPr>
              <w:jc w:val="center"/>
            </w:pPr>
            <w:r>
              <w:t>窗地比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14:paraId="25FE162A" w14:textId="77777777" w:rsidR="007F1EEA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1FA52173" w14:textId="77777777" w:rsidR="007F1EEA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1D010A9A" w14:textId="77777777" w:rsidR="007F1EEA" w:rsidRDefault="00000000">
            <w:pPr>
              <w:jc w:val="center"/>
            </w:pPr>
            <w:r>
              <w:t>透射比限值</w:t>
            </w:r>
          </w:p>
        </w:tc>
      </w:tr>
      <w:tr w:rsidR="007F1EEA" w14:paraId="4D382F98" w14:textId="77777777">
        <w:tc>
          <w:tcPr>
            <w:tcW w:w="2263" w:type="dxa"/>
            <w:shd w:val="clear" w:color="auto" w:fill="E6E6E6"/>
            <w:vAlign w:val="center"/>
          </w:tcPr>
          <w:p w14:paraId="48DE8EA1" w14:textId="77777777" w:rsidR="007F1EEA" w:rsidRDefault="00000000">
            <w:r>
              <w:t>1004(</w:t>
            </w:r>
            <w:r>
              <w:t>最不利房间</w:t>
            </w:r>
            <w:r>
              <w:t>)</w:t>
            </w:r>
          </w:p>
        </w:tc>
        <w:tc>
          <w:tcPr>
            <w:tcW w:w="962" w:type="dxa"/>
            <w:vAlign w:val="center"/>
          </w:tcPr>
          <w:p w14:paraId="1D1282FE" w14:textId="77777777" w:rsidR="007F1EEA" w:rsidRDefault="00000000">
            <w:r>
              <w:t>0.19</w:t>
            </w:r>
          </w:p>
        </w:tc>
        <w:tc>
          <w:tcPr>
            <w:tcW w:w="2088" w:type="dxa"/>
            <w:vAlign w:val="center"/>
          </w:tcPr>
          <w:p w14:paraId="6A380F35" w14:textId="77777777" w:rsidR="007F1EEA" w:rsidRDefault="00000000">
            <w:r>
              <w:t>C0918</w:t>
            </w:r>
          </w:p>
        </w:tc>
        <w:tc>
          <w:tcPr>
            <w:tcW w:w="2009" w:type="dxa"/>
            <w:vAlign w:val="center"/>
          </w:tcPr>
          <w:p w14:paraId="03AC424B" w14:textId="77777777" w:rsidR="007F1EEA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0277E927" w14:textId="77777777" w:rsidR="007F1EEA" w:rsidRDefault="00000000">
            <w:r>
              <w:t>0.40</w:t>
            </w:r>
          </w:p>
        </w:tc>
      </w:tr>
      <w:tr w:rsidR="007F1EEA" w14:paraId="678C2C6E" w14:textId="77777777">
        <w:tc>
          <w:tcPr>
            <w:tcW w:w="2263" w:type="dxa"/>
            <w:shd w:val="clear" w:color="auto" w:fill="E6E6E6"/>
            <w:vAlign w:val="center"/>
          </w:tcPr>
          <w:p w14:paraId="7F86BD6C" w14:textId="77777777" w:rsidR="007F1EEA" w:rsidRDefault="00000000">
            <w:r>
              <w:t>标准依据</w:t>
            </w:r>
          </w:p>
        </w:tc>
        <w:tc>
          <w:tcPr>
            <w:tcW w:w="7068" w:type="dxa"/>
            <w:gridSpan w:val="4"/>
            <w:vAlign w:val="center"/>
          </w:tcPr>
          <w:p w14:paraId="6F1DDBF5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3.1.17</w:t>
            </w:r>
            <w:r>
              <w:t>条</w:t>
            </w:r>
          </w:p>
        </w:tc>
      </w:tr>
      <w:tr w:rsidR="007F1EEA" w14:paraId="4C2DA6C6" w14:textId="77777777">
        <w:tc>
          <w:tcPr>
            <w:tcW w:w="2263" w:type="dxa"/>
            <w:shd w:val="clear" w:color="auto" w:fill="E6E6E6"/>
            <w:vAlign w:val="center"/>
          </w:tcPr>
          <w:p w14:paraId="07915D7E" w14:textId="77777777" w:rsidR="007F1EEA" w:rsidRDefault="00000000">
            <w:r>
              <w:t>标准要求</w:t>
            </w:r>
          </w:p>
        </w:tc>
        <w:tc>
          <w:tcPr>
            <w:tcW w:w="7068" w:type="dxa"/>
            <w:gridSpan w:val="4"/>
            <w:vAlign w:val="center"/>
          </w:tcPr>
          <w:p w14:paraId="6EBC62F8" w14:textId="77777777" w:rsidR="007F1EEA" w:rsidRDefault="00000000">
            <w:r>
              <w:t>外窗玻璃的可见光透射比不应小于</w:t>
            </w:r>
            <w:r>
              <w:t>0.4</w:t>
            </w:r>
          </w:p>
        </w:tc>
      </w:tr>
      <w:tr w:rsidR="007F1EEA" w14:paraId="49E46B16" w14:textId="77777777">
        <w:tc>
          <w:tcPr>
            <w:tcW w:w="2263" w:type="dxa"/>
            <w:shd w:val="clear" w:color="auto" w:fill="E6E6E6"/>
            <w:vAlign w:val="center"/>
          </w:tcPr>
          <w:p w14:paraId="0E63DC50" w14:textId="77777777" w:rsidR="007F1EEA" w:rsidRDefault="00000000">
            <w:r>
              <w:t>结论</w:t>
            </w:r>
          </w:p>
        </w:tc>
        <w:tc>
          <w:tcPr>
            <w:tcW w:w="7068" w:type="dxa"/>
            <w:gridSpan w:val="4"/>
            <w:vAlign w:val="center"/>
          </w:tcPr>
          <w:p w14:paraId="2807AF7F" w14:textId="77777777" w:rsidR="007F1EEA" w:rsidRDefault="00000000">
            <w:r>
              <w:t>满足</w:t>
            </w:r>
          </w:p>
        </w:tc>
      </w:tr>
    </w:tbl>
    <w:p w14:paraId="5AECFD90" w14:textId="77777777" w:rsidR="007F1EEA" w:rsidRDefault="00000000">
      <w:pPr>
        <w:pStyle w:val="2"/>
      </w:pPr>
      <w:r>
        <w:t>窗地面积比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1301"/>
        <w:gridCol w:w="74"/>
        <w:gridCol w:w="1001"/>
        <w:gridCol w:w="1131"/>
        <w:gridCol w:w="1415"/>
        <w:gridCol w:w="1245"/>
        <w:gridCol w:w="1131"/>
        <w:gridCol w:w="1146"/>
      </w:tblGrid>
      <w:tr w:rsidR="007F1EEA" w14:paraId="7392D57E" w14:textId="77777777">
        <w:tc>
          <w:tcPr>
            <w:tcW w:w="888" w:type="dxa"/>
            <w:shd w:val="clear" w:color="auto" w:fill="E6E6E6"/>
            <w:vAlign w:val="center"/>
          </w:tcPr>
          <w:p w14:paraId="50C85D98" w14:textId="77777777" w:rsidR="007F1EEA" w:rsidRDefault="00000000">
            <w:pPr>
              <w:jc w:val="center"/>
            </w:pPr>
            <w:r>
              <w:t>楼层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31BB79B8" w14:textId="77777777" w:rsidR="007F1EEA" w:rsidRDefault="00000000">
            <w:pPr>
              <w:jc w:val="center"/>
            </w:pPr>
            <w:r>
              <w:t>房间编号</w:t>
            </w:r>
          </w:p>
        </w:tc>
        <w:tc>
          <w:tcPr>
            <w:tcW w:w="1075" w:type="dxa"/>
            <w:gridSpan w:val="2"/>
            <w:shd w:val="clear" w:color="auto" w:fill="E6E6E6"/>
            <w:vAlign w:val="center"/>
          </w:tcPr>
          <w:p w14:paraId="00395819" w14:textId="77777777" w:rsidR="007F1EEA" w:rsidRDefault="00000000">
            <w:pPr>
              <w:jc w:val="center"/>
            </w:pPr>
            <w:r>
              <w:t>房间面积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2F558CD" w14:textId="77777777" w:rsidR="007F1EEA" w:rsidRDefault="00000000">
            <w:pPr>
              <w:jc w:val="center"/>
            </w:pPr>
            <w:r>
              <w:t>窗编号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095C8047" w14:textId="77777777" w:rsidR="007F1EEA" w:rsidRDefault="00000000">
            <w:pPr>
              <w:jc w:val="center"/>
            </w:pPr>
            <w:r>
              <w:t>窗面积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3CB1D073" w14:textId="77777777" w:rsidR="007F1EEA" w:rsidRDefault="00000000">
            <w:pPr>
              <w:jc w:val="center"/>
            </w:pPr>
            <w:r>
              <w:t>窗类型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C96AF83" w14:textId="77777777" w:rsidR="007F1EEA" w:rsidRDefault="00000000">
            <w:pPr>
              <w:jc w:val="center"/>
            </w:pPr>
            <w:r>
              <w:t>窗地比</w:t>
            </w:r>
          </w:p>
        </w:tc>
        <w:tc>
          <w:tcPr>
            <w:tcW w:w="1143" w:type="dxa"/>
            <w:shd w:val="clear" w:color="auto" w:fill="E6E6E6"/>
            <w:vAlign w:val="center"/>
          </w:tcPr>
          <w:p w14:paraId="0BD7DF01" w14:textId="77777777" w:rsidR="007F1EEA" w:rsidRDefault="00000000">
            <w:pPr>
              <w:jc w:val="center"/>
            </w:pPr>
            <w:r>
              <w:t>结论</w:t>
            </w:r>
          </w:p>
        </w:tc>
      </w:tr>
      <w:tr w:rsidR="007F1EEA" w14:paraId="134C8B12" w14:textId="77777777">
        <w:tc>
          <w:tcPr>
            <w:tcW w:w="888" w:type="dxa"/>
            <w:vMerge w:val="restart"/>
            <w:vAlign w:val="center"/>
          </w:tcPr>
          <w:p w14:paraId="63154273" w14:textId="77777777" w:rsidR="007F1EEA" w:rsidRDefault="00000000">
            <w:r>
              <w:t>1</w:t>
            </w:r>
          </w:p>
        </w:tc>
        <w:tc>
          <w:tcPr>
            <w:tcW w:w="1301" w:type="dxa"/>
            <w:vMerge w:val="restart"/>
            <w:vAlign w:val="center"/>
          </w:tcPr>
          <w:p w14:paraId="41A32366" w14:textId="77777777" w:rsidR="007F1EEA" w:rsidRDefault="00000000">
            <w:r>
              <w:t>1003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2A91CFEE" w14:textId="77777777" w:rsidR="007F1EEA" w:rsidRDefault="00000000">
            <w:r>
              <w:t>13.97</w:t>
            </w:r>
          </w:p>
        </w:tc>
        <w:tc>
          <w:tcPr>
            <w:tcW w:w="1131" w:type="dxa"/>
            <w:vAlign w:val="center"/>
          </w:tcPr>
          <w:p w14:paraId="36E2A911" w14:textId="77777777" w:rsidR="007F1EEA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307CAF38" w14:textId="77777777" w:rsidR="007F1EEA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3A5ABA1B" w14:textId="77777777" w:rsidR="007F1EEA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5A27194" w14:textId="77777777" w:rsidR="007F1EEA" w:rsidRDefault="00000000">
            <w:r>
              <w:t>0.2320</w:t>
            </w:r>
          </w:p>
        </w:tc>
        <w:tc>
          <w:tcPr>
            <w:tcW w:w="1143" w:type="dxa"/>
            <w:vMerge w:val="restart"/>
            <w:vAlign w:val="center"/>
          </w:tcPr>
          <w:p w14:paraId="03EC1775" w14:textId="77777777" w:rsidR="007F1EEA" w:rsidRDefault="00000000">
            <w:r>
              <w:t>满足</w:t>
            </w:r>
          </w:p>
        </w:tc>
      </w:tr>
      <w:tr w:rsidR="007F1EEA" w14:paraId="6423E627" w14:textId="77777777">
        <w:tc>
          <w:tcPr>
            <w:tcW w:w="888" w:type="dxa"/>
            <w:vMerge/>
            <w:vAlign w:val="center"/>
          </w:tcPr>
          <w:p w14:paraId="7A7FE16A" w14:textId="77777777" w:rsidR="007F1EEA" w:rsidRDefault="007F1EEA"/>
        </w:tc>
        <w:tc>
          <w:tcPr>
            <w:tcW w:w="1301" w:type="dxa"/>
            <w:vMerge/>
            <w:vAlign w:val="center"/>
          </w:tcPr>
          <w:p w14:paraId="16F7A256" w14:textId="77777777" w:rsidR="007F1EEA" w:rsidRDefault="007F1EEA"/>
        </w:tc>
        <w:tc>
          <w:tcPr>
            <w:tcW w:w="1075" w:type="dxa"/>
            <w:gridSpan w:val="2"/>
            <w:vMerge/>
            <w:vAlign w:val="center"/>
          </w:tcPr>
          <w:p w14:paraId="351B766A" w14:textId="77777777" w:rsidR="007F1EEA" w:rsidRDefault="007F1EEA"/>
        </w:tc>
        <w:tc>
          <w:tcPr>
            <w:tcW w:w="1131" w:type="dxa"/>
            <w:vAlign w:val="center"/>
          </w:tcPr>
          <w:p w14:paraId="799A8AAF" w14:textId="77777777" w:rsidR="007F1EEA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38C75509" w14:textId="77777777" w:rsidR="007F1EEA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5215FEAE" w14:textId="77777777" w:rsidR="007F1EEA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0D82CD5" w14:textId="77777777" w:rsidR="007F1EEA" w:rsidRDefault="007F1EEA"/>
        </w:tc>
        <w:tc>
          <w:tcPr>
            <w:tcW w:w="1143" w:type="dxa"/>
            <w:vMerge/>
            <w:vAlign w:val="center"/>
          </w:tcPr>
          <w:p w14:paraId="703CB620" w14:textId="77777777" w:rsidR="007F1EEA" w:rsidRDefault="007F1EEA"/>
        </w:tc>
      </w:tr>
      <w:tr w:rsidR="007F1EEA" w14:paraId="21AD0C24" w14:textId="77777777">
        <w:tc>
          <w:tcPr>
            <w:tcW w:w="888" w:type="dxa"/>
            <w:vMerge/>
            <w:vAlign w:val="center"/>
          </w:tcPr>
          <w:p w14:paraId="5041622C" w14:textId="77777777" w:rsidR="007F1EEA" w:rsidRDefault="007F1EEA"/>
        </w:tc>
        <w:tc>
          <w:tcPr>
            <w:tcW w:w="1301" w:type="dxa"/>
            <w:vAlign w:val="center"/>
          </w:tcPr>
          <w:p w14:paraId="7760236C" w14:textId="77777777" w:rsidR="007F1EEA" w:rsidRDefault="00000000">
            <w:r>
              <w:t>1004</w:t>
            </w:r>
          </w:p>
        </w:tc>
        <w:tc>
          <w:tcPr>
            <w:tcW w:w="1075" w:type="dxa"/>
            <w:gridSpan w:val="2"/>
            <w:vAlign w:val="center"/>
          </w:tcPr>
          <w:p w14:paraId="3E3BE696" w14:textId="77777777" w:rsidR="007F1EEA" w:rsidRDefault="00000000">
            <w:r>
              <w:t>8.69</w:t>
            </w:r>
          </w:p>
        </w:tc>
        <w:tc>
          <w:tcPr>
            <w:tcW w:w="1131" w:type="dxa"/>
            <w:vAlign w:val="center"/>
          </w:tcPr>
          <w:p w14:paraId="1B09E82E" w14:textId="77777777" w:rsidR="007F1EEA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661CDE76" w14:textId="77777777" w:rsidR="007F1EEA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7C8F4615" w14:textId="77777777" w:rsidR="007F1EEA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F807F14" w14:textId="77777777" w:rsidR="007F1EEA" w:rsidRDefault="00000000">
            <w:r>
              <w:t>0.1864</w:t>
            </w:r>
          </w:p>
        </w:tc>
        <w:tc>
          <w:tcPr>
            <w:tcW w:w="1143" w:type="dxa"/>
            <w:vAlign w:val="center"/>
          </w:tcPr>
          <w:p w14:paraId="1F97E807" w14:textId="77777777" w:rsidR="007F1EEA" w:rsidRDefault="00000000">
            <w:r>
              <w:t>满足</w:t>
            </w:r>
          </w:p>
        </w:tc>
      </w:tr>
      <w:tr w:rsidR="007F1EEA" w14:paraId="098E256B" w14:textId="77777777">
        <w:tc>
          <w:tcPr>
            <w:tcW w:w="888" w:type="dxa"/>
            <w:vMerge/>
            <w:vAlign w:val="center"/>
          </w:tcPr>
          <w:p w14:paraId="06B79261" w14:textId="77777777" w:rsidR="007F1EEA" w:rsidRDefault="007F1EEA"/>
        </w:tc>
        <w:tc>
          <w:tcPr>
            <w:tcW w:w="1301" w:type="dxa"/>
            <w:vAlign w:val="center"/>
          </w:tcPr>
          <w:p w14:paraId="4B7749C9" w14:textId="77777777" w:rsidR="007F1EEA" w:rsidRDefault="00000000">
            <w:r>
              <w:t>1005</w:t>
            </w:r>
          </w:p>
        </w:tc>
        <w:tc>
          <w:tcPr>
            <w:tcW w:w="1075" w:type="dxa"/>
            <w:gridSpan w:val="2"/>
            <w:vAlign w:val="center"/>
          </w:tcPr>
          <w:p w14:paraId="3A5686DA" w14:textId="77777777" w:rsidR="007F1EEA" w:rsidRDefault="00000000">
            <w:r>
              <w:t>4.65</w:t>
            </w:r>
          </w:p>
        </w:tc>
        <w:tc>
          <w:tcPr>
            <w:tcW w:w="1131" w:type="dxa"/>
            <w:vAlign w:val="center"/>
          </w:tcPr>
          <w:p w14:paraId="24802314" w14:textId="77777777" w:rsidR="007F1EEA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62CE6D7C" w14:textId="77777777" w:rsidR="007F1EEA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244B293B" w14:textId="77777777" w:rsidR="007F1EEA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72798795" w14:textId="77777777" w:rsidR="007F1EEA" w:rsidRDefault="00000000">
            <w:r>
              <w:t>0.3484</w:t>
            </w:r>
          </w:p>
        </w:tc>
        <w:tc>
          <w:tcPr>
            <w:tcW w:w="1143" w:type="dxa"/>
            <w:vAlign w:val="center"/>
          </w:tcPr>
          <w:p w14:paraId="3B536673" w14:textId="77777777" w:rsidR="007F1EEA" w:rsidRDefault="00000000">
            <w:r>
              <w:t>满足</w:t>
            </w:r>
          </w:p>
        </w:tc>
      </w:tr>
      <w:tr w:rsidR="007F1EEA" w14:paraId="0690B43D" w14:textId="77777777">
        <w:tc>
          <w:tcPr>
            <w:tcW w:w="888" w:type="dxa"/>
            <w:vMerge w:val="restart"/>
            <w:vAlign w:val="center"/>
          </w:tcPr>
          <w:p w14:paraId="2D3E32F8" w14:textId="77777777" w:rsidR="007F1EEA" w:rsidRDefault="00000000">
            <w:r>
              <w:t>2</w:t>
            </w:r>
          </w:p>
        </w:tc>
        <w:tc>
          <w:tcPr>
            <w:tcW w:w="1301" w:type="dxa"/>
            <w:vMerge w:val="restart"/>
            <w:vAlign w:val="center"/>
          </w:tcPr>
          <w:p w14:paraId="4636174E" w14:textId="77777777" w:rsidR="007F1EEA" w:rsidRDefault="00000000">
            <w:r>
              <w:t>2001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2428E28E" w14:textId="77777777" w:rsidR="007F1EEA" w:rsidRDefault="00000000">
            <w:r>
              <w:t>23.09</w:t>
            </w:r>
          </w:p>
        </w:tc>
        <w:tc>
          <w:tcPr>
            <w:tcW w:w="1131" w:type="dxa"/>
            <w:vAlign w:val="center"/>
          </w:tcPr>
          <w:p w14:paraId="4F88258C" w14:textId="77777777" w:rsidR="007F1EEA" w:rsidRDefault="00000000">
            <w:r>
              <w:t>C0921</w:t>
            </w:r>
          </w:p>
        </w:tc>
        <w:tc>
          <w:tcPr>
            <w:tcW w:w="1415" w:type="dxa"/>
            <w:vAlign w:val="center"/>
          </w:tcPr>
          <w:p w14:paraId="35153C09" w14:textId="77777777" w:rsidR="007F1EEA" w:rsidRDefault="00000000">
            <w:r>
              <w:t>1.89</w:t>
            </w:r>
          </w:p>
        </w:tc>
        <w:tc>
          <w:tcPr>
            <w:tcW w:w="1245" w:type="dxa"/>
            <w:vAlign w:val="center"/>
          </w:tcPr>
          <w:p w14:paraId="0AACE663" w14:textId="77777777" w:rsidR="007F1EEA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260F1186" w14:textId="77777777" w:rsidR="007F1EEA" w:rsidRDefault="00000000">
            <w:r>
              <w:t>0.5185</w:t>
            </w:r>
          </w:p>
        </w:tc>
        <w:tc>
          <w:tcPr>
            <w:tcW w:w="1143" w:type="dxa"/>
            <w:vMerge w:val="restart"/>
            <w:vAlign w:val="center"/>
          </w:tcPr>
          <w:p w14:paraId="2B2005F1" w14:textId="77777777" w:rsidR="007F1EEA" w:rsidRDefault="00000000">
            <w:r>
              <w:t>满足</w:t>
            </w:r>
          </w:p>
        </w:tc>
      </w:tr>
      <w:tr w:rsidR="007F1EEA" w14:paraId="2628CBE5" w14:textId="77777777">
        <w:tc>
          <w:tcPr>
            <w:tcW w:w="888" w:type="dxa"/>
            <w:vMerge/>
            <w:vAlign w:val="center"/>
          </w:tcPr>
          <w:p w14:paraId="785F38C9" w14:textId="77777777" w:rsidR="007F1EEA" w:rsidRDefault="007F1EEA"/>
        </w:tc>
        <w:tc>
          <w:tcPr>
            <w:tcW w:w="1301" w:type="dxa"/>
            <w:vMerge/>
            <w:vAlign w:val="center"/>
          </w:tcPr>
          <w:p w14:paraId="781272CC" w14:textId="77777777" w:rsidR="007F1EEA" w:rsidRDefault="007F1EEA"/>
        </w:tc>
        <w:tc>
          <w:tcPr>
            <w:tcW w:w="1075" w:type="dxa"/>
            <w:gridSpan w:val="2"/>
            <w:vMerge/>
            <w:vAlign w:val="center"/>
          </w:tcPr>
          <w:p w14:paraId="76CAFF02" w14:textId="77777777" w:rsidR="007F1EEA" w:rsidRDefault="007F1EEA"/>
        </w:tc>
        <w:tc>
          <w:tcPr>
            <w:tcW w:w="1131" w:type="dxa"/>
            <w:vAlign w:val="center"/>
          </w:tcPr>
          <w:p w14:paraId="64A5D627" w14:textId="77777777" w:rsidR="007F1EEA" w:rsidRDefault="00000000">
            <w:r>
              <w:t>C3021</w:t>
            </w:r>
          </w:p>
        </w:tc>
        <w:tc>
          <w:tcPr>
            <w:tcW w:w="1415" w:type="dxa"/>
            <w:vAlign w:val="center"/>
          </w:tcPr>
          <w:p w14:paraId="49157BB2" w14:textId="77777777" w:rsidR="007F1EEA" w:rsidRDefault="00000000">
            <w:r>
              <w:t>6.30</w:t>
            </w:r>
          </w:p>
        </w:tc>
        <w:tc>
          <w:tcPr>
            <w:tcW w:w="1245" w:type="dxa"/>
            <w:vAlign w:val="center"/>
          </w:tcPr>
          <w:p w14:paraId="58373A39" w14:textId="77777777" w:rsidR="007F1EEA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9C17F63" w14:textId="77777777" w:rsidR="007F1EEA" w:rsidRDefault="007F1EEA"/>
        </w:tc>
        <w:tc>
          <w:tcPr>
            <w:tcW w:w="1143" w:type="dxa"/>
            <w:vMerge/>
            <w:vAlign w:val="center"/>
          </w:tcPr>
          <w:p w14:paraId="6F40DB45" w14:textId="77777777" w:rsidR="007F1EEA" w:rsidRDefault="007F1EEA"/>
        </w:tc>
      </w:tr>
      <w:tr w:rsidR="007F1EEA" w14:paraId="58AA7AD2" w14:textId="77777777">
        <w:tc>
          <w:tcPr>
            <w:tcW w:w="888" w:type="dxa"/>
            <w:vMerge/>
            <w:vAlign w:val="center"/>
          </w:tcPr>
          <w:p w14:paraId="0622E457" w14:textId="77777777" w:rsidR="007F1EEA" w:rsidRDefault="007F1EEA"/>
        </w:tc>
        <w:tc>
          <w:tcPr>
            <w:tcW w:w="1301" w:type="dxa"/>
            <w:vMerge/>
            <w:vAlign w:val="center"/>
          </w:tcPr>
          <w:p w14:paraId="039E9069" w14:textId="77777777" w:rsidR="007F1EEA" w:rsidRDefault="007F1EEA"/>
        </w:tc>
        <w:tc>
          <w:tcPr>
            <w:tcW w:w="1075" w:type="dxa"/>
            <w:gridSpan w:val="2"/>
            <w:vMerge/>
            <w:vAlign w:val="center"/>
          </w:tcPr>
          <w:p w14:paraId="7516C576" w14:textId="77777777" w:rsidR="007F1EEA" w:rsidRDefault="007F1EEA"/>
        </w:tc>
        <w:tc>
          <w:tcPr>
            <w:tcW w:w="1131" w:type="dxa"/>
            <w:vAlign w:val="center"/>
          </w:tcPr>
          <w:p w14:paraId="05A23E5A" w14:textId="77777777" w:rsidR="007F1EEA" w:rsidRDefault="00000000">
            <w:r>
              <w:t>C1821</w:t>
            </w:r>
          </w:p>
        </w:tc>
        <w:tc>
          <w:tcPr>
            <w:tcW w:w="1415" w:type="dxa"/>
            <w:vAlign w:val="center"/>
          </w:tcPr>
          <w:p w14:paraId="3C3EA730" w14:textId="77777777" w:rsidR="007F1EEA" w:rsidRDefault="00000000">
            <w:r>
              <w:t>3.78</w:t>
            </w:r>
          </w:p>
        </w:tc>
        <w:tc>
          <w:tcPr>
            <w:tcW w:w="1245" w:type="dxa"/>
            <w:vAlign w:val="center"/>
          </w:tcPr>
          <w:p w14:paraId="4AA0A185" w14:textId="77777777" w:rsidR="007F1EEA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F61574B" w14:textId="77777777" w:rsidR="007F1EEA" w:rsidRDefault="007F1EEA"/>
        </w:tc>
        <w:tc>
          <w:tcPr>
            <w:tcW w:w="1143" w:type="dxa"/>
            <w:vMerge/>
            <w:vAlign w:val="center"/>
          </w:tcPr>
          <w:p w14:paraId="245E81E9" w14:textId="77777777" w:rsidR="007F1EEA" w:rsidRDefault="007F1EEA"/>
        </w:tc>
      </w:tr>
      <w:tr w:rsidR="007F1EEA" w14:paraId="2B9CA8EA" w14:textId="77777777">
        <w:tc>
          <w:tcPr>
            <w:tcW w:w="888" w:type="dxa"/>
            <w:vMerge/>
            <w:vAlign w:val="center"/>
          </w:tcPr>
          <w:p w14:paraId="1F36A674" w14:textId="77777777" w:rsidR="007F1EEA" w:rsidRDefault="007F1EEA"/>
        </w:tc>
        <w:tc>
          <w:tcPr>
            <w:tcW w:w="1301" w:type="dxa"/>
            <w:vMerge w:val="restart"/>
            <w:vAlign w:val="center"/>
          </w:tcPr>
          <w:p w14:paraId="0E9C73A8" w14:textId="77777777" w:rsidR="007F1EEA" w:rsidRDefault="00000000">
            <w:r>
              <w:t>2002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230D9A66" w14:textId="77777777" w:rsidR="007F1EEA" w:rsidRDefault="00000000">
            <w:r>
              <w:t>19.87</w:t>
            </w:r>
          </w:p>
        </w:tc>
        <w:tc>
          <w:tcPr>
            <w:tcW w:w="1131" w:type="dxa"/>
            <w:vAlign w:val="center"/>
          </w:tcPr>
          <w:p w14:paraId="5BE8EE87" w14:textId="77777777" w:rsidR="007F1EEA" w:rsidRDefault="00000000">
            <w:r>
              <w:t>C2121</w:t>
            </w:r>
          </w:p>
        </w:tc>
        <w:tc>
          <w:tcPr>
            <w:tcW w:w="1415" w:type="dxa"/>
            <w:vAlign w:val="center"/>
          </w:tcPr>
          <w:p w14:paraId="1213A915" w14:textId="77777777" w:rsidR="007F1EEA" w:rsidRDefault="00000000">
            <w:r>
              <w:t>4.41</w:t>
            </w:r>
          </w:p>
        </w:tc>
        <w:tc>
          <w:tcPr>
            <w:tcW w:w="1245" w:type="dxa"/>
            <w:vAlign w:val="center"/>
          </w:tcPr>
          <w:p w14:paraId="174A3DA8" w14:textId="77777777" w:rsidR="007F1EEA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162C2442" w14:textId="77777777" w:rsidR="007F1EEA" w:rsidRDefault="00000000">
            <w:r>
              <w:t>0.4439</w:t>
            </w:r>
          </w:p>
        </w:tc>
        <w:tc>
          <w:tcPr>
            <w:tcW w:w="1143" w:type="dxa"/>
            <w:vMerge w:val="restart"/>
            <w:vAlign w:val="center"/>
          </w:tcPr>
          <w:p w14:paraId="3677C3BB" w14:textId="77777777" w:rsidR="007F1EEA" w:rsidRDefault="00000000">
            <w:r>
              <w:t>满足</w:t>
            </w:r>
          </w:p>
        </w:tc>
      </w:tr>
      <w:tr w:rsidR="007F1EEA" w14:paraId="24C6D7B4" w14:textId="77777777">
        <w:tc>
          <w:tcPr>
            <w:tcW w:w="888" w:type="dxa"/>
            <w:vMerge/>
            <w:vAlign w:val="center"/>
          </w:tcPr>
          <w:p w14:paraId="3408D387" w14:textId="77777777" w:rsidR="007F1EEA" w:rsidRDefault="007F1EEA"/>
        </w:tc>
        <w:tc>
          <w:tcPr>
            <w:tcW w:w="1301" w:type="dxa"/>
            <w:vMerge/>
            <w:vAlign w:val="center"/>
          </w:tcPr>
          <w:p w14:paraId="51A7B690" w14:textId="77777777" w:rsidR="007F1EEA" w:rsidRDefault="007F1EEA"/>
        </w:tc>
        <w:tc>
          <w:tcPr>
            <w:tcW w:w="1075" w:type="dxa"/>
            <w:gridSpan w:val="2"/>
            <w:vMerge/>
            <w:vAlign w:val="center"/>
          </w:tcPr>
          <w:p w14:paraId="2A1387F5" w14:textId="77777777" w:rsidR="007F1EEA" w:rsidRDefault="007F1EEA"/>
        </w:tc>
        <w:tc>
          <w:tcPr>
            <w:tcW w:w="1131" w:type="dxa"/>
            <w:vAlign w:val="center"/>
          </w:tcPr>
          <w:p w14:paraId="4A538D15" w14:textId="77777777" w:rsidR="007F1EEA" w:rsidRDefault="00000000">
            <w:r>
              <w:t>C2121</w:t>
            </w:r>
          </w:p>
        </w:tc>
        <w:tc>
          <w:tcPr>
            <w:tcW w:w="1415" w:type="dxa"/>
            <w:vAlign w:val="center"/>
          </w:tcPr>
          <w:p w14:paraId="0258389F" w14:textId="77777777" w:rsidR="007F1EEA" w:rsidRDefault="00000000">
            <w:r>
              <w:t>4.41</w:t>
            </w:r>
          </w:p>
        </w:tc>
        <w:tc>
          <w:tcPr>
            <w:tcW w:w="1245" w:type="dxa"/>
            <w:vAlign w:val="center"/>
          </w:tcPr>
          <w:p w14:paraId="0D80E503" w14:textId="77777777" w:rsidR="007F1EEA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4DE4EE1" w14:textId="77777777" w:rsidR="007F1EEA" w:rsidRDefault="007F1EEA"/>
        </w:tc>
        <w:tc>
          <w:tcPr>
            <w:tcW w:w="1143" w:type="dxa"/>
            <w:vMerge/>
            <w:vAlign w:val="center"/>
          </w:tcPr>
          <w:p w14:paraId="7F84CD59" w14:textId="77777777" w:rsidR="007F1EEA" w:rsidRDefault="007F1EEA"/>
        </w:tc>
      </w:tr>
      <w:tr w:rsidR="007F1EEA" w14:paraId="327A3F7F" w14:textId="77777777">
        <w:tc>
          <w:tcPr>
            <w:tcW w:w="888" w:type="dxa"/>
            <w:vMerge/>
            <w:vAlign w:val="center"/>
          </w:tcPr>
          <w:p w14:paraId="7B4DDE57" w14:textId="77777777" w:rsidR="007F1EEA" w:rsidRDefault="007F1EEA"/>
        </w:tc>
        <w:tc>
          <w:tcPr>
            <w:tcW w:w="1301" w:type="dxa"/>
            <w:vMerge w:val="restart"/>
            <w:vAlign w:val="center"/>
          </w:tcPr>
          <w:p w14:paraId="7557BA85" w14:textId="77777777" w:rsidR="007F1EEA" w:rsidRDefault="00000000">
            <w:r>
              <w:t>2003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419B7787" w14:textId="77777777" w:rsidR="007F1EEA" w:rsidRDefault="00000000">
            <w:r>
              <w:t>13.97</w:t>
            </w:r>
          </w:p>
        </w:tc>
        <w:tc>
          <w:tcPr>
            <w:tcW w:w="1131" w:type="dxa"/>
            <w:vAlign w:val="center"/>
          </w:tcPr>
          <w:p w14:paraId="04454F96" w14:textId="77777777" w:rsidR="007F1EEA" w:rsidRDefault="00000000">
            <w:r>
              <w:t>C0921</w:t>
            </w:r>
          </w:p>
        </w:tc>
        <w:tc>
          <w:tcPr>
            <w:tcW w:w="1415" w:type="dxa"/>
            <w:vAlign w:val="center"/>
          </w:tcPr>
          <w:p w14:paraId="720AE34A" w14:textId="77777777" w:rsidR="007F1EEA" w:rsidRDefault="00000000">
            <w:r>
              <w:t>1.89</w:t>
            </w:r>
          </w:p>
        </w:tc>
        <w:tc>
          <w:tcPr>
            <w:tcW w:w="1245" w:type="dxa"/>
            <w:vAlign w:val="center"/>
          </w:tcPr>
          <w:p w14:paraId="26BE77C2" w14:textId="77777777" w:rsidR="007F1EEA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74051A46" w14:textId="77777777" w:rsidR="007F1EEA" w:rsidRDefault="00000000">
            <w:r>
              <w:t>0.4060</w:t>
            </w:r>
          </w:p>
        </w:tc>
        <w:tc>
          <w:tcPr>
            <w:tcW w:w="1143" w:type="dxa"/>
            <w:vMerge w:val="restart"/>
            <w:vAlign w:val="center"/>
          </w:tcPr>
          <w:p w14:paraId="02CDF69B" w14:textId="77777777" w:rsidR="007F1EEA" w:rsidRDefault="00000000">
            <w:r>
              <w:t>满足</w:t>
            </w:r>
          </w:p>
        </w:tc>
      </w:tr>
      <w:tr w:rsidR="007F1EEA" w14:paraId="55350F3F" w14:textId="77777777">
        <w:tc>
          <w:tcPr>
            <w:tcW w:w="888" w:type="dxa"/>
            <w:vMerge/>
            <w:vAlign w:val="center"/>
          </w:tcPr>
          <w:p w14:paraId="16E2C4E8" w14:textId="77777777" w:rsidR="007F1EEA" w:rsidRDefault="007F1EEA"/>
        </w:tc>
        <w:tc>
          <w:tcPr>
            <w:tcW w:w="1301" w:type="dxa"/>
            <w:vMerge/>
            <w:vAlign w:val="center"/>
          </w:tcPr>
          <w:p w14:paraId="14A8B3A1" w14:textId="77777777" w:rsidR="007F1EEA" w:rsidRDefault="007F1EEA"/>
        </w:tc>
        <w:tc>
          <w:tcPr>
            <w:tcW w:w="1075" w:type="dxa"/>
            <w:gridSpan w:val="2"/>
            <w:vMerge/>
            <w:vAlign w:val="center"/>
          </w:tcPr>
          <w:p w14:paraId="26FFD592" w14:textId="77777777" w:rsidR="007F1EEA" w:rsidRDefault="007F1EEA"/>
        </w:tc>
        <w:tc>
          <w:tcPr>
            <w:tcW w:w="1131" w:type="dxa"/>
            <w:vAlign w:val="center"/>
          </w:tcPr>
          <w:p w14:paraId="3FB110B7" w14:textId="77777777" w:rsidR="007F1EEA" w:rsidRDefault="00000000">
            <w:r>
              <w:t>C0921</w:t>
            </w:r>
          </w:p>
        </w:tc>
        <w:tc>
          <w:tcPr>
            <w:tcW w:w="1415" w:type="dxa"/>
            <w:vAlign w:val="center"/>
          </w:tcPr>
          <w:p w14:paraId="06DB0BAF" w14:textId="77777777" w:rsidR="007F1EEA" w:rsidRDefault="00000000">
            <w:r>
              <w:t>1.89</w:t>
            </w:r>
          </w:p>
        </w:tc>
        <w:tc>
          <w:tcPr>
            <w:tcW w:w="1245" w:type="dxa"/>
            <w:vAlign w:val="center"/>
          </w:tcPr>
          <w:p w14:paraId="1C5BEBD4" w14:textId="77777777" w:rsidR="007F1EEA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D72E0C9" w14:textId="77777777" w:rsidR="007F1EEA" w:rsidRDefault="007F1EEA"/>
        </w:tc>
        <w:tc>
          <w:tcPr>
            <w:tcW w:w="1143" w:type="dxa"/>
            <w:vMerge/>
            <w:vAlign w:val="center"/>
          </w:tcPr>
          <w:p w14:paraId="0B263E6A" w14:textId="77777777" w:rsidR="007F1EEA" w:rsidRDefault="007F1EEA"/>
        </w:tc>
      </w:tr>
      <w:tr w:rsidR="007F1EEA" w14:paraId="499D960F" w14:textId="77777777">
        <w:tc>
          <w:tcPr>
            <w:tcW w:w="888" w:type="dxa"/>
            <w:vMerge/>
            <w:vAlign w:val="center"/>
          </w:tcPr>
          <w:p w14:paraId="6F96BA34" w14:textId="77777777" w:rsidR="007F1EEA" w:rsidRDefault="007F1EEA"/>
        </w:tc>
        <w:tc>
          <w:tcPr>
            <w:tcW w:w="1301" w:type="dxa"/>
            <w:vMerge/>
            <w:vAlign w:val="center"/>
          </w:tcPr>
          <w:p w14:paraId="04724053" w14:textId="77777777" w:rsidR="007F1EEA" w:rsidRDefault="007F1EEA"/>
        </w:tc>
        <w:tc>
          <w:tcPr>
            <w:tcW w:w="1075" w:type="dxa"/>
            <w:gridSpan w:val="2"/>
            <w:vMerge/>
            <w:vAlign w:val="center"/>
          </w:tcPr>
          <w:p w14:paraId="2E1A6521" w14:textId="77777777" w:rsidR="007F1EEA" w:rsidRDefault="007F1EEA"/>
        </w:tc>
        <w:tc>
          <w:tcPr>
            <w:tcW w:w="1131" w:type="dxa"/>
            <w:vAlign w:val="center"/>
          </w:tcPr>
          <w:p w14:paraId="45A66693" w14:textId="77777777" w:rsidR="007F1EEA" w:rsidRDefault="00000000">
            <w:r>
              <w:t>C0921</w:t>
            </w:r>
          </w:p>
        </w:tc>
        <w:tc>
          <w:tcPr>
            <w:tcW w:w="1415" w:type="dxa"/>
            <w:vAlign w:val="center"/>
          </w:tcPr>
          <w:p w14:paraId="1BB9E91A" w14:textId="77777777" w:rsidR="007F1EEA" w:rsidRDefault="00000000">
            <w:r>
              <w:t>1.89</w:t>
            </w:r>
          </w:p>
        </w:tc>
        <w:tc>
          <w:tcPr>
            <w:tcW w:w="1245" w:type="dxa"/>
            <w:vAlign w:val="center"/>
          </w:tcPr>
          <w:p w14:paraId="463039CD" w14:textId="77777777" w:rsidR="007F1EEA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3263F85" w14:textId="77777777" w:rsidR="007F1EEA" w:rsidRDefault="007F1EEA"/>
        </w:tc>
        <w:tc>
          <w:tcPr>
            <w:tcW w:w="1143" w:type="dxa"/>
            <w:vMerge/>
            <w:vAlign w:val="center"/>
          </w:tcPr>
          <w:p w14:paraId="2D5FA730" w14:textId="77777777" w:rsidR="007F1EEA" w:rsidRDefault="007F1EEA"/>
        </w:tc>
      </w:tr>
      <w:tr w:rsidR="007F1EEA" w14:paraId="56FA372B" w14:textId="77777777">
        <w:tc>
          <w:tcPr>
            <w:tcW w:w="888" w:type="dxa"/>
            <w:vMerge/>
            <w:vAlign w:val="center"/>
          </w:tcPr>
          <w:p w14:paraId="3D928B13" w14:textId="77777777" w:rsidR="007F1EEA" w:rsidRDefault="007F1EEA"/>
        </w:tc>
        <w:tc>
          <w:tcPr>
            <w:tcW w:w="1301" w:type="dxa"/>
            <w:vAlign w:val="center"/>
          </w:tcPr>
          <w:p w14:paraId="39EE38A3" w14:textId="77777777" w:rsidR="007F1EEA" w:rsidRDefault="00000000">
            <w:r>
              <w:t>2004</w:t>
            </w:r>
          </w:p>
        </w:tc>
        <w:tc>
          <w:tcPr>
            <w:tcW w:w="1075" w:type="dxa"/>
            <w:gridSpan w:val="2"/>
            <w:vAlign w:val="center"/>
          </w:tcPr>
          <w:p w14:paraId="02FF8BCD" w14:textId="77777777" w:rsidR="007F1EEA" w:rsidRDefault="00000000">
            <w:r>
              <w:t>9.13</w:t>
            </w:r>
          </w:p>
        </w:tc>
        <w:tc>
          <w:tcPr>
            <w:tcW w:w="1131" w:type="dxa"/>
            <w:vAlign w:val="center"/>
          </w:tcPr>
          <w:p w14:paraId="20A2EEFF" w14:textId="77777777" w:rsidR="007F1EEA" w:rsidRDefault="00000000">
            <w:r>
              <w:t>C0921</w:t>
            </w:r>
          </w:p>
        </w:tc>
        <w:tc>
          <w:tcPr>
            <w:tcW w:w="1415" w:type="dxa"/>
            <w:vAlign w:val="center"/>
          </w:tcPr>
          <w:p w14:paraId="25B776F8" w14:textId="77777777" w:rsidR="007F1EEA" w:rsidRDefault="00000000">
            <w:r>
              <w:t>1.89</w:t>
            </w:r>
          </w:p>
        </w:tc>
        <w:tc>
          <w:tcPr>
            <w:tcW w:w="1245" w:type="dxa"/>
            <w:vAlign w:val="center"/>
          </w:tcPr>
          <w:p w14:paraId="0A5BD9C5" w14:textId="77777777" w:rsidR="007F1EEA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00BE0D99" w14:textId="77777777" w:rsidR="007F1EEA" w:rsidRDefault="00000000">
            <w:r>
              <w:t>0.2070</w:t>
            </w:r>
          </w:p>
        </w:tc>
        <w:tc>
          <w:tcPr>
            <w:tcW w:w="1143" w:type="dxa"/>
            <w:vAlign w:val="center"/>
          </w:tcPr>
          <w:p w14:paraId="161C4E72" w14:textId="77777777" w:rsidR="007F1EEA" w:rsidRDefault="00000000">
            <w:r>
              <w:t>满足</w:t>
            </w:r>
          </w:p>
        </w:tc>
      </w:tr>
      <w:tr w:rsidR="007F1EEA" w14:paraId="03BD878C" w14:textId="77777777">
        <w:tc>
          <w:tcPr>
            <w:tcW w:w="888" w:type="dxa"/>
            <w:vMerge/>
            <w:vAlign w:val="center"/>
          </w:tcPr>
          <w:p w14:paraId="58234419" w14:textId="77777777" w:rsidR="007F1EEA" w:rsidRDefault="007F1EEA"/>
        </w:tc>
        <w:tc>
          <w:tcPr>
            <w:tcW w:w="1301" w:type="dxa"/>
            <w:vAlign w:val="center"/>
          </w:tcPr>
          <w:p w14:paraId="5BF86293" w14:textId="77777777" w:rsidR="007F1EEA" w:rsidRDefault="00000000">
            <w:r>
              <w:t>2005</w:t>
            </w:r>
          </w:p>
        </w:tc>
        <w:tc>
          <w:tcPr>
            <w:tcW w:w="1075" w:type="dxa"/>
            <w:gridSpan w:val="2"/>
            <w:vAlign w:val="center"/>
          </w:tcPr>
          <w:p w14:paraId="62EA8607" w14:textId="77777777" w:rsidR="007F1EEA" w:rsidRDefault="00000000">
            <w:r>
              <w:t>7.47</w:t>
            </w:r>
          </w:p>
        </w:tc>
        <w:tc>
          <w:tcPr>
            <w:tcW w:w="1131" w:type="dxa"/>
            <w:vAlign w:val="center"/>
          </w:tcPr>
          <w:p w14:paraId="5A24B892" w14:textId="77777777" w:rsidR="007F1EEA" w:rsidRDefault="00000000">
            <w:r>
              <w:t>C0921</w:t>
            </w:r>
          </w:p>
        </w:tc>
        <w:tc>
          <w:tcPr>
            <w:tcW w:w="1415" w:type="dxa"/>
            <w:vAlign w:val="center"/>
          </w:tcPr>
          <w:p w14:paraId="4DC9A6CF" w14:textId="77777777" w:rsidR="007F1EEA" w:rsidRDefault="00000000">
            <w:r>
              <w:t>1.89</w:t>
            </w:r>
          </w:p>
        </w:tc>
        <w:tc>
          <w:tcPr>
            <w:tcW w:w="1245" w:type="dxa"/>
            <w:vAlign w:val="center"/>
          </w:tcPr>
          <w:p w14:paraId="4C113102" w14:textId="77777777" w:rsidR="007F1EEA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4A920373" w14:textId="77777777" w:rsidR="007F1EEA" w:rsidRDefault="00000000">
            <w:r>
              <w:t>0.2530</w:t>
            </w:r>
          </w:p>
        </w:tc>
        <w:tc>
          <w:tcPr>
            <w:tcW w:w="1143" w:type="dxa"/>
            <w:vAlign w:val="center"/>
          </w:tcPr>
          <w:p w14:paraId="5E9B37EE" w14:textId="77777777" w:rsidR="007F1EEA" w:rsidRDefault="00000000">
            <w:r>
              <w:t>满足</w:t>
            </w:r>
          </w:p>
        </w:tc>
      </w:tr>
      <w:tr w:rsidR="007F1EEA" w14:paraId="04BC1193" w14:textId="77777777">
        <w:tc>
          <w:tcPr>
            <w:tcW w:w="888" w:type="dxa"/>
            <w:vMerge/>
            <w:vAlign w:val="center"/>
          </w:tcPr>
          <w:p w14:paraId="1905B06C" w14:textId="77777777" w:rsidR="007F1EEA" w:rsidRDefault="007F1EEA"/>
        </w:tc>
        <w:tc>
          <w:tcPr>
            <w:tcW w:w="1301" w:type="dxa"/>
            <w:vAlign w:val="center"/>
          </w:tcPr>
          <w:p w14:paraId="0A4DD94F" w14:textId="77777777" w:rsidR="007F1EEA" w:rsidRDefault="00000000">
            <w:r>
              <w:t>2007</w:t>
            </w:r>
          </w:p>
        </w:tc>
        <w:tc>
          <w:tcPr>
            <w:tcW w:w="1075" w:type="dxa"/>
            <w:gridSpan w:val="2"/>
            <w:vAlign w:val="center"/>
          </w:tcPr>
          <w:p w14:paraId="67965668" w14:textId="77777777" w:rsidR="007F1EEA" w:rsidRDefault="00000000">
            <w:r>
              <w:t>5.67</w:t>
            </w:r>
          </w:p>
        </w:tc>
        <w:tc>
          <w:tcPr>
            <w:tcW w:w="1131" w:type="dxa"/>
            <w:vAlign w:val="center"/>
          </w:tcPr>
          <w:p w14:paraId="0D7DC227" w14:textId="77777777" w:rsidR="007F1EEA" w:rsidRDefault="00000000">
            <w:r>
              <w:t>C0921</w:t>
            </w:r>
          </w:p>
        </w:tc>
        <w:tc>
          <w:tcPr>
            <w:tcW w:w="1415" w:type="dxa"/>
            <w:vAlign w:val="center"/>
          </w:tcPr>
          <w:p w14:paraId="2C8E1B00" w14:textId="77777777" w:rsidR="007F1EEA" w:rsidRDefault="00000000">
            <w:r>
              <w:t>1.89</w:t>
            </w:r>
          </w:p>
        </w:tc>
        <w:tc>
          <w:tcPr>
            <w:tcW w:w="1245" w:type="dxa"/>
            <w:vAlign w:val="center"/>
          </w:tcPr>
          <w:p w14:paraId="62AE97C1" w14:textId="77777777" w:rsidR="007F1EEA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F00AF43" w14:textId="77777777" w:rsidR="007F1EEA" w:rsidRDefault="00000000">
            <w:r>
              <w:t>0.3333</w:t>
            </w:r>
          </w:p>
        </w:tc>
        <w:tc>
          <w:tcPr>
            <w:tcW w:w="1143" w:type="dxa"/>
            <w:vAlign w:val="center"/>
          </w:tcPr>
          <w:p w14:paraId="3850899D" w14:textId="77777777" w:rsidR="007F1EEA" w:rsidRDefault="00000000">
            <w:r>
              <w:t>满足</w:t>
            </w:r>
          </w:p>
        </w:tc>
      </w:tr>
      <w:tr w:rsidR="007F1EEA" w14:paraId="276C5E37" w14:textId="77777777">
        <w:tc>
          <w:tcPr>
            <w:tcW w:w="888" w:type="dxa"/>
            <w:vMerge/>
            <w:vAlign w:val="center"/>
          </w:tcPr>
          <w:p w14:paraId="3DFAD718" w14:textId="77777777" w:rsidR="007F1EEA" w:rsidRDefault="007F1EEA"/>
        </w:tc>
        <w:tc>
          <w:tcPr>
            <w:tcW w:w="1301" w:type="dxa"/>
            <w:vAlign w:val="center"/>
          </w:tcPr>
          <w:p w14:paraId="5B1A9161" w14:textId="77777777" w:rsidR="007F1EEA" w:rsidRDefault="00000000">
            <w:r>
              <w:t>2008</w:t>
            </w:r>
          </w:p>
        </w:tc>
        <w:tc>
          <w:tcPr>
            <w:tcW w:w="1075" w:type="dxa"/>
            <w:gridSpan w:val="2"/>
            <w:vAlign w:val="center"/>
          </w:tcPr>
          <w:p w14:paraId="25481207" w14:textId="77777777" w:rsidR="007F1EEA" w:rsidRDefault="00000000">
            <w:r>
              <w:t>3.84</w:t>
            </w:r>
          </w:p>
        </w:tc>
        <w:tc>
          <w:tcPr>
            <w:tcW w:w="1131" w:type="dxa"/>
            <w:vAlign w:val="center"/>
          </w:tcPr>
          <w:p w14:paraId="58E85D93" w14:textId="77777777" w:rsidR="007F1EEA" w:rsidRDefault="00000000">
            <w:r>
              <w:t>C0921</w:t>
            </w:r>
          </w:p>
        </w:tc>
        <w:tc>
          <w:tcPr>
            <w:tcW w:w="1415" w:type="dxa"/>
            <w:vAlign w:val="center"/>
          </w:tcPr>
          <w:p w14:paraId="655AB1BB" w14:textId="77777777" w:rsidR="007F1EEA" w:rsidRDefault="00000000">
            <w:r>
              <w:t>1.89</w:t>
            </w:r>
          </w:p>
        </w:tc>
        <w:tc>
          <w:tcPr>
            <w:tcW w:w="1245" w:type="dxa"/>
            <w:vAlign w:val="center"/>
          </w:tcPr>
          <w:p w14:paraId="63615143" w14:textId="77777777" w:rsidR="007F1EEA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7775A9F" w14:textId="77777777" w:rsidR="007F1EEA" w:rsidRDefault="00000000">
            <w:r>
              <w:t>0.4919</w:t>
            </w:r>
          </w:p>
        </w:tc>
        <w:tc>
          <w:tcPr>
            <w:tcW w:w="1143" w:type="dxa"/>
            <w:vAlign w:val="center"/>
          </w:tcPr>
          <w:p w14:paraId="28DC5317" w14:textId="77777777" w:rsidR="007F1EEA" w:rsidRDefault="00000000">
            <w:r>
              <w:t>满足</w:t>
            </w:r>
          </w:p>
        </w:tc>
      </w:tr>
      <w:tr w:rsidR="007F1EEA" w14:paraId="0408D2CE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03673B0D" w14:textId="77777777" w:rsidR="007F1EEA" w:rsidRDefault="00000000">
            <w:r>
              <w:t>标准依据</w:t>
            </w:r>
          </w:p>
        </w:tc>
        <w:tc>
          <w:tcPr>
            <w:tcW w:w="7069" w:type="dxa"/>
            <w:gridSpan w:val="6"/>
            <w:vAlign w:val="center"/>
          </w:tcPr>
          <w:p w14:paraId="2A5117BF" w14:textId="77777777" w:rsidR="007F1EEA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3.1.18</w:t>
            </w:r>
            <w:r>
              <w:t>条</w:t>
            </w:r>
          </w:p>
        </w:tc>
      </w:tr>
      <w:tr w:rsidR="007F1EEA" w14:paraId="354ABCE2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618BE933" w14:textId="77777777" w:rsidR="007F1EEA" w:rsidRDefault="00000000">
            <w:r>
              <w:t>标准要求</w:t>
            </w:r>
          </w:p>
        </w:tc>
        <w:tc>
          <w:tcPr>
            <w:tcW w:w="7069" w:type="dxa"/>
            <w:gridSpan w:val="6"/>
            <w:vAlign w:val="center"/>
          </w:tcPr>
          <w:p w14:paraId="4F7E247D" w14:textId="77777777" w:rsidR="007F1EEA" w:rsidRDefault="00000000">
            <w:r>
              <w:t>建筑的卧室、书房、客厅等主要房间的房间窗地面积比不应小于</w:t>
            </w:r>
            <w:r>
              <w:t>1/7</w:t>
            </w:r>
          </w:p>
        </w:tc>
      </w:tr>
      <w:tr w:rsidR="007F1EEA" w14:paraId="14B69EFA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0F3CEC0B" w14:textId="77777777" w:rsidR="007F1EEA" w:rsidRDefault="00000000">
            <w:r>
              <w:t>结论</w:t>
            </w:r>
          </w:p>
        </w:tc>
        <w:tc>
          <w:tcPr>
            <w:tcW w:w="7069" w:type="dxa"/>
            <w:gridSpan w:val="6"/>
            <w:vAlign w:val="center"/>
          </w:tcPr>
          <w:p w14:paraId="2F380F7B" w14:textId="77777777" w:rsidR="007F1EEA" w:rsidRDefault="00000000">
            <w:r>
              <w:t>满足</w:t>
            </w:r>
          </w:p>
        </w:tc>
      </w:tr>
    </w:tbl>
    <w:p w14:paraId="3CFDA6A0" w14:textId="77777777" w:rsidR="007F1EEA" w:rsidRDefault="007F1EEA"/>
    <w:p w14:paraId="69EE1EBD" w14:textId="77777777" w:rsidR="007F1EEA" w:rsidRDefault="00000000">
      <w:pPr>
        <w:pStyle w:val="2"/>
      </w:pPr>
      <w:r>
        <w:t>规定性指标检查结论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7F1EEA" w14:paraId="5007416C" w14:textId="77777777">
        <w:tc>
          <w:tcPr>
            <w:tcW w:w="1131" w:type="dxa"/>
            <w:shd w:val="clear" w:color="auto" w:fill="E6E6E6"/>
            <w:vAlign w:val="center"/>
          </w:tcPr>
          <w:p w14:paraId="6F1E37F6" w14:textId="77777777" w:rsidR="007F1EEA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7555C982" w14:textId="77777777" w:rsidR="007F1EEA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772064DA" w14:textId="77777777" w:rsidR="007F1EEA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30C9FD4D" w14:textId="77777777" w:rsidR="007F1EEA" w:rsidRDefault="00000000">
            <w:pPr>
              <w:jc w:val="center"/>
            </w:pPr>
            <w:r>
              <w:t>可否性能权衡</w:t>
            </w:r>
          </w:p>
        </w:tc>
      </w:tr>
      <w:tr w:rsidR="007F1EEA" w14:paraId="592F17C9" w14:textId="77777777">
        <w:tc>
          <w:tcPr>
            <w:tcW w:w="1131" w:type="dxa"/>
            <w:vAlign w:val="center"/>
          </w:tcPr>
          <w:p w14:paraId="4165ACE4" w14:textId="77777777" w:rsidR="007F1EEA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74A68CCD" w14:textId="77777777" w:rsidR="007F1EEA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14:paraId="34749CD8" w14:textId="77777777" w:rsidR="007F1EEA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78B1D46B" w14:textId="77777777" w:rsidR="007F1EEA" w:rsidRDefault="00000000">
            <w:r>
              <w:t>可</w:t>
            </w:r>
          </w:p>
        </w:tc>
      </w:tr>
      <w:tr w:rsidR="007F1EEA" w14:paraId="0C5CE5BD" w14:textId="77777777">
        <w:tc>
          <w:tcPr>
            <w:tcW w:w="1131" w:type="dxa"/>
            <w:vAlign w:val="center"/>
          </w:tcPr>
          <w:p w14:paraId="7EB0713A" w14:textId="77777777" w:rsidR="007F1EEA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51F4BDE6" w14:textId="77777777" w:rsidR="007F1EEA" w:rsidRDefault="00000000">
            <w:r>
              <w:t>窗墙比</w:t>
            </w:r>
          </w:p>
        </w:tc>
        <w:tc>
          <w:tcPr>
            <w:tcW w:w="2150" w:type="dxa"/>
            <w:vAlign w:val="center"/>
          </w:tcPr>
          <w:p w14:paraId="3525F5E6" w14:textId="77777777" w:rsidR="007F1EEA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0C574E20" w14:textId="77777777" w:rsidR="007F1EEA" w:rsidRDefault="00000000">
            <w:r>
              <w:t>可</w:t>
            </w:r>
          </w:p>
        </w:tc>
      </w:tr>
      <w:tr w:rsidR="007F1EEA" w14:paraId="36265B4E" w14:textId="77777777">
        <w:tc>
          <w:tcPr>
            <w:tcW w:w="1131" w:type="dxa"/>
            <w:vAlign w:val="center"/>
          </w:tcPr>
          <w:p w14:paraId="62E63B68" w14:textId="77777777" w:rsidR="007F1EEA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3581E404" w14:textId="77777777" w:rsidR="007F1EEA" w:rsidRDefault="00000000">
            <w:r>
              <w:t>可权衡判断窗墙面积比检查</w:t>
            </w:r>
          </w:p>
        </w:tc>
        <w:tc>
          <w:tcPr>
            <w:tcW w:w="2150" w:type="dxa"/>
            <w:vAlign w:val="center"/>
          </w:tcPr>
          <w:p w14:paraId="5315421F" w14:textId="77777777" w:rsidR="007F1EEA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19682D7" w14:textId="77777777" w:rsidR="007F1EEA" w:rsidRDefault="007F1EEA"/>
        </w:tc>
      </w:tr>
      <w:tr w:rsidR="007F1EEA" w14:paraId="058263A6" w14:textId="77777777">
        <w:tc>
          <w:tcPr>
            <w:tcW w:w="1131" w:type="dxa"/>
            <w:vAlign w:val="center"/>
          </w:tcPr>
          <w:p w14:paraId="78899A12" w14:textId="77777777" w:rsidR="007F1EEA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51E8A378" w14:textId="77777777" w:rsidR="007F1EEA" w:rsidRDefault="00000000">
            <w:r>
              <w:t>天窗传热系数</w:t>
            </w:r>
          </w:p>
        </w:tc>
        <w:tc>
          <w:tcPr>
            <w:tcW w:w="2150" w:type="dxa"/>
            <w:vAlign w:val="center"/>
          </w:tcPr>
          <w:p w14:paraId="64D4010B" w14:textId="77777777" w:rsidR="007F1EEA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3438E3A8" w14:textId="77777777" w:rsidR="007F1EEA" w:rsidRDefault="007F1EEA"/>
        </w:tc>
      </w:tr>
      <w:tr w:rsidR="007F1EEA" w14:paraId="6AA33F75" w14:textId="77777777">
        <w:tc>
          <w:tcPr>
            <w:tcW w:w="1131" w:type="dxa"/>
            <w:vAlign w:val="center"/>
          </w:tcPr>
          <w:p w14:paraId="763592F2" w14:textId="77777777" w:rsidR="007F1EEA" w:rsidRDefault="00000000">
            <w:r>
              <w:lastRenderedPageBreak/>
              <w:t>5</w:t>
            </w:r>
          </w:p>
        </w:tc>
        <w:tc>
          <w:tcPr>
            <w:tcW w:w="4069" w:type="dxa"/>
            <w:vAlign w:val="center"/>
          </w:tcPr>
          <w:p w14:paraId="00533E3C" w14:textId="77777777" w:rsidR="007F1EEA" w:rsidRDefault="00000000">
            <w:r>
              <w:t>天窗太阳得热系数</w:t>
            </w:r>
          </w:p>
        </w:tc>
        <w:tc>
          <w:tcPr>
            <w:tcW w:w="2150" w:type="dxa"/>
            <w:vAlign w:val="center"/>
          </w:tcPr>
          <w:p w14:paraId="14874211" w14:textId="77777777" w:rsidR="007F1EEA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23FE377B" w14:textId="77777777" w:rsidR="007F1EEA" w:rsidRDefault="007F1EEA"/>
        </w:tc>
      </w:tr>
      <w:tr w:rsidR="007F1EEA" w14:paraId="1128683B" w14:textId="77777777">
        <w:tc>
          <w:tcPr>
            <w:tcW w:w="1131" w:type="dxa"/>
            <w:vAlign w:val="center"/>
          </w:tcPr>
          <w:p w14:paraId="13C64C64" w14:textId="77777777" w:rsidR="007F1EEA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396D467C" w14:textId="77777777" w:rsidR="007F1EEA" w:rsidRDefault="00000000">
            <w:r>
              <w:t>屋顶</w:t>
            </w:r>
          </w:p>
        </w:tc>
        <w:tc>
          <w:tcPr>
            <w:tcW w:w="2150" w:type="dxa"/>
            <w:vAlign w:val="center"/>
          </w:tcPr>
          <w:p w14:paraId="3035D8B1" w14:textId="77777777" w:rsidR="007F1EEA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1CC6C962" w14:textId="77777777" w:rsidR="007F1EEA" w:rsidRDefault="00000000">
            <w:r>
              <w:t>不可</w:t>
            </w:r>
          </w:p>
        </w:tc>
      </w:tr>
      <w:tr w:rsidR="007F1EEA" w14:paraId="4E978568" w14:textId="77777777">
        <w:tc>
          <w:tcPr>
            <w:tcW w:w="1131" w:type="dxa"/>
            <w:vAlign w:val="center"/>
          </w:tcPr>
          <w:p w14:paraId="563358AE" w14:textId="77777777" w:rsidR="007F1EEA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0ADDDC5D" w14:textId="77777777" w:rsidR="007F1EEA" w:rsidRDefault="00000000">
            <w:r>
              <w:t>外墙</w:t>
            </w:r>
          </w:p>
        </w:tc>
        <w:tc>
          <w:tcPr>
            <w:tcW w:w="2150" w:type="dxa"/>
            <w:vAlign w:val="center"/>
          </w:tcPr>
          <w:p w14:paraId="7C5B8465" w14:textId="77777777" w:rsidR="007F1EEA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5DF301C3" w14:textId="77777777" w:rsidR="007F1EEA" w:rsidRDefault="00000000">
            <w:r>
              <w:t>不可</w:t>
            </w:r>
          </w:p>
        </w:tc>
      </w:tr>
      <w:tr w:rsidR="007F1EEA" w14:paraId="6FB3ABB2" w14:textId="77777777">
        <w:tc>
          <w:tcPr>
            <w:tcW w:w="1131" w:type="dxa"/>
            <w:vAlign w:val="center"/>
          </w:tcPr>
          <w:p w14:paraId="25E5D261" w14:textId="77777777" w:rsidR="007F1EEA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7CC4A6C8" w14:textId="77777777" w:rsidR="007F1EEA" w:rsidRDefault="00000000">
            <w:r>
              <w:t>挑空楼板</w:t>
            </w:r>
          </w:p>
        </w:tc>
        <w:tc>
          <w:tcPr>
            <w:tcW w:w="2150" w:type="dxa"/>
            <w:vAlign w:val="center"/>
          </w:tcPr>
          <w:p w14:paraId="1F3F34CE" w14:textId="77777777" w:rsidR="007F1EEA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56D976E9" w14:textId="77777777" w:rsidR="007F1EEA" w:rsidRDefault="00000000">
            <w:r>
              <w:t>不可</w:t>
            </w:r>
          </w:p>
        </w:tc>
      </w:tr>
      <w:tr w:rsidR="007F1EEA" w14:paraId="6AB2E77F" w14:textId="77777777">
        <w:tc>
          <w:tcPr>
            <w:tcW w:w="1131" w:type="dxa"/>
            <w:vAlign w:val="center"/>
          </w:tcPr>
          <w:p w14:paraId="5ACED0CF" w14:textId="77777777" w:rsidR="007F1EEA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4B2D8CDC" w14:textId="77777777" w:rsidR="007F1EEA" w:rsidRDefault="00000000">
            <w:r>
              <w:t>阳台门下部门芯板</w:t>
            </w:r>
          </w:p>
        </w:tc>
        <w:tc>
          <w:tcPr>
            <w:tcW w:w="2150" w:type="dxa"/>
            <w:vAlign w:val="center"/>
          </w:tcPr>
          <w:p w14:paraId="2D81B0D6" w14:textId="77777777" w:rsidR="007F1EEA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6369BE35" w14:textId="77777777" w:rsidR="007F1EEA" w:rsidRDefault="00000000">
            <w:r>
              <w:t>可</w:t>
            </w:r>
          </w:p>
        </w:tc>
      </w:tr>
      <w:tr w:rsidR="007F1EEA" w14:paraId="3C354D66" w14:textId="77777777">
        <w:tc>
          <w:tcPr>
            <w:tcW w:w="1131" w:type="dxa"/>
            <w:vAlign w:val="center"/>
          </w:tcPr>
          <w:p w14:paraId="6C67D0B8" w14:textId="77777777" w:rsidR="007F1EEA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14:paraId="65BF1E06" w14:textId="77777777" w:rsidR="007F1EEA" w:rsidRDefault="00000000">
            <w:r>
              <w:t>外窗</w:t>
            </w:r>
          </w:p>
        </w:tc>
        <w:tc>
          <w:tcPr>
            <w:tcW w:w="2150" w:type="dxa"/>
            <w:vAlign w:val="center"/>
          </w:tcPr>
          <w:p w14:paraId="6FEFBDB2" w14:textId="77777777" w:rsidR="007F1EEA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5B4D369F" w14:textId="77777777" w:rsidR="007F1EEA" w:rsidRDefault="00000000">
            <w:r>
              <w:t>可</w:t>
            </w:r>
          </w:p>
        </w:tc>
      </w:tr>
      <w:tr w:rsidR="007F1EEA" w14:paraId="047A5069" w14:textId="77777777">
        <w:tc>
          <w:tcPr>
            <w:tcW w:w="1131" w:type="dxa"/>
            <w:vAlign w:val="center"/>
          </w:tcPr>
          <w:p w14:paraId="63E72183" w14:textId="77777777" w:rsidR="007F1EEA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14:paraId="34FD882A" w14:textId="77777777" w:rsidR="007F1EEA" w:rsidRDefault="00000000">
            <w:r>
              <w:t>周边地面</w:t>
            </w:r>
          </w:p>
        </w:tc>
        <w:tc>
          <w:tcPr>
            <w:tcW w:w="2150" w:type="dxa"/>
            <w:vAlign w:val="center"/>
          </w:tcPr>
          <w:p w14:paraId="7D5D8A79" w14:textId="77777777" w:rsidR="007F1EEA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08962E49" w14:textId="77777777" w:rsidR="007F1EEA" w:rsidRDefault="00000000">
            <w:r>
              <w:t>不可</w:t>
            </w:r>
          </w:p>
        </w:tc>
      </w:tr>
      <w:tr w:rsidR="007F1EEA" w14:paraId="13E91622" w14:textId="77777777">
        <w:tc>
          <w:tcPr>
            <w:tcW w:w="1131" w:type="dxa"/>
            <w:vAlign w:val="center"/>
          </w:tcPr>
          <w:p w14:paraId="636B6DDC" w14:textId="77777777" w:rsidR="007F1EEA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14:paraId="2B628716" w14:textId="77777777" w:rsidR="007F1EEA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14:paraId="7DE51BA0" w14:textId="77777777" w:rsidR="007F1EEA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5961B1A6" w14:textId="77777777" w:rsidR="007F1EEA" w:rsidRDefault="007F1EEA"/>
        </w:tc>
      </w:tr>
      <w:tr w:rsidR="007F1EEA" w14:paraId="2BA76D70" w14:textId="77777777">
        <w:tc>
          <w:tcPr>
            <w:tcW w:w="1131" w:type="dxa"/>
            <w:vAlign w:val="center"/>
          </w:tcPr>
          <w:p w14:paraId="7002CE3F" w14:textId="77777777" w:rsidR="007F1EEA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14:paraId="36AF340F" w14:textId="77777777" w:rsidR="007F1EEA" w:rsidRDefault="00000000">
            <w:r>
              <w:t>可见光透射比</w:t>
            </w:r>
          </w:p>
        </w:tc>
        <w:tc>
          <w:tcPr>
            <w:tcW w:w="2150" w:type="dxa"/>
            <w:vAlign w:val="center"/>
          </w:tcPr>
          <w:p w14:paraId="7A6CEFF3" w14:textId="77777777" w:rsidR="007F1EEA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403E2893" w14:textId="77777777" w:rsidR="007F1EEA" w:rsidRDefault="007F1EEA"/>
        </w:tc>
      </w:tr>
      <w:tr w:rsidR="007F1EEA" w14:paraId="55248E2A" w14:textId="77777777">
        <w:tc>
          <w:tcPr>
            <w:tcW w:w="1131" w:type="dxa"/>
            <w:vAlign w:val="center"/>
          </w:tcPr>
          <w:p w14:paraId="511E39F4" w14:textId="77777777" w:rsidR="007F1EEA" w:rsidRDefault="00000000">
            <w:r>
              <w:t>14</w:t>
            </w:r>
          </w:p>
        </w:tc>
        <w:tc>
          <w:tcPr>
            <w:tcW w:w="4069" w:type="dxa"/>
            <w:vAlign w:val="center"/>
          </w:tcPr>
          <w:p w14:paraId="0FA21E6F" w14:textId="77777777" w:rsidR="007F1EEA" w:rsidRDefault="00000000">
            <w:r>
              <w:t>窗地面积比</w:t>
            </w:r>
          </w:p>
        </w:tc>
        <w:tc>
          <w:tcPr>
            <w:tcW w:w="2150" w:type="dxa"/>
            <w:vAlign w:val="center"/>
          </w:tcPr>
          <w:p w14:paraId="5976452A" w14:textId="77777777" w:rsidR="007F1EEA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294848FB" w14:textId="77777777" w:rsidR="007F1EEA" w:rsidRDefault="007F1EEA"/>
        </w:tc>
      </w:tr>
      <w:tr w:rsidR="007F1EEA" w14:paraId="7F984292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766EB7F2" w14:textId="77777777" w:rsidR="007F1EEA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14:paraId="1093C530" w14:textId="77777777" w:rsidR="007F1EEA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10008919" w14:textId="77777777" w:rsidR="007F1EEA" w:rsidRDefault="00000000">
            <w:r>
              <w:t>不可</w:t>
            </w:r>
          </w:p>
        </w:tc>
      </w:tr>
    </w:tbl>
    <w:p w14:paraId="0F3EC79D" w14:textId="77777777" w:rsidR="007F1EEA" w:rsidRDefault="007F1EEA"/>
    <w:p w14:paraId="767C8D27" w14:textId="77777777" w:rsidR="007F1EEA" w:rsidRDefault="00000000">
      <w:r>
        <w:rPr>
          <w:color w:val="000000"/>
        </w:rPr>
        <w:t>□</w:t>
      </w:r>
      <w:r>
        <w:rPr>
          <w:color w:val="000000"/>
        </w:rPr>
        <w:t>说明：本工程节能设计中围护结构热工设计指标存在</w:t>
      </w:r>
      <w:r>
        <w:rPr>
          <w:b/>
          <w:color w:val="FF0000"/>
        </w:rPr>
        <w:t>不满足</w:t>
      </w:r>
      <w:r>
        <w:rPr>
          <w:color w:val="000000"/>
        </w:rPr>
        <w:t>要求的项，且</w:t>
      </w:r>
      <w:r>
        <w:rPr>
          <w:b/>
          <w:color w:val="FF0000"/>
        </w:rPr>
        <w:t>不满足</w:t>
      </w:r>
      <w:r>
        <w:rPr>
          <w:color w:val="000000"/>
        </w:rPr>
        <w:t>《建筑节能与可再生能源利用通用规范》</w:t>
      </w:r>
      <w:r>
        <w:rPr>
          <w:color w:val="000000"/>
        </w:rPr>
        <w:t>GB55015-2021</w:t>
      </w:r>
      <w:r>
        <w:rPr>
          <w:color w:val="000000"/>
        </w:rPr>
        <w:t>围护结构热工性能权衡判断的基本要求，不可权衡，节能设计不符合要求</w:t>
      </w:r>
    </w:p>
    <w:p w14:paraId="233FF713" w14:textId="77777777" w:rsidR="007F1EEA" w:rsidRDefault="007F1EEA"/>
    <w:sectPr w:rsidR="007F1EEA" w:rsidSect="008261B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06DB8" w14:textId="77777777" w:rsidR="008261B3" w:rsidRDefault="008261B3" w:rsidP="00291CAC">
      <w:r>
        <w:separator/>
      </w:r>
    </w:p>
  </w:endnote>
  <w:endnote w:type="continuationSeparator" w:id="0">
    <w:p w14:paraId="53520F0E" w14:textId="77777777" w:rsidR="008261B3" w:rsidRDefault="008261B3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49CD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2E0F7" w14:textId="77777777" w:rsidR="008261B3" w:rsidRDefault="008261B3" w:rsidP="00291CAC">
      <w:r>
        <w:separator/>
      </w:r>
    </w:p>
  </w:footnote>
  <w:footnote w:type="continuationSeparator" w:id="0">
    <w:p w14:paraId="596569CA" w14:textId="77777777" w:rsidR="008261B3" w:rsidRDefault="008261B3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7FE6B" w14:textId="03BAE650" w:rsidR="006722A6" w:rsidRDefault="007A4AFE" w:rsidP="006722A6">
    <w:pPr>
      <w:pStyle w:val="a4"/>
      <w:jc w:val="both"/>
    </w:pPr>
    <w:r>
      <w:rPr>
        <w:noProof/>
      </w:rPr>
      <w:drawing>
        <wp:inline distT="0" distB="0" distL="0" distR="0" wp14:anchorId="45A0A9E2" wp14:editId="539484E3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961301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AFE"/>
    <w:rsid w:val="000D77BD"/>
    <w:rsid w:val="000F7EF2"/>
    <w:rsid w:val="0010335A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709E"/>
    <w:rsid w:val="006D35F7"/>
    <w:rsid w:val="006D3A82"/>
    <w:rsid w:val="00710087"/>
    <w:rsid w:val="00790573"/>
    <w:rsid w:val="007A4AFE"/>
    <w:rsid w:val="007F1EEA"/>
    <w:rsid w:val="008027E4"/>
    <w:rsid w:val="008145E3"/>
    <w:rsid w:val="008261B3"/>
    <w:rsid w:val="008A622C"/>
    <w:rsid w:val="009213E5"/>
    <w:rsid w:val="009A79DA"/>
    <w:rsid w:val="009C4D39"/>
    <w:rsid w:val="00A0078F"/>
    <w:rsid w:val="00A651B1"/>
    <w:rsid w:val="00B25B1B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4A84CC7B"/>
  <w15:chartTrackingRefBased/>
  <w15:docId w15:val="{0CD54BAE-E9B4-4523-998C-9ED1D626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TotalTime>0</TotalTime>
  <Pages>12</Pages>
  <Words>1305</Words>
  <Characters>7445</Characters>
  <Application>Microsoft Office Word</Application>
  <DocSecurity>0</DocSecurity>
  <Lines>62</Lines>
  <Paragraphs>17</Paragraphs>
  <ScaleCrop>false</ScaleCrop>
  <Company>ths</Company>
  <LinksUpToDate>false</LinksUpToDate>
  <CharactersWithSpaces>8733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建筑节能设计报告书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2024-03-13T03:51:00Z</dcterms:created>
  <dcterms:modified xsi:type="dcterms:W3CDTF">2024-03-13T03:51:00Z</dcterms:modified>
</cp:coreProperties>
</file>