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8F15E" w14:textId="77777777" w:rsidR="0013157A" w:rsidRDefault="0013157A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</w:p>
    <w:p w14:paraId="69909915" w14:textId="77777777" w:rsidR="000E2CD7" w:rsidRPr="000E2CD7" w:rsidRDefault="000E2CD7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6B4DB73B" w14:textId="77777777" w:rsidR="000E2CD7" w:rsidRPr="000E2CD7" w:rsidRDefault="00EB16B9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光伏发电</w:t>
      </w:r>
    </w:p>
    <w:p w14:paraId="1F7B5543" w14:textId="77777777" w:rsidR="0013157A" w:rsidRPr="0013157A" w:rsidRDefault="0013157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982A482" w14:textId="77777777"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4EB86D18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3EDFFC6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5C79FBA9" w14:textId="77777777" w:rsidR="0036330B" w:rsidRPr="00D40158" w:rsidRDefault="0036330B" w:rsidP="003113F4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Cs w:val="21"/>
              </w:rPr>
            </w:pPr>
            <w:bookmarkStart w:id="0" w:name="项目名称"/>
            <w:bookmarkEnd w:id="0"/>
          </w:p>
        </w:tc>
      </w:tr>
      <w:tr w:rsidR="0036330B" w:rsidRPr="00D40158" w14:paraId="235C6666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43DFE60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9545562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14:paraId="0F2DACDC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AD109B5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06E3680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14:paraId="18A9B4F1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64D3E06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C515EAC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3" w:name="设计单位"/>
            <w:bookmarkEnd w:id="3"/>
          </w:p>
        </w:tc>
      </w:tr>
      <w:tr w:rsidR="0068529A" w:rsidRPr="00D40158" w14:paraId="51AF442E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18F4DD4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1A99469" w14:textId="77777777" w:rsidR="0068529A" w:rsidRPr="00D40158" w:rsidRDefault="0068529A" w:rsidP="003113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6330B" w:rsidRPr="00D40158" w14:paraId="27DBB285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BD76FDA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22EAE18D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14:paraId="466524E8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25C590E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1BD14588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14:paraId="62257660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145C275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5C41C4BD" w14:textId="77777777" w:rsidR="0036330B" w:rsidRPr="00D40158" w:rsidRDefault="0036330B" w:rsidP="00EC1100">
            <w:pPr>
              <w:jc w:val="center"/>
              <w:rPr>
                <w:rFonts w:ascii="宋体" w:hAnsi="宋体"/>
                <w:szCs w:val="21"/>
              </w:rPr>
            </w:pPr>
            <w:bookmarkStart w:id="6" w:name="报告日期"/>
            <w:r>
              <w:t>2024</w:t>
            </w:r>
            <w:r>
              <w:t>年</w:t>
            </w:r>
            <w:r>
              <w:t>02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523B3A68" w14:textId="77777777" w:rsidR="00B1773D" w:rsidRDefault="00B1773D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453C9973" w14:textId="77777777" w:rsidR="00F847E6" w:rsidRPr="00F33F24" w:rsidRDefault="00F847E6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40D7994F" w14:textId="77777777" w:rsidR="00F11B75" w:rsidRDefault="00F11B75" w:rsidP="00B4164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6EC9ADA3" wp14:editId="4A17285F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13EF2" w14:textId="77777777" w:rsidR="00B56E2C" w:rsidRDefault="00B56E2C">
      <w:pPr>
        <w:jc w:val="center"/>
        <w:rPr>
          <w:rFonts w:ascii="宋体" w:hAnsi="宋体"/>
          <w:b/>
          <w:bCs/>
          <w:sz w:val="30"/>
          <w:szCs w:val="32"/>
        </w:rPr>
      </w:pPr>
    </w:p>
    <w:p w14:paraId="58789C2F" w14:textId="77777777" w:rsidR="00F11B75" w:rsidRDefault="00F11B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260CA1D9" w14:textId="77777777" w:rsidR="00517E75" w:rsidRPr="00F33F24" w:rsidRDefault="00517E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37DFADFF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4DA9D574" w14:textId="77777777" w:rsidR="00E22381" w:rsidRPr="00A920E8" w:rsidRDefault="00E22381" w:rsidP="001B6E89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14:paraId="076E91E5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proofErr w:type="gramStart"/>
            <w:r w:rsidRPr="008B5516">
              <w:rPr>
                <w:rFonts w:hint="eastAsia"/>
                <w:szCs w:val="21"/>
              </w:rPr>
              <w:t>绿建斯</w:t>
            </w:r>
            <w:proofErr w:type="gramEnd"/>
            <w:r w:rsidRPr="008B5516">
              <w:rPr>
                <w:rFonts w:hint="eastAsia"/>
                <w:szCs w:val="21"/>
              </w:rPr>
              <w:t>维尔</w:t>
            </w:r>
            <w:r w:rsidR="00275990" w:rsidRPr="008B5516">
              <w:rPr>
                <w:rFonts w:hint="eastAsia"/>
                <w:szCs w:val="21"/>
              </w:rPr>
              <w:t>日照分析</w:t>
            </w:r>
            <w:r w:rsidR="00275990" w:rsidRPr="008B5516">
              <w:rPr>
                <w:rFonts w:hint="eastAsia"/>
                <w:szCs w:val="21"/>
              </w:rPr>
              <w:t>SUN</w:t>
            </w:r>
            <w:r w:rsidR="00075CB5" w:rsidRPr="008B5516">
              <w:rPr>
                <w:rFonts w:hint="eastAsia"/>
                <w:szCs w:val="21"/>
              </w:rPr>
              <w:t>202</w:t>
            </w:r>
            <w:r w:rsidR="00BF20C9" w:rsidRPr="008B5516">
              <w:rPr>
                <w:rFonts w:hint="eastAsia"/>
                <w:szCs w:val="21"/>
              </w:rPr>
              <w:t>3</w:t>
            </w:r>
          </w:p>
        </w:tc>
      </w:tr>
      <w:tr w:rsidR="00E22381" w:rsidRPr="00D40158" w14:paraId="02AEF202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22E522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24BD067F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bookmarkStart w:id="8" w:name="版本日期"/>
            <w:r w:rsidRPr="008B5516">
              <w:rPr>
                <w:szCs w:val="21"/>
              </w:rPr>
              <w:t>20220401</w:t>
            </w:r>
            <w:bookmarkEnd w:id="8"/>
          </w:p>
        </w:tc>
      </w:tr>
      <w:tr w:rsidR="00E22381" w:rsidRPr="00D40158" w14:paraId="63E4A15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C86EF3A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2F9435E7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北京绿建软件</w:t>
            </w:r>
            <w:r w:rsidR="00D24B7D">
              <w:rPr>
                <w:rFonts w:hint="eastAsia"/>
                <w:szCs w:val="21"/>
              </w:rPr>
              <w:t>股份</w:t>
            </w:r>
            <w:r w:rsidRPr="008B5516">
              <w:rPr>
                <w:rFonts w:hint="eastAsia"/>
                <w:szCs w:val="21"/>
              </w:rPr>
              <w:t>有限公司</w:t>
            </w:r>
          </w:p>
        </w:tc>
      </w:tr>
      <w:tr w:rsidR="003D625C" w:rsidRPr="00D40158" w14:paraId="12415B47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50F8886" w14:textId="77777777" w:rsidR="003D625C" w:rsidRPr="00A920E8" w:rsidRDefault="003D625C" w:rsidP="003D625C">
            <w:pPr>
              <w:jc w:val="both"/>
              <w:rPr>
                <w:rFonts w:ascii="宋体" w:hAnsi="宋体"/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4FF55817" w14:textId="77777777" w:rsidR="003D625C" w:rsidRPr="008B5516" w:rsidRDefault="003D625C" w:rsidP="00E12443">
            <w:pPr>
              <w:jc w:val="center"/>
            </w:pPr>
            <w:bookmarkStart w:id="9" w:name="正版授权码"/>
            <w:r>
              <w:t>T18613309897</w:t>
            </w:r>
            <w:bookmarkEnd w:id="9"/>
          </w:p>
        </w:tc>
      </w:tr>
      <w:tr w:rsidR="00E22381" w:rsidRPr="00D40158" w14:paraId="33C11F1B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0575C00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62716874" w14:textId="77777777" w:rsidR="00E22381" w:rsidRPr="008B5516" w:rsidRDefault="00CE7112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14:paraId="12D3170B" w14:textId="77777777" w:rsidR="00DD33B1" w:rsidRDefault="00DD33B1" w:rsidP="00F11B75">
      <w:pPr>
        <w:sectPr w:rsidR="00DD33B1" w:rsidSect="00686987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4727B85E" w14:textId="77777777" w:rsidR="00DD33B1" w:rsidRDefault="00DD33B1" w:rsidP="00B82186">
      <w:pPr>
        <w:jc w:val="center"/>
      </w:pPr>
      <w:bookmarkStart w:id="10" w:name="目录"/>
      <w:r w:rsidRPr="008439F8">
        <w:rPr>
          <w:rFonts w:hint="eastAsia"/>
        </w:rPr>
        <w:lastRenderedPageBreak/>
        <w:t>目</w:t>
      </w:r>
      <w:r>
        <w:rPr>
          <w:rFonts w:hint="eastAsia"/>
        </w:rPr>
        <w:t xml:space="preserve">  </w:t>
      </w:r>
      <w:r w:rsidRPr="008439F8">
        <w:rPr>
          <w:rFonts w:hint="eastAsia"/>
        </w:rPr>
        <w:t>录</w:t>
      </w:r>
    </w:p>
    <w:p w14:paraId="59D8D0E7" w14:textId="77777777" w:rsidR="00F70BEF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87554" w:history="1">
        <w:r w:rsidR="00F70BEF" w:rsidRPr="00786369">
          <w:rPr>
            <w:rStyle w:val="a9"/>
          </w:rPr>
          <w:t>1.</w:t>
        </w:r>
        <w:r w:rsidR="00F70BEF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F70BEF" w:rsidRPr="00786369">
          <w:rPr>
            <w:rStyle w:val="a9"/>
          </w:rPr>
          <w:t>项目概况</w:t>
        </w:r>
        <w:r w:rsidR="00F70BEF">
          <w:rPr>
            <w:webHidden/>
          </w:rPr>
          <w:tab/>
        </w:r>
        <w:r w:rsidR="00F70BEF">
          <w:rPr>
            <w:webHidden/>
          </w:rPr>
          <w:fldChar w:fldCharType="begin"/>
        </w:r>
        <w:r w:rsidR="00F70BEF">
          <w:rPr>
            <w:webHidden/>
          </w:rPr>
          <w:instrText xml:space="preserve"> PAGEREF _Toc159087554 \h </w:instrText>
        </w:r>
        <w:r w:rsidR="00F70BEF">
          <w:rPr>
            <w:webHidden/>
          </w:rPr>
        </w:r>
        <w:r w:rsidR="00F70BEF">
          <w:rPr>
            <w:webHidden/>
          </w:rPr>
          <w:fldChar w:fldCharType="separate"/>
        </w:r>
        <w:r w:rsidR="00F70BEF">
          <w:rPr>
            <w:webHidden/>
          </w:rPr>
          <w:t>3</w:t>
        </w:r>
        <w:r w:rsidR="00F70BEF">
          <w:rPr>
            <w:webHidden/>
          </w:rPr>
          <w:fldChar w:fldCharType="end"/>
        </w:r>
      </w:hyperlink>
    </w:p>
    <w:p w14:paraId="6DD31731" w14:textId="77777777" w:rsidR="00F70BEF" w:rsidRDefault="00F70BE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555" w:history="1">
        <w:r w:rsidRPr="00786369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86369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62D9482" w14:textId="77777777" w:rsidR="00F70BEF" w:rsidRDefault="00F70BE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556" w:history="1">
        <w:r w:rsidRPr="00786369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86369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A713AC" w14:textId="77777777" w:rsidR="00F70BEF" w:rsidRDefault="00F70BE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557" w:history="1">
        <w:r w:rsidRPr="00786369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86369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DAA7C28" w14:textId="77777777" w:rsidR="00F70BEF" w:rsidRDefault="00F70BE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558" w:history="1">
        <w:r w:rsidRPr="00786369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86369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06A0019" w14:textId="77777777" w:rsidR="00F70BEF" w:rsidRDefault="00F70BE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559" w:history="1">
        <w:r w:rsidRPr="00786369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86369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D927268" w14:textId="77777777" w:rsidR="00F70BEF" w:rsidRDefault="00F70BE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560" w:history="1">
        <w:r w:rsidRPr="00786369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86369">
          <w:rPr>
            <w:rStyle w:val="a9"/>
          </w:rPr>
          <w:t>发电量计算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63BE9E2" w14:textId="77777777" w:rsidR="00F70BEF" w:rsidRDefault="00F70BE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561" w:history="1">
        <w:r w:rsidRPr="00786369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86369">
          <w:rPr>
            <w:rStyle w:val="a9"/>
          </w:rPr>
          <w:t>光伏系统参数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883E5F" w14:textId="77777777" w:rsidR="00F70BEF" w:rsidRDefault="00F70BE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87562" w:history="1">
        <w:r w:rsidRPr="00786369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86369">
          <w:rPr>
            <w:rStyle w:val="a9"/>
          </w:rPr>
          <w:t>发电量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CCD8FFC" w14:textId="77777777" w:rsidR="00F70BEF" w:rsidRDefault="00F70BE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87563" w:history="1">
        <w:r w:rsidRPr="00786369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86369">
          <w:rPr>
            <w:rStyle w:val="a9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_Toc159087563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519AFB4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686987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0"/>
    </w:p>
    <w:p w14:paraId="55768194" w14:textId="77777777" w:rsidR="00B9303C" w:rsidRDefault="003A3E76" w:rsidP="00B9303C">
      <w:pPr>
        <w:pStyle w:val="1"/>
        <w:ind w:left="432" w:hanging="432"/>
      </w:pPr>
      <w:r w:rsidRPr="006A0DA2">
        <w:lastRenderedPageBreak/>
        <w:tab/>
      </w:r>
      <w:bookmarkStart w:id="11" w:name="_Toc512608176"/>
      <w:bookmarkStart w:id="12" w:name="_Toc159087554"/>
      <w:r w:rsidR="00954C89">
        <w:rPr>
          <w:rFonts w:hint="eastAsia"/>
        </w:rPr>
        <w:t>项目</w:t>
      </w:r>
      <w:r w:rsidR="00B9303C" w:rsidRPr="005B290E">
        <w:rPr>
          <w:rFonts w:hint="eastAsia"/>
        </w:rPr>
        <w:t>概况</w:t>
      </w:r>
      <w:bookmarkEnd w:id="11"/>
      <w:bookmarkEnd w:id="12"/>
    </w:p>
    <w:p w14:paraId="3E55E7E7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工程名称：</w:t>
      </w:r>
      <w:bookmarkStart w:id="13" w:name="项目名称1"/>
      <w:bookmarkEnd w:id="13"/>
    </w:p>
    <w:p w14:paraId="00AE5A4B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工程地点：</w:t>
      </w:r>
      <w:bookmarkStart w:id="14" w:name="工程地点"/>
      <w:r w:rsidRPr="006A0DA2">
        <w:rPr>
          <w:rFonts w:hint="eastAsia"/>
          <w:szCs w:val="24"/>
          <w:lang w:val="zh-CN"/>
        </w:rPr>
        <w:t>北京</w:t>
      </w:r>
      <w:bookmarkEnd w:id="14"/>
    </w:p>
    <w:p w14:paraId="3BCAACC3" w14:textId="77777777" w:rsidR="00B9303C" w:rsidRDefault="00FE1278" w:rsidP="00B9303C">
      <w:pPr>
        <w:pStyle w:val="1"/>
        <w:ind w:left="432" w:hanging="432"/>
      </w:pPr>
      <w:bookmarkStart w:id="15" w:name="_Toc512608177"/>
      <w:bookmarkStart w:id="16" w:name="_Toc159087555"/>
      <w:r>
        <w:rPr>
          <w:rFonts w:hint="eastAsia"/>
        </w:rPr>
        <w:t>标准</w:t>
      </w:r>
      <w:r w:rsidRPr="005B290E">
        <w:rPr>
          <w:rFonts w:hint="eastAsia"/>
        </w:rPr>
        <w:t>依据</w:t>
      </w:r>
      <w:bookmarkEnd w:id="15"/>
      <w:bookmarkEnd w:id="16"/>
    </w:p>
    <w:p w14:paraId="6952938C" w14:textId="77777777" w:rsidR="00643E2E" w:rsidRDefault="00643E2E" w:rsidP="00FA54A4">
      <w:pPr>
        <w:pStyle w:val="a1"/>
        <w:numPr>
          <w:ilvl w:val="0"/>
          <w:numId w:val="2"/>
        </w:numPr>
        <w:rPr>
          <w:lang w:val="en-US"/>
        </w:rPr>
      </w:pPr>
      <w:bookmarkStart w:id="17" w:name="_Toc512608179"/>
      <w:r w:rsidRPr="00473C5D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建筑节能与可再生能源利用通用规范</w:t>
      </w:r>
      <w:r w:rsidRPr="00473C5D">
        <w:rPr>
          <w:rFonts w:hint="eastAsia"/>
          <w:lang w:val="en-US"/>
        </w:rPr>
        <w:t>》</w:t>
      </w:r>
      <w:r>
        <w:rPr>
          <w:rFonts w:hint="eastAsia"/>
          <w:lang w:val="en-US"/>
        </w:rPr>
        <w:t>GB 55015-2021</w:t>
      </w:r>
    </w:p>
    <w:p w14:paraId="1FF35DF1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《光伏发电站设计规范》</w:t>
      </w:r>
      <w:r w:rsidRPr="00EB16B9">
        <w:rPr>
          <w:rFonts w:hint="eastAsia"/>
          <w:lang w:val="en-US"/>
        </w:rPr>
        <w:t>GB 50797-2012</w:t>
      </w:r>
    </w:p>
    <w:p w14:paraId="5667B899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《可再生能源建筑应用工程评价标准》</w:t>
      </w:r>
      <w:r w:rsidRPr="00EB16B9">
        <w:rPr>
          <w:rFonts w:hint="eastAsia"/>
          <w:lang w:val="en-US"/>
        </w:rPr>
        <w:t>GBT 50801-2013</w:t>
      </w:r>
    </w:p>
    <w:p w14:paraId="64219B73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建筑太阳能光伏系统设计规范</w:t>
      </w:r>
      <w:r w:rsidRPr="00EB16B9">
        <w:rPr>
          <w:rFonts w:hint="eastAsia"/>
          <w:lang w:val="en-US"/>
        </w:rPr>
        <w:t>》</w:t>
      </w:r>
      <w:r>
        <w:rPr>
          <w:lang w:val="en-US"/>
        </w:rPr>
        <w:t>DB11/T 881</w:t>
      </w:r>
      <w:r>
        <w:rPr>
          <w:rFonts w:hint="eastAsia"/>
          <w:lang w:val="en-US"/>
        </w:rPr>
        <w:t>-20</w:t>
      </w:r>
      <w:r>
        <w:rPr>
          <w:lang w:val="en-US"/>
        </w:rPr>
        <w:t>12</w:t>
      </w:r>
    </w:p>
    <w:p w14:paraId="78556AC2" w14:textId="77777777" w:rsidR="00B9303C" w:rsidRPr="00473C5D" w:rsidRDefault="00B9303C" w:rsidP="00FA54A4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lang w:val="en-US"/>
        </w:rPr>
        <w:t>《绿色建筑评价标准》</w:t>
      </w:r>
      <w:r w:rsidRPr="00473C5D">
        <w:rPr>
          <w:lang w:val="en-US"/>
        </w:rPr>
        <w:t>GB/T 50378-2019</w:t>
      </w:r>
    </w:p>
    <w:p w14:paraId="7FED8876" w14:textId="77777777" w:rsidR="00A62B2C" w:rsidRPr="00473C5D" w:rsidRDefault="00A62B2C" w:rsidP="00A62B2C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rFonts w:hint="eastAsia"/>
          <w:lang w:val="en-US"/>
        </w:rPr>
        <w:t>《绿色建筑评价技术细则》</w:t>
      </w:r>
      <w:r w:rsidRPr="00473C5D">
        <w:rPr>
          <w:rFonts w:hint="eastAsia"/>
          <w:lang w:val="en-US"/>
        </w:rPr>
        <w:t>2</w:t>
      </w:r>
      <w:r>
        <w:rPr>
          <w:lang w:val="en-US"/>
        </w:rPr>
        <w:t>01</w:t>
      </w:r>
      <w:r>
        <w:rPr>
          <w:rFonts w:hint="eastAsia"/>
          <w:lang w:val="en-US"/>
        </w:rPr>
        <w:t>9</w:t>
      </w:r>
    </w:p>
    <w:p w14:paraId="56991DF6" w14:textId="77777777" w:rsidR="005E76D6" w:rsidRDefault="00643E2E" w:rsidP="005E76D6">
      <w:pPr>
        <w:pStyle w:val="1"/>
        <w:ind w:left="432" w:hanging="432"/>
      </w:pPr>
      <w:bookmarkStart w:id="18" w:name="_Toc159087556"/>
      <w:bookmarkEnd w:id="17"/>
      <w:r>
        <w:rPr>
          <w:rFonts w:hint="eastAsia"/>
        </w:rPr>
        <w:t>太阳能资源</w:t>
      </w:r>
      <w:bookmarkEnd w:id="18"/>
    </w:p>
    <w:p w14:paraId="4B1F5363" w14:textId="77777777" w:rsidR="00F61E78" w:rsidRDefault="004546FC" w:rsidP="003A42A2">
      <w:pPr>
        <w:pStyle w:val="a1"/>
        <w:spacing w:line="276" w:lineRule="auto"/>
        <w:ind w:firstLine="480"/>
      </w:pPr>
      <w:r>
        <w:rPr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8607AC" w:rsidRPr="00AA0E79">
        <w:t>《民用建筑太阳能热水系统应用技术标准》</w:t>
      </w:r>
      <w:r w:rsidR="008607AC" w:rsidRPr="00AA0E79">
        <w:rPr>
          <w:rFonts w:hint="eastAsia"/>
        </w:rPr>
        <w:t>GB 50364-2018</w:t>
      </w:r>
      <w:r w:rsidR="008607AC">
        <w:rPr>
          <w:rFonts w:hint="eastAsia"/>
        </w:rPr>
        <w:t>中对我国不同地区的太阳能资源情况进行等级划分。</w:t>
      </w:r>
    </w:p>
    <w:p w14:paraId="0BCEE1D2" w14:textId="77777777" w:rsidR="00A96B7A" w:rsidRPr="000E767D" w:rsidRDefault="00A96B7A" w:rsidP="00A96B7A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表1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全国太阳辐射总量等级</w:t>
      </w:r>
    </w:p>
    <w:tbl>
      <w:tblPr>
        <w:tblW w:w="72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4007"/>
      </w:tblGrid>
      <w:tr w:rsidR="00A96B7A" w:rsidRPr="00B82186" w14:paraId="41A46B6E" w14:textId="77777777" w:rsidTr="0037233F">
        <w:trPr>
          <w:trHeight w:val="440"/>
          <w:jc w:val="center"/>
        </w:trPr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AB9FB80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sz w:val="21"/>
                <w:szCs w:val="24"/>
                <w:lang w:val="en-US"/>
              </w:rPr>
              <w:t>等级名称</w:t>
            </w:r>
          </w:p>
        </w:tc>
        <w:tc>
          <w:tcPr>
            <w:tcW w:w="4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6BF2188B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水平面上年太阳辐照量</w:t>
            </w:r>
            <w:r w:rsidRPr="00E22E81">
              <w:rPr>
                <w:sz w:val="21"/>
                <w:szCs w:val="24"/>
                <w:lang w:val="en-US"/>
              </w:rPr>
              <w:t>(MJ/m</w:t>
            </w:r>
            <w:r w:rsidRPr="00E22E81">
              <w:rPr>
                <w:sz w:val="21"/>
                <w:szCs w:val="24"/>
                <w:vertAlign w:val="superscript"/>
                <w:lang w:val="en-US"/>
              </w:rPr>
              <w:t>2</w:t>
            </w:r>
            <w:r w:rsidRPr="00E22E81">
              <w:rPr>
                <w:rFonts w:hint="eastAsia"/>
                <w:sz w:val="21"/>
                <w:szCs w:val="24"/>
              </w:rPr>
              <w:t>·</w:t>
            </w:r>
            <w:r w:rsidRPr="00E22E81">
              <w:rPr>
                <w:sz w:val="21"/>
                <w:szCs w:val="24"/>
              </w:rPr>
              <w:t>a)</w:t>
            </w:r>
          </w:p>
        </w:tc>
      </w:tr>
      <w:tr w:rsidR="00A96B7A" w:rsidRPr="00B82186" w14:paraId="3DC422F6" w14:textId="77777777" w:rsidTr="0037233F">
        <w:trPr>
          <w:trHeight w:val="336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5BBA3A32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Ⅰ资源极富区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125764D6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≥6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549E340D" w14:textId="77777777" w:rsidTr="0037233F">
        <w:trPr>
          <w:trHeight w:val="324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287DFA34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Ⅱ资源丰富区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03F477A2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431892CB" w14:textId="77777777" w:rsidTr="0037233F">
        <w:trPr>
          <w:trHeight w:val="115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543FCB63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Ⅲ资源较富区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2E6A67B0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4200~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</w:t>
            </w:r>
          </w:p>
        </w:tc>
      </w:tr>
      <w:tr w:rsidR="00A96B7A" w:rsidRPr="00B82186" w14:paraId="72DDBAD2" w14:textId="77777777" w:rsidTr="0037233F">
        <w:trPr>
          <w:trHeight w:val="297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20C45701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Ⅳ资源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一般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区</w:t>
            </w:r>
          </w:p>
        </w:tc>
        <w:tc>
          <w:tcPr>
            <w:tcW w:w="40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4A925D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≤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4200</w:t>
            </w:r>
          </w:p>
        </w:tc>
      </w:tr>
    </w:tbl>
    <w:p w14:paraId="3F54FD9B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 w:val="22"/>
          <w:szCs w:val="21"/>
          <w:lang w:val="en-US"/>
        </w:rPr>
      </w:pPr>
      <w:r>
        <w:rPr>
          <w:noProof/>
          <w:lang w:val="en-US"/>
        </w:rPr>
        <w:drawing>
          <wp:inline distT="0" distB="0" distL="0" distR="0" wp14:anchorId="758E9056" wp14:editId="79441F10">
            <wp:extent cx="4380309" cy="3131389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482"/>
                    <a:stretch/>
                  </pic:blipFill>
                  <pic:spPr bwMode="auto">
                    <a:xfrm>
                      <a:off x="0" y="0"/>
                      <a:ext cx="4433182" cy="316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91EBC4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图1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中国年太阳能分布图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MJ/(m</w:t>
      </w:r>
      <w:r w:rsidRPr="00157C82">
        <w:rPr>
          <w:rFonts w:ascii="黑体" w:eastAsia="黑体" w:hAnsi="黑体" w:cs="宋体"/>
          <w:bCs/>
          <w:color w:val="000000"/>
          <w:szCs w:val="18"/>
          <w:vertAlign w:val="superscript"/>
          <w:lang w:val="en-US"/>
        </w:rPr>
        <w:t>2</w:t>
      </w:r>
      <w:r w:rsidRPr="00157C82">
        <w:rPr>
          <w:rFonts w:hint="eastAsia"/>
          <w:bCs/>
          <w:color w:val="000000"/>
          <w:szCs w:val="18"/>
          <w:lang w:val="en-US"/>
        </w:rPr>
        <w:t>•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a)</w:t>
      </w:r>
    </w:p>
    <w:p w14:paraId="0B0E8A7C" w14:textId="77777777" w:rsidR="00374DBB" w:rsidRDefault="0037233F" w:rsidP="00374DBB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lastRenderedPageBreak/>
        <w:t>光伏发电量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与当地太阳能资源关系紧密</w:t>
      </w:r>
      <w:r>
        <w:rPr>
          <w:rFonts w:eastAsia="宋体" w:cs="Times New Roman" w:hint="eastAsia"/>
          <w:color w:val="auto"/>
          <w:kern w:val="0"/>
          <w:sz w:val="24"/>
          <w:szCs w:val="24"/>
        </w:rPr>
        <w:t>，光伏组件一般布置在太阳能资源丰富的区域，来获得更高的发电量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。</w:t>
      </w:r>
      <w:r w:rsidR="00374DBB"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p w14:paraId="47E36713" w14:textId="77777777" w:rsidR="000E767D" w:rsidRPr="000E767D" w:rsidRDefault="000E767D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2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本地太阳能资源情况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374DBB" w14:paraId="36DDA246" w14:textId="77777777" w:rsidTr="00374DBB">
        <w:trPr>
          <w:trHeight w:val="867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9F62E4C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地点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45B171D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年均日照时数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659296F7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</w:t>
            </w:r>
          </w:p>
          <w:p w14:paraId="43B65D11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总辐照量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461D3F20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水平面年平均</w:t>
            </w:r>
          </w:p>
          <w:p w14:paraId="6B0B8251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日辐照量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33935982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当地纬度倾角平面年总辐照量</w:t>
            </w:r>
          </w:p>
        </w:tc>
      </w:tr>
      <w:tr w:rsidR="00374DBB" w14:paraId="79A01DEF" w14:textId="77777777" w:rsidTr="00374DBB">
        <w:trPr>
          <w:trHeight w:val="520"/>
        </w:trPr>
        <w:tc>
          <w:tcPr>
            <w:tcW w:w="14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FA72D4C" w14:textId="77777777" w:rsidR="00374DBB" w:rsidRDefault="00374DBB" w:rsidP="00E62ED9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bookmarkStart w:id="19" w:name="工程地点3"/>
            <w:r>
              <w:t>北京</w:t>
            </w:r>
            <w:bookmarkEnd w:id="19"/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B819C97" w14:textId="77777777" w:rsidR="00374DBB" w:rsidRDefault="00374DBB">
            <w:pPr>
              <w:jc w:val="center"/>
              <w:rPr>
                <w:rFonts w:eastAsia="等线" w:cs="Times New Roman"/>
                <w:color w:val="000000"/>
                <w:szCs w:val="21"/>
                <w:lang w:val="en-US"/>
              </w:rPr>
            </w:pPr>
            <w:bookmarkStart w:id="20" w:name="年均日照时数"/>
            <w:r>
              <w:rPr>
                <w:szCs w:val="21"/>
              </w:rPr>
              <w:t>2538</w:t>
            </w:r>
            <w:bookmarkEnd w:id="20"/>
            <w:r>
              <w:rPr>
                <w:szCs w:val="21"/>
              </w:rPr>
              <w:t>h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66140EC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1" w:name="水平面年总辐照量"/>
            <w:r>
              <w:rPr>
                <w:szCs w:val="21"/>
              </w:rPr>
              <w:t>13471.3</w:t>
            </w:r>
            <w:bookmarkEnd w:id="21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C045F25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2" w:name="水平面日辐照量"/>
            <w:r>
              <w:rPr>
                <w:szCs w:val="24"/>
              </w:rPr>
              <w:t>36.9</w:t>
            </w:r>
            <w:bookmarkEnd w:id="22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C2FE3C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3" w:name="纬度倾角年总辐照量"/>
            <w:r>
              <w:rPr>
                <w:rFonts w:eastAsia="等线"/>
                <w:color w:val="000000"/>
                <w:szCs w:val="21"/>
              </w:rPr>
              <w:t>15721.5</w:t>
            </w:r>
            <w:bookmarkEnd w:id="23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</w:tr>
    </w:tbl>
    <w:p w14:paraId="0EA9475F" w14:textId="77777777" w:rsidR="00374DBB" w:rsidRPr="00157C82" w:rsidRDefault="00374DBB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</w:p>
    <w:p w14:paraId="0F23D092" w14:textId="77777777" w:rsidR="004546FC" w:rsidRDefault="004546FC" w:rsidP="004546FC">
      <w:pPr>
        <w:pStyle w:val="1"/>
        <w:ind w:left="432" w:hanging="432"/>
      </w:pPr>
      <w:bookmarkStart w:id="24" w:name="_Toc159087557"/>
      <w:r>
        <w:rPr>
          <w:rFonts w:hint="eastAsia"/>
        </w:rPr>
        <w:t>太阳能</w:t>
      </w:r>
      <w:r w:rsidR="00AE1AB7">
        <w:rPr>
          <w:rFonts w:hint="eastAsia"/>
        </w:rPr>
        <w:t>利用</w:t>
      </w:r>
      <w:r w:rsidR="00142905">
        <w:rPr>
          <w:rFonts w:hint="eastAsia"/>
        </w:rPr>
        <w:t>方案</w:t>
      </w:r>
      <w:bookmarkEnd w:id="24"/>
    </w:p>
    <w:p w14:paraId="6C052855" w14:textId="77777777" w:rsidR="00AE1AB7" w:rsidRPr="005A6B7D" w:rsidRDefault="00AE1AB7" w:rsidP="00E22E81">
      <w:pPr>
        <w:pStyle w:val="a1"/>
        <w:ind w:firstLine="480"/>
      </w:pPr>
      <w:bookmarkStart w:id="25" w:name="_Toc264043625"/>
      <w:bookmarkStart w:id="26" w:name="_Toc264569232"/>
      <w:bookmarkStart w:id="27" w:name="_Toc275165382"/>
      <w:bookmarkStart w:id="28" w:name="_Toc290149054"/>
      <w:bookmarkStart w:id="29" w:name="_Toc290209312"/>
      <w:bookmarkStart w:id="30" w:name="_Toc290209336"/>
      <w:bookmarkStart w:id="31" w:name="_Toc312399791"/>
      <w:bookmarkStart w:id="32" w:name="_Toc512608180"/>
      <w:r w:rsidRPr="005A6B7D">
        <w:rPr>
          <w:rFonts w:hint="eastAsia"/>
        </w:rPr>
        <w:t>太阳能作为一种辐射能，清洁并取之不尽，是极佳的可再生能源。然而太阳能受天气的影响和周边环境的遮挡，很不稳定，必须即时转换成其他形式的能量才能利用和储存。光伏发电近年来发展迅速，</w:t>
      </w:r>
      <w:r w:rsidR="009C3331">
        <w:rPr>
          <w:rFonts w:hint="eastAsia"/>
        </w:rPr>
        <w:t>是</w:t>
      </w:r>
      <w:r w:rsidR="009C3331" w:rsidRPr="009C3331">
        <w:rPr>
          <w:rFonts w:hint="eastAsia"/>
        </w:rPr>
        <w:t>一种</w:t>
      </w:r>
      <w:r w:rsidR="009C3331">
        <w:rPr>
          <w:rFonts w:hint="eastAsia"/>
        </w:rPr>
        <w:t>利用半导体界面的光生伏特效应而将光能直接转变为电能的</w:t>
      </w:r>
      <w:r w:rsidR="00697883">
        <w:rPr>
          <w:rFonts w:hint="eastAsia"/>
        </w:rPr>
        <w:t>技术。光伏发电</w:t>
      </w:r>
      <w:r w:rsidR="00697883" w:rsidRPr="00697883">
        <w:t>无枯竭危险</w:t>
      </w:r>
      <w:r w:rsidR="00697883" w:rsidRPr="00697883">
        <w:rPr>
          <w:rFonts w:hint="eastAsia"/>
        </w:rPr>
        <w:t>、</w:t>
      </w:r>
      <w:r w:rsidR="00697883" w:rsidRPr="00697883">
        <w:t>无需消耗燃料</w:t>
      </w:r>
      <w:r w:rsidR="00697883">
        <w:rPr>
          <w:rFonts w:hint="eastAsia"/>
        </w:rPr>
        <w:t>、</w:t>
      </w:r>
      <w:r w:rsidR="00697883" w:rsidRPr="00697883">
        <w:t>无污染排放外，</w:t>
      </w:r>
      <w:r w:rsidR="00697883">
        <w:rPr>
          <w:rFonts w:hint="eastAsia"/>
        </w:rPr>
        <w:t>在</w:t>
      </w:r>
      <w:r w:rsidR="00697883" w:rsidRPr="00697883">
        <w:t>中国</w:t>
      </w:r>
      <w:hyperlink r:id="rId12" w:tgtFrame="_blank" w:history="1">
        <w:r w:rsidR="00697883" w:rsidRPr="00697883">
          <w:t>碳中和</w:t>
        </w:r>
      </w:hyperlink>
      <w:r w:rsidR="00697883" w:rsidRPr="00697883">
        <w:t>目标实现过程中起</w:t>
      </w:r>
      <w:r w:rsidR="00697883">
        <w:rPr>
          <w:rFonts w:hint="eastAsia"/>
        </w:rPr>
        <w:t>重要</w:t>
      </w:r>
      <w:r w:rsidR="00697883" w:rsidRPr="00697883">
        <w:t>作用</w:t>
      </w:r>
      <w:r w:rsidRPr="005A6B7D">
        <w:rPr>
          <w:rFonts w:hint="eastAsia"/>
        </w:rPr>
        <w:t>。</w:t>
      </w:r>
    </w:p>
    <w:p w14:paraId="1CE94708" w14:textId="77777777" w:rsidR="00F61E78" w:rsidRDefault="00F61E78" w:rsidP="00F61E78">
      <w:pPr>
        <w:pStyle w:val="20"/>
      </w:pPr>
      <w:bookmarkStart w:id="33" w:name="_Toc159087558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/>
        </w:rPr>
        <w:t>软件选用</w:t>
      </w:r>
      <w:bookmarkEnd w:id="33"/>
    </w:p>
    <w:p w14:paraId="3C56C504" w14:textId="77777777" w:rsidR="00F61E78" w:rsidRPr="00E22E81" w:rsidRDefault="00F61E78" w:rsidP="00E22E81">
      <w:pPr>
        <w:pStyle w:val="a1"/>
        <w:ind w:firstLine="480"/>
      </w:pPr>
      <w:proofErr w:type="gramStart"/>
      <w:r w:rsidRPr="00E22E81">
        <w:rPr>
          <w:rFonts w:hint="eastAsia"/>
        </w:rPr>
        <w:t>绿建斯</w:t>
      </w:r>
      <w:proofErr w:type="gramEnd"/>
      <w:r w:rsidRPr="00E22E81">
        <w:rPr>
          <w:rFonts w:hint="eastAsia"/>
        </w:rPr>
        <w:t>维尔日照分析软件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支持光伏发电计算，日照分析软件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可对全国太阳能资源数据进行合理分析，获得最佳倾角、最佳位置、集热需求量等数据，协助用户完成项目规划，并</w:t>
      </w:r>
      <w:proofErr w:type="gramStart"/>
      <w:r w:rsidRPr="00E22E81">
        <w:rPr>
          <w:rFonts w:hint="eastAsia"/>
        </w:rPr>
        <w:t>对光伏板进行</w:t>
      </w:r>
      <w:proofErr w:type="gramEnd"/>
      <w:r w:rsidRPr="00E22E81">
        <w:rPr>
          <w:rFonts w:hint="eastAsia"/>
        </w:rPr>
        <w:t>发电量计算。日照分析软件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为建筑规划提供日照分析工具、绿色建筑指标及太阳能利用模块，包含丰富的定量分析手段、直观的可视化日照仿真及多种彩图展示。软件计算快速、</w:t>
      </w:r>
      <w:r w:rsidRPr="00E22E81">
        <w:t>结果</w:t>
      </w:r>
      <w:r w:rsidRPr="00E22E81">
        <w:rPr>
          <w:rFonts w:hint="eastAsia"/>
        </w:rPr>
        <w:t>准确，通过了</w:t>
      </w:r>
      <w:proofErr w:type="gramStart"/>
      <w:r w:rsidRPr="00E22E81">
        <w:rPr>
          <w:rFonts w:hint="eastAsia"/>
        </w:rPr>
        <w:t>国家住</w:t>
      </w:r>
      <w:proofErr w:type="gramEnd"/>
      <w:r w:rsidRPr="00E22E81">
        <w:rPr>
          <w:rFonts w:hint="eastAsia"/>
        </w:rPr>
        <w:t>建部科技项目验收认证及国家</w:t>
      </w:r>
      <w:r w:rsidRPr="00E22E81">
        <w:t>建筑工程质量监督检验</w:t>
      </w:r>
      <w:r w:rsidRPr="00E22E81">
        <w:rPr>
          <w:rFonts w:hint="eastAsia"/>
        </w:rPr>
        <w:t>中心</w:t>
      </w:r>
      <w:r w:rsidRPr="00E22E81">
        <w:t>鉴定</w:t>
      </w:r>
      <w:r w:rsidRPr="00E22E81">
        <w:rPr>
          <w:rFonts w:hint="eastAsia"/>
        </w:rPr>
        <w:t>。</w:t>
      </w:r>
    </w:p>
    <w:p w14:paraId="67D0EC63" w14:textId="77777777" w:rsidR="00901C88" w:rsidRDefault="00E50C4D" w:rsidP="00901C88">
      <w:pPr>
        <w:pStyle w:val="20"/>
      </w:pPr>
      <w:bookmarkStart w:id="34" w:name="_Toc159087559"/>
      <w:r>
        <w:rPr>
          <w:rFonts w:hint="eastAsia"/>
        </w:rPr>
        <w:t>设计方案</w:t>
      </w:r>
      <w:bookmarkEnd w:id="34"/>
    </w:p>
    <w:p w14:paraId="55098C2C" w14:textId="77777777" w:rsidR="00675E85" w:rsidRDefault="00675E85" w:rsidP="00E22E81">
      <w:pPr>
        <w:pStyle w:val="a1"/>
        <w:ind w:firstLine="480"/>
        <w:rPr>
          <w:lang w:val="en-US"/>
        </w:rPr>
      </w:pPr>
      <w:r w:rsidRPr="00675E85">
        <w:rPr>
          <w:rFonts w:hint="eastAsia"/>
          <w:lang w:val="en-US"/>
        </w:rPr>
        <w:t>本项目</w:t>
      </w:r>
      <w:r w:rsidR="00AB38A0">
        <w:rPr>
          <w:rFonts w:hint="eastAsia"/>
          <w:lang w:val="en-US"/>
        </w:rPr>
        <w:t>在</w:t>
      </w:r>
      <w:r w:rsidRPr="00675E85">
        <w:rPr>
          <w:rFonts w:hint="eastAsia"/>
          <w:lang w:val="en-US"/>
        </w:rPr>
        <w:t>对</w:t>
      </w:r>
      <w:bookmarkStart w:id="35" w:name="工程地点2"/>
      <w:r w:rsidR="007522AD" w:rsidRPr="008031D2">
        <w:rPr>
          <w:rFonts w:hint="eastAsia"/>
        </w:rPr>
        <w:t>北京</w:t>
      </w:r>
      <w:bookmarkEnd w:id="35"/>
      <w:r w:rsidRPr="00675E85">
        <w:rPr>
          <w:rFonts w:hint="eastAsia"/>
          <w:lang w:val="en-US"/>
        </w:rPr>
        <w:t>太阳能资源进行分析</w:t>
      </w:r>
      <w:r w:rsidR="00A0654A">
        <w:rPr>
          <w:rFonts w:hint="eastAsia"/>
          <w:lang w:val="en-US"/>
        </w:rPr>
        <w:t>，</w:t>
      </w:r>
      <w:r w:rsidR="00AB38A0" w:rsidRPr="00AB38A0">
        <w:rPr>
          <w:rFonts w:hint="eastAsia"/>
          <w:lang w:val="en-US"/>
        </w:rPr>
        <w:t>获得最佳倾角、最佳位置、集热需求量等数据</w:t>
      </w:r>
      <w:r w:rsidR="00AB38A0">
        <w:rPr>
          <w:rFonts w:hint="eastAsia"/>
          <w:lang w:val="en-US"/>
        </w:rPr>
        <w:t>后，</w:t>
      </w:r>
      <w:r w:rsidR="0000607E">
        <w:rPr>
          <w:rFonts w:hint="eastAsia"/>
          <w:lang w:val="en-US"/>
        </w:rPr>
        <w:t>合理</w:t>
      </w:r>
      <w:r w:rsidR="00A0654A">
        <w:rPr>
          <w:rFonts w:hint="eastAsia"/>
          <w:lang w:val="en-US"/>
        </w:rPr>
        <w:t>布置</w:t>
      </w:r>
      <w:r w:rsidR="00A25CDF">
        <w:rPr>
          <w:rFonts w:hint="eastAsia"/>
          <w:lang w:val="en-US"/>
        </w:rPr>
        <w:t>光伏板</w:t>
      </w:r>
      <w:r w:rsidR="004F7184">
        <w:rPr>
          <w:rFonts w:hint="eastAsia"/>
          <w:lang w:val="en-US"/>
        </w:rPr>
        <w:t>。</w:t>
      </w:r>
      <w:r w:rsidR="004F7184" w:rsidRPr="004F7184">
        <w:rPr>
          <w:rFonts w:hint="eastAsia"/>
          <w:lang w:val="en-US"/>
        </w:rPr>
        <w:t>光伏组件与建筑结合</w:t>
      </w:r>
      <w:r w:rsidR="00DC3EDB">
        <w:rPr>
          <w:rFonts w:hint="eastAsia"/>
          <w:lang w:val="en-US"/>
        </w:rPr>
        <w:t>时</w:t>
      </w:r>
      <w:r w:rsidR="004F7184" w:rsidRPr="004F7184">
        <w:rPr>
          <w:rFonts w:hint="eastAsia"/>
          <w:lang w:val="en-US"/>
        </w:rPr>
        <w:t>，</w:t>
      </w:r>
      <w:r w:rsidR="00DC3EDB">
        <w:rPr>
          <w:rFonts w:hint="eastAsia"/>
          <w:lang w:val="en-US"/>
        </w:rPr>
        <w:t>一般将</w:t>
      </w:r>
      <w:r w:rsidR="004F7184" w:rsidRPr="004F7184">
        <w:rPr>
          <w:rFonts w:hint="eastAsia"/>
          <w:lang w:val="en-US"/>
        </w:rPr>
        <w:t>安装在建筑</w:t>
      </w:r>
      <w:r w:rsidR="00DC3EDB">
        <w:rPr>
          <w:rFonts w:hint="eastAsia"/>
          <w:lang w:val="en-US"/>
        </w:rPr>
        <w:t>表面，如屋顶、外墙、幕墙等</w:t>
      </w:r>
      <w:r w:rsidR="004F7184" w:rsidRPr="004F7184">
        <w:rPr>
          <w:rFonts w:hint="eastAsia"/>
          <w:lang w:val="en-US"/>
        </w:rPr>
        <w:t>。</w:t>
      </w:r>
      <w:r w:rsidR="0000607E">
        <w:rPr>
          <w:rFonts w:hint="eastAsia"/>
          <w:lang w:val="en-US"/>
        </w:rPr>
        <w:t>本项目具体</w:t>
      </w:r>
      <w:r w:rsidR="004024C8">
        <w:rPr>
          <w:rFonts w:hint="eastAsia"/>
          <w:lang w:val="en-US"/>
        </w:rPr>
        <w:t>方案如下：</w:t>
      </w:r>
    </w:p>
    <w:p w14:paraId="6A5357A3" w14:textId="77777777" w:rsidR="000E767D" w:rsidRPr="00E22E81" w:rsidRDefault="000E767D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表3</w:t>
      </w:r>
      <w:r w:rsidRPr="00E22E81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proofErr w:type="gramStart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光伏板参数</w:t>
      </w:r>
      <w:proofErr w:type="gramEnd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统计表</w:t>
      </w:r>
    </w:p>
    <w:tbl>
      <w:tblPr>
        <w:tblW w:w="89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218"/>
        <w:gridCol w:w="2218"/>
        <w:gridCol w:w="2218"/>
      </w:tblGrid>
      <w:tr w:rsidR="00B56E2C" w14:paraId="7E6311F5" w14:textId="77777777">
        <w:tc>
          <w:tcPr>
            <w:tcW w:w="2326" w:type="dxa"/>
            <w:shd w:val="clear" w:color="auto" w:fill="E6E6E6"/>
            <w:vAlign w:val="center"/>
          </w:tcPr>
          <w:p w14:paraId="1A55F863" w14:textId="77777777" w:rsidR="00B56E2C" w:rsidRDefault="00000000">
            <w:pPr>
              <w:jc w:val="center"/>
            </w:pPr>
            <w:r>
              <w:t>尺寸</w:t>
            </w:r>
            <w:r>
              <w:t>/</w:t>
            </w:r>
            <w:r>
              <w:t>面积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6F269E37" w14:textId="77777777" w:rsidR="00B56E2C" w:rsidRDefault="00000000">
            <w:pPr>
              <w:jc w:val="center"/>
            </w:pPr>
            <w:r>
              <w:t>朝向角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3790A349" w14:textId="77777777" w:rsidR="00B56E2C" w:rsidRDefault="00000000">
            <w:pPr>
              <w:jc w:val="center"/>
            </w:pPr>
            <w:r>
              <w:t>倾角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42D4F260" w14:textId="77777777" w:rsidR="00B56E2C" w:rsidRDefault="00000000">
            <w:pPr>
              <w:jc w:val="center"/>
            </w:pPr>
            <w:r>
              <w:t>数量</w:t>
            </w:r>
          </w:p>
        </w:tc>
      </w:tr>
      <w:tr w:rsidR="00B56E2C" w14:paraId="239D1B8B" w14:textId="77777777">
        <w:tc>
          <w:tcPr>
            <w:tcW w:w="2326" w:type="dxa"/>
            <w:vAlign w:val="center"/>
          </w:tcPr>
          <w:p w14:paraId="39B4CFFA" w14:textId="77777777" w:rsidR="00B56E2C" w:rsidRDefault="00000000">
            <w:r>
              <w:t>7.43</w:t>
            </w:r>
          </w:p>
        </w:tc>
        <w:tc>
          <w:tcPr>
            <w:tcW w:w="2218" w:type="dxa"/>
            <w:vAlign w:val="center"/>
          </w:tcPr>
          <w:p w14:paraId="689B79EB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FA10CE1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077EBC7" w14:textId="77777777" w:rsidR="00B56E2C" w:rsidRDefault="00000000">
            <w:r>
              <w:t>1</w:t>
            </w:r>
          </w:p>
        </w:tc>
      </w:tr>
      <w:tr w:rsidR="00B56E2C" w14:paraId="4C8377FE" w14:textId="77777777">
        <w:tc>
          <w:tcPr>
            <w:tcW w:w="2326" w:type="dxa"/>
            <w:vAlign w:val="center"/>
          </w:tcPr>
          <w:p w14:paraId="5D366CB3" w14:textId="77777777" w:rsidR="00B56E2C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0BF4FAA1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03F9FAB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3DD5144" w14:textId="77777777" w:rsidR="00B56E2C" w:rsidRDefault="00000000">
            <w:r>
              <w:t>1</w:t>
            </w:r>
          </w:p>
        </w:tc>
      </w:tr>
      <w:tr w:rsidR="00B56E2C" w14:paraId="7CC105DD" w14:textId="77777777">
        <w:tc>
          <w:tcPr>
            <w:tcW w:w="2326" w:type="dxa"/>
            <w:vAlign w:val="center"/>
          </w:tcPr>
          <w:p w14:paraId="6A9F2064" w14:textId="77777777" w:rsidR="00B56E2C" w:rsidRDefault="00000000">
            <w:r>
              <w:t>10.00</w:t>
            </w:r>
          </w:p>
        </w:tc>
        <w:tc>
          <w:tcPr>
            <w:tcW w:w="2218" w:type="dxa"/>
            <w:vAlign w:val="center"/>
          </w:tcPr>
          <w:p w14:paraId="75AA835A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97E0A89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366E08A" w14:textId="77777777" w:rsidR="00B56E2C" w:rsidRDefault="00000000">
            <w:r>
              <w:t>1</w:t>
            </w:r>
          </w:p>
        </w:tc>
      </w:tr>
      <w:tr w:rsidR="00B56E2C" w14:paraId="453A2A79" w14:textId="77777777">
        <w:tc>
          <w:tcPr>
            <w:tcW w:w="2326" w:type="dxa"/>
            <w:vAlign w:val="center"/>
          </w:tcPr>
          <w:p w14:paraId="140AF988" w14:textId="77777777" w:rsidR="00B56E2C" w:rsidRDefault="00000000">
            <w:r>
              <w:t>9.66</w:t>
            </w:r>
          </w:p>
        </w:tc>
        <w:tc>
          <w:tcPr>
            <w:tcW w:w="2218" w:type="dxa"/>
            <w:vAlign w:val="center"/>
          </w:tcPr>
          <w:p w14:paraId="04138ED5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D5B2C3C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DBCF61B" w14:textId="77777777" w:rsidR="00B56E2C" w:rsidRDefault="00000000">
            <w:r>
              <w:t>1</w:t>
            </w:r>
          </w:p>
        </w:tc>
      </w:tr>
      <w:tr w:rsidR="00B56E2C" w14:paraId="5896AD32" w14:textId="77777777">
        <w:tc>
          <w:tcPr>
            <w:tcW w:w="2326" w:type="dxa"/>
            <w:vAlign w:val="center"/>
          </w:tcPr>
          <w:p w14:paraId="637C346E" w14:textId="77777777" w:rsidR="00B56E2C" w:rsidRDefault="00000000">
            <w:r>
              <w:t>9.30</w:t>
            </w:r>
          </w:p>
        </w:tc>
        <w:tc>
          <w:tcPr>
            <w:tcW w:w="2218" w:type="dxa"/>
            <w:vAlign w:val="center"/>
          </w:tcPr>
          <w:p w14:paraId="2EF43CF3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AD2F9B6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AC2A73D" w14:textId="77777777" w:rsidR="00B56E2C" w:rsidRDefault="00000000">
            <w:r>
              <w:t>1</w:t>
            </w:r>
          </w:p>
        </w:tc>
      </w:tr>
      <w:tr w:rsidR="00B56E2C" w14:paraId="39510CC4" w14:textId="77777777">
        <w:tc>
          <w:tcPr>
            <w:tcW w:w="2326" w:type="dxa"/>
            <w:vAlign w:val="center"/>
          </w:tcPr>
          <w:p w14:paraId="277F2F6E" w14:textId="77777777" w:rsidR="00B56E2C" w:rsidRDefault="00000000">
            <w:r>
              <w:t>7.96</w:t>
            </w:r>
          </w:p>
        </w:tc>
        <w:tc>
          <w:tcPr>
            <w:tcW w:w="2218" w:type="dxa"/>
            <w:vAlign w:val="center"/>
          </w:tcPr>
          <w:p w14:paraId="554B67C0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8D813F4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482645D" w14:textId="77777777" w:rsidR="00B56E2C" w:rsidRDefault="00000000">
            <w:r>
              <w:t>1</w:t>
            </w:r>
          </w:p>
        </w:tc>
      </w:tr>
      <w:tr w:rsidR="00B56E2C" w14:paraId="2015142F" w14:textId="77777777">
        <w:tc>
          <w:tcPr>
            <w:tcW w:w="2326" w:type="dxa"/>
            <w:vAlign w:val="center"/>
          </w:tcPr>
          <w:p w14:paraId="756391E4" w14:textId="77777777" w:rsidR="00B56E2C" w:rsidRDefault="00000000">
            <w:r>
              <w:t>7.99</w:t>
            </w:r>
          </w:p>
        </w:tc>
        <w:tc>
          <w:tcPr>
            <w:tcW w:w="2218" w:type="dxa"/>
            <w:vAlign w:val="center"/>
          </w:tcPr>
          <w:p w14:paraId="07E0DE1A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8B5521A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F1B944D" w14:textId="77777777" w:rsidR="00B56E2C" w:rsidRDefault="00000000">
            <w:r>
              <w:t>1</w:t>
            </w:r>
          </w:p>
        </w:tc>
      </w:tr>
      <w:tr w:rsidR="00B56E2C" w14:paraId="60E61714" w14:textId="77777777">
        <w:tc>
          <w:tcPr>
            <w:tcW w:w="2326" w:type="dxa"/>
            <w:vAlign w:val="center"/>
          </w:tcPr>
          <w:p w14:paraId="63B40A1E" w14:textId="77777777" w:rsidR="00B56E2C" w:rsidRDefault="00000000">
            <w:r>
              <w:t>72.69</w:t>
            </w:r>
          </w:p>
        </w:tc>
        <w:tc>
          <w:tcPr>
            <w:tcW w:w="2218" w:type="dxa"/>
            <w:vAlign w:val="center"/>
          </w:tcPr>
          <w:p w14:paraId="0CF4FFD6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E076D8A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E0214D5" w14:textId="77777777" w:rsidR="00B56E2C" w:rsidRDefault="00000000">
            <w:r>
              <w:t>1</w:t>
            </w:r>
          </w:p>
        </w:tc>
      </w:tr>
      <w:tr w:rsidR="00B56E2C" w14:paraId="2B9ACB53" w14:textId="77777777">
        <w:tc>
          <w:tcPr>
            <w:tcW w:w="2326" w:type="dxa"/>
            <w:vAlign w:val="center"/>
          </w:tcPr>
          <w:p w14:paraId="76104316" w14:textId="77777777" w:rsidR="00B56E2C" w:rsidRDefault="00000000">
            <w:r>
              <w:t>42.18(13.06X3.23)</w:t>
            </w:r>
          </w:p>
        </w:tc>
        <w:tc>
          <w:tcPr>
            <w:tcW w:w="2218" w:type="dxa"/>
            <w:vAlign w:val="center"/>
          </w:tcPr>
          <w:p w14:paraId="68EAA79D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D2D1F5C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718C06D" w14:textId="77777777" w:rsidR="00B56E2C" w:rsidRDefault="00000000">
            <w:r>
              <w:t>1</w:t>
            </w:r>
          </w:p>
        </w:tc>
      </w:tr>
      <w:tr w:rsidR="00B56E2C" w14:paraId="4F7E50AE" w14:textId="77777777">
        <w:tc>
          <w:tcPr>
            <w:tcW w:w="2326" w:type="dxa"/>
            <w:vAlign w:val="center"/>
          </w:tcPr>
          <w:p w14:paraId="6C76EBB1" w14:textId="77777777" w:rsidR="00B56E2C" w:rsidRDefault="00000000">
            <w:r>
              <w:lastRenderedPageBreak/>
              <w:t>17.23</w:t>
            </w:r>
          </w:p>
        </w:tc>
        <w:tc>
          <w:tcPr>
            <w:tcW w:w="2218" w:type="dxa"/>
            <w:vAlign w:val="center"/>
          </w:tcPr>
          <w:p w14:paraId="293CDC83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EE46722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B553927" w14:textId="77777777" w:rsidR="00B56E2C" w:rsidRDefault="00000000">
            <w:r>
              <w:t>1</w:t>
            </w:r>
          </w:p>
        </w:tc>
      </w:tr>
      <w:tr w:rsidR="00B56E2C" w14:paraId="0758E7BE" w14:textId="77777777">
        <w:tc>
          <w:tcPr>
            <w:tcW w:w="2326" w:type="dxa"/>
            <w:vAlign w:val="center"/>
          </w:tcPr>
          <w:p w14:paraId="3BE9EFF0" w14:textId="77777777" w:rsidR="00B56E2C" w:rsidRDefault="00000000">
            <w:r>
              <w:t>21.03</w:t>
            </w:r>
          </w:p>
        </w:tc>
        <w:tc>
          <w:tcPr>
            <w:tcW w:w="2218" w:type="dxa"/>
            <w:vAlign w:val="center"/>
          </w:tcPr>
          <w:p w14:paraId="18A6A407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BEF7237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BFD815F" w14:textId="77777777" w:rsidR="00B56E2C" w:rsidRDefault="00000000">
            <w:r>
              <w:t>1</w:t>
            </w:r>
          </w:p>
        </w:tc>
      </w:tr>
      <w:tr w:rsidR="00B56E2C" w14:paraId="4539A89C" w14:textId="77777777">
        <w:tc>
          <w:tcPr>
            <w:tcW w:w="2326" w:type="dxa"/>
            <w:vAlign w:val="center"/>
          </w:tcPr>
          <w:p w14:paraId="78BF0969" w14:textId="77777777" w:rsidR="00B56E2C" w:rsidRDefault="00000000">
            <w:r>
              <w:t>23.69</w:t>
            </w:r>
          </w:p>
        </w:tc>
        <w:tc>
          <w:tcPr>
            <w:tcW w:w="2218" w:type="dxa"/>
            <w:vAlign w:val="center"/>
          </w:tcPr>
          <w:p w14:paraId="53D8F37C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501BD14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EBF8AB8" w14:textId="77777777" w:rsidR="00B56E2C" w:rsidRDefault="00000000">
            <w:r>
              <w:t>1</w:t>
            </w:r>
          </w:p>
        </w:tc>
      </w:tr>
      <w:tr w:rsidR="00B56E2C" w14:paraId="0336D605" w14:textId="77777777">
        <w:tc>
          <w:tcPr>
            <w:tcW w:w="2326" w:type="dxa"/>
            <w:vAlign w:val="center"/>
          </w:tcPr>
          <w:p w14:paraId="50063493" w14:textId="77777777" w:rsidR="00B56E2C" w:rsidRDefault="00000000">
            <w:r>
              <w:t>72.84</w:t>
            </w:r>
          </w:p>
        </w:tc>
        <w:tc>
          <w:tcPr>
            <w:tcW w:w="2218" w:type="dxa"/>
            <w:vAlign w:val="center"/>
          </w:tcPr>
          <w:p w14:paraId="191BC552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96D8D11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AC99A71" w14:textId="77777777" w:rsidR="00B56E2C" w:rsidRDefault="00000000">
            <w:r>
              <w:t>1</w:t>
            </w:r>
          </w:p>
        </w:tc>
      </w:tr>
      <w:tr w:rsidR="00B56E2C" w14:paraId="124A02A7" w14:textId="77777777">
        <w:tc>
          <w:tcPr>
            <w:tcW w:w="2326" w:type="dxa"/>
            <w:vAlign w:val="center"/>
          </w:tcPr>
          <w:p w14:paraId="69BD1FAF" w14:textId="77777777" w:rsidR="00B56E2C" w:rsidRDefault="00000000">
            <w:r>
              <w:t>4.34</w:t>
            </w:r>
          </w:p>
        </w:tc>
        <w:tc>
          <w:tcPr>
            <w:tcW w:w="2218" w:type="dxa"/>
            <w:vAlign w:val="center"/>
          </w:tcPr>
          <w:p w14:paraId="17755A51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C168276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697A2B6" w14:textId="77777777" w:rsidR="00B56E2C" w:rsidRDefault="00000000">
            <w:r>
              <w:t>1</w:t>
            </w:r>
          </w:p>
        </w:tc>
      </w:tr>
      <w:tr w:rsidR="00B56E2C" w14:paraId="07449A0C" w14:textId="77777777">
        <w:tc>
          <w:tcPr>
            <w:tcW w:w="2326" w:type="dxa"/>
            <w:vAlign w:val="center"/>
          </w:tcPr>
          <w:p w14:paraId="3C546EAD" w14:textId="77777777" w:rsidR="00B56E2C" w:rsidRDefault="00000000">
            <w:r>
              <w:t>2.28</w:t>
            </w:r>
          </w:p>
        </w:tc>
        <w:tc>
          <w:tcPr>
            <w:tcW w:w="2218" w:type="dxa"/>
            <w:vAlign w:val="center"/>
          </w:tcPr>
          <w:p w14:paraId="0E26AA8F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C69DCE7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44C8986" w14:textId="77777777" w:rsidR="00B56E2C" w:rsidRDefault="00000000">
            <w:r>
              <w:t>1</w:t>
            </w:r>
          </w:p>
        </w:tc>
      </w:tr>
      <w:tr w:rsidR="00B56E2C" w14:paraId="1BA760D6" w14:textId="77777777">
        <w:tc>
          <w:tcPr>
            <w:tcW w:w="2326" w:type="dxa"/>
            <w:vAlign w:val="center"/>
          </w:tcPr>
          <w:p w14:paraId="6DD672F5" w14:textId="77777777" w:rsidR="00B56E2C" w:rsidRDefault="00000000">
            <w:r>
              <w:t>23.59</w:t>
            </w:r>
          </w:p>
        </w:tc>
        <w:tc>
          <w:tcPr>
            <w:tcW w:w="2218" w:type="dxa"/>
            <w:vAlign w:val="center"/>
          </w:tcPr>
          <w:p w14:paraId="57050E79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8092054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12A37B2" w14:textId="77777777" w:rsidR="00B56E2C" w:rsidRDefault="00000000">
            <w:r>
              <w:t>1</w:t>
            </w:r>
          </w:p>
        </w:tc>
      </w:tr>
      <w:tr w:rsidR="00B56E2C" w14:paraId="61540C1C" w14:textId="77777777">
        <w:tc>
          <w:tcPr>
            <w:tcW w:w="2326" w:type="dxa"/>
            <w:vAlign w:val="center"/>
          </w:tcPr>
          <w:p w14:paraId="7F3ABBEB" w14:textId="77777777" w:rsidR="00B56E2C" w:rsidRDefault="00000000">
            <w:r>
              <w:t>35.65</w:t>
            </w:r>
          </w:p>
        </w:tc>
        <w:tc>
          <w:tcPr>
            <w:tcW w:w="2218" w:type="dxa"/>
            <w:vAlign w:val="center"/>
          </w:tcPr>
          <w:p w14:paraId="0B481FD5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8F9F2C9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7E40300" w14:textId="77777777" w:rsidR="00B56E2C" w:rsidRDefault="00000000">
            <w:r>
              <w:t>1</w:t>
            </w:r>
          </w:p>
        </w:tc>
      </w:tr>
      <w:tr w:rsidR="00B56E2C" w14:paraId="45BF5BE2" w14:textId="77777777">
        <w:tc>
          <w:tcPr>
            <w:tcW w:w="2326" w:type="dxa"/>
            <w:vAlign w:val="center"/>
          </w:tcPr>
          <w:p w14:paraId="70618AB3" w14:textId="77777777" w:rsidR="00B56E2C" w:rsidRDefault="00000000">
            <w:r>
              <w:t>8.00</w:t>
            </w:r>
          </w:p>
        </w:tc>
        <w:tc>
          <w:tcPr>
            <w:tcW w:w="2218" w:type="dxa"/>
            <w:vAlign w:val="center"/>
          </w:tcPr>
          <w:p w14:paraId="6912F0E2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6AFF1AF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6D78968" w14:textId="77777777" w:rsidR="00B56E2C" w:rsidRDefault="00000000">
            <w:r>
              <w:t>1</w:t>
            </w:r>
          </w:p>
        </w:tc>
      </w:tr>
      <w:tr w:rsidR="00B56E2C" w14:paraId="35083A8C" w14:textId="77777777">
        <w:tc>
          <w:tcPr>
            <w:tcW w:w="2326" w:type="dxa"/>
            <w:vAlign w:val="center"/>
          </w:tcPr>
          <w:p w14:paraId="5934C5BE" w14:textId="77777777" w:rsidR="00B56E2C" w:rsidRDefault="00000000">
            <w:r>
              <w:t>3.37</w:t>
            </w:r>
          </w:p>
        </w:tc>
        <w:tc>
          <w:tcPr>
            <w:tcW w:w="2218" w:type="dxa"/>
            <w:vAlign w:val="center"/>
          </w:tcPr>
          <w:p w14:paraId="5892DF4A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58D0ED9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F7F6310" w14:textId="77777777" w:rsidR="00B56E2C" w:rsidRDefault="00000000">
            <w:r>
              <w:t>1</w:t>
            </w:r>
          </w:p>
        </w:tc>
      </w:tr>
      <w:tr w:rsidR="00B56E2C" w14:paraId="3F60C8BF" w14:textId="77777777">
        <w:tc>
          <w:tcPr>
            <w:tcW w:w="2326" w:type="dxa"/>
            <w:vAlign w:val="center"/>
          </w:tcPr>
          <w:p w14:paraId="17BAEF9E" w14:textId="77777777" w:rsidR="00B56E2C" w:rsidRDefault="00000000">
            <w:r>
              <w:t>11.37</w:t>
            </w:r>
          </w:p>
        </w:tc>
        <w:tc>
          <w:tcPr>
            <w:tcW w:w="2218" w:type="dxa"/>
            <w:vAlign w:val="center"/>
          </w:tcPr>
          <w:p w14:paraId="7987434E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52E0F68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311DD39" w14:textId="77777777" w:rsidR="00B56E2C" w:rsidRDefault="00000000">
            <w:r>
              <w:t>1</w:t>
            </w:r>
          </w:p>
        </w:tc>
      </w:tr>
      <w:tr w:rsidR="00B56E2C" w14:paraId="33784EA7" w14:textId="77777777">
        <w:tc>
          <w:tcPr>
            <w:tcW w:w="2326" w:type="dxa"/>
            <w:vAlign w:val="center"/>
          </w:tcPr>
          <w:p w14:paraId="7F021695" w14:textId="77777777" w:rsidR="00B56E2C" w:rsidRDefault="00000000">
            <w:r>
              <w:t>42.44</w:t>
            </w:r>
          </w:p>
        </w:tc>
        <w:tc>
          <w:tcPr>
            <w:tcW w:w="2218" w:type="dxa"/>
            <w:vAlign w:val="center"/>
          </w:tcPr>
          <w:p w14:paraId="0E29521C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23FB8F0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1A6B4F1" w14:textId="77777777" w:rsidR="00B56E2C" w:rsidRDefault="00000000">
            <w:r>
              <w:t>1</w:t>
            </w:r>
          </w:p>
        </w:tc>
      </w:tr>
      <w:tr w:rsidR="00B56E2C" w14:paraId="54F5927D" w14:textId="77777777">
        <w:tc>
          <w:tcPr>
            <w:tcW w:w="2326" w:type="dxa"/>
            <w:vAlign w:val="center"/>
          </w:tcPr>
          <w:p w14:paraId="296E32FD" w14:textId="77777777" w:rsidR="00B56E2C" w:rsidRDefault="00000000">
            <w:r>
              <w:t>23.46</w:t>
            </w:r>
          </w:p>
        </w:tc>
        <w:tc>
          <w:tcPr>
            <w:tcW w:w="2218" w:type="dxa"/>
            <w:vAlign w:val="center"/>
          </w:tcPr>
          <w:p w14:paraId="03A6D0FB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1ABE216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A0D229C" w14:textId="77777777" w:rsidR="00B56E2C" w:rsidRDefault="00000000">
            <w:r>
              <w:t>1</w:t>
            </w:r>
          </w:p>
        </w:tc>
      </w:tr>
      <w:tr w:rsidR="00B56E2C" w14:paraId="4B946B97" w14:textId="77777777">
        <w:tc>
          <w:tcPr>
            <w:tcW w:w="2326" w:type="dxa"/>
            <w:vAlign w:val="center"/>
          </w:tcPr>
          <w:p w14:paraId="6C019AC0" w14:textId="77777777" w:rsidR="00B56E2C" w:rsidRDefault="00000000">
            <w:r>
              <w:t>44.58</w:t>
            </w:r>
          </w:p>
        </w:tc>
        <w:tc>
          <w:tcPr>
            <w:tcW w:w="2218" w:type="dxa"/>
            <w:vAlign w:val="center"/>
          </w:tcPr>
          <w:p w14:paraId="149AB3AF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DEC04D6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2824B6D" w14:textId="77777777" w:rsidR="00B56E2C" w:rsidRDefault="00000000">
            <w:r>
              <w:t>1</w:t>
            </w:r>
          </w:p>
        </w:tc>
      </w:tr>
      <w:tr w:rsidR="00B56E2C" w14:paraId="17D843FE" w14:textId="77777777">
        <w:tc>
          <w:tcPr>
            <w:tcW w:w="2326" w:type="dxa"/>
            <w:vAlign w:val="center"/>
          </w:tcPr>
          <w:p w14:paraId="17F05547" w14:textId="77777777" w:rsidR="00B56E2C" w:rsidRDefault="00000000">
            <w:r>
              <w:t>41.79(13.06X3.20)</w:t>
            </w:r>
          </w:p>
        </w:tc>
        <w:tc>
          <w:tcPr>
            <w:tcW w:w="2218" w:type="dxa"/>
            <w:vAlign w:val="center"/>
          </w:tcPr>
          <w:p w14:paraId="7A043AF7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F56FC16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7119044" w14:textId="77777777" w:rsidR="00B56E2C" w:rsidRDefault="00000000">
            <w:r>
              <w:t>1</w:t>
            </w:r>
          </w:p>
        </w:tc>
      </w:tr>
      <w:tr w:rsidR="00B56E2C" w14:paraId="086330DA" w14:textId="77777777">
        <w:tc>
          <w:tcPr>
            <w:tcW w:w="2326" w:type="dxa"/>
            <w:vAlign w:val="center"/>
          </w:tcPr>
          <w:p w14:paraId="5EB51F18" w14:textId="77777777" w:rsidR="00B56E2C" w:rsidRDefault="00000000">
            <w:r>
              <w:t>34.90</w:t>
            </w:r>
          </w:p>
        </w:tc>
        <w:tc>
          <w:tcPr>
            <w:tcW w:w="2218" w:type="dxa"/>
            <w:vAlign w:val="center"/>
          </w:tcPr>
          <w:p w14:paraId="6576C1EB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7FA4B49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826ED1C" w14:textId="77777777" w:rsidR="00B56E2C" w:rsidRDefault="00000000">
            <w:r>
              <w:t>1</w:t>
            </w:r>
          </w:p>
        </w:tc>
      </w:tr>
      <w:tr w:rsidR="00B56E2C" w14:paraId="111B8F5F" w14:textId="77777777">
        <w:tc>
          <w:tcPr>
            <w:tcW w:w="2326" w:type="dxa"/>
            <w:vAlign w:val="center"/>
          </w:tcPr>
          <w:p w14:paraId="6055E167" w14:textId="77777777" w:rsidR="00B56E2C" w:rsidRDefault="00000000">
            <w:r>
              <w:t>69.06</w:t>
            </w:r>
          </w:p>
        </w:tc>
        <w:tc>
          <w:tcPr>
            <w:tcW w:w="2218" w:type="dxa"/>
            <w:vAlign w:val="center"/>
          </w:tcPr>
          <w:p w14:paraId="59B50DD3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1E03697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19AF7A6" w14:textId="77777777" w:rsidR="00B56E2C" w:rsidRDefault="00000000">
            <w:r>
              <w:t>1</w:t>
            </w:r>
          </w:p>
        </w:tc>
      </w:tr>
      <w:tr w:rsidR="00B56E2C" w14:paraId="5DC9CD54" w14:textId="77777777">
        <w:tc>
          <w:tcPr>
            <w:tcW w:w="2326" w:type="dxa"/>
            <w:vAlign w:val="center"/>
          </w:tcPr>
          <w:p w14:paraId="6957F0D9" w14:textId="77777777" w:rsidR="00B56E2C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6DBF9DA7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B10144A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2E74834" w14:textId="77777777" w:rsidR="00B56E2C" w:rsidRDefault="00000000">
            <w:r>
              <w:t>1</w:t>
            </w:r>
          </w:p>
        </w:tc>
      </w:tr>
      <w:tr w:rsidR="00B56E2C" w14:paraId="48D3E974" w14:textId="77777777">
        <w:tc>
          <w:tcPr>
            <w:tcW w:w="2326" w:type="dxa"/>
            <w:vAlign w:val="center"/>
          </w:tcPr>
          <w:p w14:paraId="21D6F293" w14:textId="77777777" w:rsidR="00B56E2C" w:rsidRDefault="00000000">
            <w:r>
              <w:t>45.83</w:t>
            </w:r>
          </w:p>
        </w:tc>
        <w:tc>
          <w:tcPr>
            <w:tcW w:w="2218" w:type="dxa"/>
            <w:vAlign w:val="center"/>
          </w:tcPr>
          <w:p w14:paraId="4E24A9D3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F93D4DF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55A6B52" w14:textId="77777777" w:rsidR="00B56E2C" w:rsidRDefault="00000000">
            <w:r>
              <w:t>1</w:t>
            </w:r>
          </w:p>
        </w:tc>
      </w:tr>
      <w:tr w:rsidR="00B56E2C" w14:paraId="1FC6CF7E" w14:textId="77777777">
        <w:tc>
          <w:tcPr>
            <w:tcW w:w="2326" w:type="dxa"/>
            <w:vAlign w:val="center"/>
          </w:tcPr>
          <w:p w14:paraId="04AFD79E" w14:textId="77777777" w:rsidR="00B56E2C" w:rsidRDefault="00000000">
            <w:r>
              <w:t>87.06</w:t>
            </w:r>
          </w:p>
        </w:tc>
        <w:tc>
          <w:tcPr>
            <w:tcW w:w="2218" w:type="dxa"/>
            <w:vAlign w:val="center"/>
          </w:tcPr>
          <w:p w14:paraId="68EF7F05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6E8CC9D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BFE8F28" w14:textId="77777777" w:rsidR="00B56E2C" w:rsidRDefault="00000000">
            <w:r>
              <w:t>1</w:t>
            </w:r>
          </w:p>
        </w:tc>
      </w:tr>
      <w:tr w:rsidR="00B56E2C" w14:paraId="3A8C0E8C" w14:textId="77777777">
        <w:tc>
          <w:tcPr>
            <w:tcW w:w="2326" w:type="dxa"/>
            <w:vAlign w:val="center"/>
          </w:tcPr>
          <w:p w14:paraId="2912E639" w14:textId="77777777" w:rsidR="00B56E2C" w:rsidRDefault="00000000">
            <w:r>
              <w:t>69.69</w:t>
            </w:r>
          </w:p>
        </w:tc>
        <w:tc>
          <w:tcPr>
            <w:tcW w:w="2218" w:type="dxa"/>
            <w:vAlign w:val="center"/>
          </w:tcPr>
          <w:p w14:paraId="5516DD31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9307B63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3FA75F6" w14:textId="77777777" w:rsidR="00B56E2C" w:rsidRDefault="00000000">
            <w:r>
              <w:t>1</w:t>
            </w:r>
          </w:p>
        </w:tc>
      </w:tr>
      <w:tr w:rsidR="00B56E2C" w14:paraId="755F9A16" w14:textId="77777777">
        <w:tc>
          <w:tcPr>
            <w:tcW w:w="2326" w:type="dxa"/>
            <w:vAlign w:val="center"/>
          </w:tcPr>
          <w:p w14:paraId="2A16E2D5" w14:textId="77777777" w:rsidR="00B56E2C" w:rsidRDefault="00000000">
            <w:r>
              <w:t>125.33</w:t>
            </w:r>
          </w:p>
        </w:tc>
        <w:tc>
          <w:tcPr>
            <w:tcW w:w="2218" w:type="dxa"/>
            <w:vAlign w:val="center"/>
          </w:tcPr>
          <w:p w14:paraId="4B08D447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C48BE6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B37C3CF" w14:textId="77777777" w:rsidR="00B56E2C" w:rsidRDefault="00000000">
            <w:r>
              <w:t>1</w:t>
            </w:r>
          </w:p>
        </w:tc>
      </w:tr>
      <w:tr w:rsidR="00B56E2C" w14:paraId="0A08F221" w14:textId="77777777">
        <w:tc>
          <w:tcPr>
            <w:tcW w:w="2326" w:type="dxa"/>
            <w:vAlign w:val="center"/>
          </w:tcPr>
          <w:p w14:paraId="6FA73F8A" w14:textId="77777777" w:rsidR="00B56E2C" w:rsidRDefault="00000000">
            <w:r>
              <w:t>133.93</w:t>
            </w:r>
          </w:p>
        </w:tc>
        <w:tc>
          <w:tcPr>
            <w:tcW w:w="2218" w:type="dxa"/>
            <w:vAlign w:val="center"/>
          </w:tcPr>
          <w:p w14:paraId="7E3D9394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B539E1D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1E5700F" w14:textId="77777777" w:rsidR="00B56E2C" w:rsidRDefault="00000000">
            <w:r>
              <w:t>1</w:t>
            </w:r>
          </w:p>
        </w:tc>
      </w:tr>
      <w:tr w:rsidR="00B56E2C" w14:paraId="57511686" w14:textId="77777777">
        <w:tc>
          <w:tcPr>
            <w:tcW w:w="2326" w:type="dxa"/>
            <w:vAlign w:val="center"/>
          </w:tcPr>
          <w:p w14:paraId="143D8713" w14:textId="77777777" w:rsidR="00B56E2C" w:rsidRDefault="00000000">
            <w:r>
              <w:t>1.45</w:t>
            </w:r>
          </w:p>
        </w:tc>
        <w:tc>
          <w:tcPr>
            <w:tcW w:w="2218" w:type="dxa"/>
            <w:vAlign w:val="center"/>
          </w:tcPr>
          <w:p w14:paraId="1773A864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B0FB88E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527EA37" w14:textId="77777777" w:rsidR="00B56E2C" w:rsidRDefault="00000000">
            <w:r>
              <w:t>1</w:t>
            </w:r>
          </w:p>
        </w:tc>
      </w:tr>
      <w:tr w:rsidR="00B56E2C" w14:paraId="2F8F949D" w14:textId="77777777">
        <w:tc>
          <w:tcPr>
            <w:tcW w:w="2326" w:type="dxa"/>
            <w:vAlign w:val="center"/>
          </w:tcPr>
          <w:p w14:paraId="5CD9E4A6" w14:textId="77777777" w:rsidR="00B56E2C" w:rsidRDefault="00000000">
            <w:r>
              <w:t>65.58</w:t>
            </w:r>
          </w:p>
        </w:tc>
        <w:tc>
          <w:tcPr>
            <w:tcW w:w="2218" w:type="dxa"/>
            <w:vAlign w:val="center"/>
          </w:tcPr>
          <w:p w14:paraId="2E25A992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5E703C7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A88DCE8" w14:textId="77777777" w:rsidR="00B56E2C" w:rsidRDefault="00000000">
            <w:r>
              <w:t>1</w:t>
            </w:r>
          </w:p>
        </w:tc>
      </w:tr>
      <w:tr w:rsidR="00B56E2C" w14:paraId="26AC2E9C" w14:textId="77777777">
        <w:tc>
          <w:tcPr>
            <w:tcW w:w="2326" w:type="dxa"/>
            <w:vAlign w:val="center"/>
          </w:tcPr>
          <w:p w14:paraId="324506D4" w14:textId="77777777" w:rsidR="00B56E2C" w:rsidRDefault="00000000">
            <w:r>
              <w:t>53.69</w:t>
            </w:r>
          </w:p>
        </w:tc>
        <w:tc>
          <w:tcPr>
            <w:tcW w:w="2218" w:type="dxa"/>
            <w:vAlign w:val="center"/>
          </w:tcPr>
          <w:p w14:paraId="1D23CAE9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12C0299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06C52AB" w14:textId="77777777" w:rsidR="00B56E2C" w:rsidRDefault="00000000">
            <w:r>
              <w:t>1</w:t>
            </w:r>
          </w:p>
        </w:tc>
      </w:tr>
      <w:tr w:rsidR="00B56E2C" w14:paraId="7C68F99A" w14:textId="77777777">
        <w:tc>
          <w:tcPr>
            <w:tcW w:w="2326" w:type="dxa"/>
            <w:vAlign w:val="center"/>
          </w:tcPr>
          <w:p w14:paraId="3684D666" w14:textId="77777777" w:rsidR="00B56E2C" w:rsidRDefault="00000000">
            <w:r>
              <w:t>44.59</w:t>
            </w:r>
          </w:p>
        </w:tc>
        <w:tc>
          <w:tcPr>
            <w:tcW w:w="2218" w:type="dxa"/>
            <w:vAlign w:val="center"/>
          </w:tcPr>
          <w:p w14:paraId="2121E055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BA7F3CC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540A78F" w14:textId="77777777" w:rsidR="00B56E2C" w:rsidRDefault="00000000">
            <w:r>
              <w:t>1</w:t>
            </w:r>
          </w:p>
        </w:tc>
      </w:tr>
      <w:tr w:rsidR="00B56E2C" w14:paraId="2BC32AB5" w14:textId="77777777">
        <w:tc>
          <w:tcPr>
            <w:tcW w:w="2326" w:type="dxa"/>
            <w:vAlign w:val="center"/>
          </w:tcPr>
          <w:p w14:paraId="623C9549" w14:textId="77777777" w:rsidR="00B56E2C" w:rsidRDefault="00000000">
            <w:r>
              <w:t>8.13</w:t>
            </w:r>
          </w:p>
        </w:tc>
        <w:tc>
          <w:tcPr>
            <w:tcW w:w="2218" w:type="dxa"/>
            <w:vAlign w:val="center"/>
          </w:tcPr>
          <w:p w14:paraId="4937F39A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2892BDF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364C414" w14:textId="77777777" w:rsidR="00B56E2C" w:rsidRDefault="00000000">
            <w:r>
              <w:t>1</w:t>
            </w:r>
          </w:p>
        </w:tc>
      </w:tr>
      <w:tr w:rsidR="00B56E2C" w14:paraId="78DAD75D" w14:textId="77777777">
        <w:tc>
          <w:tcPr>
            <w:tcW w:w="2326" w:type="dxa"/>
            <w:vAlign w:val="center"/>
          </w:tcPr>
          <w:p w14:paraId="794A1A66" w14:textId="77777777" w:rsidR="00B56E2C" w:rsidRDefault="00000000">
            <w:r>
              <w:t>23.63</w:t>
            </w:r>
          </w:p>
        </w:tc>
        <w:tc>
          <w:tcPr>
            <w:tcW w:w="2218" w:type="dxa"/>
            <w:vAlign w:val="center"/>
          </w:tcPr>
          <w:p w14:paraId="2AE3A12F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9AB51BA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C6B3B9D" w14:textId="77777777" w:rsidR="00B56E2C" w:rsidRDefault="00000000">
            <w:r>
              <w:t>1</w:t>
            </w:r>
          </w:p>
        </w:tc>
      </w:tr>
      <w:tr w:rsidR="00B56E2C" w14:paraId="57A81452" w14:textId="77777777">
        <w:tc>
          <w:tcPr>
            <w:tcW w:w="2326" w:type="dxa"/>
            <w:vAlign w:val="center"/>
          </w:tcPr>
          <w:p w14:paraId="7E85091C" w14:textId="77777777" w:rsidR="00B56E2C" w:rsidRDefault="00000000">
            <w:r>
              <w:t>35.51</w:t>
            </w:r>
          </w:p>
        </w:tc>
        <w:tc>
          <w:tcPr>
            <w:tcW w:w="2218" w:type="dxa"/>
            <w:vAlign w:val="center"/>
          </w:tcPr>
          <w:p w14:paraId="50BB80F7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44F5F11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3FEF920" w14:textId="77777777" w:rsidR="00B56E2C" w:rsidRDefault="00000000">
            <w:r>
              <w:t>1</w:t>
            </w:r>
          </w:p>
        </w:tc>
      </w:tr>
      <w:tr w:rsidR="00B56E2C" w14:paraId="7A8C6AD7" w14:textId="77777777">
        <w:tc>
          <w:tcPr>
            <w:tcW w:w="2326" w:type="dxa"/>
            <w:vAlign w:val="center"/>
          </w:tcPr>
          <w:p w14:paraId="66206381" w14:textId="77777777" w:rsidR="00B56E2C" w:rsidRDefault="00000000">
            <w:r>
              <w:t>1.06</w:t>
            </w:r>
          </w:p>
        </w:tc>
        <w:tc>
          <w:tcPr>
            <w:tcW w:w="2218" w:type="dxa"/>
            <w:vAlign w:val="center"/>
          </w:tcPr>
          <w:p w14:paraId="03964447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6C6074C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612CE97" w14:textId="77777777" w:rsidR="00B56E2C" w:rsidRDefault="00000000">
            <w:r>
              <w:t>1</w:t>
            </w:r>
          </w:p>
        </w:tc>
      </w:tr>
      <w:tr w:rsidR="00B56E2C" w14:paraId="0C7D523D" w14:textId="77777777">
        <w:tc>
          <w:tcPr>
            <w:tcW w:w="2326" w:type="dxa"/>
            <w:vAlign w:val="center"/>
          </w:tcPr>
          <w:p w14:paraId="77EBC133" w14:textId="77777777" w:rsidR="00B56E2C" w:rsidRDefault="00000000">
            <w:r>
              <w:t>6.26</w:t>
            </w:r>
          </w:p>
        </w:tc>
        <w:tc>
          <w:tcPr>
            <w:tcW w:w="2218" w:type="dxa"/>
            <w:vAlign w:val="center"/>
          </w:tcPr>
          <w:p w14:paraId="2A5FAE8D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3B815CA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828B38F" w14:textId="77777777" w:rsidR="00B56E2C" w:rsidRDefault="00000000">
            <w:r>
              <w:t>1</w:t>
            </w:r>
          </w:p>
        </w:tc>
      </w:tr>
      <w:tr w:rsidR="00B56E2C" w14:paraId="4CE643C8" w14:textId="77777777">
        <w:tc>
          <w:tcPr>
            <w:tcW w:w="2326" w:type="dxa"/>
            <w:vAlign w:val="center"/>
          </w:tcPr>
          <w:p w14:paraId="3EC8A71B" w14:textId="77777777" w:rsidR="00B56E2C" w:rsidRDefault="00000000">
            <w:r>
              <w:t>31.33</w:t>
            </w:r>
          </w:p>
        </w:tc>
        <w:tc>
          <w:tcPr>
            <w:tcW w:w="2218" w:type="dxa"/>
            <w:vAlign w:val="center"/>
          </w:tcPr>
          <w:p w14:paraId="32BF9272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A61FEDF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C7B9A97" w14:textId="77777777" w:rsidR="00B56E2C" w:rsidRDefault="00000000">
            <w:r>
              <w:t>1</w:t>
            </w:r>
          </w:p>
        </w:tc>
      </w:tr>
      <w:tr w:rsidR="00B56E2C" w14:paraId="6F629AE0" w14:textId="77777777">
        <w:tc>
          <w:tcPr>
            <w:tcW w:w="2326" w:type="dxa"/>
            <w:vAlign w:val="center"/>
          </w:tcPr>
          <w:p w14:paraId="38C340F3" w14:textId="77777777" w:rsidR="00B56E2C" w:rsidRDefault="00000000">
            <w:r>
              <w:t>21.52</w:t>
            </w:r>
          </w:p>
        </w:tc>
        <w:tc>
          <w:tcPr>
            <w:tcW w:w="2218" w:type="dxa"/>
            <w:vAlign w:val="center"/>
          </w:tcPr>
          <w:p w14:paraId="359F7655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18B5C5E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A63528D" w14:textId="77777777" w:rsidR="00B56E2C" w:rsidRDefault="00000000">
            <w:r>
              <w:t>2</w:t>
            </w:r>
          </w:p>
        </w:tc>
      </w:tr>
      <w:tr w:rsidR="00B56E2C" w14:paraId="4FCB50B1" w14:textId="77777777">
        <w:tc>
          <w:tcPr>
            <w:tcW w:w="2326" w:type="dxa"/>
            <w:vAlign w:val="center"/>
          </w:tcPr>
          <w:p w14:paraId="34DC714C" w14:textId="77777777" w:rsidR="00B56E2C" w:rsidRDefault="00000000">
            <w:r>
              <w:t>126.49</w:t>
            </w:r>
          </w:p>
        </w:tc>
        <w:tc>
          <w:tcPr>
            <w:tcW w:w="2218" w:type="dxa"/>
            <w:vAlign w:val="center"/>
          </w:tcPr>
          <w:p w14:paraId="07F33612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86E12A1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1CD65E8" w14:textId="77777777" w:rsidR="00B56E2C" w:rsidRDefault="00000000">
            <w:r>
              <w:t>1</w:t>
            </w:r>
          </w:p>
        </w:tc>
      </w:tr>
      <w:tr w:rsidR="00B56E2C" w14:paraId="212475BE" w14:textId="77777777">
        <w:tc>
          <w:tcPr>
            <w:tcW w:w="2326" w:type="dxa"/>
            <w:vAlign w:val="center"/>
          </w:tcPr>
          <w:p w14:paraId="45E38738" w14:textId="77777777" w:rsidR="00B56E2C" w:rsidRDefault="00000000">
            <w:r>
              <w:t>163.34</w:t>
            </w:r>
          </w:p>
        </w:tc>
        <w:tc>
          <w:tcPr>
            <w:tcW w:w="2218" w:type="dxa"/>
            <w:vAlign w:val="center"/>
          </w:tcPr>
          <w:p w14:paraId="44C73EEB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AC59377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8B70AC1" w14:textId="77777777" w:rsidR="00B56E2C" w:rsidRDefault="00000000">
            <w:r>
              <w:t>1</w:t>
            </w:r>
          </w:p>
        </w:tc>
      </w:tr>
      <w:tr w:rsidR="00B56E2C" w14:paraId="7460500C" w14:textId="77777777">
        <w:tc>
          <w:tcPr>
            <w:tcW w:w="2326" w:type="dxa"/>
            <w:vAlign w:val="center"/>
          </w:tcPr>
          <w:p w14:paraId="0EC5B598" w14:textId="77777777" w:rsidR="00B56E2C" w:rsidRDefault="00000000">
            <w:r>
              <w:t>163.35</w:t>
            </w:r>
          </w:p>
        </w:tc>
        <w:tc>
          <w:tcPr>
            <w:tcW w:w="2218" w:type="dxa"/>
            <w:vAlign w:val="center"/>
          </w:tcPr>
          <w:p w14:paraId="51D44B34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855F290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44774FF" w14:textId="77777777" w:rsidR="00B56E2C" w:rsidRDefault="00000000">
            <w:r>
              <w:t>2</w:t>
            </w:r>
          </w:p>
        </w:tc>
      </w:tr>
      <w:tr w:rsidR="00B56E2C" w14:paraId="02CF7719" w14:textId="77777777">
        <w:tc>
          <w:tcPr>
            <w:tcW w:w="2326" w:type="dxa"/>
            <w:vAlign w:val="center"/>
          </w:tcPr>
          <w:p w14:paraId="2DEBCE7A" w14:textId="77777777" w:rsidR="00B56E2C" w:rsidRDefault="00000000">
            <w:r>
              <w:t>27.19</w:t>
            </w:r>
          </w:p>
        </w:tc>
        <w:tc>
          <w:tcPr>
            <w:tcW w:w="2218" w:type="dxa"/>
            <w:vAlign w:val="center"/>
          </w:tcPr>
          <w:p w14:paraId="4A5CEA5F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998265C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D048E30" w14:textId="77777777" w:rsidR="00B56E2C" w:rsidRDefault="00000000">
            <w:r>
              <w:t>1</w:t>
            </w:r>
          </w:p>
        </w:tc>
      </w:tr>
      <w:tr w:rsidR="00B56E2C" w14:paraId="0B18A9BD" w14:textId="77777777">
        <w:tc>
          <w:tcPr>
            <w:tcW w:w="2326" w:type="dxa"/>
            <w:vAlign w:val="center"/>
          </w:tcPr>
          <w:p w14:paraId="6C189B46" w14:textId="77777777" w:rsidR="00B56E2C" w:rsidRDefault="00000000">
            <w:r>
              <w:t>8.22</w:t>
            </w:r>
          </w:p>
        </w:tc>
        <w:tc>
          <w:tcPr>
            <w:tcW w:w="2218" w:type="dxa"/>
            <w:vAlign w:val="center"/>
          </w:tcPr>
          <w:p w14:paraId="0709B82F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AEB8EE9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9D63E16" w14:textId="77777777" w:rsidR="00B56E2C" w:rsidRDefault="00000000">
            <w:r>
              <w:t>1</w:t>
            </w:r>
          </w:p>
        </w:tc>
      </w:tr>
      <w:tr w:rsidR="00B56E2C" w14:paraId="35FA23D1" w14:textId="77777777">
        <w:tc>
          <w:tcPr>
            <w:tcW w:w="2326" w:type="dxa"/>
            <w:vAlign w:val="center"/>
          </w:tcPr>
          <w:p w14:paraId="4C345FAC" w14:textId="77777777" w:rsidR="00B56E2C" w:rsidRDefault="00000000">
            <w:r>
              <w:t>41.76</w:t>
            </w:r>
          </w:p>
        </w:tc>
        <w:tc>
          <w:tcPr>
            <w:tcW w:w="2218" w:type="dxa"/>
            <w:vAlign w:val="center"/>
          </w:tcPr>
          <w:p w14:paraId="1047232D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41D3916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023BC43" w14:textId="77777777" w:rsidR="00B56E2C" w:rsidRDefault="00000000">
            <w:r>
              <w:t>1</w:t>
            </w:r>
          </w:p>
        </w:tc>
      </w:tr>
      <w:tr w:rsidR="00B56E2C" w14:paraId="54B73807" w14:textId="77777777">
        <w:tc>
          <w:tcPr>
            <w:tcW w:w="2326" w:type="dxa"/>
            <w:vAlign w:val="center"/>
          </w:tcPr>
          <w:p w14:paraId="583CDBB8" w14:textId="77777777" w:rsidR="00B56E2C" w:rsidRDefault="00000000">
            <w:r>
              <w:t>44.12(13.66X3.23)</w:t>
            </w:r>
          </w:p>
        </w:tc>
        <w:tc>
          <w:tcPr>
            <w:tcW w:w="2218" w:type="dxa"/>
            <w:vAlign w:val="center"/>
          </w:tcPr>
          <w:p w14:paraId="31C61708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76E6B0B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20D565F" w14:textId="77777777" w:rsidR="00B56E2C" w:rsidRDefault="00000000">
            <w:r>
              <w:t>1</w:t>
            </w:r>
          </w:p>
        </w:tc>
      </w:tr>
      <w:tr w:rsidR="00B56E2C" w14:paraId="29B887F1" w14:textId="77777777">
        <w:tc>
          <w:tcPr>
            <w:tcW w:w="2326" w:type="dxa"/>
            <w:vAlign w:val="center"/>
          </w:tcPr>
          <w:p w14:paraId="13ED4342" w14:textId="77777777" w:rsidR="00B56E2C" w:rsidRDefault="00000000">
            <w:r>
              <w:t>46.46</w:t>
            </w:r>
          </w:p>
        </w:tc>
        <w:tc>
          <w:tcPr>
            <w:tcW w:w="2218" w:type="dxa"/>
            <w:vAlign w:val="center"/>
          </w:tcPr>
          <w:p w14:paraId="1039F5E0" w14:textId="77777777" w:rsidR="00B56E2C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A9A3D03" w14:textId="77777777" w:rsidR="00B56E2C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A235D21" w14:textId="77777777" w:rsidR="00B56E2C" w:rsidRDefault="00000000">
            <w:r>
              <w:t>1</w:t>
            </w:r>
          </w:p>
        </w:tc>
      </w:tr>
      <w:tr w:rsidR="00B56E2C" w14:paraId="61EC795C" w14:textId="77777777">
        <w:tc>
          <w:tcPr>
            <w:tcW w:w="2326" w:type="dxa"/>
            <w:vAlign w:val="center"/>
          </w:tcPr>
          <w:p w14:paraId="2743F0EF" w14:textId="77777777" w:rsidR="00B56E2C" w:rsidRDefault="00000000">
            <w:r>
              <w:t>14.29(9.20X1.55)</w:t>
            </w:r>
          </w:p>
        </w:tc>
        <w:tc>
          <w:tcPr>
            <w:tcW w:w="2218" w:type="dxa"/>
            <w:vAlign w:val="center"/>
          </w:tcPr>
          <w:p w14:paraId="747EC621" w14:textId="77777777" w:rsidR="00B56E2C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E83E0DE" w14:textId="77777777" w:rsidR="00B56E2C" w:rsidRDefault="00000000">
            <w:r>
              <w:t>-10</w:t>
            </w:r>
          </w:p>
        </w:tc>
        <w:tc>
          <w:tcPr>
            <w:tcW w:w="2218" w:type="dxa"/>
            <w:vAlign w:val="center"/>
          </w:tcPr>
          <w:p w14:paraId="6456684F" w14:textId="77777777" w:rsidR="00B56E2C" w:rsidRDefault="00000000">
            <w:r>
              <w:t>1</w:t>
            </w:r>
          </w:p>
        </w:tc>
      </w:tr>
      <w:tr w:rsidR="00B56E2C" w14:paraId="41FDC4E2" w14:textId="77777777">
        <w:tc>
          <w:tcPr>
            <w:tcW w:w="2326" w:type="dxa"/>
            <w:vAlign w:val="center"/>
          </w:tcPr>
          <w:p w14:paraId="47F8B662" w14:textId="77777777" w:rsidR="00B56E2C" w:rsidRDefault="00000000">
            <w:r>
              <w:t>1.39</w:t>
            </w:r>
          </w:p>
        </w:tc>
        <w:tc>
          <w:tcPr>
            <w:tcW w:w="2218" w:type="dxa"/>
            <w:vAlign w:val="center"/>
          </w:tcPr>
          <w:p w14:paraId="2B79A006" w14:textId="77777777" w:rsidR="00B56E2C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3FCD886" w14:textId="77777777" w:rsidR="00B56E2C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460B7E6C" w14:textId="77777777" w:rsidR="00B56E2C" w:rsidRDefault="00000000">
            <w:r>
              <w:t>1</w:t>
            </w:r>
          </w:p>
        </w:tc>
      </w:tr>
      <w:tr w:rsidR="00B56E2C" w14:paraId="74FD1251" w14:textId="77777777">
        <w:tc>
          <w:tcPr>
            <w:tcW w:w="2326" w:type="dxa"/>
            <w:vAlign w:val="center"/>
          </w:tcPr>
          <w:p w14:paraId="3F76EF2A" w14:textId="77777777" w:rsidR="00B56E2C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50C1E8A9" w14:textId="77777777" w:rsidR="00B56E2C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A078365" w14:textId="77777777" w:rsidR="00B56E2C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4D489807" w14:textId="77777777" w:rsidR="00B56E2C" w:rsidRDefault="00000000">
            <w:r>
              <w:t>33</w:t>
            </w:r>
          </w:p>
        </w:tc>
      </w:tr>
      <w:tr w:rsidR="00B56E2C" w14:paraId="11994A13" w14:textId="77777777">
        <w:tc>
          <w:tcPr>
            <w:tcW w:w="2326" w:type="dxa"/>
            <w:vAlign w:val="center"/>
          </w:tcPr>
          <w:p w14:paraId="2BB49C19" w14:textId="77777777" w:rsidR="00B56E2C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4AD5297F" w14:textId="77777777" w:rsidR="00B56E2C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EA5D2BD" w14:textId="77777777" w:rsidR="00B56E2C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A928230" w14:textId="77777777" w:rsidR="00B56E2C" w:rsidRDefault="00000000">
            <w:r>
              <w:t>1</w:t>
            </w:r>
          </w:p>
        </w:tc>
      </w:tr>
      <w:tr w:rsidR="00B56E2C" w14:paraId="6DF3F5BF" w14:textId="77777777">
        <w:tc>
          <w:tcPr>
            <w:tcW w:w="2326" w:type="dxa"/>
            <w:vAlign w:val="center"/>
          </w:tcPr>
          <w:p w14:paraId="40BB7E30" w14:textId="77777777" w:rsidR="00B56E2C" w:rsidRDefault="00000000">
            <w:r>
              <w:t>0.84</w:t>
            </w:r>
          </w:p>
        </w:tc>
        <w:tc>
          <w:tcPr>
            <w:tcW w:w="2218" w:type="dxa"/>
            <w:vAlign w:val="center"/>
          </w:tcPr>
          <w:p w14:paraId="73E4D59F" w14:textId="77777777" w:rsidR="00B56E2C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CE41AF7" w14:textId="77777777" w:rsidR="00B56E2C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45EB4647" w14:textId="77777777" w:rsidR="00B56E2C" w:rsidRDefault="00000000">
            <w:r>
              <w:t>1</w:t>
            </w:r>
          </w:p>
        </w:tc>
      </w:tr>
      <w:tr w:rsidR="00B56E2C" w14:paraId="448DAA8E" w14:textId="77777777">
        <w:tc>
          <w:tcPr>
            <w:tcW w:w="2326" w:type="dxa"/>
            <w:vAlign w:val="center"/>
          </w:tcPr>
          <w:p w14:paraId="43278611" w14:textId="77777777" w:rsidR="00B56E2C" w:rsidRDefault="00000000">
            <w:r>
              <w:lastRenderedPageBreak/>
              <w:t>18.60(6.20X3.00)</w:t>
            </w:r>
          </w:p>
        </w:tc>
        <w:tc>
          <w:tcPr>
            <w:tcW w:w="2218" w:type="dxa"/>
            <w:vAlign w:val="center"/>
          </w:tcPr>
          <w:p w14:paraId="5E4F0062" w14:textId="77777777" w:rsidR="00B56E2C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7CE9103" w14:textId="77777777" w:rsidR="00B56E2C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6A9DD8A9" w14:textId="77777777" w:rsidR="00B56E2C" w:rsidRDefault="00000000">
            <w:r>
              <w:t>1</w:t>
            </w:r>
          </w:p>
        </w:tc>
      </w:tr>
      <w:tr w:rsidR="00B56E2C" w14:paraId="78FA8BE8" w14:textId="77777777">
        <w:tc>
          <w:tcPr>
            <w:tcW w:w="2326" w:type="dxa"/>
            <w:vAlign w:val="center"/>
          </w:tcPr>
          <w:p w14:paraId="09D4D74A" w14:textId="77777777" w:rsidR="00B56E2C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4553F338" w14:textId="77777777" w:rsidR="00B56E2C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0A6942B" w14:textId="77777777" w:rsidR="00B56E2C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518F13E1" w14:textId="77777777" w:rsidR="00B56E2C" w:rsidRDefault="00000000">
            <w:r>
              <w:t>38</w:t>
            </w:r>
          </w:p>
        </w:tc>
      </w:tr>
      <w:tr w:rsidR="00B56E2C" w14:paraId="4D71B3E2" w14:textId="77777777">
        <w:tc>
          <w:tcPr>
            <w:tcW w:w="2326" w:type="dxa"/>
            <w:vAlign w:val="center"/>
          </w:tcPr>
          <w:p w14:paraId="3ED63612" w14:textId="77777777" w:rsidR="00B56E2C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3AE534DE" w14:textId="77777777" w:rsidR="00B56E2C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62A0ACF" w14:textId="77777777" w:rsidR="00B56E2C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15ED58BB" w14:textId="77777777" w:rsidR="00B56E2C" w:rsidRDefault="00000000">
            <w:r>
              <w:t>2</w:t>
            </w:r>
          </w:p>
        </w:tc>
      </w:tr>
      <w:tr w:rsidR="00B56E2C" w14:paraId="2172EF20" w14:textId="77777777">
        <w:tc>
          <w:tcPr>
            <w:tcW w:w="2326" w:type="dxa"/>
            <w:vAlign w:val="center"/>
          </w:tcPr>
          <w:p w14:paraId="1E0EB68D" w14:textId="77777777" w:rsidR="00B56E2C" w:rsidRDefault="00000000">
            <w:r>
              <w:t>0.75(1.00X0.75)</w:t>
            </w:r>
          </w:p>
        </w:tc>
        <w:tc>
          <w:tcPr>
            <w:tcW w:w="2218" w:type="dxa"/>
            <w:vAlign w:val="center"/>
          </w:tcPr>
          <w:p w14:paraId="357E03B5" w14:textId="77777777" w:rsidR="00B56E2C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E611158" w14:textId="77777777" w:rsidR="00B56E2C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2CE32799" w14:textId="77777777" w:rsidR="00B56E2C" w:rsidRDefault="00000000">
            <w:r>
              <w:t>1</w:t>
            </w:r>
          </w:p>
        </w:tc>
      </w:tr>
      <w:tr w:rsidR="00B56E2C" w14:paraId="7EA2331A" w14:textId="77777777">
        <w:tc>
          <w:tcPr>
            <w:tcW w:w="2326" w:type="dxa"/>
            <w:vAlign w:val="center"/>
          </w:tcPr>
          <w:p w14:paraId="514C7099" w14:textId="77777777" w:rsidR="00B56E2C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7C886C7A" w14:textId="77777777" w:rsidR="00B56E2C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8B68ECA" w14:textId="77777777" w:rsidR="00B56E2C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2E90A8A3" w14:textId="77777777" w:rsidR="00B56E2C" w:rsidRDefault="00000000">
            <w:r>
              <w:t>2</w:t>
            </w:r>
          </w:p>
        </w:tc>
      </w:tr>
      <w:tr w:rsidR="00B56E2C" w14:paraId="1B7E4112" w14:textId="77777777">
        <w:tc>
          <w:tcPr>
            <w:tcW w:w="2326" w:type="dxa"/>
            <w:vAlign w:val="center"/>
          </w:tcPr>
          <w:p w14:paraId="2F8F6DFF" w14:textId="77777777" w:rsidR="00B56E2C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2C7BABBA" w14:textId="77777777" w:rsidR="00B56E2C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F77BB1D" w14:textId="77777777" w:rsidR="00B56E2C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4F521862" w14:textId="77777777" w:rsidR="00B56E2C" w:rsidRDefault="00000000">
            <w:r>
              <w:t>36</w:t>
            </w:r>
          </w:p>
        </w:tc>
      </w:tr>
      <w:tr w:rsidR="00B56E2C" w14:paraId="4B1C4F17" w14:textId="77777777">
        <w:tc>
          <w:tcPr>
            <w:tcW w:w="2326" w:type="dxa"/>
            <w:vAlign w:val="center"/>
          </w:tcPr>
          <w:p w14:paraId="5592FE5E" w14:textId="77777777" w:rsidR="00B56E2C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03354A26" w14:textId="77777777" w:rsidR="00B56E2C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E6A39CB" w14:textId="77777777" w:rsidR="00B56E2C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3C37FE1C" w14:textId="77777777" w:rsidR="00B56E2C" w:rsidRDefault="00000000">
            <w:r>
              <w:t>36</w:t>
            </w:r>
          </w:p>
        </w:tc>
      </w:tr>
      <w:tr w:rsidR="00B56E2C" w14:paraId="2C43E46F" w14:textId="77777777">
        <w:tc>
          <w:tcPr>
            <w:tcW w:w="2326" w:type="dxa"/>
            <w:vAlign w:val="center"/>
          </w:tcPr>
          <w:p w14:paraId="1812F3CF" w14:textId="77777777" w:rsidR="00B56E2C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2A20067F" w14:textId="77777777" w:rsidR="00B56E2C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9A5F5C1" w14:textId="77777777" w:rsidR="00B56E2C" w:rsidRDefault="00000000">
            <w:r>
              <w:t>10</w:t>
            </w:r>
          </w:p>
        </w:tc>
        <w:tc>
          <w:tcPr>
            <w:tcW w:w="2218" w:type="dxa"/>
            <w:vAlign w:val="center"/>
          </w:tcPr>
          <w:p w14:paraId="5ED1A8C1" w14:textId="77777777" w:rsidR="00B56E2C" w:rsidRDefault="00000000">
            <w:r>
              <w:t>35</w:t>
            </w:r>
          </w:p>
        </w:tc>
      </w:tr>
    </w:tbl>
    <w:p w14:paraId="439F3484" w14:textId="77777777" w:rsidR="00D329B2" w:rsidRPr="00D329B2" w:rsidRDefault="00D329B2" w:rsidP="00E22E81">
      <w:pPr>
        <w:pStyle w:val="a1"/>
        <w:ind w:firstLine="480"/>
        <w:jc w:val="center"/>
        <w:rPr>
          <w:lang w:val="en-US"/>
        </w:rPr>
      </w:pPr>
      <w:bookmarkStart w:id="36" w:name="集热器参数表"/>
      <w:bookmarkStart w:id="37" w:name="光伏板参数表"/>
      <w:bookmarkEnd w:id="36"/>
      <w:bookmarkEnd w:id="37"/>
    </w:p>
    <w:p w14:paraId="4DAE7CA6" w14:textId="77777777" w:rsidR="009F1865" w:rsidRPr="00B56590" w:rsidRDefault="009F1865" w:rsidP="00B56590">
      <w:pPr>
        <w:pStyle w:val="a1"/>
      </w:pPr>
      <w:bookmarkStart w:id="38" w:name="模型观察图"/>
      <w:bookmarkEnd w:id="38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39F0DE32" w14:textId="77777777" w:rsidR="00E83B75" w:rsidRPr="00985F81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EB7F3C">
        <w:rPr>
          <w:rFonts w:ascii="黑体" w:eastAsia="黑体" w:hAnsi="黑体" w:cs="宋体" w:hint="eastAsia"/>
          <w:bCs/>
          <w:color w:val="000000"/>
          <w:szCs w:val="18"/>
          <w:lang w:val="en-US"/>
        </w:rPr>
        <w:t>2</w:t>
      </w:r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 xml:space="preserve"> </w:t>
      </w:r>
      <w:proofErr w:type="gramStart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光伏板布置</w:t>
      </w:r>
      <w:proofErr w:type="gramEnd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效果图</w:t>
      </w:r>
    </w:p>
    <w:p w14:paraId="68890199" w14:textId="77777777" w:rsidR="007522AD" w:rsidRDefault="007522AD" w:rsidP="007522AD">
      <w:pPr>
        <w:pStyle w:val="1"/>
        <w:ind w:left="432" w:hanging="432"/>
      </w:pPr>
      <w:bookmarkStart w:id="39" w:name="_Toc159087560"/>
      <w:r>
        <w:rPr>
          <w:rFonts w:hint="eastAsia"/>
        </w:rPr>
        <w:t>发电量计算</w:t>
      </w:r>
      <w:bookmarkEnd w:id="39"/>
    </w:p>
    <w:p w14:paraId="6B0F37D3" w14:textId="77777777" w:rsidR="006351C7" w:rsidRPr="006351C7" w:rsidRDefault="006351C7" w:rsidP="006351C7">
      <w:pPr>
        <w:pStyle w:val="20"/>
      </w:pPr>
      <w:bookmarkStart w:id="40" w:name="_Toc159087561"/>
      <w:r>
        <w:rPr>
          <w:rFonts w:hint="eastAsia"/>
        </w:rPr>
        <w:t>光伏系统参数</w:t>
      </w:r>
      <w:bookmarkEnd w:id="40"/>
    </w:p>
    <w:p w14:paraId="41DD9369" w14:textId="77777777" w:rsidR="00473BB3" w:rsidRPr="00473BB3" w:rsidRDefault="00473BB3" w:rsidP="00E22E81">
      <w:pPr>
        <w:pStyle w:val="a1"/>
        <w:ind w:firstLine="480"/>
        <w:rPr>
          <w:lang w:val="en-US"/>
        </w:rPr>
      </w:pPr>
      <w:r w:rsidRPr="00473BB3">
        <w:rPr>
          <w:rFonts w:hint="eastAsia"/>
        </w:rPr>
        <w:t>建筑</w:t>
      </w:r>
      <w:r w:rsidRPr="00473BB3">
        <w:t>光</w:t>
      </w:r>
      <w:proofErr w:type="gramStart"/>
      <w:r w:rsidRPr="00473BB3">
        <w:t>伏系统</w:t>
      </w:r>
      <w:proofErr w:type="gramEnd"/>
      <w:r w:rsidRPr="00473BB3">
        <w:t>的发电量应根据所在地的太阳能资源情况、光</w:t>
      </w:r>
      <w:proofErr w:type="gramStart"/>
      <w:r w:rsidRPr="00473BB3">
        <w:t>伏系统</w:t>
      </w:r>
      <w:proofErr w:type="gramEnd"/>
      <w:r w:rsidRPr="00473BB3">
        <w:t>的设计、光伏方阵的布置和环境条件等因素计算确定。</w:t>
      </w:r>
      <w:r>
        <w:rPr>
          <w:rFonts w:hint="eastAsia"/>
        </w:rPr>
        <w:t>根据</w:t>
      </w:r>
      <w:r w:rsidRPr="00473BB3">
        <w:t>《光伏发电站设计规范》</w:t>
      </w:r>
      <w:r w:rsidRPr="00473BB3">
        <w:t>GB 50797</w:t>
      </w:r>
      <w:r>
        <w:rPr>
          <w:rFonts w:hint="eastAsia"/>
        </w:rPr>
        <w:t>等标准，可求得光</w:t>
      </w:r>
      <w:proofErr w:type="gramStart"/>
      <w:r>
        <w:rPr>
          <w:rFonts w:hint="eastAsia"/>
        </w:rPr>
        <w:t>伏系统</w:t>
      </w:r>
      <w:proofErr w:type="gramEnd"/>
      <w:r>
        <w:rPr>
          <w:rFonts w:hint="eastAsia"/>
        </w:rPr>
        <w:t>的发电量值。</w:t>
      </w:r>
    </w:p>
    <w:p w14:paraId="6C6D036D" w14:textId="77777777" w:rsidR="00473BB3" w:rsidRDefault="00473BB3" w:rsidP="00473BB3">
      <w:pPr>
        <w:ind w:firstLineChars="300" w:firstLine="630"/>
      </w:pPr>
      <w:r w:rsidRPr="00E6631F">
        <w:object w:dxaOrig="1728" w:dyaOrig="689" w14:anchorId="37D966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41pt" o:ole="">
            <v:imagedata r:id="rId13" o:title=""/>
          </v:shape>
          <o:OLEObject Type="Embed" ProgID="Equation.DSMT4" ShapeID="_x0000_i1025" DrawAspect="Content" ObjectID="_1769700320" r:id="rId14"/>
        </w:object>
      </w:r>
    </w:p>
    <w:p w14:paraId="2D295619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式中</w:t>
      </w: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p</w:t>
      </w:r>
      <w:r w:rsidRPr="00A95464">
        <w:rPr>
          <w:rFonts w:hint="eastAsia"/>
        </w:rPr>
        <w:t>——发电量</w:t>
      </w:r>
      <w:r w:rsidRPr="00A95464">
        <w:rPr>
          <w:rFonts w:hint="eastAsia"/>
        </w:rPr>
        <w:t>(kWh)</w:t>
      </w:r>
      <w:r w:rsidRPr="00A95464">
        <w:rPr>
          <w:rFonts w:hint="eastAsia"/>
        </w:rPr>
        <w:t>；</w:t>
      </w:r>
    </w:p>
    <w:p w14:paraId="25D8CD55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H</w:t>
      </w:r>
      <w:r w:rsidRPr="00A95464">
        <w:rPr>
          <w:rFonts w:hint="eastAsia"/>
          <w:vertAlign w:val="subscript"/>
        </w:rPr>
        <w:t>A</w:t>
      </w:r>
      <w:r w:rsidRPr="00A95464">
        <w:rPr>
          <w:rFonts w:hint="eastAsia"/>
        </w:rPr>
        <w:t>——水平面太阳总辐照量</w:t>
      </w:r>
      <w:r w:rsidRPr="00A95464">
        <w:rPr>
          <w:rFonts w:hint="eastAsia"/>
        </w:rPr>
        <w:t>(kWh/m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）；</w:t>
      </w:r>
    </w:p>
    <w:p w14:paraId="0949FDF7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s</w:t>
      </w:r>
      <w:r w:rsidRPr="00A95464">
        <w:rPr>
          <w:rFonts w:hint="eastAsia"/>
        </w:rPr>
        <w:t>——标准条件下的辐照度</w:t>
      </w:r>
      <w:r w:rsidRPr="00A95464">
        <w:rPr>
          <w:rFonts w:hint="eastAsia"/>
        </w:rPr>
        <w:t>(</w:t>
      </w:r>
      <w:r w:rsidRPr="00A95464">
        <w:rPr>
          <w:rFonts w:hint="eastAsia"/>
        </w:rPr>
        <w:t>常数</w:t>
      </w:r>
      <w:r w:rsidRPr="00A95464">
        <w:rPr>
          <w:rFonts w:hint="eastAsia"/>
        </w:rPr>
        <w:t>)</w:t>
      </w:r>
      <w:r w:rsidRPr="00A95464">
        <w:rPr>
          <w:rFonts w:hint="eastAsia"/>
        </w:rPr>
        <w:t>，其值为</w:t>
      </w:r>
      <w:r w:rsidRPr="00A95464">
        <w:rPr>
          <w:rFonts w:hint="eastAsia"/>
        </w:rPr>
        <w:t>1kW/m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；</w:t>
      </w:r>
    </w:p>
    <w:p w14:paraId="76A0962A" w14:textId="77777777" w:rsidR="00473BB3" w:rsidRPr="00A95464" w:rsidRDefault="00DB5AAE" w:rsidP="00E22E81">
      <w:pPr>
        <w:pStyle w:val="a1"/>
        <w:ind w:leftChars="200" w:left="420"/>
      </w:pPr>
      <w:r w:rsidRPr="00A95464">
        <w:t>P</w:t>
      </w:r>
      <w:r w:rsidR="00473BB3" w:rsidRPr="00A95464">
        <w:rPr>
          <w:rFonts w:hint="eastAsia"/>
        </w:rPr>
        <w:t>——装机容量</w:t>
      </w:r>
      <w:r w:rsidR="00473BB3" w:rsidRPr="00A95464">
        <w:rPr>
          <w:rFonts w:hint="eastAsia"/>
        </w:rPr>
        <w:t>(kW</w:t>
      </w:r>
      <w:r w:rsidR="00473BB3" w:rsidRPr="00A95464">
        <w:rPr>
          <w:rFonts w:hint="eastAsia"/>
          <w:vertAlign w:val="subscript"/>
        </w:rPr>
        <w:t>p</w:t>
      </w:r>
      <w:r w:rsidR="00473BB3" w:rsidRPr="00A95464">
        <w:rPr>
          <w:rFonts w:hint="eastAsia"/>
        </w:rPr>
        <w:t>)</w:t>
      </w:r>
      <w:r w:rsidR="00473BB3" w:rsidRPr="00A95464">
        <w:rPr>
          <w:rFonts w:hint="eastAsia"/>
        </w:rPr>
        <w:t>；</w:t>
      </w:r>
    </w:p>
    <w:p w14:paraId="09ADB442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K</w:t>
      </w:r>
      <w:r w:rsidRPr="00A95464">
        <w:rPr>
          <w:rFonts w:hint="eastAsia"/>
        </w:rPr>
        <w:t>——综合效率系数</w:t>
      </w:r>
      <w:r w:rsidR="00DB5AAE" w:rsidRPr="00A95464">
        <w:rPr>
          <w:rFonts w:hint="eastAsia"/>
        </w:rPr>
        <w:t>，受逆变器效率、</w:t>
      </w:r>
      <w:proofErr w:type="gramStart"/>
      <w:r w:rsidR="00DB5AAE" w:rsidRPr="00A95464">
        <w:rPr>
          <w:rFonts w:hint="eastAsia"/>
        </w:rPr>
        <w:t>集电线路</w:t>
      </w:r>
      <w:proofErr w:type="gramEnd"/>
      <w:r w:rsidR="00DB5AAE" w:rsidRPr="00A95464">
        <w:rPr>
          <w:rFonts w:hint="eastAsia"/>
        </w:rPr>
        <w:t>损耗系数、光伏组件表面污染系数、修正系数等参数影响。</w:t>
      </w:r>
    </w:p>
    <w:p w14:paraId="67E90A23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4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计算参数表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B56E2C" w14:paraId="3ADBB186" w14:textId="77777777">
        <w:trPr>
          <w:jc w:val="center"/>
        </w:trPr>
        <w:tc>
          <w:tcPr>
            <w:tcW w:w="9280" w:type="dxa"/>
            <w:gridSpan w:val="4"/>
            <w:shd w:val="clear" w:color="auto" w:fill="E6E6E6"/>
            <w:vAlign w:val="center"/>
          </w:tcPr>
          <w:p w14:paraId="7236C976" w14:textId="77777777" w:rsidR="00B56E2C" w:rsidRDefault="00000000">
            <w:pPr>
              <w:jc w:val="center"/>
            </w:pPr>
            <w:r>
              <w:rPr>
                <w:b/>
              </w:rPr>
              <w:t>光伏系统信息</w:t>
            </w:r>
          </w:p>
        </w:tc>
      </w:tr>
      <w:tr w:rsidR="00B56E2C" w14:paraId="1246D639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19362CB0" w14:textId="77777777" w:rsidR="00B56E2C" w:rsidRDefault="00000000">
            <w:r>
              <w:t>组件类型</w:t>
            </w:r>
          </w:p>
        </w:tc>
        <w:tc>
          <w:tcPr>
            <w:tcW w:w="2320" w:type="dxa"/>
            <w:vAlign w:val="center"/>
          </w:tcPr>
          <w:p w14:paraId="4E5D0898" w14:textId="77777777" w:rsidR="00B56E2C" w:rsidRDefault="00000000">
            <w:r>
              <w:t>铜铟镓硒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621F92F2" w14:textId="77777777" w:rsidR="00B56E2C" w:rsidRDefault="00000000">
            <w:r>
              <w:t>峰值功率</w:t>
            </w:r>
          </w:p>
        </w:tc>
        <w:tc>
          <w:tcPr>
            <w:tcW w:w="2320" w:type="dxa"/>
            <w:vAlign w:val="center"/>
          </w:tcPr>
          <w:p w14:paraId="7055450C" w14:textId="77777777" w:rsidR="00B56E2C" w:rsidRDefault="00000000">
            <w:r>
              <w:t>100Wp</w:t>
            </w:r>
          </w:p>
        </w:tc>
      </w:tr>
      <w:tr w:rsidR="00B56E2C" w14:paraId="4B080DDB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4294FBBC" w14:textId="77777777" w:rsidR="00B56E2C" w:rsidRDefault="00000000">
            <w:r>
              <w:t>组件数量</w:t>
            </w:r>
          </w:p>
        </w:tc>
        <w:tc>
          <w:tcPr>
            <w:tcW w:w="2320" w:type="dxa"/>
            <w:vAlign w:val="center"/>
          </w:tcPr>
          <w:p w14:paraId="688A2985" w14:textId="77777777" w:rsidR="00B56E2C" w:rsidRDefault="00000000">
            <w:r>
              <w:t>194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767C56F" w14:textId="77777777" w:rsidR="00B56E2C" w:rsidRDefault="00000000">
            <w:r>
              <w:t>总装机量</w:t>
            </w:r>
          </w:p>
        </w:tc>
        <w:tc>
          <w:tcPr>
            <w:tcW w:w="2320" w:type="dxa"/>
            <w:vAlign w:val="center"/>
          </w:tcPr>
          <w:p w14:paraId="030DFF4E" w14:textId="77777777" w:rsidR="00B56E2C" w:rsidRDefault="00000000">
            <w:r>
              <w:t>19.4kW</w:t>
            </w:r>
          </w:p>
        </w:tc>
      </w:tr>
      <w:tr w:rsidR="00B56E2C" w14:paraId="343BC306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0F085F15" w14:textId="77777777" w:rsidR="00B56E2C" w:rsidRDefault="00000000">
            <w:r>
              <w:t>组件安装方式</w:t>
            </w:r>
          </w:p>
        </w:tc>
        <w:tc>
          <w:tcPr>
            <w:tcW w:w="2320" w:type="dxa"/>
            <w:vAlign w:val="center"/>
          </w:tcPr>
          <w:p w14:paraId="4F346EE9" w14:textId="77777777" w:rsidR="00B56E2C" w:rsidRDefault="00000000">
            <w:r>
              <w:t>固定集成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298FC905" w14:textId="77777777" w:rsidR="00B56E2C" w:rsidRDefault="00000000">
            <w:r>
              <w:t>组件面积</w:t>
            </w:r>
          </w:p>
        </w:tc>
        <w:tc>
          <w:tcPr>
            <w:tcW w:w="2320" w:type="dxa"/>
            <w:vAlign w:val="center"/>
          </w:tcPr>
          <w:p w14:paraId="0C1F9FA2" w14:textId="77777777" w:rsidR="00B56E2C" w:rsidRDefault="00000000">
            <w:r>
              <w:t>512</w:t>
            </w:r>
            <w:r>
              <w:t>㎡</w:t>
            </w:r>
          </w:p>
        </w:tc>
      </w:tr>
      <w:tr w:rsidR="00B56E2C" w14:paraId="076E328E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73B5875B" w14:textId="77777777" w:rsidR="00B56E2C" w:rsidRDefault="00000000">
            <w:r>
              <w:t>逆变器效率</w:t>
            </w:r>
          </w:p>
        </w:tc>
        <w:tc>
          <w:tcPr>
            <w:tcW w:w="2320" w:type="dxa"/>
            <w:vAlign w:val="center"/>
          </w:tcPr>
          <w:p w14:paraId="1616A785" w14:textId="77777777" w:rsidR="00B56E2C" w:rsidRDefault="00000000">
            <w:r>
              <w:t>0.96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7E255DB9" w14:textId="77777777" w:rsidR="00B56E2C" w:rsidRDefault="00000000">
            <w:r>
              <w:t>逆变器功率</w:t>
            </w:r>
          </w:p>
        </w:tc>
        <w:tc>
          <w:tcPr>
            <w:tcW w:w="2320" w:type="dxa"/>
            <w:vAlign w:val="center"/>
          </w:tcPr>
          <w:p w14:paraId="7A897C30" w14:textId="77777777" w:rsidR="00B56E2C" w:rsidRDefault="00000000">
            <w:r>
              <w:t>6.75kW</w:t>
            </w:r>
          </w:p>
        </w:tc>
      </w:tr>
      <w:tr w:rsidR="00B56E2C" w14:paraId="68AC7EEB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29962178" w14:textId="77777777" w:rsidR="00B56E2C" w:rsidRDefault="00000000">
            <w:r>
              <w:t>线路损耗效率</w:t>
            </w:r>
          </w:p>
        </w:tc>
        <w:tc>
          <w:tcPr>
            <w:tcW w:w="2320" w:type="dxa"/>
            <w:vAlign w:val="center"/>
          </w:tcPr>
          <w:p w14:paraId="7F8EAEB0" w14:textId="77777777" w:rsidR="00B56E2C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FD09BB0" w14:textId="77777777" w:rsidR="00B56E2C" w:rsidRDefault="00000000">
            <w:r>
              <w:t>材料表面污染效率</w:t>
            </w:r>
          </w:p>
        </w:tc>
        <w:tc>
          <w:tcPr>
            <w:tcW w:w="2320" w:type="dxa"/>
            <w:vAlign w:val="center"/>
          </w:tcPr>
          <w:p w14:paraId="20F16B42" w14:textId="77777777" w:rsidR="00B56E2C" w:rsidRDefault="00000000">
            <w:r>
              <w:t>0.01</w:t>
            </w:r>
          </w:p>
        </w:tc>
      </w:tr>
      <w:tr w:rsidR="00B56E2C" w14:paraId="57FE56D2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3C8DE333" w14:textId="77777777" w:rsidR="00B56E2C" w:rsidRDefault="00000000">
            <w:r>
              <w:t>修正系数</w:t>
            </w:r>
          </w:p>
        </w:tc>
        <w:tc>
          <w:tcPr>
            <w:tcW w:w="2320" w:type="dxa"/>
            <w:vAlign w:val="center"/>
          </w:tcPr>
          <w:p w14:paraId="2A51EF99" w14:textId="77777777" w:rsidR="00B56E2C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246192C8" w14:textId="77777777" w:rsidR="00B56E2C" w:rsidRDefault="00000000">
            <w:r>
              <w:t>系统综合效率</w:t>
            </w:r>
          </w:p>
        </w:tc>
        <w:tc>
          <w:tcPr>
            <w:tcW w:w="2320" w:type="dxa"/>
            <w:vAlign w:val="center"/>
          </w:tcPr>
          <w:p w14:paraId="4E48C019" w14:textId="77777777" w:rsidR="00B56E2C" w:rsidRDefault="00000000">
            <w:r>
              <w:t>93.1%</w:t>
            </w:r>
          </w:p>
        </w:tc>
      </w:tr>
    </w:tbl>
    <w:p w14:paraId="5355AB07" w14:textId="77777777" w:rsidR="009F1865" w:rsidRDefault="009F1865" w:rsidP="00E22E81">
      <w:pPr>
        <w:jc w:val="center"/>
      </w:pPr>
      <w:bookmarkStart w:id="41" w:name="光伏系统信息表"/>
      <w:bookmarkEnd w:id="41"/>
    </w:p>
    <w:p w14:paraId="188F053C" w14:textId="77777777" w:rsidR="00E22E81" w:rsidRPr="00F27021" w:rsidRDefault="00E22E81" w:rsidP="00E22E81">
      <w:pPr>
        <w:pStyle w:val="a1"/>
        <w:ind w:firstLineChars="83" w:firstLine="199"/>
      </w:pPr>
    </w:p>
    <w:p w14:paraId="41C89288" w14:textId="77777777" w:rsidR="00473BB3" w:rsidRDefault="00E50C4D" w:rsidP="00473BB3">
      <w:pPr>
        <w:pStyle w:val="20"/>
      </w:pPr>
      <w:bookmarkStart w:id="42" w:name="_Toc159087562"/>
      <w:r>
        <w:rPr>
          <w:rFonts w:hint="eastAsia"/>
        </w:rPr>
        <w:t>发电量</w:t>
      </w:r>
      <w:bookmarkEnd w:id="42"/>
    </w:p>
    <w:p w14:paraId="46AA4D0A" w14:textId="77777777" w:rsidR="006351C7" w:rsidRPr="006351C7" w:rsidRDefault="006351C7" w:rsidP="006351C7">
      <w:pPr>
        <w:pStyle w:val="a1"/>
        <w:ind w:firstLineChars="200" w:firstLine="480"/>
        <w:rPr>
          <w:lang w:val="en-US"/>
        </w:rPr>
      </w:pPr>
      <w:r>
        <w:rPr>
          <w:rFonts w:hint="eastAsia"/>
          <w:lang w:val="en-US"/>
        </w:rPr>
        <w:t>确定光伏系统计算参数取值，同时考虑周围建筑物遮挡、光伏板之间的遮挡影响，根据</w:t>
      </w:r>
      <w:r>
        <w:rPr>
          <w:rFonts w:hint="eastAsia"/>
          <w:lang w:val="en-US"/>
        </w:rPr>
        <w:t>5.4</w:t>
      </w:r>
      <w:r>
        <w:rPr>
          <w:rFonts w:hint="eastAsia"/>
          <w:lang w:val="en-US"/>
        </w:rPr>
        <w:t>节中公式可求得光伏系统发电量。</w:t>
      </w:r>
    </w:p>
    <w:p w14:paraId="0E5A461D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5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发电量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2831"/>
        <w:gridCol w:w="2434"/>
        <w:gridCol w:w="2434"/>
      </w:tblGrid>
      <w:tr w:rsidR="00B56E2C" w14:paraId="18E00B7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84072F8" w14:textId="77777777" w:rsidR="00B56E2C" w:rsidRDefault="00000000">
            <w:pPr>
              <w:jc w:val="center"/>
            </w:pPr>
            <w:r>
              <w:rPr>
                <w:b/>
              </w:rPr>
              <w:lastRenderedPageBreak/>
              <w:t>月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1B8762EC" w14:textId="77777777" w:rsidR="00B56E2C" w:rsidRDefault="00000000">
            <w:pPr>
              <w:jc w:val="center"/>
            </w:pPr>
            <w:r>
              <w:rPr>
                <w:b/>
              </w:rPr>
              <w:t>太阳能总辐照量</w:t>
            </w:r>
            <w:r>
              <w:rPr>
                <w:b/>
              </w:rPr>
              <w:br/>
              <w:t>kWh/</w:t>
            </w:r>
            <w:r>
              <w:rPr>
                <w:b/>
              </w:rPr>
              <w:t>㎡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33EAAE82" w14:textId="77777777" w:rsidR="00B56E2C" w:rsidRDefault="00000000">
            <w:pPr>
              <w:jc w:val="center"/>
            </w:pPr>
            <w:r>
              <w:rPr>
                <w:b/>
              </w:rPr>
              <w:t>交流发电量</w:t>
            </w:r>
            <w:r>
              <w:rPr>
                <w:b/>
              </w:rPr>
              <w:t>MWh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4D358299" w14:textId="77777777" w:rsidR="00B56E2C" w:rsidRDefault="00000000">
            <w:pPr>
              <w:jc w:val="center"/>
            </w:pPr>
            <w:r>
              <w:rPr>
                <w:b/>
              </w:rPr>
              <w:t>占全年百分比</w:t>
            </w:r>
            <w:r>
              <w:rPr>
                <w:b/>
              </w:rPr>
              <w:t>%</w:t>
            </w:r>
          </w:p>
        </w:tc>
      </w:tr>
      <w:tr w:rsidR="00B56E2C" w14:paraId="2EB79B74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6248C93" w14:textId="77777777" w:rsidR="00B56E2C" w:rsidRDefault="00000000">
            <w:pPr>
              <w:jc w:val="center"/>
            </w:pPr>
            <w:r>
              <w:t>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331D406" w14:textId="77777777" w:rsidR="00B56E2C" w:rsidRDefault="00000000">
            <w:pPr>
              <w:jc w:val="center"/>
            </w:pPr>
            <w:r>
              <w:t>44.9</w:t>
            </w:r>
          </w:p>
        </w:tc>
        <w:tc>
          <w:tcPr>
            <w:tcW w:w="2433" w:type="dxa"/>
            <w:vAlign w:val="center"/>
          </w:tcPr>
          <w:p w14:paraId="499F9DE1" w14:textId="77777777" w:rsidR="00B56E2C" w:rsidRDefault="00000000">
            <w:pPr>
              <w:jc w:val="center"/>
            </w:pPr>
            <w:r>
              <w:t>0.99</w:t>
            </w:r>
          </w:p>
        </w:tc>
        <w:tc>
          <w:tcPr>
            <w:tcW w:w="2433" w:type="dxa"/>
            <w:vAlign w:val="center"/>
          </w:tcPr>
          <w:p w14:paraId="0B78A752" w14:textId="77777777" w:rsidR="00B56E2C" w:rsidRDefault="00000000">
            <w:pPr>
              <w:jc w:val="center"/>
            </w:pPr>
            <w:r>
              <w:t>7.3</w:t>
            </w:r>
          </w:p>
        </w:tc>
      </w:tr>
      <w:tr w:rsidR="00B56E2C" w14:paraId="42DDFAF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4D3807D" w14:textId="77777777" w:rsidR="00B56E2C" w:rsidRDefault="00000000">
            <w:pPr>
              <w:jc w:val="center"/>
            </w:pPr>
            <w:r>
              <w:t>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50F522F6" w14:textId="77777777" w:rsidR="00B56E2C" w:rsidRDefault="00000000">
            <w:pPr>
              <w:jc w:val="center"/>
            </w:pPr>
            <w:r>
              <w:t>54.6</w:t>
            </w:r>
          </w:p>
        </w:tc>
        <w:tc>
          <w:tcPr>
            <w:tcW w:w="2433" w:type="dxa"/>
            <w:vAlign w:val="center"/>
          </w:tcPr>
          <w:p w14:paraId="674B1241" w14:textId="77777777" w:rsidR="00B56E2C" w:rsidRDefault="00000000">
            <w:pPr>
              <w:jc w:val="center"/>
            </w:pPr>
            <w:r>
              <w:t>1.16</w:t>
            </w:r>
          </w:p>
        </w:tc>
        <w:tc>
          <w:tcPr>
            <w:tcW w:w="2433" w:type="dxa"/>
            <w:vAlign w:val="center"/>
          </w:tcPr>
          <w:p w14:paraId="46082E1D" w14:textId="77777777" w:rsidR="00B56E2C" w:rsidRDefault="00000000">
            <w:pPr>
              <w:jc w:val="center"/>
            </w:pPr>
            <w:r>
              <w:t>8.6</w:t>
            </w:r>
          </w:p>
        </w:tc>
      </w:tr>
      <w:tr w:rsidR="00B56E2C" w14:paraId="2FC366A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8F15C79" w14:textId="77777777" w:rsidR="00B56E2C" w:rsidRDefault="00000000">
            <w:pPr>
              <w:jc w:val="center"/>
            </w:pPr>
            <w:r>
              <w:t>3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3E757522" w14:textId="77777777" w:rsidR="00B56E2C" w:rsidRDefault="00000000">
            <w:pPr>
              <w:jc w:val="center"/>
            </w:pPr>
            <w:r>
              <w:t>67.1</w:t>
            </w:r>
          </w:p>
        </w:tc>
        <w:tc>
          <w:tcPr>
            <w:tcW w:w="2433" w:type="dxa"/>
            <w:vAlign w:val="center"/>
          </w:tcPr>
          <w:p w14:paraId="3B1B77C3" w14:textId="77777777" w:rsidR="00B56E2C" w:rsidRDefault="00000000">
            <w:pPr>
              <w:jc w:val="center"/>
            </w:pPr>
            <w:r>
              <w:t>1.31</w:t>
            </w:r>
          </w:p>
        </w:tc>
        <w:tc>
          <w:tcPr>
            <w:tcW w:w="2433" w:type="dxa"/>
            <w:vAlign w:val="center"/>
          </w:tcPr>
          <w:p w14:paraId="27CE4896" w14:textId="77777777" w:rsidR="00B56E2C" w:rsidRDefault="00000000">
            <w:pPr>
              <w:jc w:val="center"/>
            </w:pPr>
            <w:r>
              <w:t>9.6</w:t>
            </w:r>
          </w:p>
        </w:tc>
      </w:tr>
      <w:tr w:rsidR="00B56E2C" w14:paraId="7FF8F3BB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646DFEC" w14:textId="77777777" w:rsidR="00B56E2C" w:rsidRDefault="00000000">
            <w:pPr>
              <w:jc w:val="center"/>
            </w:pPr>
            <w:r>
              <w:t>4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8096237" w14:textId="77777777" w:rsidR="00B56E2C" w:rsidRDefault="00000000">
            <w:pPr>
              <w:jc w:val="center"/>
            </w:pPr>
            <w:r>
              <w:t>72.9</w:t>
            </w:r>
          </w:p>
        </w:tc>
        <w:tc>
          <w:tcPr>
            <w:tcW w:w="2433" w:type="dxa"/>
            <w:vAlign w:val="center"/>
          </w:tcPr>
          <w:p w14:paraId="3B0986A9" w14:textId="77777777" w:rsidR="00B56E2C" w:rsidRDefault="00000000">
            <w:pPr>
              <w:jc w:val="center"/>
            </w:pPr>
            <w:r>
              <w:t>1.38</w:t>
            </w:r>
          </w:p>
        </w:tc>
        <w:tc>
          <w:tcPr>
            <w:tcW w:w="2433" w:type="dxa"/>
            <w:vAlign w:val="center"/>
          </w:tcPr>
          <w:p w14:paraId="777FE173" w14:textId="77777777" w:rsidR="00B56E2C" w:rsidRDefault="00000000">
            <w:pPr>
              <w:jc w:val="center"/>
            </w:pPr>
            <w:r>
              <w:t>10.1</w:t>
            </w:r>
          </w:p>
        </w:tc>
      </w:tr>
      <w:tr w:rsidR="00B56E2C" w14:paraId="6143A57F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CAB4FFD" w14:textId="77777777" w:rsidR="00B56E2C" w:rsidRDefault="00000000">
            <w:pPr>
              <w:jc w:val="center"/>
            </w:pPr>
            <w:r>
              <w:t>5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328448D" w14:textId="77777777" w:rsidR="00B56E2C" w:rsidRDefault="00000000">
            <w:pPr>
              <w:jc w:val="center"/>
            </w:pPr>
            <w:r>
              <w:t>64.4</w:t>
            </w:r>
          </w:p>
        </w:tc>
        <w:tc>
          <w:tcPr>
            <w:tcW w:w="2433" w:type="dxa"/>
            <w:vAlign w:val="center"/>
          </w:tcPr>
          <w:p w14:paraId="5ADA8C12" w14:textId="77777777" w:rsidR="00B56E2C" w:rsidRDefault="00000000">
            <w:pPr>
              <w:jc w:val="center"/>
            </w:pPr>
            <w:r>
              <w:t>1.28</w:t>
            </w:r>
          </w:p>
        </w:tc>
        <w:tc>
          <w:tcPr>
            <w:tcW w:w="2433" w:type="dxa"/>
            <w:vAlign w:val="center"/>
          </w:tcPr>
          <w:p w14:paraId="0D3C66E2" w14:textId="77777777" w:rsidR="00B56E2C" w:rsidRDefault="00000000">
            <w:pPr>
              <w:jc w:val="center"/>
            </w:pPr>
            <w:r>
              <w:t>9.4</w:t>
            </w:r>
          </w:p>
        </w:tc>
      </w:tr>
      <w:tr w:rsidR="00B56E2C" w14:paraId="744E06A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B30D838" w14:textId="77777777" w:rsidR="00B56E2C" w:rsidRDefault="00000000">
            <w:pPr>
              <w:jc w:val="center"/>
            </w:pPr>
            <w:r>
              <w:t>6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BE3C971" w14:textId="77777777" w:rsidR="00B56E2C" w:rsidRDefault="00000000">
            <w:pPr>
              <w:jc w:val="center"/>
            </w:pPr>
            <w:r>
              <w:t>60.7</w:t>
            </w:r>
          </w:p>
        </w:tc>
        <w:tc>
          <w:tcPr>
            <w:tcW w:w="2433" w:type="dxa"/>
            <w:vAlign w:val="center"/>
          </w:tcPr>
          <w:p w14:paraId="0CB3B983" w14:textId="77777777" w:rsidR="00B56E2C" w:rsidRDefault="00000000">
            <w:pPr>
              <w:jc w:val="center"/>
            </w:pPr>
            <w:r>
              <w:t>1.18</w:t>
            </w:r>
          </w:p>
        </w:tc>
        <w:tc>
          <w:tcPr>
            <w:tcW w:w="2433" w:type="dxa"/>
            <w:vAlign w:val="center"/>
          </w:tcPr>
          <w:p w14:paraId="65E098AD" w14:textId="77777777" w:rsidR="00B56E2C" w:rsidRDefault="00000000">
            <w:pPr>
              <w:jc w:val="center"/>
            </w:pPr>
            <w:r>
              <w:t>8.7</w:t>
            </w:r>
          </w:p>
        </w:tc>
      </w:tr>
      <w:tr w:rsidR="00B56E2C" w14:paraId="04D81BEB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06129E6" w14:textId="77777777" w:rsidR="00B56E2C" w:rsidRDefault="00000000">
            <w:pPr>
              <w:jc w:val="center"/>
            </w:pPr>
            <w:r>
              <w:t>7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5A914D78" w14:textId="77777777" w:rsidR="00B56E2C" w:rsidRDefault="00000000">
            <w:pPr>
              <w:jc w:val="center"/>
            </w:pPr>
            <w:r>
              <w:t>61.2</w:t>
            </w:r>
          </w:p>
        </w:tc>
        <w:tc>
          <w:tcPr>
            <w:tcW w:w="2433" w:type="dxa"/>
            <w:vAlign w:val="center"/>
          </w:tcPr>
          <w:p w14:paraId="1355EA9C" w14:textId="77777777" w:rsidR="00B56E2C" w:rsidRDefault="00000000">
            <w:pPr>
              <w:jc w:val="center"/>
            </w:pPr>
            <w:r>
              <w:t>1.15</w:t>
            </w:r>
          </w:p>
        </w:tc>
        <w:tc>
          <w:tcPr>
            <w:tcW w:w="2433" w:type="dxa"/>
            <w:vAlign w:val="center"/>
          </w:tcPr>
          <w:p w14:paraId="6216195E" w14:textId="77777777" w:rsidR="00B56E2C" w:rsidRDefault="00000000">
            <w:pPr>
              <w:jc w:val="center"/>
            </w:pPr>
            <w:r>
              <w:t>8.5</w:t>
            </w:r>
          </w:p>
        </w:tc>
      </w:tr>
      <w:tr w:rsidR="00B56E2C" w14:paraId="167AC27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1B3C801" w14:textId="77777777" w:rsidR="00B56E2C" w:rsidRDefault="00000000">
            <w:pPr>
              <w:jc w:val="center"/>
            </w:pPr>
            <w:r>
              <w:t>8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90CD310" w14:textId="77777777" w:rsidR="00B56E2C" w:rsidRDefault="00000000">
            <w:pPr>
              <w:jc w:val="center"/>
            </w:pPr>
            <w:r>
              <w:t>70.7</w:t>
            </w:r>
          </w:p>
        </w:tc>
        <w:tc>
          <w:tcPr>
            <w:tcW w:w="2433" w:type="dxa"/>
            <w:vAlign w:val="center"/>
          </w:tcPr>
          <w:p w14:paraId="1C09DAAA" w14:textId="77777777" w:rsidR="00B56E2C" w:rsidRDefault="00000000">
            <w:pPr>
              <w:jc w:val="center"/>
            </w:pPr>
            <w:r>
              <w:t>1.26</w:t>
            </w:r>
          </w:p>
        </w:tc>
        <w:tc>
          <w:tcPr>
            <w:tcW w:w="2433" w:type="dxa"/>
            <w:vAlign w:val="center"/>
          </w:tcPr>
          <w:p w14:paraId="41167B08" w14:textId="77777777" w:rsidR="00B56E2C" w:rsidRDefault="00000000">
            <w:pPr>
              <w:jc w:val="center"/>
            </w:pPr>
            <w:r>
              <w:t>9.2</w:t>
            </w:r>
          </w:p>
        </w:tc>
      </w:tr>
      <w:tr w:rsidR="00B56E2C" w14:paraId="4BE7F84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E84146A" w14:textId="77777777" w:rsidR="00B56E2C" w:rsidRDefault="00000000">
            <w:pPr>
              <w:jc w:val="center"/>
            </w:pPr>
            <w:r>
              <w:t>9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C103300" w14:textId="77777777" w:rsidR="00B56E2C" w:rsidRDefault="00000000">
            <w:pPr>
              <w:jc w:val="center"/>
            </w:pPr>
            <w:r>
              <w:t>56.2</w:t>
            </w:r>
          </w:p>
        </w:tc>
        <w:tc>
          <w:tcPr>
            <w:tcW w:w="2433" w:type="dxa"/>
            <w:vAlign w:val="center"/>
          </w:tcPr>
          <w:p w14:paraId="048150A9" w14:textId="77777777" w:rsidR="00B56E2C" w:rsidRDefault="00000000">
            <w:pPr>
              <w:jc w:val="center"/>
            </w:pPr>
            <w:r>
              <w:t>1.05</w:t>
            </w:r>
          </w:p>
        </w:tc>
        <w:tc>
          <w:tcPr>
            <w:tcW w:w="2433" w:type="dxa"/>
            <w:vAlign w:val="center"/>
          </w:tcPr>
          <w:p w14:paraId="700005B6" w14:textId="77777777" w:rsidR="00B56E2C" w:rsidRDefault="00000000">
            <w:pPr>
              <w:jc w:val="center"/>
            </w:pPr>
            <w:r>
              <w:t>7.7</w:t>
            </w:r>
          </w:p>
        </w:tc>
      </w:tr>
      <w:tr w:rsidR="00B56E2C" w14:paraId="315947E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D2D6C14" w14:textId="77777777" w:rsidR="00B56E2C" w:rsidRDefault="00000000">
            <w:pPr>
              <w:jc w:val="center"/>
            </w:pPr>
            <w:r>
              <w:t>10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2980764" w14:textId="77777777" w:rsidR="00B56E2C" w:rsidRDefault="00000000">
            <w:pPr>
              <w:jc w:val="center"/>
            </w:pPr>
            <w:r>
              <w:t>54.2</w:t>
            </w:r>
          </w:p>
        </w:tc>
        <w:tc>
          <w:tcPr>
            <w:tcW w:w="2433" w:type="dxa"/>
            <w:vAlign w:val="center"/>
          </w:tcPr>
          <w:p w14:paraId="4D607626" w14:textId="77777777" w:rsidR="00B56E2C" w:rsidRDefault="00000000">
            <w:pPr>
              <w:jc w:val="center"/>
            </w:pPr>
            <w:r>
              <w:t>1.09</w:t>
            </w:r>
          </w:p>
        </w:tc>
        <w:tc>
          <w:tcPr>
            <w:tcW w:w="2433" w:type="dxa"/>
            <w:vAlign w:val="center"/>
          </w:tcPr>
          <w:p w14:paraId="08A15C29" w14:textId="77777777" w:rsidR="00B56E2C" w:rsidRDefault="00000000">
            <w:pPr>
              <w:jc w:val="center"/>
            </w:pPr>
            <w:r>
              <w:t>8.0</w:t>
            </w:r>
          </w:p>
        </w:tc>
      </w:tr>
      <w:tr w:rsidR="00B56E2C" w14:paraId="7D8E4DB4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927DC1B" w14:textId="77777777" w:rsidR="00B56E2C" w:rsidRDefault="00000000">
            <w:pPr>
              <w:jc w:val="center"/>
            </w:pPr>
            <w:r>
              <w:t>11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933CF54" w14:textId="77777777" w:rsidR="00B56E2C" w:rsidRDefault="00000000">
            <w:pPr>
              <w:jc w:val="center"/>
            </w:pPr>
            <w:r>
              <w:t>44.1</w:t>
            </w:r>
          </w:p>
        </w:tc>
        <w:tc>
          <w:tcPr>
            <w:tcW w:w="2433" w:type="dxa"/>
            <w:vAlign w:val="center"/>
          </w:tcPr>
          <w:p w14:paraId="73A582FC" w14:textId="77777777" w:rsidR="00B56E2C" w:rsidRDefault="00000000">
            <w:pPr>
              <w:jc w:val="center"/>
            </w:pPr>
            <w:r>
              <w:t>0.92</w:t>
            </w:r>
          </w:p>
        </w:tc>
        <w:tc>
          <w:tcPr>
            <w:tcW w:w="2433" w:type="dxa"/>
            <w:vAlign w:val="center"/>
          </w:tcPr>
          <w:p w14:paraId="2F9EE39A" w14:textId="77777777" w:rsidR="00B56E2C" w:rsidRDefault="00000000">
            <w:pPr>
              <w:jc w:val="center"/>
            </w:pPr>
            <w:r>
              <w:t>6.8</w:t>
            </w:r>
          </w:p>
        </w:tc>
      </w:tr>
      <w:tr w:rsidR="00B56E2C" w14:paraId="2166C00D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747EC86" w14:textId="77777777" w:rsidR="00B56E2C" w:rsidRDefault="00000000">
            <w:pPr>
              <w:jc w:val="center"/>
            </w:pPr>
            <w:r>
              <w:t>12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D49AD83" w14:textId="77777777" w:rsidR="00B56E2C" w:rsidRDefault="00000000">
            <w:pPr>
              <w:jc w:val="center"/>
            </w:pPr>
            <w:r>
              <w:t>40.2</w:t>
            </w:r>
          </w:p>
        </w:tc>
        <w:tc>
          <w:tcPr>
            <w:tcW w:w="2433" w:type="dxa"/>
            <w:vAlign w:val="center"/>
          </w:tcPr>
          <w:p w14:paraId="0E927CD2" w14:textId="77777777" w:rsidR="00B56E2C" w:rsidRDefault="00000000">
            <w:pPr>
              <w:jc w:val="center"/>
            </w:pPr>
            <w:r>
              <w:t>0.83</w:t>
            </w:r>
          </w:p>
        </w:tc>
        <w:tc>
          <w:tcPr>
            <w:tcW w:w="2433" w:type="dxa"/>
            <w:vAlign w:val="center"/>
          </w:tcPr>
          <w:p w14:paraId="24CB2C14" w14:textId="77777777" w:rsidR="00B56E2C" w:rsidRDefault="00000000">
            <w:pPr>
              <w:jc w:val="center"/>
            </w:pPr>
            <w:r>
              <w:t>6.1</w:t>
            </w:r>
          </w:p>
        </w:tc>
      </w:tr>
      <w:tr w:rsidR="00B56E2C" w14:paraId="092C822A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DE282D1" w14:textId="77777777" w:rsidR="00B56E2C" w:rsidRDefault="00000000">
            <w:pPr>
              <w:jc w:val="center"/>
            </w:pPr>
            <w:r>
              <w:t>全年</w:t>
            </w:r>
          </w:p>
        </w:tc>
        <w:tc>
          <w:tcPr>
            <w:tcW w:w="2830" w:type="dxa"/>
            <w:vAlign w:val="center"/>
          </w:tcPr>
          <w:p w14:paraId="75C192CB" w14:textId="77777777" w:rsidR="00B56E2C" w:rsidRDefault="00000000">
            <w:pPr>
              <w:jc w:val="center"/>
            </w:pPr>
            <w:r>
              <w:t>691.1</w:t>
            </w:r>
          </w:p>
        </w:tc>
        <w:tc>
          <w:tcPr>
            <w:tcW w:w="2433" w:type="dxa"/>
            <w:vAlign w:val="center"/>
          </w:tcPr>
          <w:p w14:paraId="1E297427" w14:textId="77777777" w:rsidR="00B56E2C" w:rsidRDefault="00000000">
            <w:pPr>
              <w:jc w:val="center"/>
            </w:pPr>
            <w:r>
              <w:t>13.5968</w:t>
            </w:r>
          </w:p>
        </w:tc>
        <w:tc>
          <w:tcPr>
            <w:tcW w:w="2433" w:type="dxa"/>
            <w:vAlign w:val="center"/>
          </w:tcPr>
          <w:p w14:paraId="3759C021" w14:textId="77777777" w:rsidR="00B56E2C" w:rsidRDefault="00000000">
            <w:pPr>
              <w:jc w:val="center"/>
            </w:pPr>
            <w:r>
              <w:t>100</w:t>
            </w:r>
          </w:p>
        </w:tc>
      </w:tr>
      <w:tr w:rsidR="00B56E2C" w14:paraId="57912C9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B8A4660" w14:textId="77777777" w:rsidR="00B56E2C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年总发电量</w:t>
            </w:r>
          </w:p>
        </w:tc>
        <w:tc>
          <w:tcPr>
            <w:tcW w:w="7696" w:type="dxa"/>
            <w:gridSpan w:val="3"/>
            <w:vAlign w:val="center"/>
          </w:tcPr>
          <w:p w14:paraId="52BA7E6E" w14:textId="77777777" w:rsidR="00B56E2C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13.6MWh</w:t>
            </w:r>
          </w:p>
        </w:tc>
      </w:tr>
    </w:tbl>
    <w:p w14:paraId="77683C2C" w14:textId="77777777" w:rsidR="00260113" w:rsidRDefault="00260113" w:rsidP="005A7486">
      <w:pPr>
        <w:pStyle w:val="a1"/>
      </w:pPr>
      <w:bookmarkStart w:id="43" w:name="初始阶段光伏发电产量表"/>
      <w:bookmarkEnd w:id="43"/>
    </w:p>
    <w:p w14:paraId="74D96156" w14:textId="77777777" w:rsidR="00CE281D" w:rsidRPr="008745C1" w:rsidRDefault="00CE281D" w:rsidP="005A7486">
      <w:pPr>
        <w:pStyle w:val="a1"/>
        <w:jc w:val="center"/>
      </w:pPr>
      <w:bookmarkStart w:id="44" w:name="光伏发电彩图"/>
      <w:bookmarkEnd w:id="44"/>
      <w:r>
        <w:rPr>
          <w:noProof/>
        </w:rPr>
        <w:drawing>
          <wp:inline distT="0" distB="0" distL="0" distR="0" wp14:anchorId="579C7911" wp14:editId="28DD5F70">
            <wp:extent cx="5667375" cy="4943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81C19" w14:textId="77777777" w:rsidR="00B56E2C" w:rsidRDefault="00B56E2C">
      <w:pPr>
        <w:pStyle w:val="a1"/>
      </w:pPr>
    </w:p>
    <w:p w14:paraId="64DACEA9" w14:textId="77777777" w:rsidR="00CE281D" w:rsidRPr="00CE281D" w:rsidRDefault="00CE281D" w:rsidP="005A7486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CE281D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3</w:t>
      </w:r>
      <w:r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光伏发电彩图</w:t>
      </w:r>
    </w:p>
    <w:p w14:paraId="39371298" w14:textId="77777777" w:rsidR="00A65AD0" w:rsidRPr="00F27021" w:rsidRDefault="00A65AD0" w:rsidP="00E22E81">
      <w:pPr>
        <w:jc w:val="center"/>
      </w:pPr>
      <w:bookmarkStart w:id="45" w:name="太阳能总辐照量图"/>
      <w:bookmarkEnd w:id="45"/>
      <w:r>
        <w:rPr>
          <w:noProof/>
        </w:rPr>
        <w:lastRenderedPageBreak/>
        <w:drawing>
          <wp:inline distT="0" distB="0" distL="0" distR="0" wp14:anchorId="4FA3127E" wp14:editId="3E095E90">
            <wp:extent cx="5667375" cy="39147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12BF6" w14:textId="77777777" w:rsidR="00B56E2C" w:rsidRDefault="00B56E2C">
      <w:pPr>
        <w:jc w:val="center"/>
      </w:pPr>
    </w:p>
    <w:p w14:paraId="43902E92" w14:textId="77777777" w:rsidR="00A65AD0" w:rsidRPr="00157C82" w:rsidRDefault="00715C79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4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太阳能总辐照量图</w:t>
      </w:r>
    </w:p>
    <w:p w14:paraId="0D576558" w14:textId="77777777" w:rsidR="00A65AD0" w:rsidRPr="00F27021" w:rsidRDefault="00A65AD0" w:rsidP="00E22E81">
      <w:pPr>
        <w:jc w:val="center"/>
      </w:pPr>
      <w:bookmarkStart w:id="46" w:name="交流发电量图"/>
      <w:bookmarkEnd w:id="46"/>
      <w:r>
        <w:rPr>
          <w:noProof/>
        </w:rPr>
        <w:drawing>
          <wp:inline distT="0" distB="0" distL="0" distR="0" wp14:anchorId="087D9EA5" wp14:editId="563BDBBC">
            <wp:extent cx="5667375" cy="4038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78D53" w14:textId="77777777" w:rsidR="00B56E2C" w:rsidRDefault="00B56E2C">
      <w:pPr>
        <w:jc w:val="center"/>
      </w:pPr>
    </w:p>
    <w:p w14:paraId="24559760" w14:textId="77777777" w:rsidR="00BF6529" w:rsidRPr="00157C82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6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交流发电量图</w:t>
      </w:r>
    </w:p>
    <w:p w14:paraId="029CF8D9" w14:textId="77777777" w:rsidR="00E233AD" w:rsidRDefault="007C6A30" w:rsidP="007C6A30">
      <w:pPr>
        <w:pStyle w:val="1"/>
        <w:ind w:left="432" w:hanging="432"/>
      </w:pPr>
      <w:bookmarkStart w:id="47" w:name="_Toc159087563"/>
      <w:r>
        <w:rPr>
          <w:rFonts w:hint="eastAsia"/>
        </w:rPr>
        <w:lastRenderedPageBreak/>
        <w:t>结论</w:t>
      </w:r>
      <w:bookmarkEnd w:id="47"/>
    </w:p>
    <w:p w14:paraId="5B034E6F" w14:textId="77777777" w:rsidR="007C6A30" w:rsidRPr="00E22E81" w:rsidRDefault="00107DB7" w:rsidP="00E22E81">
      <w:pPr>
        <w:pStyle w:val="a1"/>
        <w:ind w:firstLine="480"/>
        <w:rPr>
          <w:rFonts w:eastAsiaTheme="minorEastAsia"/>
          <w:b/>
          <w:bCs/>
          <w:color w:val="F79646"/>
          <w:szCs w:val="24"/>
          <w:lang w:val="en-US"/>
        </w:rPr>
      </w:pPr>
      <w:r w:rsidRPr="00E22E81">
        <w:t>综上所述，</w:t>
      </w:r>
      <w:r w:rsidR="007C6A30" w:rsidRPr="00E22E81">
        <w:t>本项目</w:t>
      </w:r>
      <w:r w:rsidRPr="00E22E81">
        <w:t>中</w:t>
      </w:r>
      <w:r w:rsidR="007C6A30" w:rsidRPr="00E22E81">
        <w:t>光伏组件</w:t>
      </w:r>
      <w:r w:rsidRPr="00E22E81">
        <w:t>面积为</w:t>
      </w:r>
      <w:bookmarkStart w:id="48" w:name="组件面积"/>
      <w:r w:rsidRPr="00E22E81">
        <w:rPr>
          <w:u w:val="single"/>
        </w:rPr>
        <w:t>512</w:t>
      </w:r>
      <w:bookmarkEnd w:id="48"/>
      <w:r w:rsidRPr="00E22E81">
        <w:t>m</w:t>
      </w:r>
      <w:r w:rsidRPr="00E22E81">
        <w:rPr>
          <w:vertAlign w:val="superscript"/>
        </w:rPr>
        <w:t>2</w:t>
      </w:r>
      <w:r w:rsidRPr="00E22E81">
        <w:t>，</w:t>
      </w:r>
      <w:r w:rsidR="0031217B" w:rsidRPr="00E22E81">
        <w:t>总装机</w:t>
      </w:r>
      <w:r w:rsidR="00C50357" w:rsidRPr="00E22E81">
        <w:rPr>
          <w:rFonts w:hint="eastAsia"/>
        </w:rPr>
        <w:t>容</w:t>
      </w:r>
      <w:r w:rsidR="0031217B" w:rsidRPr="00E22E81">
        <w:t>量为</w:t>
      </w:r>
      <w:bookmarkStart w:id="49" w:name="总装机量"/>
      <w:r w:rsidR="0031217B" w:rsidRPr="00E22E81">
        <w:rPr>
          <w:u w:val="single"/>
        </w:rPr>
        <w:t>19.4</w:t>
      </w:r>
      <w:bookmarkEnd w:id="49"/>
      <w:r w:rsidR="0031217B" w:rsidRPr="00E22E81">
        <w:t>kW</w:t>
      </w:r>
      <w:r w:rsidR="0031217B" w:rsidRPr="00E22E81">
        <w:t>，全年总</w:t>
      </w:r>
      <w:r w:rsidR="007C6A30" w:rsidRPr="00E22E81">
        <w:t>发电量为</w:t>
      </w:r>
      <w:bookmarkStart w:id="50" w:name="全年总发电量"/>
      <w:r w:rsidR="0055781E" w:rsidRPr="00E22E81">
        <w:rPr>
          <w:u w:val="single"/>
        </w:rPr>
        <w:t>13.6</w:t>
      </w:r>
      <w:bookmarkEnd w:id="50"/>
      <w:r w:rsidR="007C6A30" w:rsidRPr="00E22E81">
        <w:t>MWh</w:t>
      </w:r>
      <w:r w:rsidR="007C6A30" w:rsidRPr="00E22E81">
        <w:rPr>
          <w:rFonts w:eastAsiaTheme="minorEastAsia"/>
          <w:b/>
          <w:bCs/>
          <w:szCs w:val="24"/>
          <w:lang w:val="en-US"/>
        </w:rPr>
        <w:t>。</w:t>
      </w:r>
    </w:p>
    <w:p w14:paraId="28E4DB9C" w14:textId="77777777" w:rsidR="00A941D3" w:rsidRPr="0034266A" w:rsidRDefault="00A941D3" w:rsidP="0031217B">
      <w:pPr>
        <w:pStyle w:val="a1"/>
        <w:ind w:firstLine="480"/>
        <w:rPr>
          <w:lang w:val="en-US"/>
        </w:rPr>
      </w:pPr>
    </w:p>
    <w:sectPr w:rsidR="00A941D3" w:rsidRPr="0034266A" w:rsidSect="0068698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5994C" w14:textId="77777777" w:rsidR="00686987" w:rsidRDefault="00686987" w:rsidP="00203A7D">
      <w:r>
        <w:separator/>
      </w:r>
    </w:p>
  </w:endnote>
  <w:endnote w:type="continuationSeparator" w:id="0">
    <w:p w14:paraId="79BC44C4" w14:textId="77777777" w:rsidR="00686987" w:rsidRDefault="0068698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16202" w14:textId="77777777" w:rsidR="00B14470" w:rsidRPr="00473BB3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B14470" w:rsidRPr="00473BB3">
        <w:rPr>
          <w:rStyle w:val="a9"/>
          <w:color w:val="auto"/>
          <w:u w:val="none"/>
        </w:rPr>
        <w:t>http://www.gbsware.cn/</w:t>
      </w:r>
    </w:hyperlink>
    <w:r w:rsidR="00B14470" w:rsidRPr="00473BB3">
      <w:tab/>
    </w:r>
    <w:r w:rsidR="00B14470" w:rsidRPr="00473BB3">
      <w:fldChar w:fldCharType="begin"/>
    </w:r>
    <w:r w:rsidR="00B14470" w:rsidRPr="00473BB3">
      <w:instrText xml:space="preserve"> PAGE  \* Arabic  \* MERGEFORMAT </w:instrText>
    </w:r>
    <w:r w:rsidR="00B14470" w:rsidRPr="00473BB3">
      <w:fldChar w:fldCharType="separate"/>
    </w:r>
    <w:r w:rsidR="006351C7">
      <w:rPr>
        <w:noProof/>
      </w:rPr>
      <w:t>4</w:t>
    </w:r>
    <w:r w:rsidR="00B14470" w:rsidRPr="00473BB3">
      <w:fldChar w:fldCharType="end"/>
    </w:r>
    <w:r w:rsidR="00B14470" w:rsidRPr="00473BB3">
      <w:rPr>
        <w:b/>
      </w:rPr>
      <w:t>/</w:t>
    </w:r>
    <w:fldSimple w:instr=" NUMPAGES  \* Arabic  \* MERGEFORMAT ">
      <w:r w:rsidR="006351C7">
        <w:rPr>
          <w:noProof/>
        </w:rPr>
        <w:t>5</w:t>
      </w:r>
    </w:fldSimple>
    <w:r w:rsidR="00604DDF" w:rsidRPr="00473BB3">
      <w:tab/>
    </w:r>
    <w:r w:rsidR="00604DDF" w:rsidRPr="00FD1E53">
      <w:rPr>
        <w:rFonts w:ascii="微软雅黑" w:eastAsia="微软雅黑" w:hAnsi="微软雅黑"/>
        <w:sz w:val="16"/>
      </w:rPr>
      <w:t>Sun日照分析</w:t>
    </w:r>
  </w:p>
  <w:p w14:paraId="34C9B3AE" w14:textId="77777777" w:rsidR="00B14470" w:rsidRDefault="00B144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CC8C9" w14:textId="77777777" w:rsidR="00686987" w:rsidRDefault="00686987" w:rsidP="00203A7D">
      <w:r>
        <w:separator/>
      </w:r>
    </w:p>
  </w:footnote>
  <w:footnote w:type="continuationSeparator" w:id="0">
    <w:p w14:paraId="25173C7A" w14:textId="77777777" w:rsidR="00686987" w:rsidRDefault="0068698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3B038" w14:textId="77777777" w:rsidR="00B14470" w:rsidRPr="00E0678E" w:rsidRDefault="00B14470" w:rsidP="00E0678E">
    <w:pPr>
      <w:pStyle w:val="a5"/>
      <w:pBdr>
        <w:bottom w:val="single" w:sz="6" w:space="2" w:color="auto"/>
      </w:pBdr>
      <w:jc w:val="right"/>
      <w:rPr>
        <w:rFonts w:ascii="微软雅黑" w:eastAsia="微软雅黑" w:hAnsi="微软雅黑"/>
        <w:sz w:val="16"/>
        <w:szCs w:val="16"/>
      </w:rPr>
    </w:pPr>
    <w:r>
      <w:rPr>
        <w:noProof/>
        <w:lang w:val="en-US"/>
      </w:rPr>
      <w:drawing>
        <wp:inline distT="0" distB="0" distL="0" distR="0" wp14:anchorId="48CC638E" wp14:editId="6414289C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</w:t>
    </w:r>
    <w:r w:rsidR="00E0678E">
      <w:t xml:space="preserve">            </w:t>
    </w:r>
    <w:r>
      <w:rPr>
        <w:rFonts w:hint="eastAsia"/>
      </w:rPr>
      <w:t xml:space="preserve">     </w:t>
    </w:r>
    <w:r>
      <w:t xml:space="preserve">             </w:t>
    </w:r>
    <w:r w:rsidR="00E0678E">
      <w:t xml:space="preserve">  </w:t>
    </w:r>
    <w:r w:rsidR="00E0678E" w:rsidRPr="00E0678E">
      <w:rPr>
        <w:rFonts w:ascii="微软雅黑" w:eastAsia="微软雅黑" w:hAnsi="微软雅黑" w:hint="eastAsia"/>
        <w:sz w:val="16"/>
        <w:szCs w:val="16"/>
      </w:rPr>
      <w:t>可再生能源利用分析报告——光伏发电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5" w15:restartNumberingAfterBreak="0">
    <w:nsid w:val="449543CF"/>
    <w:multiLevelType w:val="hybridMultilevel"/>
    <w:tmpl w:val="2E8028BC"/>
    <w:lvl w:ilvl="0" w:tplc="2904F7F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2C64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429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6D1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C6B1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2EF7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63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6F03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4011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71072894">
    <w:abstractNumId w:val="2"/>
  </w:num>
  <w:num w:numId="2" w16cid:durableId="890387283">
    <w:abstractNumId w:val="3"/>
  </w:num>
  <w:num w:numId="3" w16cid:durableId="1242134281">
    <w:abstractNumId w:val="1"/>
  </w:num>
  <w:num w:numId="4" w16cid:durableId="1527789968">
    <w:abstractNumId w:val="0"/>
  </w:num>
  <w:num w:numId="5" w16cid:durableId="1723017877">
    <w:abstractNumId w:val="4"/>
  </w:num>
  <w:num w:numId="6" w16cid:durableId="649869544">
    <w:abstractNumId w:val="2"/>
  </w:num>
  <w:num w:numId="7" w16cid:durableId="292444943">
    <w:abstractNumId w:val="2"/>
  </w:num>
  <w:num w:numId="8" w16cid:durableId="773985777">
    <w:abstractNumId w:val="2"/>
  </w:num>
  <w:num w:numId="9" w16cid:durableId="788554197">
    <w:abstractNumId w:val="2"/>
  </w:num>
  <w:num w:numId="10" w16cid:durableId="167212272">
    <w:abstractNumId w:val="2"/>
  </w:num>
  <w:num w:numId="11" w16cid:durableId="1485774642">
    <w:abstractNumId w:val="2"/>
  </w:num>
  <w:num w:numId="12" w16cid:durableId="1960916077">
    <w:abstractNumId w:val="6"/>
  </w:num>
  <w:num w:numId="13" w16cid:durableId="1451434833">
    <w:abstractNumId w:val="2"/>
  </w:num>
  <w:num w:numId="14" w16cid:durableId="178546534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EF"/>
    <w:rsid w:val="00003DC1"/>
    <w:rsid w:val="000050E7"/>
    <w:rsid w:val="0000607E"/>
    <w:rsid w:val="00013E99"/>
    <w:rsid w:val="000170F4"/>
    <w:rsid w:val="00022F54"/>
    <w:rsid w:val="00022FE4"/>
    <w:rsid w:val="0003015C"/>
    <w:rsid w:val="0003339E"/>
    <w:rsid w:val="00035337"/>
    <w:rsid w:val="00037A4C"/>
    <w:rsid w:val="00040D6F"/>
    <w:rsid w:val="000431C3"/>
    <w:rsid w:val="00045796"/>
    <w:rsid w:val="00047BEF"/>
    <w:rsid w:val="00047D27"/>
    <w:rsid w:val="00055614"/>
    <w:rsid w:val="00056654"/>
    <w:rsid w:val="00060BD8"/>
    <w:rsid w:val="000631B3"/>
    <w:rsid w:val="0006507C"/>
    <w:rsid w:val="0006695B"/>
    <w:rsid w:val="00070454"/>
    <w:rsid w:val="00071C33"/>
    <w:rsid w:val="000725A9"/>
    <w:rsid w:val="000739BB"/>
    <w:rsid w:val="00073D32"/>
    <w:rsid w:val="00073E94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5FB6"/>
    <w:rsid w:val="000C731C"/>
    <w:rsid w:val="000C735A"/>
    <w:rsid w:val="000D0ED5"/>
    <w:rsid w:val="000D17C2"/>
    <w:rsid w:val="000D1936"/>
    <w:rsid w:val="000D407B"/>
    <w:rsid w:val="000D722D"/>
    <w:rsid w:val="000E2CD7"/>
    <w:rsid w:val="000E3005"/>
    <w:rsid w:val="000E3DEA"/>
    <w:rsid w:val="000E70D9"/>
    <w:rsid w:val="000E767D"/>
    <w:rsid w:val="000F1573"/>
    <w:rsid w:val="000F48FD"/>
    <w:rsid w:val="000F7EF2"/>
    <w:rsid w:val="000F7FEF"/>
    <w:rsid w:val="00101764"/>
    <w:rsid w:val="0010266A"/>
    <w:rsid w:val="00103200"/>
    <w:rsid w:val="001037D7"/>
    <w:rsid w:val="0010498F"/>
    <w:rsid w:val="00105DF2"/>
    <w:rsid w:val="00107DB7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27ED6"/>
    <w:rsid w:val="0013157A"/>
    <w:rsid w:val="00132AD6"/>
    <w:rsid w:val="00135FDD"/>
    <w:rsid w:val="00136510"/>
    <w:rsid w:val="00141170"/>
    <w:rsid w:val="00142905"/>
    <w:rsid w:val="0014555D"/>
    <w:rsid w:val="001456A9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57C82"/>
    <w:rsid w:val="00160329"/>
    <w:rsid w:val="00161811"/>
    <w:rsid w:val="00170E95"/>
    <w:rsid w:val="0017134B"/>
    <w:rsid w:val="00176AB5"/>
    <w:rsid w:val="00180509"/>
    <w:rsid w:val="00180537"/>
    <w:rsid w:val="001811B7"/>
    <w:rsid w:val="00182BC7"/>
    <w:rsid w:val="00183888"/>
    <w:rsid w:val="00183E21"/>
    <w:rsid w:val="00191705"/>
    <w:rsid w:val="0019340E"/>
    <w:rsid w:val="00195963"/>
    <w:rsid w:val="001A192D"/>
    <w:rsid w:val="001A1F30"/>
    <w:rsid w:val="001A213A"/>
    <w:rsid w:val="001A3588"/>
    <w:rsid w:val="001A3A15"/>
    <w:rsid w:val="001A4ACE"/>
    <w:rsid w:val="001B08FF"/>
    <w:rsid w:val="001B5DB8"/>
    <w:rsid w:val="001B6E89"/>
    <w:rsid w:val="001C180C"/>
    <w:rsid w:val="001C1A1D"/>
    <w:rsid w:val="001C7D6A"/>
    <w:rsid w:val="001D2461"/>
    <w:rsid w:val="001D7C6B"/>
    <w:rsid w:val="001E049F"/>
    <w:rsid w:val="001E157B"/>
    <w:rsid w:val="001E32B4"/>
    <w:rsid w:val="001F406F"/>
    <w:rsid w:val="001F4DC0"/>
    <w:rsid w:val="00201BD9"/>
    <w:rsid w:val="00202A21"/>
    <w:rsid w:val="002038AE"/>
    <w:rsid w:val="00203A7D"/>
    <w:rsid w:val="00204D80"/>
    <w:rsid w:val="00204DCA"/>
    <w:rsid w:val="00205784"/>
    <w:rsid w:val="00205BD3"/>
    <w:rsid w:val="002126D4"/>
    <w:rsid w:val="0021391C"/>
    <w:rsid w:val="00214AC8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5362B"/>
    <w:rsid w:val="00254812"/>
    <w:rsid w:val="002555B8"/>
    <w:rsid w:val="00260113"/>
    <w:rsid w:val="002608C3"/>
    <w:rsid w:val="00266C91"/>
    <w:rsid w:val="002676B9"/>
    <w:rsid w:val="0027073D"/>
    <w:rsid w:val="00270781"/>
    <w:rsid w:val="0027523A"/>
    <w:rsid w:val="0027556A"/>
    <w:rsid w:val="00275990"/>
    <w:rsid w:val="00283BF0"/>
    <w:rsid w:val="002851FD"/>
    <w:rsid w:val="00290E85"/>
    <w:rsid w:val="002933AC"/>
    <w:rsid w:val="00294F67"/>
    <w:rsid w:val="00294F7E"/>
    <w:rsid w:val="002A07F5"/>
    <w:rsid w:val="002A2F2E"/>
    <w:rsid w:val="002A7369"/>
    <w:rsid w:val="002A79FB"/>
    <w:rsid w:val="002B1937"/>
    <w:rsid w:val="002B2590"/>
    <w:rsid w:val="002B25D8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D37D6"/>
    <w:rsid w:val="002D6F75"/>
    <w:rsid w:val="002E23D1"/>
    <w:rsid w:val="002E5393"/>
    <w:rsid w:val="002E574B"/>
    <w:rsid w:val="002E5A01"/>
    <w:rsid w:val="002E7C19"/>
    <w:rsid w:val="002F2A1B"/>
    <w:rsid w:val="002F6AEA"/>
    <w:rsid w:val="00300223"/>
    <w:rsid w:val="0030437C"/>
    <w:rsid w:val="003068F1"/>
    <w:rsid w:val="00307637"/>
    <w:rsid w:val="00310477"/>
    <w:rsid w:val="003113F0"/>
    <w:rsid w:val="003113F4"/>
    <w:rsid w:val="0031217B"/>
    <w:rsid w:val="003121F7"/>
    <w:rsid w:val="003123FB"/>
    <w:rsid w:val="00312B73"/>
    <w:rsid w:val="003138BE"/>
    <w:rsid w:val="00314D29"/>
    <w:rsid w:val="00317C52"/>
    <w:rsid w:val="0032366D"/>
    <w:rsid w:val="003243CF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7233F"/>
    <w:rsid w:val="00374DBB"/>
    <w:rsid w:val="00380AAF"/>
    <w:rsid w:val="00390296"/>
    <w:rsid w:val="00391613"/>
    <w:rsid w:val="00393106"/>
    <w:rsid w:val="0039319C"/>
    <w:rsid w:val="003964EA"/>
    <w:rsid w:val="003979FD"/>
    <w:rsid w:val="003A1077"/>
    <w:rsid w:val="003A2B52"/>
    <w:rsid w:val="003A2CE1"/>
    <w:rsid w:val="003A3E76"/>
    <w:rsid w:val="003A42A2"/>
    <w:rsid w:val="003A5353"/>
    <w:rsid w:val="003B1212"/>
    <w:rsid w:val="003B1331"/>
    <w:rsid w:val="003C056D"/>
    <w:rsid w:val="003C28C1"/>
    <w:rsid w:val="003C4EA8"/>
    <w:rsid w:val="003C5FD5"/>
    <w:rsid w:val="003C61FC"/>
    <w:rsid w:val="003D0076"/>
    <w:rsid w:val="003D09A8"/>
    <w:rsid w:val="003D10FB"/>
    <w:rsid w:val="003D11B4"/>
    <w:rsid w:val="003D1FC7"/>
    <w:rsid w:val="003D29D9"/>
    <w:rsid w:val="003D2AA8"/>
    <w:rsid w:val="003D4CD3"/>
    <w:rsid w:val="003D5C64"/>
    <w:rsid w:val="003D625C"/>
    <w:rsid w:val="003E1B5F"/>
    <w:rsid w:val="003E2289"/>
    <w:rsid w:val="003E2CED"/>
    <w:rsid w:val="003E5087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3082"/>
    <w:rsid w:val="004131D7"/>
    <w:rsid w:val="004140D8"/>
    <w:rsid w:val="00417669"/>
    <w:rsid w:val="00417F29"/>
    <w:rsid w:val="00420487"/>
    <w:rsid w:val="00420DBF"/>
    <w:rsid w:val="004217EB"/>
    <w:rsid w:val="00425CBF"/>
    <w:rsid w:val="0042654D"/>
    <w:rsid w:val="00426C2B"/>
    <w:rsid w:val="0043026A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6FC"/>
    <w:rsid w:val="00454BDB"/>
    <w:rsid w:val="00455D17"/>
    <w:rsid w:val="00457183"/>
    <w:rsid w:val="00460141"/>
    <w:rsid w:val="0046741E"/>
    <w:rsid w:val="004732C6"/>
    <w:rsid w:val="00473BB3"/>
    <w:rsid w:val="00473C5D"/>
    <w:rsid w:val="0047512A"/>
    <w:rsid w:val="004839C8"/>
    <w:rsid w:val="00486B69"/>
    <w:rsid w:val="00486F6E"/>
    <w:rsid w:val="004A008B"/>
    <w:rsid w:val="004A39D3"/>
    <w:rsid w:val="004A5301"/>
    <w:rsid w:val="004B32AF"/>
    <w:rsid w:val="004C0E3B"/>
    <w:rsid w:val="004C6512"/>
    <w:rsid w:val="004D230F"/>
    <w:rsid w:val="004D239D"/>
    <w:rsid w:val="004D449D"/>
    <w:rsid w:val="004D4831"/>
    <w:rsid w:val="004D7655"/>
    <w:rsid w:val="004D7CE0"/>
    <w:rsid w:val="004E1FAD"/>
    <w:rsid w:val="004E271C"/>
    <w:rsid w:val="004E5DEA"/>
    <w:rsid w:val="004E6D05"/>
    <w:rsid w:val="004F0B9C"/>
    <w:rsid w:val="004F181A"/>
    <w:rsid w:val="004F2B43"/>
    <w:rsid w:val="004F7184"/>
    <w:rsid w:val="00500313"/>
    <w:rsid w:val="00502AB7"/>
    <w:rsid w:val="005046EE"/>
    <w:rsid w:val="00504F54"/>
    <w:rsid w:val="005051EB"/>
    <w:rsid w:val="0050676C"/>
    <w:rsid w:val="00506FA3"/>
    <w:rsid w:val="00507065"/>
    <w:rsid w:val="0051509A"/>
    <w:rsid w:val="0051542F"/>
    <w:rsid w:val="0051646C"/>
    <w:rsid w:val="00517E75"/>
    <w:rsid w:val="005215FB"/>
    <w:rsid w:val="00521623"/>
    <w:rsid w:val="005220CD"/>
    <w:rsid w:val="00522223"/>
    <w:rsid w:val="005270B5"/>
    <w:rsid w:val="0052784E"/>
    <w:rsid w:val="00527C92"/>
    <w:rsid w:val="00531BC0"/>
    <w:rsid w:val="00540B17"/>
    <w:rsid w:val="00542506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5781E"/>
    <w:rsid w:val="00560CD5"/>
    <w:rsid w:val="00562B4A"/>
    <w:rsid w:val="0056509F"/>
    <w:rsid w:val="00567DFC"/>
    <w:rsid w:val="00570A92"/>
    <w:rsid w:val="0057139B"/>
    <w:rsid w:val="0057293E"/>
    <w:rsid w:val="0057371E"/>
    <w:rsid w:val="005755BA"/>
    <w:rsid w:val="00580675"/>
    <w:rsid w:val="00580CDE"/>
    <w:rsid w:val="005844A2"/>
    <w:rsid w:val="005849E9"/>
    <w:rsid w:val="00591D7B"/>
    <w:rsid w:val="005927FC"/>
    <w:rsid w:val="00594914"/>
    <w:rsid w:val="00595E32"/>
    <w:rsid w:val="005961EC"/>
    <w:rsid w:val="00596B0D"/>
    <w:rsid w:val="005A0064"/>
    <w:rsid w:val="005A606A"/>
    <w:rsid w:val="005A6B7D"/>
    <w:rsid w:val="005A7486"/>
    <w:rsid w:val="005B0295"/>
    <w:rsid w:val="005B2863"/>
    <w:rsid w:val="005B290E"/>
    <w:rsid w:val="005B29C6"/>
    <w:rsid w:val="005B370C"/>
    <w:rsid w:val="005B3EFC"/>
    <w:rsid w:val="005C1293"/>
    <w:rsid w:val="005C1301"/>
    <w:rsid w:val="005C5E53"/>
    <w:rsid w:val="005D14F5"/>
    <w:rsid w:val="005D6617"/>
    <w:rsid w:val="005E3966"/>
    <w:rsid w:val="005E4A1B"/>
    <w:rsid w:val="005E5442"/>
    <w:rsid w:val="005E5D67"/>
    <w:rsid w:val="005E5DA4"/>
    <w:rsid w:val="005E6722"/>
    <w:rsid w:val="005E6DB2"/>
    <w:rsid w:val="005E70CA"/>
    <w:rsid w:val="005E76D6"/>
    <w:rsid w:val="005F42C7"/>
    <w:rsid w:val="005F5BA5"/>
    <w:rsid w:val="005F76EF"/>
    <w:rsid w:val="00603BD9"/>
    <w:rsid w:val="00604DDF"/>
    <w:rsid w:val="0061137B"/>
    <w:rsid w:val="00611A83"/>
    <w:rsid w:val="00612A64"/>
    <w:rsid w:val="006142C8"/>
    <w:rsid w:val="0061684A"/>
    <w:rsid w:val="00616D08"/>
    <w:rsid w:val="00617087"/>
    <w:rsid w:val="006170E1"/>
    <w:rsid w:val="0062034E"/>
    <w:rsid w:val="0062232E"/>
    <w:rsid w:val="006226A8"/>
    <w:rsid w:val="006240DC"/>
    <w:rsid w:val="00624BCF"/>
    <w:rsid w:val="006351C7"/>
    <w:rsid w:val="00642BC8"/>
    <w:rsid w:val="00643E2E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07A4"/>
    <w:rsid w:val="00681C5E"/>
    <w:rsid w:val="0068497A"/>
    <w:rsid w:val="0068529A"/>
    <w:rsid w:val="00686987"/>
    <w:rsid w:val="00691729"/>
    <w:rsid w:val="0069401D"/>
    <w:rsid w:val="00694402"/>
    <w:rsid w:val="00694FCA"/>
    <w:rsid w:val="0069600F"/>
    <w:rsid w:val="00696156"/>
    <w:rsid w:val="00696694"/>
    <w:rsid w:val="00697883"/>
    <w:rsid w:val="00697A82"/>
    <w:rsid w:val="006A0DA2"/>
    <w:rsid w:val="006A2656"/>
    <w:rsid w:val="006A7EED"/>
    <w:rsid w:val="006B275A"/>
    <w:rsid w:val="006B628D"/>
    <w:rsid w:val="006C2054"/>
    <w:rsid w:val="006C31C0"/>
    <w:rsid w:val="006C4730"/>
    <w:rsid w:val="006C5DA2"/>
    <w:rsid w:val="006C6D88"/>
    <w:rsid w:val="006D01A7"/>
    <w:rsid w:val="006D0532"/>
    <w:rsid w:val="006D29BE"/>
    <w:rsid w:val="006D7837"/>
    <w:rsid w:val="006D7C59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7825"/>
    <w:rsid w:val="0070016E"/>
    <w:rsid w:val="00700961"/>
    <w:rsid w:val="0070223F"/>
    <w:rsid w:val="00704059"/>
    <w:rsid w:val="00715C79"/>
    <w:rsid w:val="00717B88"/>
    <w:rsid w:val="00720044"/>
    <w:rsid w:val="00720CD9"/>
    <w:rsid w:val="00721F69"/>
    <w:rsid w:val="00722CF6"/>
    <w:rsid w:val="00723F60"/>
    <w:rsid w:val="007250A6"/>
    <w:rsid w:val="00731CB0"/>
    <w:rsid w:val="0073441C"/>
    <w:rsid w:val="0074146D"/>
    <w:rsid w:val="0074389B"/>
    <w:rsid w:val="00747135"/>
    <w:rsid w:val="007522AD"/>
    <w:rsid w:val="0075470D"/>
    <w:rsid w:val="00760461"/>
    <w:rsid w:val="0076205C"/>
    <w:rsid w:val="00775863"/>
    <w:rsid w:val="0078389D"/>
    <w:rsid w:val="00784B44"/>
    <w:rsid w:val="007859D0"/>
    <w:rsid w:val="00787947"/>
    <w:rsid w:val="0079652C"/>
    <w:rsid w:val="007A2481"/>
    <w:rsid w:val="007A2817"/>
    <w:rsid w:val="007A6363"/>
    <w:rsid w:val="007A7DF0"/>
    <w:rsid w:val="007B1EEC"/>
    <w:rsid w:val="007B6E17"/>
    <w:rsid w:val="007B7859"/>
    <w:rsid w:val="007C0575"/>
    <w:rsid w:val="007C0D61"/>
    <w:rsid w:val="007C324F"/>
    <w:rsid w:val="007C6A30"/>
    <w:rsid w:val="007D0E14"/>
    <w:rsid w:val="007D2688"/>
    <w:rsid w:val="007D56DE"/>
    <w:rsid w:val="007E0DA0"/>
    <w:rsid w:val="007E39A8"/>
    <w:rsid w:val="007E3D1F"/>
    <w:rsid w:val="007E55AC"/>
    <w:rsid w:val="007F09EA"/>
    <w:rsid w:val="00800F96"/>
    <w:rsid w:val="00801234"/>
    <w:rsid w:val="00801632"/>
    <w:rsid w:val="008031D2"/>
    <w:rsid w:val="00805331"/>
    <w:rsid w:val="008054F7"/>
    <w:rsid w:val="008060C3"/>
    <w:rsid w:val="00806523"/>
    <w:rsid w:val="00810B33"/>
    <w:rsid w:val="00810D3F"/>
    <w:rsid w:val="008135FB"/>
    <w:rsid w:val="00815480"/>
    <w:rsid w:val="00816221"/>
    <w:rsid w:val="00834EF6"/>
    <w:rsid w:val="0083639A"/>
    <w:rsid w:val="0083697E"/>
    <w:rsid w:val="00837670"/>
    <w:rsid w:val="00840D90"/>
    <w:rsid w:val="008439F8"/>
    <w:rsid w:val="00844B47"/>
    <w:rsid w:val="00846699"/>
    <w:rsid w:val="00850136"/>
    <w:rsid w:val="008507DF"/>
    <w:rsid w:val="00856B10"/>
    <w:rsid w:val="008604E2"/>
    <w:rsid w:val="008607AC"/>
    <w:rsid w:val="00860C70"/>
    <w:rsid w:val="008637B9"/>
    <w:rsid w:val="008704AB"/>
    <w:rsid w:val="00871BDC"/>
    <w:rsid w:val="00871FC0"/>
    <w:rsid w:val="0087441B"/>
    <w:rsid w:val="008745C1"/>
    <w:rsid w:val="00874A7B"/>
    <w:rsid w:val="00883D6C"/>
    <w:rsid w:val="00886324"/>
    <w:rsid w:val="008870E7"/>
    <w:rsid w:val="00892594"/>
    <w:rsid w:val="008A1241"/>
    <w:rsid w:val="008A54A0"/>
    <w:rsid w:val="008A6504"/>
    <w:rsid w:val="008B0CA0"/>
    <w:rsid w:val="008B15FA"/>
    <w:rsid w:val="008B5516"/>
    <w:rsid w:val="008B7ADB"/>
    <w:rsid w:val="008C084F"/>
    <w:rsid w:val="008C1297"/>
    <w:rsid w:val="008C66D5"/>
    <w:rsid w:val="008D31F9"/>
    <w:rsid w:val="008D35DA"/>
    <w:rsid w:val="008D4BEC"/>
    <w:rsid w:val="008D66A0"/>
    <w:rsid w:val="008D7168"/>
    <w:rsid w:val="008E2AB2"/>
    <w:rsid w:val="008F0010"/>
    <w:rsid w:val="008F1AA8"/>
    <w:rsid w:val="008F5A50"/>
    <w:rsid w:val="008F5BF5"/>
    <w:rsid w:val="009013C9"/>
    <w:rsid w:val="00901C88"/>
    <w:rsid w:val="009027CD"/>
    <w:rsid w:val="0090340B"/>
    <w:rsid w:val="009039C4"/>
    <w:rsid w:val="0090454F"/>
    <w:rsid w:val="00905F94"/>
    <w:rsid w:val="00911177"/>
    <w:rsid w:val="0091535B"/>
    <w:rsid w:val="009168C0"/>
    <w:rsid w:val="00916F84"/>
    <w:rsid w:val="009239C5"/>
    <w:rsid w:val="00925FCF"/>
    <w:rsid w:val="00927668"/>
    <w:rsid w:val="009363FF"/>
    <w:rsid w:val="00943074"/>
    <w:rsid w:val="0095123C"/>
    <w:rsid w:val="00952779"/>
    <w:rsid w:val="0095325A"/>
    <w:rsid w:val="0095484B"/>
    <w:rsid w:val="00954C89"/>
    <w:rsid w:val="0096074B"/>
    <w:rsid w:val="00962134"/>
    <w:rsid w:val="00962F80"/>
    <w:rsid w:val="00965A34"/>
    <w:rsid w:val="00971A23"/>
    <w:rsid w:val="00973452"/>
    <w:rsid w:val="00975F79"/>
    <w:rsid w:val="0098285F"/>
    <w:rsid w:val="0098418E"/>
    <w:rsid w:val="0098555A"/>
    <w:rsid w:val="00985F81"/>
    <w:rsid w:val="00987DF0"/>
    <w:rsid w:val="00990F63"/>
    <w:rsid w:val="00991801"/>
    <w:rsid w:val="00993CF2"/>
    <w:rsid w:val="009A15B5"/>
    <w:rsid w:val="009A6B0F"/>
    <w:rsid w:val="009B0122"/>
    <w:rsid w:val="009B0C40"/>
    <w:rsid w:val="009C3331"/>
    <w:rsid w:val="009C36BC"/>
    <w:rsid w:val="009C4AE6"/>
    <w:rsid w:val="009D4733"/>
    <w:rsid w:val="009D4E68"/>
    <w:rsid w:val="009D5AAC"/>
    <w:rsid w:val="009E6B81"/>
    <w:rsid w:val="009E7A56"/>
    <w:rsid w:val="009F1865"/>
    <w:rsid w:val="009F5016"/>
    <w:rsid w:val="009F5A35"/>
    <w:rsid w:val="009F5A95"/>
    <w:rsid w:val="009F7C95"/>
    <w:rsid w:val="00A0525F"/>
    <w:rsid w:val="00A0654A"/>
    <w:rsid w:val="00A12783"/>
    <w:rsid w:val="00A14BAF"/>
    <w:rsid w:val="00A16385"/>
    <w:rsid w:val="00A177A6"/>
    <w:rsid w:val="00A25CDF"/>
    <w:rsid w:val="00A25E43"/>
    <w:rsid w:val="00A3147A"/>
    <w:rsid w:val="00A32590"/>
    <w:rsid w:val="00A355BD"/>
    <w:rsid w:val="00A357F7"/>
    <w:rsid w:val="00A41FA7"/>
    <w:rsid w:val="00A439EB"/>
    <w:rsid w:val="00A47443"/>
    <w:rsid w:val="00A47585"/>
    <w:rsid w:val="00A53F4B"/>
    <w:rsid w:val="00A57E38"/>
    <w:rsid w:val="00A60B63"/>
    <w:rsid w:val="00A62B2C"/>
    <w:rsid w:val="00A632B0"/>
    <w:rsid w:val="00A65AD0"/>
    <w:rsid w:val="00A73DF3"/>
    <w:rsid w:val="00A807BF"/>
    <w:rsid w:val="00A81844"/>
    <w:rsid w:val="00A829A4"/>
    <w:rsid w:val="00A86476"/>
    <w:rsid w:val="00A8716F"/>
    <w:rsid w:val="00A90BB1"/>
    <w:rsid w:val="00A920E8"/>
    <w:rsid w:val="00A92636"/>
    <w:rsid w:val="00A941D3"/>
    <w:rsid w:val="00A95464"/>
    <w:rsid w:val="00A95E06"/>
    <w:rsid w:val="00A96B7A"/>
    <w:rsid w:val="00A972F1"/>
    <w:rsid w:val="00AA1B8A"/>
    <w:rsid w:val="00AA2741"/>
    <w:rsid w:val="00AA34A2"/>
    <w:rsid w:val="00AA47FE"/>
    <w:rsid w:val="00AA4916"/>
    <w:rsid w:val="00AA63C3"/>
    <w:rsid w:val="00AA7D07"/>
    <w:rsid w:val="00AB1AE2"/>
    <w:rsid w:val="00AB38A0"/>
    <w:rsid w:val="00AB3CBA"/>
    <w:rsid w:val="00AB5182"/>
    <w:rsid w:val="00AB5572"/>
    <w:rsid w:val="00AC5B0E"/>
    <w:rsid w:val="00AD0888"/>
    <w:rsid w:val="00AD210B"/>
    <w:rsid w:val="00AD2252"/>
    <w:rsid w:val="00AE1AB7"/>
    <w:rsid w:val="00AE206F"/>
    <w:rsid w:val="00AE687A"/>
    <w:rsid w:val="00AE6AF2"/>
    <w:rsid w:val="00AF050E"/>
    <w:rsid w:val="00AF0542"/>
    <w:rsid w:val="00AF06AD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1640"/>
    <w:rsid w:val="00B45057"/>
    <w:rsid w:val="00B53585"/>
    <w:rsid w:val="00B55B22"/>
    <w:rsid w:val="00B56590"/>
    <w:rsid w:val="00B56E2C"/>
    <w:rsid w:val="00B57E2E"/>
    <w:rsid w:val="00B60841"/>
    <w:rsid w:val="00B61490"/>
    <w:rsid w:val="00B623AD"/>
    <w:rsid w:val="00B62EF2"/>
    <w:rsid w:val="00B63D29"/>
    <w:rsid w:val="00B65385"/>
    <w:rsid w:val="00B70998"/>
    <w:rsid w:val="00B774E4"/>
    <w:rsid w:val="00B82186"/>
    <w:rsid w:val="00B841DF"/>
    <w:rsid w:val="00B86B1C"/>
    <w:rsid w:val="00B9303C"/>
    <w:rsid w:val="00B950DF"/>
    <w:rsid w:val="00BA3782"/>
    <w:rsid w:val="00BA4C10"/>
    <w:rsid w:val="00BA5C9C"/>
    <w:rsid w:val="00BB3754"/>
    <w:rsid w:val="00BB3B23"/>
    <w:rsid w:val="00BB64F7"/>
    <w:rsid w:val="00BC02AA"/>
    <w:rsid w:val="00BC27C9"/>
    <w:rsid w:val="00BD41E9"/>
    <w:rsid w:val="00BD4583"/>
    <w:rsid w:val="00BD47A9"/>
    <w:rsid w:val="00BD7DD2"/>
    <w:rsid w:val="00BE097E"/>
    <w:rsid w:val="00BE118E"/>
    <w:rsid w:val="00BE1787"/>
    <w:rsid w:val="00BE18AD"/>
    <w:rsid w:val="00BE20EB"/>
    <w:rsid w:val="00BE4583"/>
    <w:rsid w:val="00BF20C9"/>
    <w:rsid w:val="00BF5975"/>
    <w:rsid w:val="00BF6529"/>
    <w:rsid w:val="00C00B16"/>
    <w:rsid w:val="00C02ABE"/>
    <w:rsid w:val="00C03014"/>
    <w:rsid w:val="00C072DC"/>
    <w:rsid w:val="00C127CA"/>
    <w:rsid w:val="00C12F41"/>
    <w:rsid w:val="00C14039"/>
    <w:rsid w:val="00C15244"/>
    <w:rsid w:val="00C2059B"/>
    <w:rsid w:val="00C20691"/>
    <w:rsid w:val="00C21F29"/>
    <w:rsid w:val="00C224F7"/>
    <w:rsid w:val="00C2503C"/>
    <w:rsid w:val="00C2545E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D45"/>
    <w:rsid w:val="00C50357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5C03"/>
    <w:rsid w:val="00C9765F"/>
    <w:rsid w:val="00C97E25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6FD6"/>
    <w:rsid w:val="00CC74BC"/>
    <w:rsid w:val="00CC79AA"/>
    <w:rsid w:val="00CD01C9"/>
    <w:rsid w:val="00CD4869"/>
    <w:rsid w:val="00CD5F63"/>
    <w:rsid w:val="00CD5F7A"/>
    <w:rsid w:val="00CD65F6"/>
    <w:rsid w:val="00CD73BD"/>
    <w:rsid w:val="00CE281D"/>
    <w:rsid w:val="00CE28AA"/>
    <w:rsid w:val="00CE439F"/>
    <w:rsid w:val="00CE7112"/>
    <w:rsid w:val="00CF1874"/>
    <w:rsid w:val="00CF6917"/>
    <w:rsid w:val="00D022B8"/>
    <w:rsid w:val="00D02D59"/>
    <w:rsid w:val="00D02FD6"/>
    <w:rsid w:val="00D05B0B"/>
    <w:rsid w:val="00D062D7"/>
    <w:rsid w:val="00D06954"/>
    <w:rsid w:val="00D11DAD"/>
    <w:rsid w:val="00D1242D"/>
    <w:rsid w:val="00D15BF2"/>
    <w:rsid w:val="00D222BA"/>
    <w:rsid w:val="00D24739"/>
    <w:rsid w:val="00D24B7D"/>
    <w:rsid w:val="00D264C0"/>
    <w:rsid w:val="00D311F7"/>
    <w:rsid w:val="00D31E80"/>
    <w:rsid w:val="00D329B2"/>
    <w:rsid w:val="00D36619"/>
    <w:rsid w:val="00D371FE"/>
    <w:rsid w:val="00D40158"/>
    <w:rsid w:val="00D40942"/>
    <w:rsid w:val="00D42291"/>
    <w:rsid w:val="00D43C46"/>
    <w:rsid w:val="00D45391"/>
    <w:rsid w:val="00D57104"/>
    <w:rsid w:val="00D6062A"/>
    <w:rsid w:val="00D60976"/>
    <w:rsid w:val="00D62634"/>
    <w:rsid w:val="00D62A9A"/>
    <w:rsid w:val="00D63001"/>
    <w:rsid w:val="00D65949"/>
    <w:rsid w:val="00D679EB"/>
    <w:rsid w:val="00D73139"/>
    <w:rsid w:val="00D74281"/>
    <w:rsid w:val="00D80C28"/>
    <w:rsid w:val="00D81BC0"/>
    <w:rsid w:val="00D83E5D"/>
    <w:rsid w:val="00D85296"/>
    <w:rsid w:val="00D85A78"/>
    <w:rsid w:val="00D90009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490F"/>
    <w:rsid w:val="00DB5AAE"/>
    <w:rsid w:val="00DB5D99"/>
    <w:rsid w:val="00DB656B"/>
    <w:rsid w:val="00DC08B7"/>
    <w:rsid w:val="00DC1654"/>
    <w:rsid w:val="00DC3EDB"/>
    <w:rsid w:val="00DC70DE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5B0E"/>
    <w:rsid w:val="00DE7EA5"/>
    <w:rsid w:val="00DF0733"/>
    <w:rsid w:val="00DF2E0B"/>
    <w:rsid w:val="00DF470C"/>
    <w:rsid w:val="00DF7D67"/>
    <w:rsid w:val="00E0006D"/>
    <w:rsid w:val="00E04014"/>
    <w:rsid w:val="00E048B2"/>
    <w:rsid w:val="00E04BB6"/>
    <w:rsid w:val="00E057F1"/>
    <w:rsid w:val="00E06368"/>
    <w:rsid w:val="00E0678E"/>
    <w:rsid w:val="00E068C9"/>
    <w:rsid w:val="00E12326"/>
    <w:rsid w:val="00E12443"/>
    <w:rsid w:val="00E125AE"/>
    <w:rsid w:val="00E12AD1"/>
    <w:rsid w:val="00E17240"/>
    <w:rsid w:val="00E17F17"/>
    <w:rsid w:val="00E200C4"/>
    <w:rsid w:val="00E22381"/>
    <w:rsid w:val="00E22E81"/>
    <w:rsid w:val="00E233AD"/>
    <w:rsid w:val="00E23D22"/>
    <w:rsid w:val="00E278C1"/>
    <w:rsid w:val="00E33EDA"/>
    <w:rsid w:val="00E341D6"/>
    <w:rsid w:val="00E34789"/>
    <w:rsid w:val="00E37401"/>
    <w:rsid w:val="00E3796F"/>
    <w:rsid w:val="00E50141"/>
    <w:rsid w:val="00E50C4D"/>
    <w:rsid w:val="00E50E26"/>
    <w:rsid w:val="00E50FE4"/>
    <w:rsid w:val="00E55FF6"/>
    <w:rsid w:val="00E612BA"/>
    <w:rsid w:val="00E62E00"/>
    <w:rsid w:val="00E62ED9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16B9"/>
    <w:rsid w:val="00EB2565"/>
    <w:rsid w:val="00EB27DC"/>
    <w:rsid w:val="00EB450B"/>
    <w:rsid w:val="00EB65C7"/>
    <w:rsid w:val="00EB7DB3"/>
    <w:rsid w:val="00EB7F3C"/>
    <w:rsid w:val="00EC1100"/>
    <w:rsid w:val="00EC17A5"/>
    <w:rsid w:val="00ED17E6"/>
    <w:rsid w:val="00ED3962"/>
    <w:rsid w:val="00ED5D36"/>
    <w:rsid w:val="00ED5F4E"/>
    <w:rsid w:val="00EE0F57"/>
    <w:rsid w:val="00EE1D68"/>
    <w:rsid w:val="00EE3EF2"/>
    <w:rsid w:val="00EE69BE"/>
    <w:rsid w:val="00EF1307"/>
    <w:rsid w:val="00EF2F44"/>
    <w:rsid w:val="00EF469A"/>
    <w:rsid w:val="00EF5D54"/>
    <w:rsid w:val="00EF5EC0"/>
    <w:rsid w:val="00F01489"/>
    <w:rsid w:val="00F0686F"/>
    <w:rsid w:val="00F11B75"/>
    <w:rsid w:val="00F14F02"/>
    <w:rsid w:val="00F15CE1"/>
    <w:rsid w:val="00F15E1F"/>
    <w:rsid w:val="00F1751A"/>
    <w:rsid w:val="00F20C9F"/>
    <w:rsid w:val="00F2260C"/>
    <w:rsid w:val="00F261D9"/>
    <w:rsid w:val="00F26211"/>
    <w:rsid w:val="00F27021"/>
    <w:rsid w:val="00F27AD2"/>
    <w:rsid w:val="00F312F9"/>
    <w:rsid w:val="00F32066"/>
    <w:rsid w:val="00F33F24"/>
    <w:rsid w:val="00F3402A"/>
    <w:rsid w:val="00F36433"/>
    <w:rsid w:val="00F4109F"/>
    <w:rsid w:val="00F41E78"/>
    <w:rsid w:val="00F4202D"/>
    <w:rsid w:val="00F42DDB"/>
    <w:rsid w:val="00F430AB"/>
    <w:rsid w:val="00F51600"/>
    <w:rsid w:val="00F5218A"/>
    <w:rsid w:val="00F536DC"/>
    <w:rsid w:val="00F54AF7"/>
    <w:rsid w:val="00F61E78"/>
    <w:rsid w:val="00F6461B"/>
    <w:rsid w:val="00F6582C"/>
    <w:rsid w:val="00F66DC8"/>
    <w:rsid w:val="00F70674"/>
    <w:rsid w:val="00F70BEF"/>
    <w:rsid w:val="00F712ED"/>
    <w:rsid w:val="00F71A07"/>
    <w:rsid w:val="00F750BA"/>
    <w:rsid w:val="00F75DD1"/>
    <w:rsid w:val="00F82D7F"/>
    <w:rsid w:val="00F84638"/>
    <w:rsid w:val="00F847E6"/>
    <w:rsid w:val="00F86417"/>
    <w:rsid w:val="00F879AD"/>
    <w:rsid w:val="00F9138A"/>
    <w:rsid w:val="00F92266"/>
    <w:rsid w:val="00F927DF"/>
    <w:rsid w:val="00F93379"/>
    <w:rsid w:val="00F959AF"/>
    <w:rsid w:val="00F972A6"/>
    <w:rsid w:val="00FA0F8E"/>
    <w:rsid w:val="00FA4B87"/>
    <w:rsid w:val="00FA54A4"/>
    <w:rsid w:val="00FB01BC"/>
    <w:rsid w:val="00FB03A0"/>
    <w:rsid w:val="00FB0817"/>
    <w:rsid w:val="00FB084F"/>
    <w:rsid w:val="00FB1375"/>
    <w:rsid w:val="00FB2696"/>
    <w:rsid w:val="00FB688E"/>
    <w:rsid w:val="00FC5270"/>
    <w:rsid w:val="00FC6D9F"/>
    <w:rsid w:val="00FC7BC5"/>
    <w:rsid w:val="00FD0B45"/>
    <w:rsid w:val="00FD0EF2"/>
    <w:rsid w:val="00FD1302"/>
    <w:rsid w:val="00FD19BB"/>
    <w:rsid w:val="00FD1E53"/>
    <w:rsid w:val="00FD44EE"/>
    <w:rsid w:val="00FD6383"/>
    <w:rsid w:val="00FE1278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68B242"/>
  <w15:chartTrackingRefBased/>
  <w15:docId w15:val="{4EB0001F-F800-41BE-9187-DF0427B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11F7"/>
    <w:pPr>
      <w:adjustRightInd w:val="0"/>
      <w:snapToGrid w:val="0"/>
    </w:pPr>
    <w:rPr>
      <w:rFonts w:cs="微软雅黑"/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F536DC"/>
    <w:pPr>
      <w:keepNext/>
      <w:numPr>
        <w:numId w:val="1"/>
      </w:numPr>
      <w:kinsoku w:val="0"/>
      <w:spacing w:before="240" w:after="60"/>
      <w:outlineLvl w:val="0"/>
    </w:pPr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F536DC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D311F7"/>
    <w:pPr>
      <w:kinsoku w:val="0"/>
      <w:adjustRightInd w:val="0"/>
      <w:snapToGrid w:val="0"/>
      <w:jc w:val="both"/>
    </w:pPr>
    <w:rPr>
      <w:rFonts w:cs="微软雅黑"/>
      <w:sz w:val="24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F536DC"/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F536DC"/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Strong"/>
    <w:basedOn w:val="a2"/>
    <w:uiPriority w:val="22"/>
    <w:qFormat/>
    <w:rsid w:val="00457183"/>
    <w:rPr>
      <w:b/>
      <w:bCs/>
    </w:rPr>
  </w:style>
  <w:style w:type="character" w:customStyle="1" w:styleId="CharChar0">
    <w:name w:val="正文格式 Char Char"/>
    <w:link w:val="aff1"/>
    <w:rsid w:val="0073441C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73441C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Char">
    <w:name w:val="正文缩进 Char"/>
    <w:aliases w:val="内容 Char"/>
    <w:rsid w:val="00AE1AB7"/>
    <w:rPr>
      <w:rFonts w:eastAsia="华文细黑"/>
      <w:kern w:val="2"/>
      <w:sz w:val="24"/>
      <w:lang w:val="x-none" w:eastAsia="x-none"/>
    </w:rPr>
  </w:style>
  <w:style w:type="character" w:customStyle="1" w:styleId="fontstyle01">
    <w:name w:val="fontstyle01"/>
    <w:basedOn w:val="a2"/>
    <w:rsid w:val="00107DB7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npaifang.com/tanzhonghe/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8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3090-5842-43C0-A7C9-CA5A5F1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tmp8.dotx</Template>
  <TotalTime>1</TotalTime>
  <Pages>9</Pages>
  <Words>627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光伏发电分析报告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2024-02-17T10:38:00Z</dcterms:created>
  <dcterms:modified xsi:type="dcterms:W3CDTF">2024-02-17T10:39:00Z</dcterms:modified>
</cp:coreProperties>
</file>