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05A94" w14:textId="77777777" w:rsidR="00050D79" w:rsidRDefault="00050D79" w:rsidP="000E2CD7">
      <w:pPr>
        <w:widowControl w:val="0"/>
        <w:spacing w:beforeLines="100" w:before="312" w:line="180" w:lineRule="atLeast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</w:p>
    <w:p w14:paraId="53BFD16E" w14:textId="77777777" w:rsidR="000E2CD7" w:rsidRPr="000E2CD7" w:rsidRDefault="000E2CD7" w:rsidP="000E2CD7">
      <w:pPr>
        <w:widowControl w:val="0"/>
        <w:spacing w:beforeLines="100" w:before="312" w:line="180" w:lineRule="atLeast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可再生能源利用分析报告</w:t>
      </w:r>
    </w:p>
    <w:p w14:paraId="00D257DC" w14:textId="77777777" w:rsidR="000E2CD7" w:rsidRPr="000E2CD7" w:rsidRDefault="000E2CD7" w:rsidP="000E2CD7">
      <w:pPr>
        <w:widowControl w:val="0"/>
        <w:spacing w:beforeLines="100" w:before="312" w:line="180" w:lineRule="atLeast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太阳能热水</w:t>
      </w:r>
    </w:p>
    <w:p w14:paraId="20813FCE" w14:textId="77777777" w:rsidR="0013157A" w:rsidRPr="0013157A" w:rsidRDefault="0013157A" w:rsidP="00D40158">
      <w:pPr>
        <w:spacing w:line="180" w:lineRule="atLeast"/>
        <w:rPr>
          <w:rFonts w:ascii="宋体" w:hAnsi="宋体"/>
          <w:b/>
          <w:bCs/>
          <w:szCs w:val="21"/>
          <w:lang w:val="en-US"/>
        </w:rPr>
      </w:pPr>
    </w:p>
    <w:p w14:paraId="1979941C" w14:textId="77777777" w:rsidR="00083664" w:rsidRPr="00CE28AA" w:rsidRDefault="00083664" w:rsidP="00D40158">
      <w:pPr>
        <w:spacing w:line="180" w:lineRule="atLeast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14:paraId="14E047AF" w14:textId="77777777" w:rsidTr="00C00B1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833C615" w14:textId="77777777" w:rsidR="0036330B" w:rsidRPr="00D40158" w:rsidRDefault="00135FDD" w:rsidP="003113F4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36330B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2542F5E6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0" w:name="项目名称"/>
            <w:bookmarkEnd w:id="0"/>
          </w:p>
        </w:tc>
      </w:tr>
      <w:tr w:rsidR="0036330B" w:rsidRPr="00D40158" w14:paraId="4C8BF2BA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B2AB0DB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FCFA8D0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1" w:name="设计编号"/>
            <w:bookmarkEnd w:id="1"/>
          </w:p>
        </w:tc>
      </w:tr>
      <w:tr w:rsidR="0036330B" w:rsidRPr="00D40158" w14:paraId="09276E6E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FEBA822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E9DDCAA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2" w:name="建设单位"/>
            <w:bookmarkEnd w:id="2"/>
          </w:p>
        </w:tc>
      </w:tr>
      <w:tr w:rsidR="0036330B" w:rsidRPr="00D40158" w14:paraId="520BD051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8C4316D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9A8F6AB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3" w:name="设计单位"/>
            <w:bookmarkEnd w:id="3"/>
          </w:p>
        </w:tc>
      </w:tr>
      <w:tr w:rsidR="0068529A" w:rsidRPr="00D40158" w14:paraId="687AAEB8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A43973B" w14:textId="77777777" w:rsidR="0068529A" w:rsidRPr="00D40158" w:rsidRDefault="0068529A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E0D8A2C" w14:textId="77777777" w:rsidR="0068529A" w:rsidRPr="001A555E" w:rsidRDefault="0068529A" w:rsidP="00882153">
            <w:pPr>
              <w:pStyle w:val="a1"/>
              <w:ind w:firstLine="420"/>
              <w:jc w:val="center"/>
            </w:pPr>
          </w:p>
        </w:tc>
      </w:tr>
      <w:tr w:rsidR="0036330B" w:rsidRPr="00D40158" w14:paraId="5B89434B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58DC90C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B66A307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4" w:name="审核人"/>
            <w:bookmarkEnd w:id="4"/>
          </w:p>
        </w:tc>
      </w:tr>
      <w:tr w:rsidR="0036330B" w:rsidRPr="00D40158" w14:paraId="01B24F02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BE788E9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C7C255E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5" w:name="审定人"/>
            <w:bookmarkEnd w:id="5"/>
          </w:p>
        </w:tc>
      </w:tr>
      <w:tr w:rsidR="0036330B" w:rsidRPr="00D40158" w14:paraId="6F6AAEE1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08DBA9F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483D36C3" w14:textId="77777777" w:rsidR="0036330B" w:rsidRPr="001A555E" w:rsidRDefault="0036330B" w:rsidP="00882153">
            <w:pPr>
              <w:pStyle w:val="a1"/>
              <w:ind w:firstLineChars="0" w:firstLine="0"/>
              <w:jc w:val="center"/>
            </w:pPr>
            <w:bookmarkStart w:id="6" w:name="报告日期"/>
            <w:r>
              <w:t>2024</w:t>
            </w:r>
            <w:r>
              <w:t>年</w:t>
            </w:r>
            <w:r>
              <w:t>2</w:t>
            </w:r>
            <w:r>
              <w:t>月</w:t>
            </w:r>
            <w:r>
              <w:t>17</w:t>
            </w:r>
            <w:r>
              <w:t>日</w:t>
            </w:r>
            <w:bookmarkEnd w:id="6"/>
          </w:p>
        </w:tc>
      </w:tr>
    </w:tbl>
    <w:p w14:paraId="6AC3D7FC" w14:textId="77777777" w:rsidR="00B1773D" w:rsidRDefault="00B1773D" w:rsidP="003B7183"/>
    <w:p w14:paraId="7641CE43" w14:textId="77777777" w:rsidR="00E413C3" w:rsidRPr="00F33F24" w:rsidRDefault="00E413C3" w:rsidP="003B7183"/>
    <w:p w14:paraId="5592D9DF" w14:textId="77777777" w:rsidR="00F11B75" w:rsidRDefault="00F11B75" w:rsidP="003B7183">
      <w:pPr>
        <w:rPr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3D12585B" wp14:editId="03D476C6">
            <wp:extent cx="1514634" cy="1514634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D31D3" w14:textId="77777777" w:rsidR="00ED4C84" w:rsidRDefault="00ED4C84">
      <w:pPr>
        <w:rPr>
          <w:sz w:val="30"/>
          <w:szCs w:val="32"/>
        </w:rPr>
      </w:pPr>
    </w:p>
    <w:p w14:paraId="5E2D687B" w14:textId="77777777" w:rsidR="00F9132E" w:rsidRDefault="00F9132E" w:rsidP="003B7183">
      <w:pPr>
        <w:rPr>
          <w:sz w:val="30"/>
          <w:szCs w:val="32"/>
        </w:rPr>
      </w:pPr>
    </w:p>
    <w:p w14:paraId="0F0E2834" w14:textId="77777777" w:rsidR="00F9132E" w:rsidRDefault="00F9132E" w:rsidP="003B7183">
      <w:pPr>
        <w:rPr>
          <w:sz w:val="30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14:paraId="17013E4B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D290D7C" w14:textId="77777777" w:rsidR="00E22381" w:rsidRPr="00A920E8" w:rsidRDefault="00E22381" w:rsidP="001C3C38">
            <w:pPr>
              <w:pStyle w:val="a1"/>
              <w:ind w:firstLineChars="0" w:firstLine="0"/>
            </w:pPr>
            <w:r w:rsidRPr="00A920E8">
              <w:rPr>
                <w:rFonts w:hint="eastAsia"/>
              </w:rPr>
              <w:t>采用软件</w:t>
            </w:r>
          </w:p>
        </w:tc>
        <w:tc>
          <w:tcPr>
            <w:tcW w:w="3780" w:type="dxa"/>
          </w:tcPr>
          <w:p w14:paraId="1AF72989" w14:textId="77777777" w:rsidR="00E22381" w:rsidRPr="00A920E8" w:rsidRDefault="00E22381" w:rsidP="001A555E">
            <w:pPr>
              <w:pStyle w:val="a1"/>
              <w:ind w:firstLineChars="0" w:firstLine="0"/>
              <w:jc w:val="center"/>
            </w:pPr>
            <w:proofErr w:type="gramStart"/>
            <w:r>
              <w:rPr>
                <w:rFonts w:hint="eastAsia"/>
              </w:rPr>
              <w:t>绿建斯</w:t>
            </w:r>
            <w:proofErr w:type="gramEnd"/>
            <w:r>
              <w:rPr>
                <w:rFonts w:hint="eastAsia"/>
              </w:rPr>
              <w:t>维尔</w:t>
            </w:r>
            <w:bookmarkStart w:id="8" w:name="软件全称"/>
            <w:r w:rsidR="00275990">
              <w:rPr>
                <w:rFonts w:hint="eastAsia"/>
              </w:rPr>
              <w:t>日照分析</w:t>
            </w:r>
            <w:r w:rsidR="00275990">
              <w:rPr>
                <w:rFonts w:hint="eastAsia"/>
              </w:rPr>
              <w:t>Sun2023</w:t>
            </w:r>
            <w:bookmarkEnd w:id="8"/>
          </w:p>
        </w:tc>
      </w:tr>
      <w:tr w:rsidR="00E22381" w:rsidRPr="00D40158" w14:paraId="5CDAB623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5BF8EB3" w14:textId="77777777" w:rsidR="00E22381" w:rsidRPr="00A920E8" w:rsidRDefault="00E22381" w:rsidP="001C3C38">
            <w:pPr>
              <w:pStyle w:val="a1"/>
              <w:ind w:firstLineChars="0" w:firstLine="0"/>
              <w:jc w:val="left"/>
              <w:rPr>
                <w:szCs w:val="18"/>
              </w:rPr>
            </w:pPr>
            <w:r w:rsidRPr="00A920E8">
              <w:rPr>
                <w:rFonts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40D23F7F" w14:textId="77777777" w:rsidR="00E22381" w:rsidRPr="00A920E8" w:rsidRDefault="00E22381" w:rsidP="001A555E">
            <w:pPr>
              <w:pStyle w:val="a1"/>
              <w:ind w:firstLineChars="0" w:firstLine="0"/>
              <w:jc w:val="center"/>
              <w:rPr>
                <w:szCs w:val="18"/>
              </w:rPr>
            </w:pPr>
            <w:bookmarkStart w:id="9" w:name="版本日期"/>
            <w:r>
              <w:rPr>
                <w:szCs w:val="18"/>
              </w:rPr>
              <w:t>20220401</w:t>
            </w:r>
            <w:bookmarkEnd w:id="9"/>
          </w:p>
        </w:tc>
      </w:tr>
      <w:tr w:rsidR="00E22381" w:rsidRPr="00D40158" w14:paraId="155E5C57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8A5619" w14:textId="77777777" w:rsidR="00E22381" w:rsidRPr="00A920E8" w:rsidRDefault="00E22381" w:rsidP="001C3C38">
            <w:pPr>
              <w:pStyle w:val="a1"/>
              <w:ind w:firstLineChars="0" w:firstLine="0"/>
              <w:jc w:val="left"/>
              <w:rPr>
                <w:szCs w:val="18"/>
              </w:rPr>
            </w:pPr>
            <w:r w:rsidRPr="00A920E8">
              <w:rPr>
                <w:rFonts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4F15E0D0" w14:textId="77777777" w:rsidR="00E22381" w:rsidRPr="00A920E8" w:rsidRDefault="00E22381" w:rsidP="001A555E">
            <w:pPr>
              <w:pStyle w:val="a1"/>
              <w:ind w:firstLineChars="0" w:firstLine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北京绿建软件</w:t>
            </w:r>
            <w:r w:rsidR="0085284D">
              <w:rPr>
                <w:rFonts w:hint="eastAsia"/>
                <w:szCs w:val="18"/>
              </w:rPr>
              <w:t>股份</w:t>
            </w:r>
            <w:r>
              <w:rPr>
                <w:rFonts w:hint="eastAsia"/>
                <w:szCs w:val="18"/>
              </w:rPr>
              <w:t>有限公司</w:t>
            </w:r>
          </w:p>
        </w:tc>
      </w:tr>
      <w:tr w:rsidR="003D625C" w:rsidRPr="00D40158" w14:paraId="5910C613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00921BD" w14:textId="77777777" w:rsidR="003D625C" w:rsidRPr="00A920E8" w:rsidRDefault="003D625C" w:rsidP="001C3C38">
            <w:pPr>
              <w:pStyle w:val="a1"/>
              <w:ind w:firstLineChars="0" w:firstLine="0"/>
              <w:jc w:val="left"/>
              <w:rPr>
                <w:szCs w:val="18"/>
              </w:rPr>
            </w:pPr>
            <w:r w:rsidRPr="00153531">
              <w:rPr>
                <w:rFonts w:hint="eastAsia"/>
              </w:rPr>
              <w:t>正版授权码</w:t>
            </w:r>
          </w:p>
        </w:tc>
        <w:tc>
          <w:tcPr>
            <w:tcW w:w="3780" w:type="dxa"/>
          </w:tcPr>
          <w:p w14:paraId="596028F9" w14:textId="77777777" w:rsidR="003D625C" w:rsidRDefault="003D625C" w:rsidP="001A555E">
            <w:pPr>
              <w:pStyle w:val="a1"/>
              <w:ind w:firstLineChars="0" w:firstLine="0"/>
              <w:jc w:val="center"/>
            </w:pPr>
            <w:bookmarkStart w:id="10" w:name="正版授权码"/>
            <w:r>
              <w:t>T18613309897</w:t>
            </w:r>
            <w:bookmarkEnd w:id="10"/>
          </w:p>
        </w:tc>
      </w:tr>
      <w:tr w:rsidR="00E22381" w:rsidRPr="00D40158" w14:paraId="0A22CCB2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38BBD23" w14:textId="77777777" w:rsidR="00E22381" w:rsidRPr="00A920E8" w:rsidRDefault="00E22381" w:rsidP="001C3C38">
            <w:pPr>
              <w:pStyle w:val="a1"/>
              <w:ind w:firstLineChars="0" w:firstLine="0"/>
              <w:jc w:val="left"/>
            </w:pPr>
            <w:r w:rsidRPr="00A920E8">
              <w:rPr>
                <w:rFonts w:hint="eastAsia"/>
              </w:rPr>
              <w:t>服务热线</w:t>
            </w:r>
          </w:p>
        </w:tc>
        <w:tc>
          <w:tcPr>
            <w:tcW w:w="3780" w:type="dxa"/>
          </w:tcPr>
          <w:p w14:paraId="52E3D9AE" w14:textId="77777777" w:rsidR="00E22381" w:rsidRPr="00A920E8" w:rsidRDefault="00CE7112" w:rsidP="001A555E">
            <w:pPr>
              <w:pStyle w:val="a1"/>
              <w:ind w:firstLineChars="0" w:firstLine="0"/>
              <w:jc w:val="center"/>
            </w:pPr>
            <w:r w:rsidRPr="00CE7112">
              <w:rPr>
                <w:rFonts w:hint="eastAsia"/>
                <w:color w:val="000000"/>
                <w:shd w:val="clear" w:color="auto" w:fill="FFFFFF"/>
              </w:rPr>
              <w:t>400-094-1228</w:t>
            </w:r>
          </w:p>
        </w:tc>
      </w:tr>
    </w:tbl>
    <w:p w14:paraId="74136C07" w14:textId="77777777" w:rsidR="00DD33B1" w:rsidRDefault="00DD33B1" w:rsidP="00F11B75">
      <w:pPr>
        <w:sectPr w:rsidR="00DD33B1" w:rsidSect="00DC60F7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28243E8F" w14:textId="77777777" w:rsidR="00DD33B1" w:rsidRDefault="00DD33B1" w:rsidP="00DD33B1">
      <w:pPr>
        <w:rPr>
          <w:sz w:val="28"/>
          <w:szCs w:val="28"/>
        </w:rPr>
      </w:pPr>
      <w:bookmarkStart w:id="11" w:name="目录"/>
      <w:r w:rsidRPr="008439F8">
        <w:rPr>
          <w:rFonts w:hint="eastAsia"/>
          <w:sz w:val="28"/>
          <w:szCs w:val="28"/>
        </w:rPr>
        <w:lastRenderedPageBreak/>
        <w:t>目</w:t>
      </w:r>
      <w:r>
        <w:rPr>
          <w:rFonts w:hint="eastAsia"/>
          <w:sz w:val="28"/>
          <w:szCs w:val="28"/>
        </w:rPr>
        <w:t xml:space="preserve">  </w:t>
      </w:r>
      <w:r w:rsidRPr="008439F8">
        <w:rPr>
          <w:rFonts w:hint="eastAsia"/>
          <w:sz w:val="28"/>
          <w:szCs w:val="28"/>
        </w:rPr>
        <w:t>录</w:t>
      </w:r>
    </w:p>
    <w:p w14:paraId="1180AABA" w14:textId="77777777" w:rsidR="001E2B77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159087406" w:history="1">
        <w:r w:rsidR="001E2B77" w:rsidRPr="00611280">
          <w:rPr>
            <w:rStyle w:val="a9"/>
          </w:rPr>
          <w:t>1.</w:t>
        </w:r>
        <w:r w:rsidR="001E2B77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1E2B77" w:rsidRPr="00611280">
          <w:rPr>
            <w:rStyle w:val="a9"/>
          </w:rPr>
          <w:t>建筑概况</w:t>
        </w:r>
        <w:r w:rsidR="001E2B77">
          <w:rPr>
            <w:webHidden/>
          </w:rPr>
          <w:tab/>
        </w:r>
        <w:r w:rsidR="001E2B77">
          <w:rPr>
            <w:webHidden/>
          </w:rPr>
          <w:fldChar w:fldCharType="begin"/>
        </w:r>
        <w:r w:rsidR="001E2B77">
          <w:rPr>
            <w:webHidden/>
          </w:rPr>
          <w:instrText xml:space="preserve"> PAGEREF _Toc159087406 \h </w:instrText>
        </w:r>
        <w:r w:rsidR="001E2B77">
          <w:rPr>
            <w:webHidden/>
          </w:rPr>
        </w:r>
        <w:r w:rsidR="001E2B77">
          <w:rPr>
            <w:webHidden/>
          </w:rPr>
          <w:fldChar w:fldCharType="separate"/>
        </w:r>
        <w:r w:rsidR="001E2B77">
          <w:rPr>
            <w:webHidden/>
          </w:rPr>
          <w:t>3</w:t>
        </w:r>
        <w:r w:rsidR="001E2B77">
          <w:rPr>
            <w:webHidden/>
          </w:rPr>
          <w:fldChar w:fldCharType="end"/>
        </w:r>
      </w:hyperlink>
    </w:p>
    <w:p w14:paraId="10224C95" w14:textId="77777777" w:rsidR="001E2B77" w:rsidRDefault="001E2B7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407" w:history="1">
        <w:r w:rsidRPr="00611280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11280">
          <w:rPr>
            <w:rStyle w:val="a9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EE0ADA6" w14:textId="77777777" w:rsidR="001E2B77" w:rsidRDefault="001E2B7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408" w:history="1">
        <w:r w:rsidRPr="00611280">
          <w:rPr>
            <w:rStyle w:val="a9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11280">
          <w:rPr>
            <w:rStyle w:val="a9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C7271A6" w14:textId="77777777" w:rsidR="001E2B77" w:rsidRDefault="001E2B7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409" w:history="1">
        <w:r w:rsidRPr="00611280">
          <w:rPr>
            <w:rStyle w:val="a9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11280">
          <w:rPr>
            <w:rStyle w:val="a9"/>
          </w:rPr>
          <w:t>标准要求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D7EDDEC" w14:textId="77777777" w:rsidR="001E2B77" w:rsidRDefault="001E2B7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410" w:history="1">
        <w:r w:rsidRPr="00611280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11280">
          <w:rPr>
            <w:rStyle w:val="a9"/>
          </w:rPr>
          <w:t>太阳能资源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71480CC" w14:textId="77777777" w:rsidR="001E2B77" w:rsidRDefault="001E2B7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411" w:history="1">
        <w:r w:rsidRPr="00611280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11280">
          <w:rPr>
            <w:rStyle w:val="a9"/>
          </w:rPr>
          <w:t>太阳能利用方案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89DF8AF" w14:textId="77777777" w:rsidR="001E2B77" w:rsidRDefault="001E2B7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412" w:history="1">
        <w:r w:rsidRPr="00611280"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11280">
          <w:rPr>
            <w:rStyle w:val="a9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F5A450B" w14:textId="77777777" w:rsidR="001E2B77" w:rsidRDefault="001E2B7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413" w:history="1">
        <w:r w:rsidRPr="00611280"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11280">
          <w:rPr>
            <w:rStyle w:val="a9"/>
          </w:rPr>
          <w:t>设计方案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51766F4" w14:textId="77777777" w:rsidR="001E2B77" w:rsidRDefault="001E2B7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414" w:history="1">
        <w:r w:rsidRPr="00611280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11280">
          <w:rPr>
            <w:rStyle w:val="a9"/>
          </w:rPr>
          <w:t>太阳能热水利用分析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DD55BB5" w14:textId="77777777" w:rsidR="001E2B77" w:rsidRDefault="001E2B7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415" w:history="1">
        <w:r w:rsidRPr="00611280">
          <w:rPr>
            <w:rStyle w:val="a9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11280">
          <w:rPr>
            <w:rStyle w:val="a9"/>
          </w:rPr>
          <w:t>辐照分析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D2C0A04" w14:textId="77777777" w:rsidR="001E2B77" w:rsidRDefault="001E2B7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416" w:history="1">
        <w:r w:rsidRPr="00611280">
          <w:rPr>
            <w:rStyle w:val="a9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11280">
          <w:rPr>
            <w:rStyle w:val="a9"/>
          </w:rPr>
          <w:t>生活热水年需求集热量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D891E6F" w14:textId="77777777" w:rsidR="001E2B77" w:rsidRDefault="001E2B7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417" w:history="1">
        <w:r w:rsidRPr="00611280">
          <w:rPr>
            <w:rStyle w:val="a9"/>
            <w:lang w:val="en-GB"/>
          </w:rPr>
          <w:t>5.3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11280">
          <w:rPr>
            <w:rStyle w:val="a9"/>
          </w:rPr>
          <w:t>太阳能生活热水比例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0616023" w14:textId="77777777" w:rsidR="001E2B77" w:rsidRDefault="001E2B7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418" w:history="1">
        <w:r w:rsidRPr="00611280"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11280">
          <w:rPr>
            <w:rStyle w:val="a9"/>
          </w:rPr>
          <w:t>评价结论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2B21A6B" w14:textId="77777777" w:rsidR="008439F8" w:rsidRPr="008439F8" w:rsidRDefault="008439F8" w:rsidP="00F11B75">
      <w:pPr>
        <w:rPr>
          <w:sz w:val="28"/>
          <w:szCs w:val="28"/>
        </w:rPr>
        <w:sectPr w:rsidR="008439F8" w:rsidRPr="008439F8" w:rsidSect="00DC60F7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1"/>
    </w:p>
    <w:p w14:paraId="65AC76E0" w14:textId="77777777" w:rsidR="00B9303C" w:rsidRDefault="003A3E76" w:rsidP="00B9303C">
      <w:pPr>
        <w:pStyle w:val="1"/>
        <w:ind w:left="432" w:hanging="432"/>
      </w:pPr>
      <w:r w:rsidRPr="00EA54F6">
        <w:rPr>
          <w:szCs w:val="21"/>
        </w:rPr>
        <w:lastRenderedPageBreak/>
        <w:tab/>
      </w:r>
      <w:bookmarkStart w:id="12" w:name="_Toc512608176"/>
      <w:bookmarkStart w:id="13" w:name="_Toc159087406"/>
      <w:r w:rsidR="00B9303C" w:rsidRPr="005B290E">
        <w:rPr>
          <w:rFonts w:hint="eastAsia"/>
        </w:rPr>
        <w:t>建筑概况</w:t>
      </w:r>
      <w:bookmarkEnd w:id="12"/>
      <w:bookmarkEnd w:id="13"/>
    </w:p>
    <w:tbl>
      <w:tblPr>
        <w:tblW w:w="9072" w:type="dxa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1"/>
        <w:gridCol w:w="6231"/>
      </w:tblGrid>
      <w:tr w:rsidR="00CC62DD" w14:paraId="2EA9EF9E" w14:textId="77777777" w:rsidTr="00CC62DD">
        <w:tc>
          <w:tcPr>
            <w:tcW w:w="2841" w:type="dxa"/>
            <w:tcBorders>
              <w:bottom w:val="single" w:sz="8" w:space="0" w:color="auto"/>
            </w:tcBorders>
            <w:shd w:val="clear" w:color="auto" w:fill="E6E6E6"/>
          </w:tcPr>
          <w:p w14:paraId="245960D2" w14:textId="77777777" w:rsidR="00CC62DD" w:rsidRDefault="00CC62DD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</w:tcPr>
          <w:p w14:paraId="13E40BEB" w14:textId="77777777" w:rsidR="00CC62DD" w:rsidRDefault="00CC62DD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bookmarkStart w:id="14" w:name="项目名称1"/>
            <w:bookmarkEnd w:id="14"/>
          </w:p>
        </w:tc>
      </w:tr>
      <w:tr w:rsidR="00CC62DD" w14:paraId="65FF7473" w14:textId="77777777" w:rsidTr="00EE3EF2">
        <w:tc>
          <w:tcPr>
            <w:tcW w:w="28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485A518C" w14:textId="77777777" w:rsidR="00CC62DD" w:rsidRDefault="00CC62DD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</w:tcPr>
          <w:p w14:paraId="4BF736D5" w14:textId="77777777" w:rsidR="00CC62DD" w:rsidRDefault="00CC62DD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工程地点"/>
            <w:r>
              <w:rPr>
                <w:rFonts w:ascii="宋体" w:hAnsi="宋体" w:hint="eastAsia"/>
                <w:lang w:val="en-US"/>
              </w:rPr>
              <w:t>北京</w:t>
            </w:r>
            <w:bookmarkEnd w:id="15"/>
          </w:p>
        </w:tc>
      </w:tr>
      <w:tr w:rsidR="00EE3EF2" w14:paraId="3765FA55" w14:textId="77777777" w:rsidTr="00CC62DD">
        <w:tc>
          <w:tcPr>
            <w:tcW w:w="2841" w:type="dxa"/>
            <w:tcBorders>
              <w:top w:val="single" w:sz="8" w:space="0" w:color="auto"/>
            </w:tcBorders>
            <w:shd w:val="clear" w:color="auto" w:fill="E6E6E6"/>
          </w:tcPr>
          <w:p w14:paraId="14234F46" w14:textId="77777777" w:rsidR="00EE3EF2" w:rsidRPr="00B405B6" w:rsidRDefault="00EE3EF2" w:rsidP="00B14470">
            <w:pPr>
              <w:pStyle w:val="a1"/>
              <w:ind w:firstLineChars="0" w:firstLine="0"/>
              <w:rPr>
                <w:rFonts w:ascii="宋体" w:hAnsi="宋体"/>
                <w:lang w:val="en-US"/>
              </w:rPr>
            </w:pPr>
            <w:r w:rsidRPr="00B405B6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6231" w:type="dxa"/>
          </w:tcPr>
          <w:p w14:paraId="29A4EEB2" w14:textId="77777777" w:rsidR="00EE3EF2" w:rsidRPr="00B405B6" w:rsidRDefault="00BC0BEC" w:rsidP="00286C79">
            <w:pPr>
              <w:pStyle w:val="a1"/>
              <w:ind w:firstLineChars="0" w:firstLine="0"/>
              <w:rPr>
                <w:lang w:val="en-US"/>
              </w:rPr>
            </w:pPr>
            <w:r w:rsidRPr="00B405B6">
              <w:rPr>
                <w:rFonts w:hint="eastAsia"/>
                <w:lang w:val="en-US"/>
              </w:rPr>
              <w:t>东经：</w:t>
            </w:r>
            <w:bookmarkStart w:id="16" w:name="经度"/>
            <w:r>
              <w:t>116.35</w:t>
            </w:r>
            <w:bookmarkEnd w:id="16"/>
            <w:r w:rsidR="00EE3EF2" w:rsidRPr="00B405B6">
              <w:rPr>
                <w:lang w:val="en-US"/>
              </w:rPr>
              <w:t xml:space="preserve">              </w:t>
            </w:r>
            <w:r w:rsidRPr="00B405B6">
              <w:rPr>
                <w:lang w:val="en-US"/>
              </w:rPr>
              <w:t>北纬：</w:t>
            </w:r>
            <w:r w:rsidR="00EE3EF2" w:rsidRPr="00B405B6">
              <w:rPr>
                <w:lang w:val="en-US"/>
              </w:rPr>
              <w:t xml:space="preserve"> </w:t>
            </w:r>
            <w:bookmarkStart w:id="17" w:name="纬度"/>
            <w:r>
              <w:t>39.95</w:t>
            </w:r>
            <w:bookmarkEnd w:id="17"/>
          </w:p>
        </w:tc>
      </w:tr>
    </w:tbl>
    <w:p w14:paraId="5E415649" w14:textId="77777777" w:rsidR="00B9303C" w:rsidRDefault="00055614" w:rsidP="00B9303C">
      <w:pPr>
        <w:pStyle w:val="1"/>
        <w:ind w:left="432" w:hanging="432"/>
      </w:pPr>
      <w:bookmarkStart w:id="18" w:name="_Toc512608177"/>
      <w:bookmarkStart w:id="19" w:name="_Toc159087407"/>
      <w:r>
        <w:rPr>
          <w:rFonts w:hint="eastAsia"/>
        </w:rPr>
        <w:t>评价</w:t>
      </w:r>
      <w:r w:rsidR="00B9303C" w:rsidRPr="005B290E">
        <w:rPr>
          <w:rFonts w:hint="eastAsia"/>
        </w:rPr>
        <w:t>依据</w:t>
      </w:r>
      <w:bookmarkEnd w:id="18"/>
      <w:bookmarkEnd w:id="19"/>
    </w:p>
    <w:p w14:paraId="0B980C55" w14:textId="77777777" w:rsidR="00B9303C" w:rsidRDefault="00B9303C" w:rsidP="008238C8">
      <w:pPr>
        <w:pStyle w:val="20"/>
      </w:pPr>
      <w:bookmarkStart w:id="20" w:name="_Toc159087408"/>
      <w:r>
        <w:rPr>
          <w:rFonts w:hint="eastAsia"/>
        </w:rPr>
        <w:t>标准依据</w:t>
      </w:r>
      <w:bookmarkEnd w:id="20"/>
    </w:p>
    <w:p w14:paraId="631DDC3D" w14:textId="77777777" w:rsidR="00B9303C" w:rsidRPr="00473C5D" w:rsidRDefault="00B9303C" w:rsidP="00FA54A4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bookmarkStart w:id="21" w:name="_Toc512608179"/>
      <w:r w:rsidRPr="00473C5D">
        <w:rPr>
          <w:sz w:val="24"/>
          <w:lang w:val="en-US"/>
        </w:rPr>
        <w:t>《绿色建筑评价标准》</w:t>
      </w:r>
      <w:r w:rsidRPr="00473C5D">
        <w:rPr>
          <w:sz w:val="24"/>
          <w:lang w:val="en-US"/>
        </w:rPr>
        <w:t>GB/T 50378-2019</w:t>
      </w:r>
    </w:p>
    <w:p w14:paraId="0B96F551" w14:textId="77777777" w:rsidR="00A62B2C" w:rsidRPr="00473C5D" w:rsidRDefault="00A62B2C" w:rsidP="00A62B2C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r w:rsidRPr="00473C5D">
        <w:rPr>
          <w:rFonts w:hint="eastAsia"/>
          <w:sz w:val="24"/>
          <w:lang w:val="en-US"/>
        </w:rPr>
        <w:t>《绿色建筑评价技术细则》</w:t>
      </w:r>
      <w:r w:rsidRPr="00473C5D">
        <w:rPr>
          <w:rFonts w:hint="eastAsia"/>
          <w:sz w:val="24"/>
          <w:lang w:val="en-US"/>
        </w:rPr>
        <w:t>2</w:t>
      </w:r>
      <w:r>
        <w:rPr>
          <w:sz w:val="24"/>
          <w:lang w:val="en-US"/>
        </w:rPr>
        <w:t>01</w:t>
      </w:r>
      <w:r>
        <w:rPr>
          <w:rFonts w:hint="eastAsia"/>
          <w:sz w:val="24"/>
          <w:lang w:val="en-US"/>
        </w:rPr>
        <w:t>9</w:t>
      </w:r>
    </w:p>
    <w:p w14:paraId="394DE025" w14:textId="77777777" w:rsidR="00C072DC" w:rsidRPr="00473C5D" w:rsidRDefault="00C072DC" w:rsidP="00FA54A4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r w:rsidRPr="00473C5D">
        <w:rPr>
          <w:rFonts w:hint="eastAsia"/>
          <w:sz w:val="24"/>
          <w:lang w:val="en-US"/>
        </w:rPr>
        <w:t>《</w:t>
      </w:r>
      <w:r w:rsidR="000E2CD7">
        <w:rPr>
          <w:rFonts w:hint="eastAsia"/>
          <w:sz w:val="24"/>
          <w:lang w:val="en-US"/>
        </w:rPr>
        <w:t>建筑节能与可再生能源利用通用规范</w:t>
      </w:r>
      <w:r w:rsidRPr="00473C5D">
        <w:rPr>
          <w:rFonts w:hint="eastAsia"/>
          <w:sz w:val="24"/>
          <w:lang w:val="en-US"/>
        </w:rPr>
        <w:t>》</w:t>
      </w:r>
      <w:r w:rsidR="000E2CD7">
        <w:rPr>
          <w:rFonts w:hint="eastAsia"/>
          <w:sz w:val="24"/>
          <w:lang w:val="en-US"/>
        </w:rPr>
        <w:t>GB 55015-2021</w:t>
      </w:r>
    </w:p>
    <w:p w14:paraId="7B9CBC5C" w14:textId="77777777" w:rsidR="00604DDF" w:rsidRPr="00604DDF" w:rsidRDefault="00604DDF" w:rsidP="00604DDF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r w:rsidRPr="00604DDF">
        <w:rPr>
          <w:rFonts w:hint="eastAsia"/>
          <w:sz w:val="24"/>
          <w:lang w:val="en-US"/>
        </w:rPr>
        <w:t>《民用建筑太阳能热水系统应用技术规范》</w:t>
      </w:r>
      <w:r w:rsidRPr="00604DDF">
        <w:rPr>
          <w:rFonts w:hint="eastAsia"/>
          <w:sz w:val="24"/>
          <w:lang w:val="en-US"/>
        </w:rPr>
        <w:t>GB 50364</w:t>
      </w:r>
      <w:r>
        <w:rPr>
          <w:rFonts w:hint="eastAsia"/>
          <w:sz w:val="24"/>
          <w:lang w:val="en-US"/>
        </w:rPr>
        <w:t>-2018</w:t>
      </w:r>
    </w:p>
    <w:p w14:paraId="46F31C38" w14:textId="77777777" w:rsidR="005E5DA4" w:rsidRPr="00473C5D" w:rsidRDefault="005E5DA4" w:rsidP="00FA54A4">
      <w:pPr>
        <w:pStyle w:val="a1"/>
        <w:numPr>
          <w:ilvl w:val="0"/>
          <w:numId w:val="2"/>
        </w:numPr>
        <w:ind w:firstLineChars="0"/>
        <w:rPr>
          <w:sz w:val="24"/>
          <w:lang w:val="en-US"/>
        </w:rPr>
      </w:pPr>
      <w:r w:rsidRPr="00473C5D">
        <w:rPr>
          <w:rFonts w:hint="eastAsia"/>
          <w:sz w:val="24"/>
          <w:lang w:val="en-US"/>
        </w:rPr>
        <w:t>《</w:t>
      </w:r>
      <w:r w:rsidRPr="00473C5D">
        <w:rPr>
          <w:sz w:val="24"/>
          <w:lang w:val="en-US"/>
        </w:rPr>
        <w:t>民用建筑绿色性能计算标准</w:t>
      </w:r>
      <w:r w:rsidRPr="00473C5D">
        <w:rPr>
          <w:rFonts w:hint="eastAsia"/>
          <w:sz w:val="24"/>
          <w:lang w:val="en-US"/>
        </w:rPr>
        <w:t>》</w:t>
      </w:r>
      <w:r w:rsidRPr="00473C5D">
        <w:rPr>
          <w:sz w:val="24"/>
          <w:lang w:val="en-US"/>
        </w:rPr>
        <w:t>JGJT_449-2018</w:t>
      </w:r>
    </w:p>
    <w:p w14:paraId="778E617D" w14:textId="77777777" w:rsidR="00B9303C" w:rsidRDefault="00B9303C" w:rsidP="008238C8">
      <w:pPr>
        <w:pStyle w:val="20"/>
      </w:pPr>
      <w:bookmarkStart w:id="22" w:name="_Toc159087409"/>
      <w:r>
        <w:rPr>
          <w:rFonts w:hint="eastAsia"/>
        </w:rPr>
        <w:t>标准要求</w:t>
      </w:r>
      <w:bookmarkEnd w:id="21"/>
      <w:bookmarkEnd w:id="22"/>
    </w:p>
    <w:p w14:paraId="2C3EEDC0" w14:textId="77777777" w:rsidR="00B9303C" w:rsidRPr="001839B1" w:rsidRDefault="00B9303C" w:rsidP="001839B1">
      <w:pPr>
        <w:pStyle w:val="a1"/>
        <w:numPr>
          <w:ilvl w:val="0"/>
          <w:numId w:val="10"/>
        </w:numPr>
        <w:spacing w:line="360" w:lineRule="auto"/>
        <w:ind w:firstLineChars="0"/>
        <w:rPr>
          <w:sz w:val="24"/>
          <w:szCs w:val="24"/>
          <w:lang w:val="zh-CN"/>
        </w:rPr>
      </w:pPr>
      <w:r w:rsidRPr="001839B1">
        <w:rPr>
          <w:b/>
          <w:sz w:val="24"/>
          <w:szCs w:val="24"/>
          <w:lang w:val="zh-CN"/>
        </w:rPr>
        <w:t>《绿色建筑评价标准》</w:t>
      </w:r>
      <w:r w:rsidRPr="001839B1">
        <w:rPr>
          <w:b/>
          <w:sz w:val="24"/>
          <w:szCs w:val="24"/>
          <w:lang w:val="zh-CN"/>
        </w:rPr>
        <w:t>GB/T 50378-2019</w:t>
      </w:r>
      <w:r w:rsidR="00D6062A" w:rsidRPr="001839B1">
        <w:rPr>
          <w:sz w:val="24"/>
          <w:szCs w:val="24"/>
          <w:lang w:val="zh-CN"/>
        </w:rPr>
        <w:t>对可再生能源的合理</w:t>
      </w:r>
      <w:r w:rsidR="006F6BD6" w:rsidRPr="001839B1">
        <w:rPr>
          <w:sz w:val="24"/>
          <w:szCs w:val="24"/>
          <w:lang w:val="zh-CN"/>
        </w:rPr>
        <w:t>利用</w:t>
      </w:r>
      <w:r w:rsidR="00D6062A" w:rsidRPr="001839B1">
        <w:rPr>
          <w:sz w:val="24"/>
          <w:szCs w:val="24"/>
          <w:lang w:val="zh-CN"/>
        </w:rPr>
        <w:t>提出要求：</w:t>
      </w:r>
    </w:p>
    <w:p w14:paraId="0533A39D" w14:textId="77777777" w:rsidR="0051509A" w:rsidRPr="001839B1" w:rsidRDefault="00D6062A" w:rsidP="00D6062A">
      <w:pPr>
        <w:pStyle w:val="a1"/>
        <w:spacing w:line="360" w:lineRule="auto"/>
        <w:ind w:firstLineChars="300" w:firstLine="720"/>
        <w:rPr>
          <w:sz w:val="24"/>
          <w:szCs w:val="24"/>
          <w:lang w:val="zh-CN"/>
        </w:rPr>
      </w:pPr>
      <w:r w:rsidRPr="001839B1">
        <w:rPr>
          <w:sz w:val="24"/>
          <w:szCs w:val="24"/>
          <w:lang w:val="zh-CN"/>
        </w:rPr>
        <w:t xml:space="preserve">7.2.9 </w:t>
      </w:r>
      <w:r w:rsidRPr="001839B1">
        <w:rPr>
          <w:sz w:val="24"/>
          <w:szCs w:val="24"/>
          <w:lang w:val="zh-CN"/>
        </w:rPr>
        <w:t>结合当地气候和自然资源条件合理利用可再生能源，</w:t>
      </w:r>
      <w:proofErr w:type="gramStart"/>
      <w:r w:rsidRPr="001839B1">
        <w:rPr>
          <w:sz w:val="24"/>
          <w:szCs w:val="24"/>
          <w:lang w:val="zh-CN"/>
        </w:rPr>
        <w:t>评价总分值</w:t>
      </w:r>
      <w:proofErr w:type="gramEnd"/>
      <w:r w:rsidRPr="001839B1">
        <w:rPr>
          <w:sz w:val="24"/>
          <w:szCs w:val="24"/>
          <w:lang w:val="zh-CN"/>
        </w:rPr>
        <w:t>为</w:t>
      </w:r>
      <w:r w:rsidRPr="001839B1">
        <w:rPr>
          <w:sz w:val="24"/>
          <w:szCs w:val="24"/>
          <w:lang w:val="zh-CN"/>
        </w:rPr>
        <w:t>10</w:t>
      </w:r>
      <w:r w:rsidR="0051509A" w:rsidRPr="001839B1">
        <w:rPr>
          <w:sz w:val="24"/>
          <w:szCs w:val="24"/>
          <w:lang w:val="zh-CN"/>
        </w:rPr>
        <w:t>分。</w:t>
      </w:r>
    </w:p>
    <w:tbl>
      <w:tblPr>
        <w:tblW w:w="70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6"/>
        <w:gridCol w:w="2285"/>
        <w:gridCol w:w="2552"/>
      </w:tblGrid>
      <w:tr w:rsidR="00D6062A" w:rsidRPr="001839B1" w14:paraId="756315C6" w14:textId="77777777" w:rsidTr="00167584">
        <w:trPr>
          <w:trHeight w:val="356"/>
          <w:jc w:val="center"/>
        </w:trPr>
        <w:tc>
          <w:tcPr>
            <w:tcW w:w="4531" w:type="dxa"/>
            <w:gridSpan w:val="2"/>
            <w:shd w:val="clear" w:color="auto" w:fill="E7E6E6" w:themeFill="background2"/>
            <w:vAlign w:val="center"/>
            <w:hideMark/>
          </w:tcPr>
          <w:p w14:paraId="29186EBE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评价内容</w:t>
            </w:r>
          </w:p>
        </w:tc>
        <w:tc>
          <w:tcPr>
            <w:tcW w:w="2552" w:type="dxa"/>
            <w:shd w:val="clear" w:color="auto" w:fill="E7E6E6" w:themeFill="background2"/>
            <w:vAlign w:val="center"/>
            <w:hideMark/>
          </w:tcPr>
          <w:p w14:paraId="295D250C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评价分值</w:t>
            </w:r>
          </w:p>
        </w:tc>
      </w:tr>
      <w:tr w:rsidR="00D6062A" w:rsidRPr="001839B1" w14:paraId="0CC91217" w14:textId="77777777" w:rsidTr="00167584">
        <w:trPr>
          <w:trHeight w:val="393"/>
          <w:jc w:val="center"/>
        </w:trPr>
        <w:tc>
          <w:tcPr>
            <w:tcW w:w="2246" w:type="dxa"/>
            <w:vMerge w:val="restart"/>
            <w:shd w:val="clear" w:color="auto" w:fill="E7E6E6" w:themeFill="background2"/>
            <w:vAlign w:val="center"/>
            <w:hideMark/>
          </w:tcPr>
          <w:p w14:paraId="754733A7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由可再生能源提供的生活用热水比例</w:t>
            </w:r>
            <w:r w:rsidRPr="001839B1">
              <w:rPr>
                <w:szCs w:val="21"/>
              </w:rPr>
              <w:t>R</w:t>
            </w:r>
            <w:r w:rsidRPr="001839B1">
              <w:rPr>
                <w:szCs w:val="21"/>
                <w:vertAlign w:val="subscript"/>
              </w:rPr>
              <w:t>hw</w:t>
            </w:r>
          </w:p>
        </w:tc>
        <w:tc>
          <w:tcPr>
            <w:tcW w:w="2285" w:type="dxa"/>
            <w:vAlign w:val="center"/>
            <w:hideMark/>
          </w:tcPr>
          <w:p w14:paraId="47958F12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20%≤R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＜</w:t>
            </w:r>
            <w:r w:rsidRPr="001839B1">
              <w:rPr>
                <w:szCs w:val="21"/>
              </w:rPr>
              <w:t>35%</w:t>
            </w:r>
          </w:p>
        </w:tc>
        <w:tc>
          <w:tcPr>
            <w:tcW w:w="2552" w:type="dxa"/>
            <w:vAlign w:val="center"/>
            <w:hideMark/>
          </w:tcPr>
          <w:p w14:paraId="4F9E73B0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2</w:t>
            </w:r>
          </w:p>
        </w:tc>
      </w:tr>
      <w:tr w:rsidR="00D6062A" w:rsidRPr="001839B1" w14:paraId="0F405867" w14:textId="77777777" w:rsidTr="00167584">
        <w:trPr>
          <w:trHeight w:val="285"/>
          <w:jc w:val="center"/>
        </w:trPr>
        <w:tc>
          <w:tcPr>
            <w:tcW w:w="2246" w:type="dxa"/>
            <w:vMerge/>
            <w:shd w:val="clear" w:color="auto" w:fill="E7E6E6" w:themeFill="background2"/>
            <w:vAlign w:val="center"/>
            <w:hideMark/>
          </w:tcPr>
          <w:p w14:paraId="18C7A618" w14:textId="77777777" w:rsidR="00D6062A" w:rsidRPr="001839B1" w:rsidRDefault="00D6062A">
            <w:pPr>
              <w:rPr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285" w:type="dxa"/>
            <w:vAlign w:val="center"/>
            <w:hideMark/>
          </w:tcPr>
          <w:p w14:paraId="3E3BA0DD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35%≤R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＜</w:t>
            </w:r>
            <w:r w:rsidRPr="001839B1">
              <w:rPr>
                <w:szCs w:val="21"/>
              </w:rPr>
              <w:t>50%</w:t>
            </w:r>
          </w:p>
        </w:tc>
        <w:tc>
          <w:tcPr>
            <w:tcW w:w="2552" w:type="dxa"/>
            <w:vAlign w:val="center"/>
            <w:hideMark/>
          </w:tcPr>
          <w:p w14:paraId="10971654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4</w:t>
            </w:r>
          </w:p>
        </w:tc>
      </w:tr>
      <w:tr w:rsidR="00D6062A" w:rsidRPr="001839B1" w14:paraId="6B1E84DF" w14:textId="77777777" w:rsidTr="00167584">
        <w:trPr>
          <w:trHeight w:val="319"/>
          <w:jc w:val="center"/>
        </w:trPr>
        <w:tc>
          <w:tcPr>
            <w:tcW w:w="2246" w:type="dxa"/>
            <w:vMerge/>
            <w:shd w:val="clear" w:color="auto" w:fill="E7E6E6" w:themeFill="background2"/>
            <w:vAlign w:val="center"/>
            <w:hideMark/>
          </w:tcPr>
          <w:p w14:paraId="328C30A0" w14:textId="77777777" w:rsidR="00D6062A" w:rsidRPr="001839B1" w:rsidRDefault="00D6062A">
            <w:pPr>
              <w:rPr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285" w:type="dxa"/>
            <w:vAlign w:val="center"/>
            <w:hideMark/>
          </w:tcPr>
          <w:p w14:paraId="47322F5C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50%≤R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＜</w:t>
            </w:r>
            <w:r w:rsidRPr="001839B1">
              <w:rPr>
                <w:szCs w:val="21"/>
              </w:rPr>
              <w:t>65%</w:t>
            </w:r>
          </w:p>
        </w:tc>
        <w:tc>
          <w:tcPr>
            <w:tcW w:w="2552" w:type="dxa"/>
            <w:vAlign w:val="center"/>
            <w:hideMark/>
          </w:tcPr>
          <w:p w14:paraId="6B4FAFF7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6</w:t>
            </w:r>
          </w:p>
        </w:tc>
      </w:tr>
      <w:tr w:rsidR="00D6062A" w:rsidRPr="001839B1" w14:paraId="57DBFB56" w14:textId="77777777" w:rsidTr="00167584">
        <w:trPr>
          <w:trHeight w:val="211"/>
          <w:jc w:val="center"/>
        </w:trPr>
        <w:tc>
          <w:tcPr>
            <w:tcW w:w="2246" w:type="dxa"/>
            <w:vMerge/>
            <w:shd w:val="clear" w:color="auto" w:fill="E7E6E6" w:themeFill="background2"/>
            <w:vAlign w:val="center"/>
            <w:hideMark/>
          </w:tcPr>
          <w:p w14:paraId="0CDC5FD1" w14:textId="77777777" w:rsidR="00D6062A" w:rsidRPr="001839B1" w:rsidRDefault="00D6062A">
            <w:pPr>
              <w:rPr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285" w:type="dxa"/>
            <w:vAlign w:val="center"/>
            <w:hideMark/>
          </w:tcPr>
          <w:p w14:paraId="7D5491B0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65%≤R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＜</w:t>
            </w:r>
            <w:r w:rsidRPr="001839B1">
              <w:rPr>
                <w:szCs w:val="21"/>
              </w:rPr>
              <w:t>80%</w:t>
            </w:r>
          </w:p>
        </w:tc>
        <w:tc>
          <w:tcPr>
            <w:tcW w:w="2552" w:type="dxa"/>
            <w:vAlign w:val="center"/>
            <w:hideMark/>
          </w:tcPr>
          <w:p w14:paraId="3066190E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8</w:t>
            </w:r>
          </w:p>
        </w:tc>
      </w:tr>
      <w:tr w:rsidR="00D6062A" w:rsidRPr="001839B1" w14:paraId="34B9CC32" w14:textId="77777777" w:rsidTr="00167584">
        <w:trPr>
          <w:trHeight w:val="117"/>
          <w:jc w:val="center"/>
        </w:trPr>
        <w:tc>
          <w:tcPr>
            <w:tcW w:w="2246" w:type="dxa"/>
            <w:vMerge/>
            <w:shd w:val="clear" w:color="auto" w:fill="E7E6E6" w:themeFill="background2"/>
            <w:vAlign w:val="center"/>
            <w:hideMark/>
          </w:tcPr>
          <w:p w14:paraId="2D45F67F" w14:textId="77777777" w:rsidR="00D6062A" w:rsidRPr="001839B1" w:rsidRDefault="00D6062A">
            <w:pPr>
              <w:rPr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285" w:type="dxa"/>
            <w:vAlign w:val="center"/>
            <w:hideMark/>
          </w:tcPr>
          <w:p w14:paraId="700E4152" w14:textId="77777777" w:rsidR="00D6062A" w:rsidRPr="001839B1" w:rsidRDefault="00D6062A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1839B1">
              <w:rPr>
                <w:szCs w:val="21"/>
              </w:rPr>
              <w:t>R</w:t>
            </w:r>
            <w:r w:rsidRPr="001839B1">
              <w:rPr>
                <w:szCs w:val="21"/>
                <w:vertAlign w:val="subscript"/>
              </w:rPr>
              <w:t>hw</w:t>
            </w:r>
            <w:r w:rsidRPr="001839B1">
              <w:rPr>
                <w:szCs w:val="21"/>
              </w:rPr>
              <w:t>≥80%</w:t>
            </w:r>
          </w:p>
        </w:tc>
        <w:tc>
          <w:tcPr>
            <w:tcW w:w="2552" w:type="dxa"/>
            <w:vAlign w:val="center"/>
            <w:hideMark/>
          </w:tcPr>
          <w:p w14:paraId="6DECE929" w14:textId="77777777" w:rsidR="00D6062A" w:rsidRPr="001839B1" w:rsidRDefault="00D6062A">
            <w:pPr>
              <w:spacing w:line="288" w:lineRule="auto"/>
              <w:rPr>
                <w:bCs/>
                <w:szCs w:val="21"/>
                <w:lang w:val="zh-CN"/>
              </w:rPr>
            </w:pPr>
            <w:r w:rsidRPr="001839B1">
              <w:rPr>
                <w:bCs/>
                <w:szCs w:val="21"/>
                <w:lang w:val="zh-CN"/>
              </w:rPr>
              <w:t>10</w:t>
            </w:r>
          </w:p>
        </w:tc>
      </w:tr>
    </w:tbl>
    <w:p w14:paraId="56DB6F35" w14:textId="77777777" w:rsidR="005E788C" w:rsidRDefault="005E788C" w:rsidP="005E788C">
      <w:pPr>
        <w:pStyle w:val="1"/>
        <w:ind w:left="432" w:hanging="432"/>
      </w:pPr>
      <w:bookmarkStart w:id="23" w:name="_Toc159087410"/>
      <w:r>
        <w:rPr>
          <w:rFonts w:hint="eastAsia"/>
        </w:rPr>
        <w:t>太阳能资源</w:t>
      </w:r>
      <w:bookmarkEnd w:id="23"/>
    </w:p>
    <w:p w14:paraId="3B462450" w14:textId="77777777" w:rsidR="001048F0" w:rsidRDefault="00C472DE" w:rsidP="00352DDB">
      <w:pPr>
        <w:widowControl w:val="0"/>
        <w:autoSpaceDE w:val="0"/>
        <w:autoSpaceDN w:val="0"/>
        <w:adjustRightInd w:val="0"/>
        <w:spacing w:line="400" w:lineRule="exact"/>
        <w:ind w:firstLine="480"/>
        <w:jc w:val="both"/>
        <w:rPr>
          <w:sz w:val="24"/>
          <w:szCs w:val="24"/>
        </w:rPr>
      </w:pPr>
      <w:r>
        <w:rPr>
          <w:sz w:val="24"/>
          <w:szCs w:val="24"/>
          <w:lang w:val="zh-CN"/>
        </w:rPr>
        <w:t>太阳能作为一种重要的可再生能源，对能源开发利用、调整能源结构、保护生态环境、应对气候变化、促进社会可持续发展具有重要意义。</w:t>
      </w:r>
      <w:r w:rsidR="001048F0" w:rsidRPr="00AA0E79">
        <w:rPr>
          <w:sz w:val="24"/>
          <w:szCs w:val="24"/>
        </w:rPr>
        <w:t>《民用建筑太阳能热水系统应用技术标准》</w:t>
      </w:r>
      <w:r w:rsidR="001048F0" w:rsidRPr="00AA0E79">
        <w:rPr>
          <w:rFonts w:hint="eastAsia"/>
          <w:sz w:val="24"/>
          <w:szCs w:val="24"/>
        </w:rPr>
        <w:t>GB 50364-2018</w:t>
      </w:r>
      <w:r w:rsidR="001048F0">
        <w:rPr>
          <w:rFonts w:hint="eastAsia"/>
          <w:sz w:val="24"/>
          <w:szCs w:val="24"/>
        </w:rPr>
        <w:t>中</w:t>
      </w:r>
      <w:r w:rsidR="00D65511">
        <w:rPr>
          <w:rFonts w:hint="eastAsia"/>
          <w:sz w:val="24"/>
          <w:szCs w:val="24"/>
        </w:rPr>
        <w:t>对我国不同地区的太阳能资源情况进行等级划分。</w:t>
      </w:r>
    </w:p>
    <w:p w14:paraId="0CEBE5A9" w14:textId="77777777" w:rsidR="00352DDB" w:rsidRPr="00352DDB" w:rsidRDefault="00352DDB" w:rsidP="00352DDB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 w:rsidRPr="00352DDB">
        <w:rPr>
          <w:rFonts w:ascii="黑体" w:eastAsia="黑体" w:hAnsi="黑体" w:cs="宋体" w:hint="eastAsia"/>
          <w:bCs/>
          <w:color w:val="000000"/>
          <w:szCs w:val="21"/>
          <w:lang w:val="en-US"/>
        </w:rPr>
        <w:t>表3.1</w:t>
      </w:r>
      <w:r w:rsidRPr="00352DDB">
        <w:rPr>
          <w:rFonts w:ascii="黑体" w:eastAsia="黑体" w:hAnsi="黑体" w:cs="宋体"/>
          <w:bCs/>
          <w:color w:val="000000"/>
          <w:szCs w:val="21"/>
          <w:lang w:val="en-US"/>
        </w:rPr>
        <w:t xml:space="preserve"> </w:t>
      </w:r>
      <w:r w:rsidRPr="00352DDB">
        <w:rPr>
          <w:rFonts w:ascii="黑体" w:eastAsia="黑体" w:hAnsi="黑体" w:cs="宋体" w:hint="eastAsia"/>
          <w:bCs/>
          <w:color w:val="000000"/>
          <w:szCs w:val="21"/>
          <w:lang w:val="en-US"/>
        </w:rPr>
        <w:t>太阳资源等级分布表</w:t>
      </w:r>
    </w:p>
    <w:tbl>
      <w:tblPr>
        <w:tblW w:w="6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1"/>
        <w:gridCol w:w="3718"/>
      </w:tblGrid>
      <w:tr w:rsidR="001048F0" w:rsidRPr="004546FC" w14:paraId="6FD45BEA" w14:textId="77777777" w:rsidTr="00167584">
        <w:trPr>
          <w:trHeight w:val="323"/>
          <w:jc w:val="center"/>
        </w:trPr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50D63AA4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 w:rsidRPr="004546FC">
              <w:rPr>
                <w:lang w:val="en-US"/>
              </w:rPr>
              <w:t>等级</w:t>
            </w:r>
            <w:r w:rsidRPr="002D37D6">
              <w:rPr>
                <w:lang w:val="en-US"/>
              </w:rPr>
              <w:t>名称</w:t>
            </w:r>
          </w:p>
        </w:tc>
        <w:tc>
          <w:tcPr>
            <w:tcW w:w="37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459492E6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水平面上年太阳辐照量</w:t>
            </w:r>
            <w:r w:rsidRPr="002D37D6">
              <w:rPr>
                <w:lang w:val="en-US"/>
              </w:rPr>
              <w:t>(MJ/m</w:t>
            </w:r>
            <w:r w:rsidRPr="002D37D6">
              <w:rPr>
                <w:vertAlign w:val="superscript"/>
                <w:lang w:val="en-US"/>
              </w:rPr>
              <w:t>2</w:t>
            </w:r>
            <w:r>
              <w:rPr>
                <w:rFonts w:hint="eastAsia"/>
              </w:rPr>
              <w:t>·</w:t>
            </w:r>
            <w:r w:rsidRPr="001048F0">
              <w:t>a)</w:t>
            </w:r>
          </w:p>
        </w:tc>
      </w:tr>
      <w:tr w:rsidR="001048F0" w:rsidRPr="004546FC" w14:paraId="1411FDDE" w14:textId="77777777" w:rsidTr="00167584">
        <w:trPr>
          <w:trHeight w:val="203"/>
          <w:jc w:val="center"/>
        </w:trPr>
        <w:tc>
          <w:tcPr>
            <w:tcW w:w="30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40D72275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Ⅰ资源极富区</w:t>
            </w:r>
          </w:p>
        </w:tc>
        <w:tc>
          <w:tcPr>
            <w:tcW w:w="3718" w:type="dxa"/>
            <w:tcBorders>
              <w:right w:val="single" w:sz="12" w:space="0" w:color="auto"/>
            </w:tcBorders>
            <w:vAlign w:val="center"/>
          </w:tcPr>
          <w:p w14:paraId="1851C57D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 w:rsidRPr="002D37D6">
              <w:rPr>
                <w:color w:val="000000"/>
                <w:lang w:val="en-US"/>
              </w:rPr>
              <w:t>≥6</w:t>
            </w:r>
            <w:r>
              <w:rPr>
                <w:rFonts w:hint="eastAsia"/>
                <w:color w:val="000000"/>
                <w:lang w:val="en-US"/>
              </w:rPr>
              <w:t>700</w:t>
            </w:r>
          </w:p>
        </w:tc>
      </w:tr>
      <w:tr w:rsidR="001048F0" w:rsidRPr="004546FC" w14:paraId="7D7D1D8E" w14:textId="77777777" w:rsidTr="00167584">
        <w:trPr>
          <w:trHeight w:val="390"/>
          <w:jc w:val="center"/>
        </w:trPr>
        <w:tc>
          <w:tcPr>
            <w:tcW w:w="30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144DCA2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Ⅱ资源丰富区</w:t>
            </w:r>
          </w:p>
        </w:tc>
        <w:tc>
          <w:tcPr>
            <w:tcW w:w="3718" w:type="dxa"/>
            <w:tcBorders>
              <w:right w:val="single" w:sz="12" w:space="0" w:color="auto"/>
            </w:tcBorders>
            <w:vAlign w:val="center"/>
          </w:tcPr>
          <w:p w14:paraId="19D0E20F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 w:rsidRPr="002D37D6">
              <w:rPr>
                <w:color w:val="000000"/>
                <w:lang w:val="en-US"/>
              </w:rPr>
              <w:t>40</w:t>
            </w:r>
            <w:r>
              <w:rPr>
                <w:rFonts w:hint="eastAsia"/>
                <w:color w:val="000000"/>
                <w:lang w:val="en-US"/>
              </w:rPr>
              <w:t>0~</w:t>
            </w:r>
            <w:r w:rsidRPr="002D37D6">
              <w:rPr>
                <w:color w:val="000000"/>
                <w:lang w:val="en-US"/>
              </w:rPr>
              <w:t>6</w:t>
            </w:r>
            <w:r>
              <w:rPr>
                <w:rFonts w:hint="eastAsia"/>
                <w:color w:val="000000"/>
                <w:lang w:val="en-US"/>
              </w:rPr>
              <w:t>700</w:t>
            </w:r>
          </w:p>
        </w:tc>
      </w:tr>
      <w:tr w:rsidR="001048F0" w:rsidRPr="004546FC" w14:paraId="1B3C313F" w14:textId="77777777" w:rsidTr="00167584">
        <w:trPr>
          <w:trHeight w:val="390"/>
          <w:jc w:val="center"/>
        </w:trPr>
        <w:tc>
          <w:tcPr>
            <w:tcW w:w="30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43E3D50F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Ⅲ资源较富区</w:t>
            </w:r>
          </w:p>
        </w:tc>
        <w:tc>
          <w:tcPr>
            <w:tcW w:w="3718" w:type="dxa"/>
            <w:tcBorders>
              <w:right w:val="single" w:sz="12" w:space="0" w:color="auto"/>
            </w:tcBorders>
            <w:vAlign w:val="center"/>
          </w:tcPr>
          <w:p w14:paraId="16717FB0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color w:val="000000"/>
                <w:lang w:val="en-US"/>
              </w:rPr>
              <w:t>4200~</w:t>
            </w:r>
            <w:r>
              <w:rPr>
                <w:color w:val="000000"/>
                <w:lang w:val="en-US"/>
              </w:rPr>
              <w:t>5</w:t>
            </w:r>
            <w:r w:rsidRPr="002D37D6">
              <w:rPr>
                <w:color w:val="000000"/>
                <w:lang w:val="en-US"/>
              </w:rPr>
              <w:t>40</w:t>
            </w:r>
            <w:r>
              <w:rPr>
                <w:rFonts w:hint="eastAsia"/>
                <w:color w:val="000000"/>
                <w:lang w:val="en-US"/>
              </w:rPr>
              <w:t>0</w:t>
            </w:r>
          </w:p>
        </w:tc>
      </w:tr>
      <w:tr w:rsidR="001048F0" w:rsidRPr="004546FC" w14:paraId="56A97DAE" w14:textId="77777777" w:rsidTr="00167584">
        <w:trPr>
          <w:trHeight w:val="390"/>
          <w:jc w:val="center"/>
        </w:trPr>
        <w:tc>
          <w:tcPr>
            <w:tcW w:w="30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6F39FB1A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Ⅳ资源</w:t>
            </w:r>
            <w:r w:rsidRPr="002D37D6">
              <w:rPr>
                <w:color w:val="000000"/>
                <w:lang w:val="en-US"/>
              </w:rPr>
              <w:t>一般</w:t>
            </w:r>
            <w:r>
              <w:rPr>
                <w:rFonts w:hint="eastAsia"/>
                <w:lang w:val="en-US"/>
              </w:rPr>
              <w:t>区</w:t>
            </w:r>
          </w:p>
        </w:tc>
        <w:tc>
          <w:tcPr>
            <w:tcW w:w="37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62FDA6" w14:textId="77777777" w:rsidR="001048F0" w:rsidRPr="004546FC" w:rsidRDefault="001048F0" w:rsidP="001048F0">
            <w:pPr>
              <w:pStyle w:val="a1"/>
              <w:ind w:firstLineChars="0" w:firstLine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≤</w:t>
            </w:r>
            <w:r>
              <w:rPr>
                <w:rFonts w:hint="eastAsia"/>
                <w:lang w:val="en-US"/>
              </w:rPr>
              <w:t>4200</w:t>
            </w:r>
          </w:p>
        </w:tc>
      </w:tr>
    </w:tbl>
    <w:p w14:paraId="3F4754C7" w14:textId="77777777" w:rsidR="001048F0" w:rsidRDefault="00852070" w:rsidP="00852070">
      <w:pPr>
        <w:rPr>
          <w:szCs w:val="24"/>
          <w:lang w:val="zh-CN"/>
        </w:rPr>
      </w:pPr>
      <w:r>
        <w:rPr>
          <w:noProof/>
          <w:lang w:val="en-US"/>
        </w:rPr>
        <w:lastRenderedPageBreak/>
        <w:drawing>
          <wp:inline distT="0" distB="0" distL="0" distR="0" wp14:anchorId="3626FFDA" wp14:editId="1132317A">
            <wp:extent cx="4542857" cy="3400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2857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C2498" w14:textId="77777777" w:rsidR="00FB41D2" w:rsidRPr="00167584" w:rsidRDefault="00167584" w:rsidP="00167584">
      <w:pPr>
        <w:rPr>
          <w:lang w:val="en-US"/>
        </w:rPr>
      </w:pPr>
      <w:r w:rsidRPr="00167584">
        <w:rPr>
          <w:rFonts w:ascii="黑体" w:eastAsia="黑体" w:hAnsi="黑体" w:cs="宋体" w:hint="eastAsia"/>
          <w:bCs/>
          <w:color w:val="000000"/>
          <w:lang w:val="en-US"/>
        </w:rPr>
        <w:t>图1</w:t>
      </w:r>
      <w:r w:rsidRPr="00167584">
        <w:rPr>
          <w:rFonts w:ascii="黑体" w:eastAsia="黑体" w:hAnsi="黑体" w:cs="宋体"/>
          <w:bCs/>
          <w:color w:val="000000"/>
          <w:lang w:val="en-US"/>
        </w:rPr>
        <w:t xml:space="preserve"> </w:t>
      </w:r>
      <w:r w:rsidR="00C472DE" w:rsidRPr="00142905">
        <w:rPr>
          <w:rFonts w:ascii="黑体" w:eastAsia="黑体" w:hAnsi="黑体" w:cs="宋体" w:hint="eastAsia"/>
          <w:bCs/>
          <w:color w:val="000000"/>
          <w:lang w:val="en-US"/>
        </w:rPr>
        <w:t>中国年太阳能分布图</w:t>
      </w:r>
      <w:r w:rsidR="00C472DE" w:rsidRPr="00142905">
        <w:rPr>
          <w:rFonts w:ascii="黑体" w:eastAsia="黑体" w:hAnsi="黑体" w:cs="宋体"/>
          <w:bCs/>
          <w:color w:val="000000"/>
          <w:lang w:val="en-US"/>
        </w:rPr>
        <w:t>MJ/(m</w:t>
      </w:r>
      <w:r w:rsidR="00C472DE" w:rsidRPr="00142905">
        <w:rPr>
          <w:rFonts w:ascii="黑体" w:eastAsia="黑体" w:hAnsi="黑体" w:cs="宋体"/>
          <w:bCs/>
          <w:color w:val="000000"/>
          <w:vertAlign w:val="superscript"/>
          <w:lang w:val="en-US"/>
        </w:rPr>
        <w:t>2</w:t>
      </w:r>
      <w:r w:rsidR="00C472DE" w:rsidRPr="00142905">
        <w:rPr>
          <w:rFonts w:ascii="微软雅黑" w:eastAsia="微软雅黑" w:hAnsi="微软雅黑" w:cs="微软雅黑" w:hint="eastAsia"/>
          <w:bCs/>
          <w:color w:val="000000"/>
          <w:lang w:val="en-US"/>
        </w:rPr>
        <w:t>•</w:t>
      </w:r>
      <w:r w:rsidR="00C472DE" w:rsidRPr="00142905">
        <w:rPr>
          <w:rFonts w:ascii="黑体" w:eastAsia="黑体" w:hAnsi="黑体" w:cs="宋体"/>
          <w:bCs/>
          <w:color w:val="000000"/>
          <w:lang w:val="en-US"/>
        </w:rPr>
        <w:t>a)</w:t>
      </w:r>
    </w:p>
    <w:p w14:paraId="5164ADF0" w14:textId="77777777" w:rsidR="00C472DE" w:rsidRDefault="00C472DE" w:rsidP="00C472DE">
      <w:pPr>
        <w:pStyle w:val="aff1"/>
        <w:ind w:firstLineChars="0" w:firstLine="480"/>
        <w:rPr>
          <w:rFonts w:eastAsia="宋体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color w:val="auto"/>
          <w:kern w:val="0"/>
          <w:sz w:val="24"/>
          <w:szCs w:val="24"/>
        </w:rPr>
        <w:t>本项目所在地的太阳能资源情况，如下所示：</w:t>
      </w:r>
    </w:p>
    <w:tbl>
      <w:tblPr>
        <w:tblW w:w="88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2"/>
        <w:gridCol w:w="1476"/>
        <w:gridCol w:w="2086"/>
        <w:gridCol w:w="1908"/>
        <w:gridCol w:w="1914"/>
      </w:tblGrid>
      <w:tr w:rsidR="00804685" w:rsidRPr="00804685" w14:paraId="4FE30410" w14:textId="77777777" w:rsidTr="00804685">
        <w:trPr>
          <w:trHeight w:val="867"/>
        </w:trPr>
        <w:tc>
          <w:tcPr>
            <w:tcW w:w="1482" w:type="dxa"/>
            <w:shd w:val="clear" w:color="000000" w:fill="E6E6E6"/>
            <w:vAlign w:val="center"/>
            <w:hideMark/>
          </w:tcPr>
          <w:p w14:paraId="1E71BE69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地点</w:t>
            </w:r>
          </w:p>
        </w:tc>
        <w:tc>
          <w:tcPr>
            <w:tcW w:w="1476" w:type="dxa"/>
            <w:shd w:val="clear" w:color="000000" w:fill="E6E6E6"/>
            <w:vAlign w:val="center"/>
            <w:hideMark/>
          </w:tcPr>
          <w:p w14:paraId="0CA27D0B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年均日照时数</w:t>
            </w:r>
          </w:p>
        </w:tc>
        <w:tc>
          <w:tcPr>
            <w:tcW w:w="2086" w:type="dxa"/>
            <w:shd w:val="clear" w:color="000000" w:fill="E6E6E6"/>
            <w:vAlign w:val="center"/>
            <w:hideMark/>
          </w:tcPr>
          <w:p w14:paraId="50A3B9A1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水平面年</w:t>
            </w:r>
          </w:p>
          <w:p w14:paraId="34153CE4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总辐照量</w:t>
            </w:r>
          </w:p>
        </w:tc>
        <w:tc>
          <w:tcPr>
            <w:tcW w:w="1908" w:type="dxa"/>
            <w:shd w:val="clear" w:color="000000" w:fill="E6E6E6"/>
            <w:vAlign w:val="center"/>
            <w:hideMark/>
          </w:tcPr>
          <w:p w14:paraId="2DCDC3C8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水平面年平均</w:t>
            </w:r>
          </w:p>
          <w:p w14:paraId="49DC9809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日辐照量</w:t>
            </w:r>
          </w:p>
        </w:tc>
        <w:tc>
          <w:tcPr>
            <w:tcW w:w="1914" w:type="dxa"/>
            <w:shd w:val="clear" w:color="000000" w:fill="E6E6E6"/>
            <w:vAlign w:val="center"/>
            <w:hideMark/>
          </w:tcPr>
          <w:p w14:paraId="2EC17CF1" w14:textId="77777777" w:rsidR="00804685" w:rsidRPr="009935C4" w:rsidRDefault="00804685" w:rsidP="009935C4">
            <w:pPr>
              <w:rPr>
                <w:lang w:val="en-US"/>
              </w:rPr>
            </w:pPr>
            <w:r w:rsidRPr="009935C4">
              <w:rPr>
                <w:rFonts w:hint="eastAsia"/>
                <w:lang w:val="en-US"/>
              </w:rPr>
              <w:t>当地纬度倾角平面年总辐照量</w:t>
            </w:r>
          </w:p>
        </w:tc>
      </w:tr>
      <w:tr w:rsidR="00804685" w:rsidRPr="00F61E78" w14:paraId="326E5E67" w14:textId="77777777" w:rsidTr="00804685">
        <w:trPr>
          <w:trHeight w:val="520"/>
        </w:trPr>
        <w:tc>
          <w:tcPr>
            <w:tcW w:w="1482" w:type="dxa"/>
            <w:shd w:val="clear" w:color="auto" w:fill="auto"/>
            <w:vAlign w:val="center"/>
            <w:hideMark/>
          </w:tcPr>
          <w:p w14:paraId="531FC3D6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lang w:val="en-US"/>
              </w:rPr>
            </w:pPr>
            <w:bookmarkStart w:id="24" w:name="地理位置"/>
            <w:r w:rsidRPr="001F12C2">
              <w:rPr>
                <w:rFonts w:hint="eastAsia"/>
              </w:rPr>
              <w:t>北京</w:t>
            </w:r>
            <w:bookmarkEnd w:id="24"/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04A8C369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rFonts w:eastAsia="等线"/>
                <w:lang w:val="en-US"/>
              </w:rPr>
            </w:pPr>
            <w:bookmarkStart w:id="25" w:name="年均日照时数"/>
            <w:r w:rsidRPr="001F12C2">
              <w:rPr>
                <w:rFonts w:hint="eastAsia"/>
              </w:rPr>
              <w:t>2538</w:t>
            </w:r>
            <w:bookmarkEnd w:id="25"/>
            <w:r w:rsidRPr="001F12C2">
              <w:rPr>
                <w:rFonts w:hint="eastAsia"/>
              </w:rPr>
              <w:t>h</w:t>
            </w:r>
          </w:p>
        </w:tc>
        <w:tc>
          <w:tcPr>
            <w:tcW w:w="2086" w:type="dxa"/>
            <w:shd w:val="clear" w:color="auto" w:fill="auto"/>
            <w:vAlign w:val="center"/>
            <w:hideMark/>
          </w:tcPr>
          <w:p w14:paraId="595D3E60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rFonts w:eastAsia="等线"/>
                <w:lang w:val="en-US"/>
              </w:rPr>
            </w:pPr>
            <w:bookmarkStart w:id="26" w:name="水平面年总辐照量"/>
            <w:r w:rsidRPr="001F12C2">
              <w:rPr>
                <w:rFonts w:hint="eastAsia"/>
              </w:rPr>
              <w:t>13471.3</w:t>
            </w:r>
            <w:bookmarkEnd w:id="26"/>
            <w:r w:rsidRPr="001F12C2">
              <w:rPr>
                <w:rFonts w:eastAsia="等线"/>
              </w:rPr>
              <w:t>MJ/(m</w:t>
            </w:r>
            <w:r w:rsidRPr="001F12C2">
              <w:rPr>
                <w:rFonts w:eastAsia="等线"/>
                <w:vertAlign w:val="superscript"/>
              </w:rPr>
              <w:t>2</w:t>
            </w:r>
            <w:r w:rsidRPr="001F12C2">
              <w:rPr>
                <w:rFonts w:hint="eastAsia"/>
              </w:rPr>
              <w:t>•</w:t>
            </w:r>
            <w:r w:rsidRPr="001F12C2">
              <w:rPr>
                <w:rFonts w:eastAsia="等线"/>
              </w:rPr>
              <w:t>a)</w:t>
            </w:r>
          </w:p>
        </w:tc>
        <w:tc>
          <w:tcPr>
            <w:tcW w:w="1908" w:type="dxa"/>
            <w:shd w:val="clear" w:color="auto" w:fill="auto"/>
            <w:vAlign w:val="center"/>
            <w:hideMark/>
          </w:tcPr>
          <w:p w14:paraId="692EE1A8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rFonts w:eastAsia="等线"/>
                <w:lang w:val="en-US"/>
              </w:rPr>
            </w:pPr>
            <w:bookmarkStart w:id="27" w:name="水平面日辐照量"/>
            <w:r w:rsidRPr="001F12C2">
              <w:rPr>
                <w:rFonts w:hint="eastAsia"/>
                <w:szCs w:val="24"/>
              </w:rPr>
              <w:t>36.9</w:t>
            </w:r>
            <w:bookmarkEnd w:id="27"/>
            <w:r w:rsidRPr="001F12C2">
              <w:rPr>
                <w:rFonts w:eastAsia="等线"/>
              </w:rPr>
              <w:t>MJ/(m</w:t>
            </w:r>
            <w:r w:rsidRPr="001F12C2">
              <w:rPr>
                <w:rFonts w:eastAsia="等线"/>
                <w:vertAlign w:val="superscript"/>
              </w:rPr>
              <w:t>2</w:t>
            </w:r>
            <w:r w:rsidRPr="001F12C2">
              <w:rPr>
                <w:rFonts w:hint="eastAsia"/>
              </w:rPr>
              <w:t>•</w:t>
            </w:r>
            <w:r w:rsidRPr="001F12C2">
              <w:rPr>
                <w:rFonts w:eastAsia="等线"/>
              </w:rPr>
              <w:t>a)</w:t>
            </w:r>
          </w:p>
        </w:tc>
        <w:tc>
          <w:tcPr>
            <w:tcW w:w="1914" w:type="dxa"/>
            <w:shd w:val="clear" w:color="auto" w:fill="auto"/>
            <w:vAlign w:val="center"/>
            <w:hideMark/>
          </w:tcPr>
          <w:p w14:paraId="4693E2BE" w14:textId="77777777" w:rsidR="00804685" w:rsidRPr="001F12C2" w:rsidRDefault="00804685" w:rsidP="00CF54E2">
            <w:pPr>
              <w:pStyle w:val="a1"/>
              <w:ind w:firstLineChars="0" w:firstLine="0"/>
              <w:jc w:val="center"/>
              <w:rPr>
                <w:rFonts w:eastAsia="等线"/>
                <w:lang w:val="en-US"/>
              </w:rPr>
            </w:pPr>
            <w:bookmarkStart w:id="28" w:name="纬度倾角年总辐照量"/>
            <w:r w:rsidRPr="001F12C2">
              <w:rPr>
                <w:rFonts w:eastAsia="等线"/>
              </w:rPr>
              <w:t>15721.5</w:t>
            </w:r>
            <w:bookmarkEnd w:id="28"/>
            <w:r w:rsidRPr="001F12C2">
              <w:rPr>
                <w:rFonts w:eastAsia="等线"/>
              </w:rPr>
              <w:t>MJ/(m</w:t>
            </w:r>
            <w:r w:rsidRPr="001F12C2">
              <w:rPr>
                <w:rFonts w:eastAsia="等线"/>
                <w:vertAlign w:val="superscript"/>
              </w:rPr>
              <w:t>2</w:t>
            </w:r>
            <w:r w:rsidRPr="001F12C2">
              <w:rPr>
                <w:rFonts w:hint="eastAsia"/>
              </w:rPr>
              <w:t>•</w:t>
            </w:r>
            <w:r w:rsidRPr="001F12C2">
              <w:rPr>
                <w:rFonts w:eastAsia="等线"/>
              </w:rPr>
              <w:t>a)</w:t>
            </w:r>
          </w:p>
        </w:tc>
      </w:tr>
    </w:tbl>
    <w:p w14:paraId="4F2864EB" w14:textId="77777777" w:rsidR="00C472DE" w:rsidRDefault="00C472DE" w:rsidP="00352DDB">
      <w:pPr>
        <w:pStyle w:val="1"/>
      </w:pPr>
      <w:bookmarkStart w:id="29" w:name="_Toc159087411"/>
      <w:r>
        <w:rPr>
          <w:rFonts w:hint="eastAsia"/>
        </w:rPr>
        <w:t>太阳能利用</w:t>
      </w:r>
      <w:r w:rsidR="00F66FBA">
        <w:rPr>
          <w:rFonts w:hint="eastAsia"/>
        </w:rPr>
        <w:t>方案</w:t>
      </w:r>
      <w:bookmarkEnd w:id="29"/>
    </w:p>
    <w:p w14:paraId="5BB45A7E" w14:textId="77777777" w:rsidR="00C472DE" w:rsidRPr="005B3EDF" w:rsidRDefault="00F66FBA" w:rsidP="005B3EDF">
      <w:pPr>
        <w:pStyle w:val="a1"/>
        <w:ind w:firstLine="480"/>
        <w:rPr>
          <w:sz w:val="24"/>
          <w:szCs w:val="24"/>
          <w:lang w:val="zh-CN"/>
        </w:rPr>
      </w:pPr>
      <w:r w:rsidRPr="005B3EDF">
        <w:rPr>
          <w:rFonts w:hint="eastAsia"/>
          <w:sz w:val="24"/>
          <w:szCs w:val="24"/>
          <w:lang w:val="zh-CN"/>
        </w:rPr>
        <w:t>太阳能作为一种辐射能，清洁并取之不尽，是极佳的可再生能源。太阳能热水是利用太阳能集热器收集太阳辐射能，然后把水加热的一种方式，是目前太阳能热能应用发展中最具经济价值、技术最成熟且已商业化的一项应用。</w:t>
      </w:r>
    </w:p>
    <w:p w14:paraId="31008CC9" w14:textId="77777777" w:rsidR="00F66FBA" w:rsidRDefault="00F66FBA" w:rsidP="00F66FBA">
      <w:pPr>
        <w:pStyle w:val="20"/>
      </w:pPr>
      <w:bookmarkStart w:id="30" w:name="_Toc159087412"/>
      <w:r>
        <w:rPr>
          <w:rFonts w:hint="eastAsia"/>
        </w:rPr>
        <w:t>软件选用</w:t>
      </w:r>
      <w:bookmarkEnd w:id="30"/>
    </w:p>
    <w:p w14:paraId="7D25BBE7" w14:textId="77777777" w:rsidR="00C94C5C" w:rsidRPr="005B3EDF" w:rsidRDefault="00F66FBA" w:rsidP="00F66FBA">
      <w:pPr>
        <w:pStyle w:val="a1"/>
        <w:ind w:firstLine="480"/>
        <w:rPr>
          <w:sz w:val="24"/>
          <w:szCs w:val="24"/>
          <w:lang w:val="zh-CN"/>
        </w:rPr>
      </w:pPr>
      <w:proofErr w:type="gramStart"/>
      <w:r w:rsidRPr="005B3EDF">
        <w:rPr>
          <w:rFonts w:hint="eastAsia"/>
          <w:sz w:val="24"/>
          <w:szCs w:val="24"/>
          <w:lang w:val="zh-CN"/>
        </w:rPr>
        <w:t>绿建斯</w:t>
      </w:r>
      <w:proofErr w:type="gramEnd"/>
      <w:r w:rsidRPr="005B3EDF">
        <w:rPr>
          <w:rFonts w:hint="eastAsia"/>
          <w:sz w:val="24"/>
          <w:szCs w:val="24"/>
          <w:lang w:val="zh-CN"/>
        </w:rPr>
        <w:t>维尔日照分析软件</w:t>
      </w:r>
      <w:r w:rsidRPr="005B3EDF">
        <w:rPr>
          <w:rFonts w:hint="eastAsia"/>
          <w:sz w:val="24"/>
          <w:szCs w:val="24"/>
          <w:lang w:val="zh-CN"/>
        </w:rPr>
        <w:t>Sun</w:t>
      </w:r>
      <w:r w:rsidRPr="005B3EDF">
        <w:rPr>
          <w:rFonts w:hint="eastAsia"/>
          <w:sz w:val="24"/>
          <w:szCs w:val="24"/>
          <w:lang w:val="zh-CN"/>
        </w:rPr>
        <w:t>支持太阳能热水分析，日照分析软件</w:t>
      </w:r>
      <w:r w:rsidRPr="005B3EDF">
        <w:rPr>
          <w:rFonts w:hint="eastAsia"/>
          <w:sz w:val="24"/>
          <w:szCs w:val="24"/>
          <w:lang w:val="zh-CN"/>
        </w:rPr>
        <w:t>Sun</w:t>
      </w:r>
      <w:r w:rsidRPr="005B3EDF">
        <w:rPr>
          <w:rFonts w:hint="eastAsia"/>
          <w:sz w:val="24"/>
          <w:szCs w:val="24"/>
          <w:lang w:val="zh-CN"/>
        </w:rPr>
        <w:t>可对全国太阳能资源数据进行合理分析，获得最佳倾角、最佳位置、集热需求量等数据，</w:t>
      </w:r>
      <w:r w:rsidR="00C94C5C" w:rsidRPr="005B3EDF">
        <w:rPr>
          <w:rFonts w:hint="eastAsia"/>
          <w:sz w:val="24"/>
          <w:szCs w:val="24"/>
          <w:lang w:val="zh-CN"/>
        </w:rPr>
        <w:t>进行</w:t>
      </w:r>
      <w:r w:rsidRPr="005B3EDF">
        <w:rPr>
          <w:rFonts w:hint="eastAsia"/>
          <w:sz w:val="24"/>
          <w:szCs w:val="24"/>
          <w:lang w:val="zh-CN"/>
        </w:rPr>
        <w:t>项目集热量</w:t>
      </w:r>
      <w:r w:rsidR="00C94C5C" w:rsidRPr="005B3EDF">
        <w:rPr>
          <w:rFonts w:hint="eastAsia"/>
          <w:sz w:val="24"/>
          <w:szCs w:val="24"/>
          <w:lang w:val="zh-CN"/>
        </w:rPr>
        <w:t>统计</w:t>
      </w:r>
      <w:r w:rsidRPr="005B3EDF">
        <w:rPr>
          <w:rFonts w:hint="eastAsia"/>
          <w:sz w:val="24"/>
          <w:szCs w:val="24"/>
          <w:lang w:val="zh-CN"/>
        </w:rPr>
        <w:t>，并提供经济分析等一系列辅助分析功能。日照分析软件</w:t>
      </w:r>
      <w:r w:rsidRPr="005B3EDF">
        <w:rPr>
          <w:rFonts w:hint="eastAsia"/>
          <w:sz w:val="24"/>
          <w:szCs w:val="24"/>
          <w:lang w:val="zh-CN"/>
        </w:rPr>
        <w:t>Sun</w:t>
      </w:r>
      <w:r w:rsidRPr="005B3EDF">
        <w:rPr>
          <w:rFonts w:hint="eastAsia"/>
          <w:sz w:val="24"/>
          <w:szCs w:val="24"/>
          <w:lang w:val="zh-CN"/>
        </w:rPr>
        <w:t>为建筑规划提供日照分析工具、绿色建筑指标及太阳能利用模块，包含丰富的定量分析手段、直观的可视化日照仿真及多种彩图展示。软件计算快速、</w:t>
      </w:r>
      <w:r w:rsidRPr="005B3EDF">
        <w:rPr>
          <w:sz w:val="24"/>
          <w:szCs w:val="24"/>
          <w:lang w:val="zh-CN"/>
        </w:rPr>
        <w:t>结果</w:t>
      </w:r>
      <w:r w:rsidRPr="005B3EDF">
        <w:rPr>
          <w:rFonts w:hint="eastAsia"/>
          <w:sz w:val="24"/>
          <w:szCs w:val="24"/>
          <w:lang w:val="zh-CN"/>
        </w:rPr>
        <w:t>准确，通过了</w:t>
      </w:r>
      <w:proofErr w:type="gramStart"/>
      <w:r w:rsidRPr="005B3EDF">
        <w:rPr>
          <w:rFonts w:hint="eastAsia"/>
          <w:sz w:val="24"/>
          <w:szCs w:val="24"/>
          <w:lang w:val="zh-CN"/>
        </w:rPr>
        <w:t>国家住</w:t>
      </w:r>
      <w:proofErr w:type="gramEnd"/>
      <w:r w:rsidRPr="005B3EDF">
        <w:rPr>
          <w:rFonts w:hint="eastAsia"/>
          <w:sz w:val="24"/>
          <w:szCs w:val="24"/>
          <w:lang w:val="zh-CN"/>
        </w:rPr>
        <w:t>建部科技项目验收认证及国家</w:t>
      </w:r>
      <w:r w:rsidRPr="005B3EDF">
        <w:rPr>
          <w:sz w:val="24"/>
          <w:szCs w:val="24"/>
          <w:lang w:val="zh-CN"/>
        </w:rPr>
        <w:t>建筑工程质量监督检验</w:t>
      </w:r>
      <w:r w:rsidRPr="005B3EDF">
        <w:rPr>
          <w:rFonts w:hint="eastAsia"/>
          <w:sz w:val="24"/>
          <w:szCs w:val="24"/>
          <w:lang w:val="zh-CN"/>
        </w:rPr>
        <w:t>中心</w:t>
      </w:r>
      <w:r w:rsidRPr="005B3EDF">
        <w:rPr>
          <w:sz w:val="24"/>
          <w:szCs w:val="24"/>
          <w:lang w:val="zh-CN"/>
        </w:rPr>
        <w:t>鉴定</w:t>
      </w:r>
      <w:r w:rsidRPr="005B3EDF">
        <w:rPr>
          <w:rFonts w:hint="eastAsia"/>
          <w:sz w:val="24"/>
          <w:szCs w:val="24"/>
          <w:lang w:val="zh-CN"/>
        </w:rPr>
        <w:t>。</w:t>
      </w:r>
    </w:p>
    <w:p w14:paraId="2BA698A9" w14:textId="77777777" w:rsidR="00C94C5C" w:rsidRDefault="00C94C5C" w:rsidP="00C94C5C">
      <w:pPr>
        <w:pStyle w:val="20"/>
      </w:pPr>
      <w:bookmarkStart w:id="31" w:name="_Toc159087413"/>
      <w:r>
        <w:rPr>
          <w:rFonts w:hint="eastAsia"/>
        </w:rPr>
        <w:t>设计方案</w:t>
      </w:r>
      <w:bookmarkEnd w:id="31"/>
    </w:p>
    <w:p w14:paraId="313B5C18" w14:textId="77777777" w:rsidR="00675E85" w:rsidRPr="00675E85" w:rsidRDefault="00675E85" w:rsidP="00675E85">
      <w:pPr>
        <w:pStyle w:val="a1"/>
        <w:ind w:firstLine="480"/>
        <w:rPr>
          <w:sz w:val="24"/>
          <w:lang w:val="en-US"/>
        </w:rPr>
      </w:pPr>
      <w:r w:rsidRPr="00675E85">
        <w:rPr>
          <w:rFonts w:hint="eastAsia"/>
          <w:sz w:val="24"/>
          <w:lang w:val="en-US"/>
        </w:rPr>
        <w:t>本项目对当地太阳能资源进行分析</w:t>
      </w:r>
      <w:r w:rsidR="00A0654A">
        <w:rPr>
          <w:rFonts w:hint="eastAsia"/>
          <w:sz w:val="24"/>
          <w:lang w:val="en-US"/>
        </w:rPr>
        <w:t>，合理布置集热器</w:t>
      </w:r>
      <w:r w:rsidR="004024C8">
        <w:rPr>
          <w:rFonts w:hint="eastAsia"/>
          <w:sz w:val="24"/>
          <w:lang w:val="en-US"/>
        </w:rPr>
        <w:t>，</w:t>
      </w:r>
      <w:proofErr w:type="gramStart"/>
      <w:r w:rsidR="004024C8">
        <w:rPr>
          <w:rFonts w:hint="eastAsia"/>
          <w:sz w:val="24"/>
          <w:lang w:val="en-US"/>
        </w:rPr>
        <w:t>集热器的</w:t>
      </w:r>
      <w:proofErr w:type="gramEnd"/>
      <w:r w:rsidR="004024C8">
        <w:rPr>
          <w:rFonts w:hint="eastAsia"/>
          <w:sz w:val="24"/>
          <w:lang w:val="en-US"/>
        </w:rPr>
        <w:t>布置方案如下：</w:t>
      </w:r>
    </w:p>
    <w:p w14:paraId="4D48D03F" w14:textId="77777777" w:rsidR="00901C88" w:rsidRPr="001C3C38" w:rsidRDefault="00C03E19" w:rsidP="001C3C38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表</w:t>
      </w:r>
      <w:r w:rsidRPr="001C3C38">
        <w:rPr>
          <w:rFonts w:ascii="黑体" w:eastAsia="黑体" w:hAnsi="黑体" w:cs="宋体"/>
          <w:bCs/>
          <w:color w:val="000000"/>
          <w:szCs w:val="21"/>
          <w:lang w:val="en-US"/>
        </w:rPr>
        <w:t>4</w:t>
      </w: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 xml:space="preserve">.1 </w:t>
      </w:r>
      <w:proofErr w:type="gramStart"/>
      <w:r w:rsidR="00901C88"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集热器参数</w:t>
      </w:r>
      <w:proofErr w:type="gramEnd"/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统计表</w:t>
      </w:r>
    </w:p>
    <w:p w14:paraId="7D69DE52" w14:textId="77777777" w:rsidR="004C43C5" w:rsidRPr="00B405B6" w:rsidRDefault="004C43C5" w:rsidP="005B3EDF">
      <w:pPr>
        <w:pStyle w:val="a1"/>
        <w:ind w:firstLine="420"/>
      </w:pPr>
      <w:bookmarkStart w:id="32" w:name="集热器参数表"/>
      <w:bookmarkEnd w:id="32"/>
    </w:p>
    <w:p w14:paraId="6182DD08" w14:textId="77777777" w:rsidR="00901C88" w:rsidRPr="00B405B6" w:rsidRDefault="00901C88" w:rsidP="00861F6B">
      <w:pPr>
        <w:pStyle w:val="a1"/>
        <w:ind w:firstLineChars="0" w:firstLine="0"/>
      </w:pPr>
      <w:bookmarkStart w:id="33" w:name="模型观察图"/>
      <w:bookmarkEnd w:id="33"/>
      <w:r>
        <w:t>请在</w:t>
      </w:r>
      <w:r>
        <w:t>[</w:t>
      </w:r>
      <w:r>
        <w:t>日照仿真</w:t>
      </w:r>
      <w:r>
        <w:t>]</w:t>
      </w:r>
      <w:r>
        <w:t>命令中保存</w:t>
      </w:r>
      <w:r>
        <w:t>[</w:t>
      </w:r>
      <w:r>
        <w:t>图名</w:t>
      </w:r>
      <w:r>
        <w:t>.bmp]</w:t>
      </w:r>
      <w:r>
        <w:t>到</w:t>
      </w:r>
      <w:r>
        <w:t>dwg</w:t>
      </w:r>
      <w:r>
        <w:t>目录！</w:t>
      </w:r>
    </w:p>
    <w:p w14:paraId="746675D0" w14:textId="77777777" w:rsidR="00C94C5C" w:rsidRPr="001C3C38" w:rsidRDefault="001C3C38" w:rsidP="001C3C38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>
        <w:rPr>
          <w:rFonts w:ascii="黑体" w:eastAsia="黑体" w:hAnsi="黑体" w:cs="宋体" w:hint="eastAsia"/>
          <w:bCs/>
          <w:color w:val="000000"/>
          <w:szCs w:val="21"/>
          <w:lang w:val="en-US"/>
        </w:rPr>
        <w:t>图2</w:t>
      </w:r>
      <w:r>
        <w:rPr>
          <w:rFonts w:ascii="黑体" w:eastAsia="黑体" w:hAnsi="黑体" w:cs="宋体"/>
          <w:bCs/>
          <w:color w:val="000000"/>
          <w:szCs w:val="21"/>
          <w:lang w:val="en-US"/>
        </w:rPr>
        <w:t xml:space="preserve">  </w:t>
      </w:r>
      <w:r w:rsidR="00804685"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模型观察图</w:t>
      </w:r>
    </w:p>
    <w:p w14:paraId="19C29AB6" w14:textId="77777777" w:rsidR="00C94C5C" w:rsidRDefault="00C94C5C" w:rsidP="00C94C5C">
      <w:pPr>
        <w:pStyle w:val="1"/>
        <w:ind w:left="432" w:hanging="432"/>
      </w:pPr>
      <w:bookmarkStart w:id="34" w:name="_Toc159087414"/>
      <w:r>
        <w:rPr>
          <w:rFonts w:hint="eastAsia"/>
        </w:rPr>
        <w:t>太阳能热水利用分析</w:t>
      </w:r>
      <w:bookmarkEnd w:id="34"/>
    </w:p>
    <w:p w14:paraId="59B5EC31" w14:textId="77777777" w:rsidR="004024C8" w:rsidRDefault="004024C8" w:rsidP="008238C8">
      <w:pPr>
        <w:pStyle w:val="20"/>
      </w:pPr>
      <w:bookmarkStart w:id="35" w:name="_Toc159087415"/>
      <w:r>
        <w:rPr>
          <w:rFonts w:hint="eastAsia"/>
        </w:rPr>
        <w:t>辐照分析</w:t>
      </w:r>
      <w:bookmarkEnd w:id="35"/>
    </w:p>
    <w:p w14:paraId="3332F6DB" w14:textId="77777777" w:rsidR="00C94C5C" w:rsidRPr="009935C4" w:rsidRDefault="00C94C5C" w:rsidP="009935C4">
      <w:pPr>
        <w:pStyle w:val="a1"/>
        <w:ind w:firstLine="480"/>
        <w:rPr>
          <w:sz w:val="24"/>
          <w:szCs w:val="24"/>
        </w:rPr>
      </w:pPr>
      <w:r w:rsidRPr="009935C4">
        <w:rPr>
          <w:rFonts w:hint="eastAsia"/>
          <w:sz w:val="24"/>
          <w:szCs w:val="24"/>
        </w:rPr>
        <w:t>对项目中的集热板进行太阳能辐照分析，统计集热板</w:t>
      </w:r>
      <w:proofErr w:type="gramStart"/>
      <w:r w:rsidRPr="009935C4">
        <w:rPr>
          <w:rFonts w:hint="eastAsia"/>
          <w:sz w:val="24"/>
          <w:szCs w:val="24"/>
        </w:rPr>
        <w:t>逐月和</w:t>
      </w:r>
      <w:proofErr w:type="gramEnd"/>
      <w:r w:rsidRPr="009935C4">
        <w:rPr>
          <w:rFonts w:hint="eastAsia"/>
          <w:sz w:val="24"/>
          <w:szCs w:val="24"/>
        </w:rPr>
        <w:t>全年集热量。</w:t>
      </w:r>
    </w:p>
    <w:p w14:paraId="45350E58" w14:textId="77777777" w:rsidR="006F6BD6" w:rsidRPr="001C3C38" w:rsidRDefault="006F6BD6" w:rsidP="001C3C38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表</w:t>
      </w:r>
      <w:r w:rsidR="003E567A"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5.1</w:t>
      </w: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 xml:space="preserve"> 太阳能集热分析</w:t>
      </w:r>
    </w:p>
    <w:p w14:paraId="1F741731" w14:textId="77777777" w:rsidR="00D84D67" w:rsidRPr="001A0811" w:rsidRDefault="00D84D67" w:rsidP="00D84D67">
      <w:pPr>
        <w:pStyle w:val="a1"/>
        <w:ind w:firstLineChars="0" w:firstLine="0"/>
        <w:jc w:val="center"/>
        <w:rPr>
          <w:color w:val="FF0000"/>
          <w:sz w:val="24"/>
          <w:lang w:val="en-US"/>
        </w:rPr>
      </w:pPr>
      <w:bookmarkStart w:id="36" w:name="集热分析表"/>
      <w:bookmarkEnd w:id="36"/>
    </w:p>
    <w:p w14:paraId="43AA88BE" w14:textId="77777777" w:rsidR="008238C8" w:rsidRDefault="00A26005" w:rsidP="008238C8">
      <w:pPr>
        <w:pStyle w:val="20"/>
      </w:pPr>
      <w:bookmarkStart w:id="37" w:name="_Toc159087416"/>
      <w:r>
        <w:rPr>
          <w:rFonts w:hint="eastAsia"/>
        </w:rPr>
        <w:t>生活热水年</w:t>
      </w:r>
      <w:r w:rsidR="008238C8">
        <w:rPr>
          <w:rFonts w:hint="eastAsia"/>
        </w:rPr>
        <w:t>需求</w:t>
      </w:r>
      <w:r>
        <w:rPr>
          <w:rFonts w:hint="eastAsia"/>
        </w:rPr>
        <w:t>集热</w:t>
      </w:r>
      <w:r w:rsidR="008238C8">
        <w:rPr>
          <w:rFonts w:hint="eastAsia"/>
        </w:rPr>
        <w:t>量</w:t>
      </w:r>
      <w:bookmarkEnd w:id="37"/>
    </w:p>
    <w:p w14:paraId="004CC7FB" w14:textId="77777777" w:rsidR="00E83B75" w:rsidRDefault="00AA0E79" w:rsidP="00E83B75">
      <w:pPr>
        <w:pStyle w:val="a1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根据建筑内热水需求可知</w:t>
      </w:r>
      <w:r w:rsidR="008238C8" w:rsidRPr="008238C8">
        <w:rPr>
          <w:rFonts w:hint="eastAsia"/>
          <w:sz w:val="24"/>
          <w:szCs w:val="24"/>
        </w:rPr>
        <w:t>本项目</w:t>
      </w:r>
      <w:r w:rsidR="00EB259F" w:rsidRPr="00AA0E79">
        <w:rPr>
          <w:rFonts w:hint="eastAsia"/>
          <w:sz w:val="24"/>
          <w:szCs w:val="24"/>
        </w:rPr>
        <w:t>全年热水总需热量</w:t>
      </w:r>
      <w:r>
        <w:rPr>
          <w:rFonts w:hint="eastAsia"/>
          <w:sz w:val="24"/>
          <w:szCs w:val="24"/>
        </w:rPr>
        <w:t>，根据</w:t>
      </w:r>
      <w:r w:rsidRPr="00AA0E79">
        <w:rPr>
          <w:sz w:val="24"/>
          <w:szCs w:val="24"/>
        </w:rPr>
        <w:t>《民用建筑太阳能热水系统应用技术标准》</w:t>
      </w:r>
      <w:r w:rsidRPr="00AA0E79">
        <w:rPr>
          <w:rFonts w:hint="eastAsia"/>
          <w:sz w:val="24"/>
          <w:szCs w:val="24"/>
        </w:rPr>
        <w:t>GB 50364-2018</w:t>
      </w:r>
      <w:r w:rsidR="00AB4B56">
        <w:rPr>
          <w:rFonts w:hint="eastAsia"/>
          <w:sz w:val="24"/>
          <w:szCs w:val="24"/>
        </w:rPr>
        <w:t>中</w:t>
      </w:r>
      <w:r w:rsidR="00AB4B56">
        <w:rPr>
          <w:rFonts w:hint="eastAsia"/>
          <w:sz w:val="24"/>
          <w:szCs w:val="24"/>
        </w:rPr>
        <w:t>5.4.2</w:t>
      </w:r>
      <w:r w:rsidR="00AB4B56">
        <w:rPr>
          <w:rFonts w:hint="eastAsia"/>
          <w:sz w:val="24"/>
          <w:szCs w:val="24"/>
        </w:rPr>
        <w:t>条</w:t>
      </w:r>
      <w:proofErr w:type="gramStart"/>
      <w:r w:rsidR="00AB4B56" w:rsidRPr="00AB4B56">
        <w:rPr>
          <w:rFonts w:hint="eastAsia"/>
          <w:sz w:val="24"/>
          <w:szCs w:val="24"/>
        </w:rPr>
        <w:t>集热器总面积</w:t>
      </w:r>
      <w:proofErr w:type="gramEnd"/>
      <w:r w:rsidR="00AB4B56">
        <w:rPr>
          <w:rFonts w:hint="eastAsia"/>
          <w:sz w:val="24"/>
          <w:szCs w:val="24"/>
        </w:rPr>
        <w:t>的公式</w:t>
      </w:r>
      <w:r w:rsidR="00AB4B56" w:rsidRPr="00AB4B56">
        <w:rPr>
          <w:rFonts w:hint="eastAsia"/>
          <w:sz w:val="24"/>
          <w:szCs w:val="24"/>
        </w:rPr>
        <w:t>可推导出集</w:t>
      </w:r>
      <w:proofErr w:type="gramStart"/>
      <w:r w:rsidR="00AB4B56" w:rsidRPr="00AB4B56">
        <w:rPr>
          <w:rFonts w:hint="eastAsia"/>
          <w:sz w:val="24"/>
          <w:szCs w:val="24"/>
        </w:rPr>
        <w:t>热需求</w:t>
      </w:r>
      <w:proofErr w:type="gramEnd"/>
      <w:r w:rsidR="00AB4B56" w:rsidRPr="00AB4B56">
        <w:rPr>
          <w:rFonts w:hint="eastAsia"/>
          <w:sz w:val="24"/>
          <w:szCs w:val="24"/>
        </w:rPr>
        <w:t>计算公式</w:t>
      </w:r>
      <w:r w:rsidR="00AB4B56">
        <w:rPr>
          <w:rFonts w:hint="eastAsia"/>
          <w:sz w:val="24"/>
          <w:szCs w:val="24"/>
        </w:rPr>
        <w:t>：</w:t>
      </w:r>
    </w:p>
    <w:p w14:paraId="1CA08B54" w14:textId="77777777" w:rsidR="00A26005" w:rsidRDefault="00A26005" w:rsidP="00BD4722">
      <w:pPr>
        <w:pStyle w:val="aff"/>
        <w:spacing w:before="150" w:beforeAutospacing="0" w:after="150" w:afterAutospacing="0"/>
        <w:rPr>
          <w:rFonts w:ascii="Times New Roman" w:hAnsi="Times New Roman" w:cs="Times New Roman"/>
          <w:color w:val="333333"/>
          <w:szCs w:val="21"/>
        </w:rPr>
      </w:pPr>
      <w:r>
        <w:rPr>
          <w:noProof/>
        </w:rPr>
        <w:drawing>
          <wp:inline distT="0" distB="0" distL="0" distR="0" wp14:anchorId="4DA0E2A5" wp14:editId="3023BF2A">
            <wp:extent cx="2400300" cy="5410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50376" cy="552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DD043" w14:textId="77777777" w:rsidR="00A26005" w:rsidRPr="00A26005" w:rsidRDefault="00A26005" w:rsidP="00BD4722">
      <w:pPr>
        <w:pStyle w:val="aff"/>
        <w:spacing w:before="150" w:beforeAutospacing="0" w:after="150" w:afterAutospacing="0"/>
        <w:rPr>
          <w:rFonts w:ascii="Times New Roman" w:hAnsi="Times New Roman" w:cs="Times New Roman"/>
          <w:i/>
          <w:color w:val="333333"/>
          <w:sz w:val="28"/>
          <w:szCs w:val="21"/>
        </w:rPr>
      </w:pPr>
      <w:r w:rsidRPr="00A26005">
        <w:rPr>
          <w:rFonts w:ascii="Times New Roman" w:hAnsi="Times New Roman" w:cs="Times New Roman"/>
          <w:i/>
          <w:color w:val="333333"/>
          <w:sz w:val="28"/>
          <w:szCs w:val="21"/>
        </w:rPr>
        <w:t>Q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  <w:vertAlign w:val="subscript"/>
        </w:rPr>
        <w:t>w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</w:rPr>
        <w:t>=q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  <w:vertAlign w:val="subscript"/>
        </w:rPr>
        <w:t>r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</w:rPr>
        <w:t>mb</w:t>
      </w:r>
      <w:r w:rsidRPr="00A26005">
        <w:rPr>
          <w:rFonts w:ascii="Times New Roman" w:hAnsi="Times New Roman" w:cs="Times New Roman" w:hint="eastAsia"/>
          <w:i/>
          <w:color w:val="333333"/>
          <w:sz w:val="28"/>
          <w:szCs w:val="21"/>
          <w:vertAlign w:val="subscript"/>
        </w:rPr>
        <w:t>1</w:t>
      </w:r>
    </w:p>
    <w:p w14:paraId="6AFB6BC9" w14:textId="77777777" w:rsidR="00BF6529" w:rsidRDefault="007D09CC" w:rsidP="009935C4">
      <w:pPr>
        <w:pStyle w:val="a1"/>
        <w:ind w:firstLine="420"/>
      </w:pPr>
      <w:r>
        <w:rPr>
          <w:rFonts w:hint="eastAsia"/>
          <w:color w:val="333333"/>
        </w:rPr>
        <w:t>式中</w:t>
      </w:r>
      <w:r w:rsidR="00A26005">
        <w:rPr>
          <w:color w:val="333333"/>
        </w:rPr>
        <w:t>Q</w:t>
      </w:r>
      <w:r w:rsidR="00BF6529" w:rsidRPr="0034266A">
        <w:rPr>
          <w:color w:val="333333"/>
          <w:vertAlign w:val="subscript"/>
        </w:rPr>
        <w:t>r</w:t>
      </w:r>
      <w:r w:rsidR="00BF6529" w:rsidRPr="0034266A">
        <w:rPr>
          <w:color w:val="333333"/>
        </w:rPr>
        <w:t>——</w:t>
      </w:r>
      <w:r w:rsidR="00A26005">
        <w:rPr>
          <w:rFonts w:hint="eastAsia"/>
        </w:rPr>
        <w:t>生活热水年需求集热量，</w:t>
      </w:r>
      <w:r w:rsidR="00A26005">
        <w:t>MJ</w:t>
      </w:r>
      <w:r w:rsidR="00A26005">
        <w:rPr>
          <w:rFonts w:hint="eastAsia"/>
        </w:rPr>
        <w:t>；</w:t>
      </w:r>
    </w:p>
    <w:p w14:paraId="4A62E8DE" w14:textId="77777777" w:rsidR="00A26005" w:rsidRDefault="00A26005" w:rsidP="009935C4">
      <w:pPr>
        <w:pStyle w:val="a1"/>
        <w:ind w:leftChars="300" w:left="630" w:firstLine="420"/>
        <w:rPr>
          <w:color w:val="333333"/>
        </w:rPr>
      </w:pPr>
      <w:r>
        <w:rPr>
          <w:rFonts w:hint="eastAsia"/>
          <w:color w:val="333333"/>
        </w:rPr>
        <w:t>d</w:t>
      </w:r>
      <w:r w:rsidRPr="0034266A">
        <w:rPr>
          <w:color w:val="333333"/>
        </w:rPr>
        <w:t>——</w:t>
      </w:r>
      <w:r>
        <w:rPr>
          <w:rFonts w:hint="eastAsia"/>
          <w:color w:val="333333"/>
        </w:rPr>
        <w:t>天数</w:t>
      </w:r>
      <w:r>
        <w:rPr>
          <w:rFonts w:hint="eastAsia"/>
          <w:color w:val="333333"/>
        </w:rPr>
        <w:t>(</w:t>
      </w:r>
      <w:r>
        <w:rPr>
          <w:rFonts w:hint="eastAsia"/>
          <w:color w:val="333333"/>
        </w:rPr>
        <w:t>天</w:t>
      </w:r>
      <w:r w:rsidRPr="0034266A">
        <w:rPr>
          <w:rFonts w:hint="eastAsia"/>
          <w:color w:val="333333"/>
        </w:rPr>
        <w:t>)</w:t>
      </w:r>
      <w:r w:rsidRPr="0034266A">
        <w:rPr>
          <w:rFonts w:hint="eastAsia"/>
          <w:color w:val="333333"/>
        </w:rPr>
        <w:t>；</w:t>
      </w:r>
    </w:p>
    <w:p w14:paraId="4F8C6763" w14:textId="77777777" w:rsidR="00A26005" w:rsidRPr="0034266A" w:rsidRDefault="00A26005" w:rsidP="009935C4">
      <w:pPr>
        <w:pStyle w:val="a1"/>
        <w:ind w:leftChars="300" w:left="630" w:firstLine="420"/>
        <w:rPr>
          <w:color w:val="333333"/>
        </w:rPr>
      </w:pPr>
      <w:r w:rsidRPr="0034266A">
        <w:rPr>
          <w:rFonts w:hint="eastAsia"/>
          <w:color w:val="333333"/>
        </w:rPr>
        <w:t>Q</w:t>
      </w:r>
      <w:r w:rsidRPr="00A26005">
        <w:rPr>
          <w:rFonts w:hint="eastAsia"/>
          <w:color w:val="333333"/>
          <w:vertAlign w:val="subscript"/>
        </w:rPr>
        <w:t>w</w:t>
      </w:r>
      <w:r w:rsidRPr="0034266A">
        <w:rPr>
          <w:color w:val="333333"/>
        </w:rPr>
        <w:t>——</w:t>
      </w:r>
      <w:r w:rsidRPr="0034266A">
        <w:rPr>
          <w:rFonts w:hint="eastAsia"/>
          <w:color w:val="333333"/>
        </w:rPr>
        <w:t>日均用热水量</w:t>
      </w:r>
      <w:r w:rsidRPr="0034266A">
        <w:rPr>
          <w:rFonts w:hint="eastAsia"/>
          <w:color w:val="333333"/>
        </w:rPr>
        <w:t>(</w:t>
      </w:r>
      <w:r>
        <w:rPr>
          <w:color w:val="333333"/>
        </w:rPr>
        <w:t>L</w:t>
      </w:r>
      <w:r w:rsidRPr="0034266A">
        <w:rPr>
          <w:rFonts w:hint="eastAsia"/>
          <w:color w:val="333333"/>
        </w:rPr>
        <w:t>)</w:t>
      </w:r>
      <w:r w:rsidRPr="0034266A">
        <w:rPr>
          <w:rFonts w:hint="eastAsia"/>
          <w:color w:val="333333"/>
        </w:rPr>
        <w:t>；</w:t>
      </w:r>
    </w:p>
    <w:p w14:paraId="58671987" w14:textId="77777777" w:rsidR="00A26005" w:rsidRPr="0034266A" w:rsidRDefault="00A26005" w:rsidP="009935C4">
      <w:pPr>
        <w:pStyle w:val="a1"/>
        <w:ind w:leftChars="300" w:left="630" w:firstLine="420"/>
        <w:rPr>
          <w:color w:val="333333"/>
        </w:rPr>
      </w:pPr>
      <w:r>
        <w:rPr>
          <w:color w:val="333333"/>
        </w:rPr>
        <w:t>C</w:t>
      </w:r>
      <w:r w:rsidRPr="00A26005">
        <w:rPr>
          <w:rFonts w:hint="eastAsia"/>
          <w:color w:val="333333"/>
          <w:vertAlign w:val="subscript"/>
        </w:rPr>
        <w:t>w</w:t>
      </w:r>
      <w:r w:rsidRPr="0034266A">
        <w:rPr>
          <w:color w:val="333333"/>
        </w:rPr>
        <w:t>——</w:t>
      </w:r>
      <w:r w:rsidRPr="0034266A">
        <w:rPr>
          <w:color w:val="333333"/>
        </w:rPr>
        <w:t>水定压比热容，</w:t>
      </w:r>
      <w:r w:rsidRPr="0034266A">
        <w:rPr>
          <w:color w:val="333333"/>
        </w:rPr>
        <w:t>KJ/(kg·℃)</w:t>
      </w:r>
      <w:r>
        <w:rPr>
          <w:color w:val="333333"/>
        </w:rPr>
        <w:t>;</w:t>
      </w:r>
    </w:p>
    <w:p w14:paraId="064B44B6" w14:textId="77777777" w:rsidR="00A26005" w:rsidRPr="0034266A" w:rsidRDefault="00A26005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q</w:t>
      </w:r>
      <w:r w:rsidRPr="0034266A">
        <w:rPr>
          <w:color w:val="333333"/>
          <w:vertAlign w:val="subscript"/>
        </w:rPr>
        <w:t>r</w:t>
      </w:r>
      <w:r w:rsidRPr="0034266A">
        <w:rPr>
          <w:color w:val="333333"/>
        </w:rPr>
        <w:t>——</w:t>
      </w:r>
      <w:r w:rsidRPr="0034266A">
        <w:rPr>
          <w:color w:val="333333"/>
        </w:rPr>
        <w:t>平均日热水用水定额</w:t>
      </w:r>
      <w:r w:rsidRPr="0034266A">
        <w:rPr>
          <w:color w:val="333333"/>
        </w:rPr>
        <w:t>[L</w:t>
      </w:r>
      <w:r w:rsidRPr="0034266A">
        <w:rPr>
          <w:color w:val="333333"/>
        </w:rPr>
        <w:t>／</w:t>
      </w:r>
      <w:r w:rsidRPr="0034266A">
        <w:rPr>
          <w:color w:val="333333"/>
        </w:rPr>
        <w:t>(</w:t>
      </w:r>
      <w:r w:rsidRPr="0034266A">
        <w:rPr>
          <w:color w:val="333333"/>
        </w:rPr>
        <w:t>人</w:t>
      </w:r>
      <w:r w:rsidRPr="0034266A">
        <w:rPr>
          <w:color w:val="333333"/>
        </w:rPr>
        <w:t>·d)</w:t>
      </w:r>
      <w:r w:rsidRPr="0034266A">
        <w:rPr>
          <w:color w:val="333333"/>
        </w:rPr>
        <w:t>，</w:t>
      </w:r>
      <w:r w:rsidRPr="0034266A">
        <w:rPr>
          <w:color w:val="333333"/>
        </w:rPr>
        <w:t>L</w:t>
      </w:r>
      <w:r w:rsidRPr="0034266A">
        <w:rPr>
          <w:color w:val="333333"/>
        </w:rPr>
        <w:t>／</w:t>
      </w:r>
      <w:r w:rsidRPr="0034266A">
        <w:rPr>
          <w:color w:val="333333"/>
        </w:rPr>
        <w:t>(</w:t>
      </w:r>
      <w:r w:rsidRPr="0034266A">
        <w:rPr>
          <w:color w:val="333333"/>
        </w:rPr>
        <w:t>床</w:t>
      </w:r>
      <w:r w:rsidRPr="0034266A">
        <w:rPr>
          <w:color w:val="333333"/>
        </w:rPr>
        <w:t>·d)]</w:t>
      </w:r>
      <w:r w:rsidRPr="0034266A">
        <w:rPr>
          <w:color w:val="333333"/>
        </w:rPr>
        <w:t>；</w:t>
      </w:r>
    </w:p>
    <w:p w14:paraId="1097A67A" w14:textId="77777777" w:rsidR="00BF6529" w:rsidRPr="002F5204" w:rsidRDefault="00BF6529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m——</w:t>
      </w:r>
      <w:r w:rsidR="0034266A" w:rsidRPr="0034266A">
        <w:rPr>
          <w:color w:val="333333"/>
        </w:rPr>
        <w:t>计算用水的人数或床数；</w:t>
      </w:r>
    </w:p>
    <w:p w14:paraId="24DA5E2E" w14:textId="77777777" w:rsidR="0034266A" w:rsidRPr="0034266A" w:rsidRDefault="0034266A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b</w:t>
      </w:r>
      <w:r w:rsidRPr="0034266A">
        <w:rPr>
          <w:color w:val="333333"/>
          <w:vertAlign w:val="subscript"/>
        </w:rPr>
        <w:t>1</w:t>
      </w:r>
      <w:r w:rsidRPr="0034266A">
        <w:rPr>
          <w:color w:val="333333"/>
        </w:rPr>
        <w:t>——</w:t>
      </w:r>
      <w:r w:rsidRPr="0034266A">
        <w:rPr>
          <w:color w:val="333333"/>
        </w:rPr>
        <w:t>同日使用率，平均值应按实际使用工况确定；</w:t>
      </w:r>
    </w:p>
    <w:p w14:paraId="685BC59A" w14:textId="77777777" w:rsidR="0034266A" w:rsidRPr="0034266A" w:rsidRDefault="00EB259F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C</w:t>
      </w:r>
      <w:r w:rsidR="008157C7" w:rsidRPr="008157C7">
        <w:rPr>
          <w:rFonts w:hint="eastAsia"/>
          <w:color w:val="333333"/>
          <w:vertAlign w:val="subscript"/>
        </w:rPr>
        <w:t>w</w:t>
      </w:r>
      <w:r w:rsidR="0034266A" w:rsidRPr="0034266A">
        <w:rPr>
          <w:color w:val="333333"/>
        </w:rPr>
        <w:t>——</w:t>
      </w:r>
      <w:r w:rsidR="0034266A" w:rsidRPr="0034266A">
        <w:rPr>
          <w:color w:val="333333"/>
        </w:rPr>
        <w:t>水定压比热容，</w:t>
      </w:r>
      <w:r w:rsidR="0034266A" w:rsidRPr="0034266A">
        <w:rPr>
          <w:color w:val="333333"/>
        </w:rPr>
        <w:t>KJ/(kg·℃)</w:t>
      </w:r>
    </w:p>
    <w:p w14:paraId="23B89C4F" w14:textId="77777777" w:rsidR="0034266A" w:rsidRPr="0034266A" w:rsidRDefault="0034266A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t</w:t>
      </w:r>
      <w:r w:rsidRPr="0034266A">
        <w:rPr>
          <w:color w:val="333333"/>
          <w:vertAlign w:val="subscript"/>
        </w:rPr>
        <w:t>end</w:t>
      </w:r>
      <w:r w:rsidRPr="0034266A">
        <w:rPr>
          <w:color w:val="333333"/>
        </w:rPr>
        <w:t>——</w:t>
      </w:r>
      <w:r w:rsidRPr="0034266A">
        <w:rPr>
          <w:color w:val="333333"/>
        </w:rPr>
        <w:t>贮热水箱内热水的终止设计温度</w:t>
      </w:r>
      <w:r w:rsidRPr="0034266A">
        <w:rPr>
          <w:color w:val="333333"/>
        </w:rPr>
        <w:t>(℃)</w:t>
      </w:r>
      <w:r w:rsidRPr="0034266A">
        <w:rPr>
          <w:color w:val="333333"/>
        </w:rPr>
        <w:t>；</w:t>
      </w:r>
      <w:r w:rsidRPr="0034266A">
        <w:rPr>
          <w:color w:val="333333"/>
        </w:rPr>
        <w:t xml:space="preserve"> </w:t>
      </w:r>
    </w:p>
    <w:p w14:paraId="7C5143BC" w14:textId="77777777" w:rsidR="0034266A" w:rsidRPr="0034266A" w:rsidRDefault="0034266A" w:rsidP="009935C4">
      <w:pPr>
        <w:pStyle w:val="a1"/>
        <w:ind w:leftChars="300" w:left="630" w:firstLine="420"/>
        <w:rPr>
          <w:color w:val="333333"/>
        </w:rPr>
      </w:pPr>
      <w:r w:rsidRPr="0034266A">
        <w:rPr>
          <w:color w:val="333333"/>
        </w:rPr>
        <w:t>t</w:t>
      </w:r>
      <w:r w:rsidRPr="0034266A">
        <w:rPr>
          <w:color w:val="333333"/>
          <w:vertAlign w:val="subscript"/>
        </w:rPr>
        <w:t>o</w:t>
      </w:r>
      <w:r w:rsidRPr="0034266A">
        <w:rPr>
          <w:color w:val="333333"/>
        </w:rPr>
        <w:t>——</w:t>
      </w:r>
      <w:r w:rsidRPr="0034266A">
        <w:rPr>
          <w:color w:val="333333"/>
        </w:rPr>
        <w:t>贮热水箱内冷水的初始设计温度，通常取当地年平均冷水温度</w:t>
      </w:r>
      <w:r w:rsidRPr="0034266A">
        <w:rPr>
          <w:color w:val="333333"/>
        </w:rPr>
        <w:t>(℃)</w:t>
      </w:r>
      <w:r w:rsidRPr="0034266A">
        <w:rPr>
          <w:color w:val="333333"/>
        </w:rPr>
        <w:t>；</w:t>
      </w:r>
      <w:r w:rsidRPr="0034266A">
        <w:rPr>
          <w:rFonts w:hint="eastAsia"/>
          <w:color w:val="333333"/>
        </w:rPr>
        <w:t xml:space="preserve"> </w:t>
      </w:r>
    </w:p>
    <w:p w14:paraId="54A0769C" w14:textId="77777777" w:rsidR="0034266A" w:rsidRDefault="0034266A" w:rsidP="009935C4">
      <w:pPr>
        <w:pStyle w:val="a1"/>
        <w:ind w:leftChars="300" w:left="630" w:firstLine="420"/>
        <w:rPr>
          <w:color w:val="333333"/>
        </w:rPr>
      </w:pPr>
      <w:r>
        <w:rPr>
          <w:rFonts w:hint="eastAsia"/>
          <w:color w:val="333333"/>
        </w:rPr>
        <w:t>d</w:t>
      </w:r>
      <w:r w:rsidR="002F5204" w:rsidRPr="0034266A">
        <w:rPr>
          <w:color w:val="333333"/>
        </w:rPr>
        <w:t>——</w:t>
      </w:r>
      <w:r>
        <w:rPr>
          <w:rFonts w:hint="eastAsia"/>
          <w:color w:val="333333"/>
        </w:rPr>
        <w:t>天数</w:t>
      </w:r>
      <w:r>
        <w:rPr>
          <w:rFonts w:hint="eastAsia"/>
          <w:color w:val="333333"/>
        </w:rPr>
        <w:t>(</w:t>
      </w:r>
      <w:r w:rsidR="003E2CED">
        <w:rPr>
          <w:rFonts w:hint="eastAsia"/>
          <w:color w:val="333333"/>
        </w:rPr>
        <w:t>天</w:t>
      </w:r>
      <w:r w:rsidRPr="0034266A">
        <w:rPr>
          <w:rFonts w:hint="eastAsia"/>
          <w:color w:val="333333"/>
        </w:rPr>
        <w:t>)</w:t>
      </w:r>
      <w:r w:rsidRPr="0034266A">
        <w:rPr>
          <w:rFonts w:hint="eastAsia"/>
          <w:color w:val="333333"/>
        </w:rPr>
        <w:t>；</w:t>
      </w:r>
    </w:p>
    <w:p w14:paraId="2AF32D7E" w14:textId="77777777" w:rsidR="00EF4C24" w:rsidRDefault="00A26005" w:rsidP="009935C4">
      <w:pPr>
        <w:pStyle w:val="a1"/>
        <w:ind w:leftChars="300" w:left="630" w:firstLine="420"/>
        <w:rPr>
          <w:color w:val="333333"/>
        </w:rPr>
      </w:pPr>
      <w:r w:rsidRPr="00A26005">
        <w:rPr>
          <w:color w:val="333333"/>
        </w:rPr>
        <w:t>f</w:t>
      </w:r>
      <w:r w:rsidRPr="0034266A">
        <w:rPr>
          <w:color w:val="333333"/>
        </w:rPr>
        <w:t>——</w:t>
      </w:r>
      <w:r w:rsidRPr="007D68E5">
        <w:rPr>
          <w:rFonts w:hint="eastAsia"/>
          <w:color w:val="333333"/>
        </w:rPr>
        <w:t>太阳能保证率，</w:t>
      </w:r>
      <w:r w:rsidRPr="007D68E5">
        <w:rPr>
          <w:color w:val="333333"/>
        </w:rPr>
        <w:t>%</w:t>
      </w:r>
      <w:r w:rsidRPr="007D68E5">
        <w:rPr>
          <w:rFonts w:hint="eastAsia"/>
          <w:color w:val="333333"/>
        </w:rPr>
        <w:t>；</w:t>
      </w:r>
    </w:p>
    <w:p w14:paraId="4E25070D" w14:textId="77777777" w:rsidR="002F5204" w:rsidRDefault="003E567A" w:rsidP="009935C4">
      <w:pPr>
        <w:pStyle w:val="aff"/>
        <w:wordWrap w:val="0"/>
        <w:spacing w:before="150" w:beforeAutospacing="0" w:after="150" w:afterAutospacing="0"/>
        <w:ind w:leftChars="200" w:left="420" w:firstLineChars="200" w:firstLine="480"/>
        <w:jc w:val="left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 w:hint="eastAsia"/>
          <w:lang w:val="en-GB"/>
        </w:rPr>
        <w:t>根据</w:t>
      </w:r>
      <w:r w:rsidR="002F5204" w:rsidRPr="00EF4C24">
        <w:rPr>
          <w:rFonts w:ascii="Times New Roman" w:hAnsi="Times New Roman" w:cs="Times New Roman" w:hint="eastAsia"/>
          <w:lang w:val="en-GB"/>
        </w:rPr>
        <w:t>设备厂商提供的技术参数，上式计算取值</w:t>
      </w:r>
      <w:r>
        <w:rPr>
          <w:rFonts w:ascii="Times New Roman" w:hAnsi="Times New Roman" w:cs="Times New Roman" w:hint="eastAsia"/>
          <w:lang w:val="en-GB"/>
        </w:rPr>
        <w:t>和</w:t>
      </w:r>
      <w:r>
        <w:rPr>
          <w:rFonts w:hint="eastAsia"/>
          <w:sz w:val="23"/>
          <w:szCs w:val="23"/>
        </w:rPr>
        <w:t>生活热水年需求集热量结果</w:t>
      </w:r>
      <w:r>
        <w:rPr>
          <w:rFonts w:ascii="Times New Roman" w:hAnsi="Times New Roman" w:cs="Times New Roman" w:hint="eastAsia"/>
          <w:lang w:val="en-GB"/>
        </w:rPr>
        <w:t>详见下表</w:t>
      </w:r>
      <w:r w:rsidR="002F5204" w:rsidRPr="00EF4C24">
        <w:rPr>
          <w:rFonts w:ascii="Times New Roman" w:hAnsi="Times New Roman" w:cs="Times New Roman" w:hint="eastAsia"/>
          <w:lang w:val="en-GB"/>
        </w:rPr>
        <w:t>：</w:t>
      </w:r>
    </w:p>
    <w:p w14:paraId="7D8C541D" w14:textId="77777777" w:rsidR="008157C7" w:rsidRPr="001C3C38" w:rsidRDefault="003E567A" w:rsidP="001C3C38">
      <w:pPr>
        <w:widowControl w:val="0"/>
        <w:autoSpaceDE w:val="0"/>
        <w:autoSpaceDN w:val="0"/>
        <w:adjustRightInd w:val="0"/>
        <w:spacing w:line="400" w:lineRule="exact"/>
        <w:rPr>
          <w:rFonts w:ascii="黑体" w:eastAsia="黑体" w:hAnsi="黑体" w:cs="宋体"/>
          <w:bCs/>
          <w:color w:val="000000"/>
          <w:szCs w:val="21"/>
          <w:lang w:val="en-US"/>
        </w:rPr>
      </w:pPr>
      <w:r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表5.2</w:t>
      </w:r>
      <w:r w:rsidRPr="001C3C38">
        <w:rPr>
          <w:rFonts w:ascii="黑体" w:eastAsia="黑体" w:hAnsi="黑体" w:cs="宋体"/>
          <w:bCs/>
          <w:color w:val="000000"/>
          <w:szCs w:val="21"/>
          <w:lang w:val="en-US"/>
        </w:rPr>
        <w:t xml:space="preserve"> </w:t>
      </w:r>
      <w:r w:rsidR="00781566" w:rsidRPr="001C3C38">
        <w:rPr>
          <w:rFonts w:ascii="黑体" w:eastAsia="黑体" w:hAnsi="黑体" w:cs="宋体" w:hint="eastAsia"/>
          <w:bCs/>
          <w:color w:val="000000"/>
          <w:szCs w:val="21"/>
          <w:lang w:val="en-US"/>
        </w:rPr>
        <w:t>全年热水总需求集热量计算</w:t>
      </w: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969"/>
      </w:tblGrid>
      <w:tr w:rsidR="008157C7" w14:paraId="424D0816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83C6F0" w14:textId="77777777" w:rsidR="008157C7" w:rsidRDefault="008157C7" w:rsidP="003E567A">
            <w:pPr>
              <w:rPr>
                <w:sz w:val="24"/>
                <w:lang w:val="en-US"/>
              </w:rPr>
            </w:pPr>
            <w:r w:rsidRPr="003E567A">
              <w:rPr>
                <w:rFonts w:eastAsiaTheme="minorEastAsia" w:hint="eastAsia"/>
                <w:color w:val="333333"/>
                <w:szCs w:val="21"/>
              </w:rPr>
              <w:t>日均用热水量</w:t>
            </w:r>
            <w:r>
              <w:rPr>
                <w:rFonts w:eastAsiaTheme="minorEastAsia"/>
                <w:color w:val="333333"/>
                <w:szCs w:val="21"/>
              </w:rPr>
              <w:t>Q</w:t>
            </w:r>
            <w:r w:rsidRPr="003E567A">
              <w:rPr>
                <w:rFonts w:eastAsiaTheme="minorEastAsia" w:hint="eastAsia"/>
                <w:color w:val="333333"/>
                <w:szCs w:val="21"/>
                <w:vertAlign w:val="subscript"/>
              </w:rPr>
              <w:t>w</w:t>
            </w:r>
            <w:r w:rsidRPr="0034266A">
              <w:rPr>
                <w:rFonts w:hint="eastAsia"/>
                <w:color w:val="333333"/>
                <w:szCs w:val="21"/>
              </w:rPr>
              <w:t>(</w:t>
            </w:r>
            <w:r>
              <w:rPr>
                <w:color w:val="333333"/>
                <w:szCs w:val="21"/>
              </w:rPr>
              <w:t>L</w:t>
            </w:r>
            <w:r w:rsidRPr="0034266A">
              <w:rPr>
                <w:rFonts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95F7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38" w:name="日均用热水量"/>
            <w:r w:rsidRPr="00D84D67">
              <w:rPr>
                <w:rFonts w:hint="eastAsia"/>
              </w:rPr>
              <w:t>200</w:t>
            </w:r>
            <w:bookmarkEnd w:id="38"/>
          </w:p>
        </w:tc>
      </w:tr>
      <w:tr w:rsidR="008157C7" w14:paraId="15C20E35" w14:textId="77777777" w:rsidTr="00A2393E">
        <w:trPr>
          <w:trHeight w:val="31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03C084A" w14:textId="77777777" w:rsidR="008157C7" w:rsidRDefault="008157C7" w:rsidP="003E567A">
            <w:pPr>
              <w:rPr>
                <w:sz w:val="24"/>
              </w:rPr>
            </w:pPr>
            <w:r w:rsidRPr="007D09CC">
              <w:rPr>
                <w:rFonts w:hint="eastAsia"/>
                <w:szCs w:val="21"/>
              </w:rPr>
              <w:t>太阳能保证率</w:t>
            </w:r>
            <w:r w:rsidRPr="007D09CC">
              <w:rPr>
                <w:color w:val="333333"/>
                <w:szCs w:val="21"/>
              </w:rPr>
              <w:t>f</w:t>
            </w:r>
            <w:r>
              <w:rPr>
                <w:rFonts w:hint="eastAsia"/>
                <w:color w:val="333333"/>
                <w:szCs w:val="21"/>
              </w:rPr>
              <w:t>(</w:t>
            </w:r>
            <w:r w:rsidRPr="007D09CC">
              <w:rPr>
                <w:rFonts w:hint="eastAsia"/>
                <w:color w:val="333333"/>
                <w:szCs w:val="21"/>
              </w:rPr>
              <w:t>%</w:t>
            </w:r>
            <w:r>
              <w:rPr>
                <w:rFonts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BF9F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39" w:name="太阳能保证率"/>
            <w:r w:rsidRPr="00D84D67">
              <w:rPr>
                <w:rFonts w:hint="eastAsia"/>
              </w:rPr>
              <w:t>0.5</w:t>
            </w:r>
            <w:bookmarkEnd w:id="39"/>
          </w:p>
        </w:tc>
      </w:tr>
      <w:tr w:rsidR="008157C7" w14:paraId="5D53D81E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0A7B9C1" w14:textId="77777777" w:rsidR="008157C7" w:rsidRDefault="008157C7" w:rsidP="003E567A">
            <w:pPr>
              <w:rPr>
                <w:sz w:val="24"/>
              </w:rPr>
            </w:pPr>
            <w:r w:rsidRPr="00D32A9C">
              <w:rPr>
                <w:rFonts w:eastAsiaTheme="minorEastAsia"/>
                <w:color w:val="333333"/>
                <w:szCs w:val="21"/>
              </w:rPr>
              <w:t>水的终止设计温度</w:t>
            </w:r>
            <w:r w:rsidRPr="00D32A9C">
              <w:rPr>
                <w:rFonts w:eastAsiaTheme="minorEastAsia"/>
                <w:color w:val="333333"/>
                <w:szCs w:val="21"/>
              </w:rPr>
              <w:t>t</w:t>
            </w:r>
            <w:r w:rsidRPr="00D32A9C">
              <w:rPr>
                <w:rFonts w:eastAsiaTheme="minorEastAsia"/>
                <w:color w:val="333333"/>
                <w:szCs w:val="21"/>
                <w:vertAlign w:val="subscript"/>
              </w:rPr>
              <w:t>end</w:t>
            </w:r>
            <w:r>
              <w:rPr>
                <w:rFonts w:eastAsiaTheme="minorEastAsia" w:hint="eastAsia"/>
                <w:color w:val="333333"/>
                <w:szCs w:val="21"/>
              </w:rPr>
              <w:t>(</w:t>
            </w:r>
            <w:r w:rsidRPr="00D32A9C">
              <w:rPr>
                <w:rFonts w:eastAsiaTheme="minorEastAsia"/>
                <w:color w:val="333333"/>
                <w:szCs w:val="21"/>
              </w:rPr>
              <w:t>℃</w:t>
            </w:r>
            <w:r>
              <w:rPr>
                <w:rFonts w:eastAsiaTheme="minor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0B49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0" w:name="水的终止设计温度"/>
            <w:r w:rsidRPr="00D84D67">
              <w:rPr>
                <w:rFonts w:hint="eastAsia"/>
              </w:rPr>
              <w:t>55</w:t>
            </w:r>
            <w:bookmarkEnd w:id="40"/>
          </w:p>
        </w:tc>
      </w:tr>
      <w:tr w:rsidR="008157C7" w14:paraId="6EADC27D" w14:textId="77777777" w:rsidTr="00A2393E">
        <w:trPr>
          <w:trHeight w:val="31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96E69D" w14:textId="77777777" w:rsidR="008157C7" w:rsidRDefault="008157C7" w:rsidP="003E567A">
            <w:pPr>
              <w:rPr>
                <w:sz w:val="24"/>
              </w:rPr>
            </w:pPr>
            <w:r w:rsidRPr="007D09CC">
              <w:rPr>
                <w:rFonts w:eastAsiaTheme="minorEastAsia"/>
                <w:szCs w:val="21"/>
              </w:rPr>
              <w:t>水的初始温度</w:t>
            </w:r>
            <w:r w:rsidRPr="007D09CC">
              <w:rPr>
                <w:rFonts w:eastAsiaTheme="minorEastAsia"/>
                <w:color w:val="333333"/>
                <w:szCs w:val="21"/>
              </w:rPr>
              <w:t>t</w:t>
            </w:r>
            <w:r w:rsidRPr="007D09CC">
              <w:rPr>
                <w:rFonts w:eastAsiaTheme="minorEastAsia"/>
                <w:color w:val="333333"/>
                <w:szCs w:val="21"/>
                <w:vertAlign w:val="subscript"/>
              </w:rPr>
              <w:t>o</w:t>
            </w:r>
            <w:r>
              <w:rPr>
                <w:rFonts w:eastAsiaTheme="minorEastAsia" w:hint="eastAsia"/>
                <w:color w:val="333333"/>
                <w:szCs w:val="21"/>
              </w:rPr>
              <w:t>(</w:t>
            </w:r>
            <w:r w:rsidRPr="007D09CC">
              <w:rPr>
                <w:rFonts w:eastAsiaTheme="minorEastAsia"/>
                <w:color w:val="333333"/>
                <w:szCs w:val="21"/>
              </w:rPr>
              <w:t>℃</w:t>
            </w:r>
            <w:r>
              <w:rPr>
                <w:rFonts w:eastAsiaTheme="minorEastAsia"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0E91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1" w:name="水的初始温度"/>
            <w:r w:rsidRPr="00D84D67">
              <w:rPr>
                <w:rFonts w:hint="eastAsia"/>
              </w:rPr>
              <w:t>15</w:t>
            </w:r>
            <w:bookmarkEnd w:id="41"/>
          </w:p>
        </w:tc>
      </w:tr>
      <w:tr w:rsidR="008157C7" w14:paraId="06FEB0CF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B0B323E" w14:textId="77777777" w:rsidR="008157C7" w:rsidRDefault="008157C7" w:rsidP="003E567A">
            <w:pPr>
              <w:rPr>
                <w:sz w:val="24"/>
              </w:rPr>
            </w:pPr>
            <w:r w:rsidRPr="00D32A9C">
              <w:rPr>
                <w:szCs w:val="21"/>
              </w:rPr>
              <w:t>热损失率</w:t>
            </w:r>
            <w:r w:rsidRPr="00D32A9C">
              <w:rPr>
                <w:szCs w:val="21"/>
              </w:rPr>
              <w:t>η</w:t>
            </w:r>
            <w:r w:rsidRPr="00D32A9C">
              <w:rPr>
                <w:vertAlign w:val="subscript"/>
              </w:rPr>
              <w:t>L</w:t>
            </w:r>
            <w:r>
              <w:rPr>
                <w:rFonts w:hint="eastAsia"/>
                <w:szCs w:val="21"/>
              </w:rPr>
              <w:t>(</w:t>
            </w:r>
            <w:r w:rsidRPr="00D32A9C">
              <w:rPr>
                <w:szCs w:val="21"/>
              </w:rPr>
              <w:t>%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3FAE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2" w:name="热损失率"/>
            <w:r w:rsidRPr="00D84D67">
              <w:rPr>
                <w:rFonts w:hint="eastAsia"/>
              </w:rPr>
              <w:t>0.25</w:t>
            </w:r>
            <w:bookmarkEnd w:id="42"/>
          </w:p>
        </w:tc>
      </w:tr>
      <w:tr w:rsidR="008157C7" w14:paraId="4319CF4D" w14:textId="77777777" w:rsidTr="00A2393E">
        <w:trPr>
          <w:trHeight w:val="31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D1AA52" w14:textId="77777777" w:rsidR="008157C7" w:rsidRDefault="008157C7" w:rsidP="003E567A">
            <w:pPr>
              <w:rPr>
                <w:sz w:val="24"/>
              </w:rPr>
            </w:pPr>
            <w:proofErr w:type="gramStart"/>
            <w:r w:rsidRPr="007D09CC">
              <w:rPr>
                <w:rFonts w:hint="eastAsia"/>
                <w:szCs w:val="21"/>
              </w:rPr>
              <w:t>集热器年平均</w:t>
            </w:r>
            <w:proofErr w:type="gramEnd"/>
            <w:r w:rsidRPr="007D09CC">
              <w:rPr>
                <w:rFonts w:hint="eastAsia"/>
                <w:szCs w:val="21"/>
              </w:rPr>
              <w:t>集热效率</w:t>
            </w:r>
            <w:r w:rsidRPr="007D09CC">
              <w:rPr>
                <w:szCs w:val="21"/>
              </w:rPr>
              <w:t>η</w:t>
            </w:r>
            <w:r w:rsidRPr="007D09CC">
              <w:rPr>
                <w:szCs w:val="21"/>
                <w:vertAlign w:val="subscript"/>
              </w:rPr>
              <w:t>cd</w:t>
            </w:r>
            <w:r>
              <w:rPr>
                <w:rFonts w:hint="eastAsia"/>
                <w:color w:val="333333"/>
                <w:szCs w:val="21"/>
              </w:rPr>
              <w:t>(</w:t>
            </w:r>
            <w:r w:rsidRPr="007D09CC">
              <w:rPr>
                <w:rFonts w:hint="eastAsia"/>
                <w:color w:val="333333"/>
                <w:szCs w:val="21"/>
              </w:rPr>
              <w:t>%</w:t>
            </w:r>
            <w:r>
              <w:rPr>
                <w:rFonts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03AC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3" w:name="集热器年平均集热效率"/>
            <w:r w:rsidRPr="00D84D67">
              <w:rPr>
                <w:rFonts w:hint="eastAsia"/>
              </w:rPr>
              <w:t>0.4</w:t>
            </w:r>
            <w:bookmarkEnd w:id="43"/>
          </w:p>
        </w:tc>
      </w:tr>
      <w:tr w:rsidR="008157C7" w14:paraId="59B3E91B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329370" w14:textId="77777777" w:rsidR="008157C7" w:rsidRPr="007D09CC" w:rsidRDefault="008157C7" w:rsidP="003E567A">
            <w:pPr>
              <w:rPr>
                <w:szCs w:val="21"/>
              </w:rPr>
            </w:pPr>
            <w:r w:rsidRPr="007D09CC">
              <w:rPr>
                <w:rFonts w:eastAsiaTheme="minorEastAsia"/>
                <w:color w:val="333333"/>
                <w:szCs w:val="21"/>
              </w:rPr>
              <w:t>使用天数</w:t>
            </w:r>
            <w:r w:rsidRPr="007D09CC">
              <w:rPr>
                <w:rFonts w:eastAsiaTheme="minorEastAsia"/>
                <w:color w:val="333333"/>
                <w:szCs w:val="21"/>
              </w:rPr>
              <w:t>d</w:t>
            </w:r>
            <w:r>
              <w:rPr>
                <w:rFonts w:eastAsiaTheme="minorEastAsia" w:hint="eastAsia"/>
                <w:color w:val="333333"/>
                <w:szCs w:val="21"/>
              </w:rPr>
              <w:t>(</w:t>
            </w:r>
            <w:r w:rsidRPr="007D09CC">
              <w:rPr>
                <w:rFonts w:eastAsiaTheme="minorEastAsia"/>
                <w:color w:val="333333"/>
                <w:szCs w:val="21"/>
              </w:rPr>
              <w:t>天</w:t>
            </w:r>
            <w:r>
              <w:rPr>
                <w:rFonts w:eastAsiaTheme="minorEastAsia" w:hint="eastAsia"/>
                <w:color w:val="333333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210E" w14:textId="77777777" w:rsidR="008157C7" w:rsidRPr="00D84D67" w:rsidRDefault="00804685" w:rsidP="00577B0D">
            <w:pPr>
              <w:pStyle w:val="a1"/>
              <w:ind w:firstLineChars="0" w:firstLine="0"/>
              <w:jc w:val="center"/>
            </w:pPr>
            <w:bookmarkStart w:id="44" w:name="使用天数"/>
            <w:r w:rsidRPr="00D84D67">
              <w:rPr>
                <w:rFonts w:hint="eastAsia"/>
              </w:rPr>
              <w:t>365</w:t>
            </w:r>
            <w:bookmarkEnd w:id="44"/>
          </w:p>
        </w:tc>
      </w:tr>
      <w:tr w:rsidR="008157C7" w14:paraId="5A5890C7" w14:textId="77777777" w:rsidTr="00A2393E">
        <w:trPr>
          <w:trHeight w:val="30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6029489" w14:textId="77777777" w:rsidR="008157C7" w:rsidRPr="008157C7" w:rsidRDefault="008157C7" w:rsidP="003E567A">
            <w:pPr>
              <w:rPr>
                <w:b/>
                <w:sz w:val="24"/>
              </w:rPr>
            </w:pPr>
            <w:r w:rsidRPr="008157C7">
              <w:rPr>
                <w:b/>
                <w:szCs w:val="21"/>
              </w:rPr>
              <w:lastRenderedPageBreak/>
              <w:t>生活热水年需求集热量</w:t>
            </w:r>
            <w:r w:rsidRPr="00D84D67">
              <w:rPr>
                <w:b/>
                <w:szCs w:val="21"/>
              </w:rPr>
              <w:t>Q</w:t>
            </w:r>
            <w:r w:rsidRPr="00D84D67">
              <w:rPr>
                <w:b/>
                <w:szCs w:val="21"/>
                <w:vertAlign w:val="subscript"/>
              </w:rPr>
              <w:t>r</w:t>
            </w:r>
            <w:r w:rsidRPr="008157C7">
              <w:rPr>
                <w:b/>
                <w:color w:val="333333"/>
                <w:szCs w:val="21"/>
              </w:rPr>
              <w:t>(</w:t>
            </w:r>
            <w:r w:rsidRPr="008157C7">
              <w:rPr>
                <w:b/>
                <w:szCs w:val="21"/>
              </w:rPr>
              <w:t>MJ)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42E9" w14:textId="77777777" w:rsidR="008157C7" w:rsidRPr="00577B0D" w:rsidRDefault="00804685" w:rsidP="00577B0D">
            <w:pPr>
              <w:pStyle w:val="a1"/>
              <w:ind w:firstLineChars="95"/>
              <w:jc w:val="center"/>
              <w:rPr>
                <w:b/>
              </w:rPr>
            </w:pPr>
            <w:bookmarkStart w:id="45" w:name="生活热水年需求集热量"/>
            <w:r w:rsidRPr="00577B0D">
              <w:rPr>
                <w:rFonts w:hint="eastAsia"/>
                <w:b/>
              </w:rPr>
              <w:t>20376.73</w:t>
            </w:r>
            <w:bookmarkEnd w:id="45"/>
          </w:p>
        </w:tc>
      </w:tr>
    </w:tbl>
    <w:p w14:paraId="12B6FB9C" w14:textId="77777777" w:rsidR="002F5204" w:rsidRDefault="002F5204" w:rsidP="002F5204">
      <w:pPr>
        <w:pStyle w:val="20"/>
      </w:pPr>
      <w:bookmarkStart w:id="46" w:name="_Toc159087417"/>
      <w:r>
        <w:rPr>
          <w:rFonts w:hint="eastAsia"/>
        </w:rPr>
        <w:t>太阳能生活热水比例</w:t>
      </w:r>
      <w:bookmarkEnd w:id="46"/>
    </w:p>
    <w:p w14:paraId="10DF56EF" w14:textId="77777777" w:rsidR="002F5204" w:rsidRPr="00B6751C" w:rsidRDefault="002F5204" w:rsidP="002F5204">
      <w:pPr>
        <w:pStyle w:val="a1"/>
        <w:ind w:firstLine="480"/>
        <w:rPr>
          <w:sz w:val="24"/>
          <w:szCs w:val="24"/>
        </w:rPr>
      </w:pPr>
      <w:r w:rsidRPr="00EF4C24">
        <w:rPr>
          <w:rFonts w:hint="eastAsia"/>
          <w:sz w:val="24"/>
          <w:szCs w:val="24"/>
        </w:rPr>
        <w:t>根据上述</w:t>
      </w:r>
      <w:r w:rsidRPr="004C48FC">
        <w:rPr>
          <w:rFonts w:hint="eastAsia"/>
          <w:sz w:val="24"/>
          <w:szCs w:val="24"/>
        </w:rPr>
        <w:t>分</w:t>
      </w:r>
      <w:r w:rsidRPr="00F101FA">
        <w:rPr>
          <w:rFonts w:hint="eastAsia"/>
          <w:sz w:val="24"/>
          <w:szCs w:val="24"/>
        </w:rPr>
        <w:t>析，即可求得</w:t>
      </w:r>
      <w:r w:rsidR="00EF4C24" w:rsidRPr="00F101FA">
        <w:rPr>
          <w:rFonts w:hint="eastAsia"/>
          <w:sz w:val="24"/>
          <w:szCs w:val="24"/>
        </w:rPr>
        <w:t>可再生能源提供的生活用热水比例</w:t>
      </w:r>
      <w:r w:rsidR="00EF4C24" w:rsidRPr="00F101FA">
        <w:rPr>
          <w:sz w:val="24"/>
          <w:szCs w:val="24"/>
        </w:rPr>
        <w:t>R</w:t>
      </w:r>
      <w:r w:rsidR="00EF4C24" w:rsidRPr="00C94C5C">
        <w:rPr>
          <w:sz w:val="24"/>
          <w:szCs w:val="24"/>
          <w:vertAlign w:val="subscript"/>
        </w:rPr>
        <w:t>hw</w:t>
      </w:r>
      <w:r w:rsidR="007D68E5" w:rsidRPr="00F101FA">
        <w:rPr>
          <w:rFonts w:hint="eastAsia"/>
          <w:sz w:val="24"/>
          <w:szCs w:val="24"/>
        </w:rPr>
        <w:t>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2694"/>
        <w:gridCol w:w="3402"/>
      </w:tblGrid>
      <w:tr w:rsidR="007D68E5" w:rsidRPr="00F101FA" w14:paraId="64A6067C" w14:textId="77777777" w:rsidTr="00AB4B56">
        <w:tc>
          <w:tcPr>
            <w:tcW w:w="2830" w:type="dxa"/>
            <w:shd w:val="clear" w:color="auto" w:fill="EDEDED" w:themeFill="accent3" w:themeFillTint="33"/>
            <w:vAlign w:val="center"/>
          </w:tcPr>
          <w:p w14:paraId="6316B855" w14:textId="77777777" w:rsidR="007D68E5" w:rsidRPr="00F101FA" w:rsidRDefault="007D68E5" w:rsidP="00577B0D">
            <w:pPr>
              <w:pStyle w:val="a1"/>
              <w:ind w:firstLineChars="0" w:firstLine="0"/>
              <w:jc w:val="center"/>
              <w:rPr>
                <w:lang w:val="zh-CN"/>
              </w:rPr>
            </w:pPr>
            <w:r w:rsidRPr="00F101FA">
              <w:rPr>
                <w:rFonts w:hint="eastAsia"/>
                <w:lang w:val="zh-CN"/>
              </w:rPr>
              <w:t>太阳能板集热量</w:t>
            </w:r>
            <w:r w:rsidR="00F101FA" w:rsidRPr="00F101FA">
              <w:rPr>
                <w:rFonts w:hint="eastAsia"/>
                <w:lang w:val="zh-CN"/>
              </w:rPr>
              <w:t>Q</w:t>
            </w:r>
          </w:p>
        </w:tc>
        <w:tc>
          <w:tcPr>
            <w:tcW w:w="2694" w:type="dxa"/>
            <w:shd w:val="clear" w:color="auto" w:fill="EDEDED" w:themeFill="accent3" w:themeFillTint="33"/>
            <w:vAlign w:val="center"/>
          </w:tcPr>
          <w:p w14:paraId="79AA86D7" w14:textId="77777777" w:rsidR="007D68E5" w:rsidRPr="00F101FA" w:rsidRDefault="007D68E5" w:rsidP="00577B0D">
            <w:pPr>
              <w:pStyle w:val="a1"/>
              <w:ind w:firstLineChars="0" w:firstLine="0"/>
              <w:jc w:val="center"/>
              <w:rPr>
                <w:color w:val="333333"/>
                <w:vertAlign w:val="subscript"/>
              </w:rPr>
            </w:pPr>
            <w:r w:rsidRPr="00F101FA">
              <w:rPr>
                <w:rFonts w:hint="eastAsia"/>
              </w:rPr>
              <w:t>生活热水年需求集热量</w:t>
            </w:r>
            <w:r w:rsidRPr="00F101FA">
              <w:rPr>
                <w:color w:val="333333"/>
              </w:rPr>
              <w:t>Q</w:t>
            </w:r>
            <w:r w:rsidRPr="00F101FA">
              <w:rPr>
                <w:color w:val="333333"/>
                <w:vertAlign w:val="subscript"/>
              </w:rPr>
              <w:t>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14:paraId="1E03F0E0" w14:textId="77777777" w:rsidR="003E567A" w:rsidRDefault="00F101FA" w:rsidP="00CF54E2">
            <w:pPr>
              <w:pStyle w:val="a1"/>
              <w:ind w:firstLineChars="0" w:firstLine="0"/>
              <w:jc w:val="center"/>
            </w:pPr>
            <w:r w:rsidRPr="00F101FA">
              <w:rPr>
                <w:rFonts w:hint="eastAsia"/>
              </w:rPr>
              <w:t>可再生能源提供的生活用热水比例</w:t>
            </w:r>
          </w:p>
          <w:p w14:paraId="183C8424" w14:textId="77777777" w:rsidR="007D68E5" w:rsidRPr="00F101FA" w:rsidRDefault="00F101FA" w:rsidP="00CF54E2">
            <w:pPr>
              <w:pStyle w:val="a1"/>
              <w:ind w:firstLine="420"/>
              <w:jc w:val="center"/>
              <w:rPr>
                <w:lang w:val="zh-CN"/>
              </w:rPr>
            </w:pPr>
            <w:r w:rsidRPr="00F101FA">
              <w:t>R</w:t>
            </w:r>
            <w:r w:rsidRPr="00F101FA">
              <w:rPr>
                <w:vertAlign w:val="subscript"/>
              </w:rPr>
              <w:t>hw</w:t>
            </w:r>
            <w:r w:rsidRPr="00F101FA">
              <w:rPr>
                <w:rFonts w:hint="eastAsia"/>
                <w:vertAlign w:val="subscript"/>
              </w:rPr>
              <w:t>=</w:t>
            </w:r>
            <w:r w:rsidRPr="00F101FA">
              <w:t xml:space="preserve"> Q/Q</w:t>
            </w:r>
            <w:r w:rsidRPr="00F101FA">
              <w:rPr>
                <w:rFonts w:hint="eastAsia"/>
                <w:vertAlign w:val="subscript"/>
              </w:rPr>
              <w:t>r</w:t>
            </w:r>
          </w:p>
        </w:tc>
      </w:tr>
      <w:tr w:rsidR="007D68E5" w14:paraId="2ACD8BBE" w14:textId="77777777" w:rsidTr="00AB4B56">
        <w:tc>
          <w:tcPr>
            <w:tcW w:w="2830" w:type="dxa"/>
            <w:vAlign w:val="center"/>
          </w:tcPr>
          <w:p w14:paraId="50539FBC" w14:textId="77777777" w:rsidR="007D68E5" w:rsidRPr="00804685" w:rsidRDefault="007D68E5" w:rsidP="00577B0D">
            <w:pPr>
              <w:pStyle w:val="a1"/>
              <w:ind w:firstLineChars="0" w:firstLine="0"/>
              <w:jc w:val="center"/>
              <w:rPr>
                <w:sz w:val="24"/>
                <w:szCs w:val="24"/>
                <w:highlight w:val="yellow"/>
                <w:lang w:val="zh-CN"/>
              </w:rPr>
            </w:pPr>
            <w:bookmarkStart w:id="47" w:name="太阳能板集热量"/>
            <w:r>
              <w:t>0</w:t>
            </w:r>
            <w:bookmarkEnd w:id="47"/>
          </w:p>
        </w:tc>
        <w:tc>
          <w:tcPr>
            <w:tcW w:w="2694" w:type="dxa"/>
            <w:vAlign w:val="center"/>
          </w:tcPr>
          <w:p w14:paraId="3323BD39" w14:textId="77777777" w:rsidR="007D68E5" w:rsidRPr="00804685" w:rsidRDefault="007D68E5" w:rsidP="00577B0D">
            <w:pPr>
              <w:pStyle w:val="a1"/>
              <w:ind w:firstLineChars="95" w:firstLine="199"/>
              <w:jc w:val="center"/>
              <w:rPr>
                <w:szCs w:val="24"/>
                <w:highlight w:val="yellow"/>
                <w:lang w:val="zh-CN"/>
              </w:rPr>
            </w:pPr>
            <w:bookmarkStart w:id="48" w:name="生活热水年需求集热量1"/>
            <w:r>
              <w:t>20376.73</w:t>
            </w:r>
            <w:bookmarkEnd w:id="48"/>
          </w:p>
        </w:tc>
        <w:tc>
          <w:tcPr>
            <w:tcW w:w="3402" w:type="dxa"/>
            <w:vAlign w:val="center"/>
          </w:tcPr>
          <w:p w14:paraId="7D1F09F2" w14:textId="77777777" w:rsidR="007D68E5" w:rsidRPr="00577B0D" w:rsidRDefault="00B96B65" w:rsidP="00577B0D">
            <w:pPr>
              <w:pStyle w:val="a1"/>
              <w:ind w:firstLineChars="0" w:firstLine="0"/>
              <w:jc w:val="center"/>
              <w:rPr>
                <w:highlight w:val="yellow"/>
              </w:rPr>
            </w:pPr>
            <w:bookmarkStart w:id="49" w:name="可再生能源提供的生活用热水比例"/>
            <w:r w:rsidRPr="00577B0D">
              <w:rPr>
                <w:rFonts w:hint="eastAsia"/>
              </w:rPr>
              <w:t>0%</w:t>
            </w:r>
            <w:bookmarkEnd w:id="49"/>
          </w:p>
        </w:tc>
      </w:tr>
    </w:tbl>
    <w:p w14:paraId="2A76B132" w14:textId="77777777" w:rsidR="007859D0" w:rsidRDefault="00E55FF6" w:rsidP="00F42DDB">
      <w:pPr>
        <w:pStyle w:val="1"/>
        <w:ind w:left="432" w:hanging="432"/>
      </w:pPr>
      <w:bookmarkStart w:id="50" w:name="_Toc159087418"/>
      <w:r>
        <w:rPr>
          <w:rFonts w:hint="eastAsia"/>
        </w:rPr>
        <w:t>评价</w:t>
      </w:r>
      <w:r w:rsidR="00603BD9">
        <w:rPr>
          <w:rFonts w:hint="eastAsia"/>
        </w:rPr>
        <w:t>结论</w:t>
      </w:r>
      <w:bookmarkEnd w:id="50"/>
    </w:p>
    <w:p w14:paraId="26789558" w14:textId="77777777" w:rsidR="00B6751C" w:rsidRPr="00C94C5C" w:rsidRDefault="0043186F" w:rsidP="00C94C5C">
      <w:pPr>
        <w:pStyle w:val="a1"/>
        <w:ind w:firstLine="480"/>
        <w:rPr>
          <w:sz w:val="24"/>
          <w:szCs w:val="24"/>
        </w:rPr>
      </w:pPr>
      <w:r w:rsidRPr="00EF4C24">
        <w:rPr>
          <w:rFonts w:hint="eastAsia"/>
          <w:sz w:val="24"/>
          <w:szCs w:val="24"/>
        </w:rPr>
        <w:t>本项目</w:t>
      </w:r>
      <w:r w:rsidR="002C172E" w:rsidRPr="00EF4C24">
        <w:rPr>
          <w:rFonts w:hint="eastAsia"/>
          <w:sz w:val="24"/>
          <w:szCs w:val="24"/>
        </w:rPr>
        <w:t>依据</w:t>
      </w:r>
      <w:r w:rsidR="00C57160" w:rsidRPr="00EF4C24">
        <w:rPr>
          <w:sz w:val="24"/>
          <w:szCs w:val="24"/>
        </w:rPr>
        <w:t>《绿色建筑评价标准》</w:t>
      </w:r>
      <w:r w:rsidR="00C57160" w:rsidRPr="00EF4C24">
        <w:rPr>
          <w:sz w:val="24"/>
          <w:szCs w:val="24"/>
        </w:rPr>
        <w:t>GB/T 50378-201</w:t>
      </w:r>
      <w:r w:rsidR="000A34D9" w:rsidRPr="00EF4C24">
        <w:rPr>
          <w:sz w:val="24"/>
          <w:szCs w:val="24"/>
        </w:rPr>
        <w:t>9</w:t>
      </w:r>
      <w:r w:rsidR="00C57160" w:rsidRPr="00EF4C24">
        <w:rPr>
          <w:sz w:val="24"/>
          <w:szCs w:val="24"/>
        </w:rPr>
        <w:t>的</w:t>
      </w:r>
      <w:r w:rsidR="00EF4C24" w:rsidRPr="00EF4C24">
        <w:rPr>
          <w:sz w:val="24"/>
          <w:szCs w:val="24"/>
          <w:lang w:val="zh-CN"/>
        </w:rPr>
        <w:t>7</w:t>
      </w:r>
      <w:r w:rsidR="00EF4C24" w:rsidRPr="00EF4C24">
        <w:rPr>
          <w:rFonts w:hint="eastAsia"/>
          <w:sz w:val="24"/>
          <w:szCs w:val="24"/>
          <w:lang w:val="zh-CN"/>
        </w:rPr>
        <w:t>.2.9</w:t>
      </w:r>
      <w:r w:rsidR="00C57160" w:rsidRPr="00EF4C24">
        <w:rPr>
          <w:sz w:val="24"/>
          <w:szCs w:val="24"/>
        </w:rPr>
        <w:t>条</w:t>
      </w:r>
      <w:r w:rsidR="00EF4C24" w:rsidRPr="00EF4C24">
        <w:rPr>
          <w:rFonts w:hint="eastAsia"/>
          <w:sz w:val="24"/>
          <w:szCs w:val="24"/>
        </w:rPr>
        <w:t>要求对可再生能源提供的生活用热水比例</w:t>
      </w:r>
      <w:r w:rsidR="00EF4C24" w:rsidRPr="00EF4C24">
        <w:rPr>
          <w:sz w:val="24"/>
          <w:szCs w:val="24"/>
        </w:rPr>
        <w:t>R</w:t>
      </w:r>
      <w:r w:rsidR="00EF4C24" w:rsidRPr="00EF4C24">
        <w:rPr>
          <w:sz w:val="24"/>
          <w:szCs w:val="24"/>
          <w:vertAlign w:val="subscript"/>
        </w:rPr>
        <w:t>hw</w:t>
      </w:r>
      <w:r w:rsidR="00EF4C24" w:rsidRPr="00EF4C24">
        <w:rPr>
          <w:rFonts w:hint="eastAsia"/>
          <w:sz w:val="24"/>
          <w:szCs w:val="24"/>
        </w:rPr>
        <w:t>进行计算</w:t>
      </w:r>
      <w:r w:rsidR="00C94C5C">
        <w:rPr>
          <w:rFonts w:hint="eastAsia"/>
          <w:sz w:val="24"/>
          <w:szCs w:val="24"/>
        </w:rPr>
        <w:t>，项目得分情况如下：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134"/>
        <w:gridCol w:w="2698"/>
        <w:gridCol w:w="988"/>
      </w:tblGrid>
      <w:tr w:rsidR="00B6751C" w14:paraId="1E74D890" w14:textId="77777777" w:rsidTr="00C94C5C">
        <w:trPr>
          <w:trHeight w:val="818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B062410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rFonts w:hint="eastAsia"/>
                <w:szCs w:val="21"/>
              </w:rPr>
              <w:t>评价内容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5A26483" w14:textId="77777777" w:rsidR="0000623C" w:rsidRDefault="00B6751C" w:rsidP="00B6751C">
            <w:pPr>
              <w:spacing w:line="288" w:lineRule="auto"/>
              <w:rPr>
                <w:szCs w:val="21"/>
              </w:rPr>
            </w:pPr>
            <w:r w:rsidRPr="00D6062A">
              <w:rPr>
                <w:rFonts w:hint="eastAsia"/>
                <w:szCs w:val="21"/>
              </w:rPr>
              <w:t>评价</w:t>
            </w:r>
          </w:p>
          <w:p w14:paraId="31F6C23E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rFonts w:hint="eastAsia"/>
                <w:szCs w:val="21"/>
              </w:rPr>
              <w:t>分值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869764" w14:textId="77777777" w:rsidR="00B6751C" w:rsidRPr="0000623C" w:rsidRDefault="00B6751C" w:rsidP="0000623C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本项目</w:t>
            </w:r>
            <w:r w:rsidRPr="00D6062A">
              <w:rPr>
                <w:rFonts w:hint="eastAsia"/>
                <w:szCs w:val="21"/>
              </w:rPr>
              <w:t>可再生能源提供的生活用热水比例</w:t>
            </w:r>
            <w:r w:rsidRPr="00D6062A">
              <w:rPr>
                <w:szCs w:val="21"/>
              </w:rPr>
              <w:t>R</w:t>
            </w:r>
            <w:r w:rsidRPr="00D6062A">
              <w:rPr>
                <w:szCs w:val="21"/>
                <w:vertAlign w:val="subscript"/>
              </w:rPr>
              <w:t>hw</w:t>
            </w:r>
            <w:r w:rsidR="0000623C">
              <w:rPr>
                <w:rFonts w:hint="eastAsia"/>
                <w:szCs w:val="21"/>
              </w:rPr>
              <w:t>（</w:t>
            </w:r>
            <w:r w:rsidR="0000623C">
              <w:rPr>
                <w:rFonts w:hint="eastAsia"/>
                <w:szCs w:val="21"/>
              </w:rPr>
              <w:t>%</w:t>
            </w:r>
            <w:r w:rsidR="0000623C">
              <w:rPr>
                <w:rFonts w:hint="eastAsia"/>
                <w:szCs w:val="21"/>
              </w:rPr>
              <w:t>）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06AD37C" w14:textId="77777777" w:rsidR="00B6751C" w:rsidRDefault="00B6751C" w:rsidP="00B6751C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</w:p>
          <w:p w14:paraId="7D40150F" w14:textId="77777777" w:rsidR="00B6751C" w:rsidRPr="00D6062A" w:rsidRDefault="00B6751C" w:rsidP="00B6751C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</w:tr>
      <w:tr w:rsidR="00B6751C" w14:paraId="422CDAC8" w14:textId="77777777" w:rsidTr="00C94C5C">
        <w:trPr>
          <w:trHeight w:val="39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663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rFonts w:hint="eastAsia"/>
                <w:szCs w:val="21"/>
              </w:rPr>
              <w:t>由可再生能源提供的生活用热水比例</w:t>
            </w:r>
            <w:r w:rsidRPr="00D6062A">
              <w:rPr>
                <w:szCs w:val="21"/>
              </w:rPr>
              <w:t>R</w:t>
            </w:r>
            <w:r w:rsidRPr="00D6062A">
              <w:rPr>
                <w:szCs w:val="21"/>
                <w:vertAlign w:val="subscript"/>
              </w:rPr>
              <w:t>hw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6EAC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20%≤R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rFonts w:hint="eastAsia"/>
                <w:szCs w:val="21"/>
              </w:rPr>
              <w:t>＜</w:t>
            </w:r>
            <w:r w:rsidRPr="00D6062A">
              <w:rPr>
                <w:szCs w:val="21"/>
              </w:rPr>
              <w:t>35%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AADB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2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45C63" w14:textId="77777777" w:rsidR="00B6751C" w:rsidRPr="00804685" w:rsidRDefault="00B6751C" w:rsidP="00A2393E">
            <w:pPr>
              <w:pStyle w:val="a1"/>
              <w:ind w:firstLineChars="0" w:firstLine="0"/>
              <w:jc w:val="center"/>
              <w:rPr>
                <w:highlight w:val="yellow"/>
                <w:lang w:val="zh-CN"/>
              </w:rPr>
            </w:pPr>
            <w:bookmarkStart w:id="51" w:name="可再生能源提供的生活用热水比例1"/>
            <w:r>
              <w:t>0%</w:t>
            </w:r>
            <w:bookmarkEnd w:id="51"/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893115" w14:textId="77777777" w:rsidR="00B6751C" w:rsidRPr="00804685" w:rsidRDefault="00B6751C" w:rsidP="00A2393E">
            <w:pPr>
              <w:pStyle w:val="a1"/>
              <w:ind w:firstLineChars="0" w:firstLine="0"/>
              <w:jc w:val="center"/>
              <w:rPr>
                <w:highlight w:val="yellow"/>
                <w:lang w:val="zh-CN"/>
              </w:rPr>
            </w:pPr>
            <w:bookmarkStart w:id="52" w:name="生活热水评价得分"/>
            <w:r>
              <w:t>0</w:t>
            </w:r>
            <w:bookmarkEnd w:id="52"/>
          </w:p>
        </w:tc>
      </w:tr>
      <w:tr w:rsidR="00B6751C" w14:paraId="47F46347" w14:textId="77777777" w:rsidTr="00C94C5C">
        <w:trPr>
          <w:trHeight w:val="285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1F0B7" w14:textId="77777777" w:rsidR="00B6751C" w:rsidRPr="00D6062A" w:rsidRDefault="00B6751C" w:rsidP="00B6751C">
            <w:pPr>
              <w:rPr>
                <w:rFonts w:eastAsiaTheme="minorEastAsia"/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6FF4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35%≤R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rFonts w:hint="eastAsia"/>
                <w:szCs w:val="21"/>
              </w:rPr>
              <w:t>＜</w:t>
            </w:r>
            <w:r w:rsidRPr="00D6062A">
              <w:rPr>
                <w:szCs w:val="21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A475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4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4D48D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1AF9F8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</w:tr>
      <w:tr w:rsidR="00B6751C" w14:paraId="2AB31AF3" w14:textId="77777777" w:rsidTr="00C94C5C">
        <w:trPr>
          <w:trHeight w:val="319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17FE0" w14:textId="77777777" w:rsidR="00B6751C" w:rsidRPr="00D6062A" w:rsidRDefault="00B6751C" w:rsidP="00B6751C">
            <w:pPr>
              <w:rPr>
                <w:rFonts w:eastAsiaTheme="minorEastAsia"/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6920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50%≤R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rFonts w:hint="eastAsia"/>
                <w:szCs w:val="21"/>
              </w:rPr>
              <w:t>＜</w:t>
            </w:r>
            <w:r w:rsidRPr="00D6062A">
              <w:rPr>
                <w:szCs w:val="21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C5AB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6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0112E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7FE64F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</w:tr>
      <w:tr w:rsidR="00B6751C" w14:paraId="7E9C243E" w14:textId="77777777" w:rsidTr="00C94C5C">
        <w:trPr>
          <w:trHeight w:val="211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A33C" w14:textId="77777777" w:rsidR="00B6751C" w:rsidRPr="00D6062A" w:rsidRDefault="00B6751C" w:rsidP="00B6751C">
            <w:pPr>
              <w:rPr>
                <w:rFonts w:eastAsiaTheme="minorEastAsia"/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0F28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65%≤R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rFonts w:hint="eastAsia"/>
                <w:szCs w:val="21"/>
              </w:rPr>
              <w:t>＜</w:t>
            </w:r>
            <w:r w:rsidRPr="00D6062A">
              <w:rPr>
                <w:szCs w:val="21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73FC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8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4472A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AEE13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</w:tr>
      <w:tr w:rsidR="00B6751C" w14:paraId="31480846" w14:textId="77777777" w:rsidTr="00C94C5C">
        <w:trPr>
          <w:trHeight w:val="117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5A74" w14:textId="77777777" w:rsidR="00B6751C" w:rsidRPr="00D6062A" w:rsidRDefault="00B6751C" w:rsidP="00B6751C">
            <w:pPr>
              <w:rPr>
                <w:rFonts w:eastAsiaTheme="minorEastAsia"/>
                <w:b/>
                <w:bCs/>
                <w:kern w:val="2"/>
                <w:szCs w:val="21"/>
                <w:lang w:val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FEC3" w14:textId="77777777" w:rsidR="00B6751C" w:rsidRPr="00D6062A" w:rsidRDefault="00B6751C" w:rsidP="00B6751C">
            <w:pPr>
              <w:spacing w:line="288" w:lineRule="auto"/>
              <w:rPr>
                <w:b/>
                <w:bCs/>
                <w:szCs w:val="21"/>
                <w:lang w:val="zh-CN"/>
              </w:rPr>
            </w:pPr>
            <w:r w:rsidRPr="00D6062A">
              <w:rPr>
                <w:szCs w:val="21"/>
              </w:rPr>
              <w:t>R</w:t>
            </w:r>
            <w:r w:rsidRPr="00D6062A">
              <w:rPr>
                <w:szCs w:val="21"/>
                <w:vertAlign w:val="subscript"/>
              </w:rPr>
              <w:t>hw</w:t>
            </w:r>
            <w:r w:rsidRPr="00D6062A">
              <w:rPr>
                <w:szCs w:val="21"/>
              </w:rPr>
              <w:t>≥80%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6AE4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  <w:r w:rsidRPr="00D6062A">
              <w:rPr>
                <w:bCs/>
                <w:szCs w:val="21"/>
                <w:lang w:val="zh-CN"/>
              </w:rPr>
              <w:t>10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5D74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26EC" w14:textId="77777777" w:rsidR="00B6751C" w:rsidRPr="00D6062A" w:rsidRDefault="00B6751C" w:rsidP="00B6751C">
            <w:pPr>
              <w:spacing w:line="288" w:lineRule="auto"/>
              <w:rPr>
                <w:bCs/>
                <w:szCs w:val="21"/>
                <w:lang w:val="zh-CN"/>
              </w:rPr>
            </w:pPr>
          </w:p>
        </w:tc>
      </w:tr>
    </w:tbl>
    <w:p w14:paraId="3372256B" w14:textId="77777777" w:rsidR="00B6751C" w:rsidRPr="00EF4C24" w:rsidRDefault="00B6751C" w:rsidP="006C6D88">
      <w:pPr>
        <w:pStyle w:val="a1"/>
        <w:ind w:firstLineChars="0" w:firstLine="0"/>
      </w:pPr>
    </w:p>
    <w:sectPr w:rsidR="00B6751C" w:rsidRPr="00EF4C24" w:rsidSect="00DC60F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CDAA8" w14:textId="77777777" w:rsidR="00DC60F7" w:rsidRDefault="00DC60F7" w:rsidP="00203A7D">
      <w:r>
        <w:separator/>
      </w:r>
    </w:p>
  </w:endnote>
  <w:endnote w:type="continuationSeparator" w:id="0">
    <w:p w14:paraId="12F81754" w14:textId="77777777" w:rsidR="00DC60F7" w:rsidRDefault="00DC60F7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FC93A" w14:textId="77777777" w:rsidR="001048F0" w:rsidRDefault="00000000" w:rsidP="00093D81">
    <w:pPr>
      <w:pStyle w:val="a7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1048F0" w:rsidRPr="00604DDF">
        <w:rPr>
          <w:rStyle w:val="a9"/>
          <w:color w:val="auto"/>
          <w:u w:val="none"/>
        </w:rPr>
        <w:t>http://www.gbsware.cn/</w:t>
      </w:r>
    </w:hyperlink>
    <w:r w:rsidR="001048F0">
      <w:tab/>
    </w:r>
    <w:r w:rsidR="001048F0">
      <w:fldChar w:fldCharType="begin"/>
    </w:r>
    <w:r w:rsidR="001048F0">
      <w:instrText xml:space="preserve"> PAGE  \* Arabic  \* MERGEFORMAT </w:instrText>
    </w:r>
    <w:r w:rsidR="001048F0">
      <w:fldChar w:fldCharType="separate"/>
    </w:r>
    <w:r w:rsidR="00E413C3">
      <w:rPr>
        <w:noProof/>
      </w:rPr>
      <w:t>6</w:t>
    </w:r>
    <w:r w:rsidR="001048F0">
      <w:fldChar w:fldCharType="end"/>
    </w:r>
    <w:r w:rsidR="001048F0" w:rsidRPr="00FE6907">
      <w:rPr>
        <w:b/>
      </w:rPr>
      <w:t>/</w:t>
    </w:r>
    <w:fldSimple w:instr=" NUMPAGES  \* Arabic  \* MERGEFORMAT ">
      <w:r w:rsidR="00E413C3">
        <w:rPr>
          <w:noProof/>
        </w:rPr>
        <w:t>6</w:t>
      </w:r>
    </w:fldSimple>
    <w:r w:rsidR="001048F0">
      <w:tab/>
      <w:t>Sun</w:t>
    </w:r>
    <w:r w:rsidR="001048F0">
      <w:t>日照分析</w:t>
    </w:r>
  </w:p>
  <w:p w14:paraId="56C780D9" w14:textId="77777777" w:rsidR="001048F0" w:rsidRDefault="001048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AFA3A" w14:textId="77777777" w:rsidR="00DC60F7" w:rsidRDefault="00DC60F7" w:rsidP="00203A7D">
      <w:r>
        <w:separator/>
      </w:r>
    </w:p>
  </w:footnote>
  <w:footnote w:type="continuationSeparator" w:id="0">
    <w:p w14:paraId="1DAE39F7" w14:textId="77777777" w:rsidR="00DC60F7" w:rsidRDefault="00DC60F7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3134B" w14:textId="77777777" w:rsidR="001048F0" w:rsidRDefault="001048F0" w:rsidP="00093D81">
    <w:pPr>
      <w:pStyle w:val="a5"/>
      <w:pBdr>
        <w:bottom w:val="single" w:sz="6" w:space="2" w:color="auto"/>
      </w:pBdr>
      <w:jc w:val="left"/>
    </w:pPr>
    <w:r>
      <w:rPr>
        <w:noProof/>
        <w:lang w:val="en-US"/>
      </w:rPr>
      <w:drawing>
        <wp:inline distT="0" distB="0" distL="0" distR="0" wp14:anchorId="62A11A65" wp14:editId="597E71C0">
          <wp:extent cx="971550" cy="25717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</w:t>
    </w: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16C47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" w15:restartNumberingAfterBreak="0">
    <w:nsid w:val="FFFFFF88"/>
    <w:multiLevelType w:val="singleLevel"/>
    <w:tmpl w:val="58482C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0C0B17"/>
    <w:multiLevelType w:val="multilevel"/>
    <w:tmpl w:val="289C5B6C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7C87989"/>
    <w:multiLevelType w:val="hybridMultilevel"/>
    <w:tmpl w:val="F0A22C6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005048"/>
    <w:multiLevelType w:val="hybridMultilevel"/>
    <w:tmpl w:val="FB904F2A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6" w15:restartNumberingAfterBreak="0">
    <w:nsid w:val="4634077A"/>
    <w:multiLevelType w:val="hybridMultilevel"/>
    <w:tmpl w:val="02A23D08"/>
    <w:lvl w:ilvl="0" w:tplc="7316A74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5766652">
    <w:abstractNumId w:val="2"/>
  </w:num>
  <w:num w:numId="2" w16cid:durableId="603028178">
    <w:abstractNumId w:val="3"/>
  </w:num>
  <w:num w:numId="3" w16cid:durableId="11224804">
    <w:abstractNumId w:val="1"/>
  </w:num>
  <w:num w:numId="4" w16cid:durableId="1412463597">
    <w:abstractNumId w:val="0"/>
  </w:num>
  <w:num w:numId="5" w16cid:durableId="877358583">
    <w:abstractNumId w:val="5"/>
  </w:num>
  <w:num w:numId="6" w16cid:durableId="1716006850">
    <w:abstractNumId w:val="2"/>
  </w:num>
  <w:num w:numId="7" w16cid:durableId="87511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624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99243229">
    <w:abstractNumId w:val="2"/>
  </w:num>
  <w:num w:numId="10" w16cid:durableId="1342855144">
    <w:abstractNumId w:val="4"/>
  </w:num>
  <w:num w:numId="11" w16cid:durableId="1790322753">
    <w:abstractNumId w:val="2"/>
  </w:num>
  <w:num w:numId="12" w16cid:durableId="1392343507">
    <w:abstractNumId w:val="2"/>
  </w:num>
  <w:num w:numId="13" w16cid:durableId="122047729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B77"/>
    <w:rsid w:val="0000623C"/>
    <w:rsid w:val="00013E99"/>
    <w:rsid w:val="000170F4"/>
    <w:rsid w:val="00022F54"/>
    <w:rsid w:val="00022FE4"/>
    <w:rsid w:val="0003015C"/>
    <w:rsid w:val="0003339E"/>
    <w:rsid w:val="00035337"/>
    <w:rsid w:val="00037A4C"/>
    <w:rsid w:val="00040D6F"/>
    <w:rsid w:val="000431C3"/>
    <w:rsid w:val="00045796"/>
    <w:rsid w:val="00047BEF"/>
    <w:rsid w:val="00047D27"/>
    <w:rsid w:val="00050D79"/>
    <w:rsid w:val="000548DD"/>
    <w:rsid w:val="00055614"/>
    <w:rsid w:val="00056654"/>
    <w:rsid w:val="00060BD8"/>
    <w:rsid w:val="000631B3"/>
    <w:rsid w:val="00064D41"/>
    <w:rsid w:val="0006507C"/>
    <w:rsid w:val="0006695B"/>
    <w:rsid w:val="00070454"/>
    <w:rsid w:val="00071C33"/>
    <w:rsid w:val="000725A9"/>
    <w:rsid w:val="000739BB"/>
    <w:rsid w:val="00073D32"/>
    <w:rsid w:val="00073E94"/>
    <w:rsid w:val="00074E73"/>
    <w:rsid w:val="00075C7F"/>
    <w:rsid w:val="00075CB5"/>
    <w:rsid w:val="0007642D"/>
    <w:rsid w:val="000805DC"/>
    <w:rsid w:val="00083475"/>
    <w:rsid w:val="00083664"/>
    <w:rsid w:val="00083FC5"/>
    <w:rsid w:val="000875FC"/>
    <w:rsid w:val="00090C82"/>
    <w:rsid w:val="000926EC"/>
    <w:rsid w:val="00093D81"/>
    <w:rsid w:val="00094B16"/>
    <w:rsid w:val="0009672C"/>
    <w:rsid w:val="0009700A"/>
    <w:rsid w:val="000A34D9"/>
    <w:rsid w:val="000A6EC1"/>
    <w:rsid w:val="000A6F76"/>
    <w:rsid w:val="000A7482"/>
    <w:rsid w:val="000B2B33"/>
    <w:rsid w:val="000B4F72"/>
    <w:rsid w:val="000B51D1"/>
    <w:rsid w:val="000B7505"/>
    <w:rsid w:val="000B762E"/>
    <w:rsid w:val="000C09A6"/>
    <w:rsid w:val="000C2578"/>
    <w:rsid w:val="000C4925"/>
    <w:rsid w:val="000C731C"/>
    <w:rsid w:val="000C735A"/>
    <w:rsid w:val="000D0ED5"/>
    <w:rsid w:val="000D17C2"/>
    <w:rsid w:val="000D1936"/>
    <w:rsid w:val="000D407B"/>
    <w:rsid w:val="000D722D"/>
    <w:rsid w:val="000E1A20"/>
    <w:rsid w:val="000E2CD7"/>
    <w:rsid w:val="000E3005"/>
    <w:rsid w:val="000F14EC"/>
    <w:rsid w:val="000F1573"/>
    <w:rsid w:val="000F3A5E"/>
    <w:rsid w:val="000F48FD"/>
    <w:rsid w:val="000F7EF2"/>
    <w:rsid w:val="000F7FEF"/>
    <w:rsid w:val="00101764"/>
    <w:rsid w:val="0010266A"/>
    <w:rsid w:val="00103200"/>
    <w:rsid w:val="001037D7"/>
    <w:rsid w:val="001048F0"/>
    <w:rsid w:val="00105DF2"/>
    <w:rsid w:val="001104AC"/>
    <w:rsid w:val="00110A51"/>
    <w:rsid w:val="00111340"/>
    <w:rsid w:val="00112680"/>
    <w:rsid w:val="001141E2"/>
    <w:rsid w:val="001146C5"/>
    <w:rsid w:val="00116760"/>
    <w:rsid w:val="00116D30"/>
    <w:rsid w:val="00117919"/>
    <w:rsid w:val="00122AE1"/>
    <w:rsid w:val="0013152E"/>
    <w:rsid w:val="0013157A"/>
    <w:rsid w:val="00132AD6"/>
    <w:rsid w:val="00135FDD"/>
    <w:rsid w:val="00136510"/>
    <w:rsid w:val="00141170"/>
    <w:rsid w:val="00143C6D"/>
    <w:rsid w:val="0014555D"/>
    <w:rsid w:val="00145FA8"/>
    <w:rsid w:val="001463F5"/>
    <w:rsid w:val="0014721D"/>
    <w:rsid w:val="0014776A"/>
    <w:rsid w:val="00150077"/>
    <w:rsid w:val="001511F2"/>
    <w:rsid w:val="00152AD1"/>
    <w:rsid w:val="00153ECB"/>
    <w:rsid w:val="001549CD"/>
    <w:rsid w:val="00160329"/>
    <w:rsid w:val="00164858"/>
    <w:rsid w:val="00167584"/>
    <w:rsid w:val="00170E95"/>
    <w:rsid w:val="00171250"/>
    <w:rsid w:val="0017134B"/>
    <w:rsid w:val="00176AB5"/>
    <w:rsid w:val="00180509"/>
    <w:rsid w:val="00180537"/>
    <w:rsid w:val="001811B7"/>
    <w:rsid w:val="00182BC7"/>
    <w:rsid w:val="001839B1"/>
    <w:rsid w:val="00191705"/>
    <w:rsid w:val="0019340E"/>
    <w:rsid w:val="00195963"/>
    <w:rsid w:val="001A0811"/>
    <w:rsid w:val="001A192D"/>
    <w:rsid w:val="001A213A"/>
    <w:rsid w:val="001A3588"/>
    <w:rsid w:val="001A3A15"/>
    <w:rsid w:val="001A4ACE"/>
    <w:rsid w:val="001A555E"/>
    <w:rsid w:val="001B08FF"/>
    <w:rsid w:val="001B5DB8"/>
    <w:rsid w:val="001B6E89"/>
    <w:rsid w:val="001C180C"/>
    <w:rsid w:val="001C1A1D"/>
    <w:rsid w:val="001C3C38"/>
    <w:rsid w:val="001C7D6A"/>
    <w:rsid w:val="001D2461"/>
    <w:rsid w:val="001D463E"/>
    <w:rsid w:val="001D7C6B"/>
    <w:rsid w:val="001E049F"/>
    <w:rsid w:val="001E157B"/>
    <w:rsid w:val="001E2B77"/>
    <w:rsid w:val="001E32B4"/>
    <w:rsid w:val="001F12C2"/>
    <w:rsid w:val="001F406F"/>
    <w:rsid w:val="00201BD9"/>
    <w:rsid w:val="00202A21"/>
    <w:rsid w:val="002038AE"/>
    <w:rsid w:val="00203A7D"/>
    <w:rsid w:val="00204D80"/>
    <w:rsid w:val="00204DCA"/>
    <w:rsid w:val="00205BD3"/>
    <w:rsid w:val="002126D4"/>
    <w:rsid w:val="00212A34"/>
    <w:rsid w:val="0021391C"/>
    <w:rsid w:val="00217DB3"/>
    <w:rsid w:val="0022062D"/>
    <w:rsid w:val="002229C1"/>
    <w:rsid w:val="002236B3"/>
    <w:rsid w:val="00224948"/>
    <w:rsid w:val="002273F3"/>
    <w:rsid w:val="002312B9"/>
    <w:rsid w:val="00232B5E"/>
    <w:rsid w:val="002336B5"/>
    <w:rsid w:val="0023532D"/>
    <w:rsid w:val="00241D4E"/>
    <w:rsid w:val="00244792"/>
    <w:rsid w:val="002465C9"/>
    <w:rsid w:val="0025362B"/>
    <w:rsid w:val="00254812"/>
    <w:rsid w:val="002555B8"/>
    <w:rsid w:val="00257501"/>
    <w:rsid w:val="002608C3"/>
    <w:rsid w:val="00263AD7"/>
    <w:rsid w:val="00266C91"/>
    <w:rsid w:val="0027073D"/>
    <w:rsid w:val="00270781"/>
    <w:rsid w:val="0027523A"/>
    <w:rsid w:val="0027556A"/>
    <w:rsid w:val="00275990"/>
    <w:rsid w:val="00283BF0"/>
    <w:rsid w:val="0028407E"/>
    <w:rsid w:val="002851FD"/>
    <w:rsid w:val="00286C79"/>
    <w:rsid w:val="002933AC"/>
    <w:rsid w:val="00294F67"/>
    <w:rsid w:val="00294F7E"/>
    <w:rsid w:val="002A2F2E"/>
    <w:rsid w:val="002A7369"/>
    <w:rsid w:val="002A79FB"/>
    <w:rsid w:val="002B1937"/>
    <w:rsid w:val="002B2590"/>
    <w:rsid w:val="002B5DD0"/>
    <w:rsid w:val="002B6033"/>
    <w:rsid w:val="002B7899"/>
    <w:rsid w:val="002C161B"/>
    <w:rsid w:val="002C172E"/>
    <w:rsid w:val="002C17A2"/>
    <w:rsid w:val="002C2F77"/>
    <w:rsid w:val="002C3D85"/>
    <w:rsid w:val="002C62E3"/>
    <w:rsid w:val="002D2BBC"/>
    <w:rsid w:val="002E5393"/>
    <w:rsid w:val="002E574B"/>
    <w:rsid w:val="002E5A01"/>
    <w:rsid w:val="002E7C19"/>
    <w:rsid w:val="002F2A1B"/>
    <w:rsid w:val="002F5204"/>
    <w:rsid w:val="002F6AEA"/>
    <w:rsid w:val="002F788F"/>
    <w:rsid w:val="00300223"/>
    <w:rsid w:val="0030437C"/>
    <w:rsid w:val="003068F1"/>
    <w:rsid w:val="003113F4"/>
    <w:rsid w:val="003121F7"/>
    <w:rsid w:val="003123FB"/>
    <w:rsid w:val="00312B73"/>
    <w:rsid w:val="00314D29"/>
    <w:rsid w:val="00317C52"/>
    <w:rsid w:val="0032366D"/>
    <w:rsid w:val="00325258"/>
    <w:rsid w:val="003258CF"/>
    <w:rsid w:val="00326E0C"/>
    <w:rsid w:val="00327F14"/>
    <w:rsid w:val="00330BA7"/>
    <w:rsid w:val="0033176E"/>
    <w:rsid w:val="00332086"/>
    <w:rsid w:val="0033683A"/>
    <w:rsid w:val="00340EEC"/>
    <w:rsid w:val="0034266A"/>
    <w:rsid w:val="00350752"/>
    <w:rsid w:val="00352DDB"/>
    <w:rsid w:val="003537C0"/>
    <w:rsid w:val="0035421F"/>
    <w:rsid w:val="00355840"/>
    <w:rsid w:val="00356224"/>
    <w:rsid w:val="00356526"/>
    <w:rsid w:val="003569A9"/>
    <w:rsid w:val="0036330B"/>
    <w:rsid w:val="003642AC"/>
    <w:rsid w:val="00370E69"/>
    <w:rsid w:val="00370EA4"/>
    <w:rsid w:val="00380921"/>
    <w:rsid w:val="00380AAF"/>
    <w:rsid w:val="00390296"/>
    <w:rsid w:val="00391613"/>
    <w:rsid w:val="00393106"/>
    <w:rsid w:val="003964EA"/>
    <w:rsid w:val="003979FD"/>
    <w:rsid w:val="003A2B52"/>
    <w:rsid w:val="003A2CE1"/>
    <w:rsid w:val="003A3E76"/>
    <w:rsid w:val="003A5353"/>
    <w:rsid w:val="003B1212"/>
    <w:rsid w:val="003B1331"/>
    <w:rsid w:val="003B7183"/>
    <w:rsid w:val="003C056D"/>
    <w:rsid w:val="003C28C1"/>
    <w:rsid w:val="003C4EA8"/>
    <w:rsid w:val="003C5FD5"/>
    <w:rsid w:val="003C61FC"/>
    <w:rsid w:val="003D0076"/>
    <w:rsid w:val="003D09A8"/>
    <w:rsid w:val="003D11B4"/>
    <w:rsid w:val="003D1FC7"/>
    <w:rsid w:val="003D29D9"/>
    <w:rsid w:val="003D2AA8"/>
    <w:rsid w:val="003D5C64"/>
    <w:rsid w:val="003D625C"/>
    <w:rsid w:val="003E1B5F"/>
    <w:rsid w:val="003E2289"/>
    <w:rsid w:val="003E2CED"/>
    <w:rsid w:val="003E5087"/>
    <w:rsid w:val="003E567A"/>
    <w:rsid w:val="003F27D2"/>
    <w:rsid w:val="003F60B9"/>
    <w:rsid w:val="003F66A9"/>
    <w:rsid w:val="00400053"/>
    <w:rsid w:val="004024C8"/>
    <w:rsid w:val="004026C2"/>
    <w:rsid w:val="0040698B"/>
    <w:rsid w:val="00406B01"/>
    <w:rsid w:val="0041055A"/>
    <w:rsid w:val="00412A95"/>
    <w:rsid w:val="00413082"/>
    <w:rsid w:val="004131D7"/>
    <w:rsid w:val="004140D8"/>
    <w:rsid w:val="00417669"/>
    <w:rsid w:val="00417F29"/>
    <w:rsid w:val="00420487"/>
    <w:rsid w:val="00420DBF"/>
    <w:rsid w:val="004217EB"/>
    <w:rsid w:val="0042654D"/>
    <w:rsid w:val="00426C2B"/>
    <w:rsid w:val="0043026A"/>
    <w:rsid w:val="004302DD"/>
    <w:rsid w:val="00430DCC"/>
    <w:rsid w:val="004315D3"/>
    <w:rsid w:val="0043186F"/>
    <w:rsid w:val="00431AD1"/>
    <w:rsid w:val="00431EE0"/>
    <w:rsid w:val="00432639"/>
    <w:rsid w:val="00433D62"/>
    <w:rsid w:val="00435576"/>
    <w:rsid w:val="00436C7E"/>
    <w:rsid w:val="0044029A"/>
    <w:rsid w:val="00442F22"/>
    <w:rsid w:val="0044319F"/>
    <w:rsid w:val="00443779"/>
    <w:rsid w:val="00443A24"/>
    <w:rsid w:val="00444C49"/>
    <w:rsid w:val="00454BDB"/>
    <w:rsid w:val="00455D17"/>
    <w:rsid w:val="00460141"/>
    <w:rsid w:val="0046741E"/>
    <w:rsid w:val="004732C6"/>
    <w:rsid w:val="00473C5D"/>
    <w:rsid w:val="00473E71"/>
    <w:rsid w:val="0047512A"/>
    <w:rsid w:val="004839C8"/>
    <w:rsid w:val="00486B69"/>
    <w:rsid w:val="00486F6E"/>
    <w:rsid w:val="004A008B"/>
    <w:rsid w:val="004A39D3"/>
    <w:rsid w:val="004A52A0"/>
    <w:rsid w:val="004A5301"/>
    <w:rsid w:val="004C236B"/>
    <w:rsid w:val="004C43C5"/>
    <w:rsid w:val="004C48FC"/>
    <w:rsid w:val="004C6512"/>
    <w:rsid w:val="004D230F"/>
    <w:rsid w:val="004D239D"/>
    <w:rsid w:val="004D449D"/>
    <w:rsid w:val="004D4831"/>
    <w:rsid w:val="004D7655"/>
    <w:rsid w:val="004E1FAD"/>
    <w:rsid w:val="004E271C"/>
    <w:rsid w:val="004E5DEA"/>
    <w:rsid w:val="004E6D05"/>
    <w:rsid w:val="004F0B9C"/>
    <w:rsid w:val="004F181A"/>
    <w:rsid w:val="004F2B43"/>
    <w:rsid w:val="00502AB7"/>
    <w:rsid w:val="005046EE"/>
    <w:rsid w:val="00504F54"/>
    <w:rsid w:val="005051EB"/>
    <w:rsid w:val="00506FA3"/>
    <w:rsid w:val="00507065"/>
    <w:rsid w:val="0051509A"/>
    <w:rsid w:val="0051542F"/>
    <w:rsid w:val="0051646C"/>
    <w:rsid w:val="005215FB"/>
    <w:rsid w:val="00521623"/>
    <w:rsid w:val="005220CD"/>
    <w:rsid w:val="00524CA6"/>
    <w:rsid w:val="005270B5"/>
    <w:rsid w:val="0052784E"/>
    <w:rsid w:val="00531BC0"/>
    <w:rsid w:val="00540B17"/>
    <w:rsid w:val="0054304B"/>
    <w:rsid w:val="005430C1"/>
    <w:rsid w:val="00543726"/>
    <w:rsid w:val="005449BD"/>
    <w:rsid w:val="00547052"/>
    <w:rsid w:val="005504B7"/>
    <w:rsid w:val="005530CE"/>
    <w:rsid w:val="0055385A"/>
    <w:rsid w:val="00553946"/>
    <w:rsid w:val="00555634"/>
    <w:rsid w:val="00555EF2"/>
    <w:rsid w:val="00556D80"/>
    <w:rsid w:val="00560CD5"/>
    <w:rsid w:val="00562B4A"/>
    <w:rsid w:val="0056509F"/>
    <w:rsid w:val="005664A5"/>
    <w:rsid w:val="00567DFC"/>
    <w:rsid w:val="00570A92"/>
    <w:rsid w:val="0057139B"/>
    <w:rsid w:val="0057293E"/>
    <w:rsid w:val="00573A99"/>
    <w:rsid w:val="005755BA"/>
    <w:rsid w:val="00577B0D"/>
    <w:rsid w:val="00580675"/>
    <w:rsid w:val="00580CDE"/>
    <w:rsid w:val="005844A2"/>
    <w:rsid w:val="005849E9"/>
    <w:rsid w:val="00591D7B"/>
    <w:rsid w:val="005927FC"/>
    <w:rsid w:val="00594914"/>
    <w:rsid w:val="00595E32"/>
    <w:rsid w:val="00596B0D"/>
    <w:rsid w:val="005A0064"/>
    <w:rsid w:val="005A606A"/>
    <w:rsid w:val="005B0295"/>
    <w:rsid w:val="005B2863"/>
    <w:rsid w:val="005B290E"/>
    <w:rsid w:val="005B29C6"/>
    <w:rsid w:val="005B370C"/>
    <w:rsid w:val="005B3EDF"/>
    <w:rsid w:val="005B7DCD"/>
    <w:rsid w:val="005C1293"/>
    <w:rsid w:val="005C1301"/>
    <w:rsid w:val="005C5E53"/>
    <w:rsid w:val="005D14F5"/>
    <w:rsid w:val="005D54B2"/>
    <w:rsid w:val="005D6617"/>
    <w:rsid w:val="005E3966"/>
    <w:rsid w:val="005E41AB"/>
    <w:rsid w:val="005E4A1B"/>
    <w:rsid w:val="005E5442"/>
    <w:rsid w:val="005E5D67"/>
    <w:rsid w:val="005E5DA4"/>
    <w:rsid w:val="005E6722"/>
    <w:rsid w:val="005E6DB2"/>
    <w:rsid w:val="005E76D6"/>
    <w:rsid w:val="005E788C"/>
    <w:rsid w:val="005F183E"/>
    <w:rsid w:val="005F5BA5"/>
    <w:rsid w:val="005F76EF"/>
    <w:rsid w:val="00603BD9"/>
    <w:rsid w:val="00604DDF"/>
    <w:rsid w:val="0061137B"/>
    <w:rsid w:val="00611A83"/>
    <w:rsid w:val="006142C8"/>
    <w:rsid w:val="0061684A"/>
    <w:rsid w:val="00616D08"/>
    <w:rsid w:val="00617087"/>
    <w:rsid w:val="006170E1"/>
    <w:rsid w:val="0062034E"/>
    <w:rsid w:val="0062232E"/>
    <w:rsid w:val="006240DC"/>
    <w:rsid w:val="00624BCF"/>
    <w:rsid w:val="006250A6"/>
    <w:rsid w:val="00641AF2"/>
    <w:rsid w:val="00642BC8"/>
    <w:rsid w:val="00644B99"/>
    <w:rsid w:val="00650F1D"/>
    <w:rsid w:val="006522E4"/>
    <w:rsid w:val="00652934"/>
    <w:rsid w:val="00653017"/>
    <w:rsid w:val="006544F4"/>
    <w:rsid w:val="00662B5E"/>
    <w:rsid w:val="00665E03"/>
    <w:rsid w:val="006677F4"/>
    <w:rsid w:val="00670B60"/>
    <w:rsid w:val="00671FB4"/>
    <w:rsid w:val="00675E85"/>
    <w:rsid w:val="00676BC4"/>
    <w:rsid w:val="00681C5E"/>
    <w:rsid w:val="0068497A"/>
    <w:rsid w:val="0068529A"/>
    <w:rsid w:val="00691729"/>
    <w:rsid w:val="0069401D"/>
    <w:rsid w:val="00694FCA"/>
    <w:rsid w:val="0069600F"/>
    <w:rsid w:val="00696156"/>
    <w:rsid w:val="006A23D1"/>
    <w:rsid w:val="006A2656"/>
    <w:rsid w:val="006B275A"/>
    <w:rsid w:val="006B628D"/>
    <w:rsid w:val="006C2054"/>
    <w:rsid w:val="006C31C0"/>
    <w:rsid w:val="006C4730"/>
    <w:rsid w:val="006C6D88"/>
    <w:rsid w:val="006D01A7"/>
    <w:rsid w:val="006D0532"/>
    <w:rsid w:val="006D7C59"/>
    <w:rsid w:val="006E0462"/>
    <w:rsid w:val="006E2DB9"/>
    <w:rsid w:val="006E380C"/>
    <w:rsid w:val="006E4654"/>
    <w:rsid w:val="006E5937"/>
    <w:rsid w:val="006F0DC3"/>
    <w:rsid w:val="006F1E82"/>
    <w:rsid w:val="006F480A"/>
    <w:rsid w:val="006F68DA"/>
    <w:rsid w:val="006F6958"/>
    <w:rsid w:val="006F6BD6"/>
    <w:rsid w:val="006F7825"/>
    <w:rsid w:val="0070016E"/>
    <w:rsid w:val="00700961"/>
    <w:rsid w:val="00701DDE"/>
    <w:rsid w:val="00704059"/>
    <w:rsid w:val="00720044"/>
    <w:rsid w:val="00720CD9"/>
    <w:rsid w:val="00721F69"/>
    <w:rsid w:val="00722CF6"/>
    <w:rsid w:val="00723F60"/>
    <w:rsid w:val="007250A6"/>
    <w:rsid w:val="00730B95"/>
    <w:rsid w:val="00731CB0"/>
    <w:rsid w:val="0074146D"/>
    <w:rsid w:val="0074389B"/>
    <w:rsid w:val="00747135"/>
    <w:rsid w:val="0075470D"/>
    <w:rsid w:val="00760461"/>
    <w:rsid w:val="0076205C"/>
    <w:rsid w:val="00781566"/>
    <w:rsid w:val="0078389D"/>
    <w:rsid w:val="00784B44"/>
    <w:rsid w:val="007859D0"/>
    <w:rsid w:val="00787947"/>
    <w:rsid w:val="0079372E"/>
    <w:rsid w:val="0079652C"/>
    <w:rsid w:val="007976C4"/>
    <w:rsid w:val="007A2481"/>
    <w:rsid w:val="007A2817"/>
    <w:rsid w:val="007A6363"/>
    <w:rsid w:val="007A655A"/>
    <w:rsid w:val="007A7DF0"/>
    <w:rsid w:val="007B1EEC"/>
    <w:rsid w:val="007B55E7"/>
    <w:rsid w:val="007B7859"/>
    <w:rsid w:val="007C0575"/>
    <w:rsid w:val="007C0D61"/>
    <w:rsid w:val="007C324F"/>
    <w:rsid w:val="007D09CC"/>
    <w:rsid w:val="007D0E14"/>
    <w:rsid w:val="007D2688"/>
    <w:rsid w:val="007D56DE"/>
    <w:rsid w:val="007D68E5"/>
    <w:rsid w:val="007E0DA0"/>
    <w:rsid w:val="007E39A8"/>
    <w:rsid w:val="007E3D1F"/>
    <w:rsid w:val="007F09EA"/>
    <w:rsid w:val="00800F96"/>
    <w:rsid w:val="00801234"/>
    <w:rsid w:val="00801632"/>
    <w:rsid w:val="00804685"/>
    <w:rsid w:val="008054F7"/>
    <w:rsid w:val="008060C3"/>
    <w:rsid w:val="00806523"/>
    <w:rsid w:val="00810B33"/>
    <w:rsid w:val="008135FB"/>
    <w:rsid w:val="00815480"/>
    <w:rsid w:val="008157C7"/>
    <w:rsid w:val="00816221"/>
    <w:rsid w:val="008238C8"/>
    <w:rsid w:val="008248CD"/>
    <w:rsid w:val="00834EF6"/>
    <w:rsid w:val="0083639A"/>
    <w:rsid w:val="0083697E"/>
    <w:rsid w:val="00837670"/>
    <w:rsid w:val="00840D90"/>
    <w:rsid w:val="008439F8"/>
    <w:rsid w:val="00844B47"/>
    <w:rsid w:val="00850136"/>
    <w:rsid w:val="008507DF"/>
    <w:rsid w:val="00852070"/>
    <w:rsid w:val="0085284D"/>
    <w:rsid w:val="00856B10"/>
    <w:rsid w:val="00860C70"/>
    <w:rsid w:val="00861F6B"/>
    <w:rsid w:val="008637B9"/>
    <w:rsid w:val="008704AB"/>
    <w:rsid w:val="00871BDC"/>
    <w:rsid w:val="00871FC0"/>
    <w:rsid w:val="0087441B"/>
    <w:rsid w:val="00874A7B"/>
    <w:rsid w:val="00882153"/>
    <w:rsid w:val="00883D6C"/>
    <w:rsid w:val="00886324"/>
    <w:rsid w:val="00892594"/>
    <w:rsid w:val="008A1241"/>
    <w:rsid w:val="008A54A0"/>
    <w:rsid w:val="008A6504"/>
    <w:rsid w:val="008B0CA0"/>
    <w:rsid w:val="008B15FA"/>
    <w:rsid w:val="008B7ADB"/>
    <w:rsid w:val="008C084F"/>
    <w:rsid w:val="008C1297"/>
    <w:rsid w:val="008C66D5"/>
    <w:rsid w:val="008D1ECE"/>
    <w:rsid w:val="008D31F9"/>
    <w:rsid w:val="008D35DA"/>
    <w:rsid w:val="008D4BEC"/>
    <w:rsid w:val="008D66A0"/>
    <w:rsid w:val="008D7168"/>
    <w:rsid w:val="008E0973"/>
    <w:rsid w:val="008E2AB2"/>
    <w:rsid w:val="008F0010"/>
    <w:rsid w:val="008F1AA8"/>
    <w:rsid w:val="008F5A50"/>
    <w:rsid w:val="008F5BF5"/>
    <w:rsid w:val="00901C88"/>
    <w:rsid w:val="009027CD"/>
    <w:rsid w:val="0090340B"/>
    <w:rsid w:val="009039C4"/>
    <w:rsid w:val="0090454F"/>
    <w:rsid w:val="00905F94"/>
    <w:rsid w:val="00911177"/>
    <w:rsid w:val="009168C0"/>
    <w:rsid w:val="00916F84"/>
    <w:rsid w:val="00925FCF"/>
    <w:rsid w:val="00927668"/>
    <w:rsid w:val="009363FF"/>
    <w:rsid w:val="00943074"/>
    <w:rsid w:val="0095123C"/>
    <w:rsid w:val="00952779"/>
    <w:rsid w:val="0095325A"/>
    <w:rsid w:val="0095484B"/>
    <w:rsid w:val="00955107"/>
    <w:rsid w:val="0096074B"/>
    <w:rsid w:val="00962134"/>
    <w:rsid w:val="00962F80"/>
    <w:rsid w:val="00963FBF"/>
    <w:rsid w:val="00965A34"/>
    <w:rsid w:val="00973452"/>
    <w:rsid w:val="00975551"/>
    <w:rsid w:val="00975F79"/>
    <w:rsid w:val="0098285F"/>
    <w:rsid w:val="0098418E"/>
    <w:rsid w:val="0098555A"/>
    <w:rsid w:val="00990F63"/>
    <w:rsid w:val="00991801"/>
    <w:rsid w:val="009935C4"/>
    <w:rsid w:val="00993CF2"/>
    <w:rsid w:val="009A15B5"/>
    <w:rsid w:val="009A6B0F"/>
    <w:rsid w:val="009B0122"/>
    <w:rsid w:val="009B0C40"/>
    <w:rsid w:val="009C36BC"/>
    <w:rsid w:val="009C4AE6"/>
    <w:rsid w:val="009D4733"/>
    <w:rsid w:val="009D4E68"/>
    <w:rsid w:val="009D5AAC"/>
    <w:rsid w:val="009E6B81"/>
    <w:rsid w:val="009F5016"/>
    <w:rsid w:val="009F5A35"/>
    <w:rsid w:val="009F5A95"/>
    <w:rsid w:val="009F7C95"/>
    <w:rsid w:val="00A0525F"/>
    <w:rsid w:val="00A0654A"/>
    <w:rsid w:val="00A12783"/>
    <w:rsid w:val="00A14BAF"/>
    <w:rsid w:val="00A177A6"/>
    <w:rsid w:val="00A2393E"/>
    <w:rsid w:val="00A26005"/>
    <w:rsid w:val="00A3147A"/>
    <w:rsid w:val="00A32590"/>
    <w:rsid w:val="00A355BD"/>
    <w:rsid w:val="00A357F7"/>
    <w:rsid w:val="00A41FA7"/>
    <w:rsid w:val="00A47443"/>
    <w:rsid w:val="00A47585"/>
    <w:rsid w:val="00A53F4B"/>
    <w:rsid w:val="00A57E38"/>
    <w:rsid w:val="00A60B63"/>
    <w:rsid w:val="00A62B2C"/>
    <w:rsid w:val="00A65600"/>
    <w:rsid w:val="00A73DF3"/>
    <w:rsid w:val="00A807BF"/>
    <w:rsid w:val="00A81844"/>
    <w:rsid w:val="00A829A4"/>
    <w:rsid w:val="00A8494E"/>
    <w:rsid w:val="00A86476"/>
    <w:rsid w:val="00A8716F"/>
    <w:rsid w:val="00A90BB1"/>
    <w:rsid w:val="00A920E8"/>
    <w:rsid w:val="00A92636"/>
    <w:rsid w:val="00A95E06"/>
    <w:rsid w:val="00A972F1"/>
    <w:rsid w:val="00AA0E79"/>
    <w:rsid w:val="00AA1B8A"/>
    <w:rsid w:val="00AA2741"/>
    <w:rsid w:val="00AA34A2"/>
    <w:rsid w:val="00AA47FE"/>
    <w:rsid w:val="00AA63C3"/>
    <w:rsid w:val="00AA7D07"/>
    <w:rsid w:val="00AB1AE2"/>
    <w:rsid w:val="00AB4B56"/>
    <w:rsid w:val="00AB5182"/>
    <w:rsid w:val="00AB5572"/>
    <w:rsid w:val="00AC5B0E"/>
    <w:rsid w:val="00AD0888"/>
    <w:rsid w:val="00AD2252"/>
    <w:rsid w:val="00AD5E5D"/>
    <w:rsid w:val="00AD7C2F"/>
    <w:rsid w:val="00AE206F"/>
    <w:rsid w:val="00AE687A"/>
    <w:rsid w:val="00AE6AF2"/>
    <w:rsid w:val="00AF050E"/>
    <w:rsid w:val="00AF0542"/>
    <w:rsid w:val="00AF06AD"/>
    <w:rsid w:val="00AF19E2"/>
    <w:rsid w:val="00AF48DE"/>
    <w:rsid w:val="00B00FFB"/>
    <w:rsid w:val="00B102DE"/>
    <w:rsid w:val="00B11FD8"/>
    <w:rsid w:val="00B14470"/>
    <w:rsid w:val="00B1773D"/>
    <w:rsid w:val="00B24200"/>
    <w:rsid w:val="00B3131F"/>
    <w:rsid w:val="00B35F87"/>
    <w:rsid w:val="00B364B6"/>
    <w:rsid w:val="00B378CC"/>
    <w:rsid w:val="00B405B6"/>
    <w:rsid w:val="00B41640"/>
    <w:rsid w:val="00B45057"/>
    <w:rsid w:val="00B53585"/>
    <w:rsid w:val="00B55B22"/>
    <w:rsid w:val="00B60841"/>
    <w:rsid w:val="00B61490"/>
    <w:rsid w:val="00B623AD"/>
    <w:rsid w:val="00B62EF2"/>
    <w:rsid w:val="00B633FA"/>
    <w:rsid w:val="00B63D29"/>
    <w:rsid w:val="00B65385"/>
    <w:rsid w:val="00B6751C"/>
    <w:rsid w:val="00B70998"/>
    <w:rsid w:val="00B774E4"/>
    <w:rsid w:val="00B841DF"/>
    <w:rsid w:val="00B86B1C"/>
    <w:rsid w:val="00B9303C"/>
    <w:rsid w:val="00B950DF"/>
    <w:rsid w:val="00B96B65"/>
    <w:rsid w:val="00BA3782"/>
    <w:rsid w:val="00BA4C10"/>
    <w:rsid w:val="00BB3754"/>
    <w:rsid w:val="00BB3B23"/>
    <w:rsid w:val="00BB64F7"/>
    <w:rsid w:val="00BC0BEC"/>
    <w:rsid w:val="00BC27C9"/>
    <w:rsid w:val="00BD41E9"/>
    <w:rsid w:val="00BD4722"/>
    <w:rsid w:val="00BD47A9"/>
    <w:rsid w:val="00BD7DD2"/>
    <w:rsid w:val="00BE097E"/>
    <w:rsid w:val="00BE118E"/>
    <w:rsid w:val="00BE1787"/>
    <w:rsid w:val="00BE18AD"/>
    <w:rsid w:val="00BE4583"/>
    <w:rsid w:val="00BF5975"/>
    <w:rsid w:val="00BF6529"/>
    <w:rsid w:val="00C00B16"/>
    <w:rsid w:val="00C02ABE"/>
    <w:rsid w:val="00C03014"/>
    <w:rsid w:val="00C03E19"/>
    <w:rsid w:val="00C072DC"/>
    <w:rsid w:val="00C127CA"/>
    <w:rsid w:val="00C12F41"/>
    <w:rsid w:val="00C14039"/>
    <w:rsid w:val="00C15244"/>
    <w:rsid w:val="00C21BA6"/>
    <w:rsid w:val="00C21F29"/>
    <w:rsid w:val="00C257AB"/>
    <w:rsid w:val="00C3168B"/>
    <w:rsid w:val="00C31D17"/>
    <w:rsid w:val="00C33D67"/>
    <w:rsid w:val="00C3614F"/>
    <w:rsid w:val="00C36C35"/>
    <w:rsid w:val="00C37AEE"/>
    <w:rsid w:val="00C37F41"/>
    <w:rsid w:val="00C412BA"/>
    <w:rsid w:val="00C44808"/>
    <w:rsid w:val="00C45C1D"/>
    <w:rsid w:val="00C472DE"/>
    <w:rsid w:val="00C50A87"/>
    <w:rsid w:val="00C52CCB"/>
    <w:rsid w:val="00C56EF0"/>
    <w:rsid w:val="00C57160"/>
    <w:rsid w:val="00C57B2A"/>
    <w:rsid w:val="00C60B76"/>
    <w:rsid w:val="00C63237"/>
    <w:rsid w:val="00C661C3"/>
    <w:rsid w:val="00C67778"/>
    <w:rsid w:val="00C677CE"/>
    <w:rsid w:val="00C707A1"/>
    <w:rsid w:val="00C72CFF"/>
    <w:rsid w:val="00C76745"/>
    <w:rsid w:val="00C8032E"/>
    <w:rsid w:val="00C832CC"/>
    <w:rsid w:val="00C851CF"/>
    <w:rsid w:val="00C85350"/>
    <w:rsid w:val="00C855E5"/>
    <w:rsid w:val="00C94C5C"/>
    <w:rsid w:val="00C95C03"/>
    <w:rsid w:val="00C9765F"/>
    <w:rsid w:val="00C97E25"/>
    <w:rsid w:val="00CA04A6"/>
    <w:rsid w:val="00CA1AED"/>
    <w:rsid w:val="00CA48D1"/>
    <w:rsid w:val="00CA7AE3"/>
    <w:rsid w:val="00CB361B"/>
    <w:rsid w:val="00CB3702"/>
    <w:rsid w:val="00CB49CC"/>
    <w:rsid w:val="00CB6248"/>
    <w:rsid w:val="00CC0650"/>
    <w:rsid w:val="00CC1793"/>
    <w:rsid w:val="00CC196B"/>
    <w:rsid w:val="00CC1EE9"/>
    <w:rsid w:val="00CC6133"/>
    <w:rsid w:val="00CC62DD"/>
    <w:rsid w:val="00CC74BC"/>
    <w:rsid w:val="00CD01C9"/>
    <w:rsid w:val="00CD4869"/>
    <w:rsid w:val="00CD5F63"/>
    <w:rsid w:val="00CD5F7A"/>
    <w:rsid w:val="00CD65F6"/>
    <w:rsid w:val="00CE28AA"/>
    <w:rsid w:val="00CE7112"/>
    <w:rsid w:val="00CF1874"/>
    <w:rsid w:val="00CF54E2"/>
    <w:rsid w:val="00CF6917"/>
    <w:rsid w:val="00D022B8"/>
    <w:rsid w:val="00D02D59"/>
    <w:rsid w:val="00D02FD6"/>
    <w:rsid w:val="00D05B0B"/>
    <w:rsid w:val="00D062D7"/>
    <w:rsid w:val="00D06954"/>
    <w:rsid w:val="00D07E08"/>
    <w:rsid w:val="00D11DAD"/>
    <w:rsid w:val="00D15BF2"/>
    <w:rsid w:val="00D222BA"/>
    <w:rsid w:val="00D24739"/>
    <w:rsid w:val="00D264C0"/>
    <w:rsid w:val="00D304C5"/>
    <w:rsid w:val="00D31E80"/>
    <w:rsid w:val="00D32A9C"/>
    <w:rsid w:val="00D36619"/>
    <w:rsid w:val="00D40158"/>
    <w:rsid w:val="00D40942"/>
    <w:rsid w:val="00D42291"/>
    <w:rsid w:val="00D43C46"/>
    <w:rsid w:val="00D6062A"/>
    <w:rsid w:val="00D60976"/>
    <w:rsid w:val="00D62634"/>
    <w:rsid w:val="00D62A9A"/>
    <w:rsid w:val="00D65511"/>
    <w:rsid w:val="00D65949"/>
    <w:rsid w:val="00D679EB"/>
    <w:rsid w:val="00D73139"/>
    <w:rsid w:val="00D74281"/>
    <w:rsid w:val="00D80C28"/>
    <w:rsid w:val="00D81BC0"/>
    <w:rsid w:val="00D83E5D"/>
    <w:rsid w:val="00D84D67"/>
    <w:rsid w:val="00D85296"/>
    <w:rsid w:val="00D85A78"/>
    <w:rsid w:val="00D90009"/>
    <w:rsid w:val="00D90AFA"/>
    <w:rsid w:val="00D91945"/>
    <w:rsid w:val="00D928BE"/>
    <w:rsid w:val="00DA543D"/>
    <w:rsid w:val="00DA6028"/>
    <w:rsid w:val="00DA7305"/>
    <w:rsid w:val="00DB0E90"/>
    <w:rsid w:val="00DB167D"/>
    <w:rsid w:val="00DB1F7E"/>
    <w:rsid w:val="00DB29C3"/>
    <w:rsid w:val="00DB59C8"/>
    <w:rsid w:val="00DB5D99"/>
    <w:rsid w:val="00DC08B7"/>
    <w:rsid w:val="00DC1654"/>
    <w:rsid w:val="00DC60F7"/>
    <w:rsid w:val="00DC73AD"/>
    <w:rsid w:val="00DD017C"/>
    <w:rsid w:val="00DD32A1"/>
    <w:rsid w:val="00DD33B1"/>
    <w:rsid w:val="00DD3C49"/>
    <w:rsid w:val="00DD3C92"/>
    <w:rsid w:val="00DD56FC"/>
    <w:rsid w:val="00DE15EB"/>
    <w:rsid w:val="00DE39CD"/>
    <w:rsid w:val="00DE48D2"/>
    <w:rsid w:val="00DE7EA5"/>
    <w:rsid w:val="00DF0733"/>
    <w:rsid w:val="00DF470C"/>
    <w:rsid w:val="00DF7D67"/>
    <w:rsid w:val="00E0006D"/>
    <w:rsid w:val="00E04014"/>
    <w:rsid w:val="00E048B2"/>
    <w:rsid w:val="00E04BB6"/>
    <w:rsid w:val="00E06368"/>
    <w:rsid w:val="00E068C9"/>
    <w:rsid w:val="00E12326"/>
    <w:rsid w:val="00E125AE"/>
    <w:rsid w:val="00E12AD1"/>
    <w:rsid w:val="00E131E3"/>
    <w:rsid w:val="00E17240"/>
    <w:rsid w:val="00E17F17"/>
    <w:rsid w:val="00E200C4"/>
    <w:rsid w:val="00E22381"/>
    <w:rsid w:val="00E23D22"/>
    <w:rsid w:val="00E278C1"/>
    <w:rsid w:val="00E33EDA"/>
    <w:rsid w:val="00E341D6"/>
    <w:rsid w:val="00E34789"/>
    <w:rsid w:val="00E3796F"/>
    <w:rsid w:val="00E413C3"/>
    <w:rsid w:val="00E50141"/>
    <w:rsid w:val="00E50E26"/>
    <w:rsid w:val="00E50FE4"/>
    <w:rsid w:val="00E55FF6"/>
    <w:rsid w:val="00E612BA"/>
    <w:rsid w:val="00E62F1D"/>
    <w:rsid w:val="00E67432"/>
    <w:rsid w:val="00E71E45"/>
    <w:rsid w:val="00E75360"/>
    <w:rsid w:val="00E7685A"/>
    <w:rsid w:val="00E81ACD"/>
    <w:rsid w:val="00E83B75"/>
    <w:rsid w:val="00E876F6"/>
    <w:rsid w:val="00E93153"/>
    <w:rsid w:val="00E950A3"/>
    <w:rsid w:val="00EA1413"/>
    <w:rsid w:val="00EA30AE"/>
    <w:rsid w:val="00EA3E1A"/>
    <w:rsid w:val="00EA54F6"/>
    <w:rsid w:val="00EB06BD"/>
    <w:rsid w:val="00EB160E"/>
    <w:rsid w:val="00EB2565"/>
    <w:rsid w:val="00EB259F"/>
    <w:rsid w:val="00EB27DC"/>
    <w:rsid w:val="00EB450B"/>
    <w:rsid w:val="00EB5ADA"/>
    <w:rsid w:val="00EB65C7"/>
    <w:rsid w:val="00EB7DB3"/>
    <w:rsid w:val="00EC1100"/>
    <w:rsid w:val="00EC17A5"/>
    <w:rsid w:val="00ED17E6"/>
    <w:rsid w:val="00ED1E96"/>
    <w:rsid w:val="00ED3962"/>
    <w:rsid w:val="00ED4C84"/>
    <w:rsid w:val="00ED5D36"/>
    <w:rsid w:val="00ED5F4E"/>
    <w:rsid w:val="00EE074A"/>
    <w:rsid w:val="00EE0F57"/>
    <w:rsid w:val="00EE1D68"/>
    <w:rsid w:val="00EE3EF2"/>
    <w:rsid w:val="00EE69BE"/>
    <w:rsid w:val="00EF1307"/>
    <w:rsid w:val="00EF2F44"/>
    <w:rsid w:val="00EF469A"/>
    <w:rsid w:val="00EF4C24"/>
    <w:rsid w:val="00EF5D54"/>
    <w:rsid w:val="00EF5EC0"/>
    <w:rsid w:val="00F01489"/>
    <w:rsid w:val="00F0686F"/>
    <w:rsid w:val="00F101FA"/>
    <w:rsid w:val="00F11B75"/>
    <w:rsid w:val="00F14F02"/>
    <w:rsid w:val="00F15CE1"/>
    <w:rsid w:val="00F15E1F"/>
    <w:rsid w:val="00F16412"/>
    <w:rsid w:val="00F1751A"/>
    <w:rsid w:val="00F20C9F"/>
    <w:rsid w:val="00F261D9"/>
    <w:rsid w:val="00F26211"/>
    <w:rsid w:val="00F27AD2"/>
    <w:rsid w:val="00F312F9"/>
    <w:rsid w:val="00F32066"/>
    <w:rsid w:val="00F322B0"/>
    <w:rsid w:val="00F33F24"/>
    <w:rsid w:val="00F36433"/>
    <w:rsid w:val="00F373FA"/>
    <w:rsid w:val="00F4109F"/>
    <w:rsid w:val="00F41E78"/>
    <w:rsid w:val="00F4202D"/>
    <w:rsid w:val="00F42DDB"/>
    <w:rsid w:val="00F51600"/>
    <w:rsid w:val="00F5218A"/>
    <w:rsid w:val="00F54AF7"/>
    <w:rsid w:val="00F6461B"/>
    <w:rsid w:val="00F6582C"/>
    <w:rsid w:val="00F66DC8"/>
    <w:rsid w:val="00F66FBA"/>
    <w:rsid w:val="00F712ED"/>
    <w:rsid w:val="00F71A07"/>
    <w:rsid w:val="00F750BA"/>
    <w:rsid w:val="00F75DD1"/>
    <w:rsid w:val="00F82D7F"/>
    <w:rsid w:val="00F86417"/>
    <w:rsid w:val="00F879AD"/>
    <w:rsid w:val="00F9132E"/>
    <w:rsid w:val="00F9138A"/>
    <w:rsid w:val="00F92266"/>
    <w:rsid w:val="00F927DF"/>
    <w:rsid w:val="00F959AF"/>
    <w:rsid w:val="00F972A6"/>
    <w:rsid w:val="00FA0F8E"/>
    <w:rsid w:val="00FA4B87"/>
    <w:rsid w:val="00FA54A4"/>
    <w:rsid w:val="00FB03A0"/>
    <w:rsid w:val="00FB0817"/>
    <w:rsid w:val="00FB084F"/>
    <w:rsid w:val="00FB1375"/>
    <w:rsid w:val="00FB41D2"/>
    <w:rsid w:val="00FB688E"/>
    <w:rsid w:val="00FC5270"/>
    <w:rsid w:val="00FC6D9F"/>
    <w:rsid w:val="00FC7BC5"/>
    <w:rsid w:val="00FD0B45"/>
    <w:rsid w:val="00FD0EF2"/>
    <w:rsid w:val="00FD1302"/>
    <w:rsid w:val="00FD19BB"/>
    <w:rsid w:val="00FD44EE"/>
    <w:rsid w:val="00FD6383"/>
    <w:rsid w:val="00FE422D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09709A"/>
  <w15:chartTrackingRefBased/>
  <w15:docId w15:val="{C908B2B2-89C5-475E-8A0E-F260B547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List 2" w:uiPriority="99"/>
    <w:lsdException w:name="List Number 2" w:uiPriority="99"/>
    <w:lsdException w:name="Title" w:uiPriority="10" w:qFormat="1"/>
    <w:lsdException w:name="Subtitle" w:qFormat="1"/>
    <w:lsdException w:name="Block Text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5284D"/>
    <w:pPr>
      <w:snapToGrid w:val="0"/>
      <w:jc w:val="center"/>
    </w:pPr>
    <w:rPr>
      <w:sz w:val="21"/>
      <w:lang w:val="en-GB"/>
    </w:rPr>
  </w:style>
  <w:style w:type="paragraph" w:styleId="1">
    <w:name w:val="heading 1"/>
    <w:next w:val="a1"/>
    <w:link w:val="10"/>
    <w:autoRedefine/>
    <w:uiPriority w:val="9"/>
    <w:qFormat/>
    <w:rsid w:val="001E049F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0">
    <w:name w:val="heading 2"/>
    <w:next w:val="a1"/>
    <w:link w:val="21"/>
    <w:autoRedefine/>
    <w:uiPriority w:val="9"/>
    <w:qFormat/>
    <w:rsid w:val="008238C8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1"/>
    <w:link w:val="30"/>
    <w:autoRedefine/>
    <w:uiPriority w:val="9"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0"/>
    <w:next w:val="a0"/>
    <w:link w:val="40"/>
    <w:uiPriority w:val="9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</w:pPr>
    <w:rPr>
      <w:szCs w:val="18"/>
    </w:rPr>
  </w:style>
  <w:style w:type="paragraph" w:styleId="a7">
    <w:name w:val="footer"/>
    <w:basedOn w:val="a0"/>
    <w:link w:val="a8"/>
    <w:uiPriority w:val="99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0"/>
    <w:next w:val="a0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0"/>
    <w:next w:val="a0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0"/>
    <w:next w:val="a0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9">
    <w:name w:val="Hyperlink"/>
    <w:uiPriority w:val="99"/>
    <w:rsid w:val="00D40158"/>
    <w:rPr>
      <w:color w:val="0000FF"/>
      <w:u w:val="single"/>
    </w:rPr>
  </w:style>
  <w:style w:type="paragraph" w:styleId="a1">
    <w:name w:val="Block Text"/>
    <w:qFormat/>
    <w:rsid w:val="005B3EDF"/>
    <w:pPr>
      <w:kinsoku w:val="0"/>
      <w:snapToGrid w:val="0"/>
      <w:ind w:firstLineChars="200" w:firstLine="200"/>
      <w:jc w:val="both"/>
    </w:pPr>
    <w:rPr>
      <w:sz w:val="21"/>
      <w:szCs w:val="21"/>
      <w:lang w:val="en-GB"/>
    </w:rPr>
  </w:style>
  <w:style w:type="table" w:styleId="aa">
    <w:name w:val="Table Grid"/>
    <w:basedOn w:val="a3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0"/>
    <w:semiHidden/>
    <w:rsid w:val="004D449D"/>
    <w:pPr>
      <w:shd w:val="clear" w:color="auto" w:fill="000080"/>
    </w:pPr>
  </w:style>
  <w:style w:type="paragraph" w:styleId="ac">
    <w:name w:val="Body Text Indent"/>
    <w:basedOn w:val="a0"/>
    <w:link w:val="ad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 w:val="24"/>
      <w:szCs w:val="24"/>
      <w:lang w:val="en-US"/>
    </w:rPr>
  </w:style>
  <w:style w:type="character" w:customStyle="1" w:styleId="ad">
    <w:name w:val="正文文本缩进 字符"/>
    <w:link w:val="ac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e">
    <w:name w:val="标题二"/>
    <w:basedOn w:val="20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8">
    <w:name w:val="页脚 字符"/>
    <w:link w:val="a7"/>
    <w:uiPriority w:val="99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f">
    <w:name w:val="FollowedHyperlink"/>
    <w:rsid w:val="004D4831"/>
    <w:rPr>
      <w:color w:val="800080"/>
      <w:u w:val="single"/>
    </w:rPr>
  </w:style>
  <w:style w:type="character" w:styleId="af0">
    <w:name w:val="page number"/>
    <w:basedOn w:val="a2"/>
    <w:rsid w:val="00294F67"/>
  </w:style>
  <w:style w:type="character" w:styleId="af1">
    <w:name w:val="annotation reference"/>
    <w:rsid w:val="00E048B2"/>
    <w:rPr>
      <w:sz w:val="21"/>
      <w:szCs w:val="21"/>
    </w:rPr>
  </w:style>
  <w:style w:type="paragraph" w:styleId="af2">
    <w:name w:val="annotation text"/>
    <w:basedOn w:val="a0"/>
    <w:link w:val="af3"/>
    <w:rsid w:val="00E048B2"/>
  </w:style>
  <w:style w:type="character" w:customStyle="1" w:styleId="af3">
    <w:name w:val="批注文字 字符"/>
    <w:link w:val="af2"/>
    <w:rsid w:val="00E048B2"/>
    <w:rPr>
      <w:sz w:val="18"/>
      <w:lang w:val="en-GB"/>
    </w:rPr>
  </w:style>
  <w:style w:type="paragraph" w:styleId="af4">
    <w:name w:val="annotation subject"/>
    <w:basedOn w:val="af2"/>
    <w:next w:val="af2"/>
    <w:link w:val="af5"/>
    <w:rsid w:val="00E048B2"/>
    <w:rPr>
      <w:b/>
      <w:bCs/>
    </w:rPr>
  </w:style>
  <w:style w:type="character" w:customStyle="1" w:styleId="af5">
    <w:name w:val="批注主题 字符"/>
    <w:link w:val="af4"/>
    <w:rsid w:val="00E048B2"/>
    <w:rPr>
      <w:b/>
      <w:bCs/>
      <w:sz w:val="18"/>
      <w:lang w:val="en-GB"/>
    </w:rPr>
  </w:style>
  <w:style w:type="paragraph" w:styleId="af6">
    <w:name w:val="Balloon Text"/>
    <w:basedOn w:val="a0"/>
    <w:link w:val="af7"/>
    <w:uiPriority w:val="99"/>
    <w:rsid w:val="00E048B2"/>
    <w:rPr>
      <w:szCs w:val="18"/>
    </w:rPr>
  </w:style>
  <w:style w:type="character" w:customStyle="1" w:styleId="af7">
    <w:name w:val="批注框文本 字符"/>
    <w:link w:val="af6"/>
    <w:uiPriority w:val="99"/>
    <w:rsid w:val="00E048B2"/>
    <w:rPr>
      <w:sz w:val="18"/>
      <w:szCs w:val="18"/>
      <w:lang w:val="en-GB"/>
    </w:rPr>
  </w:style>
  <w:style w:type="paragraph" w:styleId="af8">
    <w:name w:val="List Paragraph"/>
    <w:basedOn w:val="a0"/>
    <w:uiPriority w:val="34"/>
    <w:qFormat/>
    <w:rsid w:val="000875FC"/>
    <w:pPr>
      <w:ind w:firstLineChars="200" w:firstLine="420"/>
    </w:pPr>
  </w:style>
  <w:style w:type="character" w:customStyle="1" w:styleId="10">
    <w:name w:val="标题 1 字符"/>
    <w:basedOn w:val="a2"/>
    <w:link w:val="1"/>
    <w:uiPriority w:val="9"/>
    <w:rsid w:val="00254812"/>
    <w:rPr>
      <w:b/>
      <w:bCs/>
      <w:kern w:val="32"/>
      <w:sz w:val="28"/>
      <w:szCs w:val="28"/>
    </w:rPr>
  </w:style>
  <w:style w:type="paragraph" w:styleId="af9">
    <w:name w:val="Date"/>
    <w:basedOn w:val="a0"/>
    <w:next w:val="a0"/>
    <w:link w:val="afa"/>
    <w:rsid w:val="0051509A"/>
    <w:pPr>
      <w:ind w:leftChars="2500" w:left="100"/>
    </w:pPr>
  </w:style>
  <w:style w:type="character" w:customStyle="1" w:styleId="afa">
    <w:name w:val="日期 字符"/>
    <w:basedOn w:val="a2"/>
    <w:link w:val="af9"/>
    <w:rsid w:val="0051509A"/>
    <w:rPr>
      <w:sz w:val="18"/>
      <w:lang w:val="en-GB"/>
    </w:rPr>
  </w:style>
  <w:style w:type="paragraph" w:styleId="afb">
    <w:name w:val="Normal Indent"/>
    <w:aliases w:val="内容"/>
    <w:basedOn w:val="a0"/>
    <w:link w:val="afc"/>
    <w:rsid w:val="008F5A50"/>
    <w:pPr>
      <w:widowControl w:val="0"/>
      <w:adjustRightInd w:val="0"/>
      <w:spacing w:line="315" w:lineRule="atLeast"/>
      <w:ind w:firstLine="420"/>
      <w:jc w:val="both"/>
      <w:textAlignment w:val="baseline"/>
    </w:pPr>
    <w:rPr>
      <w:rFonts w:ascii="宋体"/>
      <w:lang w:val="en-US"/>
    </w:rPr>
  </w:style>
  <w:style w:type="character" w:customStyle="1" w:styleId="afc">
    <w:name w:val="正文缩进 字符"/>
    <w:aliases w:val="内容 字符"/>
    <w:link w:val="afb"/>
    <w:rsid w:val="008F5A50"/>
    <w:rPr>
      <w:rFonts w:ascii="宋体"/>
      <w:sz w:val="21"/>
    </w:rPr>
  </w:style>
  <w:style w:type="character" w:customStyle="1" w:styleId="21">
    <w:name w:val="标题 2 字符"/>
    <w:basedOn w:val="a2"/>
    <w:link w:val="20"/>
    <w:uiPriority w:val="9"/>
    <w:rsid w:val="008238C8"/>
    <w:rPr>
      <w:rFonts w:ascii="宋体" w:cs="Arial"/>
      <w:b/>
      <w:bCs/>
      <w:iCs/>
      <w:color w:val="000000"/>
      <w:sz w:val="24"/>
      <w:szCs w:val="24"/>
    </w:rPr>
  </w:style>
  <w:style w:type="paragraph" w:styleId="a">
    <w:name w:val="List Number"/>
    <w:basedOn w:val="a0"/>
    <w:uiPriority w:val="99"/>
    <w:unhideWhenUsed/>
    <w:rsid w:val="00B14470"/>
    <w:pPr>
      <w:widowControl w:val="0"/>
      <w:numPr>
        <w:numId w:val="3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30">
    <w:name w:val="标题 3 字符"/>
    <w:basedOn w:val="a2"/>
    <w:link w:val="3"/>
    <w:uiPriority w:val="9"/>
    <w:rsid w:val="00B14470"/>
    <w:rPr>
      <w:rFonts w:ascii="宋体" w:hAnsi="宋体" w:cs="Arial"/>
      <w:b/>
      <w:bCs/>
      <w:sz w:val="21"/>
      <w:szCs w:val="21"/>
    </w:rPr>
  </w:style>
  <w:style w:type="paragraph" w:styleId="22">
    <w:name w:val="List 2"/>
    <w:basedOn w:val="a0"/>
    <w:uiPriority w:val="99"/>
    <w:unhideWhenUsed/>
    <w:rsid w:val="00B14470"/>
    <w:pPr>
      <w:widowControl w:val="0"/>
      <w:ind w:leftChars="200" w:left="100" w:hangingChars="200" w:hanging="200"/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paragraph" w:styleId="2">
    <w:name w:val="List Number 2"/>
    <w:basedOn w:val="a0"/>
    <w:uiPriority w:val="99"/>
    <w:unhideWhenUsed/>
    <w:rsid w:val="00B14470"/>
    <w:pPr>
      <w:widowControl w:val="0"/>
      <w:numPr>
        <w:numId w:val="4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40">
    <w:name w:val="标题 4 字符"/>
    <w:basedOn w:val="a2"/>
    <w:link w:val="4"/>
    <w:uiPriority w:val="9"/>
    <w:rsid w:val="00B14470"/>
    <w:rPr>
      <w:b/>
      <w:bCs/>
      <w:sz w:val="21"/>
      <w:szCs w:val="28"/>
      <w:lang w:val="en-GB"/>
    </w:rPr>
  </w:style>
  <w:style w:type="character" w:customStyle="1" w:styleId="50">
    <w:name w:val="标题 5 字符"/>
    <w:basedOn w:val="a2"/>
    <w:link w:val="5"/>
    <w:uiPriority w:val="9"/>
    <w:rsid w:val="00B14470"/>
    <w:rPr>
      <w:b/>
      <w:bCs/>
      <w:iCs/>
      <w:sz w:val="21"/>
      <w:szCs w:val="26"/>
      <w:lang w:val="en-GB"/>
    </w:rPr>
  </w:style>
  <w:style w:type="character" w:customStyle="1" w:styleId="60">
    <w:name w:val="标题 6 字符"/>
    <w:basedOn w:val="a2"/>
    <w:link w:val="6"/>
    <w:uiPriority w:val="9"/>
    <w:rsid w:val="00B14470"/>
    <w:rPr>
      <w:b/>
      <w:bCs/>
      <w:sz w:val="21"/>
      <w:szCs w:val="22"/>
      <w:lang w:val="en-GB"/>
    </w:rPr>
  </w:style>
  <w:style w:type="character" w:customStyle="1" w:styleId="70">
    <w:name w:val="标题 7 字符"/>
    <w:basedOn w:val="a2"/>
    <w:link w:val="7"/>
    <w:uiPriority w:val="9"/>
    <w:rsid w:val="00B14470"/>
    <w:rPr>
      <w:sz w:val="24"/>
      <w:szCs w:val="24"/>
      <w:lang w:val="en-GB"/>
    </w:rPr>
  </w:style>
  <w:style w:type="character" w:customStyle="1" w:styleId="80">
    <w:name w:val="标题 8 字符"/>
    <w:basedOn w:val="a2"/>
    <w:link w:val="8"/>
    <w:uiPriority w:val="9"/>
    <w:rsid w:val="00B14470"/>
    <w:rPr>
      <w:i/>
      <w:iCs/>
      <w:sz w:val="24"/>
      <w:szCs w:val="24"/>
      <w:lang w:val="en-GB"/>
    </w:rPr>
  </w:style>
  <w:style w:type="character" w:customStyle="1" w:styleId="90">
    <w:name w:val="标题 9 字符"/>
    <w:basedOn w:val="a2"/>
    <w:link w:val="9"/>
    <w:uiPriority w:val="9"/>
    <w:rsid w:val="00B14470"/>
    <w:rPr>
      <w:rFonts w:ascii="Arial" w:hAnsi="Arial" w:cs="Arial"/>
      <w:sz w:val="22"/>
      <w:szCs w:val="22"/>
      <w:lang w:val="en-GB"/>
    </w:rPr>
  </w:style>
  <w:style w:type="paragraph" w:styleId="afd">
    <w:name w:val="Title"/>
    <w:basedOn w:val="a0"/>
    <w:next w:val="a0"/>
    <w:link w:val="afe"/>
    <w:uiPriority w:val="10"/>
    <w:qFormat/>
    <w:rsid w:val="00B14470"/>
    <w:pPr>
      <w:widowControl w:val="0"/>
      <w:spacing w:before="240" w:after="60"/>
      <w:outlineLvl w:val="0"/>
    </w:pPr>
    <w:rPr>
      <w:rFonts w:asciiTheme="majorHAnsi" w:hAnsiTheme="majorHAnsi" w:cstheme="majorBidi"/>
      <w:b/>
      <w:bCs/>
      <w:kern w:val="2"/>
      <w:sz w:val="32"/>
      <w:szCs w:val="32"/>
      <w:lang w:val="en-US"/>
    </w:rPr>
  </w:style>
  <w:style w:type="character" w:customStyle="1" w:styleId="afe">
    <w:name w:val="标题 字符"/>
    <w:basedOn w:val="a2"/>
    <w:link w:val="afd"/>
    <w:uiPriority w:val="10"/>
    <w:rsid w:val="00B1447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6">
    <w:name w:val="页眉 字符"/>
    <w:basedOn w:val="a2"/>
    <w:link w:val="a5"/>
    <w:uiPriority w:val="99"/>
    <w:rsid w:val="00B14470"/>
    <w:rPr>
      <w:sz w:val="18"/>
      <w:szCs w:val="18"/>
      <w:lang w:val="en-GB"/>
    </w:rPr>
  </w:style>
  <w:style w:type="character" w:customStyle="1" w:styleId="seatsp">
    <w:name w:val="seatsp"/>
    <w:basedOn w:val="a2"/>
    <w:rsid w:val="0019340E"/>
  </w:style>
  <w:style w:type="paragraph" w:styleId="aff">
    <w:name w:val="Normal (Web)"/>
    <w:basedOn w:val="a0"/>
    <w:uiPriority w:val="99"/>
    <w:unhideWhenUsed/>
    <w:rsid w:val="00BF6529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  <w:style w:type="character" w:customStyle="1" w:styleId="ss3">
    <w:name w:val="ss3"/>
    <w:basedOn w:val="a2"/>
    <w:rsid w:val="0034266A"/>
  </w:style>
  <w:style w:type="character" w:styleId="aff0">
    <w:name w:val="Placeholder Text"/>
    <w:basedOn w:val="a2"/>
    <w:uiPriority w:val="99"/>
    <w:semiHidden/>
    <w:rsid w:val="002F5204"/>
    <w:rPr>
      <w:color w:val="808080"/>
    </w:rPr>
  </w:style>
  <w:style w:type="character" w:customStyle="1" w:styleId="CharChar0">
    <w:name w:val="正文格式 Char Char"/>
    <w:link w:val="aff1"/>
    <w:rsid w:val="00C472DE"/>
    <w:rPr>
      <w:rFonts w:eastAsia="仿宋_GB2312" w:cs="宋体"/>
      <w:color w:val="000000"/>
      <w:kern w:val="2"/>
      <w:sz w:val="28"/>
    </w:rPr>
  </w:style>
  <w:style w:type="paragraph" w:customStyle="1" w:styleId="aff1">
    <w:name w:val="正文格式"/>
    <w:basedOn w:val="a0"/>
    <w:link w:val="CharChar0"/>
    <w:rsid w:val="00C472DE"/>
    <w:pPr>
      <w:widowControl w:val="0"/>
      <w:spacing w:line="360" w:lineRule="auto"/>
      <w:ind w:firstLineChars="200" w:firstLine="560"/>
    </w:pPr>
    <w:rPr>
      <w:rFonts w:eastAsia="仿宋_GB2312" w:cs="宋体"/>
      <w:color w:val="000000"/>
      <w:kern w:val="2"/>
      <w:sz w:val="28"/>
      <w:lang w:val="en-US"/>
    </w:rPr>
  </w:style>
  <w:style w:type="character" w:customStyle="1" w:styleId="fw2">
    <w:name w:val="fw2"/>
    <w:basedOn w:val="a2"/>
    <w:rsid w:val="00AA0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6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D2DBE-C51B-4A9F-88DD-B28DCDA8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TotalTime>0</TotalTime>
  <Pages>6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Links>
    <vt:vector size="126" baseType="variant"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_Toc422822731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_Toc422822730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_Toc422822729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_Toc422822728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_Toc422822727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_Toc422822726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_Toc422822725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_Toc422822724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_Toc422822723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_Toc422822722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_Toc422822721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_Toc422822720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_Toc422822719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_Toc422822718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_Toc422822717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_Toc422822716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_Toc422822715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_Toc422822714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_Toc422822713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_Toc422822712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_Toc422822711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太阳能热水分析报告</dc:title>
  <dc:subject/>
  <dc:creator>lenovo</dc:creator>
  <cp:keywords/>
  <cp:lastModifiedBy>zhuofan yang</cp:lastModifiedBy>
  <cp:revision>1</cp:revision>
  <cp:lastPrinted>1899-12-31T16:00:00Z</cp:lastPrinted>
  <dcterms:created xsi:type="dcterms:W3CDTF">2024-02-17T10:36:00Z</dcterms:created>
  <dcterms:modified xsi:type="dcterms:W3CDTF">2024-02-17T10:36:00Z</dcterms:modified>
</cp:coreProperties>
</file>