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A061C" w14:textId="77777777"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  <w:bookmarkStart w:id="0" w:name="封面页"/>
    </w:p>
    <w:p w14:paraId="1F593C43" w14:textId="77777777" w:rsidR="00D40158" w:rsidRPr="00A22524" w:rsidRDefault="00723619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1" w:name="项目名称＃1"/>
      <w:r>
        <w:rPr>
          <w:rFonts w:ascii="黑体" w:eastAsia="黑体" w:hAnsi="宋体" w:hint="eastAsia"/>
          <w:b/>
          <w:bCs/>
          <w:sz w:val="72"/>
          <w:szCs w:val="72"/>
        </w:rPr>
        <w:t>新建项目</w:t>
      </w:r>
      <w:bookmarkEnd w:id="1"/>
    </w:p>
    <w:p w14:paraId="3D6992E2" w14:textId="77777777" w:rsidR="00D40158" w:rsidRPr="00DA63A8" w:rsidRDefault="00F462CC" w:rsidP="00D40158">
      <w:pPr>
        <w:spacing w:beforeLines="100" w:before="312" w:line="180" w:lineRule="atLeast"/>
        <w:jc w:val="center"/>
        <w:rPr>
          <w:rFonts w:ascii="黑体" w:eastAsia="黑体" w:hAnsi="黑体"/>
          <w:b/>
          <w:bCs/>
          <w:sz w:val="72"/>
          <w:szCs w:val="72"/>
          <w:lang w:val="en-US"/>
        </w:rPr>
      </w:pPr>
      <w:r w:rsidRPr="00DA63A8">
        <w:rPr>
          <w:rFonts w:ascii="黑体" w:eastAsia="黑体" w:hAnsi="黑体" w:hint="eastAsia"/>
          <w:b/>
          <w:bCs/>
          <w:sz w:val="72"/>
          <w:szCs w:val="72"/>
          <w:lang w:val="en-US"/>
        </w:rPr>
        <w:t>全年</w:t>
      </w:r>
      <w:r w:rsidR="008D04AA" w:rsidRPr="00DA63A8">
        <w:rPr>
          <w:rFonts w:ascii="黑体" w:eastAsia="黑体" w:hAnsi="黑体" w:hint="eastAsia"/>
          <w:b/>
          <w:bCs/>
          <w:sz w:val="72"/>
          <w:szCs w:val="72"/>
          <w:lang w:val="en-US"/>
        </w:rPr>
        <w:t>负荷计算书</w:t>
      </w:r>
    </w:p>
    <w:p w14:paraId="1634B8F4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7FA81BBD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6F3D1D37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2BC86A1C" w14:textId="77777777" w:rsidTr="00A84650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1696B50E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2EAC871F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68207786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29B705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0318DF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14:paraId="0E8322D6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096495D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60894E06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D40158" w:rsidRPr="00D40158" w14:paraId="1E092460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7DC195F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1C6431B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D40158" w:rsidRPr="00D40158" w14:paraId="3BF99926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FC527E0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 算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2997B4A3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1FFBA291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17508AA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31DA5500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6AF581B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39845AF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="000C3F45" w:rsidRPr="00D40158">
              <w:rPr>
                <w:rFonts w:ascii="宋体" w:hAnsi="宋体" w:hint="eastAsia"/>
                <w:szCs w:val="21"/>
              </w:rPr>
              <w:t>核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53B5F61B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72A6C532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0FD3C5AD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="00D40158"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4A53245C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2024年1月9日</w:t>
              </w:r>
            </w:smartTag>
            <w:bookmarkEnd w:id="6"/>
          </w:p>
        </w:tc>
      </w:tr>
    </w:tbl>
    <w:p w14:paraId="02E7FEF6" w14:textId="77777777" w:rsidR="00D40158" w:rsidRDefault="00D40158" w:rsidP="005E36B7">
      <w:pPr>
        <w:jc w:val="center"/>
        <w:rPr>
          <w:rFonts w:ascii="宋体" w:hAnsi="宋体"/>
          <w:lang w:val="en-US"/>
        </w:rPr>
      </w:pPr>
    </w:p>
    <w:p w14:paraId="192CD725" w14:textId="77777777" w:rsidR="00D40158" w:rsidRDefault="00D40158" w:rsidP="005E36B7">
      <w:pPr>
        <w:jc w:val="center"/>
        <w:rPr>
          <w:rFonts w:ascii="宋体" w:hAnsi="宋体"/>
          <w:lang w:val="en-US"/>
        </w:rPr>
      </w:pPr>
      <w:bookmarkStart w:id="7" w:name="二维码"/>
      <w:r>
        <w:rPr>
          <w:noProof/>
        </w:rPr>
        <w:drawing>
          <wp:inline distT="0" distB="0" distL="0" distR="0" wp14:anchorId="104022B3" wp14:editId="077FDDA9">
            <wp:extent cx="1514634" cy="1514634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7"/>
    <w:p w14:paraId="68466DA0" w14:textId="77777777" w:rsidR="00D40158" w:rsidRDefault="00D40158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1854F707" w14:textId="77777777" w:rsidTr="00A84650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70E87308" w14:textId="77777777" w:rsidR="00D40158" w:rsidRPr="00D40158" w:rsidRDefault="00AB5CF2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="00D40158"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091E6EE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暖通负荷BECH2023</w:t>
            </w:r>
            <w:bookmarkEnd w:id="8"/>
          </w:p>
        </w:tc>
      </w:tr>
      <w:tr w:rsidR="00D40158" w:rsidRPr="00D40158" w14:paraId="4717B54C" w14:textId="77777777" w:rsidTr="0020042B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0E9594B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1B77342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9"/>
          </w:p>
        </w:tc>
      </w:tr>
      <w:tr w:rsidR="000D77BD" w:rsidRPr="00D40158" w14:paraId="078029B2" w14:textId="77777777" w:rsidTr="0020042B">
        <w:trPr>
          <w:cantSplit/>
          <w:trHeight w:val="306"/>
        </w:trPr>
        <w:tc>
          <w:tcPr>
            <w:tcW w:w="1800" w:type="dxa"/>
            <w:shd w:val="clear" w:color="auto" w:fill="E6E6E6"/>
            <w:vAlign w:val="center"/>
          </w:tcPr>
          <w:p w14:paraId="7393003E" w14:textId="77777777" w:rsidR="000D77BD" w:rsidRPr="00D40158" w:rsidRDefault="008B05BB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="000D77BD"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14:paraId="697D5058" w14:textId="77777777" w:rsidR="000D77BD" w:rsidRPr="00D40158" w:rsidRDefault="000D77BD" w:rsidP="000D7D60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2C32CA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44A6DFA1" w14:textId="77777777" w:rsidTr="002B7246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5ACC5074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6B375438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T17810718962</w:t>
            </w:r>
            <w:bookmarkEnd w:id="10"/>
          </w:p>
        </w:tc>
      </w:tr>
    </w:tbl>
    <w:p w14:paraId="50DE03EC" w14:textId="77777777"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bookmarkEnd w:id="0"/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704945CE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020C7192" w14:textId="4B7D1EAC" w:rsidR="00292686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5705793" w:history="1">
        <w:r w:rsidR="00292686" w:rsidRPr="00993A3F">
          <w:rPr>
            <w:rStyle w:val="a7"/>
          </w:rPr>
          <w:t>1</w:t>
        </w:r>
        <w:r w:rsidR="00292686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292686" w:rsidRPr="00993A3F">
          <w:rPr>
            <w:rStyle w:val="a7"/>
          </w:rPr>
          <w:t>建筑概况</w:t>
        </w:r>
        <w:r w:rsidR="00292686">
          <w:rPr>
            <w:webHidden/>
          </w:rPr>
          <w:tab/>
        </w:r>
        <w:r w:rsidR="00292686">
          <w:rPr>
            <w:webHidden/>
          </w:rPr>
          <w:fldChar w:fldCharType="begin"/>
        </w:r>
        <w:r w:rsidR="00292686">
          <w:rPr>
            <w:webHidden/>
          </w:rPr>
          <w:instrText xml:space="preserve"> PAGEREF _Toc155705793 \h </w:instrText>
        </w:r>
        <w:r w:rsidR="00292686">
          <w:rPr>
            <w:webHidden/>
          </w:rPr>
        </w:r>
        <w:r w:rsidR="00292686">
          <w:rPr>
            <w:webHidden/>
          </w:rPr>
          <w:fldChar w:fldCharType="separate"/>
        </w:r>
        <w:r w:rsidR="00292686">
          <w:rPr>
            <w:webHidden/>
          </w:rPr>
          <w:t>1</w:t>
        </w:r>
        <w:r w:rsidR="00292686">
          <w:rPr>
            <w:webHidden/>
          </w:rPr>
          <w:fldChar w:fldCharType="end"/>
        </w:r>
      </w:hyperlink>
    </w:p>
    <w:p w14:paraId="326DAC61" w14:textId="3764AA65" w:rsidR="00292686" w:rsidRDefault="0029268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705794" w:history="1">
        <w:r w:rsidRPr="00993A3F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993A3F">
          <w:rPr>
            <w:rStyle w:val="a7"/>
          </w:rPr>
          <w:t>气象数据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_Toc155705794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347AE3E0" w14:textId="1F85BD56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795" w:history="1">
        <w:r w:rsidRPr="00993A3F">
          <w:rPr>
            <w:rStyle w:val="a7"/>
            <w:lang w:val="en-GB"/>
          </w:rPr>
          <w:t>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气象地点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_Toc155705795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6984E2A9" w14:textId="417175A8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796" w:history="1">
        <w:r w:rsidRPr="00993A3F">
          <w:rPr>
            <w:rStyle w:val="a7"/>
            <w:lang w:val="en-GB"/>
          </w:rPr>
          <w:t>2.2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逐日干球温度表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_Toc155705796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29F868E1" w14:textId="719FEF78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797" w:history="1">
        <w:r w:rsidRPr="00993A3F">
          <w:rPr>
            <w:rStyle w:val="a7"/>
            <w:lang w:val="en-GB"/>
          </w:rPr>
          <w:t>2.3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逐月辐照量表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_Toc155705797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9DC4067" w14:textId="45733171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798" w:history="1">
        <w:r w:rsidRPr="00993A3F">
          <w:rPr>
            <w:rStyle w:val="a7"/>
            <w:lang w:val="en-GB"/>
          </w:rPr>
          <w:t>2.4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峰值工况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_Toc155705798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19F7FE4" w14:textId="24C238A8" w:rsidR="00292686" w:rsidRDefault="0029268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705799" w:history="1">
        <w:r w:rsidRPr="00993A3F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993A3F">
          <w:rPr>
            <w:rStyle w:val="a7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_Toc155705799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EFA2AD0" w14:textId="7A14BF96" w:rsidR="00292686" w:rsidRDefault="0029268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705800" w:history="1">
        <w:r w:rsidRPr="00993A3F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993A3F">
          <w:rPr>
            <w:rStyle w:val="a7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E49575D" w14:textId="6A0F47B2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01" w:history="1">
        <w:r w:rsidRPr="00993A3F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EA9508B" w14:textId="5EA80B85" w:rsidR="00292686" w:rsidRDefault="0029268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02" w:history="1">
        <w:r w:rsidRPr="00993A3F">
          <w:rPr>
            <w:rStyle w:val="a7"/>
            <w:lang w:val="en-GB"/>
          </w:rPr>
          <w:t>4.1.1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083C275" w14:textId="5B81870A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03" w:history="1">
        <w:r w:rsidRPr="00993A3F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9C7D3CD" w14:textId="236593ED" w:rsidR="00292686" w:rsidRDefault="0029268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04" w:history="1">
        <w:r w:rsidRPr="00993A3F">
          <w:rPr>
            <w:rStyle w:val="a7"/>
            <w:lang w:val="en-GB"/>
          </w:rPr>
          <w:t>4.2.1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2153C63" w14:textId="63F22B66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05" w:history="1">
        <w:r w:rsidRPr="00993A3F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3BA5E6E" w14:textId="1DAE7431" w:rsidR="00292686" w:rsidRDefault="0029268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06" w:history="1">
        <w:r w:rsidRPr="00993A3F">
          <w:rPr>
            <w:rStyle w:val="a7"/>
            <w:lang w:val="en-GB"/>
          </w:rPr>
          <w:t>4.3.1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控温房间楼板构造一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FC59234" w14:textId="54270AF7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07" w:history="1">
        <w:r w:rsidRPr="00993A3F">
          <w:rPr>
            <w:rStyle w:val="a7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986B27A" w14:textId="0CB42944" w:rsidR="00292686" w:rsidRDefault="0029268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08" w:history="1">
        <w:r w:rsidRPr="00993A3F">
          <w:rPr>
            <w:rStyle w:val="a7"/>
            <w:lang w:val="en-GB"/>
          </w:rPr>
          <w:t>4.4.1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F79C723" w14:textId="1F9A8E34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09" w:history="1">
        <w:r w:rsidRPr="00993A3F">
          <w:rPr>
            <w:rStyle w:val="a7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非周边地面构造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DD97B3C" w14:textId="11404A2E" w:rsidR="00292686" w:rsidRDefault="0029268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10" w:history="1">
        <w:r w:rsidRPr="00993A3F">
          <w:rPr>
            <w:rStyle w:val="a7"/>
            <w:lang w:val="en-GB"/>
          </w:rPr>
          <w:t>4.5.1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B596763" w14:textId="481236F3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11" w:history="1">
        <w:r w:rsidRPr="00993A3F">
          <w:rPr>
            <w:rStyle w:val="a7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FE042D0" w14:textId="19B43B56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12" w:history="1">
        <w:r w:rsidRPr="00993A3F">
          <w:rPr>
            <w:rStyle w:val="a7"/>
            <w:lang w:val="en-GB"/>
          </w:rPr>
          <w:t>4.7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9701D86" w14:textId="3CEB3745" w:rsidR="00292686" w:rsidRDefault="0029268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705813" w:history="1">
        <w:r w:rsidRPr="00993A3F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993A3F">
          <w:rPr>
            <w:rStyle w:val="a7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D29701A" w14:textId="7A7D1194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14" w:history="1">
        <w:r w:rsidRPr="00993A3F">
          <w:rPr>
            <w:rStyle w:val="a7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9BE67CA" w14:textId="7D6D1E5C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15" w:history="1">
        <w:r w:rsidRPr="00993A3F">
          <w:rPr>
            <w:rStyle w:val="a7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8A0A21F" w14:textId="2A9ECC26" w:rsidR="00292686" w:rsidRDefault="0029268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705816" w:history="1">
        <w:r w:rsidRPr="00993A3F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993A3F">
          <w:rPr>
            <w:rStyle w:val="a7"/>
          </w:rPr>
          <w:t>系统设置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5787520" w14:textId="47DEAF4D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17" w:history="1">
        <w:r w:rsidRPr="00993A3F">
          <w:rPr>
            <w:rStyle w:val="a7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系统划分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9321BD3" w14:textId="434A3D82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18" w:history="1">
        <w:r w:rsidRPr="00993A3F">
          <w:rPr>
            <w:rStyle w:val="a7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运行时间表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2624744" w14:textId="18341098" w:rsidR="00292686" w:rsidRDefault="0029268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705819" w:history="1">
        <w:r w:rsidRPr="00993A3F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993A3F">
          <w:rPr>
            <w:rStyle w:val="a7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F54DED6" w14:textId="0695F87A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20" w:history="1">
        <w:r w:rsidRPr="00993A3F">
          <w:rPr>
            <w:rStyle w:val="a7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模拟周期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5F57722" w14:textId="4FCA0A24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21" w:history="1">
        <w:r w:rsidRPr="00993A3F">
          <w:rPr>
            <w:rStyle w:val="a7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全年冷暖需求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4E82075" w14:textId="349A9FB4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22" w:history="1">
        <w:r w:rsidRPr="00993A3F">
          <w:rPr>
            <w:rStyle w:val="a7"/>
            <w:lang w:val="en-GB"/>
          </w:rPr>
          <w:t>7.3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负荷分项统计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831D875" w14:textId="23A67D9A" w:rsidR="00292686" w:rsidRDefault="0029268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705823" w:history="1">
        <w:r w:rsidRPr="00993A3F">
          <w:rPr>
            <w:rStyle w:val="a7"/>
            <w:lang w:val="en-GB"/>
          </w:rPr>
          <w:t>7.4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93A3F">
          <w:rPr>
            <w:rStyle w:val="a7"/>
          </w:rPr>
          <w:t>逐月负荷表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B49E3F0" w14:textId="48A94D90" w:rsidR="00292686" w:rsidRDefault="0029268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705824" w:history="1">
        <w:r w:rsidRPr="00993A3F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993A3F">
          <w:rPr>
            <w:rStyle w:val="a7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_Toc155705824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974C433" w14:textId="2CBA2317" w:rsidR="007B79CB" w:rsidRPr="009C4D39" w:rsidRDefault="00D40158" w:rsidP="00EF1EC2">
      <w:pPr>
        <w:pStyle w:val="TOC1"/>
        <w:sectPr w:rsidR="007B79CB" w:rsidRPr="009C4D39" w:rsidSect="00F83AFC">
          <w:headerReference w:type="default" r:id="rId8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14:paraId="3F97C52C" w14:textId="77777777" w:rsidR="00472D27" w:rsidRPr="007B6D64" w:rsidRDefault="00472D27" w:rsidP="00472D27">
      <w:pPr>
        <w:pStyle w:val="1"/>
        <w:widowControl w:val="0"/>
        <w:jc w:val="both"/>
        <w:rPr>
          <w:kern w:val="2"/>
          <w:szCs w:val="24"/>
        </w:rPr>
      </w:pPr>
      <w:bookmarkStart w:id="11" w:name="_Toc494471704"/>
      <w:bookmarkStart w:id="12" w:name="_Toc155705793"/>
      <w:r>
        <w:rPr>
          <w:kern w:val="2"/>
          <w:szCs w:val="24"/>
        </w:rPr>
        <w:lastRenderedPageBreak/>
        <w:t>建筑概况</w:t>
      </w:r>
      <w:bookmarkEnd w:id="11"/>
      <w:bookmarkEnd w:id="1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432A98" w14:paraId="3EC9CA55" w14:textId="77777777" w:rsidTr="00432A98">
        <w:tc>
          <w:tcPr>
            <w:tcW w:w="2831" w:type="dxa"/>
            <w:shd w:val="clear" w:color="auto" w:fill="E6E6E6"/>
            <w:vAlign w:val="center"/>
          </w:tcPr>
          <w:p w14:paraId="3C74115C" w14:textId="77777777" w:rsidR="00432A98" w:rsidRDefault="00432A98" w:rsidP="00025AFE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4BCAD13C" w14:textId="77777777" w:rsidR="00432A98" w:rsidRDefault="00432A98" w:rsidP="00025AFE">
            <w:bookmarkStart w:id="13" w:name="地理位置"/>
            <w:r>
              <w:t>北京</w:t>
            </w:r>
            <w:r>
              <w:t>-</w:t>
            </w:r>
            <w:r>
              <w:t>北京</w:t>
            </w:r>
            <w:bookmarkEnd w:id="13"/>
          </w:p>
        </w:tc>
      </w:tr>
      <w:tr w:rsidR="00432A98" w14:paraId="62BE3A31" w14:textId="77777777" w:rsidTr="00432A98">
        <w:tc>
          <w:tcPr>
            <w:tcW w:w="2831" w:type="dxa"/>
            <w:shd w:val="clear" w:color="auto" w:fill="E6E6E6"/>
            <w:vAlign w:val="center"/>
          </w:tcPr>
          <w:p w14:paraId="5E63E90E" w14:textId="77777777" w:rsidR="00432A98" w:rsidRDefault="00432A98" w:rsidP="00025AFE">
            <w:r>
              <w:t>气候分区</w:t>
            </w:r>
          </w:p>
        </w:tc>
        <w:tc>
          <w:tcPr>
            <w:tcW w:w="6496" w:type="dxa"/>
            <w:gridSpan w:val="2"/>
            <w:vAlign w:val="center"/>
          </w:tcPr>
          <w:p w14:paraId="39F0B78C" w14:textId="77777777" w:rsidR="00432A98" w:rsidRDefault="00432A98" w:rsidP="00025AFE">
            <w:bookmarkStart w:id="14" w:name="气候分区"/>
            <w:r>
              <w:t>寒冷</w:t>
            </w:r>
            <w:r>
              <w:t>B</w:t>
            </w:r>
            <w:r>
              <w:t>区</w:t>
            </w:r>
            <w:bookmarkEnd w:id="14"/>
          </w:p>
        </w:tc>
      </w:tr>
      <w:tr w:rsidR="00432A98" w14:paraId="5423B7E7" w14:textId="77777777" w:rsidTr="00432A98">
        <w:tc>
          <w:tcPr>
            <w:tcW w:w="2831" w:type="dxa"/>
            <w:shd w:val="clear" w:color="auto" w:fill="E6E6E6"/>
            <w:vAlign w:val="center"/>
          </w:tcPr>
          <w:p w14:paraId="36CB5CD1" w14:textId="77777777" w:rsidR="00432A98" w:rsidRDefault="00432A98" w:rsidP="00025AFE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32B490CC" w14:textId="77777777" w:rsidR="00432A98" w:rsidRDefault="00432A98" w:rsidP="00025AFE">
            <w:bookmarkStart w:id="15" w:name="纬度"/>
            <w:r>
              <w:t>39.80</w:t>
            </w:r>
            <w:bookmarkEnd w:id="15"/>
          </w:p>
        </w:tc>
      </w:tr>
      <w:tr w:rsidR="00432A98" w14:paraId="00E5D47A" w14:textId="77777777" w:rsidTr="00432A98">
        <w:tc>
          <w:tcPr>
            <w:tcW w:w="2831" w:type="dxa"/>
            <w:shd w:val="clear" w:color="auto" w:fill="E6E6E6"/>
            <w:vAlign w:val="center"/>
          </w:tcPr>
          <w:p w14:paraId="7952F1EE" w14:textId="77777777" w:rsidR="00432A98" w:rsidRDefault="00432A98" w:rsidP="00025AFE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7E182F91" w14:textId="77777777" w:rsidR="00432A98" w:rsidRDefault="00432A98" w:rsidP="00025AFE">
            <w:bookmarkStart w:id="16" w:name="经度"/>
            <w:r>
              <w:t>116.47</w:t>
            </w:r>
            <w:bookmarkEnd w:id="16"/>
          </w:p>
        </w:tc>
      </w:tr>
      <w:tr w:rsidR="00432A98" w14:paraId="3077103B" w14:textId="77777777" w:rsidTr="00432A98">
        <w:tc>
          <w:tcPr>
            <w:tcW w:w="2831" w:type="dxa"/>
            <w:shd w:val="clear" w:color="auto" w:fill="E6E6E6"/>
            <w:vAlign w:val="center"/>
          </w:tcPr>
          <w:p w14:paraId="0C14F71C" w14:textId="77777777" w:rsidR="00432A98" w:rsidRDefault="00432A98" w:rsidP="00025AFE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1B5895C9" w14:textId="77777777" w:rsidR="00432A98" w:rsidRDefault="00432A98" w:rsidP="00025AFE">
            <w:bookmarkStart w:id="17" w:name="项目名称＃2"/>
            <w:r>
              <w:t>新建项目</w:t>
            </w:r>
            <w:bookmarkEnd w:id="17"/>
          </w:p>
        </w:tc>
      </w:tr>
      <w:tr w:rsidR="00432A98" w14:paraId="12BD4454" w14:textId="77777777" w:rsidTr="00432A98">
        <w:tc>
          <w:tcPr>
            <w:tcW w:w="2831" w:type="dxa"/>
            <w:shd w:val="clear" w:color="auto" w:fill="E6E6E6"/>
            <w:vAlign w:val="center"/>
          </w:tcPr>
          <w:p w14:paraId="62B67F36" w14:textId="77777777" w:rsidR="00432A98" w:rsidRDefault="00432A98" w:rsidP="00025AFE">
            <w:r>
              <w:t>建筑类型</w:t>
            </w:r>
          </w:p>
        </w:tc>
        <w:tc>
          <w:tcPr>
            <w:tcW w:w="3101" w:type="dxa"/>
            <w:vAlign w:val="center"/>
          </w:tcPr>
          <w:p w14:paraId="0E3B1FA9" w14:textId="77777777" w:rsidR="00432A98" w:rsidRDefault="00432A98" w:rsidP="00025AFE">
            <w:bookmarkStart w:id="18" w:name="建筑类型"/>
            <w:r>
              <w:t>居住建筑</w:t>
            </w:r>
            <w:bookmarkEnd w:id="18"/>
          </w:p>
        </w:tc>
        <w:tc>
          <w:tcPr>
            <w:tcW w:w="3395" w:type="dxa"/>
            <w:vAlign w:val="center"/>
          </w:tcPr>
          <w:p w14:paraId="0D3A5AE2" w14:textId="77777777" w:rsidR="00432A98" w:rsidRDefault="00432A98" w:rsidP="00025AFE"/>
        </w:tc>
      </w:tr>
      <w:tr w:rsidR="00432A98" w14:paraId="71D18737" w14:textId="77777777" w:rsidTr="00432A98">
        <w:tc>
          <w:tcPr>
            <w:tcW w:w="2831" w:type="dxa"/>
            <w:shd w:val="clear" w:color="auto" w:fill="E6E6E6"/>
            <w:vAlign w:val="center"/>
          </w:tcPr>
          <w:p w14:paraId="01F31526" w14:textId="77777777" w:rsidR="00432A98" w:rsidRDefault="00432A98" w:rsidP="00025AFE">
            <w:r>
              <w:t>建筑面积</w:t>
            </w:r>
          </w:p>
        </w:tc>
        <w:tc>
          <w:tcPr>
            <w:tcW w:w="3101" w:type="dxa"/>
            <w:vAlign w:val="center"/>
          </w:tcPr>
          <w:p w14:paraId="657F02FB" w14:textId="77777777" w:rsidR="00432A98" w:rsidRDefault="00432A98" w:rsidP="00025AFE">
            <w:r>
              <w:t>地上</w:t>
            </w:r>
            <w:r>
              <w:t xml:space="preserve"> </w:t>
            </w:r>
            <w:bookmarkStart w:id="19" w:name="地上建筑面积"/>
            <w:r>
              <w:t>389.19</w:t>
            </w:r>
            <w:bookmarkEnd w:id="19"/>
            <w:r>
              <w:t xml:space="preserve">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14:paraId="54A24F85" w14:textId="77777777" w:rsidR="00432A98" w:rsidRDefault="00432A98" w:rsidP="00025AFE">
            <w:r>
              <w:t>地下</w:t>
            </w:r>
            <w:r>
              <w:t xml:space="preserve"> </w:t>
            </w:r>
            <w:bookmarkStart w:id="20" w:name="地下建筑面积"/>
            <w:r>
              <w:t>0.00</w:t>
            </w:r>
            <w:bookmarkEnd w:id="20"/>
            <w:r>
              <w:t xml:space="preserve"> </w:t>
            </w:r>
            <w:r>
              <w:t>㎡</w:t>
            </w:r>
          </w:p>
        </w:tc>
      </w:tr>
      <w:tr w:rsidR="00432A98" w14:paraId="2754CEA8" w14:textId="77777777" w:rsidTr="00432A98">
        <w:tc>
          <w:tcPr>
            <w:tcW w:w="2831" w:type="dxa"/>
            <w:shd w:val="clear" w:color="auto" w:fill="E6E6E6"/>
            <w:vAlign w:val="center"/>
          </w:tcPr>
          <w:p w14:paraId="0E3D4A63" w14:textId="77777777" w:rsidR="00432A98" w:rsidRDefault="00432A98" w:rsidP="00025AFE">
            <w:r>
              <w:t>建筑高度</w:t>
            </w:r>
          </w:p>
        </w:tc>
        <w:tc>
          <w:tcPr>
            <w:tcW w:w="3101" w:type="dxa"/>
            <w:vAlign w:val="center"/>
          </w:tcPr>
          <w:p w14:paraId="605B5FC0" w14:textId="77777777" w:rsidR="00432A98" w:rsidRDefault="00432A98" w:rsidP="00025AFE">
            <w:r>
              <w:t>地上</w:t>
            </w:r>
            <w:r>
              <w:t xml:space="preserve"> </w:t>
            </w:r>
            <w:bookmarkStart w:id="21" w:name="地上建筑高度"/>
            <w:smartTag w:uri="urn:schemas-microsoft-com:office:smarttags" w:element="chmetcnv">
              <w:smartTagPr>
                <w:attr w:name="UnitName" w:val="m"/>
                <w:attr w:name="SourceValue" w:val="17.4"/>
                <w:attr w:name="HasSpace" w:val="True"/>
                <w:attr w:name="Negative" w:val="False"/>
                <w:attr w:name="NumberType" w:val="1"/>
                <w:attr w:name="TCSC" w:val="0"/>
              </w:smartTagPr>
              <w:r>
                <w:t>10.80</w:t>
              </w:r>
              <w:bookmarkEnd w:id="21"/>
              <w:r>
                <w:t xml:space="preserve"> m</w:t>
              </w:r>
            </w:smartTag>
          </w:p>
        </w:tc>
        <w:tc>
          <w:tcPr>
            <w:tcW w:w="3395" w:type="dxa"/>
            <w:vAlign w:val="center"/>
          </w:tcPr>
          <w:p w14:paraId="2C7533E6" w14:textId="77777777" w:rsidR="00432A98" w:rsidRDefault="00432A98" w:rsidP="00025AFE">
            <w:r>
              <w:t>地下</w:t>
            </w:r>
            <w:r>
              <w:t>0.00</w:t>
            </w:r>
          </w:p>
        </w:tc>
      </w:tr>
      <w:tr w:rsidR="00432A98" w14:paraId="391F1E0F" w14:textId="77777777" w:rsidTr="00432A98">
        <w:tc>
          <w:tcPr>
            <w:tcW w:w="2831" w:type="dxa"/>
            <w:shd w:val="clear" w:color="auto" w:fill="E6E6E6"/>
            <w:vAlign w:val="center"/>
          </w:tcPr>
          <w:p w14:paraId="7B88BD2C" w14:textId="77777777" w:rsidR="00432A98" w:rsidRDefault="00432A98" w:rsidP="00025AFE">
            <w:r>
              <w:t>建筑层数</w:t>
            </w:r>
          </w:p>
        </w:tc>
        <w:tc>
          <w:tcPr>
            <w:tcW w:w="3101" w:type="dxa"/>
            <w:vAlign w:val="center"/>
          </w:tcPr>
          <w:p w14:paraId="47CE3F63" w14:textId="77777777" w:rsidR="00432A98" w:rsidRDefault="00432A98" w:rsidP="00025AFE">
            <w:r>
              <w:t>地上</w:t>
            </w:r>
            <w:r>
              <w:t xml:space="preserve"> </w:t>
            </w:r>
            <w:bookmarkStart w:id="22" w:name="地上建筑层数"/>
            <w:r>
              <w:t>2</w:t>
            </w:r>
            <w:bookmarkEnd w:id="22"/>
          </w:p>
        </w:tc>
        <w:tc>
          <w:tcPr>
            <w:tcW w:w="3395" w:type="dxa"/>
            <w:vAlign w:val="center"/>
          </w:tcPr>
          <w:p w14:paraId="4E62A34A" w14:textId="77777777" w:rsidR="00432A98" w:rsidRDefault="00432A98" w:rsidP="00025AFE">
            <w:r>
              <w:t>地下</w:t>
            </w:r>
            <w:r>
              <w:t xml:space="preserve"> </w:t>
            </w:r>
            <w:bookmarkStart w:id="23" w:name="地下建筑层数"/>
            <w:r>
              <w:t>0</w:t>
            </w:r>
            <w:bookmarkEnd w:id="23"/>
          </w:p>
        </w:tc>
      </w:tr>
      <w:tr w:rsidR="00432A98" w14:paraId="0AD8200F" w14:textId="77777777" w:rsidTr="00432A98">
        <w:tc>
          <w:tcPr>
            <w:tcW w:w="2831" w:type="dxa"/>
            <w:shd w:val="clear" w:color="auto" w:fill="E6E6E6"/>
            <w:vAlign w:val="center"/>
          </w:tcPr>
          <w:p w14:paraId="79D0E68F" w14:textId="77777777" w:rsidR="00432A98" w:rsidRDefault="00432A98" w:rsidP="00025AFE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5E29F63B" w14:textId="77777777" w:rsidR="00432A98" w:rsidRDefault="00432A98" w:rsidP="00025AFE">
            <w:bookmarkStart w:id="24" w:name="北向角度"/>
            <w:r>
              <w:t>95</w:t>
            </w:r>
            <w:bookmarkEnd w:id="24"/>
            <w:r>
              <w:t>°</w:t>
            </w:r>
          </w:p>
        </w:tc>
      </w:tr>
    </w:tbl>
    <w:p w14:paraId="2052A523" w14:textId="77777777" w:rsidR="00467D84" w:rsidRDefault="00CA6DD4" w:rsidP="00070074">
      <w:pPr>
        <w:pStyle w:val="1"/>
      </w:pPr>
      <w:bookmarkStart w:id="25" w:name="_Toc155705794"/>
      <w:r>
        <w:rPr>
          <w:rFonts w:hint="eastAsia"/>
        </w:rPr>
        <w:t>气象</w:t>
      </w:r>
      <w:r>
        <w:t>数据</w:t>
      </w:r>
      <w:bookmarkEnd w:id="25"/>
    </w:p>
    <w:p w14:paraId="1D95E059" w14:textId="77777777" w:rsidR="00033DE7" w:rsidRDefault="00033DE7" w:rsidP="00033DE7">
      <w:pPr>
        <w:pStyle w:val="2"/>
      </w:pPr>
      <w:bookmarkStart w:id="26" w:name="_Toc155705795"/>
      <w:r>
        <w:rPr>
          <w:rFonts w:hint="eastAsia"/>
        </w:rPr>
        <w:t>气象地点</w:t>
      </w:r>
      <w:bookmarkEnd w:id="26"/>
    </w:p>
    <w:p w14:paraId="19CC6564" w14:textId="77777777" w:rsidR="00033DE7" w:rsidRPr="00033DE7" w:rsidRDefault="00033DE7" w:rsidP="00033DE7">
      <w:pPr>
        <w:pStyle w:val="a0"/>
        <w:ind w:firstLine="420"/>
        <w:rPr>
          <w:lang w:val="en-US"/>
        </w:rPr>
      </w:pPr>
      <w:bookmarkStart w:id="27" w:name="气象数据来源"/>
      <w:r>
        <w:t>北京</w:t>
      </w:r>
      <w:r>
        <w:t>-</w:t>
      </w:r>
      <w:r>
        <w:t>北京</w:t>
      </w:r>
      <w:r>
        <w:t xml:space="preserve">, </w:t>
      </w:r>
      <w:r>
        <w:t>《中国建筑热环境分析专用气象数据集》</w:t>
      </w:r>
      <w:bookmarkEnd w:id="27"/>
    </w:p>
    <w:p w14:paraId="515A6380" w14:textId="77777777" w:rsidR="00640E36" w:rsidRDefault="009C2673" w:rsidP="00640E36">
      <w:pPr>
        <w:pStyle w:val="2"/>
      </w:pPr>
      <w:bookmarkStart w:id="28" w:name="_Toc155705796"/>
      <w:r>
        <w:rPr>
          <w:rFonts w:hint="eastAsia"/>
        </w:rPr>
        <w:t>逐</w:t>
      </w:r>
      <w:r>
        <w:t>日</w:t>
      </w:r>
      <w:r w:rsidR="0075027A">
        <w:t>干球温度</w:t>
      </w:r>
      <w:r w:rsidR="00640E36">
        <w:t>表</w:t>
      </w:r>
      <w:bookmarkEnd w:id="28"/>
    </w:p>
    <w:p w14:paraId="13A80BDB" w14:textId="77777777" w:rsidR="00640E36" w:rsidRDefault="00640E36" w:rsidP="003F7978">
      <w:pPr>
        <w:widowControl w:val="0"/>
        <w:rPr>
          <w:kern w:val="2"/>
          <w:szCs w:val="24"/>
          <w:lang w:val="en-US"/>
        </w:rPr>
      </w:pPr>
      <w:bookmarkStart w:id="29" w:name="日均干球温度变化表"/>
      <w:bookmarkEnd w:id="29"/>
      <w:r>
        <w:rPr>
          <w:noProof/>
        </w:rPr>
        <w:drawing>
          <wp:inline distT="0" distB="0" distL="0" distR="0" wp14:anchorId="4F674B73" wp14:editId="48C65750">
            <wp:extent cx="5667375" cy="27813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B88AE" w14:textId="77777777" w:rsidR="00F25477" w:rsidRDefault="00615FD8" w:rsidP="00615FD8">
      <w:pPr>
        <w:pStyle w:val="2"/>
      </w:pPr>
      <w:bookmarkStart w:id="30" w:name="日最小干球温度变化表"/>
      <w:bookmarkStart w:id="31" w:name="_Toc155705797"/>
      <w:bookmarkEnd w:id="30"/>
      <w:r>
        <w:rPr>
          <w:rFonts w:hint="eastAsia"/>
        </w:rPr>
        <w:lastRenderedPageBreak/>
        <w:t>逐</w:t>
      </w:r>
      <w:r>
        <w:t>月</w:t>
      </w:r>
      <w:r>
        <w:rPr>
          <w:rFonts w:hint="eastAsia"/>
        </w:rPr>
        <w:t>辐照</w:t>
      </w:r>
      <w:r>
        <w:t>量</w:t>
      </w:r>
      <w:r>
        <w:rPr>
          <w:rFonts w:hint="eastAsia"/>
        </w:rPr>
        <w:t>表</w:t>
      </w:r>
      <w:bookmarkEnd w:id="31"/>
    </w:p>
    <w:p w14:paraId="711756EC" w14:textId="77777777" w:rsidR="00615FD8" w:rsidRPr="00A104C6" w:rsidRDefault="00615FD8" w:rsidP="00A104C6">
      <w:pPr>
        <w:rPr>
          <w:kern w:val="2"/>
          <w:szCs w:val="24"/>
          <w:lang w:val="en-US"/>
        </w:rPr>
      </w:pPr>
      <w:bookmarkStart w:id="32" w:name="逐月辐照量图表"/>
      <w:bookmarkEnd w:id="32"/>
      <w:r>
        <w:rPr>
          <w:noProof/>
        </w:rPr>
        <w:drawing>
          <wp:inline distT="0" distB="0" distL="0" distR="0" wp14:anchorId="7C107E69" wp14:editId="1FCE86FF">
            <wp:extent cx="5667375" cy="25050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E822A" w14:textId="77777777" w:rsidR="00615FD8" w:rsidRDefault="00A71379" w:rsidP="00A71379">
      <w:pPr>
        <w:pStyle w:val="2"/>
      </w:pPr>
      <w:bookmarkStart w:id="33" w:name="_Toc155705798"/>
      <w:r>
        <w:rPr>
          <w:rFonts w:hint="eastAsia"/>
        </w:rPr>
        <w:t>峰值</w:t>
      </w:r>
      <w:r>
        <w:t>工况</w:t>
      </w:r>
      <w:bookmarkEnd w:id="3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BC5744" w14:paraId="3E266AB3" w14:textId="77777777">
        <w:tc>
          <w:tcPr>
            <w:tcW w:w="1131" w:type="dxa"/>
            <w:shd w:val="clear" w:color="auto" w:fill="E6E6E6"/>
            <w:vAlign w:val="center"/>
          </w:tcPr>
          <w:p w14:paraId="5584446C" w14:textId="77777777" w:rsidR="00BC5744" w:rsidRDefault="00000000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4E41C1CB" w14:textId="77777777" w:rsidR="00BC5744" w:rsidRDefault="00000000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BB46B6D" w14:textId="77777777" w:rsidR="00BC5744" w:rsidRDefault="00000000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38A16E7" w14:textId="77777777" w:rsidR="00BC5744" w:rsidRDefault="00000000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39D81BF" w14:textId="77777777" w:rsidR="00BC5744" w:rsidRDefault="00000000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C875076" w14:textId="77777777" w:rsidR="00BC5744" w:rsidRDefault="00000000">
            <w:pPr>
              <w:jc w:val="center"/>
            </w:pPr>
            <w:r>
              <w:t>焓值</w:t>
            </w:r>
            <w:r>
              <w:t>(kj/kg)</w:t>
            </w:r>
          </w:p>
        </w:tc>
      </w:tr>
      <w:tr w:rsidR="00BC5744" w14:paraId="2C21D078" w14:textId="77777777">
        <w:tc>
          <w:tcPr>
            <w:tcW w:w="1131" w:type="dxa"/>
            <w:shd w:val="clear" w:color="auto" w:fill="E6E6E6"/>
            <w:vAlign w:val="center"/>
          </w:tcPr>
          <w:p w14:paraId="62D838D4" w14:textId="77777777" w:rsidR="00BC5744" w:rsidRDefault="00000000">
            <w:r>
              <w:t>最热</w:t>
            </w:r>
          </w:p>
        </w:tc>
        <w:tc>
          <w:tcPr>
            <w:tcW w:w="1975" w:type="dxa"/>
            <w:vAlign w:val="center"/>
          </w:tcPr>
          <w:p w14:paraId="1C091B1F" w14:textId="77777777" w:rsidR="00BC5744" w:rsidRDefault="00000000">
            <w:r>
              <w:t>06</w:t>
            </w:r>
            <w:r>
              <w:t>月</w:t>
            </w:r>
            <w:r>
              <w:t>21</w:t>
            </w:r>
            <w:r>
              <w:t>日</w:t>
            </w:r>
            <w:r>
              <w:t>14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246242A4" w14:textId="77777777" w:rsidR="00BC5744" w:rsidRDefault="00000000">
            <w:r>
              <w:t>37.2</w:t>
            </w:r>
          </w:p>
        </w:tc>
        <w:tc>
          <w:tcPr>
            <w:tcW w:w="1556" w:type="dxa"/>
            <w:vAlign w:val="center"/>
          </w:tcPr>
          <w:p w14:paraId="68A340E7" w14:textId="77777777" w:rsidR="00BC5744" w:rsidRDefault="00000000">
            <w:r>
              <w:t>22.2</w:t>
            </w:r>
          </w:p>
        </w:tc>
        <w:tc>
          <w:tcPr>
            <w:tcW w:w="1556" w:type="dxa"/>
            <w:vAlign w:val="center"/>
          </w:tcPr>
          <w:p w14:paraId="59FDC804" w14:textId="77777777" w:rsidR="00BC5744" w:rsidRDefault="00000000">
            <w:r>
              <w:t>10.7</w:t>
            </w:r>
          </w:p>
        </w:tc>
        <w:tc>
          <w:tcPr>
            <w:tcW w:w="1556" w:type="dxa"/>
            <w:vAlign w:val="center"/>
          </w:tcPr>
          <w:p w14:paraId="77EF2315" w14:textId="77777777" w:rsidR="00BC5744" w:rsidRDefault="00000000">
            <w:r>
              <w:t>64.9</w:t>
            </w:r>
          </w:p>
        </w:tc>
      </w:tr>
      <w:tr w:rsidR="00BC5744" w14:paraId="086C11E1" w14:textId="77777777">
        <w:tc>
          <w:tcPr>
            <w:tcW w:w="1131" w:type="dxa"/>
            <w:shd w:val="clear" w:color="auto" w:fill="E6E6E6"/>
            <w:vAlign w:val="center"/>
          </w:tcPr>
          <w:p w14:paraId="28475E8B" w14:textId="77777777" w:rsidR="00BC5744" w:rsidRDefault="00000000">
            <w:r>
              <w:t>最冷</w:t>
            </w:r>
          </w:p>
        </w:tc>
        <w:tc>
          <w:tcPr>
            <w:tcW w:w="1975" w:type="dxa"/>
            <w:vAlign w:val="center"/>
          </w:tcPr>
          <w:p w14:paraId="5502B0E5" w14:textId="77777777" w:rsidR="00BC5744" w:rsidRDefault="00000000">
            <w:r>
              <w:t>01</w:t>
            </w:r>
            <w:r>
              <w:t>月</w:t>
            </w:r>
            <w:r>
              <w:t>19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63491615" w14:textId="77777777" w:rsidR="00BC5744" w:rsidRDefault="00000000">
            <w:r>
              <w:t>-14.4</w:t>
            </w:r>
          </w:p>
        </w:tc>
        <w:tc>
          <w:tcPr>
            <w:tcW w:w="1556" w:type="dxa"/>
            <w:vAlign w:val="center"/>
          </w:tcPr>
          <w:p w14:paraId="05E11C1E" w14:textId="77777777" w:rsidR="00BC5744" w:rsidRDefault="00000000">
            <w:r>
              <w:t>-15.6</w:t>
            </w:r>
          </w:p>
        </w:tc>
        <w:tc>
          <w:tcPr>
            <w:tcW w:w="1556" w:type="dxa"/>
            <w:vAlign w:val="center"/>
          </w:tcPr>
          <w:p w14:paraId="28006160" w14:textId="77777777" w:rsidR="00BC5744" w:rsidRDefault="00000000">
            <w:r>
              <w:t>0.4</w:t>
            </w:r>
          </w:p>
        </w:tc>
        <w:tc>
          <w:tcPr>
            <w:tcW w:w="1556" w:type="dxa"/>
            <w:vAlign w:val="center"/>
          </w:tcPr>
          <w:p w14:paraId="31A45560" w14:textId="77777777" w:rsidR="00BC5744" w:rsidRDefault="00000000">
            <w:r>
              <w:t>-13.5</w:t>
            </w:r>
          </w:p>
        </w:tc>
      </w:tr>
    </w:tbl>
    <w:p w14:paraId="34F69B96" w14:textId="77777777" w:rsidR="00A71379" w:rsidRDefault="00A71379" w:rsidP="00F552D2">
      <w:pPr>
        <w:rPr>
          <w:kern w:val="2"/>
          <w:szCs w:val="24"/>
          <w:lang w:val="en-US"/>
        </w:rPr>
      </w:pPr>
      <w:bookmarkStart w:id="34" w:name="气象峰值工况"/>
      <w:bookmarkEnd w:id="34"/>
    </w:p>
    <w:p w14:paraId="73BBA1D4" w14:textId="77777777" w:rsidR="00A71379" w:rsidRDefault="001C5FD8" w:rsidP="000843B1">
      <w:pPr>
        <w:pStyle w:val="1"/>
      </w:pPr>
      <w:bookmarkStart w:id="35" w:name="_Toc155705799"/>
      <w:r>
        <w:rPr>
          <w:rFonts w:hint="eastAsia"/>
        </w:rPr>
        <w:t>软件</w:t>
      </w:r>
      <w:r w:rsidR="00F4369B">
        <w:rPr>
          <w:rFonts w:hint="eastAsia"/>
        </w:rPr>
        <w:t>介绍</w:t>
      </w:r>
      <w:bookmarkEnd w:id="35"/>
    </w:p>
    <w:p w14:paraId="003C4824" w14:textId="77777777" w:rsidR="001F3852" w:rsidRDefault="00230D2C" w:rsidP="005C1189">
      <w:pPr>
        <w:widowControl w:val="0"/>
        <w:ind w:firstLine="420"/>
      </w:pPr>
      <w:r w:rsidRPr="00D713A5">
        <w:rPr>
          <w:rFonts w:hint="eastAsia"/>
        </w:rPr>
        <w:t>本报告采用的软件为</w:t>
      </w:r>
      <w:r>
        <w:rPr>
          <w:rFonts w:hint="eastAsia"/>
        </w:rPr>
        <w:t>绿建</w:t>
      </w:r>
      <w:bookmarkStart w:id="36" w:name="软件全称＃2"/>
      <w:r>
        <w:rPr>
          <w:rFonts w:hint="eastAsia"/>
        </w:rPr>
        <w:t>暖通负荷</w:t>
      </w:r>
      <w:r>
        <w:rPr>
          <w:rFonts w:hint="eastAsia"/>
        </w:rPr>
        <w:t>BECH2023</w:t>
      </w:r>
      <w:bookmarkEnd w:id="36"/>
      <w:r w:rsidRPr="00D713A5">
        <w:rPr>
          <w:rFonts w:hint="eastAsia"/>
        </w:rPr>
        <w:t>，</w:t>
      </w:r>
      <w:r w:rsidR="005C1189" w:rsidRPr="005C1189">
        <w:rPr>
          <w:rFonts w:hint="eastAsia"/>
        </w:rPr>
        <w:t>该软件紧密结合暖通和节能设计规范、可根据项目实际情况建立建筑热工模型，并可对围护结构材料、房间内扰发热、作息时间表、热回收方式等参数进行设置。</w:t>
      </w:r>
    </w:p>
    <w:p w14:paraId="23A845F3" w14:textId="77777777" w:rsidR="001F3852" w:rsidRDefault="005C1189" w:rsidP="005C1189">
      <w:pPr>
        <w:widowControl w:val="0"/>
        <w:ind w:firstLine="420"/>
      </w:pPr>
      <w:r w:rsidRPr="005C1189">
        <w:rPr>
          <w:rFonts w:hint="eastAsia"/>
        </w:rPr>
        <w:t>软件包含全国各地典型气象年数据，内置</w:t>
      </w:r>
      <w:r w:rsidRPr="005C1189">
        <w:t>DOE2</w:t>
      </w:r>
      <w:r>
        <w:t>.</w:t>
      </w:r>
      <w:r w:rsidRPr="005C1189">
        <w:t>1E</w:t>
      </w:r>
      <w:r w:rsidRPr="005C1189">
        <w:rPr>
          <w:rFonts w:hint="eastAsia"/>
        </w:rPr>
        <w:t>内核，对于建筑的逐时负荷进行动态模拟，既可以模拟</w:t>
      </w:r>
      <w:r w:rsidRPr="005C1189">
        <w:t>8760</w:t>
      </w:r>
      <w:r w:rsidRPr="005C1189">
        <w:rPr>
          <w:rFonts w:hint="eastAsia"/>
        </w:rPr>
        <w:t>小时理想负荷，也可以根据设定好的采暖期</w:t>
      </w:r>
      <w:r w:rsidRPr="005C1189">
        <w:t>/</w:t>
      </w:r>
      <w:r w:rsidRPr="005C1189">
        <w:rPr>
          <w:rFonts w:hint="eastAsia"/>
        </w:rPr>
        <w:t>空调期进行逐时模拟。</w:t>
      </w:r>
    </w:p>
    <w:p w14:paraId="09904FF4" w14:textId="77777777" w:rsidR="005C1189" w:rsidRDefault="005C1189" w:rsidP="005C1189">
      <w:pPr>
        <w:widowControl w:val="0"/>
        <w:ind w:firstLine="420"/>
      </w:pPr>
      <w:r w:rsidRPr="005C1189">
        <w:rPr>
          <w:rFonts w:hint="eastAsia"/>
        </w:rPr>
        <w:t>软件还支持分析全年建筑能耗的来源构成，依据日射得热、新风负荷、围护传热和内扰得热进行归类分项，生成设计建筑全年负荷计算报告书，提供详实的数据和多样的图表，为设计师在设备选型、制定运行策略等方面提供参考和帮助。</w:t>
      </w:r>
    </w:p>
    <w:p w14:paraId="0057E8E2" w14:textId="77777777" w:rsidR="00BC2B16" w:rsidRDefault="00BC2B16" w:rsidP="00BC2B16">
      <w:pPr>
        <w:pStyle w:val="1"/>
      </w:pPr>
      <w:bookmarkStart w:id="37" w:name="_Toc155705800"/>
      <w:r>
        <w:rPr>
          <w:rFonts w:hint="eastAsia"/>
        </w:rPr>
        <w:t>围护</w:t>
      </w:r>
      <w:r>
        <w:t>结构</w:t>
      </w:r>
      <w:bookmarkEnd w:id="37"/>
    </w:p>
    <w:p w14:paraId="478DE424" w14:textId="77777777" w:rsidR="00BC2B16" w:rsidRDefault="00BC2B16" w:rsidP="00FB3DE9">
      <w:pPr>
        <w:pStyle w:val="2"/>
        <w:widowControl w:val="0"/>
        <w:rPr>
          <w:kern w:val="2"/>
        </w:rPr>
      </w:pPr>
      <w:bookmarkStart w:id="38" w:name="围护结构"/>
      <w:bookmarkStart w:id="39" w:name="_Toc155705801"/>
      <w:bookmarkEnd w:id="38"/>
      <w:r>
        <w:rPr>
          <w:kern w:val="2"/>
        </w:rPr>
        <w:t>屋顶构造</w:t>
      </w:r>
      <w:bookmarkEnd w:id="39"/>
    </w:p>
    <w:p w14:paraId="29762235" w14:textId="77777777" w:rsidR="00BC5744" w:rsidRDefault="00000000">
      <w:pPr>
        <w:pStyle w:val="3"/>
        <w:widowControl w:val="0"/>
        <w:rPr>
          <w:kern w:val="2"/>
          <w:szCs w:val="24"/>
        </w:rPr>
      </w:pPr>
      <w:bookmarkStart w:id="40" w:name="_Toc155705802"/>
      <w:r>
        <w:rPr>
          <w:kern w:val="2"/>
          <w:szCs w:val="24"/>
        </w:rPr>
        <w:t>屋顶构造一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C5744" w14:paraId="5FBEC235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40B070C" w14:textId="77777777" w:rsidR="00BC5744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61A2F41" w14:textId="77777777" w:rsidR="00BC574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5938690" w14:textId="77777777" w:rsidR="00BC574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79E13C3" w14:textId="77777777" w:rsidR="00BC574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668E454" w14:textId="77777777" w:rsidR="00BC574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10C1EBE" w14:textId="77777777" w:rsidR="00BC574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90429A6" w14:textId="77777777" w:rsidR="00BC5744" w:rsidRDefault="00000000">
            <w:pPr>
              <w:jc w:val="center"/>
            </w:pPr>
            <w:r>
              <w:t>热惰性指标</w:t>
            </w:r>
          </w:p>
        </w:tc>
      </w:tr>
      <w:tr w:rsidR="00BC5744" w14:paraId="53E52C14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342D6397" w14:textId="77777777" w:rsidR="00BC5744" w:rsidRDefault="00BC574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C5266C1" w14:textId="77777777" w:rsidR="00BC574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3CDE39" w14:textId="77777777" w:rsidR="00BC574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A25D799" w14:textId="77777777" w:rsidR="00BC574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8CCC678" w14:textId="77777777" w:rsidR="00BC574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2E6EB26" w14:textId="77777777" w:rsidR="00BC574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FD7C674" w14:textId="77777777" w:rsidR="00BC5744" w:rsidRDefault="00000000">
            <w:pPr>
              <w:jc w:val="center"/>
            </w:pPr>
            <w:r>
              <w:t>D=R*S</w:t>
            </w:r>
          </w:p>
        </w:tc>
      </w:tr>
      <w:tr w:rsidR="00BC5744" w14:paraId="34022C9F" w14:textId="77777777">
        <w:tc>
          <w:tcPr>
            <w:tcW w:w="3345" w:type="dxa"/>
            <w:vAlign w:val="center"/>
          </w:tcPr>
          <w:p w14:paraId="19D8D03D" w14:textId="77777777" w:rsidR="00BC5744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2DB966E3" w14:textId="77777777" w:rsidR="00BC5744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3CACEB2E" w14:textId="77777777" w:rsidR="00BC5744" w:rsidRDefault="00000000">
            <w:r>
              <w:t>1.510</w:t>
            </w:r>
          </w:p>
        </w:tc>
        <w:tc>
          <w:tcPr>
            <w:tcW w:w="1075" w:type="dxa"/>
            <w:vAlign w:val="center"/>
          </w:tcPr>
          <w:p w14:paraId="50C71FF2" w14:textId="77777777" w:rsidR="00BC5744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022177C3" w14:textId="77777777" w:rsidR="00BC574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8FC1615" w14:textId="77777777" w:rsidR="00BC5744" w:rsidRDefault="00000000">
            <w:r>
              <w:t>0.026</w:t>
            </w:r>
          </w:p>
        </w:tc>
        <w:tc>
          <w:tcPr>
            <w:tcW w:w="1064" w:type="dxa"/>
            <w:vAlign w:val="center"/>
          </w:tcPr>
          <w:p w14:paraId="59E7FDD8" w14:textId="77777777" w:rsidR="00BC5744" w:rsidRDefault="00000000">
            <w:r>
              <w:t>0.407</w:t>
            </w:r>
          </w:p>
        </w:tc>
      </w:tr>
      <w:tr w:rsidR="00BC5744" w14:paraId="73BEEA94" w14:textId="77777777">
        <w:tc>
          <w:tcPr>
            <w:tcW w:w="3345" w:type="dxa"/>
            <w:vAlign w:val="center"/>
          </w:tcPr>
          <w:p w14:paraId="5276B1D8" w14:textId="77777777" w:rsidR="00BC5744" w:rsidRDefault="00000000">
            <w:r>
              <w:lastRenderedPageBreak/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2E917C65" w14:textId="77777777" w:rsidR="00BC574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E5DE8C3" w14:textId="77777777" w:rsidR="00BC5744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13B751EA" w14:textId="77777777" w:rsidR="00BC5744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7ACE4603" w14:textId="77777777" w:rsidR="00BC5744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5660D048" w14:textId="77777777" w:rsidR="00BC5744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5B234946" w14:textId="77777777" w:rsidR="00BC5744" w:rsidRDefault="00000000">
            <w:r>
              <w:t>0.227</w:t>
            </w:r>
          </w:p>
        </w:tc>
      </w:tr>
      <w:tr w:rsidR="00BC5744" w14:paraId="10FB6429" w14:textId="77777777">
        <w:tc>
          <w:tcPr>
            <w:tcW w:w="3345" w:type="dxa"/>
            <w:vAlign w:val="center"/>
          </w:tcPr>
          <w:p w14:paraId="7E3A1C09" w14:textId="77777777" w:rsidR="00BC5744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652713E" w14:textId="77777777" w:rsidR="00BC574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3CF279E" w14:textId="77777777" w:rsidR="00BC574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D2FDF44" w14:textId="77777777" w:rsidR="00BC5744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095321B" w14:textId="77777777" w:rsidR="00BC574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6B02021" w14:textId="77777777" w:rsidR="00BC574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DCD8886" w14:textId="77777777" w:rsidR="00BC5744" w:rsidRDefault="00000000">
            <w:r>
              <w:t>0.245</w:t>
            </w:r>
          </w:p>
        </w:tc>
      </w:tr>
      <w:tr w:rsidR="00BC5744" w14:paraId="2E64C56D" w14:textId="77777777">
        <w:tc>
          <w:tcPr>
            <w:tcW w:w="3345" w:type="dxa"/>
            <w:vAlign w:val="center"/>
          </w:tcPr>
          <w:p w14:paraId="173E2674" w14:textId="77777777" w:rsidR="00BC5744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4655F466" w14:textId="77777777" w:rsidR="00BC5744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14:paraId="6A8DD919" w14:textId="77777777" w:rsidR="00BC5744" w:rsidRDefault="00000000">
            <w:r>
              <w:t>0.180</w:t>
            </w:r>
          </w:p>
        </w:tc>
        <w:tc>
          <w:tcPr>
            <w:tcW w:w="1075" w:type="dxa"/>
            <w:vAlign w:val="center"/>
          </w:tcPr>
          <w:p w14:paraId="5ECE916F" w14:textId="77777777" w:rsidR="00BC5744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35AE4B1B" w14:textId="77777777" w:rsidR="00BC574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A842757" w14:textId="77777777" w:rsidR="00BC5744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3AE64152" w14:textId="77777777" w:rsidR="00BC5744" w:rsidRDefault="00000000">
            <w:r>
              <w:t>1.378</w:t>
            </w:r>
          </w:p>
        </w:tc>
      </w:tr>
      <w:tr w:rsidR="00BC5744" w14:paraId="748877A5" w14:textId="77777777">
        <w:tc>
          <w:tcPr>
            <w:tcW w:w="3345" w:type="dxa"/>
            <w:vAlign w:val="center"/>
          </w:tcPr>
          <w:p w14:paraId="6AF6A9E2" w14:textId="77777777" w:rsidR="00BC5744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13E0214A" w14:textId="77777777" w:rsidR="00BC5744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1869D3CD" w14:textId="77777777" w:rsidR="00BC5744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2EEF10A1" w14:textId="77777777" w:rsidR="00BC574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245DA9F6" w14:textId="77777777" w:rsidR="00BC574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84E020F" w14:textId="77777777" w:rsidR="00BC5744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23B1BC10" w14:textId="77777777" w:rsidR="00BC5744" w:rsidRDefault="00000000">
            <w:r>
              <w:t>1.186</w:t>
            </w:r>
          </w:p>
        </w:tc>
      </w:tr>
      <w:tr w:rsidR="00BC5744" w14:paraId="45FF9496" w14:textId="77777777">
        <w:tc>
          <w:tcPr>
            <w:tcW w:w="3345" w:type="dxa"/>
            <w:vAlign w:val="center"/>
          </w:tcPr>
          <w:p w14:paraId="3262D9DF" w14:textId="77777777" w:rsidR="00BC5744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154D0D44" w14:textId="77777777" w:rsidR="00BC574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802A798" w14:textId="77777777" w:rsidR="00BC5744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28E44D69" w14:textId="77777777" w:rsidR="00BC5744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597A6ACB" w14:textId="77777777" w:rsidR="00BC574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85FC9AF" w14:textId="77777777" w:rsidR="00BC5744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1DC9138C" w14:textId="77777777" w:rsidR="00BC5744" w:rsidRDefault="00000000">
            <w:r>
              <w:t>0.249</w:t>
            </w:r>
          </w:p>
        </w:tc>
      </w:tr>
      <w:tr w:rsidR="00BC5744" w14:paraId="43738883" w14:textId="77777777">
        <w:tc>
          <w:tcPr>
            <w:tcW w:w="3345" w:type="dxa"/>
            <w:vAlign w:val="center"/>
          </w:tcPr>
          <w:p w14:paraId="78F41734" w14:textId="77777777" w:rsidR="00BC574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72B287E" w14:textId="77777777" w:rsidR="00BC5744" w:rsidRDefault="00000000">
            <w:r>
              <w:t>300</w:t>
            </w:r>
          </w:p>
        </w:tc>
        <w:tc>
          <w:tcPr>
            <w:tcW w:w="1075" w:type="dxa"/>
            <w:vAlign w:val="center"/>
          </w:tcPr>
          <w:p w14:paraId="5DBD3453" w14:textId="77777777" w:rsidR="00BC574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E8D4A17" w14:textId="77777777" w:rsidR="00BC574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4D602A73" w14:textId="77777777" w:rsidR="00BC574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D494C4C" w14:textId="77777777" w:rsidR="00BC5744" w:rsidRDefault="00000000">
            <w:r>
              <w:t>1.142</w:t>
            </w:r>
          </w:p>
        </w:tc>
        <w:tc>
          <w:tcPr>
            <w:tcW w:w="1064" w:type="dxa"/>
            <w:vAlign w:val="center"/>
          </w:tcPr>
          <w:p w14:paraId="00010D9A" w14:textId="77777777" w:rsidR="00BC5744" w:rsidRDefault="00000000">
            <w:r>
              <w:t>3.691</w:t>
            </w:r>
          </w:p>
        </w:tc>
      </w:tr>
      <w:tr w:rsidR="00BC5744" w14:paraId="330CBBAF" w14:textId="77777777">
        <w:tc>
          <w:tcPr>
            <w:tcW w:w="3345" w:type="dxa"/>
            <w:shd w:val="clear" w:color="auto" w:fill="E6E6E6"/>
            <w:vAlign w:val="center"/>
          </w:tcPr>
          <w:p w14:paraId="4248F2F1" w14:textId="77777777" w:rsidR="00BC5744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039CD7BA" w14:textId="77777777" w:rsidR="00BC5744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BC5744" w14:paraId="198B06BE" w14:textId="77777777">
        <w:tc>
          <w:tcPr>
            <w:tcW w:w="3345" w:type="dxa"/>
            <w:shd w:val="clear" w:color="auto" w:fill="E6E6E6"/>
            <w:vAlign w:val="center"/>
          </w:tcPr>
          <w:p w14:paraId="0A88FC7F" w14:textId="77777777" w:rsidR="00BC5744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444B5865" w14:textId="77777777" w:rsidR="00BC5744" w:rsidRDefault="00000000">
            <w:pPr>
              <w:jc w:val="center"/>
            </w:pPr>
            <w:r>
              <w:t>0.77</w:t>
            </w:r>
          </w:p>
        </w:tc>
      </w:tr>
    </w:tbl>
    <w:p w14:paraId="058E57A8" w14:textId="77777777" w:rsidR="00BC5744" w:rsidRDefault="00000000">
      <w:pPr>
        <w:pStyle w:val="2"/>
        <w:widowControl w:val="0"/>
        <w:rPr>
          <w:kern w:val="2"/>
        </w:rPr>
      </w:pPr>
      <w:bookmarkStart w:id="41" w:name="_Toc155705803"/>
      <w:r>
        <w:rPr>
          <w:kern w:val="2"/>
        </w:rPr>
        <w:t>外墙构造</w:t>
      </w:r>
      <w:bookmarkEnd w:id="41"/>
    </w:p>
    <w:p w14:paraId="40C57716" w14:textId="77777777" w:rsidR="00BC5744" w:rsidRDefault="00000000">
      <w:pPr>
        <w:pStyle w:val="3"/>
        <w:widowControl w:val="0"/>
        <w:rPr>
          <w:kern w:val="2"/>
          <w:szCs w:val="24"/>
        </w:rPr>
      </w:pPr>
      <w:bookmarkStart w:id="42" w:name="_Toc155705804"/>
      <w:r>
        <w:rPr>
          <w:kern w:val="2"/>
          <w:szCs w:val="24"/>
        </w:rPr>
        <w:t>外墙构造一</w:t>
      </w:r>
      <w:bookmarkEnd w:id="4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C5744" w14:paraId="6C08B0EC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72766387" w14:textId="77777777" w:rsidR="00BC5744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2D51865" w14:textId="77777777" w:rsidR="00BC574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415B954" w14:textId="77777777" w:rsidR="00BC574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0738ECD" w14:textId="77777777" w:rsidR="00BC574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C3A2CA7" w14:textId="77777777" w:rsidR="00BC574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ED00F3B" w14:textId="77777777" w:rsidR="00BC574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EE54158" w14:textId="77777777" w:rsidR="00BC5744" w:rsidRDefault="00000000">
            <w:pPr>
              <w:jc w:val="center"/>
            </w:pPr>
            <w:r>
              <w:t>热惰性指标</w:t>
            </w:r>
          </w:p>
        </w:tc>
      </w:tr>
      <w:tr w:rsidR="00BC5744" w14:paraId="16F55769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4783390" w14:textId="77777777" w:rsidR="00BC5744" w:rsidRDefault="00BC574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25EEF75" w14:textId="77777777" w:rsidR="00BC574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F1534AA" w14:textId="77777777" w:rsidR="00BC574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B9263CD" w14:textId="77777777" w:rsidR="00BC574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A0BAE06" w14:textId="77777777" w:rsidR="00BC574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D201470" w14:textId="77777777" w:rsidR="00BC574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2BCFAFC" w14:textId="77777777" w:rsidR="00BC5744" w:rsidRDefault="00000000">
            <w:pPr>
              <w:jc w:val="center"/>
            </w:pPr>
            <w:r>
              <w:t>D=R*S</w:t>
            </w:r>
          </w:p>
        </w:tc>
      </w:tr>
      <w:tr w:rsidR="00BC5744" w14:paraId="36AD1A62" w14:textId="77777777">
        <w:tc>
          <w:tcPr>
            <w:tcW w:w="3345" w:type="dxa"/>
            <w:vAlign w:val="center"/>
          </w:tcPr>
          <w:p w14:paraId="5D272405" w14:textId="77777777" w:rsidR="00BC5744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419DBB98" w14:textId="77777777" w:rsidR="00BC574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B327FA6" w14:textId="77777777" w:rsidR="00BC574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3B57DD72" w14:textId="77777777" w:rsidR="00BC5744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34D72599" w14:textId="77777777" w:rsidR="00BC574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CCA277D" w14:textId="77777777" w:rsidR="00BC574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259B623" w14:textId="77777777" w:rsidR="00BC5744" w:rsidRDefault="00000000">
            <w:r>
              <w:t>0.245</w:t>
            </w:r>
          </w:p>
        </w:tc>
      </w:tr>
      <w:tr w:rsidR="00BC5744" w14:paraId="772B2DD7" w14:textId="77777777">
        <w:tc>
          <w:tcPr>
            <w:tcW w:w="3345" w:type="dxa"/>
            <w:vAlign w:val="center"/>
          </w:tcPr>
          <w:p w14:paraId="29D9E7E3" w14:textId="77777777" w:rsidR="00BC5744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27A1B17A" w14:textId="77777777" w:rsidR="00BC574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1227023" w14:textId="77777777" w:rsidR="00BC5744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2134A7E3" w14:textId="77777777" w:rsidR="00BC5744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7C1979A4" w14:textId="77777777" w:rsidR="00BC5744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785C8D89" w14:textId="77777777" w:rsidR="00BC5744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11AEBA3B" w14:textId="77777777" w:rsidR="00BC5744" w:rsidRDefault="00000000">
            <w:r>
              <w:t>0.227</w:t>
            </w:r>
          </w:p>
        </w:tc>
      </w:tr>
      <w:tr w:rsidR="00BC5744" w14:paraId="3738F473" w14:textId="77777777">
        <w:tc>
          <w:tcPr>
            <w:tcW w:w="3345" w:type="dxa"/>
            <w:vAlign w:val="center"/>
          </w:tcPr>
          <w:p w14:paraId="4E8A8B17" w14:textId="77777777" w:rsidR="00BC5744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406C01B" w14:textId="77777777" w:rsidR="00BC574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204A1FB" w14:textId="77777777" w:rsidR="00BC574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06C6C951" w14:textId="77777777" w:rsidR="00BC5744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325E593" w14:textId="77777777" w:rsidR="00BC574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FE4E4E7" w14:textId="77777777" w:rsidR="00BC574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B2E3876" w14:textId="77777777" w:rsidR="00BC5744" w:rsidRDefault="00000000">
            <w:r>
              <w:t>0.245</w:t>
            </w:r>
          </w:p>
        </w:tc>
      </w:tr>
      <w:tr w:rsidR="00BC5744" w14:paraId="748BE4D4" w14:textId="77777777">
        <w:tc>
          <w:tcPr>
            <w:tcW w:w="3345" w:type="dxa"/>
            <w:vAlign w:val="center"/>
          </w:tcPr>
          <w:p w14:paraId="1F06BF77" w14:textId="77777777" w:rsidR="00BC5744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60EBE9FB" w14:textId="77777777" w:rsidR="00BC5744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557C3366" w14:textId="77777777" w:rsidR="00BC5744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18CCBB81" w14:textId="77777777" w:rsidR="00BC574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0142097A" w14:textId="77777777" w:rsidR="00BC574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D7236FB" w14:textId="77777777" w:rsidR="00BC5744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01B414BA" w14:textId="77777777" w:rsidR="00BC5744" w:rsidRDefault="00000000">
            <w:r>
              <w:t>1.977</w:t>
            </w:r>
          </w:p>
        </w:tc>
      </w:tr>
      <w:tr w:rsidR="00BC5744" w14:paraId="09C9F5A5" w14:textId="77777777">
        <w:tc>
          <w:tcPr>
            <w:tcW w:w="3345" w:type="dxa"/>
            <w:vAlign w:val="center"/>
          </w:tcPr>
          <w:p w14:paraId="35D6A13D" w14:textId="77777777" w:rsidR="00BC5744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05F47442" w14:textId="77777777" w:rsidR="00BC574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E1CCC51" w14:textId="77777777" w:rsidR="00BC5744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01D6E5B8" w14:textId="77777777" w:rsidR="00BC5744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2C37705A" w14:textId="77777777" w:rsidR="00BC574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5DE027D" w14:textId="77777777" w:rsidR="00BC5744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1112656E" w14:textId="77777777" w:rsidR="00BC5744" w:rsidRDefault="00000000">
            <w:r>
              <w:t>0.249</w:t>
            </w:r>
          </w:p>
        </w:tc>
      </w:tr>
      <w:tr w:rsidR="00BC5744" w14:paraId="5F47DD89" w14:textId="77777777">
        <w:tc>
          <w:tcPr>
            <w:tcW w:w="3345" w:type="dxa"/>
            <w:vAlign w:val="center"/>
          </w:tcPr>
          <w:p w14:paraId="23E175C3" w14:textId="77777777" w:rsidR="00BC574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B6F83DF" w14:textId="77777777" w:rsidR="00BC5744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2022C72C" w14:textId="77777777" w:rsidR="00BC574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13FAF8F" w14:textId="77777777" w:rsidR="00BC574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333EF337" w14:textId="77777777" w:rsidR="00BC574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1055EF9" w14:textId="77777777" w:rsidR="00BC5744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14:paraId="16192FB5" w14:textId="77777777" w:rsidR="00BC5744" w:rsidRDefault="00000000">
            <w:r>
              <w:t>2.941</w:t>
            </w:r>
          </w:p>
        </w:tc>
      </w:tr>
      <w:tr w:rsidR="00BC5744" w14:paraId="667F7B3B" w14:textId="77777777">
        <w:tc>
          <w:tcPr>
            <w:tcW w:w="3345" w:type="dxa"/>
            <w:shd w:val="clear" w:color="auto" w:fill="E6E6E6"/>
            <w:vAlign w:val="center"/>
          </w:tcPr>
          <w:p w14:paraId="630AC61B" w14:textId="77777777" w:rsidR="00BC5744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2F5EE4E2" w14:textId="77777777" w:rsidR="00BC5744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BC5744" w14:paraId="40286217" w14:textId="77777777">
        <w:tc>
          <w:tcPr>
            <w:tcW w:w="3345" w:type="dxa"/>
            <w:shd w:val="clear" w:color="auto" w:fill="E6E6E6"/>
            <w:vAlign w:val="center"/>
          </w:tcPr>
          <w:p w14:paraId="43A76B10" w14:textId="77777777" w:rsidR="00BC5744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08C31C7B" w14:textId="77777777" w:rsidR="00BC5744" w:rsidRDefault="00000000">
            <w:pPr>
              <w:jc w:val="center"/>
            </w:pPr>
            <w:r>
              <w:t>1.13</w:t>
            </w:r>
          </w:p>
        </w:tc>
      </w:tr>
    </w:tbl>
    <w:p w14:paraId="6847EA2A" w14:textId="77777777" w:rsidR="00BC5744" w:rsidRDefault="00000000">
      <w:pPr>
        <w:pStyle w:val="2"/>
        <w:widowControl w:val="0"/>
        <w:rPr>
          <w:kern w:val="2"/>
        </w:rPr>
      </w:pPr>
      <w:bookmarkStart w:id="43" w:name="_Toc155705805"/>
      <w:r>
        <w:rPr>
          <w:kern w:val="2"/>
        </w:rPr>
        <w:t>楼板构造</w:t>
      </w:r>
      <w:bookmarkEnd w:id="43"/>
    </w:p>
    <w:p w14:paraId="29EF36FC" w14:textId="77777777" w:rsidR="00BC5744" w:rsidRDefault="00000000">
      <w:pPr>
        <w:pStyle w:val="3"/>
        <w:widowControl w:val="0"/>
        <w:rPr>
          <w:kern w:val="2"/>
          <w:szCs w:val="24"/>
        </w:rPr>
      </w:pPr>
      <w:bookmarkStart w:id="44" w:name="_Toc155705806"/>
      <w:r>
        <w:rPr>
          <w:kern w:val="2"/>
          <w:szCs w:val="24"/>
        </w:rPr>
        <w:t>控温房间楼板构造一</w:t>
      </w:r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C5744" w14:paraId="620EC049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91D2056" w14:textId="77777777" w:rsidR="00BC5744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D6E6553" w14:textId="77777777" w:rsidR="00BC574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F31F214" w14:textId="77777777" w:rsidR="00BC574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A20A355" w14:textId="77777777" w:rsidR="00BC574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126EB51" w14:textId="77777777" w:rsidR="00BC574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D1E4A6F" w14:textId="77777777" w:rsidR="00BC574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E1A4D27" w14:textId="77777777" w:rsidR="00BC5744" w:rsidRDefault="00000000">
            <w:pPr>
              <w:jc w:val="center"/>
            </w:pPr>
            <w:r>
              <w:t>热惰性指标</w:t>
            </w:r>
          </w:p>
        </w:tc>
      </w:tr>
      <w:tr w:rsidR="00BC5744" w14:paraId="7C6CFE62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6AF398AB" w14:textId="77777777" w:rsidR="00BC5744" w:rsidRDefault="00BC574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E34C465" w14:textId="77777777" w:rsidR="00BC574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95F1C4C" w14:textId="77777777" w:rsidR="00BC574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CD8600" w14:textId="77777777" w:rsidR="00BC574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79A612D" w14:textId="77777777" w:rsidR="00BC574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88ED783" w14:textId="77777777" w:rsidR="00BC574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AEE8B91" w14:textId="77777777" w:rsidR="00BC5744" w:rsidRDefault="00000000">
            <w:pPr>
              <w:jc w:val="center"/>
            </w:pPr>
            <w:r>
              <w:t>D=R*S</w:t>
            </w:r>
          </w:p>
        </w:tc>
      </w:tr>
      <w:tr w:rsidR="00BC5744" w14:paraId="6E108A5B" w14:textId="77777777">
        <w:tc>
          <w:tcPr>
            <w:tcW w:w="3345" w:type="dxa"/>
            <w:vAlign w:val="center"/>
          </w:tcPr>
          <w:p w14:paraId="7C67E517" w14:textId="77777777" w:rsidR="00BC5744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8CCAE59" w14:textId="77777777" w:rsidR="00BC574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F496413" w14:textId="77777777" w:rsidR="00BC574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D90FB47" w14:textId="77777777" w:rsidR="00BC5744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E04AC7C" w14:textId="77777777" w:rsidR="00BC574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459D4C8" w14:textId="77777777" w:rsidR="00BC574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544DE49" w14:textId="77777777" w:rsidR="00BC5744" w:rsidRDefault="00000000">
            <w:r>
              <w:t>0.245</w:t>
            </w:r>
          </w:p>
        </w:tc>
      </w:tr>
      <w:tr w:rsidR="00BC5744" w14:paraId="5D8C52DE" w14:textId="77777777">
        <w:tc>
          <w:tcPr>
            <w:tcW w:w="3345" w:type="dxa"/>
            <w:vAlign w:val="center"/>
          </w:tcPr>
          <w:p w14:paraId="0B98BE5F" w14:textId="77777777" w:rsidR="00BC5744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7DCBF8FB" w14:textId="77777777" w:rsidR="00BC5744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151BB769" w14:textId="77777777" w:rsidR="00BC5744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6358054B" w14:textId="77777777" w:rsidR="00BC574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42CFF965" w14:textId="77777777" w:rsidR="00BC574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F9F67CA" w14:textId="77777777" w:rsidR="00BC5744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615D90E4" w14:textId="77777777" w:rsidR="00BC5744" w:rsidRDefault="00000000">
            <w:r>
              <w:t>1.186</w:t>
            </w:r>
          </w:p>
        </w:tc>
      </w:tr>
      <w:tr w:rsidR="00BC5744" w14:paraId="4EE003BA" w14:textId="77777777">
        <w:tc>
          <w:tcPr>
            <w:tcW w:w="3345" w:type="dxa"/>
            <w:vAlign w:val="center"/>
          </w:tcPr>
          <w:p w14:paraId="6B53F8E5" w14:textId="77777777" w:rsidR="00BC5744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0F8058C3" w14:textId="77777777" w:rsidR="00BC574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9D9F626" w14:textId="77777777" w:rsidR="00BC5744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49C4EA51" w14:textId="77777777" w:rsidR="00BC5744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225E0F74" w14:textId="77777777" w:rsidR="00BC574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D838972" w14:textId="77777777" w:rsidR="00BC5744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0A3C85A7" w14:textId="77777777" w:rsidR="00BC5744" w:rsidRDefault="00000000">
            <w:r>
              <w:t>0.249</w:t>
            </w:r>
          </w:p>
        </w:tc>
      </w:tr>
      <w:tr w:rsidR="00BC5744" w14:paraId="742B66FD" w14:textId="77777777">
        <w:tc>
          <w:tcPr>
            <w:tcW w:w="3345" w:type="dxa"/>
            <w:vAlign w:val="center"/>
          </w:tcPr>
          <w:p w14:paraId="02FBC8EC" w14:textId="77777777" w:rsidR="00BC574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057AAC1" w14:textId="77777777" w:rsidR="00BC5744" w:rsidRDefault="00000000">
            <w:r>
              <w:t>160</w:t>
            </w:r>
          </w:p>
        </w:tc>
        <w:tc>
          <w:tcPr>
            <w:tcW w:w="1075" w:type="dxa"/>
            <w:vAlign w:val="center"/>
          </w:tcPr>
          <w:p w14:paraId="0E3E5741" w14:textId="77777777" w:rsidR="00BC574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8A61862" w14:textId="77777777" w:rsidR="00BC574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67020AD1" w14:textId="77777777" w:rsidR="00BC574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465DC00" w14:textId="77777777" w:rsidR="00BC5744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62B5D14D" w14:textId="77777777" w:rsidR="00BC5744" w:rsidRDefault="00000000">
            <w:r>
              <w:t>1.679</w:t>
            </w:r>
          </w:p>
        </w:tc>
      </w:tr>
      <w:tr w:rsidR="00BC5744" w14:paraId="1DDACB6D" w14:textId="77777777">
        <w:tc>
          <w:tcPr>
            <w:tcW w:w="3345" w:type="dxa"/>
            <w:shd w:val="clear" w:color="auto" w:fill="E6E6E6"/>
            <w:vAlign w:val="center"/>
          </w:tcPr>
          <w:p w14:paraId="401AE6F4" w14:textId="77777777" w:rsidR="00BC5744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631AFFF8" w14:textId="77777777" w:rsidR="00BC5744" w:rsidRDefault="00000000">
            <w:pPr>
              <w:jc w:val="center"/>
            </w:pPr>
            <w:r>
              <w:t>2.98</w:t>
            </w:r>
          </w:p>
        </w:tc>
      </w:tr>
    </w:tbl>
    <w:p w14:paraId="6DBAD183" w14:textId="77777777" w:rsidR="00BC5744" w:rsidRDefault="00000000">
      <w:pPr>
        <w:pStyle w:val="2"/>
        <w:widowControl w:val="0"/>
        <w:rPr>
          <w:kern w:val="2"/>
        </w:rPr>
      </w:pPr>
      <w:bookmarkStart w:id="45" w:name="_Toc155705807"/>
      <w:r>
        <w:rPr>
          <w:kern w:val="2"/>
        </w:rPr>
        <w:t>周边地面构造</w:t>
      </w:r>
      <w:bookmarkEnd w:id="45"/>
    </w:p>
    <w:p w14:paraId="33048248" w14:textId="77777777" w:rsidR="00BC5744" w:rsidRDefault="00000000">
      <w:pPr>
        <w:pStyle w:val="3"/>
        <w:widowControl w:val="0"/>
        <w:rPr>
          <w:kern w:val="2"/>
          <w:szCs w:val="24"/>
        </w:rPr>
      </w:pPr>
      <w:bookmarkStart w:id="46" w:name="_Toc155705808"/>
      <w:r>
        <w:rPr>
          <w:kern w:val="2"/>
          <w:szCs w:val="24"/>
        </w:rPr>
        <w:t>周边地面构造一</w:t>
      </w:r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C5744" w14:paraId="315CF1DB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F06C904" w14:textId="77777777" w:rsidR="00BC5744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25A7585" w14:textId="77777777" w:rsidR="00BC574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35B4BB3" w14:textId="77777777" w:rsidR="00BC574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7410CF" w14:textId="77777777" w:rsidR="00BC574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FB59590" w14:textId="77777777" w:rsidR="00BC574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4379048" w14:textId="77777777" w:rsidR="00BC574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2A6BAE6" w14:textId="77777777" w:rsidR="00BC5744" w:rsidRDefault="00000000">
            <w:pPr>
              <w:jc w:val="center"/>
            </w:pPr>
            <w:r>
              <w:t>热惰性指标</w:t>
            </w:r>
          </w:p>
        </w:tc>
      </w:tr>
      <w:tr w:rsidR="00BC5744" w14:paraId="071A154C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55B73267" w14:textId="77777777" w:rsidR="00BC5744" w:rsidRDefault="00BC574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0157D12" w14:textId="77777777" w:rsidR="00BC574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36C0BB6" w14:textId="77777777" w:rsidR="00BC574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309F572" w14:textId="77777777" w:rsidR="00BC574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019F653" w14:textId="77777777" w:rsidR="00BC574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F0B94CF" w14:textId="77777777" w:rsidR="00BC574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A58AE0E" w14:textId="77777777" w:rsidR="00BC5744" w:rsidRDefault="00000000">
            <w:pPr>
              <w:jc w:val="center"/>
            </w:pPr>
            <w:r>
              <w:t>D=R*S</w:t>
            </w:r>
          </w:p>
        </w:tc>
      </w:tr>
      <w:tr w:rsidR="00BC5744" w14:paraId="76584A71" w14:textId="77777777">
        <w:tc>
          <w:tcPr>
            <w:tcW w:w="3345" w:type="dxa"/>
            <w:vAlign w:val="center"/>
          </w:tcPr>
          <w:p w14:paraId="0EAFBFA8" w14:textId="77777777" w:rsidR="00BC5744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0758489B" w14:textId="77777777" w:rsidR="00BC574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0E61B1A" w14:textId="77777777" w:rsidR="00BC574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76AAA882" w14:textId="77777777" w:rsidR="00BC5744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C0F6AEE" w14:textId="77777777" w:rsidR="00BC574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685EEEC" w14:textId="77777777" w:rsidR="00BC574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1B2BB1FF" w14:textId="77777777" w:rsidR="00BC5744" w:rsidRDefault="00000000">
            <w:r>
              <w:t>0.245</w:t>
            </w:r>
          </w:p>
        </w:tc>
      </w:tr>
      <w:tr w:rsidR="00BC5744" w14:paraId="03BD5D61" w14:textId="77777777">
        <w:tc>
          <w:tcPr>
            <w:tcW w:w="3345" w:type="dxa"/>
            <w:vAlign w:val="center"/>
          </w:tcPr>
          <w:p w14:paraId="342CC3D8" w14:textId="77777777" w:rsidR="00BC5744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3461F36F" w14:textId="77777777" w:rsidR="00BC5744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2CC4CB7B" w14:textId="77777777" w:rsidR="00BC5744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14BF0594" w14:textId="77777777" w:rsidR="00BC574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7F45B4B6" w14:textId="77777777" w:rsidR="00BC574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032A1EE" w14:textId="77777777" w:rsidR="00BC5744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217AEC06" w14:textId="77777777" w:rsidR="00BC5744" w:rsidRDefault="00000000">
            <w:r>
              <w:t>1.186</w:t>
            </w:r>
          </w:p>
        </w:tc>
      </w:tr>
      <w:tr w:rsidR="00BC5744" w14:paraId="752BD841" w14:textId="77777777">
        <w:tc>
          <w:tcPr>
            <w:tcW w:w="3345" w:type="dxa"/>
            <w:vAlign w:val="center"/>
          </w:tcPr>
          <w:p w14:paraId="12B3F263" w14:textId="77777777" w:rsidR="00BC574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C667085" w14:textId="77777777" w:rsidR="00BC5744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20F76CC5" w14:textId="77777777" w:rsidR="00BC574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F147BDC" w14:textId="77777777" w:rsidR="00BC574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5FE08CE6" w14:textId="77777777" w:rsidR="00BC574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48A3590" w14:textId="77777777" w:rsidR="00BC5744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05359F45" w14:textId="77777777" w:rsidR="00BC5744" w:rsidRDefault="00000000">
            <w:r>
              <w:t>1.431</w:t>
            </w:r>
          </w:p>
        </w:tc>
      </w:tr>
      <w:tr w:rsidR="00BC5744" w14:paraId="1DD1842F" w14:textId="77777777">
        <w:tc>
          <w:tcPr>
            <w:tcW w:w="3345" w:type="dxa"/>
            <w:shd w:val="clear" w:color="auto" w:fill="E6E6E6"/>
            <w:vAlign w:val="center"/>
          </w:tcPr>
          <w:p w14:paraId="2E142CAD" w14:textId="77777777" w:rsidR="00BC5744" w:rsidRDefault="00000000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5702B473" w14:textId="77777777" w:rsidR="00BC5744" w:rsidRDefault="00000000">
            <w:pPr>
              <w:jc w:val="center"/>
            </w:pPr>
            <w:r>
              <w:t>0.52</w:t>
            </w:r>
          </w:p>
        </w:tc>
      </w:tr>
      <w:tr w:rsidR="00BC5744" w14:paraId="4921D986" w14:textId="77777777">
        <w:tc>
          <w:tcPr>
            <w:tcW w:w="3345" w:type="dxa"/>
            <w:vAlign w:val="center"/>
          </w:tcPr>
          <w:p w14:paraId="09C8C1D7" w14:textId="77777777" w:rsidR="00BC5744" w:rsidRDefault="00BC5744"/>
        </w:tc>
        <w:tc>
          <w:tcPr>
            <w:tcW w:w="848" w:type="dxa"/>
            <w:vAlign w:val="center"/>
          </w:tcPr>
          <w:p w14:paraId="75C10282" w14:textId="77777777" w:rsidR="00BC5744" w:rsidRDefault="00BC5744"/>
        </w:tc>
        <w:tc>
          <w:tcPr>
            <w:tcW w:w="1075" w:type="dxa"/>
            <w:vAlign w:val="center"/>
          </w:tcPr>
          <w:p w14:paraId="088A3848" w14:textId="77777777" w:rsidR="00BC5744" w:rsidRDefault="00BC5744"/>
        </w:tc>
        <w:tc>
          <w:tcPr>
            <w:tcW w:w="1075" w:type="dxa"/>
            <w:vAlign w:val="center"/>
          </w:tcPr>
          <w:p w14:paraId="399DC9CB" w14:textId="77777777" w:rsidR="00BC5744" w:rsidRDefault="00BC5744"/>
        </w:tc>
        <w:tc>
          <w:tcPr>
            <w:tcW w:w="848" w:type="dxa"/>
            <w:vAlign w:val="center"/>
          </w:tcPr>
          <w:p w14:paraId="75534DF4" w14:textId="77777777" w:rsidR="00BC5744" w:rsidRDefault="00BC5744"/>
        </w:tc>
        <w:tc>
          <w:tcPr>
            <w:tcW w:w="1075" w:type="dxa"/>
            <w:vAlign w:val="center"/>
          </w:tcPr>
          <w:p w14:paraId="17E28859" w14:textId="77777777" w:rsidR="00BC5744" w:rsidRDefault="00BC5744"/>
        </w:tc>
        <w:tc>
          <w:tcPr>
            <w:tcW w:w="1064" w:type="dxa"/>
            <w:vAlign w:val="center"/>
          </w:tcPr>
          <w:p w14:paraId="689577CD" w14:textId="77777777" w:rsidR="00BC5744" w:rsidRDefault="00BC5744"/>
        </w:tc>
      </w:tr>
    </w:tbl>
    <w:p w14:paraId="32A2D2A8" w14:textId="77777777" w:rsidR="00BC5744" w:rsidRDefault="00000000">
      <w:pPr>
        <w:pStyle w:val="2"/>
        <w:widowControl w:val="0"/>
        <w:rPr>
          <w:kern w:val="2"/>
        </w:rPr>
      </w:pPr>
      <w:bookmarkStart w:id="47" w:name="_Toc155705809"/>
      <w:r>
        <w:rPr>
          <w:kern w:val="2"/>
        </w:rPr>
        <w:t>非周边地面构造</w:t>
      </w:r>
      <w:bookmarkEnd w:id="47"/>
    </w:p>
    <w:p w14:paraId="2B783CDE" w14:textId="77777777" w:rsidR="00BC5744" w:rsidRDefault="00000000">
      <w:pPr>
        <w:pStyle w:val="3"/>
        <w:widowControl w:val="0"/>
        <w:rPr>
          <w:kern w:val="2"/>
          <w:szCs w:val="24"/>
        </w:rPr>
      </w:pPr>
      <w:bookmarkStart w:id="48" w:name="_Toc155705810"/>
      <w:r>
        <w:rPr>
          <w:kern w:val="2"/>
          <w:szCs w:val="24"/>
        </w:rPr>
        <w:t>地面构造一</w:t>
      </w:r>
      <w:bookmarkEnd w:id="4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C5744" w14:paraId="0535F42C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EC3CF37" w14:textId="77777777" w:rsidR="00BC5744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8F13E27" w14:textId="77777777" w:rsidR="00BC574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9EA61D1" w14:textId="77777777" w:rsidR="00BC574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FB76E50" w14:textId="77777777" w:rsidR="00BC574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B0FAF4F" w14:textId="77777777" w:rsidR="00BC574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3C51EAC" w14:textId="77777777" w:rsidR="00BC574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C36966E" w14:textId="77777777" w:rsidR="00BC5744" w:rsidRDefault="00000000">
            <w:pPr>
              <w:jc w:val="center"/>
            </w:pPr>
            <w:r>
              <w:t>热惰性指标</w:t>
            </w:r>
          </w:p>
        </w:tc>
      </w:tr>
      <w:tr w:rsidR="00BC5744" w14:paraId="6F978C16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1E4F95B" w14:textId="77777777" w:rsidR="00BC5744" w:rsidRDefault="00BC574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83EC278" w14:textId="77777777" w:rsidR="00BC574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AB74818" w14:textId="77777777" w:rsidR="00BC574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558AAC" w14:textId="77777777" w:rsidR="00BC574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0B5CD09" w14:textId="77777777" w:rsidR="00BC574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987C956" w14:textId="77777777" w:rsidR="00BC574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9438D7B" w14:textId="77777777" w:rsidR="00BC5744" w:rsidRDefault="00000000">
            <w:pPr>
              <w:jc w:val="center"/>
            </w:pPr>
            <w:r>
              <w:t>D=R*S</w:t>
            </w:r>
          </w:p>
        </w:tc>
      </w:tr>
      <w:tr w:rsidR="00BC5744" w14:paraId="19719B59" w14:textId="77777777">
        <w:tc>
          <w:tcPr>
            <w:tcW w:w="3345" w:type="dxa"/>
            <w:vAlign w:val="center"/>
          </w:tcPr>
          <w:p w14:paraId="23E6111E" w14:textId="77777777" w:rsidR="00BC5744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4C2B7FBE" w14:textId="77777777" w:rsidR="00BC574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BD07FAE" w14:textId="77777777" w:rsidR="00BC574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48BF0004" w14:textId="77777777" w:rsidR="00BC5744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2707012" w14:textId="77777777" w:rsidR="00BC574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E883B7B" w14:textId="77777777" w:rsidR="00BC574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1B5EA877" w14:textId="77777777" w:rsidR="00BC5744" w:rsidRDefault="00000000">
            <w:r>
              <w:t>0.245</w:t>
            </w:r>
          </w:p>
        </w:tc>
      </w:tr>
      <w:tr w:rsidR="00BC5744" w14:paraId="7E03F58B" w14:textId="77777777">
        <w:tc>
          <w:tcPr>
            <w:tcW w:w="3345" w:type="dxa"/>
            <w:vAlign w:val="center"/>
          </w:tcPr>
          <w:p w14:paraId="36616F10" w14:textId="77777777" w:rsidR="00BC5744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52EE8876" w14:textId="77777777" w:rsidR="00BC5744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23F5F3EE" w14:textId="77777777" w:rsidR="00BC5744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2D9BBBDE" w14:textId="77777777" w:rsidR="00BC574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4A82F549" w14:textId="77777777" w:rsidR="00BC574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D08CFDB" w14:textId="77777777" w:rsidR="00BC5744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761AD255" w14:textId="77777777" w:rsidR="00BC5744" w:rsidRDefault="00000000">
            <w:r>
              <w:t>1.186</w:t>
            </w:r>
          </w:p>
        </w:tc>
      </w:tr>
      <w:tr w:rsidR="00BC5744" w14:paraId="5F8053BD" w14:textId="77777777">
        <w:tc>
          <w:tcPr>
            <w:tcW w:w="3345" w:type="dxa"/>
            <w:vAlign w:val="center"/>
          </w:tcPr>
          <w:p w14:paraId="78EFE0A3" w14:textId="77777777" w:rsidR="00BC574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589B2E5" w14:textId="77777777" w:rsidR="00BC5744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2EA0C167" w14:textId="77777777" w:rsidR="00BC574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8284776" w14:textId="77777777" w:rsidR="00BC574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6C4A58CD" w14:textId="77777777" w:rsidR="00BC574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B3D8FA1" w14:textId="77777777" w:rsidR="00BC5744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03BC07B5" w14:textId="77777777" w:rsidR="00BC5744" w:rsidRDefault="00000000">
            <w:r>
              <w:t>1.431</w:t>
            </w:r>
          </w:p>
        </w:tc>
      </w:tr>
      <w:tr w:rsidR="00BC5744" w14:paraId="1E324E5E" w14:textId="77777777">
        <w:tc>
          <w:tcPr>
            <w:tcW w:w="3345" w:type="dxa"/>
            <w:shd w:val="clear" w:color="auto" w:fill="E6E6E6"/>
            <w:vAlign w:val="center"/>
          </w:tcPr>
          <w:p w14:paraId="59196136" w14:textId="77777777" w:rsidR="00BC5744" w:rsidRDefault="00000000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3DB32F81" w14:textId="77777777" w:rsidR="00BC5744" w:rsidRDefault="00000000">
            <w:pPr>
              <w:jc w:val="center"/>
            </w:pPr>
            <w:r>
              <w:t>0.30</w:t>
            </w:r>
          </w:p>
        </w:tc>
      </w:tr>
      <w:tr w:rsidR="00BC5744" w14:paraId="15EAD209" w14:textId="77777777">
        <w:tc>
          <w:tcPr>
            <w:tcW w:w="3345" w:type="dxa"/>
            <w:vAlign w:val="center"/>
          </w:tcPr>
          <w:p w14:paraId="0AF53236" w14:textId="77777777" w:rsidR="00BC5744" w:rsidRDefault="00BC5744"/>
        </w:tc>
        <w:tc>
          <w:tcPr>
            <w:tcW w:w="848" w:type="dxa"/>
            <w:vAlign w:val="center"/>
          </w:tcPr>
          <w:p w14:paraId="7B93EEB9" w14:textId="77777777" w:rsidR="00BC5744" w:rsidRDefault="00BC5744"/>
        </w:tc>
        <w:tc>
          <w:tcPr>
            <w:tcW w:w="1075" w:type="dxa"/>
            <w:vAlign w:val="center"/>
          </w:tcPr>
          <w:p w14:paraId="753A1661" w14:textId="77777777" w:rsidR="00BC5744" w:rsidRDefault="00BC5744"/>
        </w:tc>
        <w:tc>
          <w:tcPr>
            <w:tcW w:w="1075" w:type="dxa"/>
            <w:vAlign w:val="center"/>
          </w:tcPr>
          <w:p w14:paraId="50798C16" w14:textId="77777777" w:rsidR="00BC5744" w:rsidRDefault="00BC5744"/>
        </w:tc>
        <w:tc>
          <w:tcPr>
            <w:tcW w:w="848" w:type="dxa"/>
            <w:vAlign w:val="center"/>
          </w:tcPr>
          <w:p w14:paraId="620003C7" w14:textId="77777777" w:rsidR="00BC5744" w:rsidRDefault="00BC5744"/>
        </w:tc>
        <w:tc>
          <w:tcPr>
            <w:tcW w:w="1075" w:type="dxa"/>
            <w:vAlign w:val="center"/>
          </w:tcPr>
          <w:p w14:paraId="359DD6B0" w14:textId="77777777" w:rsidR="00BC5744" w:rsidRDefault="00BC5744"/>
        </w:tc>
        <w:tc>
          <w:tcPr>
            <w:tcW w:w="1064" w:type="dxa"/>
            <w:vAlign w:val="center"/>
          </w:tcPr>
          <w:p w14:paraId="0341FF46" w14:textId="77777777" w:rsidR="00BC5744" w:rsidRDefault="00BC5744"/>
        </w:tc>
      </w:tr>
    </w:tbl>
    <w:p w14:paraId="6C886030" w14:textId="77777777" w:rsidR="00BC5744" w:rsidRDefault="00000000">
      <w:pPr>
        <w:pStyle w:val="2"/>
        <w:widowControl w:val="0"/>
        <w:rPr>
          <w:kern w:val="2"/>
        </w:rPr>
      </w:pPr>
      <w:bookmarkStart w:id="49" w:name="_Toc155705811"/>
      <w:r>
        <w:rPr>
          <w:kern w:val="2"/>
        </w:rPr>
        <w:t>门构造</w:t>
      </w:r>
      <w:bookmarkEnd w:id="4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3667"/>
        <w:gridCol w:w="1460"/>
        <w:gridCol w:w="3560"/>
      </w:tblGrid>
      <w:tr w:rsidR="00BC5744" w14:paraId="04A3CC45" w14:textId="77777777">
        <w:tc>
          <w:tcPr>
            <w:tcW w:w="645" w:type="dxa"/>
            <w:shd w:val="clear" w:color="auto" w:fill="E6E6E6"/>
            <w:vAlign w:val="center"/>
          </w:tcPr>
          <w:p w14:paraId="46DEF5C4" w14:textId="77777777" w:rsidR="00BC5744" w:rsidRDefault="00000000">
            <w:pPr>
              <w:jc w:val="center"/>
            </w:pPr>
            <w:r>
              <w:t>序号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7287426E" w14:textId="77777777" w:rsidR="00BC5744" w:rsidRDefault="00000000">
            <w:pPr>
              <w:jc w:val="center"/>
            </w:pPr>
            <w:r>
              <w:t>构造名称</w:t>
            </w:r>
          </w:p>
        </w:tc>
        <w:tc>
          <w:tcPr>
            <w:tcW w:w="1460" w:type="dxa"/>
            <w:shd w:val="clear" w:color="auto" w:fill="E6E6E6"/>
            <w:vAlign w:val="center"/>
          </w:tcPr>
          <w:p w14:paraId="4A0C7B2F" w14:textId="77777777" w:rsidR="00BC5744" w:rsidRDefault="00000000">
            <w:pPr>
              <w:jc w:val="center"/>
            </w:pPr>
            <w:r>
              <w:t>传热系数</w:t>
            </w:r>
          </w:p>
        </w:tc>
        <w:tc>
          <w:tcPr>
            <w:tcW w:w="3560" w:type="dxa"/>
            <w:shd w:val="clear" w:color="auto" w:fill="E6E6E6"/>
            <w:vAlign w:val="center"/>
          </w:tcPr>
          <w:p w14:paraId="5BDE926A" w14:textId="77777777" w:rsidR="00BC5744" w:rsidRDefault="00000000">
            <w:pPr>
              <w:jc w:val="center"/>
            </w:pPr>
            <w:r>
              <w:t>备注</w:t>
            </w:r>
          </w:p>
        </w:tc>
      </w:tr>
      <w:tr w:rsidR="00BC5744" w14:paraId="2FB09702" w14:textId="77777777">
        <w:tc>
          <w:tcPr>
            <w:tcW w:w="645" w:type="dxa"/>
            <w:shd w:val="clear" w:color="auto" w:fill="E6E6E6"/>
            <w:vAlign w:val="center"/>
          </w:tcPr>
          <w:p w14:paraId="1AE02BCA" w14:textId="77777777" w:rsidR="00BC5744" w:rsidRDefault="00000000">
            <w:r>
              <w:t>1</w:t>
            </w:r>
          </w:p>
        </w:tc>
        <w:tc>
          <w:tcPr>
            <w:tcW w:w="3667" w:type="dxa"/>
            <w:vAlign w:val="center"/>
          </w:tcPr>
          <w:p w14:paraId="24FCAB1E" w14:textId="77777777" w:rsidR="00BC5744" w:rsidRDefault="00000000">
            <w:r>
              <w:t>保温门（多功能门）</w:t>
            </w:r>
          </w:p>
        </w:tc>
        <w:tc>
          <w:tcPr>
            <w:tcW w:w="1460" w:type="dxa"/>
            <w:vAlign w:val="center"/>
          </w:tcPr>
          <w:p w14:paraId="0C3D635C" w14:textId="77777777" w:rsidR="00BC5744" w:rsidRDefault="00000000">
            <w:r>
              <w:t>1.972</w:t>
            </w:r>
          </w:p>
        </w:tc>
        <w:tc>
          <w:tcPr>
            <w:tcW w:w="3560" w:type="dxa"/>
            <w:vAlign w:val="center"/>
          </w:tcPr>
          <w:p w14:paraId="2A198283" w14:textId="77777777" w:rsidR="00BC5744" w:rsidRDefault="00BC5744"/>
        </w:tc>
      </w:tr>
    </w:tbl>
    <w:p w14:paraId="249E0324" w14:textId="77777777" w:rsidR="00BC5744" w:rsidRDefault="00000000">
      <w:pPr>
        <w:pStyle w:val="2"/>
      </w:pPr>
      <w:bookmarkStart w:id="50" w:name="_Toc155705812"/>
      <w:r>
        <w:t>窗构造</w:t>
      </w:r>
      <w:bookmarkEnd w:id="5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2695"/>
        <w:gridCol w:w="832"/>
        <w:gridCol w:w="956"/>
        <w:gridCol w:w="956"/>
        <w:gridCol w:w="2989"/>
      </w:tblGrid>
      <w:tr w:rsidR="00BC5744" w14:paraId="472B3CAF" w14:textId="77777777">
        <w:tc>
          <w:tcPr>
            <w:tcW w:w="905" w:type="dxa"/>
            <w:shd w:val="clear" w:color="auto" w:fill="E6E6E6"/>
            <w:vAlign w:val="center"/>
          </w:tcPr>
          <w:p w14:paraId="5CEB46A1" w14:textId="77777777" w:rsidR="00BC5744" w:rsidRDefault="00000000">
            <w:pPr>
              <w:jc w:val="center"/>
            </w:pPr>
            <w:r>
              <w:t>序号</w:t>
            </w:r>
          </w:p>
        </w:tc>
        <w:tc>
          <w:tcPr>
            <w:tcW w:w="2694" w:type="dxa"/>
            <w:shd w:val="clear" w:color="auto" w:fill="E6E6E6"/>
            <w:vAlign w:val="center"/>
          </w:tcPr>
          <w:p w14:paraId="4901846D" w14:textId="77777777" w:rsidR="00BC5744" w:rsidRDefault="00000000">
            <w:pPr>
              <w:jc w:val="center"/>
            </w:pPr>
            <w:r>
              <w:t>构造名称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5A421FB0" w14:textId="77777777" w:rsidR="00BC5744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35C697D4" w14:textId="77777777" w:rsidR="00BC5744" w:rsidRDefault="00000000">
            <w:pPr>
              <w:jc w:val="center"/>
            </w:pPr>
            <w:r>
              <w:t>遮阳系数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1EBB6148" w14:textId="77777777" w:rsidR="00BC5744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158FC2A7" w14:textId="77777777" w:rsidR="00BC5744" w:rsidRDefault="00000000">
            <w:pPr>
              <w:jc w:val="center"/>
            </w:pPr>
            <w:r>
              <w:t>备注</w:t>
            </w:r>
          </w:p>
        </w:tc>
      </w:tr>
      <w:tr w:rsidR="00BC5744" w14:paraId="720DE0AC" w14:textId="77777777">
        <w:tc>
          <w:tcPr>
            <w:tcW w:w="905" w:type="dxa"/>
            <w:shd w:val="clear" w:color="auto" w:fill="E6E6E6"/>
            <w:vAlign w:val="center"/>
          </w:tcPr>
          <w:p w14:paraId="60C3F25E" w14:textId="77777777" w:rsidR="00BC5744" w:rsidRDefault="00000000">
            <w:r>
              <w:t>1</w:t>
            </w:r>
          </w:p>
        </w:tc>
        <w:tc>
          <w:tcPr>
            <w:tcW w:w="2694" w:type="dxa"/>
            <w:vAlign w:val="center"/>
          </w:tcPr>
          <w:p w14:paraId="5835F676" w14:textId="77777777" w:rsidR="00BC5744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32" w:type="dxa"/>
            <w:vAlign w:val="center"/>
          </w:tcPr>
          <w:p w14:paraId="293CDF71" w14:textId="77777777" w:rsidR="00BC5744" w:rsidRDefault="00000000">
            <w:r>
              <w:t>3.900</w:t>
            </w:r>
          </w:p>
        </w:tc>
        <w:tc>
          <w:tcPr>
            <w:tcW w:w="956" w:type="dxa"/>
            <w:vAlign w:val="center"/>
          </w:tcPr>
          <w:p w14:paraId="1F54ABF9" w14:textId="77777777" w:rsidR="00BC5744" w:rsidRDefault="00000000">
            <w:r>
              <w:t>0.749</w:t>
            </w:r>
          </w:p>
        </w:tc>
        <w:tc>
          <w:tcPr>
            <w:tcW w:w="956" w:type="dxa"/>
            <w:vAlign w:val="center"/>
          </w:tcPr>
          <w:p w14:paraId="0E563299" w14:textId="77777777" w:rsidR="00BC5744" w:rsidRDefault="00000000">
            <w:r>
              <w:t>0.800</w:t>
            </w:r>
          </w:p>
        </w:tc>
        <w:tc>
          <w:tcPr>
            <w:tcW w:w="2988" w:type="dxa"/>
            <w:vAlign w:val="center"/>
          </w:tcPr>
          <w:p w14:paraId="1BDFC178" w14:textId="77777777" w:rsidR="00BC5744" w:rsidRDefault="00000000">
            <w:r>
              <w:t>来源《民用建筑热工设计规范》</w:t>
            </w:r>
          </w:p>
        </w:tc>
      </w:tr>
      <w:tr w:rsidR="00BC5744" w14:paraId="3A8EE789" w14:textId="77777777">
        <w:tc>
          <w:tcPr>
            <w:tcW w:w="905" w:type="dxa"/>
            <w:shd w:val="clear" w:color="auto" w:fill="E6E6E6"/>
            <w:vAlign w:val="center"/>
          </w:tcPr>
          <w:p w14:paraId="19711CA6" w14:textId="77777777" w:rsidR="00BC5744" w:rsidRDefault="00000000">
            <w:r>
              <w:t>2</w:t>
            </w:r>
          </w:p>
        </w:tc>
        <w:tc>
          <w:tcPr>
            <w:tcW w:w="2694" w:type="dxa"/>
            <w:vAlign w:val="center"/>
          </w:tcPr>
          <w:p w14:paraId="2364D104" w14:textId="77777777" w:rsidR="00BC5744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32" w:type="dxa"/>
            <w:vAlign w:val="center"/>
          </w:tcPr>
          <w:p w14:paraId="6DB34F95" w14:textId="77777777" w:rsidR="00BC5744" w:rsidRDefault="00000000">
            <w:r>
              <w:t>3.900</w:t>
            </w:r>
          </w:p>
        </w:tc>
        <w:tc>
          <w:tcPr>
            <w:tcW w:w="956" w:type="dxa"/>
            <w:vAlign w:val="center"/>
          </w:tcPr>
          <w:p w14:paraId="1300EBC3" w14:textId="77777777" w:rsidR="00BC5744" w:rsidRDefault="00000000">
            <w:r>
              <w:t>0.749</w:t>
            </w:r>
          </w:p>
        </w:tc>
        <w:tc>
          <w:tcPr>
            <w:tcW w:w="956" w:type="dxa"/>
            <w:vAlign w:val="center"/>
          </w:tcPr>
          <w:p w14:paraId="25614938" w14:textId="77777777" w:rsidR="00BC5744" w:rsidRDefault="00000000">
            <w:r>
              <w:t>1.000</w:t>
            </w:r>
          </w:p>
        </w:tc>
        <w:tc>
          <w:tcPr>
            <w:tcW w:w="2988" w:type="dxa"/>
            <w:vAlign w:val="center"/>
          </w:tcPr>
          <w:p w14:paraId="2042B7B9" w14:textId="77777777" w:rsidR="00BC5744" w:rsidRDefault="00000000">
            <w:r>
              <w:t>来源《民用建筑热工设计规范》</w:t>
            </w:r>
          </w:p>
        </w:tc>
      </w:tr>
    </w:tbl>
    <w:p w14:paraId="17553682" w14:textId="77777777" w:rsidR="00BC5744" w:rsidRDefault="00000000">
      <w:pPr>
        <w:pStyle w:val="1"/>
      </w:pPr>
      <w:bookmarkStart w:id="51" w:name="_Toc155705813"/>
      <w:r>
        <w:t>房间类型</w:t>
      </w:r>
      <w:bookmarkEnd w:id="51"/>
    </w:p>
    <w:p w14:paraId="3B18D47F" w14:textId="77777777" w:rsidR="00BC5744" w:rsidRDefault="00000000">
      <w:pPr>
        <w:pStyle w:val="2"/>
        <w:widowControl w:val="0"/>
        <w:rPr>
          <w:kern w:val="2"/>
        </w:rPr>
      </w:pPr>
      <w:bookmarkStart w:id="52" w:name="_Toc155705814"/>
      <w:r>
        <w:rPr>
          <w:kern w:val="2"/>
        </w:rPr>
        <w:t>房间表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781"/>
        <w:gridCol w:w="781"/>
        <w:gridCol w:w="1619"/>
        <w:gridCol w:w="1369"/>
        <w:gridCol w:w="1369"/>
        <w:gridCol w:w="1550"/>
      </w:tblGrid>
      <w:tr w:rsidR="00BC5744" w14:paraId="61ACBC9A" w14:textId="77777777">
        <w:tc>
          <w:tcPr>
            <w:tcW w:w="1862" w:type="dxa"/>
            <w:shd w:val="clear" w:color="auto" w:fill="E6E6E6"/>
            <w:vAlign w:val="center"/>
          </w:tcPr>
          <w:p w14:paraId="429CD99D" w14:textId="77777777" w:rsidR="00BC5744" w:rsidRDefault="00000000">
            <w:pPr>
              <w:jc w:val="center"/>
            </w:pPr>
            <w:r>
              <w:t>房间类型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16552ED5" w14:textId="77777777" w:rsidR="00BC5744" w:rsidRDefault="00000000">
            <w:pPr>
              <w:jc w:val="center"/>
            </w:pPr>
            <w:r>
              <w:t>空调温度</w:t>
            </w:r>
            <w:r>
              <w:br/>
              <w:t>℃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5CF27034" w14:textId="77777777" w:rsidR="00BC5744" w:rsidRDefault="00000000">
            <w:pPr>
              <w:jc w:val="center"/>
            </w:pPr>
            <w:r>
              <w:t>供暖温度</w:t>
            </w:r>
            <w:r>
              <w:br/>
              <w:t>℃</w:t>
            </w:r>
          </w:p>
        </w:tc>
        <w:tc>
          <w:tcPr>
            <w:tcW w:w="1618" w:type="dxa"/>
            <w:shd w:val="clear" w:color="auto" w:fill="E6E6E6"/>
            <w:vAlign w:val="center"/>
          </w:tcPr>
          <w:p w14:paraId="5BC75806" w14:textId="77777777" w:rsidR="00BC5744" w:rsidRDefault="00000000">
            <w:pPr>
              <w:jc w:val="center"/>
            </w:pPr>
            <w:r>
              <w:t>新风量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0988D5EB" w14:textId="77777777" w:rsidR="00BC5744" w:rsidRDefault="00000000">
            <w:pPr>
              <w:jc w:val="center"/>
            </w:pPr>
            <w:r>
              <w:t>人员密度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618355E3" w14:textId="77777777" w:rsidR="00BC5744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0682C42E" w14:textId="77777777" w:rsidR="00BC5744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BC5744" w14:paraId="2934F8AA" w14:textId="77777777">
        <w:tc>
          <w:tcPr>
            <w:tcW w:w="1862" w:type="dxa"/>
            <w:shd w:val="clear" w:color="auto" w:fill="E6E6E6"/>
            <w:vAlign w:val="center"/>
          </w:tcPr>
          <w:p w14:paraId="3ACC3A02" w14:textId="77777777" w:rsidR="00BC5744" w:rsidRDefault="00000000">
            <w:r>
              <w:t>起居室</w:t>
            </w:r>
          </w:p>
        </w:tc>
        <w:tc>
          <w:tcPr>
            <w:tcW w:w="781" w:type="dxa"/>
            <w:vAlign w:val="center"/>
          </w:tcPr>
          <w:p w14:paraId="47DA454E" w14:textId="77777777" w:rsidR="00BC5744" w:rsidRDefault="00000000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1BA18E5D" w14:textId="77777777" w:rsidR="00BC5744" w:rsidRDefault="00000000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14:paraId="1FDF5523" w14:textId="77777777" w:rsidR="00BC5744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55D1E0E7" w14:textId="77777777" w:rsidR="00BC5744" w:rsidRDefault="00000000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6FADD8CE" w14:textId="77777777" w:rsidR="00BC5744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7B633D56" w14:textId="77777777" w:rsidR="00BC5744" w:rsidRDefault="00000000">
            <w:pPr>
              <w:jc w:val="center"/>
            </w:pPr>
            <w:r>
              <w:t>5(W/m^2)</w:t>
            </w:r>
          </w:p>
        </w:tc>
      </w:tr>
    </w:tbl>
    <w:p w14:paraId="7034654D" w14:textId="77777777" w:rsidR="00BC5744" w:rsidRDefault="00000000">
      <w:pPr>
        <w:pStyle w:val="2"/>
        <w:widowControl w:val="0"/>
        <w:rPr>
          <w:kern w:val="2"/>
        </w:rPr>
      </w:pPr>
      <w:bookmarkStart w:id="53" w:name="_Toc155705815"/>
      <w:r>
        <w:rPr>
          <w:kern w:val="2"/>
        </w:rPr>
        <w:lastRenderedPageBreak/>
        <w:t>作息时间表</w:t>
      </w:r>
      <w:bookmarkEnd w:id="53"/>
    </w:p>
    <w:p w14:paraId="251F291F" w14:textId="77777777" w:rsidR="00BC5744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37793E56" w14:textId="77777777" w:rsidR="00BC5744" w:rsidRDefault="00000000">
      <w:pPr>
        <w:pStyle w:val="1"/>
        <w:widowControl w:val="0"/>
        <w:rPr>
          <w:kern w:val="2"/>
          <w:szCs w:val="24"/>
        </w:rPr>
      </w:pPr>
      <w:bookmarkStart w:id="54" w:name="_Toc155705816"/>
      <w:r>
        <w:rPr>
          <w:kern w:val="2"/>
          <w:szCs w:val="24"/>
        </w:rPr>
        <w:t>系统设置</w:t>
      </w:r>
      <w:bookmarkEnd w:id="54"/>
    </w:p>
    <w:p w14:paraId="41594C4C" w14:textId="77777777" w:rsidR="00BC5744" w:rsidRDefault="00000000">
      <w:pPr>
        <w:pStyle w:val="2"/>
        <w:widowControl w:val="0"/>
        <w:rPr>
          <w:kern w:val="2"/>
        </w:rPr>
      </w:pPr>
      <w:bookmarkStart w:id="55" w:name="_Toc155705817"/>
      <w:r>
        <w:rPr>
          <w:kern w:val="2"/>
        </w:rPr>
        <w:t>系统划分</w:t>
      </w:r>
      <w:bookmarkEnd w:id="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132"/>
        <w:gridCol w:w="1529"/>
        <w:gridCol w:w="1018"/>
        <w:gridCol w:w="735"/>
        <w:gridCol w:w="956"/>
        <w:gridCol w:w="2831"/>
      </w:tblGrid>
      <w:tr w:rsidR="00BC5744" w14:paraId="4CE4C0EA" w14:textId="77777777">
        <w:tc>
          <w:tcPr>
            <w:tcW w:w="1131" w:type="dxa"/>
            <w:shd w:val="clear" w:color="auto" w:fill="E6E6E6"/>
            <w:vAlign w:val="center"/>
          </w:tcPr>
          <w:p w14:paraId="19D0DE65" w14:textId="77777777" w:rsidR="00BC5744" w:rsidRDefault="00000000">
            <w:pPr>
              <w:jc w:val="center"/>
            </w:pPr>
            <w:r>
              <w:t>系统编号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CF099E9" w14:textId="77777777" w:rsidR="00BC5744" w:rsidRDefault="00000000">
            <w:pPr>
              <w:jc w:val="center"/>
            </w:pPr>
            <w:r>
              <w:t>热回收</w:t>
            </w:r>
            <w:r>
              <w:br/>
            </w:r>
            <w:r>
              <w:t>类型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354D7BF4" w14:textId="77777777" w:rsidR="00BC5744" w:rsidRDefault="00000000">
            <w:pPr>
              <w:jc w:val="center"/>
            </w:pPr>
            <w:r>
              <w:t>启动</w:t>
            </w:r>
            <w:r>
              <w:br/>
            </w:r>
            <w:r>
              <w:t>条件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899004D" w14:textId="77777777" w:rsidR="00BC5744" w:rsidRDefault="00000000">
            <w:pPr>
              <w:jc w:val="center"/>
            </w:pPr>
            <w:r>
              <w:t>回收</w:t>
            </w:r>
            <w:r>
              <w:br/>
            </w:r>
            <w:r>
              <w:t>效率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20AD80D0" w14:textId="77777777" w:rsidR="00BC5744" w:rsidRDefault="00000000">
            <w:pPr>
              <w:jc w:val="center"/>
            </w:pPr>
            <w:r>
              <w:t>排风</w:t>
            </w:r>
            <w:r>
              <w:br/>
            </w:r>
            <w:r>
              <w:t>比例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3B336256" w14:textId="77777777" w:rsidR="00BC5744" w:rsidRDefault="00000000">
            <w:pPr>
              <w:jc w:val="center"/>
            </w:pPr>
            <w:r>
              <w:t>面积</w:t>
            </w:r>
            <w:r>
              <w:t>(m2)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3D504E9D" w14:textId="77777777" w:rsidR="00BC5744" w:rsidRDefault="00000000">
            <w:pPr>
              <w:jc w:val="center"/>
            </w:pPr>
            <w:r>
              <w:t>包含的房间</w:t>
            </w:r>
          </w:p>
        </w:tc>
      </w:tr>
      <w:tr w:rsidR="00BC5744" w14:paraId="07ADF399" w14:textId="77777777">
        <w:tc>
          <w:tcPr>
            <w:tcW w:w="1131" w:type="dxa"/>
            <w:vAlign w:val="center"/>
          </w:tcPr>
          <w:p w14:paraId="7EC9AFB7" w14:textId="77777777" w:rsidR="00BC5744" w:rsidRDefault="00000000">
            <w:r>
              <w:t>默认</w:t>
            </w:r>
          </w:p>
        </w:tc>
        <w:tc>
          <w:tcPr>
            <w:tcW w:w="1131" w:type="dxa"/>
            <w:vAlign w:val="center"/>
          </w:tcPr>
          <w:p w14:paraId="1A66F01A" w14:textId="77777777" w:rsidR="00BC5744" w:rsidRDefault="00000000">
            <w:r>
              <w:t>无</w:t>
            </w:r>
          </w:p>
        </w:tc>
        <w:tc>
          <w:tcPr>
            <w:tcW w:w="1528" w:type="dxa"/>
            <w:vAlign w:val="center"/>
          </w:tcPr>
          <w:p w14:paraId="7A15C938" w14:textId="77777777" w:rsidR="00BC5744" w:rsidRDefault="00000000">
            <w:r>
              <w:t>--</w:t>
            </w:r>
          </w:p>
        </w:tc>
        <w:tc>
          <w:tcPr>
            <w:tcW w:w="1018" w:type="dxa"/>
            <w:vAlign w:val="center"/>
          </w:tcPr>
          <w:p w14:paraId="30D556E4" w14:textId="77777777" w:rsidR="00BC5744" w:rsidRDefault="00000000">
            <w:r>
              <w:t>--</w:t>
            </w:r>
          </w:p>
        </w:tc>
        <w:tc>
          <w:tcPr>
            <w:tcW w:w="735" w:type="dxa"/>
            <w:vAlign w:val="center"/>
          </w:tcPr>
          <w:p w14:paraId="037331E3" w14:textId="77777777" w:rsidR="00BC5744" w:rsidRDefault="00000000">
            <w:r>
              <w:t>--</w:t>
            </w:r>
          </w:p>
        </w:tc>
        <w:tc>
          <w:tcPr>
            <w:tcW w:w="956" w:type="dxa"/>
            <w:vAlign w:val="center"/>
          </w:tcPr>
          <w:p w14:paraId="754D88C2" w14:textId="77777777" w:rsidR="00BC5744" w:rsidRDefault="00000000">
            <w:r>
              <w:t>327.38</w:t>
            </w:r>
          </w:p>
        </w:tc>
        <w:tc>
          <w:tcPr>
            <w:tcW w:w="2830" w:type="dxa"/>
            <w:vAlign w:val="center"/>
          </w:tcPr>
          <w:p w14:paraId="3A847CA1" w14:textId="77777777" w:rsidR="00BC5744" w:rsidRDefault="00000000">
            <w:r>
              <w:t>所有房间</w:t>
            </w:r>
          </w:p>
        </w:tc>
      </w:tr>
    </w:tbl>
    <w:p w14:paraId="3766F685" w14:textId="77777777" w:rsidR="00BC5744" w:rsidRDefault="00000000">
      <w:pPr>
        <w:pStyle w:val="2"/>
        <w:widowControl w:val="0"/>
        <w:rPr>
          <w:kern w:val="2"/>
        </w:rPr>
      </w:pPr>
      <w:bookmarkStart w:id="56" w:name="_Toc155705818"/>
      <w:r>
        <w:rPr>
          <w:kern w:val="2"/>
        </w:rPr>
        <w:t>运行时间表</w:t>
      </w:r>
      <w:bookmarkEnd w:id="56"/>
    </w:p>
    <w:p w14:paraId="040C202A" w14:textId="77777777" w:rsidR="00BC5744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603AA88C" w14:textId="77777777" w:rsidR="00BC5744" w:rsidRDefault="00000000">
      <w:pPr>
        <w:pStyle w:val="1"/>
        <w:widowControl w:val="0"/>
        <w:rPr>
          <w:kern w:val="2"/>
          <w:szCs w:val="24"/>
        </w:rPr>
      </w:pPr>
      <w:bookmarkStart w:id="57" w:name="_Toc155705819"/>
      <w:r>
        <w:rPr>
          <w:kern w:val="2"/>
          <w:szCs w:val="24"/>
        </w:rPr>
        <w:t>计算结果</w:t>
      </w:r>
      <w:bookmarkEnd w:id="57"/>
    </w:p>
    <w:p w14:paraId="4560F307" w14:textId="77777777" w:rsidR="00BC5744" w:rsidRDefault="00000000">
      <w:pPr>
        <w:pStyle w:val="2"/>
        <w:widowControl w:val="0"/>
        <w:rPr>
          <w:kern w:val="2"/>
        </w:rPr>
      </w:pPr>
      <w:bookmarkStart w:id="58" w:name="_Toc155705820"/>
      <w:r>
        <w:rPr>
          <w:kern w:val="2"/>
        </w:rPr>
        <w:t>模拟周期</w:t>
      </w:r>
      <w:bookmarkEnd w:id="58"/>
    </w:p>
    <w:p w14:paraId="33582A29" w14:textId="77777777" w:rsidR="00BC5744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全年</w:t>
      </w:r>
      <w:r>
        <w:rPr>
          <w:kern w:val="2"/>
          <w:szCs w:val="24"/>
          <w:lang w:val="en-US"/>
        </w:rPr>
        <w:t>8760</w:t>
      </w:r>
      <w:r>
        <w:rPr>
          <w:kern w:val="2"/>
          <w:szCs w:val="24"/>
          <w:lang w:val="en-US"/>
        </w:rPr>
        <w:t>小时模拟</w:t>
      </w:r>
    </w:p>
    <w:p w14:paraId="58563FD5" w14:textId="77777777" w:rsidR="00BC5744" w:rsidRDefault="00000000">
      <w:pPr>
        <w:pStyle w:val="2"/>
        <w:widowControl w:val="0"/>
        <w:rPr>
          <w:kern w:val="2"/>
        </w:rPr>
      </w:pPr>
      <w:bookmarkStart w:id="59" w:name="_Toc155705821"/>
      <w:r>
        <w:rPr>
          <w:kern w:val="2"/>
        </w:rPr>
        <w:t>全年冷暖需求</w:t>
      </w:r>
      <w:bookmarkEnd w:id="5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6"/>
        <w:gridCol w:w="1840"/>
        <w:gridCol w:w="1839"/>
        <w:gridCol w:w="1839"/>
        <w:gridCol w:w="1839"/>
      </w:tblGrid>
      <w:tr w:rsidR="00BC5744" w14:paraId="10D768F5" w14:textId="77777777">
        <w:tc>
          <w:tcPr>
            <w:tcW w:w="1975" w:type="dxa"/>
            <w:shd w:val="clear" w:color="auto" w:fill="E6E6E6"/>
            <w:vAlign w:val="center"/>
          </w:tcPr>
          <w:p w14:paraId="7FDBBF84" w14:textId="77777777" w:rsidR="00BC5744" w:rsidRDefault="00000000">
            <w:pPr>
              <w:jc w:val="center"/>
            </w:pPr>
            <w:r>
              <w:t>系统名称</w:t>
            </w:r>
            <w:r>
              <w:t>\</w:t>
            </w:r>
            <w:r>
              <w:t>负荷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2C4F35CC" w14:textId="77777777" w:rsidR="00BC5744" w:rsidRDefault="00000000">
            <w:pPr>
              <w:jc w:val="center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75CF9CE9" w14:textId="77777777" w:rsidR="00BC5744" w:rsidRDefault="00000000">
            <w:pPr>
              <w:jc w:val="center"/>
            </w:pPr>
            <w:r>
              <w:t>供暖指标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38C393A0" w14:textId="77777777" w:rsidR="00BC5744" w:rsidRDefault="00000000">
            <w:pPr>
              <w:jc w:val="center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42033A11" w14:textId="77777777" w:rsidR="00BC5744" w:rsidRDefault="00000000">
            <w:pPr>
              <w:jc w:val="center"/>
            </w:pPr>
            <w:r>
              <w:t>供冷指标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</w:tr>
      <w:tr w:rsidR="00BC5744" w14:paraId="492A2197" w14:textId="77777777">
        <w:tc>
          <w:tcPr>
            <w:tcW w:w="1975" w:type="dxa"/>
            <w:shd w:val="clear" w:color="auto" w:fill="E6E6E6"/>
            <w:vAlign w:val="center"/>
          </w:tcPr>
          <w:p w14:paraId="32E23D1F" w14:textId="77777777" w:rsidR="00BC5744" w:rsidRDefault="00000000">
            <w:r>
              <w:t>默认系统</w:t>
            </w:r>
          </w:p>
        </w:tc>
        <w:tc>
          <w:tcPr>
            <w:tcW w:w="1839" w:type="dxa"/>
            <w:vAlign w:val="center"/>
          </w:tcPr>
          <w:p w14:paraId="2C4F97FE" w14:textId="77777777" w:rsidR="00BC5744" w:rsidRDefault="00000000">
            <w:r>
              <w:t>65614</w:t>
            </w:r>
          </w:p>
        </w:tc>
        <w:tc>
          <w:tcPr>
            <w:tcW w:w="1839" w:type="dxa"/>
            <w:vAlign w:val="center"/>
          </w:tcPr>
          <w:p w14:paraId="0486BAED" w14:textId="77777777" w:rsidR="00BC5744" w:rsidRDefault="00000000">
            <w:r>
              <w:t>200.42</w:t>
            </w:r>
          </w:p>
        </w:tc>
        <w:tc>
          <w:tcPr>
            <w:tcW w:w="1839" w:type="dxa"/>
            <w:vAlign w:val="center"/>
          </w:tcPr>
          <w:p w14:paraId="3FBDCCCC" w14:textId="77777777" w:rsidR="00BC5744" w:rsidRDefault="00000000">
            <w:r>
              <w:t>19089</w:t>
            </w:r>
          </w:p>
        </w:tc>
        <w:tc>
          <w:tcPr>
            <w:tcW w:w="1839" w:type="dxa"/>
            <w:vAlign w:val="center"/>
          </w:tcPr>
          <w:p w14:paraId="6F667883" w14:textId="77777777" w:rsidR="00BC5744" w:rsidRDefault="00000000">
            <w:r>
              <w:t>58.31</w:t>
            </w:r>
          </w:p>
        </w:tc>
      </w:tr>
      <w:tr w:rsidR="00BC5744" w14:paraId="25C8CB96" w14:textId="77777777">
        <w:tc>
          <w:tcPr>
            <w:tcW w:w="1975" w:type="dxa"/>
            <w:shd w:val="clear" w:color="auto" w:fill="E6E6E6"/>
            <w:vAlign w:val="center"/>
          </w:tcPr>
          <w:p w14:paraId="70577C30" w14:textId="77777777" w:rsidR="00BC5744" w:rsidRDefault="00000000">
            <w:r>
              <w:t>建筑总计</w:t>
            </w:r>
          </w:p>
        </w:tc>
        <w:tc>
          <w:tcPr>
            <w:tcW w:w="1839" w:type="dxa"/>
            <w:vAlign w:val="center"/>
          </w:tcPr>
          <w:p w14:paraId="67443193" w14:textId="77777777" w:rsidR="00BC5744" w:rsidRDefault="00000000">
            <w:r>
              <w:t>65614</w:t>
            </w:r>
          </w:p>
        </w:tc>
        <w:tc>
          <w:tcPr>
            <w:tcW w:w="1839" w:type="dxa"/>
            <w:vAlign w:val="center"/>
          </w:tcPr>
          <w:p w14:paraId="3E2EC339" w14:textId="77777777" w:rsidR="00BC5744" w:rsidRDefault="00000000">
            <w:r>
              <w:t>168.59</w:t>
            </w:r>
          </w:p>
        </w:tc>
        <w:tc>
          <w:tcPr>
            <w:tcW w:w="1839" w:type="dxa"/>
            <w:vAlign w:val="center"/>
          </w:tcPr>
          <w:p w14:paraId="23042DFC" w14:textId="77777777" w:rsidR="00BC5744" w:rsidRDefault="00000000">
            <w:r>
              <w:t>19089</w:t>
            </w:r>
          </w:p>
        </w:tc>
        <w:tc>
          <w:tcPr>
            <w:tcW w:w="1839" w:type="dxa"/>
            <w:vAlign w:val="center"/>
          </w:tcPr>
          <w:p w14:paraId="7264F2F0" w14:textId="77777777" w:rsidR="00BC5744" w:rsidRDefault="00000000">
            <w:r>
              <w:t>49.05</w:t>
            </w:r>
          </w:p>
        </w:tc>
      </w:tr>
    </w:tbl>
    <w:p w14:paraId="233710A3" w14:textId="77777777" w:rsidR="00BC5744" w:rsidRDefault="00000000">
      <w:r>
        <w:rPr>
          <w:noProof/>
        </w:rPr>
        <w:drawing>
          <wp:inline distT="0" distB="0" distL="0" distR="0" wp14:anchorId="511D9A0F" wp14:editId="77AC1ED7">
            <wp:extent cx="5667375" cy="26479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5FA36" w14:textId="77777777" w:rsidR="00BC5744" w:rsidRDefault="00BC5744"/>
    <w:p w14:paraId="38DC978D" w14:textId="77777777" w:rsidR="00BC5744" w:rsidRDefault="00000000">
      <w:pPr>
        <w:pStyle w:val="2"/>
        <w:widowControl w:val="0"/>
        <w:rPr>
          <w:kern w:val="2"/>
        </w:rPr>
      </w:pPr>
      <w:bookmarkStart w:id="60" w:name="_Toc155705822"/>
      <w:r>
        <w:rPr>
          <w:kern w:val="2"/>
        </w:rPr>
        <w:lastRenderedPageBreak/>
        <w:t>负荷分项统计</w:t>
      </w:r>
      <w:bookmarkEnd w:id="60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 w:rsidR="00BC5744" w14:paraId="42BB6980" w14:textId="77777777">
        <w:tc>
          <w:tcPr>
            <w:tcW w:w="1964" w:type="dxa"/>
            <w:shd w:val="clear" w:color="auto" w:fill="E6E6E6"/>
            <w:vAlign w:val="center"/>
          </w:tcPr>
          <w:p w14:paraId="01AEBCF7" w14:textId="77777777" w:rsidR="00BC5744" w:rsidRDefault="00000000"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279400CF" w14:textId="77777777" w:rsidR="00BC5744" w:rsidRDefault="00000000"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73EFDE10" w14:textId="77777777" w:rsidR="00BC5744" w:rsidRDefault="00000000"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4270CFD" w14:textId="77777777" w:rsidR="00BC5744" w:rsidRDefault="00000000"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92A2571" w14:textId="77777777" w:rsidR="00BC5744" w:rsidRDefault="00000000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0EB5097" w14:textId="77777777" w:rsidR="00BC5744" w:rsidRDefault="00000000"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3E7FAA77" w14:textId="77777777" w:rsidR="00BC5744" w:rsidRDefault="00000000">
            <w:pPr>
              <w:jc w:val="center"/>
            </w:pPr>
            <w:r>
              <w:t>合计</w:t>
            </w:r>
          </w:p>
        </w:tc>
      </w:tr>
      <w:tr w:rsidR="00BC5744" w14:paraId="6DEF672A" w14:textId="77777777">
        <w:tc>
          <w:tcPr>
            <w:tcW w:w="1964" w:type="dxa"/>
            <w:shd w:val="clear" w:color="auto" w:fill="E6E6E6"/>
            <w:vAlign w:val="center"/>
          </w:tcPr>
          <w:p w14:paraId="2ACB3E46" w14:textId="77777777" w:rsidR="00BC5744" w:rsidRDefault="00000000">
            <w:r>
              <w:t>供暖需求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5220D70D" w14:textId="77777777" w:rsidR="00BC5744" w:rsidRDefault="00000000">
            <w:r>
              <w:t>-181.01</w:t>
            </w:r>
          </w:p>
        </w:tc>
        <w:tc>
          <w:tcPr>
            <w:tcW w:w="1273" w:type="dxa"/>
            <w:vAlign w:val="center"/>
          </w:tcPr>
          <w:p w14:paraId="50E6DC79" w14:textId="77777777" w:rsidR="00BC5744" w:rsidRDefault="00000000">
            <w:r>
              <w:t>14.88</w:t>
            </w:r>
          </w:p>
        </w:tc>
        <w:tc>
          <w:tcPr>
            <w:tcW w:w="1131" w:type="dxa"/>
            <w:vAlign w:val="center"/>
          </w:tcPr>
          <w:p w14:paraId="43A4E420" w14:textId="77777777" w:rsidR="00BC5744" w:rsidRDefault="00000000">
            <w:r>
              <w:t>43.54</w:t>
            </w:r>
          </w:p>
        </w:tc>
        <w:tc>
          <w:tcPr>
            <w:tcW w:w="1131" w:type="dxa"/>
            <w:vAlign w:val="center"/>
          </w:tcPr>
          <w:p w14:paraId="27D0751F" w14:textId="77777777" w:rsidR="00BC5744" w:rsidRDefault="00000000">
            <w:r>
              <w:t>-46.00</w:t>
            </w:r>
          </w:p>
        </w:tc>
        <w:tc>
          <w:tcPr>
            <w:tcW w:w="1131" w:type="dxa"/>
            <w:vAlign w:val="center"/>
          </w:tcPr>
          <w:p w14:paraId="0329E368" w14:textId="77777777" w:rsidR="00BC5744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7905C8A5" w14:textId="77777777" w:rsidR="00BC5744" w:rsidRDefault="00000000">
            <w:r>
              <w:t>-168.59</w:t>
            </w:r>
          </w:p>
        </w:tc>
      </w:tr>
      <w:tr w:rsidR="00BC5744" w14:paraId="5087867D" w14:textId="77777777">
        <w:tc>
          <w:tcPr>
            <w:tcW w:w="1964" w:type="dxa"/>
            <w:shd w:val="clear" w:color="auto" w:fill="E6E6E6"/>
            <w:vAlign w:val="center"/>
          </w:tcPr>
          <w:p w14:paraId="1455A588" w14:textId="77777777" w:rsidR="00BC5744" w:rsidRDefault="00000000">
            <w:r>
              <w:t>供冷需求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34BBFBD8" w14:textId="77777777" w:rsidR="00BC5744" w:rsidRDefault="00000000">
            <w:r>
              <w:t>-5.34</w:t>
            </w:r>
          </w:p>
        </w:tc>
        <w:tc>
          <w:tcPr>
            <w:tcW w:w="1273" w:type="dxa"/>
            <w:vAlign w:val="center"/>
          </w:tcPr>
          <w:p w14:paraId="2AB9521B" w14:textId="77777777" w:rsidR="00BC5744" w:rsidRDefault="00000000">
            <w:r>
              <w:t>7.68</w:t>
            </w:r>
          </w:p>
        </w:tc>
        <w:tc>
          <w:tcPr>
            <w:tcW w:w="1131" w:type="dxa"/>
            <w:vAlign w:val="center"/>
          </w:tcPr>
          <w:p w14:paraId="228F97F9" w14:textId="77777777" w:rsidR="00BC5744" w:rsidRDefault="00000000">
            <w:r>
              <w:t>28.92</w:t>
            </w:r>
          </w:p>
        </w:tc>
        <w:tc>
          <w:tcPr>
            <w:tcW w:w="1131" w:type="dxa"/>
            <w:vAlign w:val="center"/>
          </w:tcPr>
          <w:p w14:paraId="79C5EDD7" w14:textId="77777777" w:rsidR="00BC5744" w:rsidRDefault="00000000">
            <w:r>
              <w:t>17.79</w:t>
            </w:r>
          </w:p>
        </w:tc>
        <w:tc>
          <w:tcPr>
            <w:tcW w:w="1131" w:type="dxa"/>
            <w:vAlign w:val="center"/>
          </w:tcPr>
          <w:p w14:paraId="39424EC3" w14:textId="77777777" w:rsidR="00BC5744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3FD459D8" w14:textId="77777777" w:rsidR="00BC5744" w:rsidRDefault="00000000">
            <w:r>
              <w:t>49.05</w:t>
            </w:r>
          </w:p>
        </w:tc>
      </w:tr>
    </w:tbl>
    <w:p w14:paraId="7A3F4D23" w14:textId="77777777" w:rsidR="00BC5744" w:rsidRDefault="00000000">
      <w:r>
        <w:rPr>
          <w:noProof/>
        </w:rPr>
        <w:drawing>
          <wp:inline distT="0" distB="0" distL="0" distR="0" wp14:anchorId="212825CE" wp14:editId="1C3F0184">
            <wp:extent cx="5667375" cy="29527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7F2ED9" w14:textId="77777777" w:rsidR="00BC5744" w:rsidRDefault="00BC5744"/>
    <w:p w14:paraId="4F3533D7" w14:textId="77777777" w:rsidR="00BC5744" w:rsidRDefault="00000000">
      <w:pPr>
        <w:widowControl w:val="0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3829E8D7" wp14:editId="3AD64950">
            <wp:extent cx="5667375" cy="290512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2A65B" w14:textId="77777777" w:rsidR="00BC5744" w:rsidRDefault="00000000">
      <w:pPr>
        <w:pStyle w:val="2"/>
        <w:widowControl w:val="0"/>
        <w:rPr>
          <w:kern w:val="2"/>
        </w:rPr>
      </w:pPr>
      <w:bookmarkStart w:id="61" w:name="_Toc155705823"/>
      <w:r>
        <w:rPr>
          <w:kern w:val="2"/>
        </w:rPr>
        <w:t>逐月负荷表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BC5744" w14:paraId="5B7872D6" w14:textId="77777777">
        <w:tc>
          <w:tcPr>
            <w:tcW w:w="854" w:type="dxa"/>
            <w:shd w:val="clear" w:color="auto" w:fill="E6E6E6"/>
            <w:vAlign w:val="center"/>
          </w:tcPr>
          <w:p w14:paraId="3184D670" w14:textId="77777777" w:rsidR="00BC5744" w:rsidRDefault="00000000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023574F" w14:textId="77777777" w:rsidR="00BC5744" w:rsidRDefault="00000000">
            <w:pPr>
              <w:jc w:val="right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6D95C9E" w14:textId="77777777" w:rsidR="00BC5744" w:rsidRDefault="00000000">
            <w:pPr>
              <w:jc w:val="right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BC32152" w14:textId="77777777" w:rsidR="00BC5744" w:rsidRDefault="00000000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57E20D72" w14:textId="77777777" w:rsidR="00BC5744" w:rsidRDefault="00000000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62AB345" w14:textId="77777777" w:rsidR="00BC5744" w:rsidRDefault="00000000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7F2C2445" w14:textId="77777777" w:rsidR="00BC5744" w:rsidRDefault="00000000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BC5744" w14:paraId="588FD3A3" w14:textId="77777777">
        <w:tc>
          <w:tcPr>
            <w:tcW w:w="854" w:type="dxa"/>
            <w:shd w:val="clear" w:color="auto" w:fill="E6E6E6"/>
            <w:vAlign w:val="center"/>
          </w:tcPr>
          <w:p w14:paraId="36DA5AAD" w14:textId="77777777" w:rsidR="00BC5744" w:rsidRDefault="00000000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1D57E01" w14:textId="77777777" w:rsidR="00BC5744" w:rsidRDefault="00000000">
            <w:pPr>
              <w:jc w:val="right"/>
            </w:pPr>
            <w:r>
              <w:t>17983</w:t>
            </w:r>
          </w:p>
        </w:tc>
        <w:tc>
          <w:tcPr>
            <w:tcW w:w="1188" w:type="dxa"/>
            <w:vAlign w:val="center"/>
          </w:tcPr>
          <w:p w14:paraId="264FE06E" w14:textId="77777777" w:rsidR="00BC5744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1619D5F" w14:textId="77777777" w:rsidR="00BC5744" w:rsidRDefault="00000000">
            <w:pPr>
              <w:jc w:val="right"/>
            </w:pPr>
            <w:r>
              <w:rPr>
                <w:color w:val="FF0000"/>
              </w:rPr>
              <w:t>35.088</w:t>
            </w:r>
          </w:p>
        </w:tc>
        <w:tc>
          <w:tcPr>
            <w:tcW w:w="1862" w:type="dxa"/>
            <w:vAlign w:val="center"/>
          </w:tcPr>
          <w:p w14:paraId="78DF354D" w14:textId="77777777" w:rsidR="00BC5744" w:rsidRDefault="00000000">
            <w:r>
              <w:rPr>
                <w:color w:val="FF0000"/>
              </w:rPr>
              <w:t>01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19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06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14:paraId="260CCB7A" w14:textId="77777777" w:rsidR="00BC5744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3E6CE94" w14:textId="77777777" w:rsidR="00BC5744" w:rsidRDefault="00000000">
            <w:r>
              <w:t>--</w:t>
            </w:r>
          </w:p>
        </w:tc>
      </w:tr>
      <w:tr w:rsidR="00BC5744" w14:paraId="2B1F87CC" w14:textId="77777777">
        <w:tc>
          <w:tcPr>
            <w:tcW w:w="854" w:type="dxa"/>
            <w:shd w:val="clear" w:color="auto" w:fill="E6E6E6"/>
            <w:vAlign w:val="center"/>
          </w:tcPr>
          <w:p w14:paraId="20B7062F" w14:textId="77777777" w:rsidR="00BC5744" w:rsidRDefault="00000000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874F71E" w14:textId="77777777" w:rsidR="00BC5744" w:rsidRDefault="00000000">
            <w:pPr>
              <w:jc w:val="right"/>
            </w:pPr>
            <w:r>
              <w:t>14094</w:t>
            </w:r>
          </w:p>
        </w:tc>
        <w:tc>
          <w:tcPr>
            <w:tcW w:w="1188" w:type="dxa"/>
            <w:vAlign w:val="center"/>
          </w:tcPr>
          <w:p w14:paraId="2A38FCA9" w14:textId="77777777" w:rsidR="00BC5744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741B32A" w14:textId="77777777" w:rsidR="00BC5744" w:rsidRDefault="00000000">
            <w:pPr>
              <w:jc w:val="right"/>
            </w:pPr>
            <w:r>
              <w:t>32.634</w:t>
            </w:r>
          </w:p>
        </w:tc>
        <w:tc>
          <w:tcPr>
            <w:tcW w:w="1862" w:type="dxa"/>
            <w:vAlign w:val="center"/>
          </w:tcPr>
          <w:p w14:paraId="5E832EF1" w14:textId="77777777" w:rsidR="00BC5744" w:rsidRDefault="00000000">
            <w:r>
              <w:t>02</w:t>
            </w:r>
            <w:r>
              <w:t>月</w:t>
            </w:r>
            <w:r>
              <w:t>02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69ACC7D6" w14:textId="77777777" w:rsidR="00BC5744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47B595A" w14:textId="77777777" w:rsidR="00BC5744" w:rsidRDefault="00000000">
            <w:r>
              <w:t>--</w:t>
            </w:r>
          </w:p>
        </w:tc>
      </w:tr>
      <w:tr w:rsidR="00BC5744" w14:paraId="1A3A1006" w14:textId="77777777">
        <w:tc>
          <w:tcPr>
            <w:tcW w:w="854" w:type="dxa"/>
            <w:shd w:val="clear" w:color="auto" w:fill="E6E6E6"/>
            <w:vAlign w:val="center"/>
          </w:tcPr>
          <w:p w14:paraId="73A95621" w14:textId="77777777" w:rsidR="00BC5744" w:rsidRDefault="00000000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25A1298" w14:textId="77777777" w:rsidR="00BC5744" w:rsidRDefault="00000000">
            <w:pPr>
              <w:jc w:val="right"/>
            </w:pPr>
            <w:r>
              <w:t>8583</w:t>
            </w:r>
          </w:p>
        </w:tc>
        <w:tc>
          <w:tcPr>
            <w:tcW w:w="1188" w:type="dxa"/>
            <w:vAlign w:val="center"/>
          </w:tcPr>
          <w:p w14:paraId="14882C8F" w14:textId="77777777" w:rsidR="00BC5744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7222D89" w14:textId="77777777" w:rsidR="00BC5744" w:rsidRDefault="00000000">
            <w:pPr>
              <w:jc w:val="right"/>
            </w:pPr>
            <w:r>
              <w:t>26.567</w:t>
            </w:r>
          </w:p>
        </w:tc>
        <w:tc>
          <w:tcPr>
            <w:tcW w:w="1862" w:type="dxa"/>
            <w:vAlign w:val="center"/>
          </w:tcPr>
          <w:p w14:paraId="0539B478" w14:textId="77777777" w:rsidR="00BC5744" w:rsidRDefault="00000000">
            <w:r>
              <w:t>03</w:t>
            </w:r>
            <w:r>
              <w:t>月</w:t>
            </w:r>
            <w:r>
              <w:t>17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11CD0EF4" w14:textId="77777777" w:rsidR="00BC5744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2C35254" w14:textId="77777777" w:rsidR="00BC5744" w:rsidRDefault="00000000">
            <w:r>
              <w:t>--</w:t>
            </w:r>
          </w:p>
        </w:tc>
      </w:tr>
      <w:tr w:rsidR="00BC5744" w14:paraId="34B0D381" w14:textId="77777777">
        <w:tc>
          <w:tcPr>
            <w:tcW w:w="854" w:type="dxa"/>
            <w:shd w:val="clear" w:color="auto" w:fill="E6E6E6"/>
            <w:vAlign w:val="center"/>
          </w:tcPr>
          <w:p w14:paraId="40856FCD" w14:textId="77777777" w:rsidR="00BC5744" w:rsidRDefault="00000000">
            <w:r>
              <w:lastRenderedPageBreak/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A1EF01A" w14:textId="77777777" w:rsidR="00BC5744" w:rsidRDefault="00000000">
            <w:pPr>
              <w:jc w:val="right"/>
            </w:pPr>
            <w:r>
              <w:t>2972</w:t>
            </w:r>
          </w:p>
        </w:tc>
        <w:tc>
          <w:tcPr>
            <w:tcW w:w="1188" w:type="dxa"/>
            <w:vAlign w:val="center"/>
          </w:tcPr>
          <w:p w14:paraId="6FEDED1C" w14:textId="77777777" w:rsidR="00BC5744" w:rsidRDefault="00000000">
            <w:pPr>
              <w:jc w:val="right"/>
            </w:pPr>
            <w:r>
              <w:t>19</w:t>
            </w:r>
          </w:p>
        </w:tc>
        <w:tc>
          <w:tcPr>
            <w:tcW w:w="1188" w:type="dxa"/>
            <w:vAlign w:val="center"/>
          </w:tcPr>
          <w:p w14:paraId="15AE38F2" w14:textId="77777777" w:rsidR="00BC5744" w:rsidRDefault="00000000">
            <w:pPr>
              <w:jc w:val="right"/>
            </w:pPr>
            <w:r>
              <w:t>17.707</w:t>
            </w:r>
          </w:p>
        </w:tc>
        <w:tc>
          <w:tcPr>
            <w:tcW w:w="1862" w:type="dxa"/>
            <w:vAlign w:val="center"/>
          </w:tcPr>
          <w:p w14:paraId="57CB536F" w14:textId="77777777" w:rsidR="00BC5744" w:rsidRDefault="00000000">
            <w:r>
              <w:t>04</w:t>
            </w:r>
            <w:r>
              <w:t>月</w:t>
            </w:r>
            <w:r>
              <w:t>02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2E4CBA05" w14:textId="77777777" w:rsidR="00BC5744" w:rsidRDefault="00000000">
            <w:pPr>
              <w:jc w:val="right"/>
            </w:pPr>
            <w:r>
              <w:t>0.863</w:t>
            </w:r>
          </w:p>
        </w:tc>
        <w:tc>
          <w:tcPr>
            <w:tcW w:w="1862" w:type="dxa"/>
            <w:vAlign w:val="center"/>
          </w:tcPr>
          <w:p w14:paraId="50890C7C" w14:textId="77777777" w:rsidR="00BC5744" w:rsidRDefault="00000000">
            <w:r>
              <w:t>04</w:t>
            </w:r>
            <w:r>
              <w:t>月</w:t>
            </w:r>
            <w:r>
              <w:t>29</w:t>
            </w:r>
            <w:r>
              <w:t>日</w:t>
            </w:r>
            <w:r>
              <w:t>17</w:t>
            </w:r>
            <w:r>
              <w:t>时</w:t>
            </w:r>
          </w:p>
        </w:tc>
      </w:tr>
      <w:tr w:rsidR="00BC5744" w14:paraId="34101FF0" w14:textId="77777777">
        <w:tc>
          <w:tcPr>
            <w:tcW w:w="854" w:type="dxa"/>
            <w:shd w:val="clear" w:color="auto" w:fill="E6E6E6"/>
            <w:vAlign w:val="center"/>
          </w:tcPr>
          <w:p w14:paraId="7EAEC943" w14:textId="77777777" w:rsidR="00BC5744" w:rsidRDefault="00000000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26C0189" w14:textId="77777777" w:rsidR="00BC5744" w:rsidRDefault="00000000">
            <w:pPr>
              <w:jc w:val="right"/>
            </w:pPr>
            <w:r>
              <w:t>254</w:t>
            </w:r>
          </w:p>
        </w:tc>
        <w:tc>
          <w:tcPr>
            <w:tcW w:w="1188" w:type="dxa"/>
            <w:vAlign w:val="center"/>
          </w:tcPr>
          <w:p w14:paraId="5483915A" w14:textId="77777777" w:rsidR="00BC5744" w:rsidRDefault="00000000">
            <w:pPr>
              <w:jc w:val="right"/>
            </w:pPr>
            <w:r>
              <w:t>369</w:t>
            </w:r>
          </w:p>
        </w:tc>
        <w:tc>
          <w:tcPr>
            <w:tcW w:w="1188" w:type="dxa"/>
            <w:vAlign w:val="center"/>
          </w:tcPr>
          <w:p w14:paraId="566C0675" w14:textId="77777777" w:rsidR="00BC5744" w:rsidRDefault="00000000">
            <w:pPr>
              <w:jc w:val="right"/>
            </w:pPr>
            <w:r>
              <w:t>5.470</w:t>
            </w:r>
          </w:p>
        </w:tc>
        <w:tc>
          <w:tcPr>
            <w:tcW w:w="1862" w:type="dxa"/>
            <w:vAlign w:val="center"/>
          </w:tcPr>
          <w:p w14:paraId="09408B67" w14:textId="77777777" w:rsidR="00BC5744" w:rsidRDefault="00000000">
            <w:r>
              <w:t>05</w:t>
            </w:r>
            <w:r>
              <w:t>月</w:t>
            </w:r>
            <w:r>
              <w:t>03</w:t>
            </w:r>
            <w:r>
              <w:t>日</w:t>
            </w:r>
            <w:r>
              <w:t>04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0C309A2E" w14:textId="77777777" w:rsidR="00BC5744" w:rsidRDefault="00000000">
            <w:pPr>
              <w:jc w:val="right"/>
            </w:pPr>
            <w:r>
              <w:t>4.342</w:t>
            </w:r>
          </w:p>
        </w:tc>
        <w:tc>
          <w:tcPr>
            <w:tcW w:w="1862" w:type="dxa"/>
            <w:vAlign w:val="center"/>
          </w:tcPr>
          <w:p w14:paraId="3F978D2F" w14:textId="77777777" w:rsidR="00BC5744" w:rsidRDefault="00000000">
            <w:r>
              <w:t>05</w:t>
            </w:r>
            <w:r>
              <w:t>月</w:t>
            </w:r>
            <w:r>
              <w:t>30</w:t>
            </w:r>
            <w:r>
              <w:t>日</w:t>
            </w:r>
            <w:r>
              <w:t>15</w:t>
            </w:r>
            <w:r>
              <w:t>时</w:t>
            </w:r>
          </w:p>
        </w:tc>
      </w:tr>
      <w:tr w:rsidR="00BC5744" w14:paraId="08704B6E" w14:textId="77777777">
        <w:tc>
          <w:tcPr>
            <w:tcW w:w="854" w:type="dxa"/>
            <w:shd w:val="clear" w:color="auto" w:fill="E6E6E6"/>
            <w:vAlign w:val="center"/>
          </w:tcPr>
          <w:p w14:paraId="69A60830" w14:textId="77777777" w:rsidR="00BC5744" w:rsidRDefault="00000000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194F6A7" w14:textId="77777777" w:rsidR="00BC5744" w:rsidRDefault="00000000">
            <w:pPr>
              <w:jc w:val="right"/>
            </w:pPr>
            <w:r>
              <w:t>1</w:t>
            </w:r>
          </w:p>
        </w:tc>
        <w:tc>
          <w:tcPr>
            <w:tcW w:w="1188" w:type="dxa"/>
            <w:vAlign w:val="center"/>
          </w:tcPr>
          <w:p w14:paraId="6AC716A5" w14:textId="77777777" w:rsidR="00BC5744" w:rsidRDefault="00000000">
            <w:pPr>
              <w:jc w:val="right"/>
            </w:pPr>
            <w:r>
              <w:t>3105</w:t>
            </w:r>
          </w:p>
        </w:tc>
        <w:tc>
          <w:tcPr>
            <w:tcW w:w="1188" w:type="dxa"/>
            <w:vAlign w:val="center"/>
          </w:tcPr>
          <w:p w14:paraId="72BC97B2" w14:textId="77777777" w:rsidR="00BC5744" w:rsidRDefault="00000000">
            <w:pPr>
              <w:jc w:val="right"/>
            </w:pPr>
            <w:r>
              <w:t>0.154</w:t>
            </w:r>
          </w:p>
        </w:tc>
        <w:tc>
          <w:tcPr>
            <w:tcW w:w="1862" w:type="dxa"/>
            <w:vAlign w:val="center"/>
          </w:tcPr>
          <w:p w14:paraId="48148D43" w14:textId="77777777" w:rsidR="00BC5744" w:rsidRDefault="00000000">
            <w:r>
              <w:t>06</w:t>
            </w:r>
            <w:r>
              <w:t>月</w:t>
            </w:r>
            <w:r>
              <w:t>04</w:t>
            </w:r>
            <w:r>
              <w:t>日</w:t>
            </w:r>
            <w:r>
              <w:t>04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577C1815" w14:textId="77777777" w:rsidR="00BC5744" w:rsidRDefault="00000000">
            <w:pPr>
              <w:jc w:val="right"/>
            </w:pPr>
            <w:r>
              <w:t>13.732</w:t>
            </w:r>
          </w:p>
        </w:tc>
        <w:tc>
          <w:tcPr>
            <w:tcW w:w="1862" w:type="dxa"/>
            <w:vAlign w:val="center"/>
          </w:tcPr>
          <w:p w14:paraId="4EB4C82D" w14:textId="77777777" w:rsidR="00BC5744" w:rsidRDefault="00000000">
            <w:r>
              <w:t>06</w:t>
            </w:r>
            <w:r>
              <w:t>月</w:t>
            </w:r>
            <w:r>
              <w:t>21</w:t>
            </w:r>
            <w:r>
              <w:t>日</w:t>
            </w:r>
            <w:r>
              <w:t>18</w:t>
            </w:r>
            <w:r>
              <w:t>时</w:t>
            </w:r>
          </w:p>
        </w:tc>
      </w:tr>
      <w:tr w:rsidR="00BC5744" w14:paraId="59EA4849" w14:textId="77777777">
        <w:tc>
          <w:tcPr>
            <w:tcW w:w="854" w:type="dxa"/>
            <w:shd w:val="clear" w:color="auto" w:fill="E6E6E6"/>
            <w:vAlign w:val="center"/>
          </w:tcPr>
          <w:p w14:paraId="570A6FB6" w14:textId="77777777" w:rsidR="00BC5744" w:rsidRDefault="00000000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66C6E29" w14:textId="77777777" w:rsidR="00BC5744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8CAFAF4" w14:textId="77777777" w:rsidR="00BC5744" w:rsidRDefault="00000000">
            <w:pPr>
              <w:jc w:val="right"/>
            </w:pPr>
            <w:r>
              <w:t>6935</w:t>
            </w:r>
          </w:p>
        </w:tc>
        <w:tc>
          <w:tcPr>
            <w:tcW w:w="1188" w:type="dxa"/>
            <w:vAlign w:val="center"/>
          </w:tcPr>
          <w:p w14:paraId="2E0A373C" w14:textId="77777777" w:rsidR="00BC5744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8F5D568" w14:textId="77777777" w:rsidR="00BC5744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6A08E419" w14:textId="77777777" w:rsidR="00BC5744" w:rsidRDefault="00000000">
            <w:pPr>
              <w:jc w:val="right"/>
            </w:pPr>
            <w:r>
              <w:t>20.690</w:t>
            </w:r>
          </w:p>
        </w:tc>
        <w:tc>
          <w:tcPr>
            <w:tcW w:w="1862" w:type="dxa"/>
            <w:vAlign w:val="center"/>
          </w:tcPr>
          <w:p w14:paraId="722393CE" w14:textId="77777777" w:rsidR="00BC5744" w:rsidRDefault="00000000">
            <w:r>
              <w:t>07</w:t>
            </w:r>
            <w:r>
              <w:t>月</w:t>
            </w:r>
            <w:r>
              <w:t>07</w:t>
            </w:r>
            <w:r>
              <w:t>日</w:t>
            </w:r>
            <w:r>
              <w:t>18</w:t>
            </w:r>
            <w:r>
              <w:t>时</w:t>
            </w:r>
          </w:p>
        </w:tc>
      </w:tr>
      <w:tr w:rsidR="00BC5744" w14:paraId="5AE5DB92" w14:textId="77777777">
        <w:tc>
          <w:tcPr>
            <w:tcW w:w="854" w:type="dxa"/>
            <w:shd w:val="clear" w:color="auto" w:fill="E6E6E6"/>
            <w:vAlign w:val="center"/>
          </w:tcPr>
          <w:p w14:paraId="0BE3FB81" w14:textId="77777777" w:rsidR="00BC5744" w:rsidRDefault="00000000">
            <w:r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4343551" w14:textId="77777777" w:rsidR="00BC5744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1EE39C5" w14:textId="77777777" w:rsidR="00BC5744" w:rsidRDefault="00000000">
            <w:pPr>
              <w:jc w:val="right"/>
            </w:pPr>
            <w:r>
              <w:t>7166</w:t>
            </w:r>
          </w:p>
        </w:tc>
        <w:tc>
          <w:tcPr>
            <w:tcW w:w="1188" w:type="dxa"/>
            <w:vAlign w:val="center"/>
          </w:tcPr>
          <w:p w14:paraId="4B2B1022" w14:textId="77777777" w:rsidR="00BC5744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E16D2D3" w14:textId="77777777" w:rsidR="00BC5744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5CA2C6C3" w14:textId="77777777" w:rsidR="00BC5744" w:rsidRDefault="00000000">
            <w:pPr>
              <w:jc w:val="right"/>
            </w:pPr>
            <w:r>
              <w:rPr>
                <w:color w:val="0000FF"/>
              </w:rPr>
              <w:t>25.595</w:t>
            </w:r>
          </w:p>
        </w:tc>
        <w:tc>
          <w:tcPr>
            <w:tcW w:w="1862" w:type="dxa"/>
            <w:vAlign w:val="center"/>
          </w:tcPr>
          <w:p w14:paraId="6BB00612" w14:textId="77777777" w:rsidR="00BC5744" w:rsidRDefault="00000000">
            <w:r>
              <w:rPr>
                <w:color w:val="0000FF"/>
              </w:rPr>
              <w:t>08</w:t>
            </w:r>
            <w:r>
              <w:rPr>
                <w:color w:val="0000FF"/>
              </w:rPr>
              <w:t>月</w:t>
            </w:r>
            <w:r>
              <w:rPr>
                <w:color w:val="0000FF"/>
              </w:rPr>
              <w:t>02</w:t>
            </w:r>
            <w:r>
              <w:rPr>
                <w:color w:val="0000FF"/>
              </w:rPr>
              <w:t>日</w:t>
            </w:r>
            <w:r>
              <w:rPr>
                <w:color w:val="0000FF"/>
              </w:rPr>
              <w:t>22</w:t>
            </w:r>
            <w:r>
              <w:rPr>
                <w:color w:val="0000FF"/>
              </w:rPr>
              <w:t>时</w:t>
            </w:r>
          </w:p>
        </w:tc>
      </w:tr>
      <w:tr w:rsidR="00BC5744" w14:paraId="3760D5B7" w14:textId="77777777">
        <w:tc>
          <w:tcPr>
            <w:tcW w:w="854" w:type="dxa"/>
            <w:shd w:val="clear" w:color="auto" w:fill="E6E6E6"/>
            <w:vAlign w:val="center"/>
          </w:tcPr>
          <w:p w14:paraId="3F2553C5" w14:textId="77777777" w:rsidR="00BC5744" w:rsidRDefault="00000000">
            <w:r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60B7D58" w14:textId="77777777" w:rsidR="00BC5744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1D4451A" w14:textId="77777777" w:rsidR="00BC5744" w:rsidRDefault="00000000">
            <w:pPr>
              <w:jc w:val="right"/>
            </w:pPr>
            <w:r>
              <w:t>1380</w:t>
            </w:r>
          </w:p>
        </w:tc>
        <w:tc>
          <w:tcPr>
            <w:tcW w:w="1188" w:type="dxa"/>
            <w:vAlign w:val="center"/>
          </w:tcPr>
          <w:p w14:paraId="576BCFC2" w14:textId="77777777" w:rsidR="00BC5744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E0E3318" w14:textId="77777777" w:rsidR="00BC5744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61CB15F4" w14:textId="77777777" w:rsidR="00BC5744" w:rsidRDefault="00000000">
            <w:pPr>
              <w:jc w:val="right"/>
            </w:pPr>
            <w:r>
              <w:t>17.311</w:t>
            </w:r>
          </w:p>
        </w:tc>
        <w:tc>
          <w:tcPr>
            <w:tcW w:w="1862" w:type="dxa"/>
            <w:vAlign w:val="center"/>
          </w:tcPr>
          <w:p w14:paraId="4716239B" w14:textId="77777777" w:rsidR="00BC5744" w:rsidRDefault="00000000">
            <w:r>
              <w:t>09</w:t>
            </w:r>
            <w:r>
              <w:t>月</w:t>
            </w:r>
            <w:r>
              <w:t>01</w:t>
            </w:r>
            <w:r>
              <w:t>日</w:t>
            </w:r>
            <w:r>
              <w:t>15</w:t>
            </w:r>
            <w:r>
              <w:t>时</w:t>
            </w:r>
          </w:p>
        </w:tc>
      </w:tr>
      <w:tr w:rsidR="00BC5744" w14:paraId="00F992B6" w14:textId="77777777">
        <w:tc>
          <w:tcPr>
            <w:tcW w:w="854" w:type="dxa"/>
            <w:shd w:val="clear" w:color="auto" w:fill="E6E6E6"/>
            <w:vAlign w:val="center"/>
          </w:tcPr>
          <w:p w14:paraId="18F3903F" w14:textId="77777777" w:rsidR="00BC5744" w:rsidRDefault="00000000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2F16E4B" w14:textId="77777777" w:rsidR="00BC5744" w:rsidRDefault="00000000">
            <w:pPr>
              <w:jc w:val="right"/>
            </w:pPr>
            <w:r>
              <w:t>729</w:t>
            </w:r>
          </w:p>
        </w:tc>
        <w:tc>
          <w:tcPr>
            <w:tcW w:w="1188" w:type="dxa"/>
            <w:vAlign w:val="center"/>
          </w:tcPr>
          <w:p w14:paraId="13210FEF" w14:textId="77777777" w:rsidR="00BC5744" w:rsidRDefault="00000000">
            <w:pPr>
              <w:jc w:val="right"/>
            </w:pPr>
            <w:r>
              <w:t>115</w:t>
            </w:r>
          </w:p>
        </w:tc>
        <w:tc>
          <w:tcPr>
            <w:tcW w:w="1188" w:type="dxa"/>
            <w:vAlign w:val="center"/>
          </w:tcPr>
          <w:p w14:paraId="766D11BF" w14:textId="77777777" w:rsidR="00BC5744" w:rsidRDefault="00000000">
            <w:pPr>
              <w:jc w:val="right"/>
            </w:pPr>
            <w:r>
              <w:t>9.210</w:t>
            </w:r>
          </w:p>
        </w:tc>
        <w:tc>
          <w:tcPr>
            <w:tcW w:w="1862" w:type="dxa"/>
            <w:vAlign w:val="center"/>
          </w:tcPr>
          <w:p w14:paraId="514EC8FE" w14:textId="77777777" w:rsidR="00BC5744" w:rsidRDefault="00000000">
            <w:r>
              <w:t>10</w:t>
            </w:r>
            <w:r>
              <w:t>月</w:t>
            </w:r>
            <w:r>
              <w:t>29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568194CF" w14:textId="77777777" w:rsidR="00BC5744" w:rsidRDefault="00000000">
            <w:pPr>
              <w:jc w:val="right"/>
            </w:pPr>
            <w:r>
              <w:t>3.758</w:t>
            </w:r>
          </w:p>
        </w:tc>
        <w:tc>
          <w:tcPr>
            <w:tcW w:w="1862" w:type="dxa"/>
            <w:vAlign w:val="center"/>
          </w:tcPr>
          <w:p w14:paraId="4436AF8D" w14:textId="77777777" w:rsidR="00BC5744" w:rsidRDefault="00000000">
            <w:r>
              <w:t>10</w:t>
            </w:r>
            <w:r>
              <w:t>月</w:t>
            </w:r>
            <w:r>
              <w:t>03</w:t>
            </w:r>
            <w:r>
              <w:t>日</w:t>
            </w:r>
            <w:r>
              <w:t>16</w:t>
            </w:r>
            <w:r>
              <w:t>时</w:t>
            </w:r>
          </w:p>
        </w:tc>
      </w:tr>
      <w:tr w:rsidR="00BC5744" w14:paraId="554227E6" w14:textId="77777777">
        <w:tc>
          <w:tcPr>
            <w:tcW w:w="854" w:type="dxa"/>
            <w:shd w:val="clear" w:color="auto" w:fill="E6E6E6"/>
            <w:vAlign w:val="center"/>
          </w:tcPr>
          <w:p w14:paraId="017E0578" w14:textId="77777777" w:rsidR="00BC5744" w:rsidRDefault="00000000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AA48CA8" w14:textId="77777777" w:rsidR="00BC5744" w:rsidRDefault="00000000">
            <w:pPr>
              <w:jc w:val="right"/>
            </w:pPr>
            <w:r>
              <w:t>6862</w:t>
            </w:r>
          </w:p>
        </w:tc>
        <w:tc>
          <w:tcPr>
            <w:tcW w:w="1188" w:type="dxa"/>
            <w:vAlign w:val="center"/>
          </w:tcPr>
          <w:p w14:paraId="75B4F9FB" w14:textId="77777777" w:rsidR="00BC5744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AE707D2" w14:textId="77777777" w:rsidR="00BC5744" w:rsidRDefault="00000000">
            <w:pPr>
              <w:jc w:val="right"/>
            </w:pPr>
            <w:r>
              <w:t>19.407</w:t>
            </w:r>
          </w:p>
        </w:tc>
        <w:tc>
          <w:tcPr>
            <w:tcW w:w="1862" w:type="dxa"/>
            <w:vAlign w:val="center"/>
          </w:tcPr>
          <w:p w14:paraId="4C23E405" w14:textId="77777777" w:rsidR="00BC5744" w:rsidRDefault="00000000">
            <w:r>
              <w:t>11</w:t>
            </w:r>
            <w:r>
              <w:t>月</w:t>
            </w:r>
            <w:r>
              <w:t>28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17EF80C4" w14:textId="77777777" w:rsidR="00BC5744" w:rsidRDefault="00000000">
            <w:pPr>
              <w:jc w:val="right"/>
            </w:pPr>
            <w:r>
              <w:t>0.064</w:t>
            </w:r>
          </w:p>
        </w:tc>
        <w:tc>
          <w:tcPr>
            <w:tcW w:w="1862" w:type="dxa"/>
            <w:vAlign w:val="center"/>
          </w:tcPr>
          <w:p w14:paraId="5A2B96B9" w14:textId="77777777" w:rsidR="00BC5744" w:rsidRDefault="00000000">
            <w:r>
              <w:t>11</w:t>
            </w:r>
            <w:r>
              <w:t>月</w:t>
            </w:r>
            <w:r>
              <w:t>19</w:t>
            </w:r>
            <w:r>
              <w:t>日</w:t>
            </w:r>
            <w:r>
              <w:t>13</w:t>
            </w:r>
            <w:r>
              <w:t>时</w:t>
            </w:r>
          </w:p>
        </w:tc>
      </w:tr>
      <w:tr w:rsidR="00BC5744" w14:paraId="2119CF34" w14:textId="77777777">
        <w:tc>
          <w:tcPr>
            <w:tcW w:w="854" w:type="dxa"/>
            <w:shd w:val="clear" w:color="auto" w:fill="E6E6E6"/>
            <w:vAlign w:val="center"/>
          </w:tcPr>
          <w:p w14:paraId="66018396" w14:textId="77777777" w:rsidR="00BC5744" w:rsidRDefault="00000000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321F3F2" w14:textId="77777777" w:rsidR="00BC5744" w:rsidRDefault="00000000">
            <w:pPr>
              <w:jc w:val="right"/>
            </w:pPr>
            <w:r>
              <w:t>14136</w:t>
            </w:r>
          </w:p>
        </w:tc>
        <w:tc>
          <w:tcPr>
            <w:tcW w:w="1188" w:type="dxa"/>
            <w:vAlign w:val="center"/>
          </w:tcPr>
          <w:p w14:paraId="28987EAE" w14:textId="77777777" w:rsidR="00BC5744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D40A509" w14:textId="77777777" w:rsidR="00BC5744" w:rsidRDefault="00000000">
            <w:pPr>
              <w:jc w:val="right"/>
            </w:pPr>
            <w:r>
              <w:t>29.867</w:t>
            </w:r>
          </w:p>
        </w:tc>
        <w:tc>
          <w:tcPr>
            <w:tcW w:w="1862" w:type="dxa"/>
            <w:vAlign w:val="center"/>
          </w:tcPr>
          <w:p w14:paraId="34084394" w14:textId="77777777" w:rsidR="00BC5744" w:rsidRDefault="00000000">
            <w:r>
              <w:t>12</w:t>
            </w:r>
            <w:r>
              <w:t>月</w:t>
            </w:r>
            <w:r>
              <w:t>21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3C15619A" w14:textId="77777777" w:rsidR="00BC5744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B4E2CCF" w14:textId="77777777" w:rsidR="00BC5744" w:rsidRDefault="00000000">
            <w:r>
              <w:t>--</w:t>
            </w:r>
          </w:p>
        </w:tc>
      </w:tr>
    </w:tbl>
    <w:p w14:paraId="762EB4BC" w14:textId="77777777" w:rsidR="00BC5744" w:rsidRDefault="00000000">
      <w:r>
        <w:rPr>
          <w:noProof/>
        </w:rPr>
        <w:drawing>
          <wp:inline distT="0" distB="0" distL="0" distR="0" wp14:anchorId="49C7474C" wp14:editId="7D070227">
            <wp:extent cx="5667375" cy="263842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88EFF" w14:textId="77777777" w:rsidR="00BC5744" w:rsidRDefault="00BC5744"/>
    <w:p w14:paraId="26F2D2D6" w14:textId="77777777" w:rsidR="00BC5744" w:rsidRDefault="00000000">
      <w:pPr>
        <w:widowControl w:val="0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10EA8051" wp14:editId="0F495781">
            <wp:extent cx="5667375" cy="26479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F1B81" w14:textId="77777777" w:rsidR="00BC5744" w:rsidRDefault="00BC5744">
      <w:pPr>
        <w:widowControl w:val="0"/>
        <w:rPr>
          <w:kern w:val="2"/>
          <w:szCs w:val="24"/>
          <w:lang w:val="en-US"/>
        </w:rPr>
      </w:pPr>
    </w:p>
    <w:p w14:paraId="291F13CF" w14:textId="77777777" w:rsidR="00BC5744" w:rsidRDefault="00BC5744">
      <w:pPr>
        <w:sectPr w:rsidR="00BC5744" w:rsidSect="00494C3A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 w:code="9"/>
          <w:pgMar w:top="1440" w:right="1418" w:bottom="1440" w:left="1418" w:header="851" w:footer="992" w:gutter="0"/>
          <w:pgNumType w:start="1"/>
          <w:cols w:space="425"/>
          <w:docGrid w:type="lines" w:linePitch="312"/>
        </w:sectPr>
      </w:pPr>
    </w:p>
    <w:p w14:paraId="2847ADEA" w14:textId="77777777" w:rsidR="00BC5744" w:rsidRDefault="00000000">
      <w:pPr>
        <w:pStyle w:val="1"/>
        <w:widowControl w:val="0"/>
        <w:rPr>
          <w:kern w:val="2"/>
          <w:szCs w:val="24"/>
        </w:rPr>
      </w:pPr>
      <w:bookmarkStart w:id="62" w:name="_Toc155705824"/>
      <w:r>
        <w:rPr>
          <w:kern w:val="2"/>
          <w:szCs w:val="24"/>
        </w:rPr>
        <w:lastRenderedPageBreak/>
        <w:t>附录</w:t>
      </w:r>
      <w:bookmarkEnd w:id="62"/>
    </w:p>
    <w:p w14:paraId="60E7A8F2" w14:textId="77777777" w:rsidR="00BC5744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节假日人员逐时在室率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32493BEF" w14:textId="77777777" w:rsidR="00BC5744" w:rsidRDefault="00BC574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E593344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8D08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8C1E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697C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D5CD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3901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EA95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8010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FBE0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CF68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E8FA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DFC2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343C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06A7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530B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EEBD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F211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99B9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6C6A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45A9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8CD2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6637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6ADD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C4ED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CDF3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0E29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BC5744" w14:paraId="1E4B895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6F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AE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69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7E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96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56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28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50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5B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E8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0A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13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F9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B0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ED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81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42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18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4C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42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8E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8C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3C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A4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52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1211D7" w14:paraId="75129E90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D0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29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55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C3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FD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C0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6E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EF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B9E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D95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56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09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F5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DC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0A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19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94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D4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C3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E3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0D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3E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17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A4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E7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6659E95B" w14:textId="77777777" w:rsidR="00BC5744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225A2965" w14:textId="77777777" w:rsidR="00BC5744" w:rsidRDefault="00BC5744">
      <w:pPr>
        <w:widowControl w:val="0"/>
        <w:rPr>
          <w:kern w:val="2"/>
          <w:szCs w:val="24"/>
          <w:lang w:val="en-US"/>
        </w:rPr>
      </w:pPr>
    </w:p>
    <w:p w14:paraId="77F2B94A" w14:textId="77777777" w:rsidR="00BC5744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节假日照明开关时间表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35BB5587" w14:textId="77777777" w:rsidR="00BC5744" w:rsidRDefault="00BC574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56FBF8AD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CCE9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2486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3ECB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1097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8B52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FA43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0689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E7F2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4143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C243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A02F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5637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ABFC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0480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BB8E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482E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242C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D24B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A939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05AA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7A7D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32E3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60E1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A9C4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D798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BC5744" w14:paraId="6DADCD7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F2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56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76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39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D1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EEE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99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05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A6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B2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E7D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BC4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F5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3D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AC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39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A94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D3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F6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5D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65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DE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54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68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EE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1211D7" w14:paraId="2E50869F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86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E3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8C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68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15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1C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07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14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B5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B1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BB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82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FB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E2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D9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7C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BD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53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24E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16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39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FD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D0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66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E7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62493F47" w14:textId="77777777" w:rsidR="00BC5744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2F0D6581" w14:textId="77777777" w:rsidR="00BC5744" w:rsidRDefault="00BC5744">
      <w:pPr>
        <w:widowControl w:val="0"/>
        <w:rPr>
          <w:kern w:val="2"/>
          <w:szCs w:val="24"/>
          <w:lang w:val="en-US"/>
        </w:rPr>
      </w:pPr>
    </w:p>
    <w:p w14:paraId="2FFBD01E" w14:textId="77777777" w:rsidR="00BC5744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节假日设备逐时使用率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6A6BE8F6" w14:textId="77777777" w:rsidR="00BC5744" w:rsidRDefault="00BC574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15ACC365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D50B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380F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C85F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13E2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D600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EB52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D872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ABED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B345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6FB8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F9E1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5D2E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D8F8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C580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D948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ACCD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5167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F892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1D73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ED15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69B1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C416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913E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132C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99C1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BC5744" w14:paraId="0CA56AC4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BF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1D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1E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15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70C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50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46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2E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F6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0C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3C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ED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03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29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E2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A3C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77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23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6E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1E6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F9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0A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49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27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C6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1211D7" w14:paraId="71E97B23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9F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16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A8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EF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7A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F8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02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A2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C1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10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B1D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D2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4E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0E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8A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91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29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25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B6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D7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E3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BE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6C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B0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5D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2525F1D1" w14:textId="77777777" w:rsidR="00BC5744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3BBA9B65" w14:textId="77777777" w:rsidR="00BC5744" w:rsidRDefault="00BC5744">
      <w:pPr>
        <w:widowControl w:val="0"/>
        <w:rPr>
          <w:kern w:val="2"/>
          <w:szCs w:val="24"/>
          <w:lang w:val="en-US"/>
        </w:rPr>
      </w:pPr>
    </w:p>
    <w:p w14:paraId="00E83B93" w14:textId="77777777" w:rsidR="00BC5744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节假日空调系统开关时间表</w:t>
      </w:r>
    </w:p>
    <w:p w14:paraId="68422D9F" w14:textId="77777777" w:rsidR="00BC5744" w:rsidRDefault="00BC574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0D479C9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DD27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5245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424B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5160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E0F6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632E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F7CE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C1AC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01A8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ABC4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A0FA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B0CB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8081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009D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9492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D25F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A4D0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CED7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291E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717C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CDE6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1517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4412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7A26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3095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BC5744" w14:paraId="092452B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D3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B0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1B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B74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C9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FB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71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F1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DD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A6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B1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EF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E98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70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24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404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FC3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9B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48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77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B7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6D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09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4D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E2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52FEB69E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FC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6C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C5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78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BB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98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D8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DF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B7A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F1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66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CE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23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67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FB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1A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FE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F84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60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10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CD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1F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E19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1B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F5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10B0B2E1" w14:textId="77777777" w:rsidR="00BC5744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65CB0F4B" w14:textId="77777777" w:rsidR="00BC5744" w:rsidRDefault="00BC5744">
      <w:pPr>
        <w:widowControl w:val="0"/>
        <w:rPr>
          <w:kern w:val="2"/>
          <w:szCs w:val="24"/>
          <w:lang w:val="en-US"/>
        </w:rPr>
      </w:pPr>
    </w:p>
    <w:p w14:paraId="3A169ADF" w14:textId="77777777" w:rsidR="00BC5744" w:rsidRDefault="00BC5744">
      <w:pPr>
        <w:widowControl w:val="0"/>
        <w:rPr>
          <w:kern w:val="2"/>
          <w:szCs w:val="24"/>
          <w:lang w:val="en-US"/>
        </w:rPr>
      </w:pPr>
    </w:p>
    <w:sectPr w:rsidR="00BC5744" w:rsidSect="00494C3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49016" w14:textId="77777777" w:rsidR="00712ED9" w:rsidRDefault="00712ED9" w:rsidP="00DD1B15">
      <w:r>
        <w:separator/>
      </w:r>
    </w:p>
  </w:endnote>
  <w:endnote w:type="continuationSeparator" w:id="0">
    <w:p w14:paraId="0EBEDEB3" w14:textId="77777777" w:rsidR="00712ED9" w:rsidRDefault="00712ED9" w:rsidP="00DD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AE58F" w14:textId="77777777" w:rsidR="00EF1EC2" w:rsidRDefault="00EF1E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452306"/>
      <w:docPartObj>
        <w:docPartGallery w:val="Page Numbers (Bottom of Page)"/>
        <w:docPartUnique/>
      </w:docPartObj>
    </w:sdtPr>
    <w:sdtContent>
      <w:p w14:paraId="5AAD89C0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4E8A7AFE" w14:textId="77777777" w:rsidR="00F83AFC" w:rsidRDefault="00F83AFC" w:rsidP="00F83AFC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4BA62" w14:textId="77777777" w:rsidR="00EF1EC2" w:rsidRDefault="00EF1EC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3E6F6" w14:textId="77777777" w:rsidR="00EF1EC2" w:rsidRDefault="00EF1EC2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5088114"/>
      <w:docPartObj>
        <w:docPartGallery w:val="Page Numbers (Bottom of Page)"/>
        <w:docPartUnique/>
      </w:docPartObj>
    </w:sdtPr>
    <w:sdtContent>
      <w:p w14:paraId="611C651C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195FC0E9" w14:textId="77777777" w:rsidR="00F83AFC" w:rsidRDefault="00F83AFC" w:rsidP="00F83AFC">
    <w:pPr>
      <w:pStyle w:val="a5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59256" w14:textId="77777777" w:rsidR="00EF1EC2" w:rsidRDefault="00EF1E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7108E" w14:textId="77777777" w:rsidR="00712ED9" w:rsidRDefault="00712ED9" w:rsidP="00DD1B15">
      <w:r>
        <w:separator/>
      </w:r>
    </w:p>
  </w:footnote>
  <w:footnote w:type="continuationSeparator" w:id="0">
    <w:p w14:paraId="74D82FCC" w14:textId="77777777" w:rsidR="00712ED9" w:rsidRDefault="00712ED9" w:rsidP="00DD1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E3F89" w14:textId="77777777" w:rsidR="00F83AFC" w:rsidRDefault="001B7033">
    <w:pPr>
      <w:pStyle w:val="a4"/>
    </w:pPr>
    <w:r>
      <w:rPr>
        <w:noProof/>
        <w:lang w:val="en-US"/>
      </w:rPr>
      <w:drawing>
        <wp:inline distT="0" distB="0" distL="0" distR="0" wp14:anchorId="35CDBBA7" wp14:editId="30A4D8CD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83AFC">
      <w:ptab w:relativeTo="margin" w:alignment="center" w:leader="none"/>
    </w:r>
    <w:r w:rsidR="00F83AFC">
      <w:ptab w:relativeTo="margin" w:alignment="right" w:leader="none"/>
    </w:r>
    <w:r w:rsidR="00F83AFC">
      <w:rPr>
        <w:rFonts w:hint="eastAsia"/>
      </w:rPr>
      <w:t>全年</w:t>
    </w:r>
    <w:r w:rsidR="00F83AFC">
      <w:t>负荷计算书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4F2F2" w14:textId="77777777" w:rsidR="00EF1EC2" w:rsidRDefault="00EF1EC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F8D3D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3F1DEFDD" wp14:editId="7A87BE62">
          <wp:extent cx="972199" cy="2520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7AFBD" w14:textId="77777777" w:rsidR="00EF1EC2" w:rsidRDefault="00EF1EC2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76311" w14:textId="77777777" w:rsidR="00EF1EC2" w:rsidRDefault="00EF1EC2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68C2E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449FB248" wp14:editId="3D875796">
          <wp:extent cx="972199" cy="252000"/>
          <wp:effectExtent l="0" t="0" r="0" b="0"/>
          <wp:docPr id="593240122" name="图片 5932401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5AD8B" w14:textId="77777777" w:rsidR="00EF1EC2" w:rsidRDefault="00EF1E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1530802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686"/>
    <w:rsid w:val="0002338D"/>
    <w:rsid w:val="0002594F"/>
    <w:rsid w:val="00033DE7"/>
    <w:rsid w:val="000574B8"/>
    <w:rsid w:val="0006644D"/>
    <w:rsid w:val="00070074"/>
    <w:rsid w:val="0007082D"/>
    <w:rsid w:val="000843B1"/>
    <w:rsid w:val="0009353E"/>
    <w:rsid w:val="00097E94"/>
    <w:rsid w:val="000A0563"/>
    <w:rsid w:val="000B2B65"/>
    <w:rsid w:val="000C3F45"/>
    <w:rsid w:val="000D1880"/>
    <w:rsid w:val="000D77BD"/>
    <w:rsid w:val="000D79A5"/>
    <w:rsid w:val="000D7D60"/>
    <w:rsid w:val="000E46A7"/>
    <w:rsid w:val="000E5CF8"/>
    <w:rsid w:val="000F0899"/>
    <w:rsid w:val="000F3893"/>
    <w:rsid w:val="000F7EF2"/>
    <w:rsid w:val="0010335A"/>
    <w:rsid w:val="001038E8"/>
    <w:rsid w:val="00130BBA"/>
    <w:rsid w:val="00137789"/>
    <w:rsid w:val="00142097"/>
    <w:rsid w:val="00143F63"/>
    <w:rsid w:val="00145A23"/>
    <w:rsid w:val="0018345A"/>
    <w:rsid w:val="001B2A47"/>
    <w:rsid w:val="001B7033"/>
    <w:rsid w:val="001B79BE"/>
    <w:rsid w:val="001C18CB"/>
    <w:rsid w:val="001C5FD8"/>
    <w:rsid w:val="001E2239"/>
    <w:rsid w:val="001F3852"/>
    <w:rsid w:val="001F676C"/>
    <w:rsid w:val="0020042B"/>
    <w:rsid w:val="00205236"/>
    <w:rsid w:val="00230D2C"/>
    <w:rsid w:val="002555B8"/>
    <w:rsid w:val="00265C87"/>
    <w:rsid w:val="00274C7C"/>
    <w:rsid w:val="00282EC0"/>
    <w:rsid w:val="00292686"/>
    <w:rsid w:val="002B7246"/>
    <w:rsid w:val="002C32CA"/>
    <w:rsid w:val="002D0AE2"/>
    <w:rsid w:val="002E0C36"/>
    <w:rsid w:val="002E4AD4"/>
    <w:rsid w:val="003121F7"/>
    <w:rsid w:val="0031404D"/>
    <w:rsid w:val="00330E96"/>
    <w:rsid w:val="00333A2B"/>
    <w:rsid w:val="003545EA"/>
    <w:rsid w:val="003812FE"/>
    <w:rsid w:val="003A3E6E"/>
    <w:rsid w:val="003B01F4"/>
    <w:rsid w:val="003B69A6"/>
    <w:rsid w:val="003F7978"/>
    <w:rsid w:val="00404F3F"/>
    <w:rsid w:val="00413E13"/>
    <w:rsid w:val="004208E6"/>
    <w:rsid w:val="004315D7"/>
    <w:rsid w:val="00432A98"/>
    <w:rsid w:val="004602B5"/>
    <w:rsid w:val="00467891"/>
    <w:rsid w:val="00467D84"/>
    <w:rsid w:val="00472D27"/>
    <w:rsid w:val="00481665"/>
    <w:rsid w:val="00482223"/>
    <w:rsid w:val="00494C3A"/>
    <w:rsid w:val="004A5939"/>
    <w:rsid w:val="004D1E25"/>
    <w:rsid w:val="004D230F"/>
    <w:rsid w:val="004D449D"/>
    <w:rsid w:val="004F1990"/>
    <w:rsid w:val="004F64E0"/>
    <w:rsid w:val="005215FB"/>
    <w:rsid w:val="00526030"/>
    <w:rsid w:val="00553773"/>
    <w:rsid w:val="00556F85"/>
    <w:rsid w:val="005612C7"/>
    <w:rsid w:val="005726CB"/>
    <w:rsid w:val="00573DF2"/>
    <w:rsid w:val="005807AB"/>
    <w:rsid w:val="005923AE"/>
    <w:rsid w:val="005A520A"/>
    <w:rsid w:val="005C1189"/>
    <w:rsid w:val="005E36B7"/>
    <w:rsid w:val="005F0615"/>
    <w:rsid w:val="006030F6"/>
    <w:rsid w:val="006104C9"/>
    <w:rsid w:val="00615FD8"/>
    <w:rsid w:val="00637258"/>
    <w:rsid w:val="00640E36"/>
    <w:rsid w:val="00647E12"/>
    <w:rsid w:val="00656297"/>
    <w:rsid w:val="00681FD9"/>
    <w:rsid w:val="00685ADE"/>
    <w:rsid w:val="00693D83"/>
    <w:rsid w:val="006A1805"/>
    <w:rsid w:val="006B709E"/>
    <w:rsid w:val="006D560B"/>
    <w:rsid w:val="006F0362"/>
    <w:rsid w:val="006F0A9E"/>
    <w:rsid w:val="006F579F"/>
    <w:rsid w:val="007047DF"/>
    <w:rsid w:val="00712ED9"/>
    <w:rsid w:val="00723619"/>
    <w:rsid w:val="00726DF7"/>
    <w:rsid w:val="00734B1A"/>
    <w:rsid w:val="0075027A"/>
    <w:rsid w:val="007557BF"/>
    <w:rsid w:val="00762369"/>
    <w:rsid w:val="00773762"/>
    <w:rsid w:val="00790573"/>
    <w:rsid w:val="00793E64"/>
    <w:rsid w:val="007A0DA2"/>
    <w:rsid w:val="007A48B3"/>
    <w:rsid w:val="007B3DC4"/>
    <w:rsid w:val="007B5870"/>
    <w:rsid w:val="007B5DEE"/>
    <w:rsid w:val="007B79CB"/>
    <w:rsid w:val="007D685F"/>
    <w:rsid w:val="0081130C"/>
    <w:rsid w:val="00822BCC"/>
    <w:rsid w:val="00831D82"/>
    <w:rsid w:val="0083594E"/>
    <w:rsid w:val="00840019"/>
    <w:rsid w:val="0085046D"/>
    <w:rsid w:val="00860D36"/>
    <w:rsid w:val="00893E84"/>
    <w:rsid w:val="00895464"/>
    <w:rsid w:val="008A5B87"/>
    <w:rsid w:val="008B05BB"/>
    <w:rsid w:val="008B4594"/>
    <w:rsid w:val="008C28CF"/>
    <w:rsid w:val="008D04AA"/>
    <w:rsid w:val="009000FA"/>
    <w:rsid w:val="00901166"/>
    <w:rsid w:val="00913DDC"/>
    <w:rsid w:val="0091731C"/>
    <w:rsid w:val="00931AEE"/>
    <w:rsid w:val="0094328E"/>
    <w:rsid w:val="00986005"/>
    <w:rsid w:val="009B6EEC"/>
    <w:rsid w:val="009C2673"/>
    <w:rsid w:val="009C2713"/>
    <w:rsid w:val="009C4D39"/>
    <w:rsid w:val="00A102D6"/>
    <w:rsid w:val="00A104C6"/>
    <w:rsid w:val="00A27490"/>
    <w:rsid w:val="00A31918"/>
    <w:rsid w:val="00A7048B"/>
    <w:rsid w:val="00A71379"/>
    <w:rsid w:val="00A8222B"/>
    <w:rsid w:val="00A84650"/>
    <w:rsid w:val="00AA60D8"/>
    <w:rsid w:val="00AB5CF2"/>
    <w:rsid w:val="00AC2573"/>
    <w:rsid w:val="00AC5061"/>
    <w:rsid w:val="00AC563B"/>
    <w:rsid w:val="00AE7036"/>
    <w:rsid w:val="00AF4ECE"/>
    <w:rsid w:val="00B06731"/>
    <w:rsid w:val="00B15948"/>
    <w:rsid w:val="00B32158"/>
    <w:rsid w:val="00B51927"/>
    <w:rsid w:val="00B55B22"/>
    <w:rsid w:val="00B6334F"/>
    <w:rsid w:val="00B636DC"/>
    <w:rsid w:val="00B6755F"/>
    <w:rsid w:val="00B8010B"/>
    <w:rsid w:val="00B813D0"/>
    <w:rsid w:val="00B9306A"/>
    <w:rsid w:val="00BA589F"/>
    <w:rsid w:val="00BB041D"/>
    <w:rsid w:val="00BB15B5"/>
    <w:rsid w:val="00BB189B"/>
    <w:rsid w:val="00BC2B16"/>
    <w:rsid w:val="00BC33AE"/>
    <w:rsid w:val="00BC5744"/>
    <w:rsid w:val="00C03B4D"/>
    <w:rsid w:val="00C17AFD"/>
    <w:rsid w:val="00C248FA"/>
    <w:rsid w:val="00C55236"/>
    <w:rsid w:val="00C63237"/>
    <w:rsid w:val="00C97E25"/>
    <w:rsid w:val="00CA6DD4"/>
    <w:rsid w:val="00CD7550"/>
    <w:rsid w:val="00CE56E7"/>
    <w:rsid w:val="00CE69C3"/>
    <w:rsid w:val="00CF3664"/>
    <w:rsid w:val="00D40158"/>
    <w:rsid w:val="00D44A8E"/>
    <w:rsid w:val="00D55625"/>
    <w:rsid w:val="00D62A9A"/>
    <w:rsid w:val="00D7335B"/>
    <w:rsid w:val="00D843F3"/>
    <w:rsid w:val="00D93668"/>
    <w:rsid w:val="00DA63A8"/>
    <w:rsid w:val="00DC73AD"/>
    <w:rsid w:val="00DC756A"/>
    <w:rsid w:val="00DD1B15"/>
    <w:rsid w:val="00DD4B55"/>
    <w:rsid w:val="00DD70A8"/>
    <w:rsid w:val="00DE1E0A"/>
    <w:rsid w:val="00DE75D3"/>
    <w:rsid w:val="00DF1E04"/>
    <w:rsid w:val="00E30F2C"/>
    <w:rsid w:val="00E33D8C"/>
    <w:rsid w:val="00E374AF"/>
    <w:rsid w:val="00E547DE"/>
    <w:rsid w:val="00E56ABA"/>
    <w:rsid w:val="00E60D50"/>
    <w:rsid w:val="00E750BA"/>
    <w:rsid w:val="00E81ACD"/>
    <w:rsid w:val="00E917BD"/>
    <w:rsid w:val="00EA4BCE"/>
    <w:rsid w:val="00EA4C5E"/>
    <w:rsid w:val="00EC503E"/>
    <w:rsid w:val="00EC521D"/>
    <w:rsid w:val="00EE6C6C"/>
    <w:rsid w:val="00EE7F24"/>
    <w:rsid w:val="00EF1EC2"/>
    <w:rsid w:val="00F17274"/>
    <w:rsid w:val="00F25477"/>
    <w:rsid w:val="00F4369B"/>
    <w:rsid w:val="00F462CC"/>
    <w:rsid w:val="00F552D2"/>
    <w:rsid w:val="00F6198E"/>
    <w:rsid w:val="00F83AFC"/>
    <w:rsid w:val="00F90B7E"/>
    <w:rsid w:val="00FB028F"/>
    <w:rsid w:val="00FB3DE9"/>
    <w:rsid w:val="00FB76EE"/>
    <w:rsid w:val="00FC2568"/>
    <w:rsid w:val="00FD0BF6"/>
    <w:rsid w:val="00FE3473"/>
    <w:rsid w:val="00FE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591BFF18"/>
  <w15:chartTrackingRefBased/>
  <w15:docId w15:val="{20CA8006-4AB4-4A41-8D7F-7A3C3720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10">
    <w:name w:val="标题 1 字符"/>
    <w:link w:val="1"/>
    <w:rsid w:val="00472D27"/>
    <w:rPr>
      <w:b/>
      <w:bCs/>
      <w:kern w:val="32"/>
      <w:sz w:val="28"/>
      <w:szCs w:val="28"/>
    </w:rPr>
  </w:style>
  <w:style w:type="paragraph" w:styleId="aa">
    <w:name w:val="List Paragraph"/>
    <w:basedOn w:val="a"/>
    <w:uiPriority w:val="34"/>
    <w:qFormat/>
    <w:rsid w:val="004315D7"/>
    <w:pPr>
      <w:ind w:firstLineChars="200" w:firstLine="420"/>
    </w:pPr>
  </w:style>
  <w:style w:type="character" w:customStyle="1" w:styleId="a6">
    <w:name w:val="页脚 字符"/>
    <w:basedOn w:val="a1"/>
    <w:link w:val="a5"/>
    <w:uiPriority w:val="99"/>
    <w:rsid w:val="0094328E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8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tmp18.dotx</Template>
  <TotalTime>0</TotalTime>
  <Pages>10</Pages>
  <Words>1043</Words>
  <Characters>5948</Characters>
  <Application>Microsoft Office Word</Application>
  <DocSecurity>0</DocSecurity>
  <Lines>49</Lines>
  <Paragraphs>13</Paragraphs>
  <ScaleCrop>false</ScaleCrop>
  <Company>ths</Company>
  <LinksUpToDate>false</LinksUpToDate>
  <CharactersWithSpaces>6978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全年负荷计算书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2024-01-09T07:16:00Z</dcterms:created>
  <dcterms:modified xsi:type="dcterms:W3CDTF">2024-01-09T07:16:00Z</dcterms:modified>
</cp:coreProperties>
</file>