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736C0" w14:textId="77777777" w:rsidR="00D40158" w:rsidRDefault="00D40158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  <w:bookmarkStart w:id="0" w:name="封面页"/>
    </w:p>
    <w:p w14:paraId="6C6C2E27" w14:textId="77777777" w:rsidR="00D40158" w:rsidRPr="00A22524" w:rsidRDefault="00723619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1" w:name="项目名称＃1"/>
      <w:r>
        <w:rPr>
          <w:rFonts w:ascii="黑体" w:eastAsia="黑体" w:hAnsi="宋体" w:hint="eastAsia"/>
          <w:b/>
          <w:bCs/>
          <w:sz w:val="72"/>
          <w:szCs w:val="72"/>
        </w:rPr>
        <w:t>新建项目</w:t>
      </w:r>
      <w:bookmarkEnd w:id="1"/>
    </w:p>
    <w:p w14:paraId="0D33762C" w14:textId="77777777" w:rsidR="00D40158" w:rsidRPr="00DA63A8" w:rsidRDefault="00F462CC" w:rsidP="00D40158">
      <w:pPr>
        <w:spacing w:beforeLines="100" w:before="312" w:line="180" w:lineRule="atLeast"/>
        <w:jc w:val="center"/>
        <w:rPr>
          <w:rFonts w:ascii="黑体" w:eastAsia="黑体" w:hAnsi="黑体"/>
          <w:b/>
          <w:bCs/>
          <w:sz w:val="72"/>
          <w:szCs w:val="72"/>
          <w:lang w:val="en-US"/>
        </w:rPr>
      </w:pPr>
      <w:r w:rsidRPr="00DA63A8">
        <w:rPr>
          <w:rFonts w:ascii="黑体" w:eastAsia="黑体" w:hAnsi="黑体" w:hint="eastAsia"/>
          <w:b/>
          <w:bCs/>
          <w:sz w:val="72"/>
          <w:szCs w:val="72"/>
          <w:lang w:val="en-US"/>
        </w:rPr>
        <w:t>全年</w:t>
      </w:r>
      <w:r w:rsidR="008D04AA" w:rsidRPr="00DA63A8">
        <w:rPr>
          <w:rFonts w:ascii="黑体" w:eastAsia="黑体" w:hAnsi="黑体" w:hint="eastAsia"/>
          <w:b/>
          <w:bCs/>
          <w:sz w:val="72"/>
          <w:szCs w:val="72"/>
          <w:lang w:val="en-US"/>
        </w:rPr>
        <w:t>负荷计算书</w:t>
      </w:r>
    </w:p>
    <w:p w14:paraId="0A492DF6" w14:textId="77777777" w:rsidR="00D40158" w:rsidRPr="00E547DE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3474DDC8" w14:textId="77777777" w:rsidR="00D40158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026D09F7" w14:textId="77777777" w:rsidR="00E547DE" w:rsidRPr="00E547DE" w:rsidRDefault="00E547DE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39B5C4A3" w14:textId="77777777" w:rsidTr="00A84650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2C240713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7D301C2C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2"/>
          </w:p>
        </w:tc>
      </w:tr>
      <w:tr w:rsidR="00D40158" w:rsidRPr="00D40158" w14:paraId="6D9FDBA4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D45766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3CDC61C7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D40158" w:rsidRPr="00D40158" w14:paraId="55D2B482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8BA264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085C3E67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:rsidR="00D40158" w:rsidRPr="00D40158" w14:paraId="0730FF81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F63B6D2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7F6956B9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:rsidR="00D40158" w:rsidRPr="00D40158" w14:paraId="656F5897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DC6BAEC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 算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4BFDDF61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19ED7592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BA67636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对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3C120242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07BD749A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5C4227A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 w:rsidR="000C3F45">
              <w:rPr>
                <w:rFonts w:ascii="宋体" w:hAnsi="宋体" w:hint="eastAsia"/>
                <w:szCs w:val="21"/>
              </w:rPr>
              <w:t xml:space="preserve"> </w:t>
            </w:r>
            <w:r w:rsidR="000C3F45" w:rsidRPr="00D40158">
              <w:rPr>
                <w:rFonts w:ascii="宋体" w:hAnsi="宋体" w:hint="eastAsia"/>
                <w:szCs w:val="21"/>
              </w:rPr>
              <w:t>核</w:t>
            </w:r>
            <w:r w:rsidR="000C3F45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106B8441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04840707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0A2EFA43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="00D40158"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4743864D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2024年3月9日</w:t>
              </w:r>
            </w:smartTag>
            <w:bookmarkEnd w:id="6"/>
          </w:p>
        </w:tc>
      </w:tr>
    </w:tbl>
    <w:p w14:paraId="580E3CDB" w14:textId="77777777" w:rsidR="00D40158" w:rsidRDefault="00D40158" w:rsidP="005E36B7">
      <w:pPr>
        <w:jc w:val="center"/>
        <w:rPr>
          <w:rFonts w:ascii="宋体" w:hAnsi="宋体"/>
          <w:lang w:val="en-US"/>
        </w:rPr>
      </w:pPr>
    </w:p>
    <w:p w14:paraId="354188EF" w14:textId="77777777" w:rsidR="00D40158" w:rsidRDefault="00D40158" w:rsidP="005E36B7">
      <w:pPr>
        <w:jc w:val="center"/>
        <w:rPr>
          <w:rFonts w:ascii="宋体" w:hAnsi="宋体"/>
          <w:lang w:val="en-US"/>
        </w:rPr>
      </w:pPr>
      <w:bookmarkStart w:id="7" w:name="二维码"/>
      <w:r>
        <w:rPr>
          <w:noProof/>
        </w:rPr>
        <w:drawing>
          <wp:inline distT="0" distB="0" distL="0" distR="0" wp14:anchorId="541F582E" wp14:editId="5186B520">
            <wp:extent cx="1514634" cy="1514634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7"/>
    <w:p w14:paraId="2E2EF777" w14:textId="77777777" w:rsidR="00D40158" w:rsidRDefault="00D40158" w:rsidP="005A520A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3095AF51" w14:textId="77777777" w:rsidTr="00A84650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5AD86460" w14:textId="77777777" w:rsidR="00D40158" w:rsidRPr="00D40158" w:rsidRDefault="00AB5CF2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</w:t>
            </w:r>
            <w:r w:rsidR="00D40158" w:rsidRPr="00D40158">
              <w:rPr>
                <w:rFonts w:ascii="宋体" w:hAnsi="宋体" w:hint="eastAsia"/>
              </w:rPr>
              <w:t>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3A8F900A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 w:rsidRPr="00D40158">
              <w:rPr>
                <w:rFonts w:ascii="宋体" w:hAnsi="宋体" w:hint="eastAsia"/>
              </w:rPr>
              <w:t>暖通负荷BECH2023</w:t>
            </w:r>
            <w:bookmarkEnd w:id="8"/>
          </w:p>
        </w:tc>
      </w:tr>
      <w:tr w:rsidR="00D40158" w:rsidRPr="00D40158" w14:paraId="117B82DB" w14:textId="77777777" w:rsidTr="0020042B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79738E8A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6130355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9"/>
          </w:p>
        </w:tc>
      </w:tr>
      <w:tr w:rsidR="000D77BD" w:rsidRPr="00D40158" w14:paraId="7F9EC14F" w14:textId="77777777" w:rsidTr="0020042B">
        <w:trPr>
          <w:cantSplit/>
          <w:trHeight w:val="306"/>
        </w:trPr>
        <w:tc>
          <w:tcPr>
            <w:tcW w:w="1800" w:type="dxa"/>
            <w:shd w:val="clear" w:color="auto" w:fill="E6E6E6"/>
            <w:vAlign w:val="center"/>
          </w:tcPr>
          <w:p w14:paraId="4A57D823" w14:textId="77777777" w:rsidR="000D77BD" w:rsidRPr="00D40158" w:rsidRDefault="008B05BB" w:rsidP="0079057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</w:t>
            </w:r>
            <w:r w:rsidR="000D77BD" w:rsidRPr="00D40158">
              <w:rPr>
                <w:rFonts w:ascii="宋体" w:hAnsi="宋体" w:hint="eastAsia"/>
                <w:szCs w:val="18"/>
              </w:rPr>
              <w:t>发单位</w:t>
            </w:r>
          </w:p>
        </w:tc>
        <w:tc>
          <w:tcPr>
            <w:tcW w:w="3780" w:type="dxa"/>
            <w:vAlign w:val="center"/>
          </w:tcPr>
          <w:p w14:paraId="270B829E" w14:textId="77777777" w:rsidR="000D77BD" w:rsidRPr="00D40158" w:rsidRDefault="000D77BD" w:rsidP="000D7D60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2C32CA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7FD4D9DD" w14:textId="77777777" w:rsidTr="002B7246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086AF2B5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09EDB8BD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10"/>
          </w:p>
        </w:tc>
      </w:tr>
    </w:tbl>
    <w:p w14:paraId="23B6DDC3" w14:textId="77777777" w:rsidR="00D40158" w:rsidRDefault="00D40158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bookmarkEnd w:id="0"/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396639AA" w14:textId="77777777"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21BEEE99" w14:textId="77777777" w:rsidR="00356ACA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60884271" w:history="1">
        <w:r w:rsidR="00356ACA" w:rsidRPr="00091D9E">
          <w:rPr>
            <w:rStyle w:val="a7"/>
          </w:rPr>
          <w:t>1</w:t>
        </w:r>
        <w:r w:rsidR="00356ACA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356ACA" w:rsidRPr="00091D9E">
          <w:rPr>
            <w:rStyle w:val="a7"/>
          </w:rPr>
          <w:t>建筑概况</w:t>
        </w:r>
        <w:r w:rsidR="00356ACA">
          <w:rPr>
            <w:webHidden/>
          </w:rPr>
          <w:tab/>
        </w:r>
        <w:r w:rsidR="00356ACA">
          <w:rPr>
            <w:webHidden/>
          </w:rPr>
          <w:fldChar w:fldCharType="begin"/>
        </w:r>
        <w:r w:rsidR="00356ACA">
          <w:rPr>
            <w:webHidden/>
          </w:rPr>
          <w:instrText xml:space="preserve"> PAGEREF _Toc160884271 \h </w:instrText>
        </w:r>
        <w:r w:rsidR="00356ACA">
          <w:rPr>
            <w:webHidden/>
          </w:rPr>
        </w:r>
        <w:r w:rsidR="00356ACA">
          <w:rPr>
            <w:webHidden/>
          </w:rPr>
          <w:fldChar w:fldCharType="separate"/>
        </w:r>
        <w:r w:rsidR="00356ACA">
          <w:rPr>
            <w:webHidden/>
          </w:rPr>
          <w:t>1</w:t>
        </w:r>
        <w:r w:rsidR="00356ACA">
          <w:rPr>
            <w:webHidden/>
          </w:rPr>
          <w:fldChar w:fldCharType="end"/>
        </w:r>
      </w:hyperlink>
    </w:p>
    <w:p w14:paraId="34D43422" w14:textId="77777777" w:rsidR="00356ACA" w:rsidRDefault="00356ACA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272" w:history="1">
        <w:r w:rsidRPr="00091D9E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91D9E">
          <w:rPr>
            <w:rStyle w:val="a7"/>
          </w:rPr>
          <w:t>气象数据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4BE0B9F1" w14:textId="77777777" w:rsidR="00356ACA" w:rsidRDefault="00356AC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73" w:history="1">
        <w:r w:rsidRPr="00091D9E">
          <w:rPr>
            <w:rStyle w:val="a7"/>
            <w:lang w:val="en-GB"/>
          </w:rPr>
          <w:t>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气象地点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074A383B" w14:textId="77777777" w:rsidR="00356ACA" w:rsidRDefault="00356AC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74" w:history="1">
        <w:r w:rsidRPr="00091D9E">
          <w:rPr>
            <w:rStyle w:val="a7"/>
            <w:lang w:val="en-GB"/>
          </w:rPr>
          <w:t>2.2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逐日干球温度表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455BF591" w14:textId="77777777" w:rsidR="00356ACA" w:rsidRDefault="00356AC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75" w:history="1">
        <w:r w:rsidRPr="00091D9E">
          <w:rPr>
            <w:rStyle w:val="a7"/>
            <w:lang w:val="en-GB"/>
          </w:rPr>
          <w:t>2.3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逐月辐照量表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73E8961D" w14:textId="77777777" w:rsidR="00356ACA" w:rsidRDefault="00356AC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76" w:history="1">
        <w:r w:rsidRPr="00091D9E">
          <w:rPr>
            <w:rStyle w:val="a7"/>
            <w:lang w:val="en-GB"/>
          </w:rPr>
          <w:t>2.4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峰值工况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CD3B997" w14:textId="77777777" w:rsidR="00356ACA" w:rsidRDefault="00356ACA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277" w:history="1">
        <w:r w:rsidRPr="00091D9E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91D9E">
          <w:rPr>
            <w:rStyle w:val="a7"/>
          </w:rPr>
          <w:t>软件介绍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183B4CB" w14:textId="77777777" w:rsidR="00356ACA" w:rsidRDefault="00356ACA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278" w:history="1">
        <w:r w:rsidRPr="00091D9E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91D9E">
          <w:rPr>
            <w:rStyle w:val="a7"/>
          </w:rPr>
          <w:t>围护结构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54BB888A" w14:textId="77777777" w:rsidR="00356ACA" w:rsidRDefault="00356AC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79" w:history="1">
        <w:r w:rsidRPr="00091D9E">
          <w:rPr>
            <w:rStyle w:val="a7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9720A33" w14:textId="77777777" w:rsidR="00356ACA" w:rsidRDefault="00356ACA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80" w:history="1">
        <w:r w:rsidRPr="00091D9E">
          <w:rPr>
            <w:rStyle w:val="a7"/>
            <w:lang w:val="en-GB"/>
          </w:rPr>
          <w:t>4.1.1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6FE07DD" w14:textId="77777777" w:rsidR="00356ACA" w:rsidRDefault="00356AC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81" w:history="1">
        <w:r w:rsidRPr="00091D9E">
          <w:rPr>
            <w:rStyle w:val="a7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A80921C" w14:textId="77777777" w:rsidR="00356ACA" w:rsidRDefault="00356ACA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82" w:history="1">
        <w:r w:rsidRPr="00091D9E">
          <w:rPr>
            <w:rStyle w:val="a7"/>
            <w:lang w:val="en-GB"/>
          </w:rPr>
          <w:t>4.2.1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1721A6E" w14:textId="77777777" w:rsidR="00356ACA" w:rsidRDefault="00356AC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83" w:history="1">
        <w:r w:rsidRPr="00091D9E">
          <w:rPr>
            <w:rStyle w:val="a7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挑空楼板构造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16CDB22" w14:textId="77777777" w:rsidR="00356ACA" w:rsidRDefault="00356ACA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84" w:history="1">
        <w:r w:rsidRPr="00091D9E">
          <w:rPr>
            <w:rStyle w:val="a7"/>
            <w:lang w:val="en-GB"/>
          </w:rPr>
          <w:t>4.3.1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挑空楼板构造一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81F73DB" w14:textId="77777777" w:rsidR="00356ACA" w:rsidRDefault="00356AC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85" w:history="1">
        <w:r w:rsidRPr="00091D9E">
          <w:rPr>
            <w:rStyle w:val="a7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9AC5D7E" w14:textId="77777777" w:rsidR="00356ACA" w:rsidRDefault="00356ACA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86" w:history="1">
        <w:r w:rsidRPr="00091D9E">
          <w:rPr>
            <w:rStyle w:val="a7"/>
            <w:lang w:val="en-GB"/>
          </w:rPr>
          <w:t>4.4.1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楼板构造一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48B88CF" w14:textId="77777777" w:rsidR="00356ACA" w:rsidRDefault="00356AC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87" w:history="1">
        <w:r w:rsidRPr="00091D9E">
          <w:rPr>
            <w:rStyle w:val="a7"/>
            <w:lang w:val="en-GB"/>
          </w:rPr>
          <w:t>4.5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周边地面构造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80C4578" w14:textId="77777777" w:rsidR="00356ACA" w:rsidRDefault="00356ACA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88" w:history="1">
        <w:r w:rsidRPr="00091D9E">
          <w:rPr>
            <w:rStyle w:val="a7"/>
            <w:lang w:val="en-GB"/>
          </w:rPr>
          <w:t>4.5.1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9D1BF06" w14:textId="77777777" w:rsidR="00356ACA" w:rsidRDefault="00356AC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89" w:history="1">
        <w:r w:rsidRPr="00091D9E">
          <w:rPr>
            <w:rStyle w:val="a7"/>
            <w:lang w:val="en-GB"/>
          </w:rPr>
          <w:t>4.6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非周边地面构造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E9A0605" w14:textId="77777777" w:rsidR="00356ACA" w:rsidRDefault="00356ACA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90" w:history="1">
        <w:r w:rsidRPr="00091D9E">
          <w:rPr>
            <w:rStyle w:val="a7"/>
            <w:lang w:val="en-GB"/>
          </w:rPr>
          <w:t>4.6.1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非周边地面构造一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5E5DA8A" w14:textId="77777777" w:rsidR="00356ACA" w:rsidRDefault="00356AC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91" w:history="1">
        <w:r w:rsidRPr="00091D9E">
          <w:rPr>
            <w:rStyle w:val="a7"/>
            <w:lang w:val="en-GB"/>
          </w:rPr>
          <w:t>4.7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地下墙构造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DFDA92F" w14:textId="77777777" w:rsidR="00356ACA" w:rsidRDefault="00356ACA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92" w:history="1">
        <w:r w:rsidRPr="00091D9E">
          <w:rPr>
            <w:rStyle w:val="a7"/>
            <w:lang w:val="en-GB"/>
          </w:rPr>
          <w:t>4.7.1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地下墙构造一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750741A" w14:textId="77777777" w:rsidR="00356ACA" w:rsidRDefault="00356AC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93" w:history="1">
        <w:r w:rsidRPr="00091D9E">
          <w:rPr>
            <w:rStyle w:val="a7"/>
            <w:lang w:val="en-GB"/>
          </w:rPr>
          <w:t>4.8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482BF05" w14:textId="77777777" w:rsidR="00356ACA" w:rsidRDefault="00356AC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94" w:history="1">
        <w:r w:rsidRPr="00091D9E">
          <w:rPr>
            <w:rStyle w:val="a7"/>
            <w:lang w:val="en-GB"/>
          </w:rPr>
          <w:t>4.9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6E6F7CA" w14:textId="77777777" w:rsidR="00356ACA" w:rsidRDefault="00356ACA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295" w:history="1">
        <w:r w:rsidRPr="00091D9E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91D9E">
          <w:rPr>
            <w:rStyle w:val="a7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5BCB31C" w14:textId="77777777" w:rsidR="00356ACA" w:rsidRDefault="00356AC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96" w:history="1">
        <w:r w:rsidRPr="00091D9E">
          <w:rPr>
            <w:rStyle w:val="a7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房间表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33011E4" w14:textId="77777777" w:rsidR="00356ACA" w:rsidRDefault="00356AC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97" w:history="1">
        <w:r w:rsidRPr="00091D9E">
          <w:rPr>
            <w:rStyle w:val="a7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62B0DB5" w14:textId="77777777" w:rsidR="00356ACA" w:rsidRDefault="00356ACA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298" w:history="1">
        <w:r w:rsidRPr="00091D9E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91D9E">
          <w:rPr>
            <w:rStyle w:val="a7"/>
          </w:rPr>
          <w:t>系统设置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CB97CDF" w14:textId="77777777" w:rsidR="00356ACA" w:rsidRDefault="00356AC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99" w:history="1">
        <w:r w:rsidRPr="00091D9E">
          <w:rPr>
            <w:rStyle w:val="a7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系统划分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2F83F9E" w14:textId="77777777" w:rsidR="00356ACA" w:rsidRDefault="00356AC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300" w:history="1">
        <w:r w:rsidRPr="00091D9E">
          <w:rPr>
            <w:rStyle w:val="a7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运行时间表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_Toc160884300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8AD6A9C" w14:textId="77777777" w:rsidR="00356ACA" w:rsidRDefault="00356ACA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301" w:history="1">
        <w:r w:rsidRPr="00091D9E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91D9E">
          <w:rPr>
            <w:rStyle w:val="a7"/>
          </w:rPr>
          <w:t>计算结果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_Toc160884301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FDFD730" w14:textId="77777777" w:rsidR="00356ACA" w:rsidRDefault="00356AC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302" w:history="1">
        <w:r w:rsidRPr="00091D9E">
          <w:rPr>
            <w:rStyle w:val="a7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模拟周期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_Toc160884302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94F114C" w14:textId="77777777" w:rsidR="00356ACA" w:rsidRDefault="00356AC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303" w:history="1">
        <w:r w:rsidRPr="00091D9E">
          <w:rPr>
            <w:rStyle w:val="a7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全年冷暖需求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_Toc160884303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95767AE" w14:textId="77777777" w:rsidR="00356ACA" w:rsidRDefault="00356AC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304" w:history="1">
        <w:r w:rsidRPr="00091D9E">
          <w:rPr>
            <w:rStyle w:val="a7"/>
            <w:lang w:val="en-GB"/>
          </w:rPr>
          <w:t>7.3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负荷分项统计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_Toc160884304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931343D" w14:textId="77777777" w:rsidR="00356ACA" w:rsidRDefault="00356AC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305" w:history="1">
        <w:r w:rsidRPr="00091D9E">
          <w:rPr>
            <w:rStyle w:val="a7"/>
            <w:lang w:val="en-GB"/>
          </w:rPr>
          <w:t>7.4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91D9E">
          <w:rPr>
            <w:rStyle w:val="a7"/>
          </w:rPr>
          <w:t>逐月负荷表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_Toc160884305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FADBA37" w14:textId="77777777" w:rsidR="00356ACA" w:rsidRDefault="00356ACA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306" w:history="1">
        <w:r w:rsidRPr="00091D9E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91D9E">
          <w:rPr>
            <w:rStyle w:val="a7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_Toc160884306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6CD9059" w14:textId="77777777" w:rsidR="007B79CB" w:rsidRPr="009C4D39" w:rsidRDefault="00D40158" w:rsidP="00EF1EC2">
      <w:pPr>
        <w:pStyle w:val="TOC1"/>
        <w:sectPr w:rsidR="007B79CB" w:rsidRPr="009C4D39" w:rsidSect="00D1324F">
          <w:headerReference w:type="default" r:id="rId8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14:paraId="67275AEE" w14:textId="77777777" w:rsidR="00472D27" w:rsidRPr="007B6D64" w:rsidRDefault="00472D27" w:rsidP="00472D27">
      <w:pPr>
        <w:pStyle w:val="1"/>
        <w:widowControl w:val="0"/>
        <w:jc w:val="both"/>
        <w:rPr>
          <w:kern w:val="2"/>
          <w:szCs w:val="24"/>
        </w:rPr>
      </w:pPr>
      <w:bookmarkStart w:id="11" w:name="_Toc494471704"/>
      <w:bookmarkStart w:id="12" w:name="_Toc160884271"/>
      <w:r>
        <w:rPr>
          <w:kern w:val="2"/>
          <w:szCs w:val="24"/>
        </w:rPr>
        <w:lastRenderedPageBreak/>
        <w:t>建筑概况</w:t>
      </w:r>
      <w:bookmarkEnd w:id="11"/>
      <w:bookmarkEnd w:id="1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3101"/>
        <w:gridCol w:w="3395"/>
      </w:tblGrid>
      <w:tr w:rsidR="00432A98" w14:paraId="033167B0" w14:textId="77777777" w:rsidTr="00432A98">
        <w:tc>
          <w:tcPr>
            <w:tcW w:w="2831" w:type="dxa"/>
            <w:shd w:val="clear" w:color="auto" w:fill="E6E6E6"/>
            <w:vAlign w:val="center"/>
          </w:tcPr>
          <w:p w14:paraId="6BD849EE" w14:textId="77777777" w:rsidR="00432A98" w:rsidRDefault="00432A98" w:rsidP="00025AFE"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 w14:paraId="639917C2" w14:textId="77777777" w:rsidR="00432A98" w:rsidRDefault="00432A98" w:rsidP="00025AFE">
            <w:bookmarkStart w:id="13" w:name="地理位置"/>
            <w:r>
              <w:t>北京</w:t>
            </w:r>
            <w:r>
              <w:t>-</w:t>
            </w:r>
            <w:r>
              <w:t>北京</w:t>
            </w:r>
            <w:bookmarkEnd w:id="13"/>
          </w:p>
        </w:tc>
      </w:tr>
      <w:tr w:rsidR="00432A98" w14:paraId="0A6556C9" w14:textId="77777777" w:rsidTr="00432A98">
        <w:tc>
          <w:tcPr>
            <w:tcW w:w="2831" w:type="dxa"/>
            <w:shd w:val="clear" w:color="auto" w:fill="E6E6E6"/>
            <w:vAlign w:val="center"/>
          </w:tcPr>
          <w:p w14:paraId="1963883B" w14:textId="77777777" w:rsidR="00432A98" w:rsidRDefault="00432A98" w:rsidP="00025AFE">
            <w:r>
              <w:t>气候分区</w:t>
            </w:r>
          </w:p>
        </w:tc>
        <w:tc>
          <w:tcPr>
            <w:tcW w:w="6496" w:type="dxa"/>
            <w:gridSpan w:val="2"/>
            <w:vAlign w:val="center"/>
          </w:tcPr>
          <w:p w14:paraId="1A6E093E" w14:textId="77777777" w:rsidR="00432A98" w:rsidRDefault="00432A98" w:rsidP="00025AFE">
            <w:bookmarkStart w:id="14" w:name="气候分区"/>
            <w:r>
              <w:t>寒冷</w:t>
            </w:r>
            <w:r>
              <w:t>B</w:t>
            </w:r>
            <w:r>
              <w:t>区</w:t>
            </w:r>
            <w:bookmarkEnd w:id="14"/>
          </w:p>
        </w:tc>
      </w:tr>
      <w:tr w:rsidR="00432A98" w14:paraId="46324035" w14:textId="77777777" w:rsidTr="00432A98">
        <w:tc>
          <w:tcPr>
            <w:tcW w:w="2831" w:type="dxa"/>
            <w:shd w:val="clear" w:color="auto" w:fill="E6E6E6"/>
            <w:vAlign w:val="center"/>
          </w:tcPr>
          <w:p w14:paraId="6CBF0687" w14:textId="77777777" w:rsidR="00432A98" w:rsidRDefault="00432A98" w:rsidP="00025AFE"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 w14:paraId="776A5B01" w14:textId="77777777" w:rsidR="00432A98" w:rsidRDefault="00432A98" w:rsidP="00025AFE">
            <w:bookmarkStart w:id="15" w:name="纬度"/>
            <w:r>
              <w:t>39.80</w:t>
            </w:r>
            <w:bookmarkEnd w:id="15"/>
          </w:p>
        </w:tc>
      </w:tr>
      <w:tr w:rsidR="00432A98" w14:paraId="241F761E" w14:textId="77777777" w:rsidTr="00432A98">
        <w:tc>
          <w:tcPr>
            <w:tcW w:w="2831" w:type="dxa"/>
            <w:shd w:val="clear" w:color="auto" w:fill="E6E6E6"/>
            <w:vAlign w:val="center"/>
          </w:tcPr>
          <w:p w14:paraId="10D5FB10" w14:textId="77777777" w:rsidR="00432A98" w:rsidRDefault="00432A98" w:rsidP="00025AFE"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 w14:paraId="7C0D4510" w14:textId="77777777" w:rsidR="00432A98" w:rsidRDefault="00432A98" w:rsidP="00025AFE">
            <w:bookmarkStart w:id="16" w:name="经度"/>
            <w:r>
              <w:t>116.47</w:t>
            </w:r>
            <w:bookmarkEnd w:id="16"/>
          </w:p>
        </w:tc>
      </w:tr>
      <w:tr w:rsidR="00432A98" w14:paraId="2EC45623" w14:textId="77777777" w:rsidTr="00432A98">
        <w:tc>
          <w:tcPr>
            <w:tcW w:w="2831" w:type="dxa"/>
            <w:shd w:val="clear" w:color="auto" w:fill="E6E6E6"/>
            <w:vAlign w:val="center"/>
          </w:tcPr>
          <w:p w14:paraId="660327C0" w14:textId="77777777" w:rsidR="00432A98" w:rsidRDefault="00432A98" w:rsidP="00025AFE"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 w14:paraId="2218DC33" w14:textId="77777777" w:rsidR="00432A98" w:rsidRDefault="00432A98" w:rsidP="00025AFE">
            <w:bookmarkStart w:id="17" w:name="项目名称＃2"/>
            <w:r>
              <w:t>新建项目</w:t>
            </w:r>
            <w:bookmarkEnd w:id="17"/>
          </w:p>
        </w:tc>
      </w:tr>
      <w:tr w:rsidR="00432A98" w14:paraId="2297D1F7" w14:textId="77777777" w:rsidTr="00432A98">
        <w:tc>
          <w:tcPr>
            <w:tcW w:w="2831" w:type="dxa"/>
            <w:shd w:val="clear" w:color="auto" w:fill="E6E6E6"/>
            <w:vAlign w:val="center"/>
          </w:tcPr>
          <w:p w14:paraId="3D294CBD" w14:textId="77777777" w:rsidR="00432A98" w:rsidRDefault="00432A98" w:rsidP="00025AFE">
            <w:r>
              <w:t>建筑类型</w:t>
            </w:r>
          </w:p>
        </w:tc>
        <w:tc>
          <w:tcPr>
            <w:tcW w:w="3101" w:type="dxa"/>
            <w:vAlign w:val="center"/>
          </w:tcPr>
          <w:p w14:paraId="7471C832" w14:textId="77777777" w:rsidR="00432A98" w:rsidRDefault="00432A98" w:rsidP="00025AFE">
            <w:bookmarkStart w:id="18" w:name="建筑类型"/>
            <w:r>
              <w:t>居住建筑</w:t>
            </w:r>
            <w:bookmarkEnd w:id="18"/>
          </w:p>
        </w:tc>
        <w:tc>
          <w:tcPr>
            <w:tcW w:w="3395" w:type="dxa"/>
            <w:vAlign w:val="center"/>
          </w:tcPr>
          <w:p w14:paraId="4C1A28B0" w14:textId="77777777" w:rsidR="00432A98" w:rsidRDefault="00432A98" w:rsidP="00025AFE"/>
        </w:tc>
      </w:tr>
      <w:tr w:rsidR="00432A98" w14:paraId="49464ADE" w14:textId="77777777" w:rsidTr="00432A98">
        <w:tc>
          <w:tcPr>
            <w:tcW w:w="2831" w:type="dxa"/>
            <w:shd w:val="clear" w:color="auto" w:fill="E6E6E6"/>
            <w:vAlign w:val="center"/>
          </w:tcPr>
          <w:p w14:paraId="355EA508" w14:textId="77777777" w:rsidR="00432A98" w:rsidRDefault="00432A98" w:rsidP="00025AFE">
            <w:r>
              <w:t>建筑面积</w:t>
            </w:r>
          </w:p>
        </w:tc>
        <w:tc>
          <w:tcPr>
            <w:tcW w:w="3101" w:type="dxa"/>
            <w:vAlign w:val="center"/>
          </w:tcPr>
          <w:p w14:paraId="0AEDF582" w14:textId="77777777" w:rsidR="00432A98" w:rsidRDefault="00432A98" w:rsidP="00025AFE">
            <w:r>
              <w:t>地上</w:t>
            </w:r>
            <w:r>
              <w:t xml:space="preserve"> </w:t>
            </w:r>
            <w:bookmarkStart w:id="19" w:name="地上建筑面积"/>
            <w:r>
              <w:t>576.14</w:t>
            </w:r>
            <w:bookmarkEnd w:id="19"/>
            <w:r>
              <w:t xml:space="preserve"> </w:t>
            </w:r>
            <w:r>
              <w:t>㎡</w:t>
            </w:r>
          </w:p>
        </w:tc>
        <w:tc>
          <w:tcPr>
            <w:tcW w:w="3395" w:type="dxa"/>
            <w:vAlign w:val="center"/>
          </w:tcPr>
          <w:p w14:paraId="65F02848" w14:textId="77777777" w:rsidR="00432A98" w:rsidRDefault="00432A98" w:rsidP="00025AFE">
            <w:r>
              <w:t>地下</w:t>
            </w:r>
            <w:r>
              <w:t xml:space="preserve"> </w:t>
            </w:r>
            <w:bookmarkStart w:id="20" w:name="地下建筑面积"/>
            <w:r>
              <w:t>297.75</w:t>
            </w:r>
            <w:bookmarkEnd w:id="20"/>
            <w:r>
              <w:t xml:space="preserve"> </w:t>
            </w:r>
            <w:r>
              <w:t>㎡</w:t>
            </w:r>
          </w:p>
        </w:tc>
      </w:tr>
      <w:tr w:rsidR="00432A98" w14:paraId="408C6EE8" w14:textId="77777777" w:rsidTr="00432A98">
        <w:tc>
          <w:tcPr>
            <w:tcW w:w="2831" w:type="dxa"/>
            <w:shd w:val="clear" w:color="auto" w:fill="E6E6E6"/>
            <w:vAlign w:val="center"/>
          </w:tcPr>
          <w:p w14:paraId="28B2F207" w14:textId="77777777" w:rsidR="00432A98" w:rsidRDefault="00432A98" w:rsidP="00025AFE">
            <w:r>
              <w:t>建筑高度</w:t>
            </w:r>
          </w:p>
        </w:tc>
        <w:tc>
          <w:tcPr>
            <w:tcW w:w="3101" w:type="dxa"/>
            <w:vAlign w:val="center"/>
          </w:tcPr>
          <w:p w14:paraId="73FBC60A" w14:textId="77777777" w:rsidR="00432A98" w:rsidRDefault="00432A98" w:rsidP="00025AFE">
            <w:r>
              <w:t>地上</w:t>
            </w:r>
            <w:r>
              <w:t xml:space="preserve"> </w:t>
            </w:r>
            <w:bookmarkStart w:id="21" w:name="地上建筑高度"/>
            <w:smartTag w:uri="urn:schemas-microsoft-com:office:smarttags" w:element="chmetcnv">
              <w:smartTagPr>
                <w:attr w:name="UnitName" w:val="m"/>
                <w:attr w:name="SourceValue" w:val="17.4"/>
                <w:attr w:name="HasSpace" w:val="True"/>
                <w:attr w:name="Negative" w:val="False"/>
                <w:attr w:name="NumberType" w:val="1"/>
                <w:attr w:name="TCSC" w:val="0"/>
              </w:smartTagPr>
              <w:r>
                <w:t>9.00</w:t>
              </w:r>
              <w:bookmarkEnd w:id="21"/>
              <w:r>
                <w:t xml:space="preserve"> m</w:t>
              </w:r>
            </w:smartTag>
          </w:p>
        </w:tc>
        <w:tc>
          <w:tcPr>
            <w:tcW w:w="3395" w:type="dxa"/>
            <w:vAlign w:val="center"/>
          </w:tcPr>
          <w:p w14:paraId="1CE9631F" w14:textId="77777777" w:rsidR="00432A98" w:rsidRDefault="00432A98" w:rsidP="00025AFE">
            <w:r>
              <w:t>地下</w:t>
            </w:r>
            <w:r>
              <w:t>3.00</w:t>
            </w:r>
          </w:p>
        </w:tc>
      </w:tr>
      <w:tr w:rsidR="00432A98" w14:paraId="1A746C81" w14:textId="77777777" w:rsidTr="00432A98">
        <w:tc>
          <w:tcPr>
            <w:tcW w:w="2831" w:type="dxa"/>
            <w:shd w:val="clear" w:color="auto" w:fill="E6E6E6"/>
            <w:vAlign w:val="center"/>
          </w:tcPr>
          <w:p w14:paraId="6687A188" w14:textId="77777777" w:rsidR="00432A98" w:rsidRDefault="00432A98" w:rsidP="00025AFE">
            <w:r>
              <w:t>建筑层数</w:t>
            </w:r>
          </w:p>
        </w:tc>
        <w:tc>
          <w:tcPr>
            <w:tcW w:w="3101" w:type="dxa"/>
            <w:vAlign w:val="center"/>
          </w:tcPr>
          <w:p w14:paraId="7C4CC3C8" w14:textId="77777777" w:rsidR="00432A98" w:rsidRDefault="00432A98" w:rsidP="00025AFE">
            <w:r>
              <w:t>地上</w:t>
            </w:r>
            <w:r>
              <w:t xml:space="preserve"> </w:t>
            </w:r>
            <w:bookmarkStart w:id="22" w:name="地上建筑层数"/>
            <w:r>
              <w:t>2</w:t>
            </w:r>
            <w:bookmarkEnd w:id="22"/>
          </w:p>
        </w:tc>
        <w:tc>
          <w:tcPr>
            <w:tcW w:w="3395" w:type="dxa"/>
            <w:vAlign w:val="center"/>
          </w:tcPr>
          <w:p w14:paraId="27FFC6A5" w14:textId="77777777" w:rsidR="00432A98" w:rsidRDefault="00432A98" w:rsidP="00025AFE">
            <w:r>
              <w:t>地下</w:t>
            </w:r>
            <w:r>
              <w:t xml:space="preserve"> </w:t>
            </w:r>
            <w:bookmarkStart w:id="23" w:name="地下建筑层数"/>
            <w:r>
              <w:t>1</w:t>
            </w:r>
            <w:bookmarkEnd w:id="23"/>
          </w:p>
        </w:tc>
      </w:tr>
      <w:tr w:rsidR="00432A98" w14:paraId="0F070B00" w14:textId="77777777" w:rsidTr="00432A98">
        <w:tc>
          <w:tcPr>
            <w:tcW w:w="2831" w:type="dxa"/>
            <w:shd w:val="clear" w:color="auto" w:fill="E6E6E6"/>
            <w:vAlign w:val="center"/>
          </w:tcPr>
          <w:p w14:paraId="7F734C0E" w14:textId="77777777" w:rsidR="00432A98" w:rsidRDefault="00432A98" w:rsidP="00025AFE"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 w14:paraId="0539A1F6" w14:textId="77777777" w:rsidR="00432A98" w:rsidRDefault="00432A98" w:rsidP="00025AFE">
            <w:bookmarkStart w:id="24" w:name="北向角度"/>
            <w:r>
              <w:t>90</w:t>
            </w:r>
            <w:bookmarkEnd w:id="24"/>
            <w:r>
              <w:t>°</w:t>
            </w:r>
          </w:p>
        </w:tc>
      </w:tr>
    </w:tbl>
    <w:p w14:paraId="1C3DAE0F" w14:textId="77777777" w:rsidR="00467D84" w:rsidRDefault="00CA6DD4" w:rsidP="00070074">
      <w:pPr>
        <w:pStyle w:val="1"/>
      </w:pPr>
      <w:bookmarkStart w:id="25" w:name="_Toc160884272"/>
      <w:r>
        <w:rPr>
          <w:rFonts w:hint="eastAsia"/>
        </w:rPr>
        <w:t>气象</w:t>
      </w:r>
      <w:r>
        <w:t>数据</w:t>
      </w:r>
      <w:bookmarkEnd w:id="25"/>
    </w:p>
    <w:p w14:paraId="054B2BA0" w14:textId="77777777" w:rsidR="00033DE7" w:rsidRDefault="00033DE7" w:rsidP="00033DE7">
      <w:pPr>
        <w:pStyle w:val="2"/>
      </w:pPr>
      <w:bookmarkStart w:id="26" w:name="_Toc160884273"/>
      <w:r>
        <w:rPr>
          <w:rFonts w:hint="eastAsia"/>
        </w:rPr>
        <w:t>气象地点</w:t>
      </w:r>
      <w:bookmarkEnd w:id="26"/>
    </w:p>
    <w:p w14:paraId="2FD5591D" w14:textId="77777777" w:rsidR="00033DE7" w:rsidRPr="00033DE7" w:rsidRDefault="00033DE7" w:rsidP="00033DE7">
      <w:pPr>
        <w:pStyle w:val="a0"/>
        <w:ind w:firstLine="420"/>
        <w:rPr>
          <w:lang w:val="en-US"/>
        </w:rPr>
      </w:pPr>
      <w:bookmarkStart w:id="27" w:name="气象数据来源"/>
      <w:r>
        <w:t>北京</w:t>
      </w:r>
      <w:r>
        <w:t>-</w:t>
      </w:r>
      <w:r>
        <w:t>北京</w:t>
      </w:r>
      <w:r>
        <w:t xml:space="preserve">, </w:t>
      </w:r>
      <w:r>
        <w:t>《中国建筑热环境分析专用气象数据集》</w:t>
      </w:r>
      <w:bookmarkEnd w:id="27"/>
    </w:p>
    <w:p w14:paraId="26C88C06" w14:textId="77777777" w:rsidR="00640E36" w:rsidRDefault="009C2673" w:rsidP="00640E36">
      <w:pPr>
        <w:pStyle w:val="2"/>
      </w:pPr>
      <w:bookmarkStart w:id="28" w:name="_Toc160884274"/>
      <w:r>
        <w:rPr>
          <w:rFonts w:hint="eastAsia"/>
        </w:rPr>
        <w:t>逐</w:t>
      </w:r>
      <w:r>
        <w:t>日</w:t>
      </w:r>
      <w:r w:rsidR="0075027A">
        <w:t>干球温度</w:t>
      </w:r>
      <w:r w:rsidR="00640E36">
        <w:t>表</w:t>
      </w:r>
      <w:bookmarkEnd w:id="28"/>
    </w:p>
    <w:p w14:paraId="76B07787" w14:textId="77777777" w:rsidR="00640E36" w:rsidRDefault="00640E36" w:rsidP="003F7978">
      <w:pPr>
        <w:widowControl w:val="0"/>
        <w:rPr>
          <w:kern w:val="2"/>
          <w:szCs w:val="24"/>
          <w:lang w:val="en-US"/>
        </w:rPr>
      </w:pPr>
      <w:bookmarkStart w:id="29" w:name="日均干球温度变化表"/>
      <w:bookmarkEnd w:id="29"/>
      <w:r>
        <w:rPr>
          <w:noProof/>
        </w:rPr>
        <w:drawing>
          <wp:inline distT="0" distB="0" distL="0" distR="0" wp14:anchorId="6282B36D" wp14:editId="4B2A4DD0">
            <wp:extent cx="5667375" cy="27813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E65C78" w14:textId="77777777" w:rsidR="00F25477" w:rsidRDefault="00615FD8" w:rsidP="00615FD8">
      <w:pPr>
        <w:pStyle w:val="2"/>
      </w:pPr>
      <w:bookmarkStart w:id="30" w:name="日最小干球温度变化表"/>
      <w:bookmarkStart w:id="31" w:name="_Toc160884275"/>
      <w:bookmarkEnd w:id="30"/>
      <w:r>
        <w:rPr>
          <w:rFonts w:hint="eastAsia"/>
        </w:rPr>
        <w:lastRenderedPageBreak/>
        <w:t>逐</w:t>
      </w:r>
      <w:r>
        <w:t>月</w:t>
      </w:r>
      <w:r>
        <w:rPr>
          <w:rFonts w:hint="eastAsia"/>
        </w:rPr>
        <w:t>辐照</w:t>
      </w:r>
      <w:r>
        <w:t>量</w:t>
      </w:r>
      <w:r>
        <w:rPr>
          <w:rFonts w:hint="eastAsia"/>
        </w:rPr>
        <w:t>表</w:t>
      </w:r>
      <w:bookmarkEnd w:id="31"/>
    </w:p>
    <w:p w14:paraId="22764D20" w14:textId="77777777" w:rsidR="00615FD8" w:rsidRPr="00A104C6" w:rsidRDefault="00615FD8" w:rsidP="00A104C6">
      <w:pPr>
        <w:rPr>
          <w:kern w:val="2"/>
          <w:szCs w:val="24"/>
          <w:lang w:val="en-US"/>
        </w:rPr>
      </w:pPr>
      <w:bookmarkStart w:id="32" w:name="逐月辐照量图表"/>
      <w:bookmarkEnd w:id="32"/>
      <w:r>
        <w:rPr>
          <w:noProof/>
        </w:rPr>
        <w:drawing>
          <wp:inline distT="0" distB="0" distL="0" distR="0" wp14:anchorId="30F81003" wp14:editId="378B08B3">
            <wp:extent cx="5667375" cy="250507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97CE6" w14:textId="77777777" w:rsidR="00615FD8" w:rsidRDefault="00A71379" w:rsidP="00A71379">
      <w:pPr>
        <w:pStyle w:val="2"/>
      </w:pPr>
      <w:bookmarkStart w:id="33" w:name="_Toc160884276"/>
      <w:r>
        <w:rPr>
          <w:rFonts w:hint="eastAsia"/>
        </w:rPr>
        <w:t>峰值</w:t>
      </w:r>
      <w:r>
        <w:t>工况</w:t>
      </w:r>
      <w:bookmarkEnd w:id="3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1975"/>
        <w:gridCol w:w="1557"/>
        <w:gridCol w:w="1557"/>
        <w:gridCol w:w="1557"/>
        <w:gridCol w:w="1557"/>
      </w:tblGrid>
      <w:tr w:rsidR="008A0696" w14:paraId="35E2489E" w14:textId="77777777">
        <w:tc>
          <w:tcPr>
            <w:tcW w:w="1131" w:type="dxa"/>
            <w:shd w:val="clear" w:color="auto" w:fill="E6E6E6"/>
            <w:vAlign w:val="center"/>
          </w:tcPr>
          <w:p w14:paraId="62B946D7" w14:textId="77777777" w:rsidR="008A0696" w:rsidRDefault="00000000">
            <w:pPr>
              <w:jc w:val="center"/>
            </w:pPr>
            <w:r>
              <w:t>气象数据</w:t>
            </w:r>
          </w:p>
        </w:tc>
        <w:tc>
          <w:tcPr>
            <w:tcW w:w="1975" w:type="dxa"/>
            <w:shd w:val="clear" w:color="auto" w:fill="E6E6E6"/>
            <w:vAlign w:val="center"/>
          </w:tcPr>
          <w:p w14:paraId="78DF844A" w14:textId="77777777" w:rsidR="008A0696" w:rsidRDefault="00000000">
            <w:pPr>
              <w:jc w:val="center"/>
            </w:pPr>
            <w:r>
              <w:t>时刻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1E2F116" w14:textId="77777777" w:rsidR="008A0696" w:rsidRDefault="00000000">
            <w:pPr>
              <w:jc w:val="center"/>
            </w:pPr>
            <w:r>
              <w:t>干球温度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6A47A98A" w14:textId="77777777" w:rsidR="008A0696" w:rsidRDefault="00000000">
            <w:pPr>
              <w:jc w:val="center"/>
            </w:pPr>
            <w:r>
              <w:t>湿球温度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5A3FF716" w14:textId="77777777" w:rsidR="008A0696" w:rsidRDefault="00000000">
            <w:pPr>
              <w:jc w:val="center"/>
            </w:pPr>
            <w:r>
              <w:t>含湿量</w:t>
            </w:r>
            <w:r>
              <w:t>(g/kg)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62F6ECAB" w14:textId="77777777" w:rsidR="008A0696" w:rsidRDefault="00000000">
            <w:pPr>
              <w:jc w:val="center"/>
            </w:pPr>
            <w:r>
              <w:t>焓值</w:t>
            </w:r>
            <w:r>
              <w:t>(kj/kg)</w:t>
            </w:r>
          </w:p>
        </w:tc>
      </w:tr>
      <w:tr w:rsidR="008A0696" w14:paraId="7AB106B6" w14:textId="77777777">
        <w:tc>
          <w:tcPr>
            <w:tcW w:w="1131" w:type="dxa"/>
            <w:shd w:val="clear" w:color="auto" w:fill="E6E6E6"/>
            <w:vAlign w:val="center"/>
          </w:tcPr>
          <w:p w14:paraId="4508AFD6" w14:textId="77777777" w:rsidR="008A0696" w:rsidRDefault="00000000">
            <w:r>
              <w:t>最热</w:t>
            </w:r>
          </w:p>
        </w:tc>
        <w:tc>
          <w:tcPr>
            <w:tcW w:w="1975" w:type="dxa"/>
            <w:vAlign w:val="center"/>
          </w:tcPr>
          <w:p w14:paraId="794E87CB" w14:textId="77777777" w:rsidR="008A0696" w:rsidRDefault="00000000">
            <w:r>
              <w:t>06</w:t>
            </w:r>
            <w:r>
              <w:t>月</w:t>
            </w:r>
            <w:r>
              <w:t>21</w:t>
            </w:r>
            <w:r>
              <w:t>日</w:t>
            </w:r>
            <w:r>
              <w:t>14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54BC7BE5" w14:textId="77777777" w:rsidR="008A0696" w:rsidRDefault="00000000">
            <w:r>
              <w:t>37.2</w:t>
            </w:r>
          </w:p>
        </w:tc>
        <w:tc>
          <w:tcPr>
            <w:tcW w:w="1556" w:type="dxa"/>
            <w:vAlign w:val="center"/>
          </w:tcPr>
          <w:p w14:paraId="5DE9D17D" w14:textId="77777777" w:rsidR="008A0696" w:rsidRDefault="00000000">
            <w:r>
              <w:t>22.2</w:t>
            </w:r>
          </w:p>
        </w:tc>
        <w:tc>
          <w:tcPr>
            <w:tcW w:w="1556" w:type="dxa"/>
            <w:vAlign w:val="center"/>
          </w:tcPr>
          <w:p w14:paraId="6E168552" w14:textId="77777777" w:rsidR="008A0696" w:rsidRDefault="00000000">
            <w:r>
              <w:t>10.7</w:t>
            </w:r>
          </w:p>
        </w:tc>
        <w:tc>
          <w:tcPr>
            <w:tcW w:w="1556" w:type="dxa"/>
            <w:vAlign w:val="center"/>
          </w:tcPr>
          <w:p w14:paraId="71057D9E" w14:textId="77777777" w:rsidR="008A0696" w:rsidRDefault="00000000">
            <w:r>
              <w:t>64.9</w:t>
            </w:r>
          </w:p>
        </w:tc>
      </w:tr>
      <w:tr w:rsidR="008A0696" w14:paraId="2BDD850D" w14:textId="77777777">
        <w:tc>
          <w:tcPr>
            <w:tcW w:w="1131" w:type="dxa"/>
            <w:shd w:val="clear" w:color="auto" w:fill="E6E6E6"/>
            <w:vAlign w:val="center"/>
          </w:tcPr>
          <w:p w14:paraId="745B7F1B" w14:textId="77777777" w:rsidR="008A0696" w:rsidRDefault="00000000">
            <w:r>
              <w:t>最冷</w:t>
            </w:r>
          </w:p>
        </w:tc>
        <w:tc>
          <w:tcPr>
            <w:tcW w:w="1975" w:type="dxa"/>
            <w:vAlign w:val="center"/>
          </w:tcPr>
          <w:p w14:paraId="75282CE9" w14:textId="77777777" w:rsidR="008A0696" w:rsidRDefault="00000000">
            <w:r>
              <w:t>01</w:t>
            </w:r>
            <w:r>
              <w:t>月</w:t>
            </w:r>
            <w:r>
              <w:t>19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214FDB76" w14:textId="77777777" w:rsidR="008A0696" w:rsidRDefault="00000000">
            <w:r>
              <w:t>-14.4</w:t>
            </w:r>
          </w:p>
        </w:tc>
        <w:tc>
          <w:tcPr>
            <w:tcW w:w="1556" w:type="dxa"/>
            <w:vAlign w:val="center"/>
          </w:tcPr>
          <w:p w14:paraId="0FA2F83D" w14:textId="77777777" w:rsidR="008A0696" w:rsidRDefault="00000000">
            <w:r>
              <w:t>-15.6</w:t>
            </w:r>
          </w:p>
        </w:tc>
        <w:tc>
          <w:tcPr>
            <w:tcW w:w="1556" w:type="dxa"/>
            <w:vAlign w:val="center"/>
          </w:tcPr>
          <w:p w14:paraId="7A1A02BD" w14:textId="77777777" w:rsidR="008A0696" w:rsidRDefault="00000000">
            <w:r>
              <w:t>0.4</w:t>
            </w:r>
          </w:p>
        </w:tc>
        <w:tc>
          <w:tcPr>
            <w:tcW w:w="1556" w:type="dxa"/>
            <w:vAlign w:val="center"/>
          </w:tcPr>
          <w:p w14:paraId="52E810E8" w14:textId="77777777" w:rsidR="008A0696" w:rsidRDefault="00000000">
            <w:r>
              <w:t>-13.5</w:t>
            </w:r>
          </w:p>
        </w:tc>
      </w:tr>
    </w:tbl>
    <w:p w14:paraId="6C46055C" w14:textId="77777777" w:rsidR="00A71379" w:rsidRDefault="00A71379" w:rsidP="00F552D2">
      <w:pPr>
        <w:rPr>
          <w:kern w:val="2"/>
          <w:szCs w:val="24"/>
          <w:lang w:val="en-US"/>
        </w:rPr>
      </w:pPr>
      <w:bookmarkStart w:id="34" w:name="气象峰值工况"/>
      <w:bookmarkEnd w:id="34"/>
    </w:p>
    <w:p w14:paraId="554878C1" w14:textId="77777777" w:rsidR="00A71379" w:rsidRDefault="001C5FD8" w:rsidP="000843B1">
      <w:pPr>
        <w:pStyle w:val="1"/>
      </w:pPr>
      <w:bookmarkStart w:id="35" w:name="_Toc160884277"/>
      <w:r>
        <w:rPr>
          <w:rFonts w:hint="eastAsia"/>
        </w:rPr>
        <w:t>软件</w:t>
      </w:r>
      <w:r w:rsidR="00F4369B">
        <w:rPr>
          <w:rFonts w:hint="eastAsia"/>
        </w:rPr>
        <w:t>介绍</w:t>
      </w:r>
      <w:bookmarkEnd w:id="35"/>
    </w:p>
    <w:p w14:paraId="584D7853" w14:textId="77777777" w:rsidR="001F3852" w:rsidRDefault="00230D2C" w:rsidP="005C1189">
      <w:pPr>
        <w:widowControl w:val="0"/>
        <w:ind w:firstLine="420"/>
      </w:pPr>
      <w:r w:rsidRPr="00D713A5">
        <w:rPr>
          <w:rFonts w:hint="eastAsia"/>
        </w:rPr>
        <w:t>本报告采用的软件为</w:t>
      </w:r>
      <w:r>
        <w:rPr>
          <w:rFonts w:hint="eastAsia"/>
        </w:rPr>
        <w:t>绿建</w:t>
      </w:r>
      <w:bookmarkStart w:id="36" w:name="软件全称＃2"/>
      <w:r>
        <w:rPr>
          <w:rFonts w:hint="eastAsia"/>
        </w:rPr>
        <w:t>暖通负荷</w:t>
      </w:r>
      <w:r>
        <w:rPr>
          <w:rFonts w:hint="eastAsia"/>
        </w:rPr>
        <w:t>BECH2023</w:t>
      </w:r>
      <w:bookmarkEnd w:id="36"/>
      <w:r w:rsidRPr="00D713A5">
        <w:rPr>
          <w:rFonts w:hint="eastAsia"/>
        </w:rPr>
        <w:t>，</w:t>
      </w:r>
      <w:r w:rsidR="005C1189" w:rsidRPr="005C1189">
        <w:rPr>
          <w:rFonts w:hint="eastAsia"/>
        </w:rPr>
        <w:t>该软件紧密结合暖通和节能设计规范、可根据项目实际情况建立建筑热工模型，并可对围护结构材料、房间内扰发热、作息时间表、热回收方式等参数进行设置。</w:t>
      </w:r>
    </w:p>
    <w:p w14:paraId="2F0DFDCB" w14:textId="77777777" w:rsidR="001F3852" w:rsidRDefault="005C1189" w:rsidP="005C1189">
      <w:pPr>
        <w:widowControl w:val="0"/>
        <w:ind w:firstLine="420"/>
      </w:pPr>
      <w:r w:rsidRPr="005C1189">
        <w:rPr>
          <w:rFonts w:hint="eastAsia"/>
        </w:rPr>
        <w:t>软件包含全国各地典型气象年数据，内置</w:t>
      </w:r>
      <w:r w:rsidRPr="005C1189">
        <w:t>DOE2</w:t>
      </w:r>
      <w:r>
        <w:t>.</w:t>
      </w:r>
      <w:r w:rsidRPr="005C1189">
        <w:t>1E</w:t>
      </w:r>
      <w:r w:rsidRPr="005C1189">
        <w:rPr>
          <w:rFonts w:hint="eastAsia"/>
        </w:rPr>
        <w:t>内核，对于建筑的逐时负荷进行动态模拟，既可以模拟</w:t>
      </w:r>
      <w:r w:rsidRPr="005C1189">
        <w:t>8760</w:t>
      </w:r>
      <w:r w:rsidRPr="005C1189">
        <w:rPr>
          <w:rFonts w:hint="eastAsia"/>
        </w:rPr>
        <w:t>小时理想负荷，也可以根据设定好的采暖期</w:t>
      </w:r>
      <w:r w:rsidRPr="005C1189">
        <w:t>/</w:t>
      </w:r>
      <w:r w:rsidRPr="005C1189">
        <w:rPr>
          <w:rFonts w:hint="eastAsia"/>
        </w:rPr>
        <w:t>空调期进行逐时模拟。</w:t>
      </w:r>
    </w:p>
    <w:p w14:paraId="46CE0EF7" w14:textId="77777777" w:rsidR="005C1189" w:rsidRDefault="005C1189" w:rsidP="005C1189">
      <w:pPr>
        <w:widowControl w:val="0"/>
        <w:ind w:firstLine="420"/>
      </w:pPr>
      <w:r w:rsidRPr="005C1189">
        <w:rPr>
          <w:rFonts w:hint="eastAsia"/>
        </w:rPr>
        <w:t>软件还支持分析全年建筑能耗的来源构成，依据日射得热、新风负荷、围护传热和内扰得热进行归类分项，生成设计建筑全年负荷计算报告书，提供详实的数据和多样的图表，为设计师在设备选型、制定运行策略等方面提供参考和帮助。</w:t>
      </w:r>
    </w:p>
    <w:p w14:paraId="6A20F8BD" w14:textId="77777777" w:rsidR="00BC2B16" w:rsidRDefault="00BC2B16" w:rsidP="00BC2B16">
      <w:pPr>
        <w:pStyle w:val="1"/>
      </w:pPr>
      <w:bookmarkStart w:id="37" w:name="_Toc160884278"/>
      <w:r>
        <w:rPr>
          <w:rFonts w:hint="eastAsia"/>
        </w:rPr>
        <w:t>围护</w:t>
      </w:r>
      <w:r>
        <w:t>结构</w:t>
      </w:r>
      <w:bookmarkEnd w:id="37"/>
    </w:p>
    <w:p w14:paraId="0DF350CA" w14:textId="77777777" w:rsidR="00BC2B16" w:rsidRDefault="00BC2B16" w:rsidP="00FB3DE9">
      <w:pPr>
        <w:pStyle w:val="2"/>
        <w:widowControl w:val="0"/>
        <w:rPr>
          <w:kern w:val="2"/>
        </w:rPr>
      </w:pPr>
      <w:bookmarkStart w:id="38" w:name="围护结构"/>
      <w:bookmarkStart w:id="39" w:name="_Toc160884279"/>
      <w:bookmarkEnd w:id="38"/>
      <w:r>
        <w:rPr>
          <w:kern w:val="2"/>
        </w:rPr>
        <w:t>屋顶构造</w:t>
      </w:r>
      <w:bookmarkEnd w:id="39"/>
    </w:p>
    <w:p w14:paraId="4A6F1EF6" w14:textId="77777777" w:rsidR="008A0696" w:rsidRDefault="00000000">
      <w:pPr>
        <w:pStyle w:val="3"/>
        <w:widowControl w:val="0"/>
        <w:rPr>
          <w:kern w:val="2"/>
          <w:szCs w:val="24"/>
        </w:rPr>
      </w:pPr>
      <w:bookmarkStart w:id="40" w:name="_Toc160884280"/>
      <w:r>
        <w:rPr>
          <w:kern w:val="2"/>
          <w:szCs w:val="24"/>
        </w:rPr>
        <w:t>屋顶构造一</w:t>
      </w:r>
      <w:bookmarkEnd w:id="4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A0696" w14:paraId="3F7A658D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2403AB72" w14:textId="77777777" w:rsidR="008A0696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BD4F35B" w14:textId="77777777" w:rsidR="008A0696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388B3B6" w14:textId="77777777" w:rsidR="008A0696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E633C29" w14:textId="77777777" w:rsidR="008A0696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007D23B" w14:textId="77777777" w:rsidR="008A0696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718D309" w14:textId="77777777" w:rsidR="008A0696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E64E38D" w14:textId="77777777" w:rsidR="008A0696" w:rsidRDefault="00000000">
            <w:pPr>
              <w:jc w:val="center"/>
            </w:pPr>
            <w:r>
              <w:t>热惰性指标</w:t>
            </w:r>
          </w:p>
        </w:tc>
      </w:tr>
      <w:tr w:rsidR="008A0696" w14:paraId="5D40183F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55969715" w14:textId="77777777" w:rsidR="008A0696" w:rsidRDefault="008A0696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D2ED7B3" w14:textId="77777777" w:rsidR="008A0696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915A40D" w14:textId="77777777" w:rsidR="008A0696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E435F24" w14:textId="77777777" w:rsidR="008A0696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9A5A870" w14:textId="77777777" w:rsidR="008A0696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33BD204" w14:textId="77777777" w:rsidR="008A0696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8F4AA8F" w14:textId="77777777" w:rsidR="008A0696" w:rsidRDefault="00000000">
            <w:pPr>
              <w:jc w:val="center"/>
            </w:pPr>
            <w:r>
              <w:t>D=R*S</w:t>
            </w:r>
          </w:p>
        </w:tc>
      </w:tr>
      <w:tr w:rsidR="008A0696" w14:paraId="67A32141" w14:textId="77777777">
        <w:tc>
          <w:tcPr>
            <w:tcW w:w="3345" w:type="dxa"/>
            <w:vAlign w:val="center"/>
          </w:tcPr>
          <w:p w14:paraId="7EEF2317" w14:textId="77777777" w:rsidR="008A0696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37223360" w14:textId="77777777" w:rsidR="008A0696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14:paraId="3619B3D5" w14:textId="77777777" w:rsidR="008A0696" w:rsidRDefault="00000000">
            <w:r>
              <w:t>1.510</w:t>
            </w:r>
          </w:p>
        </w:tc>
        <w:tc>
          <w:tcPr>
            <w:tcW w:w="1075" w:type="dxa"/>
            <w:vAlign w:val="center"/>
          </w:tcPr>
          <w:p w14:paraId="1314B093" w14:textId="77777777" w:rsidR="008A0696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1BC6A1BD" w14:textId="77777777" w:rsidR="008A069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E379B30" w14:textId="77777777" w:rsidR="008A0696" w:rsidRDefault="00000000">
            <w:r>
              <w:t>0.026</w:t>
            </w:r>
          </w:p>
        </w:tc>
        <w:tc>
          <w:tcPr>
            <w:tcW w:w="1064" w:type="dxa"/>
            <w:vAlign w:val="center"/>
          </w:tcPr>
          <w:p w14:paraId="26495DE0" w14:textId="77777777" w:rsidR="008A0696" w:rsidRDefault="00000000">
            <w:r>
              <w:t>0.407</w:t>
            </w:r>
          </w:p>
        </w:tc>
      </w:tr>
      <w:tr w:rsidR="008A0696" w14:paraId="0C0CE82B" w14:textId="77777777">
        <w:tc>
          <w:tcPr>
            <w:tcW w:w="3345" w:type="dxa"/>
            <w:vAlign w:val="center"/>
          </w:tcPr>
          <w:p w14:paraId="783FB45E" w14:textId="77777777" w:rsidR="008A0696" w:rsidRDefault="00000000">
            <w:r>
              <w:lastRenderedPageBreak/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3EF780B8" w14:textId="77777777" w:rsidR="008A069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811F560" w14:textId="77777777" w:rsidR="008A0696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23FF383F" w14:textId="77777777" w:rsidR="008A0696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111D9099" w14:textId="77777777" w:rsidR="008A0696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3640EA8A" w14:textId="77777777" w:rsidR="008A0696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7372895F" w14:textId="77777777" w:rsidR="008A0696" w:rsidRDefault="00000000">
            <w:r>
              <w:t>0.227</w:t>
            </w:r>
          </w:p>
        </w:tc>
      </w:tr>
      <w:tr w:rsidR="008A0696" w14:paraId="5FAB814D" w14:textId="77777777">
        <w:tc>
          <w:tcPr>
            <w:tcW w:w="3345" w:type="dxa"/>
            <w:vAlign w:val="center"/>
          </w:tcPr>
          <w:p w14:paraId="66336766" w14:textId="77777777" w:rsidR="008A0696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5D12B395" w14:textId="77777777" w:rsidR="008A069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1803AD0" w14:textId="77777777" w:rsidR="008A0696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1F5D15AE" w14:textId="77777777" w:rsidR="008A0696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1157F10" w14:textId="77777777" w:rsidR="008A069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0B87443" w14:textId="77777777" w:rsidR="008A0696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7F50F3F2" w14:textId="77777777" w:rsidR="008A0696" w:rsidRDefault="00000000">
            <w:r>
              <w:t>0.245</w:t>
            </w:r>
          </w:p>
        </w:tc>
      </w:tr>
      <w:tr w:rsidR="008A0696" w14:paraId="5E32FAC6" w14:textId="77777777">
        <w:tc>
          <w:tcPr>
            <w:tcW w:w="3345" w:type="dxa"/>
            <w:vAlign w:val="center"/>
          </w:tcPr>
          <w:p w14:paraId="518C4083" w14:textId="77777777" w:rsidR="008A0696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0C93BDC1" w14:textId="77777777" w:rsidR="008A0696" w:rsidRDefault="00000000">
            <w:r>
              <w:t>80</w:t>
            </w:r>
          </w:p>
        </w:tc>
        <w:tc>
          <w:tcPr>
            <w:tcW w:w="1075" w:type="dxa"/>
            <w:vAlign w:val="center"/>
          </w:tcPr>
          <w:p w14:paraId="1AE358A0" w14:textId="77777777" w:rsidR="008A0696" w:rsidRDefault="00000000">
            <w:r>
              <w:t>0.180</w:t>
            </w:r>
          </w:p>
        </w:tc>
        <w:tc>
          <w:tcPr>
            <w:tcW w:w="1075" w:type="dxa"/>
            <w:vAlign w:val="center"/>
          </w:tcPr>
          <w:p w14:paraId="1ECBBEDB" w14:textId="77777777" w:rsidR="008A0696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09658B0A" w14:textId="77777777" w:rsidR="008A069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793A9F2" w14:textId="77777777" w:rsidR="008A0696" w:rsidRDefault="00000000">
            <w:r>
              <w:t>0.444</w:t>
            </w:r>
          </w:p>
        </w:tc>
        <w:tc>
          <w:tcPr>
            <w:tcW w:w="1064" w:type="dxa"/>
            <w:vAlign w:val="center"/>
          </w:tcPr>
          <w:p w14:paraId="16EB5BF1" w14:textId="77777777" w:rsidR="008A0696" w:rsidRDefault="00000000">
            <w:r>
              <w:t>1.378</w:t>
            </w:r>
          </w:p>
        </w:tc>
      </w:tr>
      <w:tr w:rsidR="008A0696" w14:paraId="57F82E39" w14:textId="77777777">
        <w:tc>
          <w:tcPr>
            <w:tcW w:w="3345" w:type="dxa"/>
            <w:vAlign w:val="center"/>
          </w:tcPr>
          <w:p w14:paraId="64CB700B" w14:textId="77777777" w:rsidR="008A0696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6B964856" w14:textId="77777777" w:rsidR="008A0696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7F61EC1F" w14:textId="77777777" w:rsidR="008A0696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6AAC5C37" w14:textId="77777777" w:rsidR="008A0696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715AAD07" w14:textId="77777777" w:rsidR="008A069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EACD9D5" w14:textId="77777777" w:rsidR="008A0696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082D96A0" w14:textId="77777777" w:rsidR="008A0696" w:rsidRDefault="00000000">
            <w:r>
              <w:t>1.186</w:t>
            </w:r>
          </w:p>
        </w:tc>
      </w:tr>
      <w:tr w:rsidR="008A0696" w14:paraId="49258B33" w14:textId="77777777">
        <w:tc>
          <w:tcPr>
            <w:tcW w:w="3345" w:type="dxa"/>
            <w:vAlign w:val="center"/>
          </w:tcPr>
          <w:p w14:paraId="67122017" w14:textId="77777777" w:rsidR="008A0696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3D65F4F6" w14:textId="77777777" w:rsidR="008A069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B735CB5" w14:textId="77777777" w:rsidR="008A0696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63B84F56" w14:textId="77777777" w:rsidR="008A0696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30C8904D" w14:textId="77777777" w:rsidR="008A069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954AFB1" w14:textId="77777777" w:rsidR="008A0696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60E4EB58" w14:textId="77777777" w:rsidR="008A0696" w:rsidRDefault="00000000">
            <w:r>
              <w:t>0.249</w:t>
            </w:r>
          </w:p>
        </w:tc>
      </w:tr>
      <w:tr w:rsidR="008A0696" w14:paraId="351FFC38" w14:textId="77777777">
        <w:tc>
          <w:tcPr>
            <w:tcW w:w="3345" w:type="dxa"/>
            <w:vAlign w:val="center"/>
          </w:tcPr>
          <w:p w14:paraId="405A0383" w14:textId="77777777" w:rsidR="008A0696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8458637" w14:textId="77777777" w:rsidR="008A0696" w:rsidRDefault="00000000">
            <w:r>
              <w:t>300</w:t>
            </w:r>
          </w:p>
        </w:tc>
        <w:tc>
          <w:tcPr>
            <w:tcW w:w="1075" w:type="dxa"/>
            <w:vAlign w:val="center"/>
          </w:tcPr>
          <w:p w14:paraId="7E3ACCB6" w14:textId="77777777" w:rsidR="008A069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0CC4F10" w14:textId="77777777" w:rsidR="008A0696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2901F6D9" w14:textId="77777777" w:rsidR="008A069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B67BB19" w14:textId="77777777" w:rsidR="008A0696" w:rsidRDefault="00000000">
            <w:r>
              <w:t>1.142</w:t>
            </w:r>
          </w:p>
        </w:tc>
        <w:tc>
          <w:tcPr>
            <w:tcW w:w="1064" w:type="dxa"/>
            <w:vAlign w:val="center"/>
          </w:tcPr>
          <w:p w14:paraId="658186DF" w14:textId="77777777" w:rsidR="008A0696" w:rsidRDefault="00000000">
            <w:r>
              <w:t>3.691</w:t>
            </w:r>
          </w:p>
        </w:tc>
      </w:tr>
      <w:tr w:rsidR="008A0696" w14:paraId="53787334" w14:textId="77777777">
        <w:tc>
          <w:tcPr>
            <w:tcW w:w="3345" w:type="dxa"/>
            <w:shd w:val="clear" w:color="auto" w:fill="E6E6E6"/>
            <w:vAlign w:val="center"/>
          </w:tcPr>
          <w:p w14:paraId="271BB6B4" w14:textId="77777777" w:rsidR="008A0696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6D3CE05E" w14:textId="77777777" w:rsidR="008A0696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8A0696" w14:paraId="3BED1CBC" w14:textId="77777777">
        <w:tc>
          <w:tcPr>
            <w:tcW w:w="3345" w:type="dxa"/>
            <w:shd w:val="clear" w:color="auto" w:fill="E6E6E6"/>
            <w:vAlign w:val="center"/>
          </w:tcPr>
          <w:p w14:paraId="4EE871E0" w14:textId="77777777" w:rsidR="008A0696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46656C00" w14:textId="77777777" w:rsidR="008A0696" w:rsidRDefault="00000000">
            <w:pPr>
              <w:jc w:val="center"/>
            </w:pPr>
            <w:r>
              <w:t>0.77</w:t>
            </w:r>
          </w:p>
        </w:tc>
      </w:tr>
    </w:tbl>
    <w:p w14:paraId="12741EE2" w14:textId="77777777" w:rsidR="008A0696" w:rsidRDefault="00000000">
      <w:pPr>
        <w:pStyle w:val="2"/>
        <w:widowControl w:val="0"/>
        <w:rPr>
          <w:kern w:val="2"/>
        </w:rPr>
      </w:pPr>
      <w:bookmarkStart w:id="41" w:name="_Toc160884281"/>
      <w:r>
        <w:rPr>
          <w:kern w:val="2"/>
        </w:rPr>
        <w:t>外墙构造</w:t>
      </w:r>
      <w:bookmarkEnd w:id="41"/>
    </w:p>
    <w:p w14:paraId="0BD17BA0" w14:textId="77777777" w:rsidR="008A0696" w:rsidRDefault="00000000">
      <w:pPr>
        <w:pStyle w:val="3"/>
        <w:widowControl w:val="0"/>
        <w:rPr>
          <w:kern w:val="2"/>
          <w:szCs w:val="24"/>
        </w:rPr>
      </w:pPr>
      <w:bookmarkStart w:id="42" w:name="_Toc160884282"/>
      <w:r>
        <w:rPr>
          <w:kern w:val="2"/>
          <w:szCs w:val="24"/>
        </w:rPr>
        <w:t>外墙构造一</w:t>
      </w:r>
      <w:bookmarkEnd w:id="4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A0696" w14:paraId="041E947F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7E807373" w14:textId="77777777" w:rsidR="008A0696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0DA0A2D" w14:textId="77777777" w:rsidR="008A0696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7C51C83" w14:textId="77777777" w:rsidR="008A0696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FE3C853" w14:textId="77777777" w:rsidR="008A0696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088DFDC" w14:textId="77777777" w:rsidR="008A0696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E00CE3F" w14:textId="77777777" w:rsidR="008A0696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FF4F9C3" w14:textId="77777777" w:rsidR="008A0696" w:rsidRDefault="00000000">
            <w:pPr>
              <w:jc w:val="center"/>
            </w:pPr>
            <w:r>
              <w:t>热惰性指标</w:t>
            </w:r>
          </w:p>
        </w:tc>
      </w:tr>
      <w:tr w:rsidR="008A0696" w14:paraId="51DD08B0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243379C5" w14:textId="77777777" w:rsidR="008A0696" w:rsidRDefault="008A0696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65D345CB" w14:textId="77777777" w:rsidR="008A0696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52964AB" w14:textId="77777777" w:rsidR="008A0696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007F1DA" w14:textId="77777777" w:rsidR="008A0696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BD60A3E" w14:textId="77777777" w:rsidR="008A0696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D53C264" w14:textId="77777777" w:rsidR="008A0696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155564F" w14:textId="77777777" w:rsidR="008A0696" w:rsidRDefault="00000000">
            <w:pPr>
              <w:jc w:val="center"/>
            </w:pPr>
            <w:r>
              <w:t>D=R*S</w:t>
            </w:r>
          </w:p>
        </w:tc>
      </w:tr>
      <w:tr w:rsidR="008A0696" w14:paraId="2DE080A8" w14:textId="77777777">
        <w:tc>
          <w:tcPr>
            <w:tcW w:w="3345" w:type="dxa"/>
            <w:vAlign w:val="center"/>
          </w:tcPr>
          <w:p w14:paraId="27A328AC" w14:textId="77777777" w:rsidR="008A0696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395C1511" w14:textId="77777777" w:rsidR="008A069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CA10B10" w14:textId="77777777" w:rsidR="008A0696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69322F24" w14:textId="77777777" w:rsidR="008A0696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4547591C" w14:textId="77777777" w:rsidR="008A069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D3269A0" w14:textId="77777777" w:rsidR="008A0696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720B12E3" w14:textId="77777777" w:rsidR="008A0696" w:rsidRDefault="00000000">
            <w:r>
              <w:t>0.245</w:t>
            </w:r>
          </w:p>
        </w:tc>
      </w:tr>
      <w:tr w:rsidR="008A0696" w14:paraId="433BE9C6" w14:textId="77777777">
        <w:tc>
          <w:tcPr>
            <w:tcW w:w="3345" w:type="dxa"/>
            <w:vAlign w:val="center"/>
          </w:tcPr>
          <w:p w14:paraId="18B47FFB" w14:textId="77777777" w:rsidR="008A0696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5F9E7694" w14:textId="77777777" w:rsidR="008A069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D380705" w14:textId="77777777" w:rsidR="008A0696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4972434D" w14:textId="77777777" w:rsidR="008A0696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3F8CBDCF" w14:textId="77777777" w:rsidR="008A0696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155A8A10" w14:textId="77777777" w:rsidR="008A0696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4D6F55D0" w14:textId="77777777" w:rsidR="008A0696" w:rsidRDefault="00000000">
            <w:r>
              <w:t>0.227</w:t>
            </w:r>
          </w:p>
        </w:tc>
      </w:tr>
      <w:tr w:rsidR="008A0696" w14:paraId="1B56C7AE" w14:textId="77777777">
        <w:tc>
          <w:tcPr>
            <w:tcW w:w="3345" w:type="dxa"/>
            <w:vAlign w:val="center"/>
          </w:tcPr>
          <w:p w14:paraId="6C842945" w14:textId="77777777" w:rsidR="008A0696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25301BD4" w14:textId="77777777" w:rsidR="008A069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1A84CE3" w14:textId="77777777" w:rsidR="008A0696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709A7522" w14:textId="77777777" w:rsidR="008A0696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708C7CEE" w14:textId="77777777" w:rsidR="008A069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8A19FBC" w14:textId="77777777" w:rsidR="008A0696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4B79D114" w14:textId="77777777" w:rsidR="008A0696" w:rsidRDefault="00000000">
            <w:r>
              <w:t>0.245</w:t>
            </w:r>
          </w:p>
        </w:tc>
      </w:tr>
      <w:tr w:rsidR="008A0696" w14:paraId="122B2361" w14:textId="77777777">
        <w:tc>
          <w:tcPr>
            <w:tcW w:w="3345" w:type="dxa"/>
            <w:vAlign w:val="center"/>
          </w:tcPr>
          <w:p w14:paraId="6B3728C3" w14:textId="77777777" w:rsidR="008A0696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3E23B6C7" w14:textId="77777777" w:rsidR="008A0696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7B27C688" w14:textId="77777777" w:rsidR="008A0696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3FF8523B" w14:textId="77777777" w:rsidR="008A0696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347780F8" w14:textId="77777777" w:rsidR="008A069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79B7445" w14:textId="77777777" w:rsidR="008A0696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51C87486" w14:textId="77777777" w:rsidR="008A0696" w:rsidRDefault="00000000">
            <w:r>
              <w:t>1.977</w:t>
            </w:r>
          </w:p>
        </w:tc>
      </w:tr>
      <w:tr w:rsidR="008A0696" w14:paraId="27A49A95" w14:textId="77777777">
        <w:tc>
          <w:tcPr>
            <w:tcW w:w="3345" w:type="dxa"/>
            <w:vAlign w:val="center"/>
          </w:tcPr>
          <w:p w14:paraId="1BF90CE4" w14:textId="77777777" w:rsidR="008A0696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3C7059B3" w14:textId="77777777" w:rsidR="008A069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D2DFDD2" w14:textId="77777777" w:rsidR="008A0696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286F3A4E" w14:textId="77777777" w:rsidR="008A0696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4E1C9415" w14:textId="77777777" w:rsidR="008A069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969C9FD" w14:textId="77777777" w:rsidR="008A0696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2A76B904" w14:textId="77777777" w:rsidR="008A0696" w:rsidRDefault="00000000">
            <w:r>
              <w:t>0.249</w:t>
            </w:r>
          </w:p>
        </w:tc>
      </w:tr>
      <w:tr w:rsidR="008A0696" w14:paraId="080F2468" w14:textId="77777777">
        <w:tc>
          <w:tcPr>
            <w:tcW w:w="3345" w:type="dxa"/>
            <w:vAlign w:val="center"/>
          </w:tcPr>
          <w:p w14:paraId="70CB0E95" w14:textId="77777777" w:rsidR="008A0696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38FB5CC5" w14:textId="77777777" w:rsidR="008A0696" w:rsidRDefault="00000000">
            <w:r>
              <w:t>280</w:t>
            </w:r>
          </w:p>
        </w:tc>
        <w:tc>
          <w:tcPr>
            <w:tcW w:w="1075" w:type="dxa"/>
            <w:vAlign w:val="center"/>
          </w:tcPr>
          <w:p w14:paraId="1E22C81C" w14:textId="77777777" w:rsidR="008A069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763AC25" w14:textId="77777777" w:rsidR="008A0696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05CFD658" w14:textId="77777777" w:rsidR="008A069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15EABB6" w14:textId="77777777" w:rsidR="008A0696" w:rsidRDefault="00000000">
            <w:r>
              <w:t>0.738</w:t>
            </w:r>
          </w:p>
        </w:tc>
        <w:tc>
          <w:tcPr>
            <w:tcW w:w="1064" w:type="dxa"/>
            <w:vAlign w:val="center"/>
          </w:tcPr>
          <w:p w14:paraId="77EE325D" w14:textId="77777777" w:rsidR="008A0696" w:rsidRDefault="00000000">
            <w:r>
              <w:t>2.941</w:t>
            </w:r>
          </w:p>
        </w:tc>
      </w:tr>
      <w:tr w:rsidR="008A0696" w14:paraId="3949C582" w14:textId="77777777">
        <w:tc>
          <w:tcPr>
            <w:tcW w:w="3345" w:type="dxa"/>
            <w:shd w:val="clear" w:color="auto" w:fill="E6E6E6"/>
            <w:vAlign w:val="center"/>
          </w:tcPr>
          <w:p w14:paraId="47F45EC1" w14:textId="77777777" w:rsidR="008A0696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04E3FC11" w14:textId="77777777" w:rsidR="008A0696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8A0696" w14:paraId="3BEBFD3C" w14:textId="77777777">
        <w:tc>
          <w:tcPr>
            <w:tcW w:w="3345" w:type="dxa"/>
            <w:shd w:val="clear" w:color="auto" w:fill="E6E6E6"/>
            <w:vAlign w:val="center"/>
          </w:tcPr>
          <w:p w14:paraId="5E2AE1F1" w14:textId="77777777" w:rsidR="008A0696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2E2AD2F6" w14:textId="77777777" w:rsidR="008A0696" w:rsidRDefault="00000000">
            <w:pPr>
              <w:jc w:val="center"/>
            </w:pPr>
            <w:r>
              <w:t>1.13</w:t>
            </w:r>
          </w:p>
        </w:tc>
      </w:tr>
    </w:tbl>
    <w:p w14:paraId="675EC6C7" w14:textId="77777777" w:rsidR="008A0696" w:rsidRDefault="00000000">
      <w:pPr>
        <w:pStyle w:val="2"/>
        <w:widowControl w:val="0"/>
        <w:rPr>
          <w:kern w:val="2"/>
        </w:rPr>
      </w:pPr>
      <w:bookmarkStart w:id="43" w:name="_Toc160884283"/>
      <w:r>
        <w:rPr>
          <w:kern w:val="2"/>
        </w:rPr>
        <w:t>挑空楼板构造</w:t>
      </w:r>
      <w:bookmarkEnd w:id="43"/>
    </w:p>
    <w:p w14:paraId="39FCB448" w14:textId="77777777" w:rsidR="008A0696" w:rsidRDefault="00000000">
      <w:pPr>
        <w:pStyle w:val="3"/>
        <w:widowControl w:val="0"/>
        <w:rPr>
          <w:kern w:val="2"/>
          <w:szCs w:val="24"/>
        </w:rPr>
      </w:pPr>
      <w:bookmarkStart w:id="44" w:name="_Toc160884284"/>
      <w:r>
        <w:rPr>
          <w:kern w:val="2"/>
          <w:szCs w:val="24"/>
        </w:rPr>
        <w:t>挑空楼板构造一</w:t>
      </w:r>
      <w:bookmarkEnd w:id="4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A0696" w14:paraId="726BAB3F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2E9D0EE4" w14:textId="77777777" w:rsidR="008A0696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A510769" w14:textId="77777777" w:rsidR="008A0696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1962507" w14:textId="77777777" w:rsidR="008A0696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8176E3D" w14:textId="77777777" w:rsidR="008A0696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5ECD4D5" w14:textId="77777777" w:rsidR="008A0696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9ADAB7A" w14:textId="77777777" w:rsidR="008A0696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6980E5B" w14:textId="77777777" w:rsidR="008A0696" w:rsidRDefault="00000000">
            <w:pPr>
              <w:jc w:val="center"/>
            </w:pPr>
            <w:r>
              <w:t>热惰性指标</w:t>
            </w:r>
          </w:p>
        </w:tc>
      </w:tr>
      <w:tr w:rsidR="008A0696" w14:paraId="7CA19364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27958933" w14:textId="77777777" w:rsidR="008A0696" w:rsidRDefault="008A0696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EBD2000" w14:textId="77777777" w:rsidR="008A0696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8817BDD" w14:textId="77777777" w:rsidR="008A0696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A799B4A" w14:textId="77777777" w:rsidR="008A0696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6471CBA" w14:textId="77777777" w:rsidR="008A0696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1260A47" w14:textId="77777777" w:rsidR="008A0696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B64FF43" w14:textId="77777777" w:rsidR="008A0696" w:rsidRDefault="00000000">
            <w:pPr>
              <w:jc w:val="center"/>
            </w:pPr>
            <w:r>
              <w:t>D=R*S</w:t>
            </w:r>
          </w:p>
        </w:tc>
      </w:tr>
      <w:tr w:rsidR="008A0696" w14:paraId="28E8A98E" w14:textId="77777777">
        <w:tc>
          <w:tcPr>
            <w:tcW w:w="3345" w:type="dxa"/>
            <w:vAlign w:val="center"/>
          </w:tcPr>
          <w:p w14:paraId="5DA04C4D" w14:textId="77777777" w:rsidR="008A0696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699C123E" w14:textId="77777777" w:rsidR="008A069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374C06C" w14:textId="77777777" w:rsidR="008A0696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5106B84A" w14:textId="77777777" w:rsidR="008A0696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09D8CC8C" w14:textId="77777777" w:rsidR="008A069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D2BCC48" w14:textId="77777777" w:rsidR="008A0696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7448D38C" w14:textId="77777777" w:rsidR="008A0696" w:rsidRDefault="00000000">
            <w:r>
              <w:t>0.245</w:t>
            </w:r>
          </w:p>
        </w:tc>
      </w:tr>
      <w:tr w:rsidR="008A0696" w14:paraId="51DF0E63" w14:textId="77777777">
        <w:tc>
          <w:tcPr>
            <w:tcW w:w="3345" w:type="dxa"/>
            <w:vAlign w:val="center"/>
          </w:tcPr>
          <w:p w14:paraId="00BD84A2" w14:textId="77777777" w:rsidR="008A0696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0195D861" w14:textId="77777777" w:rsidR="008A0696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6C9AA414" w14:textId="77777777" w:rsidR="008A0696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03958A5E" w14:textId="77777777" w:rsidR="008A0696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1AE9DD17" w14:textId="77777777" w:rsidR="008A069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8D383E4" w14:textId="77777777" w:rsidR="008A0696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05776EB7" w14:textId="77777777" w:rsidR="008A0696" w:rsidRDefault="00000000">
            <w:r>
              <w:t>1.186</w:t>
            </w:r>
          </w:p>
        </w:tc>
      </w:tr>
      <w:tr w:rsidR="008A0696" w14:paraId="451AC2A4" w14:textId="77777777">
        <w:tc>
          <w:tcPr>
            <w:tcW w:w="3345" w:type="dxa"/>
            <w:vAlign w:val="center"/>
          </w:tcPr>
          <w:p w14:paraId="7537D6BC" w14:textId="77777777" w:rsidR="008A0696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7A35E447" w14:textId="77777777" w:rsidR="008A069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0836CE9" w14:textId="77777777" w:rsidR="008A0696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4CF5D686" w14:textId="77777777" w:rsidR="008A0696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0E33AF25" w14:textId="77777777" w:rsidR="008A069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FD2E2EC" w14:textId="77777777" w:rsidR="008A0696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085878B1" w14:textId="77777777" w:rsidR="008A0696" w:rsidRDefault="00000000">
            <w:r>
              <w:t>0.245</w:t>
            </w:r>
          </w:p>
        </w:tc>
      </w:tr>
      <w:tr w:rsidR="008A0696" w14:paraId="52CA476A" w14:textId="77777777">
        <w:tc>
          <w:tcPr>
            <w:tcW w:w="3345" w:type="dxa"/>
            <w:vAlign w:val="center"/>
          </w:tcPr>
          <w:p w14:paraId="2EA9EB17" w14:textId="77777777" w:rsidR="008A0696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47AC9F35" w14:textId="77777777" w:rsidR="008A069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4648387" w14:textId="77777777" w:rsidR="008A0696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5F16B2A0" w14:textId="77777777" w:rsidR="008A0696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04CF8323" w14:textId="77777777" w:rsidR="008A0696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27E6957B" w14:textId="77777777" w:rsidR="008A0696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54015943" w14:textId="77777777" w:rsidR="008A0696" w:rsidRDefault="00000000">
            <w:r>
              <w:t>0.227</w:t>
            </w:r>
          </w:p>
        </w:tc>
      </w:tr>
      <w:tr w:rsidR="008A0696" w14:paraId="276817F1" w14:textId="77777777">
        <w:tc>
          <w:tcPr>
            <w:tcW w:w="3345" w:type="dxa"/>
            <w:vAlign w:val="center"/>
          </w:tcPr>
          <w:p w14:paraId="352292D0" w14:textId="77777777" w:rsidR="008A0696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0A66FF38" w14:textId="77777777" w:rsidR="008A069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C59D007" w14:textId="77777777" w:rsidR="008A0696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0C8E575D" w14:textId="77777777" w:rsidR="008A0696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4BBA54D0" w14:textId="77777777" w:rsidR="008A069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6549B16" w14:textId="77777777" w:rsidR="008A0696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36CE6792" w14:textId="77777777" w:rsidR="008A0696" w:rsidRDefault="00000000">
            <w:r>
              <w:t>0.245</w:t>
            </w:r>
          </w:p>
        </w:tc>
      </w:tr>
      <w:tr w:rsidR="008A0696" w14:paraId="4D3A7888" w14:textId="77777777">
        <w:tc>
          <w:tcPr>
            <w:tcW w:w="3345" w:type="dxa"/>
            <w:vAlign w:val="center"/>
          </w:tcPr>
          <w:p w14:paraId="5F6B5277" w14:textId="77777777" w:rsidR="008A0696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334777DF" w14:textId="77777777" w:rsidR="008A0696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57CE7B47" w14:textId="77777777" w:rsidR="008A069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75C47C2" w14:textId="77777777" w:rsidR="008A0696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1A39A5B6" w14:textId="77777777" w:rsidR="008A069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096EE7E" w14:textId="77777777" w:rsidR="008A0696" w:rsidRDefault="00000000">
            <w:r>
              <w:t>0.689</w:t>
            </w:r>
          </w:p>
        </w:tc>
        <w:tc>
          <w:tcPr>
            <w:tcW w:w="1064" w:type="dxa"/>
            <w:vAlign w:val="center"/>
          </w:tcPr>
          <w:p w14:paraId="2948142B" w14:textId="77777777" w:rsidR="008A0696" w:rsidRDefault="00000000">
            <w:r>
              <w:t>2.146</w:t>
            </w:r>
          </w:p>
        </w:tc>
      </w:tr>
      <w:tr w:rsidR="008A0696" w14:paraId="6D705ADB" w14:textId="77777777">
        <w:tc>
          <w:tcPr>
            <w:tcW w:w="3345" w:type="dxa"/>
            <w:shd w:val="clear" w:color="auto" w:fill="E6E6E6"/>
            <w:vAlign w:val="center"/>
          </w:tcPr>
          <w:p w14:paraId="572EDB1D" w14:textId="77777777" w:rsidR="008A0696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3B98BBFB" w14:textId="77777777" w:rsidR="008A0696" w:rsidRDefault="00000000">
            <w:pPr>
              <w:jc w:val="center"/>
            </w:pPr>
            <w:r>
              <w:t>1.19</w:t>
            </w:r>
          </w:p>
        </w:tc>
      </w:tr>
    </w:tbl>
    <w:p w14:paraId="0A5A7920" w14:textId="77777777" w:rsidR="008A0696" w:rsidRDefault="00000000">
      <w:pPr>
        <w:pStyle w:val="2"/>
        <w:widowControl w:val="0"/>
        <w:rPr>
          <w:kern w:val="2"/>
        </w:rPr>
      </w:pPr>
      <w:bookmarkStart w:id="45" w:name="_Toc160884285"/>
      <w:r>
        <w:rPr>
          <w:kern w:val="2"/>
        </w:rPr>
        <w:lastRenderedPageBreak/>
        <w:t>楼板构造</w:t>
      </w:r>
      <w:bookmarkEnd w:id="45"/>
    </w:p>
    <w:p w14:paraId="4BE573F3" w14:textId="77777777" w:rsidR="008A0696" w:rsidRDefault="00000000">
      <w:pPr>
        <w:pStyle w:val="3"/>
        <w:widowControl w:val="0"/>
        <w:rPr>
          <w:kern w:val="2"/>
          <w:szCs w:val="24"/>
        </w:rPr>
      </w:pPr>
      <w:bookmarkStart w:id="46" w:name="_Toc160884286"/>
      <w:r>
        <w:rPr>
          <w:kern w:val="2"/>
          <w:szCs w:val="24"/>
        </w:rPr>
        <w:t>楼板构造一</w:t>
      </w:r>
      <w:bookmarkEnd w:id="4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A0696" w14:paraId="18EB3D63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3C9E1B60" w14:textId="77777777" w:rsidR="008A0696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88D1382" w14:textId="77777777" w:rsidR="008A0696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7322FB3" w14:textId="77777777" w:rsidR="008A0696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B5CDF2F" w14:textId="77777777" w:rsidR="008A0696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4EB0357" w14:textId="77777777" w:rsidR="008A0696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6EBDE59" w14:textId="77777777" w:rsidR="008A0696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1BDC995" w14:textId="77777777" w:rsidR="008A0696" w:rsidRDefault="00000000">
            <w:pPr>
              <w:jc w:val="center"/>
            </w:pPr>
            <w:r>
              <w:t>热惰性指标</w:t>
            </w:r>
          </w:p>
        </w:tc>
      </w:tr>
      <w:tr w:rsidR="008A0696" w14:paraId="1DBF3224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139EB3F1" w14:textId="77777777" w:rsidR="008A0696" w:rsidRDefault="008A0696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A69E823" w14:textId="77777777" w:rsidR="008A0696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BFB5A69" w14:textId="77777777" w:rsidR="008A0696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4C843DD" w14:textId="77777777" w:rsidR="008A0696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1E04755" w14:textId="77777777" w:rsidR="008A0696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41D5DBF" w14:textId="77777777" w:rsidR="008A0696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5A2485E" w14:textId="77777777" w:rsidR="008A0696" w:rsidRDefault="00000000">
            <w:pPr>
              <w:jc w:val="center"/>
            </w:pPr>
            <w:r>
              <w:t>D=R*S</w:t>
            </w:r>
          </w:p>
        </w:tc>
      </w:tr>
      <w:tr w:rsidR="008A0696" w14:paraId="16B45139" w14:textId="77777777">
        <w:tc>
          <w:tcPr>
            <w:tcW w:w="3345" w:type="dxa"/>
            <w:vAlign w:val="center"/>
          </w:tcPr>
          <w:p w14:paraId="4AF34972" w14:textId="77777777" w:rsidR="008A0696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7255875B" w14:textId="77777777" w:rsidR="008A069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636B24E" w14:textId="77777777" w:rsidR="008A0696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0B634B1B" w14:textId="77777777" w:rsidR="008A0696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7B450C71" w14:textId="77777777" w:rsidR="008A069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2FB4FC0" w14:textId="77777777" w:rsidR="008A0696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1E2F469A" w14:textId="77777777" w:rsidR="008A0696" w:rsidRDefault="00000000">
            <w:r>
              <w:t>0.245</w:t>
            </w:r>
          </w:p>
        </w:tc>
      </w:tr>
      <w:tr w:rsidR="008A0696" w14:paraId="418DABFD" w14:textId="77777777">
        <w:tc>
          <w:tcPr>
            <w:tcW w:w="3345" w:type="dxa"/>
            <w:vAlign w:val="center"/>
          </w:tcPr>
          <w:p w14:paraId="1E9CB1EE" w14:textId="77777777" w:rsidR="008A0696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7C62B01A" w14:textId="77777777" w:rsidR="008A0696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710AE1EF" w14:textId="77777777" w:rsidR="008A0696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498A7DD7" w14:textId="77777777" w:rsidR="008A0696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610A9039" w14:textId="77777777" w:rsidR="008A069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D4BC2DB" w14:textId="77777777" w:rsidR="008A0696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0E7F37D5" w14:textId="77777777" w:rsidR="008A0696" w:rsidRDefault="00000000">
            <w:r>
              <w:t>1.186</w:t>
            </w:r>
          </w:p>
        </w:tc>
      </w:tr>
      <w:tr w:rsidR="008A0696" w14:paraId="7ADC6D9D" w14:textId="77777777">
        <w:tc>
          <w:tcPr>
            <w:tcW w:w="3345" w:type="dxa"/>
            <w:vAlign w:val="center"/>
          </w:tcPr>
          <w:p w14:paraId="730BD8EE" w14:textId="77777777" w:rsidR="008A0696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288E225E" w14:textId="77777777" w:rsidR="008A069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6FC92605" w14:textId="77777777" w:rsidR="008A0696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12C47EA9" w14:textId="77777777" w:rsidR="008A0696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173BE227" w14:textId="77777777" w:rsidR="008A069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F5FB3F4" w14:textId="77777777" w:rsidR="008A0696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458783E9" w14:textId="77777777" w:rsidR="008A0696" w:rsidRDefault="00000000">
            <w:r>
              <w:t>0.249</w:t>
            </w:r>
          </w:p>
        </w:tc>
      </w:tr>
      <w:tr w:rsidR="008A0696" w14:paraId="42246B64" w14:textId="77777777">
        <w:tc>
          <w:tcPr>
            <w:tcW w:w="3345" w:type="dxa"/>
            <w:vAlign w:val="center"/>
          </w:tcPr>
          <w:p w14:paraId="7566166B" w14:textId="77777777" w:rsidR="008A0696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687706C6" w14:textId="77777777" w:rsidR="008A0696" w:rsidRDefault="00000000">
            <w:r>
              <w:t>160</w:t>
            </w:r>
          </w:p>
        </w:tc>
        <w:tc>
          <w:tcPr>
            <w:tcW w:w="1075" w:type="dxa"/>
            <w:vAlign w:val="center"/>
          </w:tcPr>
          <w:p w14:paraId="394BB62B" w14:textId="77777777" w:rsidR="008A069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8985A1A" w14:textId="77777777" w:rsidR="008A0696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77C5600C" w14:textId="77777777" w:rsidR="008A069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A02ACEF" w14:textId="77777777" w:rsidR="008A0696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03B14157" w14:textId="77777777" w:rsidR="008A0696" w:rsidRDefault="00000000">
            <w:r>
              <w:t>1.679</w:t>
            </w:r>
          </w:p>
        </w:tc>
      </w:tr>
      <w:tr w:rsidR="008A0696" w14:paraId="3C6EC4DA" w14:textId="77777777">
        <w:tc>
          <w:tcPr>
            <w:tcW w:w="3345" w:type="dxa"/>
            <w:shd w:val="clear" w:color="auto" w:fill="E6E6E6"/>
            <w:vAlign w:val="center"/>
          </w:tcPr>
          <w:p w14:paraId="0A38AB6E" w14:textId="77777777" w:rsidR="008A0696" w:rsidRDefault="00000000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14:paraId="3B15551B" w14:textId="77777777" w:rsidR="008A0696" w:rsidRDefault="00000000">
            <w:pPr>
              <w:jc w:val="center"/>
            </w:pPr>
            <w:r>
              <w:t>2.98</w:t>
            </w:r>
          </w:p>
        </w:tc>
      </w:tr>
    </w:tbl>
    <w:p w14:paraId="0082A316" w14:textId="77777777" w:rsidR="008A0696" w:rsidRDefault="00000000">
      <w:pPr>
        <w:pStyle w:val="2"/>
        <w:widowControl w:val="0"/>
        <w:rPr>
          <w:kern w:val="2"/>
        </w:rPr>
      </w:pPr>
      <w:bookmarkStart w:id="47" w:name="_Toc160884287"/>
      <w:r>
        <w:rPr>
          <w:kern w:val="2"/>
        </w:rPr>
        <w:t>周边地面构造</w:t>
      </w:r>
      <w:bookmarkEnd w:id="47"/>
    </w:p>
    <w:p w14:paraId="2EB725D6" w14:textId="77777777" w:rsidR="008A0696" w:rsidRDefault="00000000">
      <w:pPr>
        <w:pStyle w:val="3"/>
        <w:widowControl w:val="0"/>
        <w:rPr>
          <w:kern w:val="2"/>
          <w:szCs w:val="24"/>
        </w:rPr>
      </w:pPr>
      <w:bookmarkStart w:id="48" w:name="_Toc160884288"/>
      <w:r>
        <w:rPr>
          <w:kern w:val="2"/>
          <w:szCs w:val="24"/>
        </w:rPr>
        <w:t>周边地面构造一</w:t>
      </w:r>
      <w:bookmarkEnd w:id="4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A0696" w14:paraId="2D8657F0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433347FA" w14:textId="77777777" w:rsidR="008A0696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15D20DE" w14:textId="77777777" w:rsidR="008A0696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CC2BB1E" w14:textId="77777777" w:rsidR="008A0696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59138E7" w14:textId="77777777" w:rsidR="008A0696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F40C8F0" w14:textId="77777777" w:rsidR="008A0696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36982EC" w14:textId="77777777" w:rsidR="008A0696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1D04226" w14:textId="77777777" w:rsidR="008A0696" w:rsidRDefault="00000000">
            <w:pPr>
              <w:jc w:val="center"/>
            </w:pPr>
            <w:r>
              <w:t>热惰性指标</w:t>
            </w:r>
          </w:p>
        </w:tc>
      </w:tr>
      <w:tr w:rsidR="008A0696" w14:paraId="0E51A7AF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15E86B82" w14:textId="77777777" w:rsidR="008A0696" w:rsidRDefault="008A0696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10711220" w14:textId="77777777" w:rsidR="008A0696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CD11C6E" w14:textId="77777777" w:rsidR="008A0696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D3C9AC0" w14:textId="77777777" w:rsidR="008A0696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9099C13" w14:textId="77777777" w:rsidR="008A0696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0B58D6D" w14:textId="77777777" w:rsidR="008A0696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FFF4046" w14:textId="77777777" w:rsidR="008A0696" w:rsidRDefault="00000000">
            <w:pPr>
              <w:jc w:val="center"/>
            </w:pPr>
            <w:r>
              <w:t>D=R*S</w:t>
            </w:r>
          </w:p>
        </w:tc>
      </w:tr>
      <w:tr w:rsidR="008A0696" w14:paraId="6A06BBB1" w14:textId="77777777">
        <w:tc>
          <w:tcPr>
            <w:tcW w:w="3345" w:type="dxa"/>
            <w:vAlign w:val="center"/>
          </w:tcPr>
          <w:p w14:paraId="6D9A92E1" w14:textId="77777777" w:rsidR="008A0696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5E01A551" w14:textId="77777777" w:rsidR="008A069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02FFDB4" w14:textId="77777777" w:rsidR="008A0696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4C249DBC" w14:textId="77777777" w:rsidR="008A0696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33C409BE" w14:textId="77777777" w:rsidR="008A069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2B69B17" w14:textId="77777777" w:rsidR="008A0696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32686566" w14:textId="77777777" w:rsidR="008A0696" w:rsidRDefault="00000000">
            <w:r>
              <w:t>0.245</w:t>
            </w:r>
          </w:p>
        </w:tc>
      </w:tr>
      <w:tr w:rsidR="008A0696" w14:paraId="67DF81EB" w14:textId="77777777">
        <w:tc>
          <w:tcPr>
            <w:tcW w:w="3345" w:type="dxa"/>
            <w:vAlign w:val="center"/>
          </w:tcPr>
          <w:p w14:paraId="1F5B6AA4" w14:textId="77777777" w:rsidR="008A0696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1116DA4A" w14:textId="77777777" w:rsidR="008A0696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34C11204" w14:textId="77777777" w:rsidR="008A0696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6DDCE1B7" w14:textId="77777777" w:rsidR="008A0696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4DCC2782" w14:textId="77777777" w:rsidR="008A069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C149426" w14:textId="77777777" w:rsidR="008A0696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2C843B31" w14:textId="77777777" w:rsidR="008A0696" w:rsidRDefault="00000000">
            <w:r>
              <w:t>1.186</w:t>
            </w:r>
          </w:p>
        </w:tc>
      </w:tr>
      <w:tr w:rsidR="008A0696" w14:paraId="2EB6D132" w14:textId="77777777">
        <w:tc>
          <w:tcPr>
            <w:tcW w:w="3345" w:type="dxa"/>
            <w:vAlign w:val="center"/>
          </w:tcPr>
          <w:p w14:paraId="0487FA47" w14:textId="77777777" w:rsidR="008A0696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6F992A77" w14:textId="77777777" w:rsidR="008A0696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61FF0BAB" w14:textId="77777777" w:rsidR="008A069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06F8374" w14:textId="77777777" w:rsidR="008A0696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2112B4F0" w14:textId="77777777" w:rsidR="008A069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5B40CB7" w14:textId="77777777" w:rsidR="008A0696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4758A4CB" w14:textId="77777777" w:rsidR="008A0696" w:rsidRDefault="00000000">
            <w:r>
              <w:t>1.431</w:t>
            </w:r>
          </w:p>
        </w:tc>
      </w:tr>
      <w:tr w:rsidR="008A0696" w14:paraId="06FB94D3" w14:textId="77777777">
        <w:tc>
          <w:tcPr>
            <w:tcW w:w="3345" w:type="dxa"/>
            <w:shd w:val="clear" w:color="auto" w:fill="E6E6E6"/>
            <w:vAlign w:val="center"/>
          </w:tcPr>
          <w:p w14:paraId="36842FA6" w14:textId="77777777" w:rsidR="008A0696" w:rsidRDefault="00000000">
            <w:r>
              <w:t>传热系数</w:t>
            </w:r>
            <w:r>
              <w:t>K=1/(0.11+∑R)</w:t>
            </w:r>
          </w:p>
        </w:tc>
        <w:tc>
          <w:tcPr>
            <w:tcW w:w="5985" w:type="dxa"/>
            <w:gridSpan w:val="6"/>
          </w:tcPr>
          <w:p w14:paraId="0824CDE6" w14:textId="77777777" w:rsidR="008A0696" w:rsidRDefault="00000000">
            <w:pPr>
              <w:jc w:val="center"/>
            </w:pPr>
            <w:r>
              <w:t>0.52</w:t>
            </w:r>
          </w:p>
        </w:tc>
      </w:tr>
      <w:tr w:rsidR="008A0696" w14:paraId="629DFA4F" w14:textId="77777777">
        <w:tc>
          <w:tcPr>
            <w:tcW w:w="3345" w:type="dxa"/>
            <w:vAlign w:val="center"/>
          </w:tcPr>
          <w:p w14:paraId="7C8912D4" w14:textId="77777777" w:rsidR="008A0696" w:rsidRDefault="008A0696"/>
        </w:tc>
        <w:tc>
          <w:tcPr>
            <w:tcW w:w="848" w:type="dxa"/>
            <w:vAlign w:val="center"/>
          </w:tcPr>
          <w:p w14:paraId="31A4475A" w14:textId="77777777" w:rsidR="008A0696" w:rsidRDefault="008A0696"/>
        </w:tc>
        <w:tc>
          <w:tcPr>
            <w:tcW w:w="1075" w:type="dxa"/>
            <w:vAlign w:val="center"/>
          </w:tcPr>
          <w:p w14:paraId="065216C0" w14:textId="77777777" w:rsidR="008A0696" w:rsidRDefault="008A0696"/>
        </w:tc>
        <w:tc>
          <w:tcPr>
            <w:tcW w:w="1075" w:type="dxa"/>
            <w:vAlign w:val="center"/>
          </w:tcPr>
          <w:p w14:paraId="163F6911" w14:textId="77777777" w:rsidR="008A0696" w:rsidRDefault="008A0696"/>
        </w:tc>
        <w:tc>
          <w:tcPr>
            <w:tcW w:w="848" w:type="dxa"/>
            <w:vAlign w:val="center"/>
          </w:tcPr>
          <w:p w14:paraId="19AE7630" w14:textId="77777777" w:rsidR="008A0696" w:rsidRDefault="008A0696"/>
        </w:tc>
        <w:tc>
          <w:tcPr>
            <w:tcW w:w="1075" w:type="dxa"/>
            <w:vAlign w:val="center"/>
          </w:tcPr>
          <w:p w14:paraId="54F8CE14" w14:textId="77777777" w:rsidR="008A0696" w:rsidRDefault="008A0696"/>
        </w:tc>
        <w:tc>
          <w:tcPr>
            <w:tcW w:w="1064" w:type="dxa"/>
            <w:vAlign w:val="center"/>
          </w:tcPr>
          <w:p w14:paraId="6806A968" w14:textId="77777777" w:rsidR="008A0696" w:rsidRDefault="008A0696"/>
        </w:tc>
      </w:tr>
    </w:tbl>
    <w:p w14:paraId="61988862" w14:textId="77777777" w:rsidR="008A0696" w:rsidRDefault="00000000">
      <w:pPr>
        <w:pStyle w:val="2"/>
        <w:widowControl w:val="0"/>
        <w:rPr>
          <w:kern w:val="2"/>
        </w:rPr>
      </w:pPr>
      <w:bookmarkStart w:id="49" w:name="_Toc160884289"/>
      <w:r>
        <w:rPr>
          <w:kern w:val="2"/>
        </w:rPr>
        <w:t>非周边地面构造</w:t>
      </w:r>
      <w:bookmarkEnd w:id="49"/>
    </w:p>
    <w:p w14:paraId="33B4EFB8" w14:textId="77777777" w:rsidR="008A0696" w:rsidRDefault="00000000">
      <w:pPr>
        <w:pStyle w:val="3"/>
        <w:widowControl w:val="0"/>
        <w:rPr>
          <w:kern w:val="2"/>
          <w:szCs w:val="24"/>
        </w:rPr>
      </w:pPr>
      <w:bookmarkStart w:id="50" w:name="_Toc160884290"/>
      <w:r>
        <w:rPr>
          <w:kern w:val="2"/>
          <w:szCs w:val="24"/>
        </w:rPr>
        <w:t>非周边地面构造一</w:t>
      </w:r>
      <w:bookmarkEnd w:id="5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A0696" w14:paraId="141F2683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3F5D30B3" w14:textId="77777777" w:rsidR="008A0696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522081C" w14:textId="77777777" w:rsidR="008A0696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59E0625" w14:textId="77777777" w:rsidR="008A0696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A5E898B" w14:textId="77777777" w:rsidR="008A0696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7CF53A3" w14:textId="77777777" w:rsidR="008A0696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7C8929F" w14:textId="77777777" w:rsidR="008A0696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4ADA1A7" w14:textId="77777777" w:rsidR="008A0696" w:rsidRDefault="00000000">
            <w:pPr>
              <w:jc w:val="center"/>
            </w:pPr>
            <w:r>
              <w:t>热惰性指标</w:t>
            </w:r>
          </w:p>
        </w:tc>
      </w:tr>
      <w:tr w:rsidR="008A0696" w14:paraId="75CDCAC7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0A1534D4" w14:textId="77777777" w:rsidR="008A0696" w:rsidRDefault="008A0696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6A985632" w14:textId="77777777" w:rsidR="008A0696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12FAA4E" w14:textId="77777777" w:rsidR="008A0696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CA572FD" w14:textId="77777777" w:rsidR="008A0696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239291C" w14:textId="77777777" w:rsidR="008A0696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5EAB870" w14:textId="77777777" w:rsidR="008A0696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8B29367" w14:textId="77777777" w:rsidR="008A0696" w:rsidRDefault="00000000">
            <w:pPr>
              <w:jc w:val="center"/>
            </w:pPr>
            <w:r>
              <w:t>D=R*S</w:t>
            </w:r>
          </w:p>
        </w:tc>
      </w:tr>
      <w:tr w:rsidR="008A0696" w14:paraId="1BB199B8" w14:textId="77777777">
        <w:tc>
          <w:tcPr>
            <w:tcW w:w="3345" w:type="dxa"/>
            <w:vAlign w:val="center"/>
          </w:tcPr>
          <w:p w14:paraId="72E937F0" w14:textId="77777777" w:rsidR="008A0696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7813F7EE" w14:textId="77777777" w:rsidR="008A069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11B6E82" w14:textId="77777777" w:rsidR="008A0696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046B2D40" w14:textId="77777777" w:rsidR="008A0696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1EB39052" w14:textId="77777777" w:rsidR="008A069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9B469BC" w14:textId="77777777" w:rsidR="008A0696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49494A3B" w14:textId="77777777" w:rsidR="008A0696" w:rsidRDefault="00000000">
            <w:r>
              <w:t>0.245</w:t>
            </w:r>
          </w:p>
        </w:tc>
      </w:tr>
      <w:tr w:rsidR="008A0696" w14:paraId="16C854CD" w14:textId="77777777">
        <w:tc>
          <w:tcPr>
            <w:tcW w:w="3345" w:type="dxa"/>
            <w:vAlign w:val="center"/>
          </w:tcPr>
          <w:p w14:paraId="0762EAFC" w14:textId="77777777" w:rsidR="008A0696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78DD6F6E" w14:textId="77777777" w:rsidR="008A0696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6208BD67" w14:textId="77777777" w:rsidR="008A0696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04570EBC" w14:textId="77777777" w:rsidR="008A0696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1ADCEE82" w14:textId="77777777" w:rsidR="008A069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8B6AB26" w14:textId="77777777" w:rsidR="008A0696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02D093F2" w14:textId="77777777" w:rsidR="008A0696" w:rsidRDefault="00000000">
            <w:r>
              <w:t>1.186</w:t>
            </w:r>
          </w:p>
        </w:tc>
      </w:tr>
      <w:tr w:rsidR="008A0696" w14:paraId="29E60A9D" w14:textId="77777777">
        <w:tc>
          <w:tcPr>
            <w:tcW w:w="3345" w:type="dxa"/>
            <w:vAlign w:val="center"/>
          </w:tcPr>
          <w:p w14:paraId="1E6A048F" w14:textId="77777777" w:rsidR="008A0696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643DA263" w14:textId="77777777" w:rsidR="008A0696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2B8B91E6" w14:textId="77777777" w:rsidR="008A069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468E78B" w14:textId="77777777" w:rsidR="008A0696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678781CE" w14:textId="77777777" w:rsidR="008A069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48BB285" w14:textId="77777777" w:rsidR="008A0696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0E4C8DBB" w14:textId="77777777" w:rsidR="008A0696" w:rsidRDefault="00000000">
            <w:r>
              <w:t>1.431</w:t>
            </w:r>
          </w:p>
        </w:tc>
      </w:tr>
      <w:tr w:rsidR="008A0696" w14:paraId="2EE13125" w14:textId="77777777">
        <w:tc>
          <w:tcPr>
            <w:tcW w:w="3345" w:type="dxa"/>
            <w:shd w:val="clear" w:color="auto" w:fill="E6E6E6"/>
            <w:vAlign w:val="center"/>
          </w:tcPr>
          <w:p w14:paraId="7931EE0A" w14:textId="77777777" w:rsidR="008A0696" w:rsidRDefault="00000000">
            <w:r>
              <w:t>传热系数</w:t>
            </w:r>
            <w:r>
              <w:t>K=1/(0.11+∑R)</w:t>
            </w:r>
          </w:p>
        </w:tc>
        <w:tc>
          <w:tcPr>
            <w:tcW w:w="5985" w:type="dxa"/>
            <w:gridSpan w:val="6"/>
          </w:tcPr>
          <w:p w14:paraId="0B860101" w14:textId="77777777" w:rsidR="008A0696" w:rsidRDefault="00000000">
            <w:pPr>
              <w:jc w:val="center"/>
            </w:pPr>
            <w:r>
              <w:t>0.30</w:t>
            </w:r>
          </w:p>
        </w:tc>
      </w:tr>
      <w:tr w:rsidR="008A0696" w14:paraId="3FB12B19" w14:textId="77777777">
        <w:tc>
          <w:tcPr>
            <w:tcW w:w="3345" w:type="dxa"/>
            <w:vAlign w:val="center"/>
          </w:tcPr>
          <w:p w14:paraId="1027319C" w14:textId="77777777" w:rsidR="008A0696" w:rsidRDefault="008A0696"/>
        </w:tc>
        <w:tc>
          <w:tcPr>
            <w:tcW w:w="848" w:type="dxa"/>
            <w:vAlign w:val="center"/>
          </w:tcPr>
          <w:p w14:paraId="4AA6E6FE" w14:textId="77777777" w:rsidR="008A0696" w:rsidRDefault="008A0696"/>
        </w:tc>
        <w:tc>
          <w:tcPr>
            <w:tcW w:w="1075" w:type="dxa"/>
            <w:vAlign w:val="center"/>
          </w:tcPr>
          <w:p w14:paraId="7FF87663" w14:textId="77777777" w:rsidR="008A0696" w:rsidRDefault="008A0696"/>
        </w:tc>
        <w:tc>
          <w:tcPr>
            <w:tcW w:w="1075" w:type="dxa"/>
            <w:vAlign w:val="center"/>
          </w:tcPr>
          <w:p w14:paraId="79E2A52E" w14:textId="77777777" w:rsidR="008A0696" w:rsidRDefault="008A0696"/>
        </w:tc>
        <w:tc>
          <w:tcPr>
            <w:tcW w:w="848" w:type="dxa"/>
            <w:vAlign w:val="center"/>
          </w:tcPr>
          <w:p w14:paraId="06E7C13D" w14:textId="77777777" w:rsidR="008A0696" w:rsidRDefault="008A0696"/>
        </w:tc>
        <w:tc>
          <w:tcPr>
            <w:tcW w:w="1075" w:type="dxa"/>
            <w:vAlign w:val="center"/>
          </w:tcPr>
          <w:p w14:paraId="03ECE774" w14:textId="77777777" w:rsidR="008A0696" w:rsidRDefault="008A0696"/>
        </w:tc>
        <w:tc>
          <w:tcPr>
            <w:tcW w:w="1064" w:type="dxa"/>
            <w:vAlign w:val="center"/>
          </w:tcPr>
          <w:p w14:paraId="3277F9A6" w14:textId="77777777" w:rsidR="008A0696" w:rsidRDefault="008A0696"/>
        </w:tc>
      </w:tr>
    </w:tbl>
    <w:p w14:paraId="0ACF371A" w14:textId="77777777" w:rsidR="008A0696" w:rsidRDefault="00000000">
      <w:pPr>
        <w:pStyle w:val="2"/>
        <w:widowControl w:val="0"/>
        <w:rPr>
          <w:kern w:val="2"/>
        </w:rPr>
      </w:pPr>
      <w:bookmarkStart w:id="51" w:name="_Toc160884291"/>
      <w:r>
        <w:rPr>
          <w:kern w:val="2"/>
        </w:rPr>
        <w:t>地下墙构造</w:t>
      </w:r>
      <w:bookmarkEnd w:id="51"/>
    </w:p>
    <w:p w14:paraId="4A818BD4" w14:textId="77777777" w:rsidR="008A0696" w:rsidRDefault="00000000">
      <w:pPr>
        <w:pStyle w:val="3"/>
        <w:widowControl w:val="0"/>
        <w:rPr>
          <w:kern w:val="2"/>
          <w:szCs w:val="24"/>
        </w:rPr>
      </w:pPr>
      <w:bookmarkStart w:id="52" w:name="_Toc160884292"/>
      <w:r>
        <w:rPr>
          <w:kern w:val="2"/>
          <w:szCs w:val="24"/>
        </w:rPr>
        <w:t>地下墙构造一</w:t>
      </w:r>
      <w:bookmarkEnd w:id="5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A0696" w14:paraId="5835D98D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66DE245F" w14:textId="77777777" w:rsidR="008A0696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32640FA" w14:textId="77777777" w:rsidR="008A0696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D97A950" w14:textId="77777777" w:rsidR="008A0696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E472A84" w14:textId="77777777" w:rsidR="008A0696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B36FC97" w14:textId="77777777" w:rsidR="008A0696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785299D" w14:textId="77777777" w:rsidR="008A0696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A9A3026" w14:textId="77777777" w:rsidR="008A0696" w:rsidRDefault="00000000">
            <w:pPr>
              <w:jc w:val="center"/>
            </w:pPr>
            <w:r>
              <w:t>热惰性指标</w:t>
            </w:r>
          </w:p>
        </w:tc>
      </w:tr>
      <w:tr w:rsidR="008A0696" w14:paraId="2535886C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24E7D575" w14:textId="77777777" w:rsidR="008A0696" w:rsidRDefault="008A0696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6CF4BE2C" w14:textId="77777777" w:rsidR="008A0696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4308191" w14:textId="77777777" w:rsidR="008A0696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3E75A96" w14:textId="77777777" w:rsidR="008A0696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D8B0E32" w14:textId="77777777" w:rsidR="008A0696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AAC8EFA" w14:textId="77777777" w:rsidR="008A0696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8F5B536" w14:textId="77777777" w:rsidR="008A0696" w:rsidRDefault="00000000">
            <w:pPr>
              <w:jc w:val="center"/>
            </w:pPr>
            <w:r>
              <w:t>D=R*S</w:t>
            </w:r>
          </w:p>
        </w:tc>
      </w:tr>
      <w:tr w:rsidR="008A0696" w14:paraId="7C1CFACA" w14:textId="77777777">
        <w:tc>
          <w:tcPr>
            <w:tcW w:w="3345" w:type="dxa"/>
            <w:vAlign w:val="center"/>
          </w:tcPr>
          <w:p w14:paraId="11BF6CBB" w14:textId="77777777" w:rsidR="008A0696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77BAFF12" w14:textId="77777777" w:rsidR="008A0696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5BD85E22" w14:textId="77777777" w:rsidR="008A0696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16A01D4A" w14:textId="77777777" w:rsidR="008A0696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179058AE" w14:textId="77777777" w:rsidR="008A069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7A6D8EA" w14:textId="77777777" w:rsidR="008A0696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76DC4A58" w14:textId="77777777" w:rsidR="008A0696" w:rsidRDefault="00000000">
            <w:r>
              <w:t>1.977</w:t>
            </w:r>
          </w:p>
        </w:tc>
      </w:tr>
      <w:tr w:rsidR="008A0696" w14:paraId="7B25FB73" w14:textId="77777777">
        <w:tc>
          <w:tcPr>
            <w:tcW w:w="3345" w:type="dxa"/>
            <w:vAlign w:val="center"/>
          </w:tcPr>
          <w:p w14:paraId="7ECE1C14" w14:textId="77777777" w:rsidR="008A0696" w:rsidRDefault="00000000">
            <w:r>
              <w:lastRenderedPageBreak/>
              <w:t>石灰砂浆</w:t>
            </w:r>
          </w:p>
        </w:tc>
        <w:tc>
          <w:tcPr>
            <w:tcW w:w="848" w:type="dxa"/>
            <w:vAlign w:val="center"/>
          </w:tcPr>
          <w:p w14:paraId="44181F7B" w14:textId="77777777" w:rsidR="008A069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6C7C8108" w14:textId="77777777" w:rsidR="008A0696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7F6EF774" w14:textId="77777777" w:rsidR="008A0696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5F181E8A" w14:textId="77777777" w:rsidR="008A069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B5888A6" w14:textId="77777777" w:rsidR="008A0696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4E7F0D17" w14:textId="77777777" w:rsidR="008A0696" w:rsidRDefault="00000000">
            <w:r>
              <w:t>0.249</w:t>
            </w:r>
          </w:p>
        </w:tc>
      </w:tr>
      <w:tr w:rsidR="008A0696" w14:paraId="4192A16D" w14:textId="77777777">
        <w:tc>
          <w:tcPr>
            <w:tcW w:w="3345" w:type="dxa"/>
            <w:vAlign w:val="center"/>
          </w:tcPr>
          <w:p w14:paraId="7B2C71A5" w14:textId="77777777" w:rsidR="008A0696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7310C558" w14:textId="77777777" w:rsidR="008A0696" w:rsidRDefault="00000000">
            <w:r>
              <w:t>220</w:t>
            </w:r>
          </w:p>
        </w:tc>
        <w:tc>
          <w:tcPr>
            <w:tcW w:w="1075" w:type="dxa"/>
            <w:vAlign w:val="center"/>
          </w:tcPr>
          <w:p w14:paraId="656FAB4A" w14:textId="77777777" w:rsidR="008A069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80B2C7F" w14:textId="77777777" w:rsidR="008A0696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2FB6CC38" w14:textId="77777777" w:rsidR="008A069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2C55025" w14:textId="77777777" w:rsidR="008A0696" w:rsidRDefault="00000000">
            <w:r>
              <w:t>0.140</w:t>
            </w:r>
          </w:p>
        </w:tc>
        <w:tc>
          <w:tcPr>
            <w:tcW w:w="1064" w:type="dxa"/>
            <w:vAlign w:val="center"/>
          </w:tcPr>
          <w:p w14:paraId="36A06014" w14:textId="77777777" w:rsidR="008A0696" w:rsidRDefault="00000000">
            <w:r>
              <w:t>2.226</w:t>
            </w:r>
          </w:p>
        </w:tc>
      </w:tr>
      <w:tr w:rsidR="008A0696" w14:paraId="01B5F10F" w14:textId="77777777">
        <w:tc>
          <w:tcPr>
            <w:tcW w:w="3345" w:type="dxa"/>
            <w:shd w:val="clear" w:color="auto" w:fill="E6E6E6"/>
            <w:vAlign w:val="center"/>
          </w:tcPr>
          <w:p w14:paraId="3147BB59" w14:textId="77777777" w:rsidR="008A0696" w:rsidRDefault="00000000">
            <w:r>
              <w:t>传热系数</w:t>
            </w:r>
            <w:r>
              <w:t>K=1/(0.11+∑R)</w:t>
            </w:r>
          </w:p>
        </w:tc>
        <w:tc>
          <w:tcPr>
            <w:tcW w:w="5985" w:type="dxa"/>
            <w:gridSpan w:val="6"/>
          </w:tcPr>
          <w:p w14:paraId="27EB1CA0" w14:textId="77777777" w:rsidR="008A0696" w:rsidRDefault="00000000">
            <w:pPr>
              <w:jc w:val="center"/>
            </w:pPr>
            <w:r>
              <w:t>4.01</w:t>
            </w:r>
          </w:p>
        </w:tc>
      </w:tr>
      <w:tr w:rsidR="008A0696" w14:paraId="59C3C146" w14:textId="77777777">
        <w:tc>
          <w:tcPr>
            <w:tcW w:w="3345" w:type="dxa"/>
            <w:vAlign w:val="center"/>
          </w:tcPr>
          <w:p w14:paraId="3BED7224" w14:textId="77777777" w:rsidR="008A0696" w:rsidRDefault="008A0696"/>
        </w:tc>
        <w:tc>
          <w:tcPr>
            <w:tcW w:w="848" w:type="dxa"/>
            <w:vAlign w:val="center"/>
          </w:tcPr>
          <w:p w14:paraId="1F409092" w14:textId="77777777" w:rsidR="008A0696" w:rsidRDefault="008A0696"/>
        </w:tc>
        <w:tc>
          <w:tcPr>
            <w:tcW w:w="1075" w:type="dxa"/>
            <w:vAlign w:val="center"/>
          </w:tcPr>
          <w:p w14:paraId="0AF6F215" w14:textId="77777777" w:rsidR="008A0696" w:rsidRDefault="008A0696"/>
        </w:tc>
        <w:tc>
          <w:tcPr>
            <w:tcW w:w="1075" w:type="dxa"/>
            <w:vAlign w:val="center"/>
          </w:tcPr>
          <w:p w14:paraId="3EB1B638" w14:textId="77777777" w:rsidR="008A0696" w:rsidRDefault="008A0696"/>
        </w:tc>
        <w:tc>
          <w:tcPr>
            <w:tcW w:w="848" w:type="dxa"/>
            <w:vAlign w:val="center"/>
          </w:tcPr>
          <w:p w14:paraId="42A84ABA" w14:textId="77777777" w:rsidR="008A0696" w:rsidRDefault="008A0696"/>
        </w:tc>
        <w:tc>
          <w:tcPr>
            <w:tcW w:w="1075" w:type="dxa"/>
            <w:vAlign w:val="center"/>
          </w:tcPr>
          <w:p w14:paraId="4D4786E1" w14:textId="77777777" w:rsidR="008A0696" w:rsidRDefault="008A0696"/>
        </w:tc>
        <w:tc>
          <w:tcPr>
            <w:tcW w:w="1064" w:type="dxa"/>
            <w:vAlign w:val="center"/>
          </w:tcPr>
          <w:p w14:paraId="4C0E4040" w14:textId="77777777" w:rsidR="008A0696" w:rsidRDefault="008A0696"/>
        </w:tc>
      </w:tr>
    </w:tbl>
    <w:p w14:paraId="45DA7518" w14:textId="77777777" w:rsidR="008A0696" w:rsidRDefault="00000000">
      <w:pPr>
        <w:pStyle w:val="2"/>
        <w:widowControl w:val="0"/>
        <w:rPr>
          <w:kern w:val="2"/>
        </w:rPr>
      </w:pPr>
      <w:bookmarkStart w:id="53" w:name="_Toc160884293"/>
      <w:r>
        <w:rPr>
          <w:kern w:val="2"/>
        </w:rPr>
        <w:t>门构造</w:t>
      </w:r>
      <w:bookmarkEnd w:id="5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3667"/>
        <w:gridCol w:w="1460"/>
        <w:gridCol w:w="3560"/>
      </w:tblGrid>
      <w:tr w:rsidR="008A0696" w14:paraId="1E4724DB" w14:textId="77777777">
        <w:tc>
          <w:tcPr>
            <w:tcW w:w="645" w:type="dxa"/>
            <w:shd w:val="clear" w:color="auto" w:fill="E6E6E6"/>
            <w:vAlign w:val="center"/>
          </w:tcPr>
          <w:p w14:paraId="68CAEB50" w14:textId="77777777" w:rsidR="008A0696" w:rsidRDefault="00000000">
            <w:pPr>
              <w:jc w:val="center"/>
            </w:pPr>
            <w:r>
              <w:t>序号</w:t>
            </w:r>
          </w:p>
        </w:tc>
        <w:tc>
          <w:tcPr>
            <w:tcW w:w="3667" w:type="dxa"/>
            <w:shd w:val="clear" w:color="auto" w:fill="E6E6E6"/>
            <w:vAlign w:val="center"/>
          </w:tcPr>
          <w:p w14:paraId="4BB254D9" w14:textId="77777777" w:rsidR="008A0696" w:rsidRDefault="00000000">
            <w:pPr>
              <w:jc w:val="center"/>
            </w:pPr>
            <w:r>
              <w:t>构造名称</w:t>
            </w:r>
          </w:p>
        </w:tc>
        <w:tc>
          <w:tcPr>
            <w:tcW w:w="1460" w:type="dxa"/>
            <w:shd w:val="clear" w:color="auto" w:fill="E6E6E6"/>
            <w:vAlign w:val="center"/>
          </w:tcPr>
          <w:p w14:paraId="136DDB2E" w14:textId="77777777" w:rsidR="008A0696" w:rsidRDefault="00000000">
            <w:pPr>
              <w:jc w:val="center"/>
            </w:pPr>
            <w:r>
              <w:t>传热系数</w:t>
            </w:r>
          </w:p>
        </w:tc>
        <w:tc>
          <w:tcPr>
            <w:tcW w:w="3560" w:type="dxa"/>
            <w:shd w:val="clear" w:color="auto" w:fill="E6E6E6"/>
            <w:vAlign w:val="center"/>
          </w:tcPr>
          <w:p w14:paraId="787E3F16" w14:textId="77777777" w:rsidR="008A0696" w:rsidRDefault="00000000">
            <w:pPr>
              <w:jc w:val="center"/>
            </w:pPr>
            <w:r>
              <w:t>备注</w:t>
            </w:r>
          </w:p>
        </w:tc>
      </w:tr>
      <w:tr w:rsidR="008A0696" w14:paraId="716824B9" w14:textId="77777777">
        <w:tc>
          <w:tcPr>
            <w:tcW w:w="645" w:type="dxa"/>
            <w:shd w:val="clear" w:color="auto" w:fill="E6E6E6"/>
            <w:vAlign w:val="center"/>
          </w:tcPr>
          <w:p w14:paraId="2A5DB4C2" w14:textId="77777777" w:rsidR="008A0696" w:rsidRDefault="00000000">
            <w:r>
              <w:t>1</w:t>
            </w:r>
          </w:p>
        </w:tc>
        <w:tc>
          <w:tcPr>
            <w:tcW w:w="3667" w:type="dxa"/>
            <w:vAlign w:val="center"/>
          </w:tcPr>
          <w:p w14:paraId="67EC5017" w14:textId="77777777" w:rsidR="008A0696" w:rsidRDefault="00000000">
            <w:r>
              <w:t>保温门（多功能门）</w:t>
            </w:r>
          </w:p>
        </w:tc>
        <w:tc>
          <w:tcPr>
            <w:tcW w:w="1460" w:type="dxa"/>
            <w:vAlign w:val="center"/>
          </w:tcPr>
          <w:p w14:paraId="6FC9657C" w14:textId="77777777" w:rsidR="008A0696" w:rsidRDefault="00000000">
            <w:r>
              <w:t>1.972</w:t>
            </w:r>
          </w:p>
        </w:tc>
        <w:tc>
          <w:tcPr>
            <w:tcW w:w="3560" w:type="dxa"/>
            <w:vAlign w:val="center"/>
          </w:tcPr>
          <w:p w14:paraId="1C472BCD" w14:textId="77777777" w:rsidR="008A0696" w:rsidRDefault="008A0696"/>
        </w:tc>
      </w:tr>
    </w:tbl>
    <w:p w14:paraId="4355B176" w14:textId="77777777" w:rsidR="008A0696" w:rsidRDefault="00000000">
      <w:pPr>
        <w:pStyle w:val="2"/>
      </w:pPr>
      <w:bookmarkStart w:id="54" w:name="_Toc160884294"/>
      <w:r>
        <w:t>窗构造</w:t>
      </w:r>
      <w:bookmarkEnd w:id="5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2695"/>
        <w:gridCol w:w="832"/>
        <w:gridCol w:w="956"/>
        <w:gridCol w:w="956"/>
        <w:gridCol w:w="2989"/>
      </w:tblGrid>
      <w:tr w:rsidR="008A0696" w14:paraId="782FFA02" w14:textId="77777777">
        <w:tc>
          <w:tcPr>
            <w:tcW w:w="905" w:type="dxa"/>
            <w:shd w:val="clear" w:color="auto" w:fill="E6E6E6"/>
            <w:vAlign w:val="center"/>
          </w:tcPr>
          <w:p w14:paraId="4985D734" w14:textId="77777777" w:rsidR="008A0696" w:rsidRDefault="00000000">
            <w:pPr>
              <w:jc w:val="center"/>
            </w:pPr>
            <w:r>
              <w:t>序号</w:t>
            </w:r>
          </w:p>
        </w:tc>
        <w:tc>
          <w:tcPr>
            <w:tcW w:w="2694" w:type="dxa"/>
            <w:shd w:val="clear" w:color="auto" w:fill="E6E6E6"/>
            <w:vAlign w:val="center"/>
          </w:tcPr>
          <w:p w14:paraId="2E9DCFD7" w14:textId="77777777" w:rsidR="008A0696" w:rsidRDefault="00000000">
            <w:pPr>
              <w:jc w:val="center"/>
            </w:pPr>
            <w:r>
              <w:t>构造名称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773B3ECC" w14:textId="77777777" w:rsidR="008A0696" w:rsidRDefault="00000000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36E51431" w14:textId="77777777" w:rsidR="008A0696" w:rsidRDefault="00000000">
            <w:pPr>
              <w:jc w:val="center"/>
            </w:pPr>
            <w:r>
              <w:t>遮阳系数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0D446DDA" w14:textId="77777777" w:rsidR="008A0696" w:rsidRDefault="00000000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1536F3B4" w14:textId="77777777" w:rsidR="008A0696" w:rsidRDefault="00000000">
            <w:pPr>
              <w:jc w:val="center"/>
            </w:pPr>
            <w:r>
              <w:t>备注</w:t>
            </w:r>
          </w:p>
        </w:tc>
      </w:tr>
      <w:tr w:rsidR="008A0696" w14:paraId="0A261451" w14:textId="77777777">
        <w:tc>
          <w:tcPr>
            <w:tcW w:w="905" w:type="dxa"/>
            <w:shd w:val="clear" w:color="auto" w:fill="E6E6E6"/>
            <w:vAlign w:val="center"/>
          </w:tcPr>
          <w:p w14:paraId="639712B7" w14:textId="77777777" w:rsidR="008A0696" w:rsidRDefault="00000000">
            <w:r>
              <w:t>1</w:t>
            </w:r>
          </w:p>
        </w:tc>
        <w:tc>
          <w:tcPr>
            <w:tcW w:w="2694" w:type="dxa"/>
            <w:vAlign w:val="center"/>
          </w:tcPr>
          <w:p w14:paraId="35B5D737" w14:textId="77777777" w:rsidR="008A0696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832" w:type="dxa"/>
            <w:vAlign w:val="center"/>
          </w:tcPr>
          <w:p w14:paraId="1C0E1F91" w14:textId="77777777" w:rsidR="008A0696" w:rsidRDefault="00000000">
            <w:r>
              <w:t>3.900</w:t>
            </w:r>
          </w:p>
        </w:tc>
        <w:tc>
          <w:tcPr>
            <w:tcW w:w="956" w:type="dxa"/>
            <w:vAlign w:val="center"/>
          </w:tcPr>
          <w:p w14:paraId="64DDB532" w14:textId="77777777" w:rsidR="008A0696" w:rsidRDefault="00000000">
            <w:r>
              <w:t>0.750</w:t>
            </w:r>
          </w:p>
        </w:tc>
        <w:tc>
          <w:tcPr>
            <w:tcW w:w="956" w:type="dxa"/>
            <w:vAlign w:val="center"/>
          </w:tcPr>
          <w:p w14:paraId="287D2FDC" w14:textId="77777777" w:rsidR="008A0696" w:rsidRDefault="00000000">
            <w:r>
              <w:t>0.800</w:t>
            </w:r>
          </w:p>
        </w:tc>
        <w:tc>
          <w:tcPr>
            <w:tcW w:w="2988" w:type="dxa"/>
            <w:vAlign w:val="center"/>
          </w:tcPr>
          <w:p w14:paraId="65A1C597" w14:textId="77777777" w:rsidR="008A0696" w:rsidRDefault="00000000">
            <w:r>
              <w:t>来源《民用建筑热工设计规范》</w:t>
            </w:r>
          </w:p>
        </w:tc>
      </w:tr>
      <w:tr w:rsidR="008A0696" w14:paraId="7FB5BF29" w14:textId="77777777">
        <w:tc>
          <w:tcPr>
            <w:tcW w:w="905" w:type="dxa"/>
            <w:shd w:val="clear" w:color="auto" w:fill="E6E6E6"/>
            <w:vAlign w:val="center"/>
          </w:tcPr>
          <w:p w14:paraId="71E60E76" w14:textId="77777777" w:rsidR="008A0696" w:rsidRDefault="00000000">
            <w:r>
              <w:t>2</w:t>
            </w:r>
          </w:p>
        </w:tc>
        <w:tc>
          <w:tcPr>
            <w:tcW w:w="2694" w:type="dxa"/>
            <w:vAlign w:val="center"/>
          </w:tcPr>
          <w:p w14:paraId="21C5B70F" w14:textId="77777777" w:rsidR="008A0696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832" w:type="dxa"/>
            <w:vAlign w:val="center"/>
          </w:tcPr>
          <w:p w14:paraId="390C8D65" w14:textId="77777777" w:rsidR="008A0696" w:rsidRDefault="00000000">
            <w:r>
              <w:t>3.900</w:t>
            </w:r>
          </w:p>
        </w:tc>
        <w:tc>
          <w:tcPr>
            <w:tcW w:w="956" w:type="dxa"/>
            <w:vAlign w:val="center"/>
          </w:tcPr>
          <w:p w14:paraId="31993874" w14:textId="77777777" w:rsidR="008A0696" w:rsidRDefault="00000000">
            <w:r>
              <w:t>0.750</w:t>
            </w:r>
          </w:p>
        </w:tc>
        <w:tc>
          <w:tcPr>
            <w:tcW w:w="956" w:type="dxa"/>
            <w:vAlign w:val="center"/>
          </w:tcPr>
          <w:p w14:paraId="5E178F08" w14:textId="77777777" w:rsidR="008A0696" w:rsidRDefault="00000000">
            <w:r>
              <w:t>1.000</w:t>
            </w:r>
          </w:p>
        </w:tc>
        <w:tc>
          <w:tcPr>
            <w:tcW w:w="2988" w:type="dxa"/>
            <w:vAlign w:val="center"/>
          </w:tcPr>
          <w:p w14:paraId="48D71E64" w14:textId="77777777" w:rsidR="008A0696" w:rsidRDefault="00000000">
            <w:r>
              <w:t>来源《民用建筑热工设计规范》</w:t>
            </w:r>
          </w:p>
        </w:tc>
      </w:tr>
    </w:tbl>
    <w:p w14:paraId="7A738A1E" w14:textId="77777777" w:rsidR="008A0696" w:rsidRDefault="00000000">
      <w:pPr>
        <w:pStyle w:val="1"/>
      </w:pPr>
      <w:bookmarkStart w:id="55" w:name="_Toc160884295"/>
      <w:r>
        <w:t>房间类型</w:t>
      </w:r>
      <w:bookmarkEnd w:id="55"/>
    </w:p>
    <w:p w14:paraId="3D86956A" w14:textId="77777777" w:rsidR="008A0696" w:rsidRDefault="00000000">
      <w:pPr>
        <w:pStyle w:val="2"/>
        <w:widowControl w:val="0"/>
        <w:rPr>
          <w:kern w:val="2"/>
        </w:rPr>
      </w:pPr>
      <w:bookmarkStart w:id="56" w:name="_Toc160884296"/>
      <w:r>
        <w:rPr>
          <w:kern w:val="2"/>
        </w:rPr>
        <w:t>房间表</w:t>
      </w:r>
      <w:bookmarkEnd w:id="5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781"/>
        <w:gridCol w:w="781"/>
        <w:gridCol w:w="1619"/>
        <w:gridCol w:w="1369"/>
        <w:gridCol w:w="1369"/>
        <w:gridCol w:w="1550"/>
      </w:tblGrid>
      <w:tr w:rsidR="008A0696" w14:paraId="62EE300C" w14:textId="77777777">
        <w:tc>
          <w:tcPr>
            <w:tcW w:w="1862" w:type="dxa"/>
            <w:shd w:val="clear" w:color="auto" w:fill="E6E6E6"/>
            <w:vAlign w:val="center"/>
          </w:tcPr>
          <w:p w14:paraId="6F1EC85D" w14:textId="77777777" w:rsidR="008A0696" w:rsidRDefault="00000000">
            <w:pPr>
              <w:jc w:val="center"/>
            </w:pPr>
            <w:r>
              <w:t>房间类型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0AF99538" w14:textId="77777777" w:rsidR="008A0696" w:rsidRDefault="00000000">
            <w:pPr>
              <w:jc w:val="center"/>
            </w:pPr>
            <w:r>
              <w:t>空调温度</w:t>
            </w:r>
            <w:r>
              <w:br/>
              <w:t>℃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23DE3B85" w14:textId="77777777" w:rsidR="008A0696" w:rsidRDefault="00000000">
            <w:pPr>
              <w:jc w:val="center"/>
            </w:pPr>
            <w:r>
              <w:t>供暖温度</w:t>
            </w:r>
            <w:r>
              <w:br/>
              <w:t>℃</w:t>
            </w:r>
          </w:p>
        </w:tc>
        <w:tc>
          <w:tcPr>
            <w:tcW w:w="1618" w:type="dxa"/>
            <w:shd w:val="clear" w:color="auto" w:fill="E6E6E6"/>
            <w:vAlign w:val="center"/>
          </w:tcPr>
          <w:p w14:paraId="1F9E1D4F" w14:textId="77777777" w:rsidR="008A0696" w:rsidRDefault="00000000">
            <w:pPr>
              <w:jc w:val="center"/>
            </w:pPr>
            <w:r>
              <w:t>新风量</w:t>
            </w:r>
          </w:p>
        </w:tc>
        <w:tc>
          <w:tcPr>
            <w:tcW w:w="1369" w:type="dxa"/>
            <w:shd w:val="clear" w:color="auto" w:fill="E6E6E6"/>
            <w:vAlign w:val="center"/>
          </w:tcPr>
          <w:p w14:paraId="0FD717D3" w14:textId="77777777" w:rsidR="008A0696" w:rsidRDefault="00000000">
            <w:pPr>
              <w:jc w:val="center"/>
            </w:pPr>
            <w:r>
              <w:t>人员密度</w:t>
            </w:r>
          </w:p>
        </w:tc>
        <w:tc>
          <w:tcPr>
            <w:tcW w:w="1369" w:type="dxa"/>
            <w:shd w:val="clear" w:color="auto" w:fill="E6E6E6"/>
            <w:vAlign w:val="center"/>
          </w:tcPr>
          <w:p w14:paraId="49B9AF00" w14:textId="77777777" w:rsidR="008A0696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737B796D" w14:textId="77777777" w:rsidR="008A0696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8A0696" w14:paraId="2FC9D2F2" w14:textId="77777777">
        <w:tc>
          <w:tcPr>
            <w:tcW w:w="1862" w:type="dxa"/>
            <w:shd w:val="clear" w:color="auto" w:fill="E6E6E6"/>
            <w:vAlign w:val="center"/>
          </w:tcPr>
          <w:p w14:paraId="66B63A76" w14:textId="77777777" w:rsidR="008A0696" w:rsidRDefault="00000000">
            <w:r>
              <w:t>起居室</w:t>
            </w:r>
          </w:p>
        </w:tc>
        <w:tc>
          <w:tcPr>
            <w:tcW w:w="781" w:type="dxa"/>
            <w:vAlign w:val="center"/>
          </w:tcPr>
          <w:p w14:paraId="77EDB59A" w14:textId="77777777" w:rsidR="008A0696" w:rsidRDefault="00000000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14:paraId="755CD4FF" w14:textId="77777777" w:rsidR="008A0696" w:rsidRDefault="00000000"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 w14:paraId="056424D0" w14:textId="77777777" w:rsidR="008A0696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14:paraId="6DE501DF" w14:textId="77777777" w:rsidR="008A0696" w:rsidRDefault="00000000">
            <w:pPr>
              <w:jc w:val="center"/>
            </w:pPr>
            <w:r>
              <w:t>32(m^2/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0585BEB4" w14:textId="77777777" w:rsidR="008A0696" w:rsidRDefault="00000000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14:paraId="76F1A813" w14:textId="77777777" w:rsidR="008A0696" w:rsidRDefault="00000000">
            <w:pPr>
              <w:jc w:val="center"/>
            </w:pPr>
            <w:r>
              <w:t>5(W/m^2)</w:t>
            </w:r>
          </w:p>
        </w:tc>
      </w:tr>
    </w:tbl>
    <w:p w14:paraId="6CAE5312" w14:textId="77777777" w:rsidR="008A0696" w:rsidRDefault="00000000">
      <w:pPr>
        <w:pStyle w:val="2"/>
        <w:widowControl w:val="0"/>
        <w:rPr>
          <w:kern w:val="2"/>
        </w:rPr>
      </w:pPr>
      <w:bookmarkStart w:id="57" w:name="_Toc160884297"/>
      <w:r>
        <w:rPr>
          <w:kern w:val="2"/>
        </w:rPr>
        <w:t>作息时间表</w:t>
      </w:r>
      <w:bookmarkEnd w:id="57"/>
    </w:p>
    <w:p w14:paraId="76B5CC7A" w14:textId="77777777" w:rsidR="008A0696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377256BD" w14:textId="77777777" w:rsidR="008A0696" w:rsidRDefault="00000000">
      <w:pPr>
        <w:pStyle w:val="1"/>
        <w:widowControl w:val="0"/>
        <w:rPr>
          <w:kern w:val="2"/>
          <w:szCs w:val="24"/>
        </w:rPr>
      </w:pPr>
      <w:bookmarkStart w:id="58" w:name="_Toc160884298"/>
      <w:r>
        <w:rPr>
          <w:kern w:val="2"/>
          <w:szCs w:val="24"/>
        </w:rPr>
        <w:t>系统设置</w:t>
      </w:r>
      <w:bookmarkEnd w:id="58"/>
    </w:p>
    <w:p w14:paraId="38765239" w14:textId="77777777" w:rsidR="008A0696" w:rsidRDefault="00000000">
      <w:pPr>
        <w:pStyle w:val="2"/>
        <w:widowControl w:val="0"/>
        <w:rPr>
          <w:kern w:val="2"/>
        </w:rPr>
      </w:pPr>
      <w:bookmarkStart w:id="59" w:name="_Toc160884299"/>
      <w:r>
        <w:rPr>
          <w:kern w:val="2"/>
        </w:rPr>
        <w:t>系统划分</w:t>
      </w:r>
      <w:bookmarkEnd w:id="5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132"/>
        <w:gridCol w:w="1529"/>
        <w:gridCol w:w="1018"/>
        <w:gridCol w:w="735"/>
        <w:gridCol w:w="956"/>
        <w:gridCol w:w="2831"/>
      </w:tblGrid>
      <w:tr w:rsidR="008A0696" w14:paraId="0B4CE86E" w14:textId="77777777">
        <w:tc>
          <w:tcPr>
            <w:tcW w:w="1131" w:type="dxa"/>
            <w:shd w:val="clear" w:color="auto" w:fill="E6E6E6"/>
            <w:vAlign w:val="center"/>
          </w:tcPr>
          <w:p w14:paraId="2E3D2C13" w14:textId="77777777" w:rsidR="008A0696" w:rsidRDefault="00000000">
            <w:pPr>
              <w:jc w:val="center"/>
            </w:pPr>
            <w:r>
              <w:t>系统编号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BD0A6CC" w14:textId="77777777" w:rsidR="008A0696" w:rsidRDefault="00000000">
            <w:pPr>
              <w:jc w:val="center"/>
            </w:pPr>
            <w:r>
              <w:t>热回收</w:t>
            </w:r>
            <w:r>
              <w:br/>
            </w:r>
            <w:r>
              <w:t>类型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0E9BCE68" w14:textId="77777777" w:rsidR="008A0696" w:rsidRDefault="00000000">
            <w:pPr>
              <w:jc w:val="center"/>
            </w:pPr>
            <w:r>
              <w:t>启动</w:t>
            </w:r>
            <w:r>
              <w:br/>
            </w:r>
            <w:r>
              <w:t>条件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A4A2DA6" w14:textId="77777777" w:rsidR="008A0696" w:rsidRDefault="00000000">
            <w:pPr>
              <w:jc w:val="center"/>
            </w:pPr>
            <w:r>
              <w:t>回收</w:t>
            </w:r>
            <w:r>
              <w:br/>
            </w:r>
            <w:r>
              <w:t>效率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5AC5DFD1" w14:textId="77777777" w:rsidR="008A0696" w:rsidRDefault="00000000">
            <w:pPr>
              <w:jc w:val="center"/>
            </w:pPr>
            <w:r>
              <w:t>排风</w:t>
            </w:r>
            <w:r>
              <w:br/>
            </w:r>
            <w:r>
              <w:t>比例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74283CB3" w14:textId="77777777" w:rsidR="008A0696" w:rsidRDefault="00000000">
            <w:pPr>
              <w:jc w:val="center"/>
            </w:pPr>
            <w:r>
              <w:t>面积</w:t>
            </w:r>
            <w:r>
              <w:t>(m2)</w:t>
            </w:r>
          </w:p>
        </w:tc>
        <w:tc>
          <w:tcPr>
            <w:tcW w:w="2830" w:type="dxa"/>
            <w:shd w:val="clear" w:color="auto" w:fill="E6E6E6"/>
            <w:vAlign w:val="center"/>
          </w:tcPr>
          <w:p w14:paraId="46AD8ED2" w14:textId="77777777" w:rsidR="008A0696" w:rsidRDefault="00000000">
            <w:pPr>
              <w:jc w:val="center"/>
            </w:pPr>
            <w:r>
              <w:t>包含的房间</w:t>
            </w:r>
          </w:p>
        </w:tc>
      </w:tr>
      <w:tr w:rsidR="008A0696" w14:paraId="01313060" w14:textId="77777777">
        <w:tc>
          <w:tcPr>
            <w:tcW w:w="1131" w:type="dxa"/>
            <w:vAlign w:val="center"/>
          </w:tcPr>
          <w:p w14:paraId="207D8B25" w14:textId="77777777" w:rsidR="008A0696" w:rsidRDefault="00000000">
            <w:r>
              <w:t>默认</w:t>
            </w:r>
          </w:p>
        </w:tc>
        <w:tc>
          <w:tcPr>
            <w:tcW w:w="1131" w:type="dxa"/>
            <w:vAlign w:val="center"/>
          </w:tcPr>
          <w:p w14:paraId="0B4FD35A" w14:textId="77777777" w:rsidR="008A0696" w:rsidRDefault="00000000">
            <w:r>
              <w:t>无</w:t>
            </w:r>
          </w:p>
        </w:tc>
        <w:tc>
          <w:tcPr>
            <w:tcW w:w="1528" w:type="dxa"/>
            <w:vAlign w:val="center"/>
          </w:tcPr>
          <w:p w14:paraId="106BCD0F" w14:textId="77777777" w:rsidR="008A0696" w:rsidRDefault="00000000">
            <w:r>
              <w:t>--</w:t>
            </w:r>
          </w:p>
        </w:tc>
        <w:tc>
          <w:tcPr>
            <w:tcW w:w="1018" w:type="dxa"/>
            <w:vAlign w:val="center"/>
          </w:tcPr>
          <w:p w14:paraId="12A6761E" w14:textId="77777777" w:rsidR="008A0696" w:rsidRDefault="00000000">
            <w:r>
              <w:t>--</w:t>
            </w:r>
          </w:p>
        </w:tc>
        <w:tc>
          <w:tcPr>
            <w:tcW w:w="735" w:type="dxa"/>
            <w:vAlign w:val="center"/>
          </w:tcPr>
          <w:p w14:paraId="170E232F" w14:textId="77777777" w:rsidR="008A0696" w:rsidRDefault="00000000">
            <w:r>
              <w:t>--</w:t>
            </w:r>
          </w:p>
        </w:tc>
        <w:tc>
          <w:tcPr>
            <w:tcW w:w="956" w:type="dxa"/>
            <w:vAlign w:val="center"/>
          </w:tcPr>
          <w:p w14:paraId="14688417" w14:textId="77777777" w:rsidR="008A0696" w:rsidRDefault="00000000">
            <w:r>
              <w:t>746.62</w:t>
            </w:r>
          </w:p>
        </w:tc>
        <w:tc>
          <w:tcPr>
            <w:tcW w:w="2830" w:type="dxa"/>
            <w:vAlign w:val="center"/>
          </w:tcPr>
          <w:p w14:paraId="08A01ACF" w14:textId="77777777" w:rsidR="008A0696" w:rsidRDefault="00000000">
            <w:r>
              <w:t>所有房间</w:t>
            </w:r>
          </w:p>
        </w:tc>
      </w:tr>
    </w:tbl>
    <w:p w14:paraId="571976B1" w14:textId="77777777" w:rsidR="008A0696" w:rsidRDefault="00000000">
      <w:pPr>
        <w:pStyle w:val="2"/>
        <w:widowControl w:val="0"/>
        <w:rPr>
          <w:kern w:val="2"/>
        </w:rPr>
      </w:pPr>
      <w:bookmarkStart w:id="60" w:name="_Toc160884300"/>
      <w:r>
        <w:rPr>
          <w:kern w:val="2"/>
        </w:rPr>
        <w:t>运行时间表</w:t>
      </w:r>
      <w:bookmarkEnd w:id="60"/>
    </w:p>
    <w:p w14:paraId="06EB3767" w14:textId="77777777" w:rsidR="008A0696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08B913DB" w14:textId="77777777" w:rsidR="008A0696" w:rsidRDefault="00000000">
      <w:pPr>
        <w:pStyle w:val="1"/>
        <w:widowControl w:val="0"/>
        <w:rPr>
          <w:kern w:val="2"/>
          <w:szCs w:val="24"/>
        </w:rPr>
      </w:pPr>
      <w:bookmarkStart w:id="61" w:name="_Toc160884301"/>
      <w:r>
        <w:rPr>
          <w:kern w:val="2"/>
          <w:szCs w:val="24"/>
        </w:rPr>
        <w:lastRenderedPageBreak/>
        <w:t>计算结果</w:t>
      </w:r>
      <w:bookmarkEnd w:id="61"/>
    </w:p>
    <w:p w14:paraId="3F3B7D31" w14:textId="77777777" w:rsidR="008A0696" w:rsidRDefault="00000000">
      <w:pPr>
        <w:pStyle w:val="2"/>
        <w:widowControl w:val="0"/>
        <w:rPr>
          <w:kern w:val="2"/>
        </w:rPr>
      </w:pPr>
      <w:bookmarkStart w:id="62" w:name="_Toc160884302"/>
      <w:r>
        <w:rPr>
          <w:kern w:val="2"/>
        </w:rPr>
        <w:t>模拟周期</w:t>
      </w:r>
      <w:bookmarkEnd w:id="62"/>
    </w:p>
    <w:p w14:paraId="683EA953" w14:textId="77777777" w:rsidR="008A0696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全年</w:t>
      </w:r>
      <w:r>
        <w:rPr>
          <w:kern w:val="2"/>
          <w:szCs w:val="24"/>
          <w:lang w:val="en-US"/>
        </w:rPr>
        <w:t>8760</w:t>
      </w:r>
      <w:r>
        <w:rPr>
          <w:kern w:val="2"/>
          <w:szCs w:val="24"/>
          <w:lang w:val="en-US"/>
        </w:rPr>
        <w:t>小时模拟</w:t>
      </w:r>
    </w:p>
    <w:p w14:paraId="46F2BDE7" w14:textId="77777777" w:rsidR="008A0696" w:rsidRDefault="00000000">
      <w:pPr>
        <w:pStyle w:val="2"/>
        <w:widowControl w:val="0"/>
        <w:rPr>
          <w:kern w:val="2"/>
        </w:rPr>
      </w:pPr>
      <w:bookmarkStart w:id="63" w:name="_Toc160884303"/>
      <w:r>
        <w:rPr>
          <w:kern w:val="2"/>
        </w:rPr>
        <w:t>全年冷暖需求</w:t>
      </w:r>
      <w:bookmarkEnd w:id="6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76"/>
        <w:gridCol w:w="1840"/>
        <w:gridCol w:w="1839"/>
        <w:gridCol w:w="1839"/>
        <w:gridCol w:w="1839"/>
      </w:tblGrid>
      <w:tr w:rsidR="008A0696" w14:paraId="351247AE" w14:textId="77777777">
        <w:tc>
          <w:tcPr>
            <w:tcW w:w="1975" w:type="dxa"/>
            <w:shd w:val="clear" w:color="auto" w:fill="E6E6E6"/>
            <w:vAlign w:val="center"/>
          </w:tcPr>
          <w:p w14:paraId="696C1E35" w14:textId="77777777" w:rsidR="008A0696" w:rsidRDefault="00000000">
            <w:pPr>
              <w:jc w:val="center"/>
            </w:pPr>
            <w:r>
              <w:t>系统名称</w:t>
            </w:r>
            <w:r>
              <w:t>\</w:t>
            </w:r>
            <w:r>
              <w:t>负荷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73CFC88B" w14:textId="77777777" w:rsidR="008A0696" w:rsidRDefault="00000000">
            <w:pPr>
              <w:jc w:val="center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054D6EEA" w14:textId="77777777" w:rsidR="008A0696" w:rsidRDefault="00000000">
            <w:pPr>
              <w:jc w:val="center"/>
            </w:pPr>
            <w:r>
              <w:t>供暖指标</w:t>
            </w:r>
            <w:r>
              <w:br/>
              <w:t>(kWh/</w:t>
            </w:r>
            <w:r>
              <w:t>㎡</w:t>
            </w:r>
            <w:r>
              <w:t>·a)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06A4C893" w14:textId="77777777" w:rsidR="008A0696" w:rsidRDefault="00000000">
            <w:pPr>
              <w:jc w:val="center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7AAF6067" w14:textId="77777777" w:rsidR="008A0696" w:rsidRDefault="00000000">
            <w:pPr>
              <w:jc w:val="center"/>
            </w:pPr>
            <w:r>
              <w:t>供冷指标</w:t>
            </w:r>
            <w:r>
              <w:br/>
              <w:t>(kWh/</w:t>
            </w:r>
            <w:r>
              <w:t>㎡</w:t>
            </w:r>
            <w:r>
              <w:t>·a)</w:t>
            </w:r>
          </w:p>
        </w:tc>
      </w:tr>
      <w:tr w:rsidR="008A0696" w14:paraId="1EB7B14F" w14:textId="77777777">
        <w:tc>
          <w:tcPr>
            <w:tcW w:w="1975" w:type="dxa"/>
            <w:shd w:val="clear" w:color="auto" w:fill="E6E6E6"/>
            <w:vAlign w:val="center"/>
          </w:tcPr>
          <w:p w14:paraId="1954A638" w14:textId="77777777" w:rsidR="008A0696" w:rsidRDefault="00000000">
            <w:r>
              <w:t>默认系统</w:t>
            </w:r>
          </w:p>
        </w:tc>
        <w:tc>
          <w:tcPr>
            <w:tcW w:w="1839" w:type="dxa"/>
            <w:vAlign w:val="center"/>
          </w:tcPr>
          <w:p w14:paraId="5F797B2C" w14:textId="77777777" w:rsidR="008A0696" w:rsidRDefault="00000000">
            <w:r>
              <w:t>104332</w:t>
            </w:r>
          </w:p>
        </w:tc>
        <w:tc>
          <w:tcPr>
            <w:tcW w:w="1839" w:type="dxa"/>
            <w:vAlign w:val="center"/>
          </w:tcPr>
          <w:p w14:paraId="5277361A" w14:textId="77777777" w:rsidR="008A0696" w:rsidRDefault="00000000">
            <w:r>
              <w:t>139.74</w:t>
            </w:r>
          </w:p>
        </w:tc>
        <w:tc>
          <w:tcPr>
            <w:tcW w:w="1839" w:type="dxa"/>
            <w:vAlign w:val="center"/>
          </w:tcPr>
          <w:p w14:paraId="42636B99" w14:textId="77777777" w:rsidR="008A0696" w:rsidRDefault="00000000">
            <w:r>
              <w:t>45263</w:t>
            </w:r>
          </w:p>
        </w:tc>
        <w:tc>
          <w:tcPr>
            <w:tcW w:w="1839" w:type="dxa"/>
            <w:vAlign w:val="center"/>
          </w:tcPr>
          <w:p w14:paraId="7B23927D" w14:textId="77777777" w:rsidR="008A0696" w:rsidRDefault="00000000">
            <w:r>
              <w:t>60.62</w:t>
            </w:r>
          </w:p>
        </w:tc>
      </w:tr>
      <w:tr w:rsidR="008A0696" w14:paraId="77EE7AB7" w14:textId="77777777">
        <w:tc>
          <w:tcPr>
            <w:tcW w:w="1975" w:type="dxa"/>
            <w:shd w:val="clear" w:color="auto" w:fill="E6E6E6"/>
            <w:vAlign w:val="center"/>
          </w:tcPr>
          <w:p w14:paraId="0819ECC2" w14:textId="77777777" w:rsidR="008A0696" w:rsidRDefault="00000000">
            <w:r>
              <w:t>建筑总计</w:t>
            </w:r>
          </w:p>
        </w:tc>
        <w:tc>
          <w:tcPr>
            <w:tcW w:w="1839" w:type="dxa"/>
            <w:vAlign w:val="center"/>
          </w:tcPr>
          <w:p w14:paraId="659C85C6" w14:textId="77777777" w:rsidR="008A0696" w:rsidRDefault="00000000">
            <w:r>
              <w:t>104332</w:t>
            </w:r>
          </w:p>
        </w:tc>
        <w:tc>
          <w:tcPr>
            <w:tcW w:w="1839" w:type="dxa"/>
            <w:vAlign w:val="center"/>
          </w:tcPr>
          <w:p w14:paraId="40C4D8B8" w14:textId="77777777" w:rsidR="008A0696" w:rsidRDefault="00000000">
            <w:r>
              <w:t>119.39</w:t>
            </w:r>
          </w:p>
        </w:tc>
        <w:tc>
          <w:tcPr>
            <w:tcW w:w="1839" w:type="dxa"/>
            <w:vAlign w:val="center"/>
          </w:tcPr>
          <w:p w14:paraId="5ABAD1E0" w14:textId="77777777" w:rsidR="008A0696" w:rsidRDefault="00000000">
            <w:r>
              <w:t>45263</w:t>
            </w:r>
          </w:p>
        </w:tc>
        <w:tc>
          <w:tcPr>
            <w:tcW w:w="1839" w:type="dxa"/>
            <w:vAlign w:val="center"/>
          </w:tcPr>
          <w:p w14:paraId="4C125FB5" w14:textId="77777777" w:rsidR="008A0696" w:rsidRDefault="00000000">
            <w:r>
              <w:t>51.79</w:t>
            </w:r>
          </w:p>
        </w:tc>
      </w:tr>
    </w:tbl>
    <w:p w14:paraId="12E6C820" w14:textId="77777777" w:rsidR="008A0696" w:rsidRDefault="00000000">
      <w:r>
        <w:rPr>
          <w:noProof/>
        </w:rPr>
        <w:drawing>
          <wp:inline distT="0" distB="0" distL="0" distR="0" wp14:anchorId="6BD98B0C" wp14:editId="13B84B44">
            <wp:extent cx="5667375" cy="264795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84107" w14:textId="77777777" w:rsidR="008A0696" w:rsidRDefault="008A0696"/>
    <w:p w14:paraId="7E03755E" w14:textId="77777777" w:rsidR="008A0696" w:rsidRDefault="00000000">
      <w:pPr>
        <w:pStyle w:val="2"/>
        <w:widowControl w:val="0"/>
        <w:rPr>
          <w:kern w:val="2"/>
        </w:rPr>
      </w:pPr>
      <w:bookmarkStart w:id="64" w:name="_Toc160884304"/>
      <w:r>
        <w:rPr>
          <w:kern w:val="2"/>
        </w:rPr>
        <w:t>负荷分项统计</w:t>
      </w:r>
      <w:bookmarkEnd w:id="64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274"/>
        <w:gridCol w:w="1274"/>
        <w:gridCol w:w="1131"/>
        <w:gridCol w:w="1131"/>
        <w:gridCol w:w="1131"/>
        <w:gridCol w:w="1416"/>
      </w:tblGrid>
      <w:tr w:rsidR="008A0696" w14:paraId="5F65F904" w14:textId="77777777">
        <w:tc>
          <w:tcPr>
            <w:tcW w:w="1964" w:type="dxa"/>
            <w:shd w:val="clear" w:color="auto" w:fill="E6E6E6"/>
            <w:vAlign w:val="center"/>
          </w:tcPr>
          <w:p w14:paraId="65BA9075" w14:textId="77777777" w:rsidR="008A0696" w:rsidRDefault="00000000">
            <w:pPr>
              <w:jc w:val="center"/>
            </w:pPr>
            <w:r>
              <w:t>分类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4144B557" w14:textId="77777777" w:rsidR="008A0696" w:rsidRDefault="00000000">
            <w:pPr>
              <w:jc w:val="center"/>
            </w:pPr>
            <w:r>
              <w:t>围护传热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03EDA679" w14:textId="77777777" w:rsidR="008A0696" w:rsidRDefault="00000000">
            <w:pPr>
              <w:jc w:val="center"/>
            </w:pPr>
            <w:r>
              <w:t>室内得热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F181798" w14:textId="77777777" w:rsidR="008A0696" w:rsidRDefault="00000000">
            <w:pPr>
              <w:jc w:val="center"/>
            </w:pPr>
            <w:r>
              <w:t>窗日射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A4DFF6D" w14:textId="77777777" w:rsidR="008A0696" w:rsidRDefault="00000000">
            <w:pPr>
              <w:jc w:val="center"/>
            </w:pPr>
            <w:r>
              <w:t>新风</w:t>
            </w:r>
            <w:r>
              <w:t>/</w:t>
            </w:r>
            <w:r>
              <w:t>渗透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D4CF74D" w14:textId="77777777" w:rsidR="008A0696" w:rsidRDefault="00000000">
            <w:pPr>
              <w:jc w:val="center"/>
            </w:pPr>
            <w:r>
              <w:t>热回收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1CB824BC" w14:textId="77777777" w:rsidR="008A0696" w:rsidRDefault="00000000">
            <w:pPr>
              <w:jc w:val="center"/>
            </w:pPr>
            <w:r>
              <w:t>合计</w:t>
            </w:r>
          </w:p>
        </w:tc>
      </w:tr>
      <w:tr w:rsidR="008A0696" w14:paraId="596149FF" w14:textId="77777777">
        <w:tc>
          <w:tcPr>
            <w:tcW w:w="1964" w:type="dxa"/>
            <w:shd w:val="clear" w:color="auto" w:fill="E6E6E6"/>
            <w:vAlign w:val="center"/>
          </w:tcPr>
          <w:p w14:paraId="660EFB8C" w14:textId="77777777" w:rsidR="008A0696" w:rsidRDefault="00000000">
            <w:r>
              <w:t>供暖需求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67D515AE" w14:textId="77777777" w:rsidR="008A0696" w:rsidRDefault="00000000">
            <w:r>
              <w:t>-129.69</w:t>
            </w:r>
          </w:p>
        </w:tc>
        <w:tc>
          <w:tcPr>
            <w:tcW w:w="1273" w:type="dxa"/>
            <w:vAlign w:val="center"/>
          </w:tcPr>
          <w:p w14:paraId="74AD9CA8" w14:textId="77777777" w:rsidR="008A0696" w:rsidRDefault="00000000">
            <w:r>
              <w:t>13.66</w:t>
            </w:r>
          </w:p>
        </w:tc>
        <w:tc>
          <w:tcPr>
            <w:tcW w:w="1131" w:type="dxa"/>
            <w:vAlign w:val="center"/>
          </w:tcPr>
          <w:p w14:paraId="435FE12D" w14:textId="77777777" w:rsidR="008A0696" w:rsidRDefault="00000000">
            <w:r>
              <w:t>23.59</w:t>
            </w:r>
          </w:p>
        </w:tc>
        <w:tc>
          <w:tcPr>
            <w:tcW w:w="1131" w:type="dxa"/>
            <w:vAlign w:val="center"/>
          </w:tcPr>
          <w:p w14:paraId="504E56D6" w14:textId="77777777" w:rsidR="008A0696" w:rsidRDefault="00000000">
            <w:r>
              <w:t>-26.94</w:t>
            </w:r>
          </w:p>
        </w:tc>
        <w:tc>
          <w:tcPr>
            <w:tcW w:w="1131" w:type="dxa"/>
            <w:vAlign w:val="center"/>
          </w:tcPr>
          <w:p w14:paraId="68662143" w14:textId="77777777" w:rsidR="008A0696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3116F928" w14:textId="77777777" w:rsidR="008A0696" w:rsidRDefault="00000000">
            <w:r>
              <w:t>-119.39</w:t>
            </w:r>
          </w:p>
        </w:tc>
      </w:tr>
      <w:tr w:rsidR="008A0696" w14:paraId="5C373044" w14:textId="77777777">
        <w:tc>
          <w:tcPr>
            <w:tcW w:w="1964" w:type="dxa"/>
            <w:shd w:val="clear" w:color="auto" w:fill="E6E6E6"/>
            <w:vAlign w:val="center"/>
          </w:tcPr>
          <w:p w14:paraId="0460AD02" w14:textId="77777777" w:rsidR="008A0696" w:rsidRDefault="00000000">
            <w:r>
              <w:t>供冷需求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0BD9D263" w14:textId="77777777" w:rsidR="008A0696" w:rsidRDefault="00000000">
            <w:r>
              <w:t>-7.80</w:t>
            </w:r>
          </w:p>
        </w:tc>
        <w:tc>
          <w:tcPr>
            <w:tcW w:w="1273" w:type="dxa"/>
            <w:vAlign w:val="center"/>
          </w:tcPr>
          <w:p w14:paraId="3E68DD55" w14:textId="77777777" w:rsidR="008A0696" w:rsidRDefault="00000000">
            <w:r>
              <w:t>6.04</w:t>
            </w:r>
          </w:p>
        </w:tc>
        <w:tc>
          <w:tcPr>
            <w:tcW w:w="1131" w:type="dxa"/>
            <w:vAlign w:val="center"/>
          </w:tcPr>
          <w:p w14:paraId="57FFD6A7" w14:textId="77777777" w:rsidR="008A0696" w:rsidRDefault="00000000">
            <w:r>
              <w:t>45.48</w:t>
            </w:r>
          </w:p>
        </w:tc>
        <w:tc>
          <w:tcPr>
            <w:tcW w:w="1131" w:type="dxa"/>
            <w:vAlign w:val="center"/>
          </w:tcPr>
          <w:p w14:paraId="0CDA972B" w14:textId="77777777" w:rsidR="008A0696" w:rsidRDefault="00000000">
            <w:r>
              <w:t>8.07</w:t>
            </w:r>
          </w:p>
        </w:tc>
        <w:tc>
          <w:tcPr>
            <w:tcW w:w="1131" w:type="dxa"/>
            <w:vAlign w:val="center"/>
          </w:tcPr>
          <w:p w14:paraId="38E5FF93" w14:textId="77777777" w:rsidR="008A0696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6A8A71A8" w14:textId="77777777" w:rsidR="008A0696" w:rsidRDefault="00000000">
            <w:r>
              <w:t>51.79</w:t>
            </w:r>
          </w:p>
        </w:tc>
      </w:tr>
    </w:tbl>
    <w:p w14:paraId="4C4392AB" w14:textId="77777777" w:rsidR="008A0696" w:rsidRDefault="00000000">
      <w:r>
        <w:rPr>
          <w:noProof/>
        </w:rPr>
        <w:lastRenderedPageBreak/>
        <w:drawing>
          <wp:inline distT="0" distB="0" distL="0" distR="0" wp14:anchorId="202C2594" wp14:editId="58AA693E">
            <wp:extent cx="5667375" cy="295275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5E8E86" w14:textId="77777777" w:rsidR="008A0696" w:rsidRDefault="008A0696"/>
    <w:p w14:paraId="618E93CD" w14:textId="77777777" w:rsidR="008A0696" w:rsidRDefault="00000000">
      <w:pPr>
        <w:widowControl w:val="0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1C945E7F" wp14:editId="02F9E1FE">
            <wp:extent cx="5667375" cy="290512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9199B" w14:textId="77777777" w:rsidR="008A0696" w:rsidRDefault="00000000">
      <w:pPr>
        <w:pStyle w:val="2"/>
        <w:widowControl w:val="0"/>
        <w:rPr>
          <w:kern w:val="2"/>
        </w:rPr>
      </w:pPr>
      <w:bookmarkStart w:id="65" w:name="_Toc160884305"/>
      <w:r>
        <w:rPr>
          <w:kern w:val="2"/>
        </w:rPr>
        <w:t>逐月负荷表</w:t>
      </w:r>
      <w:bookmarkEnd w:id="6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188"/>
        <w:gridCol w:w="1188"/>
        <w:gridCol w:w="1188"/>
        <w:gridCol w:w="1863"/>
        <w:gridCol w:w="1188"/>
        <w:gridCol w:w="1863"/>
      </w:tblGrid>
      <w:tr w:rsidR="008A0696" w14:paraId="3501F29A" w14:textId="77777777">
        <w:tc>
          <w:tcPr>
            <w:tcW w:w="854" w:type="dxa"/>
            <w:shd w:val="clear" w:color="auto" w:fill="E6E6E6"/>
            <w:vAlign w:val="center"/>
          </w:tcPr>
          <w:p w14:paraId="7EE82BFE" w14:textId="77777777" w:rsidR="008A0696" w:rsidRDefault="00000000">
            <w:pPr>
              <w:jc w:val="center"/>
            </w:pPr>
            <w:r>
              <w:t>月份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BECA390" w14:textId="77777777" w:rsidR="008A0696" w:rsidRDefault="00000000">
            <w:pPr>
              <w:jc w:val="right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04BA18E" w14:textId="77777777" w:rsidR="008A0696" w:rsidRDefault="00000000">
            <w:pPr>
              <w:jc w:val="right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081A10C" w14:textId="77777777" w:rsidR="008A0696" w:rsidRDefault="00000000">
            <w:pPr>
              <w:jc w:val="right"/>
            </w:pPr>
            <w:r>
              <w:t>热负荷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680C28BE" w14:textId="77777777" w:rsidR="008A0696" w:rsidRDefault="00000000">
            <w:pPr>
              <w:jc w:val="center"/>
            </w:pPr>
            <w:r>
              <w:t>热负荷</w:t>
            </w:r>
            <w:r>
              <w:br/>
            </w:r>
            <w:r>
              <w:t>峰值时刻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583E3A1" w14:textId="77777777" w:rsidR="008A0696" w:rsidRDefault="00000000">
            <w:pPr>
              <w:jc w:val="right"/>
            </w:pPr>
            <w:r>
              <w:t>冷负荷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1FC072D4" w14:textId="77777777" w:rsidR="008A0696" w:rsidRDefault="00000000">
            <w:pPr>
              <w:jc w:val="center"/>
            </w:pPr>
            <w:r>
              <w:t>冷负荷</w:t>
            </w:r>
            <w:r>
              <w:br/>
            </w:r>
            <w:r>
              <w:t>峰值时刻</w:t>
            </w:r>
          </w:p>
        </w:tc>
      </w:tr>
      <w:tr w:rsidR="008A0696" w14:paraId="51278433" w14:textId="77777777">
        <w:tc>
          <w:tcPr>
            <w:tcW w:w="854" w:type="dxa"/>
            <w:shd w:val="clear" w:color="auto" w:fill="E6E6E6"/>
            <w:vAlign w:val="center"/>
          </w:tcPr>
          <w:p w14:paraId="26C4D1A4" w14:textId="77777777" w:rsidR="008A0696" w:rsidRDefault="00000000">
            <w:r>
              <w:t>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7AB564B" w14:textId="77777777" w:rsidR="008A0696" w:rsidRDefault="00000000">
            <w:pPr>
              <w:jc w:val="right"/>
            </w:pPr>
            <w:r>
              <w:t>27739</w:t>
            </w:r>
          </w:p>
        </w:tc>
        <w:tc>
          <w:tcPr>
            <w:tcW w:w="1188" w:type="dxa"/>
            <w:vAlign w:val="center"/>
          </w:tcPr>
          <w:p w14:paraId="331A73A8" w14:textId="77777777" w:rsidR="008A0696" w:rsidRDefault="00000000">
            <w:pPr>
              <w:jc w:val="right"/>
            </w:pPr>
            <w:r>
              <w:t>57</w:t>
            </w:r>
          </w:p>
        </w:tc>
        <w:tc>
          <w:tcPr>
            <w:tcW w:w="1188" w:type="dxa"/>
            <w:vAlign w:val="center"/>
          </w:tcPr>
          <w:p w14:paraId="18D3C9E7" w14:textId="77777777" w:rsidR="008A0696" w:rsidRDefault="00000000">
            <w:pPr>
              <w:jc w:val="right"/>
            </w:pPr>
            <w:r>
              <w:rPr>
                <w:color w:val="FF0000"/>
              </w:rPr>
              <w:t>56.277</w:t>
            </w:r>
          </w:p>
        </w:tc>
        <w:tc>
          <w:tcPr>
            <w:tcW w:w="1862" w:type="dxa"/>
            <w:vAlign w:val="center"/>
          </w:tcPr>
          <w:p w14:paraId="0FF55C8B" w14:textId="77777777" w:rsidR="008A0696" w:rsidRDefault="00000000">
            <w:r>
              <w:rPr>
                <w:color w:val="FF0000"/>
              </w:rPr>
              <w:t>01</w:t>
            </w:r>
            <w:r>
              <w:rPr>
                <w:color w:val="FF0000"/>
              </w:rPr>
              <w:t>月</w:t>
            </w:r>
            <w:r>
              <w:rPr>
                <w:color w:val="FF0000"/>
              </w:rPr>
              <w:t>19</w:t>
            </w:r>
            <w:r>
              <w:rPr>
                <w:color w:val="FF0000"/>
              </w:rPr>
              <w:t>日</w:t>
            </w:r>
            <w:r>
              <w:rPr>
                <w:color w:val="FF0000"/>
              </w:rPr>
              <w:t>06</w:t>
            </w:r>
            <w:r>
              <w:rPr>
                <w:color w:val="FF0000"/>
              </w:rPr>
              <w:t>时</w:t>
            </w:r>
          </w:p>
        </w:tc>
        <w:tc>
          <w:tcPr>
            <w:tcW w:w="1188" w:type="dxa"/>
            <w:vAlign w:val="center"/>
          </w:tcPr>
          <w:p w14:paraId="52EBE7C2" w14:textId="77777777" w:rsidR="008A0696" w:rsidRDefault="00000000">
            <w:pPr>
              <w:jc w:val="right"/>
            </w:pPr>
            <w:r>
              <w:t>2.340</w:t>
            </w:r>
          </w:p>
        </w:tc>
        <w:tc>
          <w:tcPr>
            <w:tcW w:w="1862" w:type="dxa"/>
            <w:vAlign w:val="center"/>
          </w:tcPr>
          <w:p w14:paraId="3F26DE36" w14:textId="77777777" w:rsidR="008A0696" w:rsidRDefault="00000000">
            <w:r>
              <w:t>01</w:t>
            </w:r>
            <w:r>
              <w:t>月</w:t>
            </w:r>
            <w:r>
              <w:t>25</w:t>
            </w:r>
            <w:r>
              <w:t>日</w:t>
            </w:r>
            <w:r>
              <w:t>14</w:t>
            </w:r>
            <w:r>
              <w:t>时</w:t>
            </w:r>
          </w:p>
        </w:tc>
      </w:tr>
      <w:tr w:rsidR="008A0696" w14:paraId="3D260AF7" w14:textId="77777777">
        <w:tc>
          <w:tcPr>
            <w:tcW w:w="854" w:type="dxa"/>
            <w:shd w:val="clear" w:color="auto" w:fill="E6E6E6"/>
            <w:vAlign w:val="center"/>
          </w:tcPr>
          <w:p w14:paraId="74077669" w14:textId="77777777" w:rsidR="008A0696" w:rsidRDefault="00000000">
            <w:r>
              <w:t>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D568AD6" w14:textId="77777777" w:rsidR="008A0696" w:rsidRDefault="00000000">
            <w:pPr>
              <w:jc w:val="right"/>
            </w:pPr>
            <w:r>
              <w:t>21698</w:t>
            </w:r>
          </w:p>
        </w:tc>
        <w:tc>
          <w:tcPr>
            <w:tcW w:w="1188" w:type="dxa"/>
            <w:vAlign w:val="center"/>
          </w:tcPr>
          <w:p w14:paraId="5C1914C6" w14:textId="77777777" w:rsidR="008A0696" w:rsidRDefault="00000000">
            <w:pPr>
              <w:jc w:val="right"/>
            </w:pPr>
            <w:r>
              <w:t>74</w:t>
            </w:r>
          </w:p>
        </w:tc>
        <w:tc>
          <w:tcPr>
            <w:tcW w:w="1188" w:type="dxa"/>
            <w:vAlign w:val="center"/>
          </w:tcPr>
          <w:p w14:paraId="493ED263" w14:textId="77777777" w:rsidR="008A0696" w:rsidRDefault="00000000">
            <w:pPr>
              <w:jc w:val="right"/>
            </w:pPr>
            <w:r>
              <w:t>53.172</w:t>
            </w:r>
          </w:p>
        </w:tc>
        <w:tc>
          <w:tcPr>
            <w:tcW w:w="1862" w:type="dxa"/>
            <w:vAlign w:val="center"/>
          </w:tcPr>
          <w:p w14:paraId="0A19ED5F" w14:textId="77777777" w:rsidR="008A0696" w:rsidRDefault="00000000">
            <w:r>
              <w:t>02</w:t>
            </w:r>
            <w:r>
              <w:t>月</w:t>
            </w:r>
            <w:r>
              <w:t>02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1FB3FAFA" w14:textId="77777777" w:rsidR="008A0696" w:rsidRDefault="00000000">
            <w:pPr>
              <w:jc w:val="right"/>
            </w:pPr>
            <w:r>
              <w:t>3.099</w:t>
            </w:r>
          </w:p>
        </w:tc>
        <w:tc>
          <w:tcPr>
            <w:tcW w:w="1862" w:type="dxa"/>
            <w:vAlign w:val="center"/>
          </w:tcPr>
          <w:p w14:paraId="56B01BC4" w14:textId="77777777" w:rsidR="008A0696" w:rsidRDefault="00000000">
            <w:r>
              <w:t>02</w:t>
            </w:r>
            <w:r>
              <w:t>月</w:t>
            </w:r>
            <w:r>
              <w:t>27</w:t>
            </w:r>
            <w:r>
              <w:t>日</w:t>
            </w:r>
            <w:r>
              <w:t>14</w:t>
            </w:r>
            <w:r>
              <w:t>时</w:t>
            </w:r>
          </w:p>
        </w:tc>
      </w:tr>
      <w:tr w:rsidR="008A0696" w14:paraId="33E6C89C" w14:textId="77777777">
        <w:tc>
          <w:tcPr>
            <w:tcW w:w="854" w:type="dxa"/>
            <w:shd w:val="clear" w:color="auto" w:fill="E6E6E6"/>
            <w:vAlign w:val="center"/>
          </w:tcPr>
          <w:p w14:paraId="777F7A9F" w14:textId="77777777" w:rsidR="008A0696" w:rsidRDefault="00000000">
            <w:r>
              <w:t>3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70901E3E" w14:textId="77777777" w:rsidR="008A0696" w:rsidRDefault="00000000">
            <w:pPr>
              <w:jc w:val="right"/>
            </w:pPr>
            <w:r>
              <w:t>13529</w:t>
            </w:r>
          </w:p>
        </w:tc>
        <w:tc>
          <w:tcPr>
            <w:tcW w:w="1188" w:type="dxa"/>
            <w:vAlign w:val="center"/>
          </w:tcPr>
          <w:p w14:paraId="63E533B9" w14:textId="77777777" w:rsidR="008A0696" w:rsidRDefault="00000000">
            <w:pPr>
              <w:jc w:val="right"/>
            </w:pPr>
            <w:r>
              <w:t>186</w:t>
            </w:r>
          </w:p>
        </w:tc>
        <w:tc>
          <w:tcPr>
            <w:tcW w:w="1188" w:type="dxa"/>
            <w:vAlign w:val="center"/>
          </w:tcPr>
          <w:p w14:paraId="6AFE1C24" w14:textId="77777777" w:rsidR="008A0696" w:rsidRDefault="00000000">
            <w:pPr>
              <w:jc w:val="right"/>
            </w:pPr>
            <w:r>
              <w:t>43.210</w:t>
            </w:r>
          </w:p>
        </w:tc>
        <w:tc>
          <w:tcPr>
            <w:tcW w:w="1862" w:type="dxa"/>
            <w:vAlign w:val="center"/>
          </w:tcPr>
          <w:p w14:paraId="318A8C69" w14:textId="77777777" w:rsidR="008A0696" w:rsidRDefault="00000000">
            <w:r>
              <w:t>03</w:t>
            </w:r>
            <w:r>
              <w:t>月</w:t>
            </w:r>
            <w:r>
              <w:t>17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2B397163" w14:textId="77777777" w:rsidR="008A0696" w:rsidRDefault="00000000">
            <w:pPr>
              <w:jc w:val="right"/>
            </w:pPr>
            <w:r>
              <w:t>4.163</w:t>
            </w:r>
          </w:p>
        </w:tc>
        <w:tc>
          <w:tcPr>
            <w:tcW w:w="1862" w:type="dxa"/>
            <w:vAlign w:val="center"/>
          </w:tcPr>
          <w:p w14:paraId="55BFA341" w14:textId="77777777" w:rsidR="008A0696" w:rsidRDefault="00000000">
            <w:r>
              <w:t>03</w:t>
            </w:r>
            <w:r>
              <w:t>月</w:t>
            </w:r>
            <w:r>
              <w:t>07</w:t>
            </w:r>
            <w:r>
              <w:t>日</w:t>
            </w:r>
            <w:r>
              <w:t>16</w:t>
            </w:r>
            <w:r>
              <w:t>时</w:t>
            </w:r>
          </w:p>
        </w:tc>
      </w:tr>
      <w:tr w:rsidR="008A0696" w14:paraId="366A774C" w14:textId="77777777">
        <w:tc>
          <w:tcPr>
            <w:tcW w:w="854" w:type="dxa"/>
            <w:shd w:val="clear" w:color="auto" w:fill="E6E6E6"/>
            <w:vAlign w:val="center"/>
          </w:tcPr>
          <w:p w14:paraId="37AAD3E7" w14:textId="77777777" w:rsidR="008A0696" w:rsidRDefault="00000000">
            <w:r>
              <w:t>4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F90067B" w14:textId="77777777" w:rsidR="008A0696" w:rsidRDefault="00000000">
            <w:pPr>
              <w:jc w:val="right"/>
            </w:pPr>
            <w:r>
              <w:t>6775</w:t>
            </w:r>
          </w:p>
        </w:tc>
        <w:tc>
          <w:tcPr>
            <w:tcW w:w="1188" w:type="dxa"/>
            <w:vAlign w:val="center"/>
          </w:tcPr>
          <w:p w14:paraId="4355740D" w14:textId="77777777" w:rsidR="008A0696" w:rsidRDefault="00000000">
            <w:pPr>
              <w:jc w:val="right"/>
            </w:pPr>
            <w:r>
              <w:t>838</w:t>
            </w:r>
          </w:p>
        </w:tc>
        <w:tc>
          <w:tcPr>
            <w:tcW w:w="1188" w:type="dxa"/>
            <w:vAlign w:val="center"/>
          </w:tcPr>
          <w:p w14:paraId="4051E89F" w14:textId="77777777" w:rsidR="008A0696" w:rsidRDefault="00000000">
            <w:pPr>
              <w:jc w:val="right"/>
            </w:pPr>
            <w:r>
              <w:t>27.542</w:t>
            </w:r>
          </w:p>
        </w:tc>
        <w:tc>
          <w:tcPr>
            <w:tcW w:w="1862" w:type="dxa"/>
            <w:vAlign w:val="center"/>
          </w:tcPr>
          <w:p w14:paraId="2155E3B2" w14:textId="77777777" w:rsidR="008A0696" w:rsidRDefault="00000000">
            <w:r>
              <w:t>04</w:t>
            </w:r>
            <w:r>
              <w:t>月</w:t>
            </w:r>
            <w:r>
              <w:t>02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770CE586" w14:textId="77777777" w:rsidR="008A0696" w:rsidRDefault="00000000">
            <w:pPr>
              <w:jc w:val="right"/>
            </w:pPr>
            <w:r>
              <w:t>12.270</w:t>
            </w:r>
          </w:p>
        </w:tc>
        <w:tc>
          <w:tcPr>
            <w:tcW w:w="1862" w:type="dxa"/>
            <w:vAlign w:val="center"/>
          </w:tcPr>
          <w:p w14:paraId="44CE38EB" w14:textId="77777777" w:rsidR="008A0696" w:rsidRDefault="00000000">
            <w:r>
              <w:t>04</w:t>
            </w:r>
            <w:r>
              <w:t>月</w:t>
            </w:r>
            <w:r>
              <w:t>29</w:t>
            </w:r>
            <w:r>
              <w:t>日</w:t>
            </w:r>
            <w:r>
              <w:t>17</w:t>
            </w:r>
            <w:r>
              <w:t>时</w:t>
            </w:r>
          </w:p>
        </w:tc>
      </w:tr>
      <w:tr w:rsidR="008A0696" w14:paraId="71BB4160" w14:textId="77777777">
        <w:tc>
          <w:tcPr>
            <w:tcW w:w="854" w:type="dxa"/>
            <w:shd w:val="clear" w:color="auto" w:fill="E6E6E6"/>
            <w:vAlign w:val="center"/>
          </w:tcPr>
          <w:p w14:paraId="2D6F75FA" w14:textId="77777777" w:rsidR="008A0696" w:rsidRDefault="00000000">
            <w:r>
              <w:t>5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80DC9B8" w14:textId="77777777" w:rsidR="008A0696" w:rsidRDefault="00000000">
            <w:pPr>
              <w:jc w:val="right"/>
            </w:pPr>
            <w:r>
              <w:t>2333</w:t>
            </w:r>
          </w:p>
        </w:tc>
        <w:tc>
          <w:tcPr>
            <w:tcW w:w="1188" w:type="dxa"/>
            <w:vAlign w:val="center"/>
          </w:tcPr>
          <w:p w14:paraId="34005FC7" w14:textId="77777777" w:rsidR="008A0696" w:rsidRDefault="00000000">
            <w:pPr>
              <w:jc w:val="right"/>
            </w:pPr>
            <w:r>
              <w:t>3079</w:t>
            </w:r>
          </w:p>
        </w:tc>
        <w:tc>
          <w:tcPr>
            <w:tcW w:w="1188" w:type="dxa"/>
            <w:vAlign w:val="center"/>
          </w:tcPr>
          <w:p w14:paraId="0D671729" w14:textId="77777777" w:rsidR="008A0696" w:rsidRDefault="00000000">
            <w:pPr>
              <w:jc w:val="right"/>
            </w:pPr>
            <w:r>
              <w:t>6.145</w:t>
            </w:r>
          </w:p>
        </w:tc>
        <w:tc>
          <w:tcPr>
            <w:tcW w:w="1862" w:type="dxa"/>
            <w:vAlign w:val="center"/>
          </w:tcPr>
          <w:p w14:paraId="46F02668" w14:textId="77777777" w:rsidR="008A0696" w:rsidRDefault="00000000">
            <w:r>
              <w:t>05</w:t>
            </w:r>
            <w:r>
              <w:t>月</w:t>
            </w:r>
            <w:r>
              <w:t>03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05FE4B90" w14:textId="77777777" w:rsidR="008A0696" w:rsidRDefault="00000000">
            <w:pPr>
              <w:jc w:val="right"/>
            </w:pPr>
            <w:r>
              <w:t>19.338</w:t>
            </w:r>
          </w:p>
        </w:tc>
        <w:tc>
          <w:tcPr>
            <w:tcW w:w="1862" w:type="dxa"/>
            <w:vAlign w:val="center"/>
          </w:tcPr>
          <w:p w14:paraId="07A57662" w14:textId="77777777" w:rsidR="008A0696" w:rsidRDefault="00000000">
            <w:r>
              <w:t>05</w:t>
            </w:r>
            <w:r>
              <w:t>月</w:t>
            </w:r>
            <w:r>
              <w:t>26</w:t>
            </w:r>
            <w:r>
              <w:t>日</w:t>
            </w:r>
            <w:r>
              <w:t>17</w:t>
            </w:r>
            <w:r>
              <w:t>时</w:t>
            </w:r>
          </w:p>
        </w:tc>
      </w:tr>
      <w:tr w:rsidR="008A0696" w14:paraId="5A94F9B4" w14:textId="77777777">
        <w:tc>
          <w:tcPr>
            <w:tcW w:w="854" w:type="dxa"/>
            <w:shd w:val="clear" w:color="auto" w:fill="E6E6E6"/>
            <w:vAlign w:val="center"/>
          </w:tcPr>
          <w:p w14:paraId="37C7ED6C" w14:textId="77777777" w:rsidR="008A0696" w:rsidRDefault="00000000">
            <w:r>
              <w:t>6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0BEC114B" w14:textId="77777777" w:rsidR="008A0696" w:rsidRDefault="00000000">
            <w:pPr>
              <w:jc w:val="right"/>
            </w:pPr>
            <w:r>
              <w:t>114</w:t>
            </w:r>
          </w:p>
        </w:tc>
        <w:tc>
          <w:tcPr>
            <w:tcW w:w="1188" w:type="dxa"/>
            <w:vAlign w:val="center"/>
          </w:tcPr>
          <w:p w14:paraId="7A60218A" w14:textId="77777777" w:rsidR="008A0696" w:rsidRDefault="00000000">
            <w:pPr>
              <w:jc w:val="right"/>
            </w:pPr>
            <w:r>
              <w:t>8126</w:t>
            </w:r>
          </w:p>
        </w:tc>
        <w:tc>
          <w:tcPr>
            <w:tcW w:w="1188" w:type="dxa"/>
            <w:vAlign w:val="center"/>
          </w:tcPr>
          <w:p w14:paraId="54F3AD48" w14:textId="77777777" w:rsidR="008A0696" w:rsidRDefault="00000000">
            <w:pPr>
              <w:jc w:val="right"/>
            </w:pPr>
            <w:r>
              <w:t>2.015</w:t>
            </w:r>
          </w:p>
        </w:tc>
        <w:tc>
          <w:tcPr>
            <w:tcW w:w="1862" w:type="dxa"/>
            <w:vAlign w:val="center"/>
          </w:tcPr>
          <w:p w14:paraId="234B90A1" w14:textId="77777777" w:rsidR="008A0696" w:rsidRDefault="00000000">
            <w:r>
              <w:t>06</w:t>
            </w:r>
            <w:r>
              <w:t>月</w:t>
            </w:r>
            <w:r>
              <w:t>01</w:t>
            </w:r>
            <w:r>
              <w:t>日</w:t>
            </w:r>
            <w:r>
              <w:t>04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24F8326D" w14:textId="77777777" w:rsidR="008A0696" w:rsidRDefault="00000000">
            <w:pPr>
              <w:jc w:val="right"/>
            </w:pPr>
            <w:r>
              <w:t>29.603</w:t>
            </w:r>
          </w:p>
        </w:tc>
        <w:tc>
          <w:tcPr>
            <w:tcW w:w="1862" w:type="dxa"/>
            <w:vAlign w:val="center"/>
          </w:tcPr>
          <w:p w14:paraId="60B35371" w14:textId="77777777" w:rsidR="008A0696" w:rsidRDefault="00000000">
            <w:r>
              <w:t>06</w:t>
            </w:r>
            <w:r>
              <w:t>月</w:t>
            </w:r>
            <w:r>
              <w:t>21</w:t>
            </w:r>
            <w:r>
              <w:t>日</w:t>
            </w:r>
            <w:r>
              <w:t>18</w:t>
            </w:r>
            <w:r>
              <w:t>时</w:t>
            </w:r>
          </w:p>
        </w:tc>
      </w:tr>
      <w:tr w:rsidR="008A0696" w14:paraId="09EB9A56" w14:textId="77777777">
        <w:tc>
          <w:tcPr>
            <w:tcW w:w="854" w:type="dxa"/>
            <w:shd w:val="clear" w:color="auto" w:fill="E6E6E6"/>
            <w:vAlign w:val="center"/>
          </w:tcPr>
          <w:p w14:paraId="203C5E8F" w14:textId="77777777" w:rsidR="008A0696" w:rsidRDefault="00000000">
            <w:r>
              <w:t>7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47046A91" w14:textId="77777777" w:rsidR="008A0696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F79159E" w14:textId="77777777" w:rsidR="008A0696" w:rsidRDefault="00000000">
            <w:pPr>
              <w:jc w:val="right"/>
            </w:pPr>
            <w:r>
              <w:t>13998</w:t>
            </w:r>
          </w:p>
        </w:tc>
        <w:tc>
          <w:tcPr>
            <w:tcW w:w="1188" w:type="dxa"/>
            <w:vAlign w:val="center"/>
          </w:tcPr>
          <w:p w14:paraId="333F192E" w14:textId="77777777" w:rsidR="008A0696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6B5B7D4" w14:textId="77777777" w:rsidR="008A0696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545A09BF" w14:textId="77777777" w:rsidR="008A0696" w:rsidRDefault="00000000">
            <w:pPr>
              <w:jc w:val="right"/>
            </w:pPr>
            <w:r>
              <w:t>39.967</w:t>
            </w:r>
          </w:p>
        </w:tc>
        <w:tc>
          <w:tcPr>
            <w:tcW w:w="1862" w:type="dxa"/>
            <w:vAlign w:val="center"/>
          </w:tcPr>
          <w:p w14:paraId="1D34B40A" w14:textId="77777777" w:rsidR="008A0696" w:rsidRDefault="00000000">
            <w:r>
              <w:t>07</w:t>
            </w:r>
            <w:r>
              <w:t>月</w:t>
            </w:r>
            <w:r>
              <w:t>07</w:t>
            </w:r>
            <w:r>
              <w:t>日</w:t>
            </w:r>
            <w:r>
              <w:t>18</w:t>
            </w:r>
            <w:r>
              <w:t>时</w:t>
            </w:r>
          </w:p>
        </w:tc>
      </w:tr>
      <w:tr w:rsidR="008A0696" w14:paraId="7DA3A6BE" w14:textId="77777777">
        <w:tc>
          <w:tcPr>
            <w:tcW w:w="854" w:type="dxa"/>
            <w:shd w:val="clear" w:color="auto" w:fill="E6E6E6"/>
            <w:vAlign w:val="center"/>
          </w:tcPr>
          <w:p w14:paraId="2E8C7949" w14:textId="77777777" w:rsidR="008A0696" w:rsidRDefault="00000000">
            <w:r>
              <w:t>8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E15A728" w14:textId="77777777" w:rsidR="008A0696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FBA87DD" w14:textId="77777777" w:rsidR="008A0696" w:rsidRDefault="00000000">
            <w:pPr>
              <w:jc w:val="right"/>
            </w:pPr>
            <w:r>
              <w:t>13820</w:t>
            </w:r>
          </w:p>
        </w:tc>
        <w:tc>
          <w:tcPr>
            <w:tcW w:w="1188" w:type="dxa"/>
            <w:vAlign w:val="center"/>
          </w:tcPr>
          <w:p w14:paraId="31FB1D6D" w14:textId="77777777" w:rsidR="008A0696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09A4A70F" w14:textId="77777777" w:rsidR="008A0696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0CA9905E" w14:textId="77777777" w:rsidR="008A0696" w:rsidRDefault="00000000">
            <w:pPr>
              <w:jc w:val="right"/>
            </w:pPr>
            <w:r>
              <w:rPr>
                <w:color w:val="0000FF"/>
              </w:rPr>
              <w:t>42.702</w:t>
            </w:r>
          </w:p>
        </w:tc>
        <w:tc>
          <w:tcPr>
            <w:tcW w:w="1862" w:type="dxa"/>
            <w:vAlign w:val="center"/>
          </w:tcPr>
          <w:p w14:paraId="6014162D" w14:textId="77777777" w:rsidR="008A0696" w:rsidRDefault="00000000">
            <w:r>
              <w:rPr>
                <w:color w:val="0000FF"/>
              </w:rPr>
              <w:t>08</w:t>
            </w:r>
            <w:r>
              <w:rPr>
                <w:color w:val="0000FF"/>
              </w:rPr>
              <w:t>月</w:t>
            </w:r>
            <w:r>
              <w:rPr>
                <w:color w:val="0000FF"/>
              </w:rPr>
              <w:t>02</w:t>
            </w:r>
            <w:r>
              <w:rPr>
                <w:color w:val="0000FF"/>
              </w:rPr>
              <w:t>日</w:t>
            </w:r>
            <w:r>
              <w:rPr>
                <w:color w:val="0000FF"/>
              </w:rPr>
              <w:t>22</w:t>
            </w:r>
            <w:r>
              <w:rPr>
                <w:color w:val="0000FF"/>
              </w:rPr>
              <w:t>时</w:t>
            </w:r>
          </w:p>
        </w:tc>
      </w:tr>
      <w:tr w:rsidR="008A0696" w14:paraId="1329D908" w14:textId="77777777">
        <w:tc>
          <w:tcPr>
            <w:tcW w:w="854" w:type="dxa"/>
            <w:shd w:val="clear" w:color="auto" w:fill="E6E6E6"/>
            <w:vAlign w:val="center"/>
          </w:tcPr>
          <w:p w14:paraId="0A40C488" w14:textId="77777777" w:rsidR="008A0696" w:rsidRDefault="00000000">
            <w:r>
              <w:lastRenderedPageBreak/>
              <w:t>9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71C05278" w14:textId="77777777" w:rsidR="008A0696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A28C737" w14:textId="77777777" w:rsidR="008A0696" w:rsidRDefault="00000000">
            <w:pPr>
              <w:jc w:val="right"/>
            </w:pPr>
            <w:r>
              <w:t>4010</w:t>
            </w:r>
          </w:p>
        </w:tc>
        <w:tc>
          <w:tcPr>
            <w:tcW w:w="1188" w:type="dxa"/>
            <w:vAlign w:val="center"/>
          </w:tcPr>
          <w:p w14:paraId="096F927A" w14:textId="77777777" w:rsidR="008A0696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85311CA" w14:textId="77777777" w:rsidR="008A0696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45DE2017" w14:textId="77777777" w:rsidR="008A0696" w:rsidRDefault="00000000">
            <w:pPr>
              <w:jc w:val="right"/>
            </w:pPr>
            <w:r>
              <w:t>34.469</w:t>
            </w:r>
          </w:p>
        </w:tc>
        <w:tc>
          <w:tcPr>
            <w:tcW w:w="1862" w:type="dxa"/>
            <w:vAlign w:val="center"/>
          </w:tcPr>
          <w:p w14:paraId="7581E48D" w14:textId="77777777" w:rsidR="008A0696" w:rsidRDefault="00000000">
            <w:r>
              <w:t>09</w:t>
            </w:r>
            <w:r>
              <w:t>月</w:t>
            </w:r>
            <w:r>
              <w:t>01</w:t>
            </w:r>
            <w:r>
              <w:t>日</w:t>
            </w:r>
            <w:r>
              <w:t>15</w:t>
            </w:r>
            <w:r>
              <w:t>时</w:t>
            </w:r>
          </w:p>
        </w:tc>
      </w:tr>
      <w:tr w:rsidR="008A0696" w14:paraId="1B80FDA7" w14:textId="77777777">
        <w:tc>
          <w:tcPr>
            <w:tcW w:w="854" w:type="dxa"/>
            <w:shd w:val="clear" w:color="auto" w:fill="E6E6E6"/>
            <w:vAlign w:val="center"/>
          </w:tcPr>
          <w:p w14:paraId="4777B949" w14:textId="77777777" w:rsidR="008A0696" w:rsidRDefault="00000000">
            <w:r>
              <w:t>10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70BF3E5" w14:textId="77777777" w:rsidR="008A0696" w:rsidRDefault="00000000">
            <w:pPr>
              <w:jc w:val="right"/>
            </w:pPr>
            <w:r>
              <w:t>658</w:t>
            </w:r>
          </w:p>
        </w:tc>
        <w:tc>
          <w:tcPr>
            <w:tcW w:w="1188" w:type="dxa"/>
            <w:vAlign w:val="center"/>
          </w:tcPr>
          <w:p w14:paraId="009871E3" w14:textId="77777777" w:rsidR="008A0696" w:rsidRDefault="00000000">
            <w:pPr>
              <w:jc w:val="right"/>
            </w:pPr>
            <w:r>
              <w:t>795</w:t>
            </w:r>
          </w:p>
        </w:tc>
        <w:tc>
          <w:tcPr>
            <w:tcW w:w="1188" w:type="dxa"/>
            <w:vAlign w:val="center"/>
          </w:tcPr>
          <w:p w14:paraId="7355AED5" w14:textId="77777777" w:rsidR="008A0696" w:rsidRDefault="00000000">
            <w:pPr>
              <w:jc w:val="right"/>
            </w:pPr>
            <w:r>
              <w:t>12.593</w:t>
            </w:r>
          </w:p>
        </w:tc>
        <w:tc>
          <w:tcPr>
            <w:tcW w:w="1862" w:type="dxa"/>
            <w:vAlign w:val="center"/>
          </w:tcPr>
          <w:p w14:paraId="39212960" w14:textId="77777777" w:rsidR="008A0696" w:rsidRDefault="00000000">
            <w:r>
              <w:t>10</w:t>
            </w:r>
            <w:r>
              <w:t>月</w:t>
            </w:r>
            <w:r>
              <w:t>29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483D20F7" w14:textId="77777777" w:rsidR="008A0696" w:rsidRDefault="00000000">
            <w:pPr>
              <w:jc w:val="right"/>
            </w:pPr>
            <w:r>
              <w:t>14.294</w:t>
            </w:r>
          </w:p>
        </w:tc>
        <w:tc>
          <w:tcPr>
            <w:tcW w:w="1862" w:type="dxa"/>
            <w:vAlign w:val="center"/>
          </w:tcPr>
          <w:p w14:paraId="6C267C71" w14:textId="77777777" w:rsidR="008A0696" w:rsidRDefault="00000000">
            <w:r>
              <w:t>10</w:t>
            </w:r>
            <w:r>
              <w:t>月</w:t>
            </w:r>
            <w:r>
              <w:t>03</w:t>
            </w:r>
            <w:r>
              <w:t>日</w:t>
            </w:r>
            <w:r>
              <w:t>16</w:t>
            </w:r>
            <w:r>
              <w:t>时</w:t>
            </w:r>
          </w:p>
        </w:tc>
      </w:tr>
      <w:tr w:rsidR="008A0696" w14:paraId="0BB370A7" w14:textId="77777777">
        <w:tc>
          <w:tcPr>
            <w:tcW w:w="854" w:type="dxa"/>
            <w:shd w:val="clear" w:color="auto" w:fill="E6E6E6"/>
            <w:vAlign w:val="center"/>
          </w:tcPr>
          <w:p w14:paraId="3E8FBA39" w14:textId="77777777" w:rsidR="008A0696" w:rsidRDefault="00000000">
            <w:r>
              <w:t>11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AE7EC48" w14:textId="77777777" w:rsidR="008A0696" w:rsidRDefault="00000000">
            <w:pPr>
              <w:jc w:val="right"/>
            </w:pPr>
            <w:r>
              <w:t>9945</w:t>
            </w:r>
          </w:p>
        </w:tc>
        <w:tc>
          <w:tcPr>
            <w:tcW w:w="1188" w:type="dxa"/>
            <w:vAlign w:val="center"/>
          </w:tcPr>
          <w:p w14:paraId="1E605C40" w14:textId="77777777" w:rsidR="008A0696" w:rsidRDefault="00000000">
            <w:pPr>
              <w:jc w:val="right"/>
            </w:pPr>
            <w:r>
              <w:t>228</w:t>
            </w:r>
          </w:p>
        </w:tc>
        <w:tc>
          <w:tcPr>
            <w:tcW w:w="1188" w:type="dxa"/>
            <w:vAlign w:val="center"/>
          </w:tcPr>
          <w:p w14:paraId="71BFD1C6" w14:textId="77777777" w:rsidR="008A0696" w:rsidRDefault="00000000">
            <w:pPr>
              <w:jc w:val="right"/>
            </w:pPr>
            <w:r>
              <w:t>30.983</w:t>
            </w:r>
          </w:p>
        </w:tc>
        <w:tc>
          <w:tcPr>
            <w:tcW w:w="1862" w:type="dxa"/>
            <w:vAlign w:val="center"/>
          </w:tcPr>
          <w:p w14:paraId="66DF808E" w14:textId="77777777" w:rsidR="008A0696" w:rsidRDefault="00000000">
            <w:r>
              <w:t>11</w:t>
            </w:r>
            <w:r>
              <w:t>月</w:t>
            </w:r>
            <w:r>
              <w:t>27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2753A985" w14:textId="77777777" w:rsidR="008A0696" w:rsidRDefault="00000000">
            <w:pPr>
              <w:jc w:val="right"/>
            </w:pPr>
            <w:r>
              <w:t>4.657</w:t>
            </w:r>
          </w:p>
        </w:tc>
        <w:tc>
          <w:tcPr>
            <w:tcW w:w="1862" w:type="dxa"/>
            <w:vAlign w:val="center"/>
          </w:tcPr>
          <w:p w14:paraId="4F9B164D" w14:textId="77777777" w:rsidR="008A0696" w:rsidRDefault="00000000">
            <w:r>
              <w:t>11</w:t>
            </w:r>
            <w:r>
              <w:t>月</w:t>
            </w:r>
            <w:r>
              <w:t>19</w:t>
            </w:r>
            <w:r>
              <w:t>日</w:t>
            </w:r>
            <w:r>
              <w:t>13</w:t>
            </w:r>
            <w:r>
              <w:t>时</w:t>
            </w:r>
          </w:p>
        </w:tc>
      </w:tr>
      <w:tr w:rsidR="008A0696" w14:paraId="75F2C71C" w14:textId="77777777">
        <w:tc>
          <w:tcPr>
            <w:tcW w:w="854" w:type="dxa"/>
            <w:shd w:val="clear" w:color="auto" w:fill="E6E6E6"/>
            <w:vAlign w:val="center"/>
          </w:tcPr>
          <w:p w14:paraId="7DF560A0" w14:textId="77777777" w:rsidR="008A0696" w:rsidRDefault="00000000">
            <w:r>
              <w:t>12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4988CF8A" w14:textId="77777777" w:rsidR="008A0696" w:rsidRDefault="00000000">
            <w:pPr>
              <w:jc w:val="right"/>
            </w:pPr>
            <w:r>
              <w:t>21542</w:t>
            </w:r>
          </w:p>
        </w:tc>
        <w:tc>
          <w:tcPr>
            <w:tcW w:w="1188" w:type="dxa"/>
            <w:vAlign w:val="center"/>
          </w:tcPr>
          <w:p w14:paraId="208EACE3" w14:textId="77777777" w:rsidR="008A0696" w:rsidRDefault="00000000">
            <w:pPr>
              <w:jc w:val="right"/>
            </w:pPr>
            <w:r>
              <w:t>52</w:t>
            </w:r>
          </w:p>
        </w:tc>
        <w:tc>
          <w:tcPr>
            <w:tcW w:w="1188" w:type="dxa"/>
            <w:vAlign w:val="center"/>
          </w:tcPr>
          <w:p w14:paraId="1C8B4C72" w14:textId="77777777" w:rsidR="008A0696" w:rsidRDefault="00000000">
            <w:pPr>
              <w:jc w:val="right"/>
            </w:pPr>
            <w:r>
              <w:t>47.993</w:t>
            </w:r>
          </w:p>
        </w:tc>
        <w:tc>
          <w:tcPr>
            <w:tcW w:w="1862" w:type="dxa"/>
            <w:vAlign w:val="center"/>
          </w:tcPr>
          <w:p w14:paraId="27006BEF" w14:textId="77777777" w:rsidR="008A0696" w:rsidRDefault="00000000">
            <w:r>
              <w:t>12</w:t>
            </w:r>
            <w:r>
              <w:t>月</w:t>
            </w:r>
            <w:r>
              <w:t>19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56398458" w14:textId="77777777" w:rsidR="008A0696" w:rsidRDefault="00000000">
            <w:pPr>
              <w:jc w:val="right"/>
            </w:pPr>
            <w:r>
              <w:t>3.394</w:t>
            </w:r>
          </w:p>
        </w:tc>
        <w:tc>
          <w:tcPr>
            <w:tcW w:w="1862" w:type="dxa"/>
            <w:vAlign w:val="center"/>
          </w:tcPr>
          <w:p w14:paraId="7796F99C" w14:textId="77777777" w:rsidR="008A0696" w:rsidRDefault="00000000">
            <w:r>
              <w:t>12</w:t>
            </w:r>
            <w:r>
              <w:t>月</w:t>
            </w:r>
            <w:r>
              <w:t>10</w:t>
            </w:r>
            <w:r>
              <w:t>日</w:t>
            </w:r>
            <w:r>
              <w:t>14</w:t>
            </w:r>
            <w:r>
              <w:t>时</w:t>
            </w:r>
          </w:p>
        </w:tc>
      </w:tr>
    </w:tbl>
    <w:p w14:paraId="7DCD7DAC" w14:textId="77777777" w:rsidR="008A0696" w:rsidRDefault="00000000">
      <w:r>
        <w:rPr>
          <w:noProof/>
        </w:rPr>
        <w:drawing>
          <wp:inline distT="0" distB="0" distL="0" distR="0" wp14:anchorId="475F750F" wp14:editId="341AAB9A">
            <wp:extent cx="5667375" cy="263842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B1D1B" w14:textId="77777777" w:rsidR="008A0696" w:rsidRDefault="008A0696"/>
    <w:p w14:paraId="757864C1" w14:textId="77777777" w:rsidR="008A0696" w:rsidRDefault="00000000">
      <w:pPr>
        <w:widowControl w:val="0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7E35F3AE" wp14:editId="76D25803">
            <wp:extent cx="5667375" cy="264795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E390D" w14:textId="77777777" w:rsidR="008A0696" w:rsidRDefault="008A0696">
      <w:pPr>
        <w:widowControl w:val="0"/>
        <w:rPr>
          <w:kern w:val="2"/>
          <w:szCs w:val="24"/>
          <w:lang w:val="en-US"/>
        </w:rPr>
      </w:pPr>
    </w:p>
    <w:p w14:paraId="6A9F61CA" w14:textId="77777777" w:rsidR="008A0696" w:rsidRDefault="008A0696">
      <w:pPr>
        <w:sectPr w:rsidR="008A0696" w:rsidSect="00D1324F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 w:code="9"/>
          <w:pgMar w:top="1440" w:right="1418" w:bottom="1440" w:left="1418" w:header="851" w:footer="992" w:gutter="0"/>
          <w:pgNumType w:start="1"/>
          <w:cols w:space="425"/>
          <w:docGrid w:type="lines" w:linePitch="312"/>
        </w:sectPr>
      </w:pPr>
    </w:p>
    <w:p w14:paraId="7F7779D1" w14:textId="77777777" w:rsidR="008A0696" w:rsidRDefault="00000000">
      <w:pPr>
        <w:pStyle w:val="1"/>
        <w:widowControl w:val="0"/>
        <w:rPr>
          <w:kern w:val="2"/>
          <w:szCs w:val="24"/>
        </w:rPr>
      </w:pPr>
      <w:bookmarkStart w:id="66" w:name="_Toc160884306"/>
      <w:r>
        <w:rPr>
          <w:kern w:val="2"/>
          <w:szCs w:val="24"/>
        </w:rPr>
        <w:lastRenderedPageBreak/>
        <w:t>附录</w:t>
      </w:r>
      <w:bookmarkEnd w:id="66"/>
    </w:p>
    <w:p w14:paraId="2589354C" w14:textId="77777777" w:rsidR="008A0696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节假日人员逐时在室率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1BCE6D84" w14:textId="77777777" w:rsidR="008A0696" w:rsidRDefault="008A0696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2B0DED68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4C30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AF440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69BE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ABAE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4668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282E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8F61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9454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7341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9C0D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CB00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E454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979D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93C8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8934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A69E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2D65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9C2F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C8C4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3989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5551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131F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B747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3DC4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AA15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8A0696" w14:paraId="2E5C3DDD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6F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D8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77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CB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AB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2C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9C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63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657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C8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51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6B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753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E0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E7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276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D0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20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ED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02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09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98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CF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9B8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7D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1211D7" w14:paraId="6BADD0EE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24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33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847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DB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21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73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8C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38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261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3D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FC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F0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09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714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76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B50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BFB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64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4B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50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A7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1AE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87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8FA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51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06352457" w14:textId="77777777" w:rsidR="008A0696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3FBFC40B" w14:textId="77777777" w:rsidR="008A0696" w:rsidRDefault="008A0696">
      <w:pPr>
        <w:widowControl w:val="0"/>
        <w:rPr>
          <w:kern w:val="2"/>
          <w:szCs w:val="24"/>
          <w:lang w:val="en-US"/>
        </w:rPr>
      </w:pPr>
    </w:p>
    <w:p w14:paraId="3AD0BACE" w14:textId="77777777" w:rsidR="008A0696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节假日照明开关时间表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749B3E62" w14:textId="77777777" w:rsidR="008A0696" w:rsidRDefault="008A0696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3F311732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B535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DB11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4637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CAD3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183F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3BBE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1157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516A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7135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215B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CDF2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E64B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EA42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0F28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812B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6CF7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4F90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67A7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98EA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622E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9D93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3FC4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5DB7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5C13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6BDE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8A0696" w14:paraId="1C113D51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3A7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32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8C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93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E22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4C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E5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22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BB0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962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37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288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F6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79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3A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F3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C9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6DF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C50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D3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32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78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607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986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695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1211D7" w14:paraId="5A95B56F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17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D29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8D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53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292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08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B7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19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A53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B2F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5C2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4CD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BA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25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B8E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6AD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C9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46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A1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4C5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4D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81A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7D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F2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37B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3C5E573E" w14:textId="77777777" w:rsidR="008A0696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0A45AFEE" w14:textId="77777777" w:rsidR="008A0696" w:rsidRDefault="008A0696">
      <w:pPr>
        <w:widowControl w:val="0"/>
        <w:rPr>
          <w:kern w:val="2"/>
          <w:szCs w:val="24"/>
          <w:lang w:val="en-US"/>
        </w:rPr>
      </w:pPr>
    </w:p>
    <w:p w14:paraId="2E7AFF19" w14:textId="77777777" w:rsidR="008A0696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节假日设备逐时使用率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3F99406B" w14:textId="77777777" w:rsidR="008A0696" w:rsidRDefault="008A0696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13B54F9E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4916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F6A6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6293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4BF88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DFD6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3EFB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4D4A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30B2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4443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DCD5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0385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2539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18A7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D9B7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6B7B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47DDC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8238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BAAF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FC99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91F6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A719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853B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4F91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8134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CFB0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8A0696" w14:paraId="30B2B4D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28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B05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C3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A7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0F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24C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DE4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4BE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081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7A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C4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D4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8D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8E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FF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41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AF4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07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DC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291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2D1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E1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EF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DD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8E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1211D7" w14:paraId="2931D039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2E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D2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8E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77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03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7D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18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6B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2F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6C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4D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E7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81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C0E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5F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4D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18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81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48C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49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A2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D45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1C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BC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4A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770DD081" w14:textId="77777777" w:rsidR="008A0696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6804CEBC" w14:textId="77777777" w:rsidR="008A0696" w:rsidRDefault="008A0696">
      <w:pPr>
        <w:widowControl w:val="0"/>
        <w:rPr>
          <w:kern w:val="2"/>
          <w:szCs w:val="24"/>
          <w:lang w:val="en-US"/>
        </w:rPr>
      </w:pPr>
    </w:p>
    <w:p w14:paraId="1B7BF577" w14:textId="77777777" w:rsidR="008A0696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节假日空调系统开关时间表</w:t>
      </w:r>
    </w:p>
    <w:p w14:paraId="7D8490AC" w14:textId="77777777" w:rsidR="008A0696" w:rsidRDefault="008A0696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0A884526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AF0A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2EC4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4456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C535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A8FC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DB30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E669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5752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08FF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35B0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B9DA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FBBB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66CE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190A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C15E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48B0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AC2C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40D1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AE37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83F2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F62D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322C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DCD6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1A3F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0F7F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8A0696" w14:paraId="2F1B905A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78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F5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C77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12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20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4BE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1A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6A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38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96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AA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33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3A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16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B1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A2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AC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42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4C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F37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AF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FA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C6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10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1D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211D7" w14:paraId="7777DDEE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93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927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A0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4E1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39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24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C40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DB7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3F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FD1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7C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B49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9E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58E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A3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82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480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B9B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D7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8C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EE3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99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BE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F1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78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4C89E7F9" w14:textId="77777777" w:rsidR="008A0696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619526AD" w14:textId="77777777" w:rsidR="008A0696" w:rsidRDefault="008A0696">
      <w:pPr>
        <w:widowControl w:val="0"/>
        <w:rPr>
          <w:kern w:val="2"/>
          <w:szCs w:val="24"/>
          <w:lang w:val="en-US"/>
        </w:rPr>
      </w:pPr>
    </w:p>
    <w:p w14:paraId="31F9B847" w14:textId="77777777" w:rsidR="008A0696" w:rsidRDefault="008A0696">
      <w:pPr>
        <w:widowControl w:val="0"/>
        <w:rPr>
          <w:kern w:val="2"/>
          <w:szCs w:val="24"/>
          <w:lang w:val="en-US"/>
        </w:rPr>
      </w:pPr>
    </w:p>
    <w:sectPr w:rsidR="008A0696" w:rsidSect="00D1324F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A6927" w14:textId="77777777" w:rsidR="00D1324F" w:rsidRDefault="00D1324F" w:rsidP="00DD1B15">
      <w:r>
        <w:separator/>
      </w:r>
    </w:p>
  </w:endnote>
  <w:endnote w:type="continuationSeparator" w:id="0">
    <w:p w14:paraId="0687D8F5" w14:textId="77777777" w:rsidR="00D1324F" w:rsidRDefault="00D1324F" w:rsidP="00DD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44AEF" w14:textId="77777777" w:rsidR="00EF1EC2" w:rsidRDefault="00EF1E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452306"/>
      <w:docPartObj>
        <w:docPartGallery w:val="Page Numbers (Bottom of Page)"/>
        <w:docPartUnique/>
      </w:docPartObj>
    </w:sdtPr>
    <w:sdtContent>
      <w:p w14:paraId="61DB34EF" w14:textId="77777777" w:rsidR="0094328E" w:rsidRDefault="009432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2CA" w:rsidRPr="002C32CA">
          <w:rPr>
            <w:noProof/>
            <w:lang w:val="zh-CN"/>
          </w:rPr>
          <w:t>2</w:t>
        </w:r>
        <w:r>
          <w:fldChar w:fldCharType="end"/>
        </w:r>
      </w:p>
    </w:sdtContent>
  </w:sdt>
  <w:p w14:paraId="318AA6B7" w14:textId="77777777" w:rsidR="00F83AFC" w:rsidRDefault="00F83AFC" w:rsidP="00F83AFC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73AEF" w14:textId="77777777" w:rsidR="00EF1EC2" w:rsidRDefault="00EF1EC2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D93C0" w14:textId="77777777" w:rsidR="00EF1EC2" w:rsidRDefault="00EF1EC2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72708488"/>
      <w:docPartObj>
        <w:docPartGallery w:val="Page Numbers (Bottom of Page)"/>
        <w:docPartUnique/>
      </w:docPartObj>
    </w:sdtPr>
    <w:sdtContent>
      <w:p w14:paraId="7F8A6773" w14:textId="77777777" w:rsidR="0094328E" w:rsidRDefault="009432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2CA" w:rsidRPr="002C32CA">
          <w:rPr>
            <w:noProof/>
            <w:lang w:val="zh-CN"/>
          </w:rPr>
          <w:t>2</w:t>
        </w:r>
        <w:r>
          <w:fldChar w:fldCharType="end"/>
        </w:r>
      </w:p>
    </w:sdtContent>
  </w:sdt>
  <w:p w14:paraId="7BAFB357" w14:textId="77777777" w:rsidR="00F83AFC" w:rsidRDefault="00F83AFC" w:rsidP="00F83AFC">
    <w:pPr>
      <w:pStyle w:val="a5"/>
      <w:jc w:val="cen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BD864" w14:textId="77777777" w:rsidR="00EF1EC2" w:rsidRDefault="00EF1E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7E259" w14:textId="77777777" w:rsidR="00D1324F" w:rsidRDefault="00D1324F" w:rsidP="00DD1B15">
      <w:r>
        <w:separator/>
      </w:r>
    </w:p>
  </w:footnote>
  <w:footnote w:type="continuationSeparator" w:id="0">
    <w:p w14:paraId="62706373" w14:textId="77777777" w:rsidR="00D1324F" w:rsidRDefault="00D1324F" w:rsidP="00DD1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AF4C5" w14:textId="77777777" w:rsidR="00F83AFC" w:rsidRDefault="001B7033">
    <w:pPr>
      <w:pStyle w:val="a4"/>
    </w:pPr>
    <w:r>
      <w:rPr>
        <w:noProof/>
        <w:lang w:val="en-US"/>
      </w:rPr>
      <w:drawing>
        <wp:inline distT="0" distB="0" distL="0" distR="0" wp14:anchorId="5E29AD17" wp14:editId="7FE23813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83AFC">
      <w:ptab w:relativeTo="margin" w:alignment="center" w:leader="none"/>
    </w:r>
    <w:r w:rsidR="00F83AFC">
      <w:ptab w:relativeTo="margin" w:alignment="right" w:leader="none"/>
    </w:r>
    <w:r w:rsidR="00F83AFC">
      <w:rPr>
        <w:rFonts w:hint="eastAsia"/>
      </w:rPr>
      <w:t>全年</w:t>
    </w:r>
    <w:r w:rsidR="00F83AFC">
      <w:t>负荷计算书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8637F" w14:textId="77777777" w:rsidR="00EF1EC2" w:rsidRDefault="00EF1EC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F54BA" w14:textId="77777777" w:rsidR="00EF1EC2" w:rsidRDefault="0094328E">
    <w:pPr>
      <w:pStyle w:val="a4"/>
    </w:pPr>
    <w:r>
      <w:rPr>
        <w:noProof/>
        <w:lang w:val="en-US"/>
      </w:rPr>
      <w:drawing>
        <wp:inline distT="0" distB="0" distL="0" distR="0" wp14:anchorId="248E203F" wp14:editId="7B77E7BA">
          <wp:extent cx="972199" cy="2520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2D942" w14:textId="77777777" w:rsidR="00EF1EC2" w:rsidRDefault="00EF1EC2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C086F" w14:textId="77777777" w:rsidR="00EF1EC2" w:rsidRDefault="00EF1EC2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41271" w14:textId="77777777" w:rsidR="00EF1EC2" w:rsidRDefault="0094328E">
    <w:pPr>
      <w:pStyle w:val="a4"/>
    </w:pPr>
    <w:r>
      <w:rPr>
        <w:noProof/>
        <w:lang w:val="en-US"/>
      </w:rPr>
      <w:drawing>
        <wp:inline distT="0" distB="0" distL="0" distR="0" wp14:anchorId="56B58A7D" wp14:editId="0D8EC198">
          <wp:extent cx="972199" cy="252000"/>
          <wp:effectExtent l="0" t="0" r="0" b="0"/>
          <wp:docPr id="386514806" name="图片 3865148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D36FC" w14:textId="77777777" w:rsidR="00EF1EC2" w:rsidRDefault="00EF1EC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2015108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ACA"/>
    <w:rsid w:val="0002338D"/>
    <w:rsid w:val="0002594F"/>
    <w:rsid w:val="00033DE7"/>
    <w:rsid w:val="000574B8"/>
    <w:rsid w:val="0006644D"/>
    <w:rsid w:val="00070074"/>
    <w:rsid w:val="0007082D"/>
    <w:rsid w:val="000843B1"/>
    <w:rsid w:val="0009353E"/>
    <w:rsid w:val="00097E94"/>
    <w:rsid w:val="000A0563"/>
    <w:rsid w:val="000B2B65"/>
    <w:rsid w:val="000C3F45"/>
    <w:rsid w:val="000D1880"/>
    <w:rsid w:val="000D77BD"/>
    <w:rsid w:val="000D79A5"/>
    <w:rsid w:val="000D7D60"/>
    <w:rsid w:val="000E46A7"/>
    <w:rsid w:val="000E5CF8"/>
    <w:rsid w:val="000F0899"/>
    <w:rsid w:val="000F3893"/>
    <w:rsid w:val="000F7EF2"/>
    <w:rsid w:val="0010335A"/>
    <w:rsid w:val="001038E8"/>
    <w:rsid w:val="00130BBA"/>
    <w:rsid w:val="00137789"/>
    <w:rsid w:val="00142097"/>
    <w:rsid w:val="00143F63"/>
    <w:rsid w:val="00145A23"/>
    <w:rsid w:val="0018345A"/>
    <w:rsid w:val="001B2A47"/>
    <w:rsid w:val="001B7033"/>
    <w:rsid w:val="001B79BE"/>
    <w:rsid w:val="001C18CB"/>
    <w:rsid w:val="001C5FD8"/>
    <w:rsid w:val="001E2239"/>
    <w:rsid w:val="001F3852"/>
    <w:rsid w:val="001F676C"/>
    <w:rsid w:val="0020042B"/>
    <w:rsid w:val="00205236"/>
    <w:rsid w:val="00230D2C"/>
    <w:rsid w:val="002555B8"/>
    <w:rsid w:val="00265C87"/>
    <w:rsid w:val="00274C7C"/>
    <w:rsid w:val="00282EC0"/>
    <w:rsid w:val="002B7246"/>
    <w:rsid w:val="002C32CA"/>
    <w:rsid w:val="002D0AE2"/>
    <w:rsid w:val="002E0C36"/>
    <w:rsid w:val="002E4AD4"/>
    <w:rsid w:val="003121F7"/>
    <w:rsid w:val="0031404D"/>
    <w:rsid w:val="00330E96"/>
    <w:rsid w:val="00333A2B"/>
    <w:rsid w:val="003545EA"/>
    <w:rsid w:val="00356ACA"/>
    <w:rsid w:val="003812FE"/>
    <w:rsid w:val="003A3E6E"/>
    <w:rsid w:val="003B01F4"/>
    <w:rsid w:val="003B69A6"/>
    <w:rsid w:val="003F7978"/>
    <w:rsid w:val="00404F3F"/>
    <w:rsid w:val="00413E13"/>
    <w:rsid w:val="004208E6"/>
    <w:rsid w:val="004315D7"/>
    <w:rsid w:val="00432A98"/>
    <w:rsid w:val="004602B5"/>
    <w:rsid w:val="00467891"/>
    <w:rsid w:val="00467D84"/>
    <w:rsid w:val="00472D27"/>
    <w:rsid w:val="00481665"/>
    <w:rsid w:val="00482223"/>
    <w:rsid w:val="00494C3A"/>
    <w:rsid w:val="004A5939"/>
    <w:rsid w:val="004D1E25"/>
    <w:rsid w:val="004D230F"/>
    <w:rsid w:val="004D449D"/>
    <w:rsid w:val="004F1990"/>
    <w:rsid w:val="004F64E0"/>
    <w:rsid w:val="005215FB"/>
    <w:rsid w:val="00526030"/>
    <w:rsid w:val="00553773"/>
    <w:rsid w:val="00556F85"/>
    <w:rsid w:val="005612C7"/>
    <w:rsid w:val="005726CB"/>
    <w:rsid w:val="00573DF2"/>
    <w:rsid w:val="005807AB"/>
    <w:rsid w:val="005923AE"/>
    <w:rsid w:val="005A520A"/>
    <w:rsid w:val="005C1189"/>
    <w:rsid w:val="005E36B7"/>
    <w:rsid w:val="005F0615"/>
    <w:rsid w:val="006030F6"/>
    <w:rsid w:val="006104C9"/>
    <w:rsid w:val="00615FD8"/>
    <w:rsid w:val="00637258"/>
    <w:rsid w:val="00640E36"/>
    <w:rsid w:val="00647E12"/>
    <w:rsid w:val="00656297"/>
    <w:rsid w:val="00681FD9"/>
    <w:rsid w:val="00685ADE"/>
    <w:rsid w:val="00693D83"/>
    <w:rsid w:val="006A1805"/>
    <w:rsid w:val="006B709E"/>
    <w:rsid w:val="006D560B"/>
    <w:rsid w:val="006F0362"/>
    <w:rsid w:val="006F0A9E"/>
    <w:rsid w:val="006F579F"/>
    <w:rsid w:val="007047DF"/>
    <w:rsid w:val="00723619"/>
    <w:rsid w:val="00726DF7"/>
    <w:rsid w:val="00734B1A"/>
    <w:rsid w:val="0075027A"/>
    <w:rsid w:val="007557BF"/>
    <w:rsid w:val="00762369"/>
    <w:rsid w:val="00773762"/>
    <w:rsid w:val="00790573"/>
    <w:rsid w:val="00793E64"/>
    <w:rsid w:val="007A0DA2"/>
    <w:rsid w:val="007A48B3"/>
    <w:rsid w:val="007B3DC4"/>
    <w:rsid w:val="007B5870"/>
    <w:rsid w:val="007B5DEE"/>
    <w:rsid w:val="007B79CB"/>
    <w:rsid w:val="007D685F"/>
    <w:rsid w:val="0081130C"/>
    <w:rsid w:val="00822BCC"/>
    <w:rsid w:val="00831D82"/>
    <w:rsid w:val="0083594E"/>
    <w:rsid w:val="00840019"/>
    <w:rsid w:val="0085046D"/>
    <w:rsid w:val="00860D36"/>
    <w:rsid w:val="00893E84"/>
    <w:rsid w:val="00895464"/>
    <w:rsid w:val="008A0696"/>
    <w:rsid w:val="008A5B87"/>
    <w:rsid w:val="008B05BB"/>
    <w:rsid w:val="008B4594"/>
    <w:rsid w:val="008C28CF"/>
    <w:rsid w:val="008D04AA"/>
    <w:rsid w:val="009000FA"/>
    <w:rsid w:val="00901166"/>
    <w:rsid w:val="00913DDC"/>
    <w:rsid w:val="0091731C"/>
    <w:rsid w:val="00931AEE"/>
    <w:rsid w:val="0094328E"/>
    <w:rsid w:val="00986005"/>
    <w:rsid w:val="009B6EEC"/>
    <w:rsid w:val="009C2673"/>
    <w:rsid w:val="009C2713"/>
    <w:rsid w:val="009C4D39"/>
    <w:rsid w:val="00A102D6"/>
    <w:rsid w:val="00A104C6"/>
    <w:rsid w:val="00A27490"/>
    <w:rsid w:val="00A31918"/>
    <w:rsid w:val="00A7048B"/>
    <w:rsid w:val="00A71379"/>
    <w:rsid w:val="00A8222B"/>
    <w:rsid w:val="00A84650"/>
    <w:rsid w:val="00AA60D8"/>
    <w:rsid w:val="00AB5CF2"/>
    <w:rsid w:val="00AC2573"/>
    <w:rsid w:val="00AC5061"/>
    <w:rsid w:val="00AC563B"/>
    <w:rsid w:val="00AE7036"/>
    <w:rsid w:val="00AF4ECE"/>
    <w:rsid w:val="00B06731"/>
    <w:rsid w:val="00B15948"/>
    <w:rsid w:val="00B32158"/>
    <w:rsid w:val="00B51927"/>
    <w:rsid w:val="00B55B22"/>
    <w:rsid w:val="00B6334F"/>
    <w:rsid w:val="00B636DC"/>
    <w:rsid w:val="00B6755F"/>
    <w:rsid w:val="00B8010B"/>
    <w:rsid w:val="00B813D0"/>
    <w:rsid w:val="00B9306A"/>
    <w:rsid w:val="00BA589F"/>
    <w:rsid w:val="00BB041D"/>
    <w:rsid w:val="00BB15B5"/>
    <w:rsid w:val="00BB189B"/>
    <w:rsid w:val="00BC2B16"/>
    <w:rsid w:val="00BC33AE"/>
    <w:rsid w:val="00C03B4D"/>
    <w:rsid w:val="00C17AFD"/>
    <w:rsid w:val="00C248FA"/>
    <w:rsid w:val="00C55236"/>
    <w:rsid w:val="00C63237"/>
    <w:rsid w:val="00C97E25"/>
    <w:rsid w:val="00CA6DD4"/>
    <w:rsid w:val="00CD7550"/>
    <w:rsid w:val="00CE56E7"/>
    <w:rsid w:val="00CE69C3"/>
    <w:rsid w:val="00CF3664"/>
    <w:rsid w:val="00D1324F"/>
    <w:rsid w:val="00D40158"/>
    <w:rsid w:val="00D44A8E"/>
    <w:rsid w:val="00D55625"/>
    <w:rsid w:val="00D62A9A"/>
    <w:rsid w:val="00D7335B"/>
    <w:rsid w:val="00D843F3"/>
    <w:rsid w:val="00D93668"/>
    <w:rsid w:val="00DA63A8"/>
    <w:rsid w:val="00DC73AD"/>
    <w:rsid w:val="00DC756A"/>
    <w:rsid w:val="00DD1B15"/>
    <w:rsid w:val="00DD4B55"/>
    <w:rsid w:val="00DD70A8"/>
    <w:rsid w:val="00DE1E0A"/>
    <w:rsid w:val="00DE75D3"/>
    <w:rsid w:val="00DF1E04"/>
    <w:rsid w:val="00E30F2C"/>
    <w:rsid w:val="00E33D8C"/>
    <w:rsid w:val="00E374AF"/>
    <w:rsid w:val="00E547DE"/>
    <w:rsid w:val="00E56ABA"/>
    <w:rsid w:val="00E60D50"/>
    <w:rsid w:val="00E750BA"/>
    <w:rsid w:val="00E81ACD"/>
    <w:rsid w:val="00E917BD"/>
    <w:rsid w:val="00EA4BCE"/>
    <w:rsid w:val="00EA4C5E"/>
    <w:rsid w:val="00EC503E"/>
    <w:rsid w:val="00EC521D"/>
    <w:rsid w:val="00EE6C6C"/>
    <w:rsid w:val="00EE7F24"/>
    <w:rsid w:val="00EF1EC2"/>
    <w:rsid w:val="00F17274"/>
    <w:rsid w:val="00F25477"/>
    <w:rsid w:val="00F4369B"/>
    <w:rsid w:val="00F462CC"/>
    <w:rsid w:val="00F552D2"/>
    <w:rsid w:val="00F6198E"/>
    <w:rsid w:val="00F83AFC"/>
    <w:rsid w:val="00F90B7E"/>
    <w:rsid w:val="00FB028F"/>
    <w:rsid w:val="00FB3DE9"/>
    <w:rsid w:val="00FB76EE"/>
    <w:rsid w:val="00FC2568"/>
    <w:rsid w:val="00FD0BF6"/>
    <w:rsid w:val="00FE3473"/>
    <w:rsid w:val="00FE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4201B86A"/>
  <w15:chartTrackingRefBased/>
  <w15:docId w15:val="{990D498F-2B16-4903-BCF3-A0AD61892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2239"/>
    <w:rPr>
      <w:sz w:val="21"/>
      <w:lang w:val="en-GB"/>
    </w:rPr>
  </w:style>
  <w:style w:type="paragraph" w:styleId="1">
    <w:name w:val="heading 1"/>
    <w:next w:val="a0"/>
    <w:link w:val="1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10">
    <w:name w:val="标题 1 字符"/>
    <w:link w:val="1"/>
    <w:rsid w:val="00472D27"/>
    <w:rPr>
      <w:b/>
      <w:bCs/>
      <w:kern w:val="32"/>
      <w:sz w:val="28"/>
      <w:szCs w:val="28"/>
    </w:rPr>
  </w:style>
  <w:style w:type="paragraph" w:styleId="aa">
    <w:name w:val="List Paragraph"/>
    <w:basedOn w:val="a"/>
    <w:uiPriority w:val="34"/>
    <w:qFormat/>
    <w:rsid w:val="004315D7"/>
    <w:pPr>
      <w:ind w:firstLineChars="200" w:firstLine="420"/>
    </w:pPr>
  </w:style>
  <w:style w:type="character" w:customStyle="1" w:styleId="a6">
    <w:name w:val="页脚 字符"/>
    <w:basedOn w:val="a1"/>
    <w:link w:val="a5"/>
    <w:uiPriority w:val="99"/>
    <w:rsid w:val="0094328E"/>
    <w:rPr>
      <w:sz w:val="21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26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5.xml"/><Relationship Id="rId27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4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tmp14.dotx</Template>
  <TotalTime>0</TotalTime>
  <Pages>11</Pages>
  <Words>1184</Words>
  <Characters>6752</Characters>
  <Application>Microsoft Office Word</Application>
  <DocSecurity>0</DocSecurity>
  <Lines>56</Lines>
  <Paragraphs>15</Paragraphs>
  <ScaleCrop>false</ScaleCrop>
  <Company>ths</Company>
  <LinksUpToDate>false</LinksUpToDate>
  <CharactersWithSpaces>7921</CharactersWithSpaces>
  <SharedDoc>false</SharedDoc>
  <HLinks>
    <vt:vector size="66" baseType="variant"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全年负荷计算书</dc:title>
  <dc:subject/>
  <dc:creator>lenovo</dc:creator>
  <cp:keywords/>
  <dc:description/>
  <cp:lastModifiedBy>zhuofan yang</cp:lastModifiedBy>
  <cp:revision>1</cp:revision>
  <cp:lastPrinted>1899-12-31T16:00:00Z</cp:lastPrinted>
  <dcterms:created xsi:type="dcterms:W3CDTF">2024-03-09T05:44:00Z</dcterms:created>
  <dcterms:modified xsi:type="dcterms:W3CDTF">2024-03-09T05:44:00Z</dcterms:modified>
</cp:coreProperties>
</file>