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A1348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20727CFC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1"/>
    </w:p>
    <w:p w14:paraId="6331A27E" w14:textId="77777777" w:rsidR="00D40158" w:rsidRPr="00DA63A8" w:rsidRDefault="00F462CC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全年</w:t>
      </w:r>
      <w:r w:rsidR="008D04AA"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0233988A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06F94AB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3A70FE2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CB7F124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B191E93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DB6E68F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6616928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7AAA8D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91C849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5E030159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B01304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7A69DD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7C6231D4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45799E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FB84CA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51EC2493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E1E9FEE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57EA487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B75F577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B43FF94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AB0CB5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8A3987F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756B1C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3EF913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1563085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71DF09E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22A4A4E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2024年2月24日</w:t>
              </w:r>
            </w:smartTag>
            <w:bookmarkEnd w:id="6"/>
          </w:p>
        </w:tc>
      </w:tr>
    </w:tbl>
    <w:p w14:paraId="02901D8F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6DCAB61C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3E3763CB" wp14:editId="6DFC40EE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14B9551A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4035F093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502737B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A14EF87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暖通负荷BECH2023</w:t>
            </w:r>
            <w:bookmarkEnd w:id="8"/>
          </w:p>
        </w:tc>
      </w:tr>
      <w:tr w:rsidR="00D40158" w:rsidRPr="00D40158" w14:paraId="6A3DAA9C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05B0BC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6FDF72A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9"/>
          </w:p>
        </w:tc>
      </w:tr>
      <w:tr w:rsidR="000D77BD" w:rsidRPr="00D40158" w14:paraId="04E21955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5AC702F4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1FC93424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3F686850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70F27398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20498462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0"/>
          </w:p>
        </w:tc>
      </w:tr>
    </w:tbl>
    <w:p w14:paraId="23768E32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1639D26F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34A9DA1" w14:textId="77777777" w:rsidR="009F0A8A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9668356" w:history="1">
        <w:r w:rsidR="009F0A8A" w:rsidRPr="00AA445F">
          <w:rPr>
            <w:rStyle w:val="a7"/>
          </w:rPr>
          <w:t>1</w:t>
        </w:r>
        <w:r w:rsidR="009F0A8A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9F0A8A" w:rsidRPr="00AA445F">
          <w:rPr>
            <w:rStyle w:val="a7"/>
          </w:rPr>
          <w:t>建筑概况</w:t>
        </w:r>
        <w:r w:rsidR="009F0A8A">
          <w:rPr>
            <w:webHidden/>
          </w:rPr>
          <w:tab/>
        </w:r>
        <w:r w:rsidR="009F0A8A">
          <w:rPr>
            <w:webHidden/>
          </w:rPr>
          <w:fldChar w:fldCharType="begin"/>
        </w:r>
        <w:r w:rsidR="009F0A8A">
          <w:rPr>
            <w:webHidden/>
          </w:rPr>
          <w:instrText xml:space="preserve"> PAGEREF _Toc159668356 \h </w:instrText>
        </w:r>
        <w:r w:rsidR="009F0A8A">
          <w:rPr>
            <w:webHidden/>
          </w:rPr>
        </w:r>
        <w:r w:rsidR="009F0A8A">
          <w:rPr>
            <w:webHidden/>
          </w:rPr>
          <w:fldChar w:fldCharType="separate"/>
        </w:r>
        <w:r w:rsidR="009F0A8A">
          <w:rPr>
            <w:webHidden/>
          </w:rPr>
          <w:t>1</w:t>
        </w:r>
        <w:r w:rsidR="009F0A8A">
          <w:rPr>
            <w:webHidden/>
          </w:rPr>
          <w:fldChar w:fldCharType="end"/>
        </w:r>
      </w:hyperlink>
    </w:p>
    <w:p w14:paraId="208DF0E6" w14:textId="77777777" w:rsidR="009F0A8A" w:rsidRDefault="009F0A8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57" w:history="1">
        <w:r w:rsidRPr="00AA445F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A445F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005F5F01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58" w:history="1">
        <w:r w:rsidRPr="00AA445F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5CC6CB9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59" w:history="1">
        <w:r w:rsidRPr="00AA445F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E73DA5C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60" w:history="1">
        <w:r w:rsidRPr="00AA445F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D8CEBE3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61" w:history="1">
        <w:r w:rsidRPr="00AA445F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2425608" w14:textId="77777777" w:rsidR="009F0A8A" w:rsidRDefault="009F0A8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62" w:history="1">
        <w:r w:rsidRPr="00AA445F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A445F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5EB4067" w14:textId="77777777" w:rsidR="009F0A8A" w:rsidRDefault="009F0A8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63" w:history="1">
        <w:r w:rsidRPr="00AA445F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A445F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D12A4E8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64" w:history="1">
        <w:r w:rsidRPr="00AA445F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F4D2AEE" w14:textId="77777777" w:rsidR="009F0A8A" w:rsidRDefault="009F0A8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65" w:history="1">
        <w:r w:rsidRPr="00AA445F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E74AD5A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66" w:history="1">
        <w:r w:rsidRPr="00AA445F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D2B14B5" w14:textId="77777777" w:rsidR="009F0A8A" w:rsidRDefault="009F0A8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67" w:history="1">
        <w:r w:rsidRPr="00AA445F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8C65ABD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68" w:history="1">
        <w:r w:rsidRPr="00AA445F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C93EF95" w14:textId="77777777" w:rsidR="009F0A8A" w:rsidRDefault="009F0A8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69" w:history="1">
        <w:r w:rsidRPr="00AA445F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25B08C4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70" w:history="1">
        <w:r w:rsidRPr="00AA445F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96BEE63" w14:textId="77777777" w:rsidR="009F0A8A" w:rsidRDefault="009F0A8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71" w:history="1">
        <w:r w:rsidRPr="00AA445F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CA54C18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72" w:history="1">
        <w:r w:rsidRPr="00AA445F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C651680" w14:textId="77777777" w:rsidR="009F0A8A" w:rsidRDefault="009F0A8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73" w:history="1">
        <w:r w:rsidRPr="00AA445F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D1D07EA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74" w:history="1">
        <w:r w:rsidRPr="00AA445F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DC56690" w14:textId="77777777" w:rsidR="009F0A8A" w:rsidRDefault="009F0A8A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75" w:history="1">
        <w:r w:rsidRPr="00AA445F">
          <w:rPr>
            <w:rStyle w:val="a7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8FC71E3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76" w:history="1">
        <w:r w:rsidRPr="00AA445F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7A9E78F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77" w:history="1">
        <w:r w:rsidRPr="00AA445F">
          <w:rPr>
            <w:rStyle w:val="a7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C252779" w14:textId="77777777" w:rsidR="009F0A8A" w:rsidRDefault="009F0A8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78" w:history="1">
        <w:r w:rsidRPr="00AA445F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A445F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8683496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79" w:history="1">
        <w:r w:rsidRPr="00AA445F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0B619FC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80" w:history="1">
        <w:r w:rsidRPr="00AA445F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50FBAEE" w14:textId="77777777" w:rsidR="009F0A8A" w:rsidRDefault="009F0A8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81" w:history="1">
        <w:r w:rsidRPr="00AA445F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A445F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78302F9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82" w:history="1">
        <w:r w:rsidRPr="00AA445F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815BB03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83" w:history="1">
        <w:r w:rsidRPr="00AA445F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4B4308B" w14:textId="77777777" w:rsidR="009F0A8A" w:rsidRDefault="009F0A8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84" w:history="1">
        <w:r w:rsidRPr="00AA445F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A445F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FB6FECA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85" w:history="1">
        <w:r w:rsidRPr="00AA445F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A59715D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86" w:history="1">
        <w:r w:rsidRPr="00AA445F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45EB86E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87" w:history="1">
        <w:r w:rsidRPr="00AA445F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0D61DEA" w14:textId="77777777" w:rsidR="009F0A8A" w:rsidRDefault="009F0A8A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388" w:history="1">
        <w:r w:rsidRPr="00AA445F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A445F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1467E91" w14:textId="77777777" w:rsidR="009F0A8A" w:rsidRDefault="009F0A8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389" w:history="1">
        <w:r w:rsidRPr="00AA445F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A445F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_Toc159668389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8722B02" w14:textId="77777777" w:rsidR="007B79CB" w:rsidRPr="009C4D39" w:rsidRDefault="00D40158" w:rsidP="00EF1EC2">
      <w:pPr>
        <w:pStyle w:val="TOC1"/>
        <w:sectPr w:rsidR="007B79CB" w:rsidRPr="009C4D39" w:rsidSect="008F25BD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2EE8DD9E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159668356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6045F085" w14:textId="77777777" w:rsidTr="00432A98">
        <w:tc>
          <w:tcPr>
            <w:tcW w:w="2831" w:type="dxa"/>
            <w:shd w:val="clear" w:color="auto" w:fill="E6E6E6"/>
            <w:vAlign w:val="center"/>
          </w:tcPr>
          <w:p w14:paraId="368AD3D6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06ED7FA1" w14:textId="77777777" w:rsidR="00432A98" w:rsidRDefault="00432A98" w:rsidP="00025AFE">
            <w:bookmarkStart w:id="13" w:name="地理位置"/>
            <w:r>
              <w:t>北京</w:t>
            </w:r>
            <w:r>
              <w:t>-</w:t>
            </w:r>
            <w:r>
              <w:t>北京</w:t>
            </w:r>
            <w:bookmarkEnd w:id="13"/>
          </w:p>
        </w:tc>
      </w:tr>
      <w:tr w:rsidR="00432A98" w14:paraId="666E150F" w14:textId="77777777" w:rsidTr="00432A98">
        <w:tc>
          <w:tcPr>
            <w:tcW w:w="2831" w:type="dxa"/>
            <w:shd w:val="clear" w:color="auto" w:fill="E6E6E6"/>
            <w:vAlign w:val="center"/>
          </w:tcPr>
          <w:p w14:paraId="7628FE85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1DB93D36" w14:textId="77777777" w:rsidR="00432A98" w:rsidRDefault="00432A98" w:rsidP="00025AFE">
            <w:bookmarkStart w:id="14" w:name="气候分区"/>
            <w:r>
              <w:t>寒冷</w:t>
            </w:r>
            <w:r>
              <w:t>B</w:t>
            </w:r>
            <w:r>
              <w:t>区</w:t>
            </w:r>
            <w:bookmarkEnd w:id="14"/>
          </w:p>
        </w:tc>
      </w:tr>
      <w:tr w:rsidR="00432A98" w14:paraId="37F79949" w14:textId="77777777" w:rsidTr="00432A98">
        <w:tc>
          <w:tcPr>
            <w:tcW w:w="2831" w:type="dxa"/>
            <w:shd w:val="clear" w:color="auto" w:fill="E6E6E6"/>
            <w:vAlign w:val="center"/>
          </w:tcPr>
          <w:p w14:paraId="282AD57D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0E4CEB9D" w14:textId="77777777" w:rsidR="00432A98" w:rsidRDefault="00432A98" w:rsidP="00025AFE">
            <w:bookmarkStart w:id="15" w:name="纬度"/>
            <w:r>
              <w:t>39.80</w:t>
            </w:r>
            <w:bookmarkEnd w:id="15"/>
          </w:p>
        </w:tc>
      </w:tr>
      <w:tr w:rsidR="00432A98" w14:paraId="7F05A28C" w14:textId="77777777" w:rsidTr="00432A98">
        <w:tc>
          <w:tcPr>
            <w:tcW w:w="2831" w:type="dxa"/>
            <w:shd w:val="clear" w:color="auto" w:fill="E6E6E6"/>
            <w:vAlign w:val="center"/>
          </w:tcPr>
          <w:p w14:paraId="30C068A7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607B8E0E" w14:textId="77777777" w:rsidR="00432A98" w:rsidRDefault="00432A98" w:rsidP="00025AFE">
            <w:bookmarkStart w:id="16" w:name="经度"/>
            <w:r>
              <w:t>116.47</w:t>
            </w:r>
            <w:bookmarkEnd w:id="16"/>
          </w:p>
        </w:tc>
      </w:tr>
      <w:tr w:rsidR="00432A98" w14:paraId="038C3594" w14:textId="77777777" w:rsidTr="00432A98">
        <w:tc>
          <w:tcPr>
            <w:tcW w:w="2831" w:type="dxa"/>
            <w:shd w:val="clear" w:color="auto" w:fill="E6E6E6"/>
            <w:vAlign w:val="center"/>
          </w:tcPr>
          <w:p w14:paraId="1639D18B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43287E90" w14:textId="77777777" w:rsidR="00432A98" w:rsidRDefault="00432A98" w:rsidP="00025AFE">
            <w:bookmarkStart w:id="17" w:name="项目名称＃2"/>
            <w:r>
              <w:t>新建项目</w:t>
            </w:r>
            <w:bookmarkEnd w:id="17"/>
          </w:p>
        </w:tc>
      </w:tr>
      <w:tr w:rsidR="00432A98" w14:paraId="2D168FA0" w14:textId="77777777" w:rsidTr="00432A98">
        <w:tc>
          <w:tcPr>
            <w:tcW w:w="2831" w:type="dxa"/>
            <w:shd w:val="clear" w:color="auto" w:fill="E6E6E6"/>
            <w:vAlign w:val="center"/>
          </w:tcPr>
          <w:p w14:paraId="34F02B62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7CBD266A" w14:textId="77777777" w:rsidR="00432A98" w:rsidRDefault="00432A98" w:rsidP="00025AFE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7F77AC36" w14:textId="77777777" w:rsidR="00432A98" w:rsidRDefault="00432A98" w:rsidP="00025AFE"/>
        </w:tc>
      </w:tr>
      <w:tr w:rsidR="00432A98" w14:paraId="2899AEAF" w14:textId="77777777" w:rsidTr="00432A98">
        <w:tc>
          <w:tcPr>
            <w:tcW w:w="2831" w:type="dxa"/>
            <w:shd w:val="clear" w:color="auto" w:fill="E6E6E6"/>
            <w:vAlign w:val="center"/>
          </w:tcPr>
          <w:p w14:paraId="5590B847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2BFA5CC0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1281.89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3EC50D3D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0.00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1EB653D1" w14:textId="77777777" w:rsidTr="00432A98">
        <w:tc>
          <w:tcPr>
            <w:tcW w:w="2831" w:type="dxa"/>
            <w:shd w:val="clear" w:color="auto" w:fill="E6E6E6"/>
            <w:vAlign w:val="center"/>
          </w:tcPr>
          <w:p w14:paraId="2ACF3B07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6B185202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UnitName" w:val="m"/>
                <w:attr w:name="SourceValue" w:val="17.4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t>10.70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1F0F0818" w14:textId="77777777" w:rsidR="00432A98" w:rsidRDefault="00432A98" w:rsidP="00025AFE">
            <w:r>
              <w:t>地下</w:t>
            </w:r>
            <w:r>
              <w:t>0.00</w:t>
            </w:r>
          </w:p>
        </w:tc>
      </w:tr>
      <w:tr w:rsidR="00432A98" w14:paraId="3E780F3C" w14:textId="77777777" w:rsidTr="00432A98">
        <w:tc>
          <w:tcPr>
            <w:tcW w:w="2831" w:type="dxa"/>
            <w:shd w:val="clear" w:color="auto" w:fill="E6E6E6"/>
            <w:vAlign w:val="center"/>
          </w:tcPr>
          <w:p w14:paraId="53BA3D42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2ACCFFFE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15858626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0</w:t>
            </w:r>
            <w:bookmarkEnd w:id="23"/>
          </w:p>
        </w:tc>
      </w:tr>
      <w:tr w:rsidR="00432A98" w14:paraId="6FD4F10E" w14:textId="77777777" w:rsidTr="00432A98">
        <w:tc>
          <w:tcPr>
            <w:tcW w:w="2831" w:type="dxa"/>
            <w:shd w:val="clear" w:color="auto" w:fill="E6E6E6"/>
            <w:vAlign w:val="center"/>
          </w:tcPr>
          <w:p w14:paraId="1EED49D0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10358250" w14:textId="77777777" w:rsidR="00432A98" w:rsidRDefault="00432A98" w:rsidP="00025AFE">
            <w:bookmarkStart w:id="24" w:name="北向角度"/>
            <w:r>
              <w:t>105</w:t>
            </w:r>
            <w:bookmarkEnd w:id="24"/>
            <w:r>
              <w:t>°</w:t>
            </w:r>
          </w:p>
        </w:tc>
      </w:tr>
    </w:tbl>
    <w:p w14:paraId="5730968D" w14:textId="77777777" w:rsidR="00467D84" w:rsidRDefault="00CA6DD4" w:rsidP="00070074">
      <w:pPr>
        <w:pStyle w:val="1"/>
      </w:pPr>
      <w:bookmarkStart w:id="25" w:name="_Toc159668357"/>
      <w:r>
        <w:rPr>
          <w:rFonts w:hint="eastAsia"/>
        </w:rPr>
        <w:t>气象</w:t>
      </w:r>
      <w:r>
        <w:t>数据</w:t>
      </w:r>
      <w:bookmarkEnd w:id="25"/>
    </w:p>
    <w:p w14:paraId="7E0C91C9" w14:textId="77777777" w:rsidR="00033DE7" w:rsidRDefault="00033DE7" w:rsidP="00033DE7">
      <w:pPr>
        <w:pStyle w:val="2"/>
      </w:pPr>
      <w:bookmarkStart w:id="26" w:name="_Toc159668358"/>
      <w:r>
        <w:rPr>
          <w:rFonts w:hint="eastAsia"/>
        </w:rPr>
        <w:t>气象地点</w:t>
      </w:r>
      <w:bookmarkEnd w:id="26"/>
    </w:p>
    <w:p w14:paraId="4341C1CF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北京</w:t>
      </w:r>
      <w:r>
        <w:t>-</w:t>
      </w:r>
      <w:r>
        <w:t>北京</w:t>
      </w:r>
      <w:r>
        <w:t xml:space="preserve">, </w:t>
      </w:r>
      <w:r>
        <w:t>《中国建筑热环境分析专用气象数据集》</w:t>
      </w:r>
      <w:bookmarkEnd w:id="27"/>
    </w:p>
    <w:p w14:paraId="4CB4EA5B" w14:textId="77777777" w:rsidR="00640E36" w:rsidRDefault="009C2673" w:rsidP="00640E36">
      <w:pPr>
        <w:pStyle w:val="2"/>
      </w:pPr>
      <w:bookmarkStart w:id="28" w:name="_Toc159668359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538F7BD3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648E15E2" wp14:editId="39EA7304">
            <wp:extent cx="5667375" cy="2781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E3487" w14:textId="77777777" w:rsidR="00F25477" w:rsidRDefault="00615FD8" w:rsidP="00615FD8">
      <w:pPr>
        <w:pStyle w:val="2"/>
      </w:pPr>
      <w:bookmarkStart w:id="30" w:name="日最小干球温度变化表"/>
      <w:bookmarkStart w:id="31" w:name="_Toc159668360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648207F1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724B3A37" wp14:editId="4B05410C">
            <wp:extent cx="5667375" cy="25050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78DC7" w14:textId="77777777" w:rsidR="00615FD8" w:rsidRDefault="00A71379" w:rsidP="00A71379">
      <w:pPr>
        <w:pStyle w:val="2"/>
      </w:pPr>
      <w:bookmarkStart w:id="33" w:name="_Toc159668361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DC535D" w14:paraId="525C57A0" w14:textId="77777777">
        <w:tc>
          <w:tcPr>
            <w:tcW w:w="1131" w:type="dxa"/>
            <w:shd w:val="clear" w:color="auto" w:fill="E6E6E6"/>
            <w:vAlign w:val="center"/>
          </w:tcPr>
          <w:p w14:paraId="6486F457" w14:textId="77777777" w:rsidR="00DC535D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2858A0EC" w14:textId="77777777" w:rsidR="00DC535D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B22461D" w14:textId="77777777" w:rsidR="00DC535D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CE8B236" w14:textId="77777777" w:rsidR="00DC535D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60975D8" w14:textId="77777777" w:rsidR="00DC535D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3FAAA19" w14:textId="77777777" w:rsidR="00DC535D" w:rsidRDefault="00000000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DC535D" w14:paraId="76E0BE25" w14:textId="77777777">
        <w:tc>
          <w:tcPr>
            <w:tcW w:w="1131" w:type="dxa"/>
            <w:shd w:val="clear" w:color="auto" w:fill="E6E6E6"/>
            <w:vAlign w:val="center"/>
          </w:tcPr>
          <w:p w14:paraId="3B9A6719" w14:textId="77777777" w:rsidR="00DC535D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2D71F8FC" w14:textId="77777777" w:rsidR="00DC535D" w:rsidRDefault="00000000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0869994B" w14:textId="77777777" w:rsidR="00DC535D" w:rsidRDefault="00000000">
            <w:r>
              <w:t>37.2</w:t>
            </w:r>
          </w:p>
        </w:tc>
        <w:tc>
          <w:tcPr>
            <w:tcW w:w="1556" w:type="dxa"/>
            <w:vAlign w:val="center"/>
          </w:tcPr>
          <w:p w14:paraId="562A7922" w14:textId="77777777" w:rsidR="00DC535D" w:rsidRDefault="00000000">
            <w:r>
              <w:t>22.2</w:t>
            </w:r>
          </w:p>
        </w:tc>
        <w:tc>
          <w:tcPr>
            <w:tcW w:w="1556" w:type="dxa"/>
            <w:vAlign w:val="center"/>
          </w:tcPr>
          <w:p w14:paraId="3675F19B" w14:textId="77777777" w:rsidR="00DC535D" w:rsidRDefault="00000000">
            <w:r>
              <w:t>10.7</w:t>
            </w:r>
          </w:p>
        </w:tc>
        <w:tc>
          <w:tcPr>
            <w:tcW w:w="1556" w:type="dxa"/>
            <w:vAlign w:val="center"/>
          </w:tcPr>
          <w:p w14:paraId="65C2A27F" w14:textId="77777777" w:rsidR="00DC535D" w:rsidRDefault="00000000">
            <w:r>
              <w:t>64.9</w:t>
            </w:r>
          </w:p>
        </w:tc>
      </w:tr>
      <w:tr w:rsidR="00DC535D" w14:paraId="448E9897" w14:textId="77777777">
        <w:tc>
          <w:tcPr>
            <w:tcW w:w="1131" w:type="dxa"/>
            <w:shd w:val="clear" w:color="auto" w:fill="E6E6E6"/>
            <w:vAlign w:val="center"/>
          </w:tcPr>
          <w:p w14:paraId="26EB93BE" w14:textId="77777777" w:rsidR="00DC535D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368FB511" w14:textId="77777777" w:rsidR="00DC535D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42222D3C" w14:textId="77777777" w:rsidR="00DC535D" w:rsidRDefault="00000000">
            <w:r>
              <w:t>-14.4</w:t>
            </w:r>
          </w:p>
        </w:tc>
        <w:tc>
          <w:tcPr>
            <w:tcW w:w="1556" w:type="dxa"/>
            <w:vAlign w:val="center"/>
          </w:tcPr>
          <w:p w14:paraId="342E2B64" w14:textId="77777777" w:rsidR="00DC535D" w:rsidRDefault="00000000">
            <w:r>
              <w:t>-15.6</w:t>
            </w:r>
          </w:p>
        </w:tc>
        <w:tc>
          <w:tcPr>
            <w:tcW w:w="1556" w:type="dxa"/>
            <w:vAlign w:val="center"/>
          </w:tcPr>
          <w:p w14:paraId="6A4377F0" w14:textId="77777777" w:rsidR="00DC535D" w:rsidRDefault="00000000">
            <w:r>
              <w:t>0.4</w:t>
            </w:r>
          </w:p>
        </w:tc>
        <w:tc>
          <w:tcPr>
            <w:tcW w:w="1556" w:type="dxa"/>
            <w:vAlign w:val="center"/>
          </w:tcPr>
          <w:p w14:paraId="395D1F82" w14:textId="77777777" w:rsidR="00DC535D" w:rsidRDefault="00000000">
            <w:r>
              <w:t>-13.5</w:t>
            </w:r>
          </w:p>
        </w:tc>
      </w:tr>
    </w:tbl>
    <w:p w14:paraId="2D80B4F2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3DAA6475" w14:textId="77777777" w:rsidR="00A71379" w:rsidRDefault="001C5FD8" w:rsidP="000843B1">
      <w:pPr>
        <w:pStyle w:val="1"/>
      </w:pPr>
      <w:bookmarkStart w:id="35" w:name="_Toc159668362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4CDCAD5A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暖通负荷</w:t>
      </w:r>
      <w:r>
        <w:rPr>
          <w:rFonts w:hint="eastAsia"/>
        </w:rPr>
        <w:t>BECH2023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48F32F29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34650D17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23B3F2FD" w14:textId="77777777" w:rsidR="00BC2B16" w:rsidRDefault="00BC2B16" w:rsidP="00BC2B16">
      <w:pPr>
        <w:pStyle w:val="1"/>
      </w:pPr>
      <w:bookmarkStart w:id="37" w:name="_Toc159668363"/>
      <w:r>
        <w:rPr>
          <w:rFonts w:hint="eastAsia"/>
        </w:rPr>
        <w:t>围护</w:t>
      </w:r>
      <w:r>
        <w:t>结构</w:t>
      </w:r>
      <w:bookmarkEnd w:id="37"/>
    </w:p>
    <w:p w14:paraId="497DA043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159668364"/>
      <w:bookmarkEnd w:id="38"/>
      <w:r>
        <w:rPr>
          <w:kern w:val="2"/>
        </w:rPr>
        <w:t>屋顶构造</w:t>
      </w:r>
      <w:bookmarkEnd w:id="39"/>
    </w:p>
    <w:p w14:paraId="737A07B3" w14:textId="77777777" w:rsidR="00DC535D" w:rsidRDefault="00000000">
      <w:pPr>
        <w:pStyle w:val="3"/>
        <w:widowControl w:val="0"/>
        <w:rPr>
          <w:kern w:val="2"/>
          <w:szCs w:val="24"/>
        </w:rPr>
      </w:pPr>
      <w:bookmarkStart w:id="40" w:name="_Toc159668365"/>
      <w:r>
        <w:rPr>
          <w:kern w:val="2"/>
          <w:szCs w:val="24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C535D" w14:paraId="7B6F2601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B86444E" w14:textId="77777777" w:rsidR="00DC535D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8F73BED" w14:textId="77777777" w:rsidR="00DC535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C2D9E7" w14:textId="77777777" w:rsidR="00DC535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2E2E7D" w14:textId="77777777" w:rsidR="00DC535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3BA3466" w14:textId="77777777" w:rsidR="00DC535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978EF5F" w14:textId="77777777" w:rsidR="00DC535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F83B978" w14:textId="77777777" w:rsidR="00DC535D" w:rsidRDefault="00000000">
            <w:pPr>
              <w:jc w:val="center"/>
            </w:pPr>
            <w:r>
              <w:t>热惰性指标</w:t>
            </w:r>
          </w:p>
        </w:tc>
      </w:tr>
      <w:tr w:rsidR="00DC535D" w14:paraId="5A39179D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7211E67A" w14:textId="77777777" w:rsidR="00DC535D" w:rsidRDefault="00DC535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3C3C8BD" w14:textId="77777777" w:rsidR="00DC535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F8BC38" w14:textId="77777777" w:rsidR="00DC535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59AE12" w14:textId="77777777" w:rsidR="00DC535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077E0F4" w14:textId="77777777" w:rsidR="00DC535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FDA039" w14:textId="77777777" w:rsidR="00DC535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9F86B4C" w14:textId="77777777" w:rsidR="00DC535D" w:rsidRDefault="00000000">
            <w:pPr>
              <w:jc w:val="center"/>
            </w:pPr>
            <w:r>
              <w:t>D=R*S</w:t>
            </w:r>
          </w:p>
        </w:tc>
      </w:tr>
      <w:tr w:rsidR="00DC535D" w14:paraId="6F11A166" w14:textId="77777777">
        <w:tc>
          <w:tcPr>
            <w:tcW w:w="3345" w:type="dxa"/>
            <w:vAlign w:val="center"/>
          </w:tcPr>
          <w:p w14:paraId="5B4BD1D4" w14:textId="77777777" w:rsidR="00DC535D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06BD8C28" w14:textId="77777777" w:rsidR="00DC535D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30B6A1B7" w14:textId="77777777" w:rsidR="00DC535D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6966B262" w14:textId="77777777" w:rsidR="00DC535D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23D64FB1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FBBF6F7" w14:textId="77777777" w:rsidR="00DC535D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18FE4E61" w14:textId="77777777" w:rsidR="00DC535D" w:rsidRDefault="00000000">
            <w:r>
              <w:t>0.407</w:t>
            </w:r>
          </w:p>
        </w:tc>
      </w:tr>
      <w:tr w:rsidR="00DC535D" w14:paraId="710C90EF" w14:textId="77777777">
        <w:tc>
          <w:tcPr>
            <w:tcW w:w="3345" w:type="dxa"/>
            <w:vAlign w:val="center"/>
          </w:tcPr>
          <w:p w14:paraId="1269AECF" w14:textId="77777777" w:rsidR="00DC535D" w:rsidRDefault="00000000">
            <w:r>
              <w:lastRenderedPageBreak/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B63EC46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36C38A8" w14:textId="77777777" w:rsidR="00DC535D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29C66F5B" w14:textId="77777777" w:rsidR="00DC535D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3CAAC63B" w14:textId="77777777" w:rsidR="00DC535D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7E83ACE8" w14:textId="77777777" w:rsidR="00DC535D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1C8D3A91" w14:textId="77777777" w:rsidR="00DC535D" w:rsidRDefault="00000000">
            <w:r>
              <w:t>0.227</w:t>
            </w:r>
          </w:p>
        </w:tc>
      </w:tr>
      <w:tr w:rsidR="00DC535D" w14:paraId="2109D7FA" w14:textId="77777777">
        <w:tc>
          <w:tcPr>
            <w:tcW w:w="3345" w:type="dxa"/>
            <w:vAlign w:val="center"/>
          </w:tcPr>
          <w:p w14:paraId="0A210CE0" w14:textId="77777777" w:rsidR="00DC535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0F79E28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67B2186" w14:textId="77777777" w:rsidR="00DC535D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CC1E5F9" w14:textId="77777777" w:rsidR="00DC535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5A06890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5D80D64" w14:textId="77777777" w:rsidR="00DC535D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C868E32" w14:textId="77777777" w:rsidR="00DC535D" w:rsidRDefault="00000000">
            <w:r>
              <w:t>0.245</w:t>
            </w:r>
          </w:p>
        </w:tc>
      </w:tr>
      <w:tr w:rsidR="00DC535D" w14:paraId="78C3627D" w14:textId="77777777">
        <w:tc>
          <w:tcPr>
            <w:tcW w:w="3345" w:type="dxa"/>
            <w:vAlign w:val="center"/>
          </w:tcPr>
          <w:p w14:paraId="11AF540F" w14:textId="77777777" w:rsidR="00DC535D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0E388CCF" w14:textId="77777777" w:rsidR="00DC535D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2A7E8E02" w14:textId="77777777" w:rsidR="00DC535D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541AAE07" w14:textId="77777777" w:rsidR="00DC535D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1E933170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FDC68F0" w14:textId="77777777" w:rsidR="00DC535D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15B26B19" w14:textId="77777777" w:rsidR="00DC535D" w:rsidRDefault="00000000">
            <w:r>
              <w:t>1.378</w:t>
            </w:r>
          </w:p>
        </w:tc>
      </w:tr>
      <w:tr w:rsidR="00DC535D" w14:paraId="23D1D893" w14:textId="77777777">
        <w:tc>
          <w:tcPr>
            <w:tcW w:w="3345" w:type="dxa"/>
            <w:vAlign w:val="center"/>
          </w:tcPr>
          <w:p w14:paraId="7AA64F64" w14:textId="77777777" w:rsidR="00DC535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940A471" w14:textId="77777777" w:rsidR="00DC535D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1FF1594C" w14:textId="77777777" w:rsidR="00DC535D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8FB6EB6" w14:textId="77777777" w:rsidR="00DC535D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0D2F524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8132252" w14:textId="77777777" w:rsidR="00DC535D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1187F21" w14:textId="77777777" w:rsidR="00DC535D" w:rsidRDefault="00000000">
            <w:r>
              <w:t>1.186</w:t>
            </w:r>
          </w:p>
        </w:tc>
      </w:tr>
      <w:tr w:rsidR="00DC535D" w14:paraId="6DB1507C" w14:textId="77777777">
        <w:tc>
          <w:tcPr>
            <w:tcW w:w="3345" w:type="dxa"/>
            <w:vAlign w:val="center"/>
          </w:tcPr>
          <w:p w14:paraId="446E5319" w14:textId="77777777" w:rsidR="00DC535D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5776C74D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2C8B5A2" w14:textId="77777777" w:rsidR="00DC535D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68ECC777" w14:textId="77777777" w:rsidR="00DC535D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5EAD023D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E3BBF1E" w14:textId="77777777" w:rsidR="00DC535D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451FBD63" w14:textId="77777777" w:rsidR="00DC535D" w:rsidRDefault="00000000">
            <w:r>
              <w:t>0.249</w:t>
            </w:r>
          </w:p>
        </w:tc>
      </w:tr>
      <w:tr w:rsidR="00DC535D" w14:paraId="4D38DADA" w14:textId="77777777">
        <w:tc>
          <w:tcPr>
            <w:tcW w:w="3345" w:type="dxa"/>
            <w:vAlign w:val="center"/>
          </w:tcPr>
          <w:p w14:paraId="466996DD" w14:textId="77777777" w:rsidR="00DC535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BCD72D3" w14:textId="77777777" w:rsidR="00DC535D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73BB00FC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821B8CF" w14:textId="77777777" w:rsidR="00DC535D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0BBC160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DF67A75" w14:textId="77777777" w:rsidR="00DC535D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23C4BAA4" w14:textId="77777777" w:rsidR="00DC535D" w:rsidRDefault="00000000">
            <w:r>
              <w:t>3.691</w:t>
            </w:r>
          </w:p>
        </w:tc>
      </w:tr>
      <w:tr w:rsidR="00DC535D" w14:paraId="1F8DEDBE" w14:textId="77777777">
        <w:tc>
          <w:tcPr>
            <w:tcW w:w="3345" w:type="dxa"/>
            <w:shd w:val="clear" w:color="auto" w:fill="E6E6E6"/>
            <w:vAlign w:val="center"/>
          </w:tcPr>
          <w:p w14:paraId="1930BCA8" w14:textId="77777777" w:rsidR="00DC535D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7DC23C3D" w14:textId="77777777" w:rsidR="00DC535D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DC535D" w14:paraId="5CF39E51" w14:textId="77777777">
        <w:tc>
          <w:tcPr>
            <w:tcW w:w="3345" w:type="dxa"/>
            <w:shd w:val="clear" w:color="auto" w:fill="E6E6E6"/>
            <w:vAlign w:val="center"/>
          </w:tcPr>
          <w:p w14:paraId="22E655FC" w14:textId="77777777" w:rsidR="00DC535D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797D74B8" w14:textId="77777777" w:rsidR="00DC535D" w:rsidRDefault="00000000">
            <w:pPr>
              <w:jc w:val="center"/>
            </w:pPr>
            <w:r>
              <w:t>0.77</w:t>
            </w:r>
          </w:p>
        </w:tc>
      </w:tr>
    </w:tbl>
    <w:p w14:paraId="090D83CA" w14:textId="77777777" w:rsidR="00DC535D" w:rsidRDefault="00000000">
      <w:pPr>
        <w:pStyle w:val="2"/>
        <w:widowControl w:val="0"/>
        <w:rPr>
          <w:kern w:val="2"/>
        </w:rPr>
      </w:pPr>
      <w:bookmarkStart w:id="41" w:name="_Toc159668366"/>
      <w:r>
        <w:rPr>
          <w:kern w:val="2"/>
        </w:rPr>
        <w:t>外墙构造</w:t>
      </w:r>
      <w:bookmarkEnd w:id="41"/>
    </w:p>
    <w:p w14:paraId="6685813F" w14:textId="77777777" w:rsidR="00DC535D" w:rsidRDefault="00000000">
      <w:pPr>
        <w:pStyle w:val="3"/>
        <w:widowControl w:val="0"/>
        <w:rPr>
          <w:kern w:val="2"/>
          <w:szCs w:val="24"/>
        </w:rPr>
      </w:pPr>
      <w:bookmarkStart w:id="42" w:name="_Toc159668367"/>
      <w:r>
        <w:rPr>
          <w:kern w:val="2"/>
          <w:szCs w:val="24"/>
        </w:rPr>
        <w:t>外墙构造一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C535D" w14:paraId="3224D336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ABC35D0" w14:textId="77777777" w:rsidR="00DC535D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16943EF" w14:textId="77777777" w:rsidR="00DC535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5FD35C" w14:textId="77777777" w:rsidR="00DC535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D3C385B" w14:textId="77777777" w:rsidR="00DC535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4ABCEB" w14:textId="77777777" w:rsidR="00DC535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3E769D" w14:textId="77777777" w:rsidR="00DC535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7592672" w14:textId="77777777" w:rsidR="00DC535D" w:rsidRDefault="00000000">
            <w:pPr>
              <w:jc w:val="center"/>
            </w:pPr>
            <w:r>
              <w:t>热惰性指标</w:t>
            </w:r>
          </w:p>
        </w:tc>
      </w:tr>
      <w:tr w:rsidR="00DC535D" w14:paraId="4F82564D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9C780C7" w14:textId="77777777" w:rsidR="00DC535D" w:rsidRDefault="00DC535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5A43B0C" w14:textId="77777777" w:rsidR="00DC535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79EC4B" w14:textId="77777777" w:rsidR="00DC535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6A9DD0" w14:textId="77777777" w:rsidR="00DC535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D35009D" w14:textId="77777777" w:rsidR="00DC535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656EE3" w14:textId="77777777" w:rsidR="00DC535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F5BCADE" w14:textId="77777777" w:rsidR="00DC535D" w:rsidRDefault="00000000">
            <w:pPr>
              <w:jc w:val="center"/>
            </w:pPr>
            <w:r>
              <w:t>D=R*S</w:t>
            </w:r>
          </w:p>
        </w:tc>
      </w:tr>
      <w:tr w:rsidR="00DC535D" w14:paraId="33F514C0" w14:textId="77777777">
        <w:tc>
          <w:tcPr>
            <w:tcW w:w="3345" w:type="dxa"/>
            <w:vAlign w:val="center"/>
          </w:tcPr>
          <w:p w14:paraId="5635B5E4" w14:textId="77777777" w:rsidR="00DC535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58FD793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A4E03E2" w14:textId="77777777" w:rsidR="00DC535D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DF7DB00" w14:textId="77777777" w:rsidR="00DC535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8999067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6458D92" w14:textId="77777777" w:rsidR="00DC535D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554DED2" w14:textId="77777777" w:rsidR="00DC535D" w:rsidRDefault="00000000">
            <w:r>
              <w:t>0.245</w:t>
            </w:r>
          </w:p>
        </w:tc>
      </w:tr>
      <w:tr w:rsidR="00DC535D" w14:paraId="69916FD1" w14:textId="77777777">
        <w:tc>
          <w:tcPr>
            <w:tcW w:w="3345" w:type="dxa"/>
            <w:vAlign w:val="center"/>
          </w:tcPr>
          <w:p w14:paraId="5C29EA42" w14:textId="77777777" w:rsidR="00DC535D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F0CBE04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6E289B4" w14:textId="77777777" w:rsidR="00DC535D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2BC98799" w14:textId="77777777" w:rsidR="00DC535D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6D63BDD0" w14:textId="77777777" w:rsidR="00DC535D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2675CE79" w14:textId="77777777" w:rsidR="00DC535D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107EBFD1" w14:textId="77777777" w:rsidR="00DC535D" w:rsidRDefault="00000000">
            <w:r>
              <w:t>0.227</w:t>
            </w:r>
          </w:p>
        </w:tc>
      </w:tr>
      <w:tr w:rsidR="00DC535D" w14:paraId="33503330" w14:textId="77777777">
        <w:tc>
          <w:tcPr>
            <w:tcW w:w="3345" w:type="dxa"/>
            <w:vAlign w:val="center"/>
          </w:tcPr>
          <w:p w14:paraId="0B7B9C4A" w14:textId="77777777" w:rsidR="00DC535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02783EC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6FCC1B0" w14:textId="77777777" w:rsidR="00DC535D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99F4551" w14:textId="77777777" w:rsidR="00DC535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E332018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A633999" w14:textId="77777777" w:rsidR="00DC535D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BA5663F" w14:textId="77777777" w:rsidR="00DC535D" w:rsidRDefault="00000000">
            <w:r>
              <w:t>0.245</w:t>
            </w:r>
          </w:p>
        </w:tc>
      </w:tr>
      <w:tr w:rsidR="00DC535D" w14:paraId="1E01E955" w14:textId="77777777">
        <w:tc>
          <w:tcPr>
            <w:tcW w:w="3345" w:type="dxa"/>
            <w:vAlign w:val="center"/>
          </w:tcPr>
          <w:p w14:paraId="26C88A09" w14:textId="77777777" w:rsidR="00DC535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6644DB0" w14:textId="77777777" w:rsidR="00DC535D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010551A7" w14:textId="77777777" w:rsidR="00DC535D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41A18C2" w14:textId="77777777" w:rsidR="00DC535D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834A0F2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60F3A61" w14:textId="77777777" w:rsidR="00DC535D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213F8C9B" w14:textId="77777777" w:rsidR="00DC535D" w:rsidRDefault="00000000">
            <w:r>
              <w:t>1.977</w:t>
            </w:r>
          </w:p>
        </w:tc>
      </w:tr>
      <w:tr w:rsidR="00DC535D" w14:paraId="5E132CCB" w14:textId="77777777">
        <w:tc>
          <w:tcPr>
            <w:tcW w:w="3345" w:type="dxa"/>
            <w:vAlign w:val="center"/>
          </w:tcPr>
          <w:p w14:paraId="4A611F3F" w14:textId="77777777" w:rsidR="00DC535D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0AF884AA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B0619E3" w14:textId="77777777" w:rsidR="00DC535D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341C1925" w14:textId="77777777" w:rsidR="00DC535D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4FD67B3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8800DE6" w14:textId="77777777" w:rsidR="00DC535D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63A22285" w14:textId="77777777" w:rsidR="00DC535D" w:rsidRDefault="00000000">
            <w:r>
              <w:t>0.249</w:t>
            </w:r>
          </w:p>
        </w:tc>
      </w:tr>
      <w:tr w:rsidR="00DC535D" w14:paraId="7BA0C712" w14:textId="77777777">
        <w:tc>
          <w:tcPr>
            <w:tcW w:w="3345" w:type="dxa"/>
            <w:vAlign w:val="center"/>
          </w:tcPr>
          <w:p w14:paraId="20AA57D7" w14:textId="77777777" w:rsidR="00DC535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1F8A2C1" w14:textId="77777777" w:rsidR="00DC535D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7A88A32C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6E8BFC0" w14:textId="77777777" w:rsidR="00DC535D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A1110D4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BBF53F4" w14:textId="77777777" w:rsidR="00DC535D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0604A7AA" w14:textId="77777777" w:rsidR="00DC535D" w:rsidRDefault="00000000">
            <w:r>
              <w:t>2.941</w:t>
            </w:r>
          </w:p>
        </w:tc>
      </w:tr>
      <w:tr w:rsidR="00DC535D" w14:paraId="7F737635" w14:textId="77777777">
        <w:tc>
          <w:tcPr>
            <w:tcW w:w="3345" w:type="dxa"/>
            <w:shd w:val="clear" w:color="auto" w:fill="E6E6E6"/>
            <w:vAlign w:val="center"/>
          </w:tcPr>
          <w:p w14:paraId="62020515" w14:textId="77777777" w:rsidR="00DC535D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0289E71A" w14:textId="77777777" w:rsidR="00DC535D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DC535D" w14:paraId="05E85267" w14:textId="77777777">
        <w:tc>
          <w:tcPr>
            <w:tcW w:w="3345" w:type="dxa"/>
            <w:shd w:val="clear" w:color="auto" w:fill="E6E6E6"/>
            <w:vAlign w:val="center"/>
          </w:tcPr>
          <w:p w14:paraId="0B8ABE14" w14:textId="77777777" w:rsidR="00DC535D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4AAC22E" w14:textId="77777777" w:rsidR="00DC535D" w:rsidRDefault="00000000">
            <w:pPr>
              <w:jc w:val="center"/>
            </w:pPr>
            <w:r>
              <w:t>1.13</w:t>
            </w:r>
          </w:p>
        </w:tc>
      </w:tr>
    </w:tbl>
    <w:p w14:paraId="3CADFE47" w14:textId="77777777" w:rsidR="00DC535D" w:rsidRDefault="00000000">
      <w:pPr>
        <w:pStyle w:val="2"/>
        <w:widowControl w:val="0"/>
        <w:rPr>
          <w:kern w:val="2"/>
        </w:rPr>
      </w:pPr>
      <w:bookmarkStart w:id="43" w:name="_Toc159668368"/>
      <w:r>
        <w:rPr>
          <w:kern w:val="2"/>
        </w:rPr>
        <w:t>挑空楼板构造</w:t>
      </w:r>
      <w:bookmarkEnd w:id="43"/>
    </w:p>
    <w:p w14:paraId="7A00C0DB" w14:textId="77777777" w:rsidR="00DC535D" w:rsidRDefault="00000000">
      <w:pPr>
        <w:pStyle w:val="3"/>
        <w:widowControl w:val="0"/>
        <w:rPr>
          <w:kern w:val="2"/>
          <w:szCs w:val="24"/>
        </w:rPr>
      </w:pPr>
      <w:bookmarkStart w:id="44" w:name="_Toc159668369"/>
      <w:r>
        <w:rPr>
          <w:kern w:val="2"/>
          <w:szCs w:val="24"/>
        </w:rPr>
        <w:t>挑空楼板构造一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C535D" w14:paraId="411CDAB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9F39450" w14:textId="77777777" w:rsidR="00DC535D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08D7330" w14:textId="77777777" w:rsidR="00DC535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88E622" w14:textId="77777777" w:rsidR="00DC535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F17D31" w14:textId="77777777" w:rsidR="00DC535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5CAEA6" w14:textId="77777777" w:rsidR="00DC535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A4D4DF" w14:textId="77777777" w:rsidR="00DC535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A873C30" w14:textId="77777777" w:rsidR="00DC535D" w:rsidRDefault="00000000">
            <w:pPr>
              <w:jc w:val="center"/>
            </w:pPr>
            <w:r>
              <w:t>热惰性指标</w:t>
            </w:r>
          </w:p>
        </w:tc>
      </w:tr>
      <w:tr w:rsidR="00DC535D" w14:paraId="0B7EAAF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AFFCA85" w14:textId="77777777" w:rsidR="00DC535D" w:rsidRDefault="00DC535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2090598" w14:textId="77777777" w:rsidR="00DC535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285150" w14:textId="77777777" w:rsidR="00DC535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C453A3" w14:textId="77777777" w:rsidR="00DC535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EC96B82" w14:textId="77777777" w:rsidR="00DC535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2E2529" w14:textId="77777777" w:rsidR="00DC535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5543B96" w14:textId="77777777" w:rsidR="00DC535D" w:rsidRDefault="00000000">
            <w:pPr>
              <w:jc w:val="center"/>
            </w:pPr>
            <w:r>
              <w:t>D=R*S</w:t>
            </w:r>
          </w:p>
        </w:tc>
      </w:tr>
      <w:tr w:rsidR="00DC535D" w14:paraId="4DDDA1B5" w14:textId="77777777">
        <w:tc>
          <w:tcPr>
            <w:tcW w:w="3345" w:type="dxa"/>
            <w:vAlign w:val="center"/>
          </w:tcPr>
          <w:p w14:paraId="15723DF5" w14:textId="77777777" w:rsidR="00DC535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ABF9A56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390AB87" w14:textId="77777777" w:rsidR="00DC535D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0110068" w14:textId="77777777" w:rsidR="00DC535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7496FA0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74BF86F" w14:textId="77777777" w:rsidR="00DC535D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88693B7" w14:textId="77777777" w:rsidR="00DC535D" w:rsidRDefault="00000000">
            <w:r>
              <w:t>0.245</w:t>
            </w:r>
          </w:p>
        </w:tc>
      </w:tr>
      <w:tr w:rsidR="00DC535D" w14:paraId="5FF4D254" w14:textId="77777777">
        <w:tc>
          <w:tcPr>
            <w:tcW w:w="3345" w:type="dxa"/>
            <w:vAlign w:val="center"/>
          </w:tcPr>
          <w:p w14:paraId="4A916882" w14:textId="77777777" w:rsidR="00DC535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47630F34" w14:textId="77777777" w:rsidR="00DC535D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E4B1EC6" w14:textId="77777777" w:rsidR="00DC535D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62E86672" w14:textId="77777777" w:rsidR="00DC535D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8AF1F6D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1553D50" w14:textId="77777777" w:rsidR="00DC535D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7E1E000C" w14:textId="77777777" w:rsidR="00DC535D" w:rsidRDefault="00000000">
            <w:r>
              <w:t>1.186</w:t>
            </w:r>
          </w:p>
        </w:tc>
      </w:tr>
      <w:tr w:rsidR="00DC535D" w14:paraId="2A1E37AC" w14:textId="77777777">
        <w:tc>
          <w:tcPr>
            <w:tcW w:w="3345" w:type="dxa"/>
            <w:vAlign w:val="center"/>
          </w:tcPr>
          <w:p w14:paraId="4E35D807" w14:textId="77777777" w:rsidR="00DC535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2AD5385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E69DA06" w14:textId="77777777" w:rsidR="00DC535D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DDE07AD" w14:textId="77777777" w:rsidR="00DC535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9D94D1D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0704681" w14:textId="77777777" w:rsidR="00DC535D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E4D64BA" w14:textId="77777777" w:rsidR="00DC535D" w:rsidRDefault="00000000">
            <w:r>
              <w:t>0.245</w:t>
            </w:r>
          </w:p>
        </w:tc>
      </w:tr>
      <w:tr w:rsidR="00DC535D" w14:paraId="34312E68" w14:textId="77777777">
        <w:tc>
          <w:tcPr>
            <w:tcW w:w="3345" w:type="dxa"/>
            <w:vAlign w:val="center"/>
          </w:tcPr>
          <w:p w14:paraId="644A897D" w14:textId="77777777" w:rsidR="00DC535D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A896F9B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58B5611" w14:textId="77777777" w:rsidR="00DC535D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6D718BF6" w14:textId="77777777" w:rsidR="00DC535D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381348A4" w14:textId="77777777" w:rsidR="00DC535D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6D6812F" w14:textId="77777777" w:rsidR="00DC535D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7E26DE75" w14:textId="77777777" w:rsidR="00DC535D" w:rsidRDefault="00000000">
            <w:r>
              <w:t>0.227</w:t>
            </w:r>
          </w:p>
        </w:tc>
      </w:tr>
      <w:tr w:rsidR="00DC535D" w14:paraId="51EAF1FD" w14:textId="77777777">
        <w:tc>
          <w:tcPr>
            <w:tcW w:w="3345" w:type="dxa"/>
            <w:vAlign w:val="center"/>
          </w:tcPr>
          <w:p w14:paraId="5DCE2804" w14:textId="77777777" w:rsidR="00DC535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8E2124B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3E4B638" w14:textId="77777777" w:rsidR="00DC535D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82F3632" w14:textId="77777777" w:rsidR="00DC535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63EEA50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6AFEA36" w14:textId="77777777" w:rsidR="00DC535D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5B8E9B6" w14:textId="77777777" w:rsidR="00DC535D" w:rsidRDefault="00000000">
            <w:r>
              <w:t>0.245</w:t>
            </w:r>
          </w:p>
        </w:tc>
      </w:tr>
      <w:tr w:rsidR="00DC535D" w14:paraId="5F23D713" w14:textId="77777777">
        <w:tc>
          <w:tcPr>
            <w:tcW w:w="3345" w:type="dxa"/>
            <w:vAlign w:val="center"/>
          </w:tcPr>
          <w:p w14:paraId="3D524EF4" w14:textId="77777777" w:rsidR="00DC535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9ABAA87" w14:textId="77777777" w:rsidR="00DC535D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69B9C63F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6F74A7D" w14:textId="77777777" w:rsidR="00DC535D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7F14A98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EC770FF" w14:textId="77777777" w:rsidR="00DC535D" w:rsidRDefault="00000000">
            <w:r>
              <w:t>0.689</w:t>
            </w:r>
          </w:p>
        </w:tc>
        <w:tc>
          <w:tcPr>
            <w:tcW w:w="1064" w:type="dxa"/>
            <w:vAlign w:val="center"/>
          </w:tcPr>
          <w:p w14:paraId="7446E749" w14:textId="77777777" w:rsidR="00DC535D" w:rsidRDefault="00000000">
            <w:r>
              <w:t>2.146</w:t>
            </w:r>
          </w:p>
        </w:tc>
      </w:tr>
      <w:tr w:rsidR="00DC535D" w14:paraId="1CCF0B89" w14:textId="77777777">
        <w:tc>
          <w:tcPr>
            <w:tcW w:w="3345" w:type="dxa"/>
            <w:shd w:val="clear" w:color="auto" w:fill="E6E6E6"/>
            <w:vAlign w:val="center"/>
          </w:tcPr>
          <w:p w14:paraId="7CFEE1F8" w14:textId="77777777" w:rsidR="00DC535D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592FE0C7" w14:textId="77777777" w:rsidR="00DC535D" w:rsidRDefault="00000000">
            <w:pPr>
              <w:jc w:val="center"/>
            </w:pPr>
            <w:r>
              <w:t>1.19</w:t>
            </w:r>
          </w:p>
        </w:tc>
      </w:tr>
    </w:tbl>
    <w:p w14:paraId="4DFA470F" w14:textId="77777777" w:rsidR="00DC535D" w:rsidRDefault="00000000">
      <w:pPr>
        <w:pStyle w:val="2"/>
        <w:widowControl w:val="0"/>
        <w:rPr>
          <w:kern w:val="2"/>
        </w:rPr>
      </w:pPr>
      <w:bookmarkStart w:id="45" w:name="_Toc159668370"/>
      <w:r>
        <w:rPr>
          <w:kern w:val="2"/>
        </w:rPr>
        <w:lastRenderedPageBreak/>
        <w:t>楼板构造</w:t>
      </w:r>
      <w:bookmarkEnd w:id="45"/>
    </w:p>
    <w:p w14:paraId="1584DE72" w14:textId="77777777" w:rsidR="00DC535D" w:rsidRDefault="00000000">
      <w:pPr>
        <w:pStyle w:val="3"/>
        <w:widowControl w:val="0"/>
        <w:rPr>
          <w:kern w:val="2"/>
          <w:szCs w:val="24"/>
        </w:rPr>
      </w:pPr>
      <w:bookmarkStart w:id="46" w:name="_Toc159668371"/>
      <w:r>
        <w:rPr>
          <w:kern w:val="2"/>
          <w:szCs w:val="24"/>
        </w:rPr>
        <w:t>楼板构造一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C535D" w14:paraId="7EA8C2B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55686A5" w14:textId="77777777" w:rsidR="00DC535D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782982" w14:textId="77777777" w:rsidR="00DC535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DD113B" w14:textId="77777777" w:rsidR="00DC535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EAD655" w14:textId="77777777" w:rsidR="00DC535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62D42CF" w14:textId="77777777" w:rsidR="00DC535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68E76C" w14:textId="77777777" w:rsidR="00DC535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0830D79" w14:textId="77777777" w:rsidR="00DC535D" w:rsidRDefault="00000000">
            <w:pPr>
              <w:jc w:val="center"/>
            </w:pPr>
            <w:r>
              <w:t>热惰性指标</w:t>
            </w:r>
          </w:p>
        </w:tc>
      </w:tr>
      <w:tr w:rsidR="00DC535D" w14:paraId="311B8F1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B436FBA" w14:textId="77777777" w:rsidR="00DC535D" w:rsidRDefault="00DC535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5220CB5" w14:textId="77777777" w:rsidR="00DC535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4E694D" w14:textId="77777777" w:rsidR="00DC535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2A77E0" w14:textId="77777777" w:rsidR="00DC535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45C276" w14:textId="77777777" w:rsidR="00DC535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420CE6" w14:textId="77777777" w:rsidR="00DC535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8F599D6" w14:textId="77777777" w:rsidR="00DC535D" w:rsidRDefault="00000000">
            <w:pPr>
              <w:jc w:val="center"/>
            </w:pPr>
            <w:r>
              <w:t>D=R*S</w:t>
            </w:r>
          </w:p>
        </w:tc>
      </w:tr>
      <w:tr w:rsidR="00DC535D" w14:paraId="3A077EE9" w14:textId="77777777">
        <w:tc>
          <w:tcPr>
            <w:tcW w:w="3345" w:type="dxa"/>
            <w:vAlign w:val="center"/>
          </w:tcPr>
          <w:p w14:paraId="094E4CB7" w14:textId="77777777" w:rsidR="00DC535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BE1C1A7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ECEEDD9" w14:textId="77777777" w:rsidR="00DC535D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38770EE" w14:textId="77777777" w:rsidR="00DC535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E041ECC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F1E44C3" w14:textId="77777777" w:rsidR="00DC535D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740BFB5" w14:textId="77777777" w:rsidR="00DC535D" w:rsidRDefault="00000000">
            <w:r>
              <w:t>0.245</w:t>
            </w:r>
          </w:p>
        </w:tc>
      </w:tr>
      <w:tr w:rsidR="00DC535D" w14:paraId="51D75F6C" w14:textId="77777777">
        <w:tc>
          <w:tcPr>
            <w:tcW w:w="3345" w:type="dxa"/>
            <w:vAlign w:val="center"/>
          </w:tcPr>
          <w:p w14:paraId="4C9C89A9" w14:textId="77777777" w:rsidR="00DC535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2C59EA25" w14:textId="77777777" w:rsidR="00DC535D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10784770" w14:textId="77777777" w:rsidR="00DC535D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1595DCA" w14:textId="77777777" w:rsidR="00DC535D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C7000E0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FDE59D5" w14:textId="77777777" w:rsidR="00DC535D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50290CA8" w14:textId="77777777" w:rsidR="00DC535D" w:rsidRDefault="00000000">
            <w:r>
              <w:t>1.186</w:t>
            </w:r>
          </w:p>
        </w:tc>
      </w:tr>
      <w:tr w:rsidR="00DC535D" w14:paraId="21C1CFF9" w14:textId="77777777">
        <w:tc>
          <w:tcPr>
            <w:tcW w:w="3345" w:type="dxa"/>
            <w:vAlign w:val="center"/>
          </w:tcPr>
          <w:p w14:paraId="4E749CA2" w14:textId="77777777" w:rsidR="00DC535D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6AA9C9FE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EB6F8A2" w14:textId="77777777" w:rsidR="00DC535D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1C6D0CC9" w14:textId="77777777" w:rsidR="00DC535D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E903BC3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E5158EC" w14:textId="77777777" w:rsidR="00DC535D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31CD083D" w14:textId="77777777" w:rsidR="00DC535D" w:rsidRDefault="00000000">
            <w:r>
              <w:t>0.249</w:t>
            </w:r>
          </w:p>
        </w:tc>
      </w:tr>
      <w:tr w:rsidR="00DC535D" w14:paraId="4B9E309A" w14:textId="77777777">
        <w:tc>
          <w:tcPr>
            <w:tcW w:w="3345" w:type="dxa"/>
            <w:vAlign w:val="center"/>
          </w:tcPr>
          <w:p w14:paraId="235445B2" w14:textId="77777777" w:rsidR="00DC535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3028704" w14:textId="77777777" w:rsidR="00DC535D" w:rsidRDefault="00000000">
            <w:r>
              <w:t>160</w:t>
            </w:r>
          </w:p>
        </w:tc>
        <w:tc>
          <w:tcPr>
            <w:tcW w:w="1075" w:type="dxa"/>
            <w:vAlign w:val="center"/>
          </w:tcPr>
          <w:p w14:paraId="43029DFD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673BE5D" w14:textId="77777777" w:rsidR="00DC535D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15ACC41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35AA49F" w14:textId="77777777" w:rsidR="00DC535D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476A146B" w14:textId="77777777" w:rsidR="00DC535D" w:rsidRDefault="00000000">
            <w:r>
              <w:t>1.679</w:t>
            </w:r>
          </w:p>
        </w:tc>
      </w:tr>
      <w:tr w:rsidR="00DC535D" w14:paraId="01DD87ED" w14:textId="77777777">
        <w:tc>
          <w:tcPr>
            <w:tcW w:w="3345" w:type="dxa"/>
            <w:shd w:val="clear" w:color="auto" w:fill="E6E6E6"/>
            <w:vAlign w:val="center"/>
          </w:tcPr>
          <w:p w14:paraId="0EBB54B9" w14:textId="77777777" w:rsidR="00DC535D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43ADE957" w14:textId="77777777" w:rsidR="00DC535D" w:rsidRDefault="00000000">
            <w:pPr>
              <w:jc w:val="center"/>
            </w:pPr>
            <w:r>
              <w:t>2.98</w:t>
            </w:r>
          </w:p>
        </w:tc>
      </w:tr>
    </w:tbl>
    <w:p w14:paraId="2AB42FFE" w14:textId="77777777" w:rsidR="00DC535D" w:rsidRDefault="00000000">
      <w:pPr>
        <w:pStyle w:val="2"/>
        <w:widowControl w:val="0"/>
        <w:rPr>
          <w:kern w:val="2"/>
        </w:rPr>
      </w:pPr>
      <w:bookmarkStart w:id="47" w:name="_Toc159668372"/>
      <w:r>
        <w:rPr>
          <w:kern w:val="2"/>
        </w:rPr>
        <w:t>周边地面构造</w:t>
      </w:r>
      <w:bookmarkEnd w:id="47"/>
    </w:p>
    <w:p w14:paraId="5DA1F326" w14:textId="77777777" w:rsidR="00DC535D" w:rsidRDefault="00000000">
      <w:pPr>
        <w:pStyle w:val="3"/>
        <w:widowControl w:val="0"/>
        <w:rPr>
          <w:kern w:val="2"/>
          <w:szCs w:val="24"/>
        </w:rPr>
      </w:pPr>
      <w:bookmarkStart w:id="48" w:name="_Toc159668373"/>
      <w:r>
        <w:rPr>
          <w:kern w:val="2"/>
          <w:szCs w:val="24"/>
        </w:rPr>
        <w:t>周边地面构造一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C535D" w14:paraId="5C196818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8F9DB69" w14:textId="77777777" w:rsidR="00DC535D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463267C" w14:textId="77777777" w:rsidR="00DC535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C826A2" w14:textId="77777777" w:rsidR="00DC535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B7EE88C" w14:textId="77777777" w:rsidR="00DC535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EAC1894" w14:textId="77777777" w:rsidR="00DC535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37B7CF" w14:textId="77777777" w:rsidR="00DC535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3937C6E" w14:textId="77777777" w:rsidR="00DC535D" w:rsidRDefault="00000000">
            <w:pPr>
              <w:jc w:val="center"/>
            </w:pPr>
            <w:r>
              <w:t>热惰性指标</w:t>
            </w:r>
          </w:p>
        </w:tc>
      </w:tr>
      <w:tr w:rsidR="00DC535D" w14:paraId="1646A55F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5BB3C48" w14:textId="77777777" w:rsidR="00DC535D" w:rsidRDefault="00DC535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B046EA6" w14:textId="77777777" w:rsidR="00DC535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4159DA3" w14:textId="77777777" w:rsidR="00DC535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C4D4D0F" w14:textId="77777777" w:rsidR="00DC535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91FFEF" w14:textId="77777777" w:rsidR="00DC535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14323D" w14:textId="77777777" w:rsidR="00DC535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9D833C4" w14:textId="77777777" w:rsidR="00DC535D" w:rsidRDefault="00000000">
            <w:pPr>
              <w:jc w:val="center"/>
            </w:pPr>
            <w:r>
              <w:t>D=R*S</w:t>
            </w:r>
          </w:p>
        </w:tc>
      </w:tr>
      <w:tr w:rsidR="00DC535D" w14:paraId="5A364350" w14:textId="77777777">
        <w:tc>
          <w:tcPr>
            <w:tcW w:w="3345" w:type="dxa"/>
            <w:vAlign w:val="center"/>
          </w:tcPr>
          <w:p w14:paraId="2F42E5B6" w14:textId="77777777" w:rsidR="00DC535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473336F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2890BA1" w14:textId="77777777" w:rsidR="00DC535D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E900551" w14:textId="77777777" w:rsidR="00DC535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628C880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5A08256" w14:textId="77777777" w:rsidR="00DC535D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9B4DAAE" w14:textId="77777777" w:rsidR="00DC535D" w:rsidRDefault="00000000">
            <w:r>
              <w:t>0.245</w:t>
            </w:r>
          </w:p>
        </w:tc>
      </w:tr>
      <w:tr w:rsidR="00DC535D" w14:paraId="0AD4FCA9" w14:textId="77777777">
        <w:tc>
          <w:tcPr>
            <w:tcW w:w="3345" w:type="dxa"/>
            <w:vAlign w:val="center"/>
          </w:tcPr>
          <w:p w14:paraId="6EC148CC" w14:textId="77777777" w:rsidR="00DC535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812BA2A" w14:textId="77777777" w:rsidR="00DC535D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517CA111" w14:textId="77777777" w:rsidR="00DC535D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53BF1C7" w14:textId="77777777" w:rsidR="00DC535D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7B728A6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89F3B7A" w14:textId="77777777" w:rsidR="00DC535D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7FB9829F" w14:textId="77777777" w:rsidR="00DC535D" w:rsidRDefault="00000000">
            <w:r>
              <w:t>1.186</w:t>
            </w:r>
          </w:p>
        </w:tc>
      </w:tr>
      <w:tr w:rsidR="00DC535D" w14:paraId="49DC9977" w14:textId="77777777">
        <w:tc>
          <w:tcPr>
            <w:tcW w:w="3345" w:type="dxa"/>
            <w:vAlign w:val="center"/>
          </w:tcPr>
          <w:p w14:paraId="27ED8C47" w14:textId="77777777" w:rsidR="00DC535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F2B5210" w14:textId="77777777" w:rsidR="00DC535D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1BF81A96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820C01D" w14:textId="77777777" w:rsidR="00DC535D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B76E749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B93B1B0" w14:textId="77777777" w:rsidR="00DC535D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4C14826E" w14:textId="77777777" w:rsidR="00DC535D" w:rsidRDefault="00000000">
            <w:r>
              <w:t>1.431</w:t>
            </w:r>
          </w:p>
        </w:tc>
      </w:tr>
      <w:tr w:rsidR="00DC535D" w14:paraId="633F9CC2" w14:textId="77777777">
        <w:tc>
          <w:tcPr>
            <w:tcW w:w="3345" w:type="dxa"/>
            <w:shd w:val="clear" w:color="auto" w:fill="E6E6E6"/>
            <w:vAlign w:val="center"/>
          </w:tcPr>
          <w:p w14:paraId="2EF84C76" w14:textId="77777777" w:rsidR="00DC535D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069A29BB" w14:textId="77777777" w:rsidR="00DC535D" w:rsidRDefault="00000000">
            <w:pPr>
              <w:jc w:val="center"/>
            </w:pPr>
            <w:r>
              <w:t>0.52</w:t>
            </w:r>
          </w:p>
        </w:tc>
      </w:tr>
      <w:tr w:rsidR="00DC535D" w14:paraId="457CEBA5" w14:textId="77777777">
        <w:tc>
          <w:tcPr>
            <w:tcW w:w="3345" w:type="dxa"/>
            <w:vAlign w:val="center"/>
          </w:tcPr>
          <w:p w14:paraId="1A6DB6AA" w14:textId="77777777" w:rsidR="00DC535D" w:rsidRDefault="00DC535D"/>
        </w:tc>
        <w:tc>
          <w:tcPr>
            <w:tcW w:w="848" w:type="dxa"/>
            <w:vAlign w:val="center"/>
          </w:tcPr>
          <w:p w14:paraId="7E0558B8" w14:textId="77777777" w:rsidR="00DC535D" w:rsidRDefault="00DC535D"/>
        </w:tc>
        <w:tc>
          <w:tcPr>
            <w:tcW w:w="1075" w:type="dxa"/>
            <w:vAlign w:val="center"/>
          </w:tcPr>
          <w:p w14:paraId="2E297731" w14:textId="77777777" w:rsidR="00DC535D" w:rsidRDefault="00DC535D"/>
        </w:tc>
        <w:tc>
          <w:tcPr>
            <w:tcW w:w="1075" w:type="dxa"/>
            <w:vAlign w:val="center"/>
          </w:tcPr>
          <w:p w14:paraId="07CE5F75" w14:textId="77777777" w:rsidR="00DC535D" w:rsidRDefault="00DC535D"/>
        </w:tc>
        <w:tc>
          <w:tcPr>
            <w:tcW w:w="848" w:type="dxa"/>
            <w:vAlign w:val="center"/>
          </w:tcPr>
          <w:p w14:paraId="1330B804" w14:textId="77777777" w:rsidR="00DC535D" w:rsidRDefault="00DC535D"/>
        </w:tc>
        <w:tc>
          <w:tcPr>
            <w:tcW w:w="1075" w:type="dxa"/>
            <w:vAlign w:val="center"/>
          </w:tcPr>
          <w:p w14:paraId="4F1020E2" w14:textId="77777777" w:rsidR="00DC535D" w:rsidRDefault="00DC535D"/>
        </w:tc>
        <w:tc>
          <w:tcPr>
            <w:tcW w:w="1064" w:type="dxa"/>
            <w:vAlign w:val="center"/>
          </w:tcPr>
          <w:p w14:paraId="38CA571E" w14:textId="77777777" w:rsidR="00DC535D" w:rsidRDefault="00DC535D"/>
        </w:tc>
      </w:tr>
    </w:tbl>
    <w:p w14:paraId="6468F94C" w14:textId="77777777" w:rsidR="00DC535D" w:rsidRDefault="00000000">
      <w:pPr>
        <w:pStyle w:val="2"/>
        <w:widowControl w:val="0"/>
        <w:rPr>
          <w:kern w:val="2"/>
        </w:rPr>
      </w:pPr>
      <w:bookmarkStart w:id="49" w:name="_Toc159668374"/>
      <w:r>
        <w:rPr>
          <w:kern w:val="2"/>
        </w:rPr>
        <w:t>非周边地面构造</w:t>
      </w:r>
      <w:bookmarkEnd w:id="49"/>
    </w:p>
    <w:p w14:paraId="2A30C914" w14:textId="77777777" w:rsidR="00DC535D" w:rsidRDefault="00000000">
      <w:pPr>
        <w:pStyle w:val="3"/>
        <w:widowControl w:val="0"/>
        <w:rPr>
          <w:kern w:val="2"/>
          <w:szCs w:val="24"/>
        </w:rPr>
      </w:pPr>
      <w:bookmarkStart w:id="50" w:name="_Toc159668375"/>
      <w:r>
        <w:rPr>
          <w:kern w:val="2"/>
          <w:szCs w:val="24"/>
        </w:rPr>
        <w:t>非周边地面构造一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C535D" w14:paraId="41CE1DB1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C9ED065" w14:textId="77777777" w:rsidR="00DC535D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AD7B25" w14:textId="77777777" w:rsidR="00DC535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5A2D16" w14:textId="77777777" w:rsidR="00DC535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805505" w14:textId="77777777" w:rsidR="00DC535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54A8B38" w14:textId="77777777" w:rsidR="00DC535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CB941F" w14:textId="77777777" w:rsidR="00DC535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7FE4C9F" w14:textId="77777777" w:rsidR="00DC535D" w:rsidRDefault="00000000">
            <w:pPr>
              <w:jc w:val="center"/>
            </w:pPr>
            <w:r>
              <w:t>热惰性指标</w:t>
            </w:r>
          </w:p>
        </w:tc>
      </w:tr>
      <w:tr w:rsidR="00DC535D" w14:paraId="56C4F8E6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B55F668" w14:textId="77777777" w:rsidR="00DC535D" w:rsidRDefault="00DC535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BDAA4DC" w14:textId="77777777" w:rsidR="00DC535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F364CA" w14:textId="77777777" w:rsidR="00DC535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6E5D32" w14:textId="77777777" w:rsidR="00DC535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DFA0967" w14:textId="77777777" w:rsidR="00DC535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477DC5" w14:textId="77777777" w:rsidR="00DC535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DB0E81A" w14:textId="77777777" w:rsidR="00DC535D" w:rsidRDefault="00000000">
            <w:pPr>
              <w:jc w:val="center"/>
            </w:pPr>
            <w:r>
              <w:t>D=R*S</w:t>
            </w:r>
          </w:p>
        </w:tc>
      </w:tr>
      <w:tr w:rsidR="00DC535D" w14:paraId="57CE9826" w14:textId="77777777">
        <w:tc>
          <w:tcPr>
            <w:tcW w:w="3345" w:type="dxa"/>
            <w:vAlign w:val="center"/>
          </w:tcPr>
          <w:p w14:paraId="5D8D6605" w14:textId="77777777" w:rsidR="00DC535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48FBF30" w14:textId="77777777" w:rsidR="00DC535D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9A64118" w14:textId="77777777" w:rsidR="00DC535D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A1C1973" w14:textId="77777777" w:rsidR="00DC535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309218E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058F0B8" w14:textId="77777777" w:rsidR="00DC535D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F179C28" w14:textId="77777777" w:rsidR="00DC535D" w:rsidRDefault="00000000">
            <w:r>
              <w:t>0.245</w:t>
            </w:r>
          </w:p>
        </w:tc>
      </w:tr>
      <w:tr w:rsidR="00DC535D" w14:paraId="0C7026CD" w14:textId="77777777">
        <w:tc>
          <w:tcPr>
            <w:tcW w:w="3345" w:type="dxa"/>
            <w:vAlign w:val="center"/>
          </w:tcPr>
          <w:p w14:paraId="2BAFE00B" w14:textId="77777777" w:rsidR="00DC535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532D19A" w14:textId="77777777" w:rsidR="00DC535D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599FBEFC" w14:textId="77777777" w:rsidR="00DC535D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606EB2AB" w14:textId="77777777" w:rsidR="00DC535D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1C94442" w14:textId="77777777" w:rsidR="00DC535D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14C4E4C" w14:textId="77777777" w:rsidR="00DC535D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1764ADE7" w14:textId="77777777" w:rsidR="00DC535D" w:rsidRDefault="00000000">
            <w:r>
              <w:t>1.186</w:t>
            </w:r>
          </w:p>
        </w:tc>
      </w:tr>
      <w:tr w:rsidR="00DC535D" w14:paraId="4B0C8FA6" w14:textId="77777777">
        <w:tc>
          <w:tcPr>
            <w:tcW w:w="3345" w:type="dxa"/>
            <w:vAlign w:val="center"/>
          </w:tcPr>
          <w:p w14:paraId="458D3C92" w14:textId="77777777" w:rsidR="00DC535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6598C6C" w14:textId="77777777" w:rsidR="00DC535D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446CEDD7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1ED2C72" w14:textId="77777777" w:rsidR="00DC535D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2CED500" w14:textId="77777777" w:rsidR="00DC535D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3CE34B1" w14:textId="77777777" w:rsidR="00DC535D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48C86662" w14:textId="77777777" w:rsidR="00DC535D" w:rsidRDefault="00000000">
            <w:r>
              <w:t>1.431</w:t>
            </w:r>
          </w:p>
        </w:tc>
      </w:tr>
      <w:tr w:rsidR="00DC535D" w14:paraId="6ADEE3B8" w14:textId="77777777">
        <w:tc>
          <w:tcPr>
            <w:tcW w:w="3345" w:type="dxa"/>
            <w:shd w:val="clear" w:color="auto" w:fill="E6E6E6"/>
            <w:vAlign w:val="center"/>
          </w:tcPr>
          <w:p w14:paraId="3BEFA92C" w14:textId="77777777" w:rsidR="00DC535D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7439DCF7" w14:textId="77777777" w:rsidR="00DC535D" w:rsidRDefault="00000000">
            <w:pPr>
              <w:jc w:val="center"/>
            </w:pPr>
            <w:r>
              <w:t>0.30</w:t>
            </w:r>
          </w:p>
        </w:tc>
      </w:tr>
      <w:tr w:rsidR="00DC535D" w14:paraId="1503110D" w14:textId="77777777">
        <w:tc>
          <w:tcPr>
            <w:tcW w:w="3345" w:type="dxa"/>
            <w:vAlign w:val="center"/>
          </w:tcPr>
          <w:p w14:paraId="03D2EA95" w14:textId="77777777" w:rsidR="00DC535D" w:rsidRDefault="00DC535D"/>
        </w:tc>
        <w:tc>
          <w:tcPr>
            <w:tcW w:w="848" w:type="dxa"/>
            <w:vAlign w:val="center"/>
          </w:tcPr>
          <w:p w14:paraId="4D7DF66C" w14:textId="77777777" w:rsidR="00DC535D" w:rsidRDefault="00DC535D"/>
        </w:tc>
        <w:tc>
          <w:tcPr>
            <w:tcW w:w="1075" w:type="dxa"/>
            <w:vAlign w:val="center"/>
          </w:tcPr>
          <w:p w14:paraId="74637216" w14:textId="77777777" w:rsidR="00DC535D" w:rsidRDefault="00DC535D"/>
        </w:tc>
        <w:tc>
          <w:tcPr>
            <w:tcW w:w="1075" w:type="dxa"/>
            <w:vAlign w:val="center"/>
          </w:tcPr>
          <w:p w14:paraId="261CA291" w14:textId="77777777" w:rsidR="00DC535D" w:rsidRDefault="00DC535D"/>
        </w:tc>
        <w:tc>
          <w:tcPr>
            <w:tcW w:w="848" w:type="dxa"/>
            <w:vAlign w:val="center"/>
          </w:tcPr>
          <w:p w14:paraId="33954FCC" w14:textId="77777777" w:rsidR="00DC535D" w:rsidRDefault="00DC535D"/>
        </w:tc>
        <w:tc>
          <w:tcPr>
            <w:tcW w:w="1075" w:type="dxa"/>
            <w:vAlign w:val="center"/>
          </w:tcPr>
          <w:p w14:paraId="022304A7" w14:textId="77777777" w:rsidR="00DC535D" w:rsidRDefault="00DC535D"/>
        </w:tc>
        <w:tc>
          <w:tcPr>
            <w:tcW w:w="1064" w:type="dxa"/>
            <w:vAlign w:val="center"/>
          </w:tcPr>
          <w:p w14:paraId="14762F58" w14:textId="77777777" w:rsidR="00DC535D" w:rsidRDefault="00DC535D"/>
        </w:tc>
      </w:tr>
    </w:tbl>
    <w:p w14:paraId="31B1CE2E" w14:textId="77777777" w:rsidR="00DC535D" w:rsidRDefault="00000000">
      <w:pPr>
        <w:pStyle w:val="2"/>
        <w:widowControl w:val="0"/>
        <w:rPr>
          <w:kern w:val="2"/>
        </w:rPr>
      </w:pPr>
      <w:bookmarkStart w:id="51" w:name="_Toc159668376"/>
      <w:r>
        <w:rPr>
          <w:kern w:val="2"/>
        </w:rPr>
        <w:t>门构造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DC535D" w14:paraId="02FC6C7E" w14:textId="77777777">
        <w:tc>
          <w:tcPr>
            <w:tcW w:w="645" w:type="dxa"/>
            <w:shd w:val="clear" w:color="auto" w:fill="E6E6E6"/>
            <w:vAlign w:val="center"/>
          </w:tcPr>
          <w:p w14:paraId="0D3F85DE" w14:textId="77777777" w:rsidR="00DC535D" w:rsidRDefault="00000000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58FF503E" w14:textId="77777777" w:rsidR="00DC535D" w:rsidRDefault="00000000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55B63603" w14:textId="77777777" w:rsidR="00DC535D" w:rsidRDefault="00000000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4A42E29D" w14:textId="77777777" w:rsidR="00DC535D" w:rsidRDefault="00000000">
            <w:pPr>
              <w:jc w:val="center"/>
            </w:pPr>
            <w:r>
              <w:t>备注</w:t>
            </w:r>
          </w:p>
        </w:tc>
      </w:tr>
      <w:tr w:rsidR="00DC535D" w14:paraId="6157E4B8" w14:textId="77777777">
        <w:tc>
          <w:tcPr>
            <w:tcW w:w="645" w:type="dxa"/>
            <w:shd w:val="clear" w:color="auto" w:fill="E6E6E6"/>
            <w:vAlign w:val="center"/>
          </w:tcPr>
          <w:p w14:paraId="28DACDE1" w14:textId="77777777" w:rsidR="00DC535D" w:rsidRDefault="00000000">
            <w:r>
              <w:t>1</w:t>
            </w:r>
          </w:p>
        </w:tc>
        <w:tc>
          <w:tcPr>
            <w:tcW w:w="3667" w:type="dxa"/>
            <w:vAlign w:val="center"/>
          </w:tcPr>
          <w:p w14:paraId="6D18FBBE" w14:textId="77777777" w:rsidR="00DC535D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727E920B" w14:textId="77777777" w:rsidR="00DC535D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7CB5B118" w14:textId="77777777" w:rsidR="00DC535D" w:rsidRDefault="00DC535D"/>
        </w:tc>
      </w:tr>
      <w:tr w:rsidR="00DC535D" w14:paraId="3B3CA93A" w14:textId="77777777">
        <w:tc>
          <w:tcPr>
            <w:tcW w:w="645" w:type="dxa"/>
            <w:shd w:val="clear" w:color="auto" w:fill="E6E6E6"/>
            <w:vAlign w:val="center"/>
          </w:tcPr>
          <w:p w14:paraId="03EE628E" w14:textId="77777777" w:rsidR="00DC535D" w:rsidRDefault="00000000">
            <w:r>
              <w:t>2</w:t>
            </w:r>
          </w:p>
        </w:tc>
        <w:tc>
          <w:tcPr>
            <w:tcW w:w="3667" w:type="dxa"/>
            <w:vAlign w:val="center"/>
          </w:tcPr>
          <w:p w14:paraId="6B4790CA" w14:textId="77777777" w:rsidR="00DC535D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338A7FDB" w14:textId="77777777" w:rsidR="00DC535D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6357D2BE" w14:textId="77777777" w:rsidR="00DC535D" w:rsidRDefault="00DC535D"/>
        </w:tc>
      </w:tr>
    </w:tbl>
    <w:p w14:paraId="2134E69F" w14:textId="77777777" w:rsidR="00DC535D" w:rsidRDefault="00000000">
      <w:pPr>
        <w:pStyle w:val="2"/>
      </w:pPr>
      <w:bookmarkStart w:id="52" w:name="_Toc159668377"/>
      <w:r>
        <w:lastRenderedPageBreak/>
        <w:t>窗构造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DC535D" w14:paraId="5339000E" w14:textId="77777777">
        <w:tc>
          <w:tcPr>
            <w:tcW w:w="905" w:type="dxa"/>
            <w:shd w:val="clear" w:color="auto" w:fill="E6E6E6"/>
            <w:vAlign w:val="center"/>
          </w:tcPr>
          <w:p w14:paraId="05801F5B" w14:textId="77777777" w:rsidR="00DC535D" w:rsidRDefault="00000000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1F3FA560" w14:textId="77777777" w:rsidR="00DC535D" w:rsidRDefault="00000000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67B81A01" w14:textId="77777777" w:rsidR="00DC535D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1CCA992B" w14:textId="77777777" w:rsidR="00DC535D" w:rsidRDefault="00000000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362C351" w14:textId="77777777" w:rsidR="00DC535D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1EEBB2D9" w14:textId="77777777" w:rsidR="00DC535D" w:rsidRDefault="00000000">
            <w:pPr>
              <w:jc w:val="center"/>
            </w:pPr>
            <w:r>
              <w:t>备注</w:t>
            </w:r>
          </w:p>
        </w:tc>
      </w:tr>
      <w:tr w:rsidR="00DC535D" w14:paraId="7140495B" w14:textId="77777777">
        <w:tc>
          <w:tcPr>
            <w:tcW w:w="905" w:type="dxa"/>
            <w:shd w:val="clear" w:color="auto" w:fill="E6E6E6"/>
            <w:vAlign w:val="center"/>
          </w:tcPr>
          <w:p w14:paraId="4CC3EF07" w14:textId="77777777" w:rsidR="00DC535D" w:rsidRDefault="00000000">
            <w:r>
              <w:t>1</w:t>
            </w:r>
          </w:p>
        </w:tc>
        <w:tc>
          <w:tcPr>
            <w:tcW w:w="2694" w:type="dxa"/>
            <w:vAlign w:val="center"/>
          </w:tcPr>
          <w:p w14:paraId="13B5C67F" w14:textId="77777777" w:rsidR="00DC535D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3F8CBFA4" w14:textId="77777777" w:rsidR="00DC535D" w:rsidRDefault="00000000">
            <w:r>
              <w:t>3.900</w:t>
            </w:r>
          </w:p>
        </w:tc>
        <w:tc>
          <w:tcPr>
            <w:tcW w:w="956" w:type="dxa"/>
            <w:vAlign w:val="center"/>
          </w:tcPr>
          <w:p w14:paraId="15A0D7B0" w14:textId="77777777" w:rsidR="00DC535D" w:rsidRDefault="00000000">
            <w:r>
              <w:t>0.750</w:t>
            </w:r>
          </w:p>
        </w:tc>
        <w:tc>
          <w:tcPr>
            <w:tcW w:w="956" w:type="dxa"/>
            <w:vAlign w:val="center"/>
          </w:tcPr>
          <w:p w14:paraId="567F3DFF" w14:textId="77777777" w:rsidR="00DC535D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6A7A4F47" w14:textId="77777777" w:rsidR="00DC535D" w:rsidRDefault="00000000">
            <w:r>
              <w:t>来源《民用建筑热工设计规范》</w:t>
            </w:r>
          </w:p>
        </w:tc>
      </w:tr>
    </w:tbl>
    <w:p w14:paraId="4A4B1DD8" w14:textId="77777777" w:rsidR="00DC535D" w:rsidRDefault="00000000">
      <w:pPr>
        <w:pStyle w:val="1"/>
      </w:pPr>
      <w:bookmarkStart w:id="53" w:name="_Toc159668378"/>
      <w:r>
        <w:t>房间类型</w:t>
      </w:r>
      <w:bookmarkEnd w:id="53"/>
    </w:p>
    <w:p w14:paraId="3EC4D5FD" w14:textId="77777777" w:rsidR="00DC535D" w:rsidRDefault="00000000">
      <w:pPr>
        <w:pStyle w:val="2"/>
        <w:widowControl w:val="0"/>
        <w:rPr>
          <w:kern w:val="2"/>
        </w:rPr>
      </w:pPr>
      <w:bookmarkStart w:id="54" w:name="_Toc159668379"/>
      <w:r>
        <w:rPr>
          <w:kern w:val="2"/>
        </w:rPr>
        <w:t>房间表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DC535D" w14:paraId="74849F2D" w14:textId="77777777">
        <w:tc>
          <w:tcPr>
            <w:tcW w:w="1862" w:type="dxa"/>
            <w:shd w:val="clear" w:color="auto" w:fill="E6E6E6"/>
            <w:vAlign w:val="center"/>
          </w:tcPr>
          <w:p w14:paraId="205221AE" w14:textId="77777777" w:rsidR="00DC535D" w:rsidRDefault="00000000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09E2D0BA" w14:textId="77777777" w:rsidR="00DC535D" w:rsidRDefault="00000000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5D6E321B" w14:textId="77777777" w:rsidR="00DC535D" w:rsidRDefault="00000000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67851B09" w14:textId="77777777" w:rsidR="00DC535D" w:rsidRDefault="00000000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786B1151" w14:textId="77777777" w:rsidR="00DC535D" w:rsidRDefault="00000000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3E844397" w14:textId="77777777" w:rsidR="00DC535D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7321D8BC" w14:textId="77777777" w:rsidR="00DC535D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DC535D" w14:paraId="0A133D70" w14:textId="77777777">
        <w:tc>
          <w:tcPr>
            <w:tcW w:w="1862" w:type="dxa"/>
            <w:shd w:val="clear" w:color="auto" w:fill="E6E6E6"/>
            <w:vAlign w:val="center"/>
          </w:tcPr>
          <w:p w14:paraId="1EDB7D5B" w14:textId="77777777" w:rsidR="00DC535D" w:rsidRDefault="00000000">
            <w:r>
              <w:t>起居室</w:t>
            </w:r>
          </w:p>
        </w:tc>
        <w:tc>
          <w:tcPr>
            <w:tcW w:w="781" w:type="dxa"/>
            <w:vAlign w:val="center"/>
          </w:tcPr>
          <w:p w14:paraId="6564D736" w14:textId="77777777" w:rsidR="00DC535D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68A11392" w14:textId="77777777" w:rsidR="00DC535D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0678C9E5" w14:textId="77777777" w:rsidR="00DC535D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62E60159" w14:textId="77777777" w:rsidR="00DC535D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2CCEA526" w14:textId="77777777" w:rsidR="00DC535D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0EA27946" w14:textId="77777777" w:rsidR="00DC535D" w:rsidRDefault="00000000">
            <w:pPr>
              <w:jc w:val="center"/>
            </w:pPr>
            <w:r>
              <w:t>5(W/m^2)</w:t>
            </w:r>
          </w:p>
        </w:tc>
      </w:tr>
    </w:tbl>
    <w:p w14:paraId="1F289E59" w14:textId="77777777" w:rsidR="00DC535D" w:rsidRDefault="00000000">
      <w:pPr>
        <w:pStyle w:val="2"/>
        <w:widowControl w:val="0"/>
        <w:rPr>
          <w:kern w:val="2"/>
        </w:rPr>
      </w:pPr>
      <w:bookmarkStart w:id="55" w:name="_Toc159668380"/>
      <w:r>
        <w:rPr>
          <w:kern w:val="2"/>
        </w:rPr>
        <w:t>作息时间表</w:t>
      </w:r>
      <w:bookmarkEnd w:id="55"/>
    </w:p>
    <w:p w14:paraId="744F79B2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27FC98CD" w14:textId="77777777" w:rsidR="00DC535D" w:rsidRDefault="00000000">
      <w:pPr>
        <w:pStyle w:val="1"/>
        <w:widowControl w:val="0"/>
        <w:rPr>
          <w:kern w:val="2"/>
          <w:szCs w:val="24"/>
        </w:rPr>
      </w:pPr>
      <w:bookmarkStart w:id="56" w:name="_Toc159668381"/>
      <w:r>
        <w:rPr>
          <w:kern w:val="2"/>
          <w:szCs w:val="24"/>
        </w:rPr>
        <w:t>系统设置</w:t>
      </w:r>
      <w:bookmarkEnd w:id="56"/>
    </w:p>
    <w:p w14:paraId="207EC31F" w14:textId="77777777" w:rsidR="00DC535D" w:rsidRDefault="00000000">
      <w:pPr>
        <w:pStyle w:val="2"/>
        <w:widowControl w:val="0"/>
        <w:rPr>
          <w:kern w:val="2"/>
        </w:rPr>
      </w:pPr>
      <w:bookmarkStart w:id="57" w:name="_Toc159668382"/>
      <w:r>
        <w:rPr>
          <w:kern w:val="2"/>
        </w:rPr>
        <w:t>系统划分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DC535D" w14:paraId="3B755425" w14:textId="77777777">
        <w:tc>
          <w:tcPr>
            <w:tcW w:w="1131" w:type="dxa"/>
            <w:shd w:val="clear" w:color="auto" w:fill="E6E6E6"/>
            <w:vAlign w:val="center"/>
          </w:tcPr>
          <w:p w14:paraId="3A103D26" w14:textId="77777777" w:rsidR="00DC535D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C06C02F" w14:textId="77777777" w:rsidR="00DC535D" w:rsidRDefault="00000000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4A079BB2" w14:textId="77777777" w:rsidR="00DC535D" w:rsidRDefault="00000000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0ECE697" w14:textId="77777777" w:rsidR="00DC535D" w:rsidRDefault="00000000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3B56EA0D" w14:textId="77777777" w:rsidR="00DC535D" w:rsidRDefault="00000000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105DBB3C" w14:textId="77777777" w:rsidR="00DC535D" w:rsidRDefault="00000000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76E49D59" w14:textId="77777777" w:rsidR="00DC535D" w:rsidRDefault="00000000">
            <w:pPr>
              <w:jc w:val="center"/>
            </w:pPr>
            <w:r>
              <w:t>包含的房间</w:t>
            </w:r>
          </w:p>
        </w:tc>
      </w:tr>
      <w:tr w:rsidR="00DC535D" w14:paraId="7CFFAD3C" w14:textId="77777777">
        <w:tc>
          <w:tcPr>
            <w:tcW w:w="1131" w:type="dxa"/>
            <w:vAlign w:val="center"/>
          </w:tcPr>
          <w:p w14:paraId="1F29F02D" w14:textId="77777777" w:rsidR="00DC535D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26EFB4EF" w14:textId="77777777" w:rsidR="00DC535D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54FCEC58" w14:textId="77777777" w:rsidR="00DC535D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0603DCAA" w14:textId="77777777" w:rsidR="00DC535D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5D35206D" w14:textId="77777777" w:rsidR="00DC535D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5A29D80D" w14:textId="77777777" w:rsidR="00DC535D" w:rsidRDefault="00000000">
            <w:r>
              <w:t>931.30</w:t>
            </w:r>
          </w:p>
        </w:tc>
        <w:tc>
          <w:tcPr>
            <w:tcW w:w="2830" w:type="dxa"/>
            <w:vAlign w:val="center"/>
          </w:tcPr>
          <w:p w14:paraId="12525E7D" w14:textId="77777777" w:rsidR="00DC535D" w:rsidRDefault="00000000">
            <w:r>
              <w:t>所有房间</w:t>
            </w:r>
          </w:p>
        </w:tc>
      </w:tr>
    </w:tbl>
    <w:p w14:paraId="77A5D01A" w14:textId="77777777" w:rsidR="00DC535D" w:rsidRDefault="00000000">
      <w:pPr>
        <w:pStyle w:val="2"/>
        <w:widowControl w:val="0"/>
        <w:rPr>
          <w:kern w:val="2"/>
        </w:rPr>
      </w:pPr>
      <w:bookmarkStart w:id="58" w:name="_Toc159668383"/>
      <w:r>
        <w:rPr>
          <w:kern w:val="2"/>
        </w:rPr>
        <w:t>运行时间表</w:t>
      </w:r>
      <w:bookmarkEnd w:id="58"/>
    </w:p>
    <w:p w14:paraId="2F2D78A5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7E7A2DE0" w14:textId="77777777" w:rsidR="00DC535D" w:rsidRDefault="00000000">
      <w:pPr>
        <w:pStyle w:val="1"/>
        <w:widowControl w:val="0"/>
        <w:rPr>
          <w:kern w:val="2"/>
          <w:szCs w:val="24"/>
        </w:rPr>
      </w:pPr>
      <w:bookmarkStart w:id="59" w:name="_Toc159668384"/>
      <w:r>
        <w:rPr>
          <w:kern w:val="2"/>
          <w:szCs w:val="24"/>
        </w:rPr>
        <w:t>计算结果</w:t>
      </w:r>
      <w:bookmarkEnd w:id="59"/>
    </w:p>
    <w:p w14:paraId="303EE5B5" w14:textId="77777777" w:rsidR="00DC535D" w:rsidRDefault="00000000">
      <w:pPr>
        <w:pStyle w:val="2"/>
        <w:widowControl w:val="0"/>
        <w:rPr>
          <w:kern w:val="2"/>
        </w:rPr>
      </w:pPr>
      <w:bookmarkStart w:id="60" w:name="_Toc159668385"/>
      <w:r>
        <w:rPr>
          <w:kern w:val="2"/>
        </w:rPr>
        <w:t>模拟周期</w:t>
      </w:r>
      <w:bookmarkEnd w:id="60"/>
    </w:p>
    <w:p w14:paraId="77FF29FE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</w:t>
      </w:r>
      <w:r>
        <w:rPr>
          <w:kern w:val="2"/>
          <w:szCs w:val="24"/>
          <w:lang w:val="en-US"/>
        </w:rPr>
        <w:t>8760</w:t>
      </w:r>
      <w:r>
        <w:rPr>
          <w:kern w:val="2"/>
          <w:szCs w:val="24"/>
          <w:lang w:val="en-US"/>
        </w:rPr>
        <w:t>小时模拟</w:t>
      </w:r>
    </w:p>
    <w:p w14:paraId="12FADBEE" w14:textId="77777777" w:rsidR="00DC535D" w:rsidRDefault="00000000">
      <w:pPr>
        <w:pStyle w:val="2"/>
        <w:widowControl w:val="0"/>
        <w:rPr>
          <w:kern w:val="2"/>
        </w:rPr>
      </w:pPr>
      <w:bookmarkStart w:id="61" w:name="_Toc159668386"/>
      <w:r>
        <w:rPr>
          <w:kern w:val="2"/>
        </w:rPr>
        <w:t>全年冷暖需求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DC535D" w14:paraId="4C52B24D" w14:textId="77777777">
        <w:tc>
          <w:tcPr>
            <w:tcW w:w="1975" w:type="dxa"/>
            <w:shd w:val="clear" w:color="auto" w:fill="E6E6E6"/>
            <w:vAlign w:val="center"/>
          </w:tcPr>
          <w:p w14:paraId="3CD3E73E" w14:textId="77777777" w:rsidR="00DC535D" w:rsidRDefault="00000000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85B0EB1" w14:textId="77777777" w:rsidR="00DC535D" w:rsidRDefault="00000000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484F559F" w14:textId="77777777" w:rsidR="00DC535D" w:rsidRDefault="00000000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6948CE1" w14:textId="77777777" w:rsidR="00DC535D" w:rsidRDefault="00000000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BED5E98" w14:textId="77777777" w:rsidR="00DC535D" w:rsidRDefault="00000000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DC535D" w14:paraId="12FBBDEE" w14:textId="77777777">
        <w:tc>
          <w:tcPr>
            <w:tcW w:w="1975" w:type="dxa"/>
            <w:shd w:val="clear" w:color="auto" w:fill="E6E6E6"/>
            <w:vAlign w:val="center"/>
          </w:tcPr>
          <w:p w14:paraId="1B8F1FF2" w14:textId="77777777" w:rsidR="00DC535D" w:rsidRDefault="00000000">
            <w:r>
              <w:t>默认系统</w:t>
            </w:r>
          </w:p>
        </w:tc>
        <w:tc>
          <w:tcPr>
            <w:tcW w:w="1839" w:type="dxa"/>
            <w:vAlign w:val="center"/>
          </w:tcPr>
          <w:p w14:paraId="5CC956F0" w14:textId="77777777" w:rsidR="00DC535D" w:rsidRDefault="00000000">
            <w:r>
              <w:t>188814</w:t>
            </w:r>
          </w:p>
        </w:tc>
        <w:tc>
          <w:tcPr>
            <w:tcW w:w="1839" w:type="dxa"/>
            <w:vAlign w:val="center"/>
          </w:tcPr>
          <w:p w14:paraId="33190EBA" w14:textId="77777777" w:rsidR="00DC535D" w:rsidRDefault="00000000">
            <w:r>
              <w:t>202.74</w:t>
            </w:r>
          </w:p>
        </w:tc>
        <w:tc>
          <w:tcPr>
            <w:tcW w:w="1839" w:type="dxa"/>
            <w:vAlign w:val="center"/>
          </w:tcPr>
          <w:p w14:paraId="6356D1BB" w14:textId="77777777" w:rsidR="00DC535D" w:rsidRDefault="00000000">
            <w:r>
              <w:t>32082</w:t>
            </w:r>
          </w:p>
        </w:tc>
        <w:tc>
          <w:tcPr>
            <w:tcW w:w="1839" w:type="dxa"/>
            <w:vAlign w:val="center"/>
          </w:tcPr>
          <w:p w14:paraId="14B8DCCF" w14:textId="77777777" w:rsidR="00DC535D" w:rsidRDefault="00000000">
            <w:r>
              <w:t>34.45</w:t>
            </w:r>
          </w:p>
        </w:tc>
      </w:tr>
      <w:tr w:rsidR="00DC535D" w14:paraId="5AADEAF4" w14:textId="77777777">
        <w:tc>
          <w:tcPr>
            <w:tcW w:w="1975" w:type="dxa"/>
            <w:shd w:val="clear" w:color="auto" w:fill="E6E6E6"/>
            <w:vAlign w:val="center"/>
          </w:tcPr>
          <w:p w14:paraId="5EB206EF" w14:textId="77777777" w:rsidR="00DC535D" w:rsidRDefault="00000000">
            <w:r>
              <w:t>建筑总计</w:t>
            </w:r>
          </w:p>
        </w:tc>
        <w:tc>
          <w:tcPr>
            <w:tcW w:w="1839" w:type="dxa"/>
            <w:vAlign w:val="center"/>
          </w:tcPr>
          <w:p w14:paraId="6EC0F6DB" w14:textId="77777777" w:rsidR="00DC535D" w:rsidRDefault="00000000">
            <w:r>
              <w:t>188814</w:t>
            </w:r>
          </w:p>
        </w:tc>
        <w:tc>
          <w:tcPr>
            <w:tcW w:w="1839" w:type="dxa"/>
            <w:vAlign w:val="center"/>
          </w:tcPr>
          <w:p w14:paraId="7BCB2F4F" w14:textId="77777777" w:rsidR="00DC535D" w:rsidRDefault="00000000">
            <w:r>
              <w:t>147.29</w:t>
            </w:r>
          </w:p>
        </w:tc>
        <w:tc>
          <w:tcPr>
            <w:tcW w:w="1839" w:type="dxa"/>
            <w:vAlign w:val="center"/>
          </w:tcPr>
          <w:p w14:paraId="3CE2DE5D" w14:textId="77777777" w:rsidR="00DC535D" w:rsidRDefault="00000000">
            <w:r>
              <w:t>32082</w:t>
            </w:r>
          </w:p>
        </w:tc>
        <w:tc>
          <w:tcPr>
            <w:tcW w:w="1839" w:type="dxa"/>
            <w:vAlign w:val="center"/>
          </w:tcPr>
          <w:p w14:paraId="66796894" w14:textId="77777777" w:rsidR="00DC535D" w:rsidRDefault="00000000">
            <w:r>
              <w:t>25.03</w:t>
            </w:r>
          </w:p>
        </w:tc>
      </w:tr>
    </w:tbl>
    <w:p w14:paraId="5D1B6FC6" w14:textId="77777777" w:rsidR="00DC535D" w:rsidRDefault="00000000">
      <w:r>
        <w:rPr>
          <w:noProof/>
        </w:rPr>
        <w:lastRenderedPageBreak/>
        <w:drawing>
          <wp:inline distT="0" distB="0" distL="0" distR="0" wp14:anchorId="239D46F2" wp14:editId="63B786BB">
            <wp:extent cx="5667375" cy="2647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BF6AB" w14:textId="77777777" w:rsidR="00DC535D" w:rsidRDefault="00DC535D"/>
    <w:p w14:paraId="7A52BBA2" w14:textId="77777777" w:rsidR="00DC535D" w:rsidRDefault="00000000">
      <w:pPr>
        <w:pStyle w:val="2"/>
        <w:widowControl w:val="0"/>
        <w:rPr>
          <w:kern w:val="2"/>
        </w:rPr>
      </w:pPr>
      <w:bookmarkStart w:id="62" w:name="_Toc159668387"/>
      <w:r>
        <w:rPr>
          <w:kern w:val="2"/>
        </w:rPr>
        <w:t>负荷分项统计</w:t>
      </w:r>
      <w:bookmarkEnd w:id="6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DC535D" w14:paraId="32326E58" w14:textId="77777777">
        <w:tc>
          <w:tcPr>
            <w:tcW w:w="1964" w:type="dxa"/>
            <w:shd w:val="clear" w:color="auto" w:fill="E6E6E6"/>
            <w:vAlign w:val="center"/>
          </w:tcPr>
          <w:p w14:paraId="52F53AED" w14:textId="77777777" w:rsidR="00DC535D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4E26BE4" w14:textId="77777777" w:rsidR="00DC535D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1D51E2D8" w14:textId="77777777" w:rsidR="00DC535D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9784A37" w14:textId="77777777" w:rsidR="00DC535D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6C40057" w14:textId="77777777" w:rsidR="00DC535D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84DD3B5" w14:textId="77777777" w:rsidR="00DC535D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0CBFB93F" w14:textId="77777777" w:rsidR="00DC535D" w:rsidRDefault="00000000">
            <w:pPr>
              <w:jc w:val="center"/>
            </w:pPr>
            <w:r>
              <w:t>合计</w:t>
            </w:r>
          </w:p>
        </w:tc>
      </w:tr>
      <w:tr w:rsidR="00DC535D" w14:paraId="750BC74D" w14:textId="77777777">
        <w:tc>
          <w:tcPr>
            <w:tcW w:w="1964" w:type="dxa"/>
            <w:shd w:val="clear" w:color="auto" w:fill="E6E6E6"/>
            <w:vAlign w:val="center"/>
          </w:tcPr>
          <w:p w14:paraId="53BFF23F" w14:textId="77777777" w:rsidR="00DC535D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05BD3148" w14:textId="77777777" w:rsidR="00DC535D" w:rsidRDefault="00000000">
            <w:r>
              <w:t>-152.80</w:t>
            </w:r>
          </w:p>
        </w:tc>
        <w:tc>
          <w:tcPr>
            <w:tcW w:w="1273" w:type="dxa"/>
            <w:vAlign w:val="center"/>
          </w:tcPr>
          <w:p w14:paraId="46185B31" w14:textId="77777777" w:rsidR="00DC535D" w:rsidRDefault="00000000">
            <w:r>
              <w:t>13.98</w:t>
            </w:r>
          </w:p>
        </w:tc>
        <w:tc>
          <w:tcPr>
            <w:tcW w:w="1131" w:type="dxa"/>
            <w:vAlign w:val="center"/>
          </w:tcPr>
          <w:p w14:paraId="2F6F3DF2" w14:textId="77777777" w:rsidR="00DC535D" w:rsidRDefault="00000000">
            <w:r>
              <w:t>19.17</w:t>
            </w:r>
          </w:p>
        </w:tc>
        <w:tc>
          <w:tcPr>
            <w:tcW w:w="1131" w:type="dxa"/>
            <w:vAlign w:val="center"/>
          </w:tcPr>
          <w:p w14:paraId="59A829E8" w14:textId="77777777" w:rsidR="00DC535D" w:rsidRDefault="00000000">
            <w:r>
              <w:t>-27.65</w:t>
            </w:r>
          </w:p>
        </w:tc>
        <w:tc>
          <w:tcPr>
            <w:tcW w:w="1131" w:type="dxa"/>
            <w:vAlign w:val="center"/>
          </w:tcPr>
          <w:p w14:paraId="235C7D94" w14:textId="77777777" w:rsidR="00DC535D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2E4A5781" w14:textId="77777777" w:rsidR="00DC535D" w:rsidRDefault="00000000">
            <w:r>
              <w:t>-147.29</w:t>
            </w:r>
          </w:p>
        </w:tc>
      </w:tr>
      <w:tr w:rsidR="00DC535D" w14:paraId="52C54568" w14:textId="77777777">
        <w:tc>
          <w:tcPr>
            <w:tcW w:w="1964" w:type="dxa"/>
            <w:shd w:val="clear" w:color="auto" w:fill="E6E6E6"/>
            <w:vAlign w:val="center"/>
          </w:tcPr>
          <w:p w14:paraId="5FE9D433" w14:textId="77777777" w:rsidR="00DC535D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287E92DA" w14:textId="77777777" w:rsidR="00DC535D" w:rsidRDefault="00000000">
            <w:r>
              <w:t>6.74</w:t>
            </w:r>
          </w:p>
        </w:tc>
        <w:tc>
          <w:tcPr>
            <w:tcW w:w="1273" w:type="dxa"/>
            <w:vAlign w:val="center"/>
          </w:tcPr>
          <w:p w14:paraId="1AD4855F" w14:textId="77777777" w:rsidR="00DC535D" w:rsidRDefault="00000000">
            <w:r>
              <w:t>4.28</w:t>
            </w:r>
          </w:p>
        </w:tc>
        <w:tc>
          <w:tcPr>
            <w:tcW w:w="1131" w:type="dxa"/>
            <w:vAlign w:val="center"/>
          </w:tcPr>
          <w:p w14:paraId="660D4E9F" w14:textId="77777777" w:rsidR="00DC535D" w:rsidRDefault="00000000">
            <w:r>
              <w:t>5.61</w:t>
            </w:r>
          </w:p>
        </w:tc>
        <w:tc>
          <w:tcPr>
            <w:tcW w:w="1131" w:type="dxa"/>
            <w:vAlign w:val="center"/>
          </w:tcPr>
          <w:p w14:paraId="278E240C" w14:textId="77777777" w:rsidR="00DC535D" w:rsidRDefault="00000000">
            <w:r>
              <w:t>8.39</w:t>
            </w:r>
          </w:p>
        </w:tc>
        <w:tc>
          <w:tcPr>
            <w:tcW w:w="1131" w:type="dxa"/>
            <w:vAlign w:val="center"/>
          </w:tcPr>
          <w:p w14:paraId="1309A49F" w14:textId="77777777" w:rsidR="00DC535D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73FD2D71" w14:textId="77777777" w:rsidR="00DC535D" w:rsidRDefault="00000000">
            <w:r>
              <w:t>25.03</w:t>
            </w:r>
          </w:p>
        </w:tc>
      </w:tr>
    </w:tbl>
    <w:p w14:paraId="75047C46" w14:textId="77777777" w:rsidR="00DC535D" w:rsidRDefault="00000000">
      <w:r>
        <w:rPr>
          <w:noProof/>
        </w:rPr>
        <w:drawing>
          <wp:inline distT="0" distB="0" distL="0" distR="0" wp14:anchorId="12B8A574" wp14:editId="50B00DBC">
            <wp:extent cx="5667375" cy="29527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06CEF" w14:textId="77777777" w:rsidR="00DC535D" w:rsidRDefault="00DC535D"/>
    <w:p w14:paraId="1EFFEF0F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0D0BC0CA" wp14:editId="16EFB08B">
            <wp:extent cx="5667375" cy="29051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2CAF2" w14:textId="77777777" w:rsidR="00DC535D" w:rsidRDefault="00000000">
      <w:pPr>
        <w:pStyle w:val="2"/>
        <w:widowControl w:val="0"/>
        <w:rPr>
          <w:kern w:val="2"/>
        </w:rPr>
      </w:pPr>
      <w:bookmarkStart w:id="63" w:name="_Toc159668388"/>
      <w:r>
        <w:rPr>
          <w:kern w:val="2"/>
        </w:rPr>
        <w:t>逐月负荷表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DC535D" w14:paraId="34FE5AEE" w14:textId="77777777">
        <w:tc>
          <w:tcPr>
            <w:tcW w:w="854" w:type="dxa"/>
            <w:shd w:val="clear" w:color="auto" w:fill="E6E6E6"/>
            <w:vAlign w:val="center"/>
          </w:tcPr>
          <w:p w14:paraId="43B07E1B" w14:textId="77777777" w:rsidR="00DC535D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4E2A3A1" w14:textId="77777777" w:rsidR="00DC535D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5AC3ED0" w14:textId="77777777" w:rsidR="00DC535D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BF29DE9" w14:textId="77777777" w:rsidR="00DC535D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5A0C025" w14:textId="77777777" w:rsidR="00DC535D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2F836BD" w14:textId="77777777" w:rsidR="00DC535D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758CEB2" w14:textId="77777777" w:rsidR="00DC535D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DC535D" w14:paraId="2849EFCD" w14:textId="77777777">
        <w:tc>
          <w:tcPr>
            <w:tcW w:w="854" w:type="dxa"/>
            <w:shd w:val="clear" w:color="auto" w:fill="E6E6E6"/>
            <w:vAlign w:val="center"/>
          </w:tcPr>
          <w:p w14:paraId="1CF33541" w14:textId="77777777" w:rsidR="00DC535D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94EBB75" w14:textId="77777777" w:rsidR="00DC535D" w:rsidRDefault="00000000">
            <w:pPr>
              <w:jc w:val="right"/>
            </w:pPr>
            <w:r>
              <w:t>48078</w:t>
            </w:r>
          </w:p>
        </w:tc>
        <w:tc>
          <w:tcPr>
            <w:tcW w:w="1188" w:type="dxa"/>
            <w:vAlign w:val="center"/>
          </w:tcPr>
          <w:p w14:paraId="1C7A3DDD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8A41045" w14:textId="77777777" w:rsidR="00DC535D" w:rsidRDefault="00000000">
            <w:pPr>
              <w:jc w:val="right"/>
            </w:pPr>
            <w:r>
              <w:rPr>
                <w:color w:val="FF0000"/>
              </w:rPr>
              <w:t>88.038</w:t>
            </w:r>
          </w:p>
        </w:tc>
        <w:tc>
          <w:tcPr>
            <w:tcW w:w="1862" w:type="dxa"/>
            <w:vAlign w:val="center"/>
          </w:tcPr>
          <w:p w14:paraId="6910D765" w14:textId="77777777" w:rsidR="00DC535D" w:rsidRDefault="00000000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19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46241D99" w14:textId="77777777" w:rsidR="00DC535D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290639A" w14:textId="77777777" w:rsidR="00DC535D" w:rsidRDefault="00000000">
            <w:r>
              <w:t>--</w:t>
            </w:r>
          </w:p>
        </w:tc>
      </w:tr>
      <w:tr w:rsidR="00DC535D" w14:paraId="18866455" w14:textId="77777777">
        <w:tc>
          <w:tcPr>
            <w:tcW w:w="854" w:type="dxa"/>
            <w:shd w:val="clear" w:color="auto" w:fill="E6E6E6"/>
            <w:vAlign w:val="center"/>
          </w:tcPr>
          <w:p w14:paraId="378151D5" w14:textId="77777777" w:rsidR="00DC535D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72D215B" w14:textId="77777777" w:rsidR="00DC535D" w:rsidRDefault="00000000">
            <w:pPr>
              <w:jc w:val="right"/>
            </w:pPr>
            <w:r>
              <w:t>39555</w:t>
            </w:r>
          </w:p>
        </w:tc>
        <w:tc>
          <w:tcPr>
            <w:tcW w:w="1188" w:type="dxa"/>
            <w:vAlign w:val="center"/>
          </w:tcPr>
          <w:p w14:paraId="19659D1E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A494184" w14:textId="77777777" w:rsidR="00DC535D" w:rsidRDefault="00000000">
            <w:pPr>
              <w:jc w:val="right"/>
            </w:pPr>
            <w:r>
              <w:t>81.835</w:t>
            </w:r>
          </w:p>
        </w:tc>
        <w:tc>
          <w:tcPr>
            <w:tcW w:w="1862" w:type="dxa"/>
            <w:vAlign w:val="center"/>
          </w:tcPr>
          <w:p w14:paraId="176358F2" w14:textId="77777777" w:rsidR="00DC535D" w:rsidRDefault="00000000">
            <w:r>
              <w:t>02</w:t>
            </w:r>
            <w:r>
              <w:t>月</w:t>
            </w:r>
            <w:r>
              <w:t>02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957F648" w14:textId="77777777" w:rsidR="00DC535D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E90151B" w14:textId="77777777" w:rsidR="00DC535D" w:rsidRDefault="00000000">
            <w:r>
              <w:t>--</w:t>
            </w:r>
          </w:p>
        </w:tc>
      </w:tr>
      <w:tr w:rsidR="00DC535D" w14:paraId="782AA665" w14:textId="77777777">
        <w:tc>
          <w:tcPr>
            <w:tcW w:w="854" w:type="dxa"/>
            <w:shd w:val="clear" w:color="auto" w:fill="E6E6E6"/>
            <w:vAlign w:val="center"/>
          </w:tcPr>
          <w:p w14:paraId="76C3DB34" w14:textId="77777777" w:rsidR="00DC535D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2BD6149" w14:textId="77777777" w:rsidR="00DC535D" w:rsidRDefault="00000000">
            <w:pPr>
              <w:jc w:val="right"/>
            </w:pPr>
            <w:r>
              <w:t>26286</w:t>
            </w:r>
          </w:p>
        </w:tc>
        <w:tc>
          <w:tcPr>
            <w:tcW w:w="1188" w:type="dxa"/>
            <w:vAlign w:val="center"/>
          </w:tcPr>
          <w:p w14:paraId="464A100D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2569718" w14:textId="77777777" w:rsidR="00DC535D" w:rsidRDefault="00000000">
            <w:pPr>
              <w:jc w:val="right"/>
            </w:pPr>
            <w:r>
              <w:t>65.570</w:t>
            </w:r>
          </w:p>
        </w:tc>
        <w:tc>
          <w:tcPr>
            <w:tcW w:w="1862" w:type="dxa"/>
            <w:vAlign w:val="center"/>
          </w:tcPr>
          <w:p w14:paraId="6EEF3B6C" w14:textId="77777777" w:rsidR="00DC535D" w:rsidRDefault="00000000">
            <w:r>
              <w:t>03</w:t>
            </w:r>
            <w:r>
              <w:t>月</w:t>
            </w:r>
            <w:r>
              <w:t>17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AC797EA" w14:textId="77777777" w:rsidR="00DC535D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61BEB9D" w14:textId="77777777" w:rsidR="00DC535D" w:rsidRDefault="00000000">
            <w:r>
              <w:t>--</w:t>
            </w:r>
          </w:p>
        </w:tc>
      </w:tr>
      <w:tr w:rsidR="00DC535D" w14:paraId="027ABD5A" w14:textId="77777777">
        <w:tc>
          <w:tcPr>
            <w:tcW w:w="854" w:type="dxa"/>
            <w:shd w:val="clear" w:color="auto" w:fill="E6E6E6"/>
            <w:vAlign w:val="center"/>
          </w:tcPr>
          <w:p w14:paraId="173E7205" w14:textId="77777777" w:rsidR="00DC535D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1A8F113" w14:textId="77777777" w:rsidR="00DC535D" w:rsidRDefault="00000000">
            <w:pPr>
              <w:jc w:val="right"/>
            </w:pPr>
            <w:r>
              <w:t>11595</w:t>
            </w:r>
          </w:p>
        </w:tc>
        <w:tc>
          <w:tcPr>
            <w:tcW w:w="1188" w:type="dxa"/>
            <w:vAlign w:val="center"/>
          </w:tcPr>
          <w:p w14:paraId="593535C6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95CDEE5" w14:textId="77777777" w:rsidR="00DC535D" w:rsidRDefault="00000000">
            <w:pPr>
              <w:jc w:val="right"/>
            </w:pPr>
            <w:r>
              <w:t>43.878</w:t>
            </w:r>
          </w:p>
        </w:tc>
        <w:tc>
          <w:tcPr>
            <w:tcW w:w="1862" w:type="dxa"/>
            <w:vAlign w:val="center"/>
          </w:tcPr>
          <w:p w14:paraId="2ADFDB99" w14:textId="77777777" w:rsidR="00DC535D" w:rsidRDefault="00000000">
            <w:r>
              <w:t>04</w:t>
            </w:r>
            <w:r>
              <w:t>月</w:t>
            </w:r>
            <w:r>
              <w:t>02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8F83F57" w14:textId="77777777" w:rsidR="00DC535D" w:rsidRDefault="00000000">
            <w:pPr>
              <w:jc w:val="right"/>
            </w:pPr>
            <w:r>
              <w:t>0.048</w:t>
            </w:r>
          </w:p>
        </w:tc>
        <w:tc>
          <w:tcPr>
            <w:tcW w:w="1862" w:type="dxa"/>
            <w:vAlign w:val="center"/>
          </w:tcPr>
          <w:p w14:paraId="16A2E6BE" w14:textId="77777777" w:rsidR="00DC535D" w:rsidRDefault="00000000">
            <w:r>
              <w:t>04</w:t>
            </w:r>
            <w:r>
              <w:t>月</w:t>
            </w:r>
            <w:r>
              <w:t>30</w:t>
            </w:r>
            <w:r>
              <w:t>日</w:t>
            </w:r>
            <w:r>
              <w:t>10</w:t>
            </w:r>
            <w:r>
              <w:t>时</w:t>
            </w:r>
          </w:p>
        </w:tc>
      </w:tr>
      <w:tr w:rsidR="00DC535D" w14:paraId="51826785" w14:textId="77777777">
        <w:tc>
          <w:tcPr>
            <w:tcW w:w="854" w:type="dxa"/>
            <w:shd w:val="clear" w:color="auto" w:fill="E6E6E6"/>
            <w:vAlign w:val="center"/>
          </w:tcPr>
          <w:p w14:paraId="39BECD42" w14:textId="77777777" w:rsidR="00DC535D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7D53338" w14:textId="77777777" w:rsidR="00DC535D" w:rsidRDefault="00000000">
            <w:pPr>
              <w:jc w:val="right"/>
            </w:pPr>
            <w:r>
              <w:t>1570</w:t>
            </w:r>
          </w:p>
        </w:tc>
        <w:tc>
          <w:tcPr>
            <w:tcW w:w="1188" w:type="dxa"/>
            <w:vAlign w:val="center"/>
          </w:tcPr>
          <w:p w14:paraId="791ADECE" w14:textId="77777777" w:rsidR="00DC535D" w:rsidRDefault="00000000">
            <w:pPr>
              <w:jc w:val="right"/>
            </w:pPr>
            <w:r>
              <w:t>156</w:t>
            </w:r>
          </w:p>
        </w:tc>
        <w:tc>
          <w:tcPr>
            <w:tcW w:w="1188" w:type="dxa"/>
            <w:vAlign w:val="center"/>
          </w:tcPr>
          <w:p w14:paraId="16E28185" w14:textId="77777777" w:rsidR="00DC535D" w:rsidRDefault="00000000">
            <w:pPr>
              <w:jc w:val="right"/>
            </w:pPr>
            <w:r>
              <w:t>15.763</w:t>
            </w:r>
          </w:p>
        </w:tc>
        <w:tc>
          <w:tcPr>
            <w:tcW w:w="1862" w:type="dxa"/>
            <w:vAlign w:val="center"/>
          </w:tcPr>
          <w:p w14:paraId="0A8F8863" w14:textId="77777777" w:rsidR="00DC535D" w:rsidRDefault="00000000">
            <w:r>
              <w:t>05</w:t>
            </w:r>
            <w:r>
              <w:t>月</w:t>
            </w:r>
            <w:r>
              <w:t>03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3F6FF2DD" w14:textId="77777777" w:rsidR="00DC535D" w:rsidRDefault="00000000">
            <w:pPr>
              <w:jc w:val="right"/>
            </w:pPr>
            <w:r>
              <w:t>3.509</w:t>
            </w:r>
          </w:p>
        </w:tc>
        <w:tc>
          <w:tcPr>
            <w:tcW w:w="1862" w:type="dxa"/>
            <w:vAlign w:val="center"/>
          </w:tcPr>
          <w:p w14:paraId="44C4EB44" w14:textId="77777777" w:rsidR="00DC535D" w:rsidRDefault="00000000">
            <w:r>
              <w:t>05</w:t>
            </w:r>
            <w:r>
              <w:t>月</w:t>
            </w:r>
            <w:r>
              <w:t>30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DC535D" w14:paraId="26D9A1A3" w14:textId="77777777">
        <w:tc>
          <w:tcPr>
            <w:tcW w:w="854" w:type="dxa"/>
            <w:shd w:val="clear" w:color="auto" w:fill="E6E6E6"/>
            <w:vAlign w:val="center"/>
          </w:tcPr>
          <w:p w14:paraId="12CA2EAA" w14:textId="77777777" w:rsidR="00DC535D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16CDEF6" w14:textId="77777777" w:rsidR="00DC535D" w:rsidRDefault="00000000">
            <w:pPr>
              <w:jc w:val="right"/>
            </w:pPr>
            <w:r>
              <w:t>17</w:t>
            </w:r>
          </w:p>
        </w:tc>
        <w:tc>
          <w:tcPr>
            <w:tcW w:w="1188" w:type="dxa"/>
            <w:vAlign w:val="center"/>
          </w:tcPr>
          <w:p w14:paraId="78B26DD6" w14:textId="77777777" w:rsidR="00DC535D" w:rsidRDefault="00000000">
            <w:pPr>
              <w:jc w:val="right"/>
            </w:pPr>
            <w:r>
              <w:t>5246</w:t>
            </w:r>
          </w:p>
        </w:tc>
        <w:tc>
          <w:tcPr>
            <w:tcW w:w="1188" w:type="dxa"/>
            <w:vAlign w:val="center"/>
          </w:tcPr>
          <w:p w14:paraId="702CAF4A" w14:textId="77777777" w:rsidR="00DC535D" w:rsidRDefault="00000000">
            <w:pPr>
              <w:jc w:val="right"/>
            </w:pPr>
            <w:r>
              <w:t>1.613</w:t>
            </w:r>
          </w:p>
        </w:tc>
        <w:tc>
          <w:tcPr>
            <w:tcW w:w="1862" w:type="dxa"/>
            <w:vAlign w:val="center"/>
          </w:tcPr>
          <w:p w14:paraId="7D4D9028" w14:textId="77777777" w:rsidR="00DC535D" w:rsidRDefault="00000000">
            <w:r>
              <w:t>06</w:t>
            </w:r>
            <w:r>
              <w:t>月</w:t>
            </w:r>
            <w:r>
              <w:t>04</w:t>
            </w:r>
            <w:r>
              <w:t>日</w:t>
            </w:r>
            <w:r>
              <w:t>03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3A04C7D" w14:textId="77777777" w:rsidR="00DC535D" w:rsidRDefault="00000000">
            <w:pPr>
              <w:jc w:val="right"/>
            </w:pPr>
            <w:r>
              <w:t>20.669</w:t>
            </w:r>
          </w:p>
        </w:tc>
        <w:tc>
          <w:tcPr>
            <w:tcW w:w="1862" w:type="dxa"/>
            <w:vAlign w:val="center"/>
          </w:tcPr>
          <w:p w14:paraId="57A317EC" w14:textId="77777777" w:rsidR="00DC535D" w:rsidRDefault="00000000">
            <w:r>
              <w:t>06</w:t>
            </w:r>
            <w:r>
              <w:t>月</w:t>
            </w:r>
            <w:r>
              <w:t>24</w:t>
            </w:r>
            <w:r>
              <w:t>日</w:t>
            </w:r>
            <w:r>
              <w:t>12</w:t>
            </w:r>
            <w:r>
              <w:t>时</w:t>
            </w:r>
          </w:p>
        </w:tc>
      </w:tr>
      <w:tr w:rsidR="00DC535D" w14:paraId="41DDD221" w14:textId="77777777">
        <w:tc>
          <w:tcPr>
            <w:tcW w:w="854" w:type="dxa"/>
            <w:shd w:val="clear" w:color="auto" w:fill="E6E6E6"/>
            <w:vAlign w:val="center"/>
          </w:tcPr>
          <w:p w14:paraId="061AA915" w14:textId="77777777" w:rsidR="00DC535D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7D54D51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D03E93A" w14:textId="77777777" w:rsidR="00DC535D" w:rsidRDefault="00000000">
            <w:pPr>
              <w:jc w:val="right"/>
            </w:pPr>
            <w:r>
              <w:t>12329</w:t>
            </w:r>
          </w:p>
        </w:tc>
        <w:tc>
          <w:tcPr>
            <w:tcW w:w="1188" w:type="dxa"/>
            <w:vAlign w:val="center"/>
          </w:tcPr>
          <w:p w14:paraId="7A1736E0" w14:textId="77777777" w:rsidR="00DC535D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7A12349" w14:textId="77777777" w:rsidR="00DC535D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BD3A7B9" w14:textId="77777777" w:rsidR="00DC535D" w:rsidRDefault="00000000">
            <w:pPr>
              <w:jc w:val="right"/>
            </w:pPr>
            <w:r>
              <w:t>37.977</w:t>
            </w:r>
          </w:p>
        </w:tc>
        <w:tc>
          <w:tcPr>
            <w:tcW w:w="1862" w:type="dxa"/>
            <w:vAlign w:val="center"/>
          </w:tcPr>
          <w:p w14:paraId="71D635E0" w14:textId="77777777" w:rsidR="00DC535D" w:rsidRDefault="00000000">
            <w:r>
              <w:t>07</w:t>
            </w:r>
            <w:r>
              <w:t>月</w:t>
            </w:r>
            <w:r>
              <w:t>07</w:t>
            </w:r>
            <w:r>
              <w:t>日</w:t>
            </w:r>
            <w:r>
              <w:t>21</w:t>
            </w:r>
            <w:r>
              <w:t>时</w:t>
            </w:r>
          </w:p>
        </w:tc>
      </w:tr>
      <w:tr w:rsidR="00DC535D" w14:paraId="4CD5C787" w14:textId="77777777">
        <w:tc>
          <w:tcPr>
            <w:tcW w:w="854" w:type="dxa"/>
            <w:shd w:val="clear" w:color="auto" w:fill="E6E6E6"/>
            <w:vAlign w:val="center"/>
          </w:tcPr>
          <w:p w14:paraId="75D30A49" w14:textId="77777777" w:rsidR="00DC535D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C3E8B9B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67E812A" w14:textId="77777777" w:rsidR="00DC535D" w:rsidRDefault="00000000">
            <w:pPr>
              <w:jc w:val="right"/>
            </w:pPr>
            <w:r>
              <w:t>13074</w:t>
            </w:r>
          </w:p>
        </w:tc>
        <w:tc>
          <w:tcPr>
            <w:tcW w:w="1188" w:type="dxa"/>
            <w:vAlign w:val="center"/>
          </w:tcPr>
          <w:p w14:paraId="7E2E0983" w14:textId="77777777" w:rsidR="00DC535D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72FDDF3" w14:textId="77777777" w:rsidR="00DC535D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2629AC2" w14:textId="77777777" w:rsidR="00DC535D" w:rsidRDefault="00000000">
            <w:pPr>
              <w:jc w:val="right"/>
            </w:pPr>
            <w:r>
              <w:rPr>
                <w:color w:val="0000FF"/>
              </w:rPr>
              <w:t>61.763</w:t>
            </w:r>
          </w:p>
        </w:tc>
        <w:tc>
          <w:tcPr>
            <w:tcW w:w="1862" w:type="dxa"/>
            <w:vAlign w:val="center"/>
          </w:tcPr>
          <w:p w14:paraId="6BD7B208" w14:textId="77777777" w:rsidR="00DC535D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02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22</w:t>
            </w:r>
            <w:r>
              <w:rPr>
                <w:color w:val="0000FF"/>
              </w:rPr>
              <w:t>时</w:t>
            </w:r>
          </w:p>
        </w:tc>
      </w:tr>
      <w:tr w:rsidR="00DC535D" w14:paraId="4CE7C86E" w14:textId="77777777">
        <w:tc>
          <w:tcPr>
            <w:tcW w:w="854" w:type="dxa"/>
            <w:shd w:val="clear" w:color="auto" w:fill="E6E6E6"/>
            <w:vAlign w:val="center"/>
          </w:tcPr>
          <w:p w14:paraId="4054722A" w14:textId="77777777" w:rsidR="00DC535D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2AC9339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1989CA4" w14:textId="77777777" w:rsidR="00DC535D" w:rsidRDefault="00000000">
            <w:pPr>
              <w:jc w:val="right"/>
            </w:pPr>
            <w:r>
              <w:t>1276</w:t>
            </w:r>
          </w:p>
        </w:tc>
        <w:tc>
          <w:tcPr>
            <w:tcW w:w="1188" w:type="dxa"/>
            <w:vAlign w:val="center"/>
          </w:tcPr>
          <w:p w14:paraId="46BE1C7E" w14:textId="77777777" w:rsidR="00DC535D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657E13F" w14:textId="77777777" w:rsidR="00DC535D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7468EEB2" w14:textId="77777777" w:rsidR="00DC535D" w:rsidRDefault="00000000">
            <w:pPr>
              <w:jc w:val="right"/>
            </w:pPr>
            <w:r>
              <w:t>30.729</w:t>
            </w:r>
          </w:p>
        </w:tc>
        <w:tc>
          <w:tcPr>
            <w:tcW w:w="1862" w:type="dxa"/>
            <w:vAlign w:val="center"/>
          </w:tcPr>
          <w:p w14:paraId="789A276F" w14:textId="77777777" w:rsidR="00DC535D" w:rsidRDefault="00000000">
            <w:r>
              <w:t>09</w:t>
            </w:r>
            <w:r>
              <w:t>月</w:t>
            </w:r>
            <w:r>
              <w:t>01</w:t>
            </w:r>
            <w:r>
              <w:t>日</w:t>
            </w:r>
            <w:r>
              <w:t>19</w:t>
            </w:r>
            <w:r>
              <w:t>时</w:t>
            </w:r>
          </w:p>
        </w:tc>
      </w:tr>
      <w:tr w:rsidR="00DC535D" w14:paraId="115B16E3" w14:textId="77777777">
        <w:tc>
          <w:tcPr>
            <w:tcW w:w="854" w:type="dxa"/>
            <w:shd w:val="clear" w:color="auto" w:fill="E6E6E6"/>
            <w:vAlign w:val="center"/>
          </w:tcPr>
          <w:p w14:paraId="73010E95" w14:textId="77777777" w:rsidR="00DC535D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A99562E" w14:textId="77777777" w:rsidR="00DC535D" w:rsidRDefault="00000000">
            <w:pPr>
              <w:jc w:val="right"/>
            </w:pPr>
            <w:r>
              <w:t>3319</w:t>
            </w:r>
          </w:p>
        </w:tc>
        <w:tc>
          <w:tcPr>
            <w:tcW w:w="1188" w:type="dxa"/>
            <w:vAlign w:val="center"/>
          </w:tcPr>
          <w:p w14:paraId="378BD37D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A3D45C5" w14:textId="77777777" w:rsidR="00DC535D" w:rsidRDefault="00000000">
            <w:pPr>
              <w:jc w:val="right"/>
            </w:pPr>
            <w:r>
              <w:t>27.732</w:t>
            </w:r>
          </w:p>
        </w:tc>
        <w:tc>
          <w:tcPr>
            <w:tcW w:w="1862" w:type="dxa"/>
            <w:vAlign w:val="center"/>
          </w:tcPr>
          <w:p w14:paraId="6BAA447F" w14:textId="77777777" w:rsidR="00DC535D" w:rsidRDefault="00000000">
            <w:r>
              <w:t>10</w:t>
            </w:r>
            <w:r>
              <w:t>月</w:t>
            </w:r>
            <w:r>
              <w:t>30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E12A33C" w14:textId="77777777" w:rsidR="00DC535D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C0D329A" w14:textId="77777777" w:rsidR="00DC535D" w:rsidRDefault="00000000">
            <w:r>
              <w:t>--</w:t>
            </w:r>
          </w:p>
        </w:tc>
      </w:tr>
      <w:tr w:rsidR="00DC535D" w14:paraId="7452CF2A" w14:textId="77777777">
        <w:tc>
          <w:tcPr>
            <w:tcW w:w="854" w:type="dxa"/>
            <w:shd w:val="clear" w:color="auto" w:fill="E6E6E6"/>
            <w:vAlign w:val="center"/>
          </w:tcPr>
          <w:p w14:paraId="6E89CD3E" w14:textId="77777777" w:rsidR="00DC535D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793A801" w14:textId="77777777" w:rsidR="00DC535D" w:rsidRDefault="00000000">
            <w:pPr>
              <w:jc w:val="right"/>
            </w:pPr>
            <w:r>
              <w:t>20358</w:t>
            </w:r>
          </w:p>
        </w:tc>
        <w:tc>
          <w:tcPr>
            <w:tcW w:w="1188" w:type="dxa"/>
            <w:vAlign w:val="center"/>
          </w:tcPr>
          <w:p w14:paraId="36A0F82B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85D603D" w14:textId="77777777" w:rsidR="00DC535D" w:rsidRDefault="00000000">
            <w:pPr>
              <w:jc w:val="right"/>
            </w:pPr>
            <w:r>
              <w:t>50.149</w:t>
            </w:r>
          </w:p>
        </w:tc>
        <w:tc>
          <w:tcPr>
            <w:tcW w:w="1862" w:type="dxa"/>
            <w:vAlign w:val="center"/>
          </w:tcPr>
          <w:p w14:paraId="1141DD1A" w14:textId="77777777" w:rsidR="00DC535D" w:rsidRDefault="00000000">
            <w:r>
              <w:t>11</w:t>
            </w:r>
            <w:r>
              <w:t>月</w:t>
            </w:r>
            <w:r>
              <w:t>27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6CBF93A" w14:textId="77777777" w:rsidR="00DC535D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A24E42F" w14:textId="77777777" w:rsidR="00DC535D" w:rsidRDefault="00000000">
            <w:r>
              <w:t>--</w:t>
            </w:r>
          </w:p>
        </w:tc>
      </w:tr>
      <w:tr w:rsidR="00DC535D" w14:paraId="454FF61D" w14:textId="77777777">
        <w:tc>
          <w:tcPr>
            <w:tcW w:w="854" w:type="dxa"/>
            <w:shd w:val="clear" w:color="auto" w:fill="E6E6E6"/>
            <w:vAlign w:val="center"/>
          </w:tcPr>
          <w:p w14:paraId="27E27446" w14:textId="77777777" w:rsidR="00DC535D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5935834" w14:textId="77777777" w:rsidR="00DC535D" w:rsidRDefault="00000000">
            <w:pPr>
              <w:jc w:val="right"/>
            </w:pPr>
            <w:r>
              <w:t>38035</w:t>
            </w:r>
          </w:p>
        </w:tc>
        <w:tc>
          <w:tcPr>
            <w:tcW w:w="1188" w:type="dxa"/>
            <w:vAlign w:val="center"/>
          </w:tcPr>
          <w:p w14:paraId="70AB9443" w14:textId="77777777" w:rsidR="00DC535D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163B239" w14:textId="77777777" w:rsidR="00DC535D" w:rsidRDefault="00000000">
            <w:pPr>
              <w:jc w:val="right"/>
            </w:pPr>
            <w:r>
              <w:t>73.905</w:t>
            </w:r>
          </w:p>
        </w:tc>
        <w:tc>
          <w:tcPr>
            <w:tcW w:w="1862" w:type="dxa"/>
            <w:vAlign w:val="center"/>
          </w:tcPr>
          <w:p w14:paraId="68B8ED20" w14:textId="77777777" w:rsidR="00DC535D" w:rsidRDefault="00000000">
            <w:r>
              <w:t>12</w:t>
            </w:r>
            <w:r>
              <w:t>月</w:t>
            </w:r>
            <w:r>
              <w:t>21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96DDC37" w14:textId="77777777" w:rsidR="00DC535D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6A5E507" w14:textId="77777777" w:rsidR="00DC535D" w:rsidRDefault="00000000">
            <w:r>
              <w:t>--</w:t>
            </w:r>
          </w:p>
        </w:tc>
      </w:tr>
    </w:tbl>
    <w:p w14:paraId="27A195B2" w14:textId="77777777" w:rsidR="00DC535D" w:rsidRDefault="00000000">
      <w:r>
        <w:rPr>
          <w:noProof/>
        </w:rPr>
        <w:lastRenderedPageBreak/>
        <w:drawing>
          <wp:inline distT="0" distB="0" distL="0" distR="0" wp14:anchorId="04548FF4" wp14:editId="3B2333BF">
            <wp:extent cx="5667375" cy="26384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89B5C" w14:textId="77777777" w:rsidR="00DC535D" w:rsidRDefault="00DC535D"/>
    <w:p w14:paraId="686D267C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5084F164" wp14:editId="172D5C5A">
            <wp:extent cx="5667375" cy="26479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A4BDF" w14:textId="77777777" w:rsidR="00DC535D" w:rsidRDefault="00DC535D">
      <w:pPr>
        <w:widowControl w:val="0"/>
        <w:rPr>
          <w:kern w:val="2"/>
          <w:szCs w:val="24"/>
          <w:lang w:val="en-US"/>
        </w:rPr>
      </w:pPr>
    </w:p>
    <w:p w14:paraId="0EED8846" w14:textId="77777777" w:rsidR="00DC535D" w:rsidRDefault="00DC535D">
      <w:pPr>
        <w:sectPr w:rsidR="00DC535D" w:rsidSect="008F25B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4991AC3D" w14:textId="77777777" w:rsidR="00DC535D" w:rsidRDefault="00000000">
      <w:pPr>
        <w:pStyle w:val="1"/>
        <w:widowControl w:val="0"/>
        <w:rPr>
          <w:kern w:val="2"/>
          <w:szCs w:val="24"/>
        </w:rPr>
      </w:pPr>
      <w:bookmarkStart w:id="64" w:name="_Toc159668389"/>
      <w:r>
        <w:rPr>
          <w:kern w:val="2"/>
          <w:szCs w:val="24"/>
        </w:rPr>
        <w:lastRenderedPageBreak/>
        <w:t>附录</w:t>
      </w:r>
      <w:bookmarkEnd w:id="64"/>
    </w:p>
    <w:p w14:paraId="74896C96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57179AD2" w14:textId="77777777" w:rsidR="00DC535D" w:rsidRDefault="00DC535D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C663825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9B4C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D369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76BB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056E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7E6D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4D89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9090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0E9A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49FE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B6A6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0C80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99A2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04AD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77A8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7C83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D13A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C224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07B3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8EB2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6DB6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FEC1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5A36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FB5F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7932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A5C4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DC535D" w14:paraId="54508AA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B1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B9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E6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1C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AD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56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F4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8B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65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69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9C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ED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8A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3D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6C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0C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37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E0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63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8D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D9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3D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07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60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DA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599B10CB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F3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E6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66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A5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98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4E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D8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8C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55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12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90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5F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B1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5C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BC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CC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1A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0A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76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3B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0E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3F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6C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9D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0D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2CE0192F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2C32E6F5" w14:textId="77777777" w:rsidR="00DC535D" w:rsidRDefault="00DC535D">
      <w:pPr>
        <w:widowControl w:val="0"/>
        <w:rPr>
          <w:kern w:val="2"/>
          <w:szCs w:val="24"/>
          <w:lang w:val="en-US"/>
        </w:rPr>
      </w:pPr>
    </w:p>
    <w:p w14:paraId="37D31866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385BE143" w14:textId="77777777" w:rsidR="00DC535D" w:rsidRDefault="00DC535D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CDA4C51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DDA9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CAA4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110B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EBA9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BFFE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8245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BA37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FBB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0EE6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B49F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5F14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9507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51FE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8A62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FB39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D1A8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2B77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9D7C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C306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E7D5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F304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F3DC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5D51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11D1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B03B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DC535D" w14:paraId="3891684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90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06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85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52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0B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BA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EE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0D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0D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63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A2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C7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4C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B5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6B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8E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F3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4D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0E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98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BF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B9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AC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38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82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6FAB4F85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77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D3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7A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2E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F2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ED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DB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26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1C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80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2B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3A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46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83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69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FE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24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83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88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E3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85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05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4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3F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1D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1A16978E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6FC0EE56" w14:textId="77777777" w:rsidR="00DC535D" w:rsidRDefault="00DC535D">
      <w:pPr>
        <w:widowControl w:val="0"/>
        <w:rPr>
          <w:kern w:val="2"/>
          <w:szCs w:val="24"/>
          <w:lang w:val="en-US"/>
        </w:rPr>
      </w:pPr>
    </w:p>
    <w:p w14:paraId="57844B95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0954742A" w14:textId="77777777" w:rsidR="00DC535D" w:rsidRDefault="00DC535D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56D3E39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F92B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00E9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FB2F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69D0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740D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3B3B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5E7E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22B8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1F77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34C5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7BF9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2833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5B31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822C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F706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D009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0D62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8EE8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6EE1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D046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3BD8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005C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DACE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32E7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E3D4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DC535D" w14:paraId="7336A3D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09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B8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B9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34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41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5E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30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F1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EC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74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AB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D0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18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99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34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F1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F9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28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64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20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31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ED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BA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20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55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2C522E13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20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42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7B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D5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4B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7C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38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E2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29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E2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79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BE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47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F2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11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3E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74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60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07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40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22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3A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89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9E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B8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67BE5628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0BFC32C6" w14:textId="77777777" w:rsidR="00DC535D" w:rsidRDefault="00DC535D">
      <w:pPr>
        <w:widowControl w:val="0"/>
        <w:rPr>
          <w:kern w:val="2"/>
          <w:szCs w:val="24"/>
          <w:lang w:val="en-US"/>
        </w:rPr>
      </w:pPr>
    </w:p>
    <w:p w14:paraId="65347B2B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29660507" w14:textId="77777777" w:rsidR="00DC535D" w:rsidRDefault="00DC535D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4A44577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DBA0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A1A4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217C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B1E2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3A56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0433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3A61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B16A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414F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8D0D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3C72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F3A4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05F8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0DEC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32E5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897E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BD8A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7F2E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2F66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8BE9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8369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6A84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78C5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4BA1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7E98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DC535D" w14:paraId="7FE81BE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BB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8C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58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5E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D5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BD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DF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E7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81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16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35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55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35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87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2B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46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BD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F6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74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FD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A9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F8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64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83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38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3C1AC60A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29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83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5F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49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23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3D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F8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B9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D4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5A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B8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A9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D5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5E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C8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59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B7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C5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5C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6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2B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07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E0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9F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7B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6A2C4CCB" w14:textId="77777777" w:rsidR="00DC535D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408AEC73" w14:textId="77777777" w:rsidR="00DC535D" w:rsidRDefault="00DC535D">
      <w:pPr>
        <w:widowControl w:val="0"/>
        <w:rPr>
          <w:kern w:val="2"/>
          <w:szCs w:val="24"/>
          <w:lang w:val="en-US"/>
        </w:rPr>
      </w:pPr>
    </w:p>
    <w:p w14:paraId="2C9DD66A" w14:textId="77777777" w:rsidR="00DC535D" w:rsidRDefault="00DC535D">
      <w:pPr>
        <w:widowControl w:val="0"/>
        <w:rPr>
          <w:kern w:val="2"/>
          <w:szCs w:val="24"/>
          <w:lang w:val="en-US"/>
        </w:rPr>
      </w:pPr>
    </w:p>
    <w:sectPr w:rsidR="00DC535D" w:rsidSect="008F25B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936D9" w14:textId="77777777" w:rsidR="008F25BD" w:rsidRDefault="008F25BD" w:rsidP="00DD1B15">
      <w:r>
        <w:separator/>
      </w:r>
    </w:p>
  </w:endnote>
  <w:endnote w:type="continuationSeparator" w:id="0">
    <w:p w14:paraId="0EA0081D" w14:textId="77777777" w:rsidR="008F25BD" w:rsidRDefault="008F25BD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2CA41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452306"/>
      <w:docPartObj>
        <w:docPartGallery w:val="Page Numbers (Bottom of Page)"/>
        <w:docPartUnique/>
      </w:docPartObj>
    </w:sdtPr>
    <w:sdtContent>
      <w:p w14:paraId="7AAB3D2C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1656BBDF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69BB0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B6818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30935082"/>
      <w:docPartObj>
        <w:docPartGallery w:val="Page Numbers (Bottom of Page)"/>
        <w:docPartUnique/>
      </w:docPartObj>
    </w:sdtPr>
    <w:sdtContent>
      <w:p w14:paraId="3C9173A7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330E9108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3FB22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75B07" w14:textId="77777777" w:rsidR="008F25BD" w:rsidRDefault="008F25BD" w:rsidP="00DD1B15">
      <w:r>
        <w:separator/>
      </w:r>
    </w:p>
  </w:footnote>
  <w:footnote w:type="continuationSeparator" w:id="0">
    <w:p w14:paraId="5A1AEAE1" w14:textId="77777777" w:rsidR="008F25BD" w:rsidRDefault="008F25BD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AFC49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1F0D3DCD" wp14:editId="5A08A728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0779D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1DB8B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19018087" wp14:editId="69AC6A19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B4D52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19AF7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707F7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7D4D43F5" wp14:editId="1834FD6D">
          <wp:extent cx="972199" cy="252000"/>
          <wp:effectExtent l="0" t="0" r="0" b="0"/>
          <wp:docPr id="1055602309" name="图片 10556023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F4C0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2044556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8A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8F25BD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9F0A8A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A63A8"/>
    <w:rsid w:val="00DC535D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166F1D9F"/>
  <w15:chartTrackingRefBased/>
  <w15:docId w15:val="{97A7D1AB-F029-4083-990F-31988E51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tmp16.dotx</Template>
  <TotalTime>0</TotalTime>
  <Pages>11</Pages>
  <Words>1114</Words>
  <Characters>6353</Characters>
  <Application>Microsoft Office Word</Application>
  <DocSecurity>0</DocSecurity>
  <Lines>52</Lines>
  <Paragraphs>14</Paragraphs>
  <ScaleCrop>false</ScaleCrop>
  <Company>ths</Company>
  <LinksUpToDate>false</LinksUpToDate>
  <CharactersWithSpaces>7453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2024-02-24T03:59:00Z</dcterms:created>
  <dcterms:modified xsi:type="dcterms:W3CDTF">2024-02-24T03:59:00Z</dcterms:modified>
</cp:coreProperties>
</file>