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8349F" w14:textId="77777777" w:rsidR="0020659E" w:rsidRDefault="00000000">
      <w:r>
        <w:t>结露检查</w:t>
      </w:r>
    </w:p>
    <w:tbl>
      <w:tblPr>
        <w:tblW w:w="162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710"/>
        <w:gridCol w:w="2280"/>
        <w:gridCol w:w="3420"/>
        <w:gridCol w:w="3420"/>
        <w:gridCol w:w="1995"/>
      </w:tblGrid>
      <w:tr w:rsidR="0020659E" w14:paraId="3344ECF4" w14:textId="77777777">
        <w:tc>
          <w:tcPr>
            <w:tcW w:w="3420" w:type="dxa"/>
            <w:shd w:val="clear" w:color="auto" w:fill="DEDEDE"/>
            <w:vAlign w:val="center"/>
          </w:tcPr>
          <w:p w14:paraId="24C797BF" w14:textId="77777777" w:rsidR="0020659E" w:rsidRDefault="00000000">
            <w:r>
              <w:t>热桥部位</w:t>
            </w:r>
          </w:p>
        </w:tc>
        <w:tc>
          <w:tcPr>
            <w:tcW w:w="1710" w:type="dxa"/>
            <w:shd w:val="clear" w:color="auto" w:fill="DEDEDE"/>
            <w:vAlign w:val="center"/>
          </w:tcPr>
          <w:p w14:paraId="18154804" w14:textId="77777777" w:rsidR="0020659E" w:rsidRDefault="00000000">
            <w:r>
              <w:t>热桥类型</w:t>
            </w:r>
          </w:p>
        </w:tc>
        <w:tc>
          <w:tcPr>
            <w:tcW w:w="2280" w:type="dxa"/>
            <w:shd w:val="clear" w:color="auto" w:fill="DEDEDE"/>
            <w:vAlign w:val="center"/>
          </w:tcPr>
          <w:p w14:paraId="03787BD4" w14:textId="77777777" w:rsidR="0020659E" w:rsidRDefault="00000000">
            <w:r>
              <w:t>热惰性指标</w:t>
            </w:r>
          </w:p>
        </w:tc>
        <w:tc>
          <w:tcPr>
            <w:tcW w:w="3420" w:type="dxa"/>
            <w:shd w:val="clear" w:color="auto" w:fill="DEDEDE"/>
            <w:vAlign w:val="center"/>
          </w:tcPr>
          <w:p w14:paraId="4033143C" w14:textId="77777777" w:rsidR="0020659E" w:rsidRDefault="00000000">
            <w:r>
              <w:t>室外计算温度(℃)</w:t>
            </w:r>
          </w:p>
        </w:tc>
        <w:tc>
          <w:tcPr>
            <w:tcW w:w="3420" w:type="dxa"/>
            <w:shd w:val="clear" w:color="auto" w:fill="DEDEDE"/>
            <w:vAlign w:val="center"/>
          </w:tcPr>
          <w:p w14:paraId="029C1FB0" w14:textId="77777777" w:rsidR="0020659E" w:rsidRDefault="00000000">
            <w:r>
              <w:t>内表面最低温度(℃)</w:t>
            </w:r>
          </w:p>
        </w:tc>
        <w:tc>
          <w:tcPr>
            <w:tcW w:w="1995" w:type="dxa"/>
            <w:shd w:val="clear" w:color="auto" w:fill="DEDEDE"/>
            <w:vAlign w:val="center"/>
          </w:tcPr>
          <w:p w14:paraId="3A7846E7" w14:textId="77777777" w:rsidR="0020659E" w:rsidRDefault="00000000">
            <w:r>
              <w:t>结论</w:t>
            </w:r>
          </w:p>
        </w:tc>
      </w:tr>
      <w:tr w:rsidR="0020659E" w14:paraId="04440C4E" w14:textId="77777777">
        <w:tc>
          <w:tcPr>
            <w:tcW w:w="3420" w:type="dxa"/>
            <w:vAlign w:val="center"/>
          </w:tcPr>
          <w:p w14:paraId="76431FBC" w14:textId="77777777" w:rsidR="0020659E" w:rsidRDefault="00000000">
            <w:r>
              <w:t>外墙－屋顶</w:t>
            </w:r>
          </w:p>
        </w:tc>
        <w:tc>
          <w:tcPr>
            <w:tcW w:w="1710" w:type="dxa"/>
            <w:vAlign w:val="center"/>
          </w:tcPr>
          <w:p w14:paraId="08255A00" w14:textId="77777777" w:rsidR="0020659E" w:rsidRDefault="00000000">
            <w:r>
              <w:t>OW-R5</w:t>
            </w:r>
          </w:p>
        </w:tc>
        <w:tc>
          <w:tcPr>
            <w:tcW w:w="2280" w:type="dxa"/>
            <w:vAlign w:val="center"/>
          </w:tcPr>
          <w:p w14:paraId="1BFA584A" w14:textId="77777777" w:rsidR="0020659E" w:rsidRDefault="00000000">
            <w:r>
              <w:t>1.41</w:t>
            </w:r>
          </w:p>
        </w:tc>
        <w:tc>
          <w:tcPr>
            <w:tcW w:w="3420" w:type="dxa"/>
            <w:vAlign w:val="center"/>
          </w:tcPr>
          <w:p w14:paraId="6E19E1C0" w14:textId="77777777" w:rsidR="0020659E" w:rsidRDefault="00000000">
            <w:r>
              <w:t>-11.80</w:t>
            </w:r>
          </w:p>
        </w:tc>
        <w:tc>
          <w:tcPr>
            <w:tcW w:w="3420" w:type="dxa"/>
            <w:vAlign w:val="center"/>
          </w:tcPr>
          <w:p w14:paraId="71F67EE7" w14:textId="77777777" w:rsidR="0020659E" w:rsidRDefault="00000000">
            <w:r>
              <w:t>10.31</w:t>
            </w:r>
          </w:p>
        </w:tc>
        <w:tc>
          <w:tcPr>
            <w:tcW w:w="1995" w:type="dxa"/>
            <w:vAlign w:val="center"/>
          </w:tcPr>
          <w:p w14:paraId="186F6360" w14:textId="77777777" w:rsidR="0020659E" w:rsidRDefault="00000000">
            <w:r>
              <w:t>不结露</w:t>
            </w:r>
          </w:p>
        </w:tc>
      </w:tr>
      <w:tr w:rsidR="0020659E" w14:paraId="2FC896DE" w14:textId="77777777">
        <w:tc>
          <w:tcPr>
            <w:tcW w:w="3420" w:type="dxa"/>
            <w:vAlign w:val="center"/>
          </w:tcPr>
          <w:p w14:paraId="4198C92E" w14:textId="77777777" w:rsidR="0020659E" w:rsidRDefault="00000000">
            <w:r>
              <w:t>外墙－窗左右口</w:t>
            </w:r>
          </w:p>
        </w:tc>
        <w:tc>
          <w:tcPr>
            <w:tcW w:w="1710" w:type="dxa"/>
            <w:vAlign w:val="center"/>
          </w:tcPr>
          <w:p w14:paraId="1D6AB012" w14:textId="77777777" w:rsidR="0020659E" w:rsidRDefault="00000000">
            <w:r>
              <w:t>OW-WR4</w:t>
            </w:r>
          </w:p>
        </w:tc>
        <w:tc>
          <w:tcPr>
            <w:tcW w:w="2280" w:type="dxa"/>
            <w:vAlign w:val="center"/>
          </w:tcPr>
          <w:p w14:paraId="20F16B85" w14:textId="77777777" w:rsidR="0020659E" w:rsidRDefault="00000000">
            <w:r>
              <w:t>2.20</w:t>
            </w:r>
          </w:p>
        </w:tc>
        <w:tc>
          <w:tcPr>
            <w:tcW w:w="3420" w:type="dxa"/>
            <w:vAlign w:val="center"/>
          </w:tcPr>
          <w:p w14:paraId="68B6A402" w14:textId="77777777" w:rsidR="0020659E" w:rsidRDefault="00000000">
            <w:r>
              <w:t>-10.36</w:t>
            </w:r>
          </w:p>
        </w:tc>
        <w:tc>
          <w:tcPr>
            <w:tcW w:w="3420" w:type="dxa"/>
            <w:vAlign w:val="center"/>
          </w:tcPr>
          <w:p w14:paraId="41BEC0A3" w14:textId="77777777" w:rsidR="0020659E" w:rsidRDefault="00000000">
            <w:r>
              <w:t>9.91</w:t>
            </w:r>
          </w:p>
        </w:tc>
        <w:tc>
          <w:tcPr>
            <w:tcW w:w="1995" w:type="dxa"/>
            <w:vAlign w:val="center"/>
          </w:tcPr>
          <w:p w14:paraId="4DF0F3DF" w14:textId="77777777" w:rsidR="0020659E" w:rsidRDefault="00000000">
            <w:r>
              <w:rPr>
                <w:color w:val="FF0000"/>
              </w:rPr>
              <w:t>结露</w:t>
            </w:r>
          </w:p>
        </w:tc>
      </w:tr>
      <w:tr w:rsidR="0020659E" w14:paraId="198F17DC" w14:textId="77777777">
        <w:tc>
          <w:tcPr>
            <w:tcW w:w="3420" w:type="dxa"/>
            <w:vAlign w:val="center"/>
          </w:tcPr>
          <w:p w14:paraId="3D5088DB" w14:textId="77777777" w:rsidR="0020659E" w:rsidRDefault="00000000">
            <w:r>
              <w:t>外墙－窗上口</w:t>
            </w:r>
          </w:p>
        </w:tc>
        <w:tc>
          <w:tcPr>
            <w:tcW w:w="1710" w:type="dxa"/>
            <w:vAlign w:val="center"/>
          </w:tcPr>
          <w:p w14:paraId="559F1AF7" w14:textId="77777777" w:rsidR="0020659E" w:rsidRDefault="00000000">
            <w:r>
              <w:t>OW-WU4</w:t>
            </w:r>
          </w:p>
        </w:tc>
        <w:tc>
          <w:tcPr>
            <w:tcW w:w="2280" w:type="dxa"/>
            <w:vAlign w:val="center"/>
          </w:tcPr>
          <w:p w14:paraId="53DA54AA" w14:textId="77777777" w:rsidR="0020659E" w:rsidRDefault="00000000">
            <w:r>
              <w:t>2.20</w:t>
            </w:r>
          </w:p>
        </w:tc>
        <w:tc>
          <w:tcPr>
            <w:tcW w:w="3420" w:type="dxa"/>
            <w:vAlign w:val="center"/>
          </w:tcPr>
          <w:p w14:paraId="79EEDCEA" w14:textId="77777777" w:rsidR="0020659E" w:rsidRDefault="00000000">
            <w:r>
              <w:t>-10.36</w:t>
            </w:r>
          </w:p>
        </w:tc>
        <w:tc>
          <w:tcPr>
            <w:tcW w:w="3420" w:type="dxa"/>
            <w:vAlign w:val="center"/>
          </w:tcPr>
          <w:p w14:paraId="5B9DF112" w14:textId="77777777" w:rsidR="0020659E" w:rsidRDefault="00000000">
            <w:r>
              <w:t>9.89</w:t>
            </w:r>
          </w:p>
        </w:tc>
        <w:tc>
          <w:tcPr>
            <w:tcW w:w="1995" w:type="dxa"/>
            <w:vAlign w:val="center"/>
          </w:tcPr>
          <w:p w14:paraId="55362750" w14:textId="77777777" w:rsidR="0020659E" w:rsidRDefault="00000000">
            <w:r>
              <w:rPr>
                <w:color w:val="FF0000"/>
              </w:rPr>
              <w:t>结露</w:t>
            </w:r>
          </w:p>
        </w:tc>
      </w:tr>
      <w:tr w:rsidR="0020659E" w14:paraId="6FB568B1" w14:textId="77777777">
        <w:tc>
          <w:tcPr>
            <w:tcW w:w="3420" w:type="dxa"/>
            <w:vAlign w:val="center"/>
          </w:tcPr>
          <w:p w14:paraId="219306B3" w14:textId="77777777" w:rsidR="0020659E" w:rsidRDefault="00000000">
            <w:r>
              <w:t>外墙－窗下口</w:t>
            </w:r>
          </w:p>
        </w:tc>
        <w:tc>
          <w:tcPr>
            <w:tcW w:w="1710" w:type="dxa"/>
            <w:vAlign w:val="center"/>
          </w:tcPr>
          <w:p w14:paraId="2074C836" w14:textId="77777777" w:rsidR="0020659E" w:rsidRDefault="00000000">
            <w:r>
              <w:t>OW-WB8</w:t>
            </w:r>
          </w:p>
        </w:tc>
        <w:tc>
          <w:tcPr>
            <w:tcW w:w="2280" w:type="dxa"/>
            <w:vAlign w:val="center"/>
          </w:tcPr>
          <w:p w14:paraId="3B318886" w14:textId="77777777" w:rsidR="0020659E" w:rsidRDefault="00000000">
            <w:r>
              <w:t>2.20</w:t>
            </w:r>
          </w:p>
        </w:tc>
        <w:tc>
          <w:tcPr>
            <w:tcW w:w="3420" w:type="dxa"/>
            <w:vAlign w:val="center"/>
          </w:tcPr>
          <w:p w14:paraId="764F4C67" w14:textId="77777777" w:rsidR="0020659E" w:rsidRDefault="00000000">
            <w:r>
              <w:t>-10.36</w:t>
            </w:r>
          </w:p>
        </w:tc>
        <w:tc>
          <w:tcPr>
            <w:tcW w:w="3420" w:type="dxa"/>
            <w:vAlign w:val="center"/>
          </w:tcPr>
          <w:p w14:paraId="5B32EF72" w14:textId="77777777" w:rsidR="0020659E" w:rsidRDefault="00000000">
            <w:r>
              <w:t>9.89</w:t>
            </w:r>
          </w:p>
        </w:tc>
        <w:tc>
          <w:tcPr>
            <w:tcW w:w="1995" w:type="dxa"/>
            <w:vAlign w:val="center"/>
          </w:tcPr>
          <w:p w14:paraId="4C18D522" w14:textId="77777777" w:rsidR="0020659E" w:rsidRDefault="00000000">
            <w:r>
              <w:rPr>
                <w:color w:val="FF0000"/>
              </w:rPr>
              <w:t>结露</w:t>
            </w:r>
          </w:p>
        </w:tc>
      </w:tr>
      <w:tr w:rsidR="0020659E" w14:paraId="58F53F43" w14:textId="77777777">
        <w:tc>
          <w:tcPr>
            <w:tcW w:w="3420" w:type="dxa"/>
            <w:vAlign w:val="center"/>
          </w:tcPr>
          <w:p w14:paraId="1D7E4B5C" w14:textId="77777777" w:rsidR="0020659E" w:rsidRDefault="00000000">
            <w:r>
              <w:t>外墙－凸墙角</w:t>
            </w:r>
          </w:p>
        </w:tc>
        <w:tc>
          <w:tcPr>
            <w:tcW w:w="1710" w:type="dxa"/>
            <w:vAlign w:val="center"/>
          </w:tcPr>
          <w:p w14:paraId="111DC20C" w14:textId="77777777" w:rsidR="0020659E" w:rsidRDefault="00000000">
            <w:r>
              <w:t>OW-C1</w:t>
            </w:r>
          </w:p>
        </w:tc>
        <w:tc>
          <w:tcPr>
            <w:tcW w:w="2280" w:type="dxa"/>
            <w:vAlign w:val="center"/>
          </w:tcPr>
          <w:p w14:paraId="3DA9ED9F" w14:textId="77777777" w:rsidR="0020659E" w:rsidRDefault="00000000">
            <w:r>
              <w:t>2.20</w:t>
            </w:r>
          </w:p>
        </w:tc>
        <w:tc>
          <w:tcPr>
            <w:tcW w:w="3420" w:type="dxa"/>
            <w:vAlign w:val="center"/>
          </w:tcPr>
          <w:p w14:paraId="3B0DCD7F" w14:textId="77777777" w:rsidR="0020659E" w:rsidRDefault="00000000">
            <w:r>
              <w:t>-10.36</w:t>
            </w:r>
          </w:p>
        </w:tc>
        <w:tc>
          <w:tcPr>
            <w:tcW w:w="3420" w:type="dxa"/>
            <w:vAlign w:val="center"/>
          </w:tcPr>
          <w:p w14:paraId="1B9147B9" w14:textId="77777777" w:rsidR="0020659E" w:rsidRDefault="00000000">
            <w:r>
              <w:t>11.88</w:t>
            </w:r>
          </w:p>
        </w:tc>
        <w:tc>
          <w:tcPr>
            <w:tcW w:w="1995" w:type="dxa"/>
            <w:vAlign w:val="center"/>
          </w:tcPr>
          <w:p w14:paraId="2F793BBB" w14:textId="77777777" w:rsidR="0020659E" w:rsidRDefault="00000000">
            <w:r>
              <w:t>不结露</w:t>
            </w:r>
          </w:p>
        </w:tc>
      </w:tr>
      <w:tr w:rsidR="0020659E" w14:paraId="40B1EA91" w14:textId="77777777">
        <w:tc>
          <w:tcPr>
            <w:tcW w:w="3420" w:type="dxa"/>
            <w:vAlign w:val="center"/>
          </w:tcPr>
          <w:p w14:paraId="5388CE5F" w14:textId="77777777" w:rsidR="0020659E" w:rsidRDefault="00000000">
            <w:r>
              <w:t>外墙－凹墙角</w:t>
            </w:r>
          </w:p>
        </w:tc>
        <w:tc>
          <w:tcPr>
            <w:tcW w:w="1710" w:type="dxa"/>
            <w:vAlign w:val="center"/>
          </w:tcPr>
          <w:p w14:paraId="4261F4F8" w14:textId="77777777" w:rsidR="0020659E" w:rsidRDefault="00000000">
            <w:r>
              <w:t>OW-C2</w:t>
            </w:r>
          </w:p>
        </w:tc>
        <w:tc>
          <w:tcPr>
            <w:tcW w:w="2280" w:type="dxa"/>
            <w:vAlign w:val="center"/>
          </w:tcPr>
          <w:p w14:paraId="42FF9B7F" w14:textId="77777777" w:rsidR="0020659E" w:rsidRDefault="00000000">
            <w:r>
              <w:t>2.20</w:t>
            </w:r>
          </w:p>
        </w:tc>
        <w:tc>
          <w:tcPr>
            <w:tcW w:w="3420" w:type="dxa"/>
            <w:vAlign w:val="center"/>
          </w:tcPr>
          <w:p w14:paraId="62FD22F6" w14:textId="77777777" w:rsidR="0020659E" w:rsidRDefault="00000000">
            <w:r>
              <w:t>-10.36</w:t>
            </w:r>
          </w:p>
        </w:tc>
        <w:tc>
          <w:tcPr>
            <w:tcW w:w="3420" w:type="dxa"/>
            <w:vAlign w:val="center"/>
          </w:tcPr>
          <w:p w14:paraId="243330AE" w14:textId="77777777" w:rsidR="0020659E" w:rsidRDefault="00000000">
            <w:r>
              <w:t>11.88</w:t>
            </w:r>
          </w:p>
        </w:tc>
        <w:tc>
          <w:tcPr>
            <w:tcW w:w="1995" w:type="dxa"/>
            <w:vAlign w:val="center"/>
          </w:tcPr>
          <w:p w14:paraId="5ADF399C" w14:textId="77777777" w:rsidR="0020659E" w:rsidRDefault="00000000">
            <w:r>
              <w:t>不结露</w:t>
            </w:r>
          </w:p>
        </w:tc>
      </w:tr>
      <w:tr w:rsidR="0020659E" w14:paraId="73E7AB39" w14:textId="77777777">
        <w:tc>
          <w:tcPr>
            <w:tcW w:w="3420" w:type="dxa"/>
            <w:vAlign w:val="center"/>
          </w:tcPr>
          <w:p w14:paraId="04808ECD" w14:textId="77777777" w:rsidR="0020659E" w:rsidRDefault="00000000">
            <w:r>
              <w:t>外墙－楼板</w:t>
            </w:r>
          </w:p>
        </w:tc>
        <w:tc>
          <w:tcPr>
            <w:tcW w:w="1710" w:type="dxa"/>
            <w:vAlign w:val="center"/>
          </w:tcPr>
          <w:p w14:paraId="52F304F2" w14:textId="77777777" w:rsidR="0020659E" w:rsidRDefault="00000000">
            <w:r>
              <w:t>OW-F1</w:t>
            </w:r>
          </w:p>
        </w:tc>
        <w:tc>
          <w:tcPr>
            <w:tcW w:w="2280" w:type="dxa"/>
            <w:vAlign w:val="center"/>
          </w:tcPr>
          <w:p w14:paraId="501193C7" w14:textId="77777777" w:rsidR="0020659E" w:rsidRDefault="00000000">
            <w:r>
              <w:t>2.20</w:t>
            </w:r>
          </w:p>
        </w:tc>
        <w:tc>
          <w:tcPr>
            <w:tcW w:w="3420" w:type="dxa"/>
            <w:vAlign w:val="center"/>
          </w:tcPr>
          <w:p w14:paraId="4D5F074B" w14:textId="77777777" w:rsidR="0020659E" w:rsidRDefault="00000000">
            <w:r>
              <w:t>-10.36</w:t>
            </w:r>
          </w:p>
        </w:tc>
        <w:tc>
          <w:tcPr>
            <w:tcW w:w="3420" w:type="dxa"/>
            <w:vAlign w:val="center"/>
          </w:tcPr>
          <w:p w14:paraId="51A7A575" w14:textId="77777777" w:rsidR="0020659E" w:rsidRDefault="00000000">
            <w:r>
              <w:t>14.47</w:t>
            </w:r>
          </w:p>
        </w:tc>
        <w:tc>
          <w:tcPr>
            <w:tcW w:w="1995" w:type="dxa"/>
            <w:vAlign w:val="center"/>
          </w:tcPr>
          <w:p w14:paraId="278351D9" w14:textId="77777777" w:rsidR="0020659E" w:rsidRDefault="00000000">
            <w:r>
              <w:t>不结露</w:t>
            </w:r>
          </w:p>
        </w:tc>
      </w:tr>
      <w:tr w:rsidR="0020659E" w14:paraId="18B0BDB8" w14:textId="77777777">
        <w:tc>
          <w:tcPr>
            <w:tcW w:w="3420" w:type="dxa"/>
            <w:vAlign w:val="center"/>
          </w:tcPr>
          <w:p w14:paraId="19A0AF28" w14:textId="77777777" w:rsidR="0020659E" w:rsidRDefault="00000000">
            <w:r>
              <w:t>外墙－挑空楼板</w:t>
            </w:r>
          </w:p>
        </w:tc>
        <w:tc>
          <w:tcPr>
            <w:tcW w:w="1710" w:type="dxa"/>
            <w:vAlign w:val="center"/>
          </w:tcPr>
          <w:p w14:paraId="446C5857" w14:textId="77777777" w:rsidR="0020659E" w:rsidRDefault="00000000">
            <w:r>
              <w:t>OW-FW2</w:t>
            </w:r>
          </w:p>
        </w:tc>
        <w:tc>
          <w:tcPr>
            <w:tcW w:w="2280" w:type="dxa"/>
            <w:vAlign w:val="center"/>
          </w:tcPr>
          <w:p w14:paraId="0B85CE09" w14:textId="77777777" w:rsidR="0020659E" w:rsidRDefault="00000000">
            <w:r>
              <w:t>1.41</w:t>
            </w:r>
          </w:p>
        </w:tc>
        <w:tc>
          <w:tcPr>
            <w:tcW w:w="3420" w:type="dxa"/>
            <w:vAlign w:val="center"/>
          </w:tcPr>
          <w:p w14:paraId="273DED3D" w14:textId="77777777" w:rsidR="0020659E" w:rsidRDefault="00000000">
            <w:r>
              <w:t>-11.80</w:t>
            </w:r>
          </w:p>
        </w:tc>
        <w:tc>
          <w:tcPr>
            <w:tcW w:w="3420" w:type="dxa"/>
            <w:vAlign w:val="center"/>
          </w:tcPr>
          <w:p w14:paraId="0DC2F8F5" w14:textId="77777777" w:rsidR="0020659E" w:rsidRDefault="00000000">
            <w:r>
              <w:t>10.15</w:t>
            </w:r>
          </w:p>
        </w:tc>
        <w:tc>
          <w:tcPr>
            <w:tcW w:w="1995" w:type="dxa"/>
            <w:vAlign w:val="center"/>
          </w:tcPr>
          <w:p w14:paraId="0BD58089" w14:textId="77777777" w:rsidR="0020659E" w:rsidRDefault="00000000">
            <w:r>
              <w:t>不结露</w:t>
            </w:r>
          </w:p>
        </w:tc>
      </w:tr>
      <w:tr w:rsidR="0020659E" w14:paraId="4DBD4509" w14:textId="77777777">
        <w:tc>
          <w:tcPr>
            <w:tcW w:w="3420" w:type="dxa"/>
            <w:vAlign w:val="center"/>
          </w:tcPr>
          <w:p w14:paraId="4F6B0D4A" w14:textId="77777777" w:rsidR="0020659E" w:rsidRDefault="00000000">
            <w:r>
              <w:t>外墙－内隔墙</w:t>
            </w:r>
          </w:p>
        </w:tc>
        <w:tc>
          <w:tcPr>
            <w:tcW w:w="1710" w:type="dxa"/>
            <w:vAlign w:val="center"/>
          </w:tcPr>
          <w:p w14:paraId="58E9BABB" w14:textId="77777777" w:rsidR="0020659E" w:rsidRDefault="00000000">
            <w:r>
              <w:t>OW-P1</w:t>
            </w:r>
          </w:p>
        </w:tc>
        <w:tc>
          <w:tcPr>
            <w:tcW w:w="2280" w:type="dxa"/>
            <w:vAlign w:val="center"/>
          </w:tcPr>
          <w:p w14:paraId="19AD7286" w14:textId="77777777" w:rsidR="0020659E" w:rsidRDefault="00000000">
            <w:r>
              <w:t>2.20</w:t>
            </w:r>
          </w:p>
        </w:tc>
        <w:tc>
          <w:tcPr>
            <w:tcW w:w="3420" w:type="dxa"/>
            <w:vAlign w:val="center"/>
          </w:tcPr>
          <w:p w14:paraId="2E0F494F" w14:textId="77777777" w:rsidR="0020659E" w:rsidRDefault="00000000">
            <w:r>
              <w:t>-10.36</w:t>
            </w:r>
          </w:p>
        </w:tc>
        <w:tc>
          <w:tcPr>
            <w:tcW w:w="3420" w:type="dxa"/>
            <w:vAlign w:val="center"/>
          </w:tcPr>
          <w:p w14:paraId="1B7C323E" w14:textId="77777777" w:rsidR="0020659E" w:rsidRDefault="00000000">
            <w:r>
              <w:t>14.37</w:t>
            </w:r>
          </w:p>
        </w:tc>
        <w:tc>
          <w:tcPr>
            <w:tcW w:w="1995" w:type="dxa"/>
            <w:vAlign w:val="center"/>
          </w:tcPr>
          <w:p w14:paraId="06A04680" w14:textId="77777777" w:rsidR="0020659E" w:rsidRDefault="00000000">
            <w:r>
              <w:t>不结露</w:t>
            </w:r>
          </w:p>
        </w:tc>
      </w:tr>
    </w:tbl>
    <w:p w14:paraId="710E4E5F" w14:textId="77777777" w:rsidR="0020659E" w:rsidRDefault="0020659E"/>
    <w:sectPr w:rsidR="0020659E" w:rsidSect="003D75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5D"/>
    <w:rsid w:val="001915A3"/>
    <w:rsid w:val="0020659E"/>
    <w:rsid w:val="00217F62"/>
    <w:rsid w:val="003D751F"/>
    <w:rsid w:val="005C605D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83BCB"/>
  <w15:docId w15:val="{238588F6-E06F-4163-A479-60733FDD4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tmp19.dotx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结露检查</dc:title>
  <dc:creator>lenovo</dc:creator>
  <cp:lastModifiedBy>zhuofan yang</cp:lastModifiedBy>
  <cp:revision>1</cp:revision>
  <dcterms:created xsi:type="dcterms:W3CDTF">2024-02-24T03:37:00Z</dcterms:created>
  <dcterms:modified xsi:type="dcterms:W3CDTF">2024-02-24T03:37:00Z</dcterms:modified>
</cp:coreProperties>
</file>