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6376A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7A18995F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1CC0D6BD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2CFAC2A4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B09C6FA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1231D8B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45A0347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B31243B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747B0E5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5326B27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C3C9C9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C4F8ED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010C3B11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E99E84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170021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0E562058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42BC7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443F68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7AF84F6A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9238E63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041A2B3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B9845A0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30B9A6F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F3050C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7275C58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BB3E8B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FF362F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9E762F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C0E5690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3D1BADC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2024年3月4日</w:t>
              </w:r>
            </w:smartTag>
            <w:bookmarkEnd w:id="6"/>
          </w:p>
        </w:tc>
      </w:tr>
    </w:tbl>
    <w:p w14:paraId="6CCD9C16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26E9F4D3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08163C50" wp14:editId="581483BB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78620DCD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3CC9210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4B878CB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3FEDF63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2B62C104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A0C330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10E446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0D77BD" w:rsidRPr="00D40158" w14:paraId="7EB1DADD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069386A1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64A08F99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7464C760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08263AE9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3DAEC267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0"/>
          </w:p>
        </w:tc>
      </w:tr>
    </w:tbl>
    <w:p w14:paraId="5941A589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67855C1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17EB6EA" w14:textId="77777777" w:rsidR="00F01B22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476981" w:history="1">
        <w:r w:rsidR="00F01B22" w:rsidRPr="0090791D">
          <w:rPr>
            <w:rStyle w:val="a7"/>
          </w:rPr>
          <w:t>1</w:t>
        </w:r>
        <w:r w:rsidR="00F01B22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F01B22" w:rsidRPr="0090791D">
          <w:rPr>
            <w:rStyle w:val="a7"/>
          </w:rPr>
          <w:t>建筑概况</w:t>
        </w:r>
        <w:r w:rsidR="00F01B22">
          <w:rPr>
            <w:webHidden/>
          </w:rPr>
          <w:tab/>
        </w:r>
        <w:r w:rsidR="00F01B22">
          <w:rPr>
            <w:webHidden/>
          </w:rPr>
          <w:fldChar w:fldCharType="begin"/>
        </w:r>
        <w:r w:rsidR="00F01B22">
          <w:rPr>
            <w:webHidden/>
          </w:rPr>
          <w:instrText xml:space="preserve"> PAGEREF _Toc160476981 \h </w:instrText>
        </w:r>
        <w:r w:rsidR="00F01B22">
          <w:rPr>
            <w:webHidden/>
          </w:rPr>
        </w:r>
        <w:r w:rsidR="00F01B22">
          <w:rPr>
            <w:webHidden/>
          </w:rPr>
          <w:fldChar w:fldCharType="separate"/>
        </w:r>
        <w:r w:rsidR="00F01B22">
          <w:rPr>
            <w:webHidden/>
          </w:rPr>
          <w:t>1</w:t>
        </w:r>
        <w:r w:rsidR="00F01B22">
          <w:rPr>
            <w:webHidden/>
          </w:rPr>
          <w:fldChar w:fldCharType="end"/>
        </w:r>
      </w:hyperlink>
    </w:p>
    <w:p w14:paraId="453BF4C4" w14:textId="77777777" w:rsidR="00F01B22" w:rsidRDefault="00F01B2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82" w:history="1">
        <w:r w:rsidRPr="0090791D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0791D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829E12A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83" w:history="1">
        <w:r w:rsidRPr="0090791D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9AFD98E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84" w:history="1">
        <w:r w:rsidRPr="0090791D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A39F980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85" w:history="1">
        <w:r w:rsidRPr="0090791D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D255FF8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86" w:history="1">
        <w:r w:rsidRPr="0090791D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DDF76F9" w14:textId="77777777" w:rsidR="00F01B22" w:rsidRDefault="00F01B2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87" w:history="1">
        <w:r w:rsidRPr="0090791D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0791D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0E40C0A" w14:textId="77777777" w:rsidR="00F01B22" w:rsidRDefault="00F01B2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6988" w:history="1">
        <w:r w:rsidRPr="0090791D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0791D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7AED6D1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89" w:history="1">
        <w:r w:rsidRPr="0090791D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973DB13" w14:textId="77777777" w:rsidR="00F01B22" w:rsidRDefault="00F01B2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0" w:history="1">
        <w:r w:rsidRPr="0090791D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CA86F38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1" w:history="1">
        <w:r w:rsidRPr="0090791D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4BFB959" w14:textId="77777777" w:rsidR="00F01B22" w:rsidRDefault="00F01B2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2" w:history="1">
        <w:r w:rsidRPr="0090791D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A364481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3" w:history="1">
        <w:r w:rsidRPr="0090791D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EEED30B" w14:textId="77777777" w:rsidR="00F01B22" w:rsidRDefault="00F01B2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4" w:history="1">
        <w:r w:rsidRPr="0090791D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B232018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5" w:history="1">
        <w:r w:rsidRPr="0090791D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92FD0E" w14:textId="77777777" w:rsidR="00F01B22" w:rsidRDefault="00F01B2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6" w:history="1">
        <w:r w:rsidRPr="0090791D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02CEBC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7" w:history="1">
        <w:r w:rsidRPr="0090791D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地下墙构造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5C1FB88" w14:textId="77777777" w:rsidR="00F01B22" w:rsidRDefault="00F01B22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8" w:history="1">
        <w:r w:rsidRPr="0090791D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地下墙构造一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DDB6659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6999" w:history="1">
        <w:r w:rsidRPr="0090791D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_Toc160476999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F24B49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00" w:history="1">
        <w:r w:rsidRPr="0090791D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E3EF92D" w14:textId="77777777" w:rsidR="00F01B22" w:rsidRDefault="00F01B2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01" w:history="1">
        <w:r w:rsidRPr="0090791D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0791D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E9FC07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02" w:history="1">
        <w:r w:rsidRPr="0090791D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B7679B9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03" w:history="1">
        <w:r w:rsidRPr="0090791D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B289E9A" w14:textId="77777777" w:rsidR="00F01B22" w:rsidRDefault="00F01B2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04" w:history="1">
        <w:r w:rsidRPr="0090791D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0791D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0593F1B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05" w:history="1">
        <w:r w:rsidRPr="0090791D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AD6BB63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06" w:history="1">
        <w:r w:rsidRPr="0090791D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ADF90DE" w14:textId="77777777" w:rsidR="00F01B22" w:rsidRDefault="00F01B2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07" w:history="1">
        <w:r w:rsidRPr="0090791D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0791D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DC56E90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08" w:history="1">
        <w:r w:rsidRPr="0090791D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A2F62F5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09" w:history="1">
        <w:r w:rsidRPr="0090791D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6F3FFE8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10" w:history="1">
        <w:r w:rsidRPr="0090791D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9AD5C3E" w14:textId="77777777" w:rsidR="00F01B22" w:rsidRDefault="00F01B22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11" w:history="1">
        <w:r w:rsidRPr="0090791D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90791D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AB8A51E" w14:textId="77777777" w:rsidR="00F01B22" w:rsidRDefault="00F01B22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12" w:history="1">
        <w:r w:rsidRPr="0090791D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90791D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8A34DA2" w14:textId="77777777" w:rsidR="007B79CB" w:rsidRPr="009C4D39" w:rsidRDefault="00D40158" w:rsidP="00EF1EC2">
      <w:pPr>
        <w:pStyle w:val="TOC1"/>
        <w:sectPr w:rsidR="007B79CB" w:rsidRPr="009C4D39" w:rsidSect="0060775C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0BE6229C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60476981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571A4C2F" w14:textId="77777777" w:rsidTr="00432A98">
        <w:tc>
          <w:tcPr>
            <w:tcW w:w="2831" w:type="dxa"/>
            <w:shd w:val="clear" w:color="auto" w:fill="E6E6E6"/>
            <w:vAlign w:val="center"/>
          </w:tcPr>
          <w:p w14:paraId="16CA7D96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71409ED5" w14:textId="77777777" w:rsidR="00432A98" w:rsidRDefault="00432A98" w:rsidP="00025AFE">
            <w:bookmarkStart w:id="13" w:name="地理位置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432A98" w14:paraId="540C16CD" w14:textId="77777777" w:rsidTr="00432A98">
        <w:tc>
          <w:tcPr>
            <w:tcW w:w="2831" w:type="dxa"/>
            <w:shd w:val="clear" w:color="auto" w:fill="E6E6E6"/>
            <w:vAlign w:val="center"/>
          </w:tcPr>
          <w:p w14:paraId="26E99C30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6B19B39A" w14:textId="77777777" w:rsidR="00432A98" w:rsidRDefault="00432A98" w:rsidP="00025AFE">
            <w:bookmarkStart w:id="14" w:name="气候分区"/>
            <w:r>
              <w:t>寒冷</w:t>
            </w:r>
            <w:r>
              <w:t>B</w:t>
            </w:r>
            <w:r>
              <w:t>区</w:t>
            </w:r>
            <w:bookmarkEnd w:id="14"/>
          </w:p>
        </w:tc>
      </w:tr>
      <w:tr w:rsidR="00432A98" w14:paraId="46EDB179" w14:textId="77777777" w:rsidTr="00432A98">
        <w:tc>
          <w:tcPr>
            <w:tcW w:w="2831" w:type="dxa"/>
            <w:shd w:val="clear" w:color="auto" w:fill="E6E6E6"/>
            <w:vAlign w:val="center"/>
          </w:tcPr>
          <w:p w14:paraId="6ED39A0D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46C9CDEC" w14:textId="77777777" w:rsidR="00432A98" w:rsidRDefault="00432A98" w:rsidP="00025AFE">
            <w:bookmarkStart w:id="15" w:name="纬度"/>
            <w:r>
              <w:t>39.80</w:t>
            </w:r>
            <w:bookmarkEnd w:id="15"/>
          </w:p>
        </w:tc>
      </w:tr>
      <w:tr w:rsidR="00432A98" w14:paraId="7F8148E7" w14:textId="77777777" w:rsidTr="00432A98">
        <w:tc>
          <w:tcPr>
            <w:tcW w:w="2831" w:type="dxa"/>
            <w:shd w:val="clear" w:color="auto" w:fill="E6E6E6"/>
            <w:vAlign w:val="center"/>
          </w:tcPr>
          <w:p w14:paraId="27BE4786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49CAADFB" w14:textId="77777777" w:rsidR="00432A98" w:rsidRDefault="00432A98" w:rsidP="00025AFE">
            <w:bookmarkStart w:id="16" w:name="经度"/>
            <w:r>
              <w:t>116.47</w:t>
            </w:r>
            <w:bookmarkEnd w:id="16"/>
          </w:p>
        </w:tc>
      </w:tr>
      <w:tr w:rsidR="00432A98" w14:paraId="5DDB9853" w14:textId="77777777" w:rsidTr="00432A98">
        <w:tc>
          <w:tcPr>
            <w:tcW w:w="2831" w:type="dxa"/>
            <w:shd w:val="clear" w:color="auto" w:fill="E6E6E6"/>
            <w:vAlign w:val="center"/>
          </w:tcPr>
          <w:p w14:paraId="1DD6B424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50C9840C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1DD2AF30" w14:textId="77777777" w:rsidTr="00432A98">
        <w:tc>
          <w:tcPr>
            <w:tcW w:w="2831" w:type="dxa"/>
            <w:shd w:val="clear" w:color="auto" w:fill="E6E6E6"/>
            <w:vAlign w:val="center"/>
          </w:tcPr>
          <w:p w14:paraId="4C6F8B6F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6E44EEA6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65844186" w14:textId="77777777" w:rsidR="00432A98" w:rsidRDefault="00432A98" w:rsidP="00025AFE"/>
        </w:tc>
      </w:tr>
      <w:tr w:rsidR="00432A98" w14:paraId="2D8B2CEC" w14:textId="77777777" w:rsidTr="00432A98">
        <w:tc>
          <w:tcPr>
            <w:tcW w:w="2831" w:type="dxa"/>
            <w:shd w:val="clear" w:color="auto" w:fill="E6E6E6"/>
            <w:vAlign w:val="center"/>
          </w:tcPr>
          <w:p w14:paraId="3697816E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6D4D2D41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873.86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44CDFDB7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481.34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3E2502D6" w14:textId="77777777" w:rsidTr="00432A98">
        <w:tc>
          <w:tcPr>
            <w:tcW w:w="2831" w:type="dxa"/>
            <w:shd w:val="clear" w:color="auto" w:fill="E6E6E6"/>
            <w:vAlign w:val="center"/>
          </w:tcPr>
          <w:p w14:paraId="4F473299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796D01C1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9.00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65E931B6" w14:textId="77777777" w:rsidR="00432A98" w:rsidRDefault="00432A98" w:rsidP="00025AFE">
            <w:r>
              <w:t>地下</w:t>
            </w:r>
            <w:r>
              <w:t>3.00</w:t>
            </w:r>
          </w:p>
        </w:tc>
      </w:tr>
      <w:tr w:rsidR="00432A98" w14:paraId="5865FD77" w14:textId="77777777" w:rsidTr="00432A98">
        <w:tc>
          <w:tcPr>
            <w:tcW w:w="2831" w:type="dxa"/>
            <w:shd w:val="clear" w:color="auto" w:fill="E6E6E6"/>
            <w:vAlign w:val="center"/>
          </w:tcPr>
          <w:p w14:paraId="2CEA9EEA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3FDF4250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72FFBF97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1</w:t>
            </w:r>
            <w:bookmarkEnd w:id="23"/>
          </w:p>
        </w:tc>
      </w:tr>
      <w:tr w:rsidR="00432A98" w14:paraId="1BBEDFF1" w14:textId="77777777" w:rsidTr="00432A98">
        <w:tc>
          <w:tcPr>
            <w:tcW w:w="2831" w:type="dxa"/>
            <w:shd w:val="clear" w:color="auto" w:fill="E6E6E6"/>
            <w:vAlign w:val="center"/>
          </w:tcPr>
          <w:p w14:paraId="5BB99093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78EC4924" w14:textId="77777777" w:rsidR="00432A98" w:rsidRDefault="00432A98" w:rsidP="00025AFE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04A1EFC1" w14:textId="77777777" w:rsidR="00467D84" w:rsidRDefault="00CA6DD4" w:rsidP="00070074">
      <w:pPr>
        <w:pStyle w:val="1"/>
      </w:pPr>
      <w:bookmarkStart w:id="25" w:name="_Toc160476982"/>
      <w:r>
        <w:rPr>
          <w:rFonts w:hint="eastAsia"/>
        </w:rPr>
        <w:t>气象</w:t>
      </w:r>
      <w:r>
        <w:t>数据</w:t>
      </w:r>
      <w:bookmarkEnd w:id="25"/>
    </w:p>
    <w:p w14:paraId="5377725D" w14:textId="77777777" w:rsidR="00033DE7" w:rsidRDefault="00033DE7" w:rsidP="00033DE7">
      <w:pPr>
        <w:pStyle w:val="2"/>
      </w:pPr>
      <w:bookmarkStart w:id="26" w:name="_Toc160476983"/>
      <w:r>
        <w:rPr>
          <w:rFonts w:hint="eastAsia"/>
        </w:rPr>
        <w:t>气象地点</w:t>
      </w:r>
      <w:bookmarkEnd w:id="26"/>
    </w:p>
    <w:p w14:paraId="286B3CEB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350CC2C3" w14:textId="77777777" w:rsidR="00640E36" w:rsidRDefault="009C2673" w:rsidP="00640E36">
      <w:pPr>
        <w:pStyle w:val="2"/>
      </w:pPr>
      <w:bookmarkStart w:id="28" w:name="_Toc160476984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45987FF1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13C6B695" wp14:editId="495735CA">
            <wp:extent cx="5667375" cy="2781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116DF" w14:textId="77777777" w:rsidR="00F25477" w:rsidRDefault="00615FD8" w:rsidP="00615FD8">
      <w:pPr>
        <w:pStyle w:val="2"/>
      </w:pPr>
      <w:bookmarkStart w:id="30" w:name="日最小干球温度变化表"/>
      <w:bookmarkStart w:id="31" w:name="_Toc160476985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3B872614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31B7610C" wp14:editId="6312DAF4">
            <wp:extent cx="5667375" cy="25050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CA887" w14:textId="77777777" w:rsidR="00615FD8" w:rsidRDefault="00A71379" w:rsidP="00A71379">
      <w:pPr>
        <w:pStyle w:val="2"/>
      </w:pPr>
      <w:bookmarkStart w:id="33" w:name="_Toc160476986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7C5000" w14:paraId="7384C0CF" w14:textId="77777777">
        <w:tc>
          <w:tcPr>
            <w:tcW w:w="1131" w:type="dxa"/>
            <w:shd w:val="clear" w:color="auto" w:fill="E6E6E6"/>
            <w:vAlign w:val="center"/>
          </w:tcPr>
          <w:p w14:paraId="286A2606" w14:textId="77777777" w:rsidR="007C5000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0B418C00" w14:textId="77777777" w:rsidR="007C5000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CA48AFA" w14:textId="77777777" w:rsidR="007C5000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F7494C0" w14:textId="77777777" w:rsidR="007C5000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67B7460" w14:textId="77777777" w:rsidR="007C5000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92C4CA2" w14:textId="77777777" w:rsidR="007C5000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7C5000" w14:paraId="6452B09A" w14:textId="77777777">
        <w:tc>
          <w:tcPr>
            <w:tcW w:w="1131" w:type="dxa"/>
            <w:shd w:val="clear" w:color="auto" w:fill="E6E6E6"/>
            <w:vAlign w:val="center"/>
          </w:tcPr>
          <w:p w14:paraId="46E5BCDC" w14:textId="77777777" w:rsidR="007C5000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768B20E8" w14:textId="77777777" w:rsidR="007C5000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527A4E14" w14:textId="77777777" w:rsidR="007C5000" w:rsidRDefault="00000000">
            <w:r>
              <w:t>37.2</w:t>
            </w:r>
          </w:p>
        </w:tc>
        <w:tc>
          <w:tcPr>
            <w:tcW w:w="1556" w:type="dxa"/>
            <w:vAlign w:val="center"/>
          </w:tcPr>
          <w:p w14:paraId="39124163" w14:textId="77777777" w:rsidR="007C5000" w:rsidRDefault="00000000">
            <w:r>
              <w:t>22.2</w:t>
            </w:r>
          </w:p>
        </w:tc>
        <w:tc>
          <w:tcPr>
            <w:tcW w:w="1556" w:type="dxa"/>
            <w:vAlign w:val="center"/>
          </w:tcPr>
          <w:p w14:paraId="0C6350EE" w14:textId="77777777" w:rsidR="007C5000" w:rsidRDefault="00000000">
            <w:r>
              <w:t>10.7</w:t>
            </w:r>
          </w:p>
        </w:tc>
        <w:tc>
          <w:tcPr>
            <w:tcW w:w="1556" w:type="dxa"/>
            <w:vAlign w:val="center"/>
          </w:tcPr>
          <w:p w14:paraId="59246565" w14:textId="77777777" w:rsidR="007C5000" w:rsidRDefault="00000000">
            <w:r>
              <w:t>64.9</w:t>
            </w:r>
          </w:p>
        </w:tc>
      </w:tr>
      <w:tr w:rsidR="007C5000" w14:paraId="2D14639D" w14:textId="77777777">
        <w:tc>
          <w:tcPr>
            <w:tcW w:w="1131" w:type="dxa"/>
            <w:shd w:val="clear" w:color="auto" w:fill="E6E6E6"/>
            <w:vAlign w:val="center"/>
          </w:tcPr>
          <w:p w14:paraId="534DE6C6" w14:textId="77777777" w:rsidR="007C5000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6E9B2A2B" w14:textId="77777777" w:rsidR="007C5000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51ADB792" w14:textId="77777777" w:rsidR="007C5000" w:rsidRDefault="00000000">
            <w:r>
              <w:t>-14.4</w:t>
            </w:r>
          </w:p>
        </w:tc>
        <w:tc>
          <w:tcPr>
            <w:tcW w:w="1556" w:type="dxa"/>
            <w:vAlign w:val="center"/>
          </w:tcPr>
          <w:p w14:paraId="106830F0" w14:textId="77777777" w:rsidR="007C5000" w:rsidRDefault="00000000">
            <w:r>
              <w:t>-15.6</w:t>
            </w:r>
          </w:p>
        </w:tc>
        <w:tc>
          <w:tcPr>
            <w:tcW w:w="1556" w:type="dxa"/>
            <w:vAlign w:val="center"/>
          </w:tcPr>
          <w:p w14:paraId="082A12F3" w14:textId="77777777" w:rsidR="007C5000" w:rsidRDefault="00000000">
            <w:r>
              <w:t>0.4</w:t>
            </w:r>
          </w:p>
        </w:tc>
        <w:tc>
          <w:tcPr>
            <w:tcW w:w="1556" w:type="dxa"/>
            <w:vAlign w:val="center"/>
          </w:tcPr>
          <w:p w14:paraId="5125AAC0" w14:textId="77777777" w:rsidR="007C5000" w:rsidRDefault="00000000">
            <w:r>
              <w:t>-13.5</w:t>
            </w:r>
          </w:p>
        </w:tc>
      </w:tr>
    </w:tbl>
    <w:p w14:paraId="023E4C0A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2AF7D27B" w14:textId="77777777" w:rsidR="00A71379" w:rsidRDefault="001C5FD8" w:rsidP="000843B1">
      <w:pPr>
        <w:pStyle w:val="1"/>
      </w:pPr>
      <w:bookmarkStart w:id="35" w:name="_Toc160476987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00529108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7A9289F0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62C2B891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632F8EFB" w14:textId="77777777" w:rsidR="00BC2B16" w:rsidRDefault="00BC2B16" w:rsidP="00BC2B16">
      <w:pPr>
        <w:pStyle w:val="1"/>
      </w:pPr>
      <w:bookmarkStart w:id="37" w:name="_Toc160476988"/>
      <w:r>
        <w:rPr>
          <w:rFonts w:hint="eastAsia"/>
        </w:rPr>
        <w:t>围护</w:t>
      </w:r>
      <w:r>
        <w:t>结构</w:t>
      </w:r>
      <w:bookmarkEnd w:id="37"/>
    </w:p>
    <w:p w14:paraId="328D1A23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60476989"/>
      <w:bookmarkEnd w:id="38"/>
      <w:r>
        <w:rPr>
          <w:kern w:val="2"/>
        </w:rPr>
        <w:t>屋顶构造</w:t>
      </w:r>
      <w:bookmarkEnd w:id="39"/>
    </w:p>
    <w:p w14:paraId="6A307A38" w14:textId="77777777" w:rsidR="007C5000" w:rsidRDefault="00000000">
      <w:pPr>
        <w:pStyle w:val="3"/>
        <w:widowControl w:val="0"/>
        <w:rPr>
          <w:kern w:val="2"/>
          <w:szCs w:val="24"/>
        </w:rPr>
      </w:pPr>
      <w:bookmarkStart w:id="40" w:name="_Toc160476990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C5000" w14:paraId="49BC07C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0CD9773" w14:textId="77777777" w:rsidR="007C5000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380033" w14:textId="77777777" w:rsidR="007C500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6C942B" w14:textId="77777777" w:rsidR="007C500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7D2830" w14:textId="77777777" w:rsidR="007C500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57B88DC" w14:textId="77777777" w:rsidR="007C500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3E4E71" w14:textId="77777777" w:rsidR="007C500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4541BD2" w14:textId="77777777" w:rsidR="007C5000" w:rsidRDefault="00000000">
            <w:pPr>
              <w:jc w:val="center"/>
            </w:pPr>
            <w:r>
              <w:t>热惰性指标</w:t>
            </w:r>
          </w:p>
        </w:tc>
      </w:tr>
      <w:tr w:rsidR="007C5000" w14:paraId="62210A83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D842C5F" w14:textId="77777777" w:rsidR="007C5000" w:rsidRDefault="007C500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2A71DBD" w14:textId="77777777" w:rsidR="007C500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2CC4B6" w14:textId="77777777" w:rsidR="007C500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8346EC" w14:textId="77777777" w:rsidR="007C500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744862E" w14:textId="77777777" w:rsidR="007C500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DC6043" w14:textId="77777777" w:rsidR="007C500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365C41B" w14:textId="77777777" w:rsidR="007C5000" w:rsidRDefault="00000000">
            <w:pPr>
              <w:jc w:val="center"/>
            </w:pPr>
            <w:r>
              <w:t>D=R*S</w:t>
            </w:r>
          </w:p>
        </w:tc>
      </w:tr>
      <w:tr w:rsidR="007C5000" w14:paraId="4F7E3CA0" w14:textId="77777777">
        <w:tc>
          <w:tcPr>
            <w:tcW w:w="3345" w:type="dxa"/>
            <w:vAlign w:val="center"/>
          </w:tcPr>
          <w:p w14:paraId="289D211A" w14:textId="77777777" w:rsidR="007C5000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2F0BB04C" w14:textId="77777777" w:rsidR="007C5000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6E7722E2" w14:textId="77777777" w:rsidR="007C5000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6B8218AF" w14:textId="77777777" w:rsidR="007C5000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78F9D0A8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2C6AA34" w14:textId="77777777" w:rsidR="007C5000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3A7C5965" w14:textId="77777777" w:rsidR="007C5000" w:rsidRDefault="00000000">
            <w:r>
              <w:t>0.407</w:t>
            </w:r>
          </w:p>
        </w:tc>
      </w:tr>
      <w:tr w:rsidR="007C5000" w14:paraId="4450595D" w14:textId="77777777">
        <w:tc>
          <w:tcPr>
            <w:tcW w:w="3345" w:type="dxa"/>
            <w:vAlign w:val="center"/>
          </w:tcPr>
          <w:p w14:paraId="38E8A429" w14:textId="77777777" w:rsidR="007C5000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FEE9129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E43AAB0" w14:textId="77777777" w:rsidR="007C5000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4F7DEC7" w14:textId="77777777" w:rsidR="007C500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42A6504" w14:textId="77777777" w:rsidR="007C5000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972136F" w14:textId="77777777" w:rsidR="007C5000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18606005" w14:textId="77777777" w:rsidR="007C5000" w:rsidRDefault="00000000">
            <w:r>
              <w:t>0.227</w:t>
            </w:r>
          </w:p>
        </w:tc>
      </w:tr>
      <w:tr w:rsidR="007C5000" w14:paraId="6A4E2437" w14:textId="77777777">
        <w:tc>
          <w:tcPr>
            <w:tcW w:w="3345" w:type="dxa"/>
            <w:vAlign w:val="center"/>
          </w:tcPr>
          <w:p w14:paraId="59810B71" w14:textId="77777777" w:rsidR="007C500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6A0D2E7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2C7D47E" w14:textId="77777777" w:rsidR="007C500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72FA0D1" w14:textId="77777777" w:rsidR="007C500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93950DD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6DFE715" w14:textId="77777777" w:rsidR="007C500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6B0DE55" w14:textId="77777777" w:rsidR="007C5000" w:rsidRDefault="00000000">
            <w:r>
              <w:t>0.245</w:t>
            </w:r>
          </w:p>
        </w:tc>
      </w:tr>
      <w:tr w:rsidR="007C5000" w14:paraId="11C8AC42" w14:textId="77777777">
        <w:tc>
          <w:tcPr>
            <w:tcW w:w="3345" w:type="dxa"/>
            <w:vAlign w:val="center"/>
          </w:tcPr>
          <w:p w14:paraId="52D03ACE" w14:textId="77777777" w:rsidR="007C5000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196CCF19" w14:textId="77777777" w:rsidR="007C5000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7E51B8E3" w14:textId="77777777" w:rsidR="007C5000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202ECF42" w14:textId="77777777" w:rsidR="007C5000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3ED1D4F1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2E303B6" w14:textId="77777777" w:rsidR="007C5000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2A120EA5" w14:textId="77777777" w:rsidR="007C5000" w:rsidRDefault="00000000">
            <w:r>
              <w:t>1.378</w:t>
            </w:r>
          </w:p>
        </w:tc>
      </w:tr>
      <w:tr w:rsidR="007C5000" w14:paraId="4EFFEA89" w14:textId="77777777">
        <w:tc>
          <w:tcPr>
            <w:tcW w:w="3345" w:type="dxa"/>
            <w:vAlign w:val="center"/>
          </w:tcPr>
          <w:p w14:paraId="5A850B0F" w14:textId="77777777" w:rsidR="007C500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D06294C" w14:textId="77777777" w:rsidR="007C5000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06B2333" w14:textId="77777777" w:rsidR="007C500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9322629" w14:textId="77777777" w:rsidR="007C500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3EEA313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4F2E1DF" w14:textId="77777777" w:rsidR="007C5000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4D01D46" w14:textId="77777777" w:rsidR="007C5000" w:rsidRDefault="00000000">
            <w:r>
              <w:t>1.186</w:t>
            </w:r>
          </w:p>
        </w:tc>
      </w:tr>
      <w:tr w:rsidR="007C5000" w14:paraId="6585D97D" w14:textId="77777777">
        <w:tc>
          <w:tcPr>
            <w:tcW w:w="3345" w:type="dxa"/>
            <w:vAlign w:val="center"/>
          </w:tcPr>
          <w:p w14:paraId="4AD55705" w14:textId="77777777" w:rsidR="007C500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5783F11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11870BB" w14:textId="77777777" w:rsidR="007C500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41A96BA8" w14:textId="77777777" w:rsidR="007C500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B93EEF0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5423E0A" w14:textId="77777777" w:rsidR="007C500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952B8BC" w14:textId="77777777" w:rsidR="007C5000" w:rsidRDefault="00000000">
            <w:r>
              <w:t>0.249</w:t>
            </w:r>
          </w:p>
        </w:tc>
      </w:tr>
      <w:tr w:rsidR="007C5000" w14:paraId="4B5738D7" w14:textId="77777777">
        <w:tc>
          <w:tcPr>
            <w:tcW w:w="3345" w:type="dxa"/>
            <w:vAlign w:val="center"/>
          </w:tcPr>
          <w:p w14:paraId="5AF57E67" w14:textId="77777777" w:rsidR="007C500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6FF2823" w14:textId="77777777" w:rsidR="007C5000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55B37DB6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1EA9564" w14:textId="77777777" w:rsidR="007C500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F721B34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78AA016" w14:textId="77777777" w:rsidR="007C5000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7C2C521E" w14:textId="77777777" w:rsidR="007C5000" w:rsidRDefault="00000000">
            <w:r>
              <w:t>3.691</w:t>
            </w:r>
          </w:p>
        </w:tc>
      </w:tr>
      <w:tr w:rsidR="007C5000" w14:paraId="0948D10B" w14:textId="77777777">
        <w:tc>
          <w:tcPr>
            <w:tcW w:w="3345" w:type="dxa"/>
            <w:shd w:val="clear" w:color="auto" w:fill="E6E6E6"/>
            <w:vAlign w:val="center"/>
          </w:tcPr>
          <w:p w14:paraId="6C2C7854" w14:textId="77777777" w:rsidR="007C5000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11121C2" w14:textId="77777777" w:rsidR="007C5000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7C5000" w14:paraId="69C7CCAB" w14:textId="77777777">
        <w:tc>
          <w:tcPr>
            <w:tcW w:w="3345" w:type="dxa"/>
            <w:shd w:val="clear" w:color="auto" w:fill="E6E6E6"/>
            <w:vAlign w:val="center"/>
          </w:tcPr>
          <w:p w14:paraId="49884400" w14:textId="77777777" w:rsidR="007C5000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BA59167" w14:textId="77777777" w:rsidR="007C5000" w:rsidRDefault="00000000">
            <w:pPr>
              <w:jc w:val="center"/>
            </w:pPr>
            <w:r>
              <w:t>0.77</w:t>
            </w:r>
          </w:p>
        </w:tc>
      </w:tr>
    </w:tbl>
    <w:p w14:paraId="3103BB6D" w14:textId="77777777" w:rsidR="007C5000" w:rsidRDefault="00000000">
      <w:pPr>
        <w:pStyle w:val="2"/>
        <w:widowControl w:val="0"/>
        <w:rPr>
          <w:kern w:val="2"/>
        </w:rPr>
      </w:pPr>
      <w:bookmarkStart w:id="41" w:name="_Toc160476991"/>
      <w:r>
        <w:rPr>
          <w:kern w:val="2"/>
        </w:rPr>
        <w:t>外墙构造</w:t>
      </w:r>
      <w:bookmarkEnd w:id="41"/>
    </w:p>
    <w:p w14:paraId="773A0F60" w14:textId="77777777" w:rsidR="007C5000" w:rsidRDefault="00000000">
      <w:pPr>
        <w:pStyle w:val="3"/>
        <w:widowControl w:val="0"/>
        <w:rPr>
          <w:kern w:val="2"/>
          <w:szCs w:val="24"/>
        </w:rPr>
      </w:pPr>
      <w:bookmarkStart w:id="42" w:name="_Toc160476992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C5000" w14:paraId="725ABBA6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96CBA5C" w14:textId="77777777" w:rsidR="007C5000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B35FEDD" w14:textId="77777777" w:rsidR="007C500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7F3AE7" w14:textId="77777777" w:rsidR="007C500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0388DC" w14:textId="77777777" w:rsidR="007C500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7A62AB3" w14:textId="77777777" w:rsidR="007C500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C0F981" w14:textId="77777777" w:rsidR="007C500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230B9F6" w14:textId="77777777" w:rsidR="007C5000" w:rsidRDefault="00000000">
            <w:pPr>
              <w:jc w:val="center"/>
            </w:pPr>
            <w:r>
              <w:t>热惰性指标</w:t>
            </w:r>
          </w:p>
        </w:tc>
      </w:tr>
      <w:tr w:rsidR="007C5000" w14:paraId="68432D46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DDDD2BB" w14:textId="77777777" w:rsidR="007C5000" w:rsidRDefault="007C500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1EA1A7C" w14:textId="77777777" w:rsidR="007C500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06FCFB" w14:textId="77777777" w:rsidR="007C500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2425A4" w14:textId="77777777" w:rsidR="007C500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C4D32E" w14:textId="77777777" w:rsidR="007C500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E653F2" w14:textId="77777777" w:rsidR="007C500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12F2249" w14:textId="77777777" w:rsidR="007C5000" w:rsidRDefault="00000000">
            <w:pPr>
              <w:jc w:val="center"/>
            </w:pPr>
            <w:r>
              <w:t>D=R*S</w:t>
            </w:r>
          </w:p>
        </w:tc>
      </w:tr>
      <w:tr w:rsidR="007C5000" w14:paraId="48C0CB77" w14:textId="77777777">
        <w:tc>
          <w:tcPr>
            <w:tcW w:w="3345" w:type="dxa"/>
            <w:vAlign w:val="center"/>
          </w:tcPr>
          <w:p w14:paraId="742CBFB3" w14:textId="77777777" w:rsidR="007C500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3C33E18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4321987" w14:textId="77777777" w:rsidR="007C500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10A1ECB" w14:textId="77777777" w:rsidR="007C500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C4C27E9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0A41180" w14:textId="77777777" w:rsidR="007C500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1403F14" w14:textId="77777777" w:rsidR="007C5000" w:rsidRDefault="00000000">
            <w:r>
              <w:t>0.245</w:t>
            </w:r>
          </w:p>
        </w:tc>
      </w:tr>
      <w:tr w:rsidR="007C5000" w14:paraId="01629534" w14:textId="77777777">
        <w:tc>
          <w:tcPr>
            <w:tcW w:w="3345" w:type="dxa"/>
            <w:vAlign w:val="center"/>
          </w:tcPr>
          <w:p w14:paraId="274A6EF8" w14:textId="77777777" w:rsidR="007C5000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6D8FF8A8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74339B2" w14:textId="77777777" w:rsidR="007C5000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9093475" w14:textId="77777777" w:rsidR="007C500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12E61B0" w14:textId="77777777" w:rsidR="007C5000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1B66A070" w14:textId="77777777" w:rsidR="007C5000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4B25BA22" w14:textId="77777777" w:rsidR="007C5000" w:rsidRDefault="00000000">
            <w:r>
              <w:t>0.227</w:t>
            </w:r>
          </w:p>
        </w:tc>
      </w:tr>
      <w:tr w:rsidR="007C5000" w14:paraId="066BB333" w14:textId="77777777">
        <w:tc>
          <w:tcPr>
            <w:tcW w:w="3345" w:type="dxa"/>
            <w:vAlign w:val="center"/>
          </w:tcPr>
          <w:p w14:paraId="3E02A01E" w14:textId="77777777" w:rsidR="007C500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5C56988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16E420E" w14:textId="77777777" w:rsidR="007C500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DE8B6AC" w14:textId="77777777" w:rsidR="007C500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3B4EF67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F511EA8" w14:textId="77777777" w:rsidR="007C500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611DD82" w14:textId="77777777" w:rsidR="007C5000" w:rsidRDefault="00000000">
            <w:r>
              <w:t>0.245</w:t>
            </w:r>
          </w:p>
        </w:tc>
      </w:tr>
      <w:tr w:rsidR="007C5000" w14:paraId="66BBEB15" w14:textId="77777777">
        <w:tc>
          <w:tcPr>
            <w:tcW w:w="3345" w:type="dxa"/>
            <w:vAlign w:val="center"/>
          </w:tcPr>
          <w:p w14:paraId="6CC65F60" w14:textId="77777777" w:rsidR="007C500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145DA64" w14:textId="77777777" w:rsidR="007C5000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3FD7F330" w14:textId="77777777" w:rsidR="007C500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A994F81" w14:textId="77777777" w:rsidR="007C500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68BE440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FC043A9" w14:textId="77777777" w:rsidR="007C5000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0DF0B77D" w14:textId="77777777" w:rsidR="007C5000" w:rsidRDefault="00000000">
            <w:r>
              <w:t>1.977</w:t>
            </w:r>
          </w:p>
        </w:tc>
      </w:tr>
      <w:tr w:rsidR="007C5000" w14:paraId="46D694E2" w14:textId="77777777">
        <w:tc>
          <w:tcPr>
            <w:tcW w:w="3345" w:type="dxa"/>
            <w:vAlign w:val="center"/>
          </w:tcPr>
          <w:p w14:paraId="52367911" w14:textId="77777777" w:rsidR="007C500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0ECF655C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5702847" w14:textId="77777777" w:rsidR="007C500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7AC60BEC" w14:textId="77777777" w:rsidR="007C500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AC45EAA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A705208" w14:textId="77777777" w:rsidR="007C500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4207F88A" w14:textId="77777777" w:rsidR="007C5000" w:rsidRDefault="00000000">
            <w:r>
              <w:t>0.249</w:t>
            </w:r>
          </w:p>
        </w:tc>
      </w:tr>
      <w:tr w:rsidR="007C5000" w14:paraId="40DB9DF2" w14:textId="77777777">
        <w:tc>
          <w:tcPr>
            <w:tcW w:w="3345" w:type="dxa"/>
            <w:vAlign w:val="center"/>
          </w:tcPr>
          <w:p w14:paraId="311A7845" w14:textId="77777777" w:rsidR="007C500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F84C48F" w14:textId="77777777" w:rsidR="007C5000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03758575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E8D955F" w14:textId="77777777" w:rsidR="007C500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8A83C5F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920E0B3" w14:textId="77777777" w:rsidR="007C5000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5D592B36" w14:textId="77777777" w:rsidR="007C5000" w:rsidRDefault="00000000">
            <w:r>
              <w:t>2.941</w:t>
            </w:r>
          </w:p>
        </w:tc>
      </w:tr>
      <w:tr w:rsidR="007C5000" w14:paraId="0169DA63" w14:textId="77777777">
        <w:tc>
          <w:tcPr>
            <w:tcW w:w="3345" w:type="dxa"/>
            <w:shd w:val="clear" w:color="auto" w:fill="E6E6E6"/>
            <w:vAlign w:val="center"/>
          </w:tcPr>
          <w:p w14:paraId="444712E6" w14:textId="77777777" w:rsidR="007C5000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5ACCE0E" w14:textId="77777777" w:rsidR="007C5000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7C5000" w14:paraId="3A035AF0" w14:textId="77777777">
        <w:tc>
          <w:tcPr>
            <w:tcW w:w="3345" w:type="dxa"/>
            <w:shd w:val="clear" w:color="auto" w:fill="E6E6E6"/>
            <w:vAlign w:val="center"/>
          </w:tcPr>
          <w:p w14:paraId="54EBBFA3" w14:textId="77777777" w:rsidR="007C5000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7323A87B" w14:textId="77777777" w:rsidR="007C5000" w:rsidRDefault="00000000">
            <w:pPr>
              <w:jc w:val="center"/>
            </w:pPr>
            <w:r>
              <w:t>1.13</w:t>
            </w:r>
          </w:p>
        </w:tc>
      </w:tr>
    </w:tbl>
    <w:p w14:paraId="2DC48487" w14:textId="77777777" w:rsidR="007C5000" w:rsidRDefault="00000000">
      <w:pPr>
        <w:pStyle w:val="2"/>
        <w:widowControl w:val="0"/>
        <w:rPr>
          <w:kern w:val="2"/>
        </w:rPr>
      </w:pPr>
      <w:bookmarkStart w:id="43" w:name="_Toc160476993"/>
      <w:r>
        <w:rPr>
          <w:kern w:val="2"/>
        </w:rPr>
        <w:t>楼板构造</w:t>
      </w:r>
      <w:bookmarkEnd w:id="43"/>
    </w:p>
    <w:p w14:paraId="671CF2A0" w14:textId="77777777" w:rsidR="007C5000" w:rsidRDefault="00000000">
      <w:pPr>
        <w:pStyle w:val="3"/>
        <w:widowControl w:val="0"/>
        <w:rPr>
          <w:kern w:val="2"/>
          <w:szCs w:val="24"/>
        </w:rPr>
      </w:pPr>
      <w:bookmarkStart w:id="44" w:name="_Toc160476994"/>
      <w:r>
        <w:rPr>
          <w:kern w:val="2"/>
          <w:szCs w:val="24"/>
        </w:rPr>
        <w:t>楼板构造一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C5000" w14:paraId="77977099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C94DE2F" w14:textId="77777777" w:rsidR="007C500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1C86CB" w14:textId="77777777" w:rsidR="007C500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6BEBCB" w14:textId="77777777" w:rsidR="007C500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41A09E" w14:textId="77777777" w:rsidR="007C500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2BB8705" w14:textId="77777777" w:rsidR="007C500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F379871" w14:textId="77777777" w:rsidR="007C500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2E007C8" w14:textId="77777777" w:rsidR="007C5000" w:rsidRDefault="00000000">
            <w:pPr>
              <w:jc w:val="center"/>
            </w:pPr>
            <w:r>
              <w:t>热惰性指标</w:t>
            </w:r>
          </w:p>
        </w:tc>
      </w:tr>
      <w:tr w:rsidR="007C5000" w14:paraId="7CE45FE5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7C7A1D6" w14:textId="77777777" w:rsidR="007C5000" w:rsidRDefault="007C500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09832C9" w14:textId="77777777" w:rsidR="007C500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9E10AA8" w14:textId="77777777" w:rsidR="007C500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62AD5F" w14:textId="77777777" w:rsidR="007C500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A1BCED" w14:textId="77777777" w:rsidR="007C500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D99867" w14:textId="77777777" w:rsidR="007C500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2B88C20" w14:textId="77777777" w:rsidR="007C5000" w:rsidRDefault="00000000">
            <w:pPr>
              <w:jc w:val="center"/>
            </w:pPr>
            <w:r>
              <w:t>D=R*S</w:t>
            </w:r>
          </w:p>
        </w:tc>
      </w:tr>
      <w:tr w:rsidR="007C5000" w14:paraId="24C0A269" w14:textId="77777777">
        <w:tc>
          <w:tcPr>
            <w:tcW w:w="3345" w:type="dxa"/>
            <w:vAlign w:val="center"/>
          </w:tcPr>
          <w:p w14:paraId="603FBDD7" w14:textId="77777777" w:rsidR="007C500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862D65F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2C6B840" w14:textId="77777777" w:rsidR="007C500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C9762DE" w14:textId="77777777" w:rsidR="007C500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6B89C8A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35A3552" w14:textId="77777777" w:rsidR="007C500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6BC66CE" w14:textId="77777777" w:rsidR="007C5000" w:rsidRDefault="00000000">
            <w:r>
              <w:t>0.245</w:t>
            </w:r>
          </w:p>
        </w:tc>
      </w:tr>
      <w:tr w:rsidR="007C5000" w14:paraId="286C3914" w14:textId="77777777">
        <w:tc>
          <w:tcPr>
            <w:tcW w:w="3345" w:type="dxa"/>
            <w:vAlign w:val="center"/>
          </w:tcPr>
          <w:p w14:paraId="0D236B1E" w14:textId="77777777" w:rsidR="007C500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2D110A1" w14:textId="77777777" w:rsidR="007C5000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977A2D7" w14:textId="77777777" w:rsidR="007C500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DAEEE58" w14:textId="77777777" w:rsidR="007C500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AFA7073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4B8B462" w14:textId="77777777" w:rsidR="007C5000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CECEDD0" w14:textId="77777777" w:rsidR="007C5000" w:rsidRDefault="00000000">
            <w:r>
              <w:t>1.186</w:t>
            </w:r>
          </w:p>
        </w:tc>
      </w:tr>
      <w:tr w:rsidR="007C5000" w14:paraId="54AC2FB9" w14:textId="77777777">
        <w:tc>
          <w:tcPr>
            <w:tcW w:w="3345" w:type="dxa"/>
            <w:vAlign w:val="center"/>
          </w:tcPr>
          <w:p w14:paraId="5AD67920" w14:textId="77777777" w:rsidR="007C500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0F197B0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F553DAF" w14:textId="77777777" w:rsidR="007C500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42C616F" w14:textId="77777777" w:rsidR="007C500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5A2805E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62373F6" w14:textId="77777777" w:rsidR="007C500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92467BB" w14:textId="77777777" w:rsidR="007C5000" w:rsidRDefault="00000000">
            <w:r>
              <w:t>0.249</w:t>
            </w:r>
          </w:p>
        </w:tc>
      </w:tr>
      <w:tr w:rsidR="007C5000" w14:paraId="2B52CE02" w14:textId="77777777">
        <w:tc>
          <w:tcPr>
            <w:tcW w:w="3345" w:type="dxa"/>
            <w:vAlign w:val="center"/>
          </w:tcPr>
          <w:p w14:paraId="6CAFAE49" w14:textId="77777777" w:rsidR="007C500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ABE1DCF" w14:textId="77777777" w:rsidR="007C5000" w:rsidRDefault="00000000">
            <w:r>
              <w:t>160</w:t>
            </w:r>
          </w:p>
        </w:tc>
        <w:tc>
          <w:tcPr>
            <w:tcW w:w="1075" w:type="dxa"/>
            <w:vAlign w:val="center"/>
          </w:tcPr>
          <w:p w14:paraId="5A8A4844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6035025" w14:textId="77777777" w:rsidR="007C500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8263D16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E023DD2" w14:textId="77777777" w:rsidR="007C5000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370A9069" w14:textId="77777777" w:rsidR="007C5000" w:rsidRDefault="00000000">
            <w:r>
              <w:t>1.679</w:t>
            </w:r>
          </w:p>
        </w:tc>
      </w:tr>
      <w:tr w:rsidR="007C5000" w14:paraId="31C858A3" w14:textId="77777777">
        <w:tc>
          <w:tcPr>
            <w:tcW w:w="3345" w:type="dxa"/>
            <w:shd w:val="clear" w:color="auto" w:fill="E6E6E6"/>
            <w:vAlign w:val="center"/>
          </w:tcPr>
          <w:p w14:paraId="22B5EF9B" w14:textId="77777777" w:rsidR="007C5000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38B5CEB9" w14:textId="77777777" w:rsidR="007C5000" w:rsidRDefault="00000000">
            <w:pPr>
              <w:jc w:val="center"/>
            </w:pPr>
            <w:r>
              <w:t>2.98</w:t>
            </w:r>
          </w:p>
        </w:tc>
      </w:tr>
    </w:tbl>
    <w:p w14:paraId="6DFD3F5A" w14:textId="77777777" w:rsidR="007C5000" w:rsidRDefault="00000000">
      <w:pPr>
        <w:pStyle w:val="2"/>
        <w:widowControl w:val="0"/>
        <w:rPr>
          <w:kern w:val="2"/>
        </w:rPr>
      </w:pPr>
      <w:bookmarkStart w:id="45" w:name="_Toc160476995"/>
      <w:r>
        <w:rPr>
          <w:kern w:val="2"/>
        </w:rPr>
        <w:t>非周边地面构造</w:t>
      </w:r>
      <w:bookmarkEnd w:id="45"/>
    </w:p>
    <w:p w14:paraId="27744D3E" w14:textId="77777777" w:rsidR="007C5000" w:rsidRDefault="00000000">
      <w:pPr>
        <w:pStyle w:val="3"/>
        <w:widowControl w:val="0"/>
        <w:rPr>
          <w:kern w:val="2"/>
          <w:szCs w:val="24"/>
        </w:rPr>
      </w:pPr>
      <w:bookmarkStart w:id="46" w:name="_Toc160476996"/>
      <w:r>
        <w:rPr>
          <w:kern w:val="2"/>
          <w:szCs w:val="24"/>
        </w:rPr>
        <w:t>非周边地面构造一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C5000" w14:paraId="71DF9E36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3C40C94" w14:textId="77777777" w:rsidR="007C500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23676E" w14:textId="77777777" w:rsidR="007C500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439C64" w14:textId="77777777" w:rsidR="007C500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D34900" w14:textId="77777777" w:rsidR="007C500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0A456F8" w14:textId="77777777" w:rsidR="007C500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A926BD" w14:textId="77777777" w:rsidR="007C500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33FCE70" w14:textId="77777777" w:rsidR="007C5000" w:rsidRDefault="00000000">
            <w:pPr>
              <w:jc w:val="center"/>
            </w:pPr>
            <w:r>
              <w:t>热惰性指标</w:t>
            </w:r>
          </w:p>
        </w:tc>
      </w:tr>
      <w:tr w:rsidR="007C5000" w14:paraId="32C09A2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AC583D1" w14:textId="77777777" w:rsidR="007C5000" w:rsidRDefault="007C500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65EA8B0" w14:textId="77777777" w:rsidR="007C500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7A57E2" w14:textId="77777777" w:rsidR="007C500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8A3AF6" w14:textId="77777777" w:rsidR="007C500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A04E29B" w14:textId="77777777" w:rsidR="007C500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763C3C" w14:textId="77777777" w:rsidR="007C500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AF1A12A" w14:textId="77777777" w:rsidR="007C5000" w:rsidRDefault="00000000">
            <w:pPr>
              <w:jc w:val="center"/>
            </w:pPr>
            <w:r>
              <w:t>D=R*S</w:t>
            </w:r>
          </w:p>
        </w:tc>
      </w:tr>
      <w:tr w:rsidR="007C5000" w14:paraId="2D2FA794" w14:textId="77777777">
        <w:tc>
          <w:tcPr>
            <w:tcW w:w="3345" w:type="dxa"/>
            <w:vAlign w:val="center"/>
          </w:tcPr>
          <w:p w14:paraId="21E6B877" w14:textId="77777777" w:rsidR="007C500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B3F6F18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95B899" w14:textId="77777777" w:rsidR="007C500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9D786FE" w14:textId="77777777" w:rsidR="007C500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C62AE11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0BC9C50" w14:textId="77777777" w:rsidR="007C500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EC5969B" w14:textId="77777777" w:rsidR="007C5000" w:rsidRDefault="00000000">
            <w:r>
              <w:t>0.245</w:t>
            </w:r>
          </w:p>
        </w:tc>
      </w:tr>
      <w:tr w:rsidR="007C5000" w14:paraId="569A8F50" w14:textId="77777777">
        <w:tc>
          <w:tcPr>
            <w:tcW w:w="3345" w:type="dxa"/>
            <w:vAlign w:val="center"/>
          </w:tcPr>
          <w:p w14:paraId="183CA891" w14:textId="77777777" w:rsidR="007C500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A1B874F" w14:textId="77777777" w:rsidR="007C5000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D22CA3A" w14:textId="77777777" w:rsidR="007C500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AB4D574" w14:textId="77777777" w:rsidR="007C500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66DC0CD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B8A1D1D" w14:textId="77777777" w:rsidR="007C5000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3C8BB48E" w14:textId="77777777" w:rsidR="007C5000" w:rsidRDefault="00000000">
            <w:r>
              <w:t>1.186</w:t>
            </w:r>
          </w:p>
        </w:tc>
      </w:tr>
      <w:tr w:rsidR="007C5000" w14:paraId="651B40F0" w14:textId="77777777">
        <w:tc>
          <w:tcPr>
            <w:tcW w:w="3345" w:type="dxa"/>
            <w:vAlign w:val="center"/>
          </w:tcPr>
          <w:p w14:paraId="0278E734" w14:textId="77777777" w:rsidR="007C500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34A6205" w14:textId="77777777" w:rsidR="007C5000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079F5980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7393B7A" w14:textId="77777777" w:rsidR="007C500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9AB5EBC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E5E1A99" w14:textId="77777777" w:rsidR="007C5000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7B2F6AA5" w14:textId="77777777" w:rsidR="007C5000" w:rsidRDefault="00000000">
            <w:r>
              <w:t>1.431</w:t>
            </w:r>
          </w:p>
        </w:tc>
      </w:tr>
      <w:tr w:rsidR="007C5000" w14:paraId="268BC731" w14:textId="77777777">
        <w:tc>
          <w:tcPr>
            <w:tcW w:w="3345" w:type="dxa"/>
            <w:shd w:val="clear" w:color="auto" w:fill="E6E6E6"/>
            <w:vAlign w:val="center"/>
          </w:tcPr>
          <w:p w14:paraId="619720E9" w14:textId="77777777" w:rsidR="007C5000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7DD66FCB" w14:textId="77777777" w:rsidR="007C5000" w:rsidRDefault="00000000">
            <w:pPr>
              <w:jc w:val="center"/>
            </w:pPr>
            <w:r>
              <w:t>0.30</w:t>
            </w:r>
          </w:p>
        </w:tc>
      </w:tr>
      <w:tr w:rsidR="007C5000" w14:paraId="27804E02" w14:textId="77777777">
        <w:tc>
          <w:tcPr>
            <w:tcW w:w="3345" w:type="dxa"/>
            <w:vAlign w:val="center"/>
          </w:tcPr>
          <w:p w14:paraId="5B6573CC" w14:textId="77777777" w:rsidR="007C5000" w:rsidRDefault="007C5000"/>
        </w:tc>
        <w:tc>
          <w:tcPr>
            <w:tcW w:w="848" w:type="dxa"/>
            <w:vAlign w:val="center"/>
          </w:tcPr>
          <w:p w14:paraId="5E184082" w14:textId="77777777" w:rsidR="007C5000" w:rsidRDefault="007C5000"/>
        </w:tc>
        <w:tc>
          <w:tcPr>
            <w:tcW w:w="1075" w:type="dxa"/>
            <w:vAlign w:val="center"/>
          </w:tcPr>
          <w:p w14:paraId="636FAE8A" w14:textId="77777777" w:rsidR="007C5000" w:rsidRDefault="007C5000"/>
        </w:tc>
        <w:tc>
          <w:tcPr>
            <w:tcW w:w="1075" w:type="dxa"/>
            <w:vAlign w:val="center"/>
          </w:tcPr>
          <w:p w14:paraId="4E87D2E0" w14:textId="77777777" w:rsidR="007C5000" w:rsidRDefault="007C5000"/>
        </w:tc>
        <w:tc>
          <w:tcPr>
            <w:tcW w:w="848" w:type="dxa"/>
            <w:vAlign w:val="center"/>
          </w:tcPr>
          <w:p w14:paraId="4BB1C70C" w14:textId="77777777" w:rsidR="007C5000" w:rsidRDefault="007C5000"/>
        </w:tc>
        <w:tc>
          <w:tcPr>
            <w:tcW w:w="1075" w:type="dxa"/>
            <w:vAlign w:val="center"/>
          </w:tcPr>
          <w:p w14:paraId="7E2DF1DF" w14:textId="77777777" w:rsidR="007C5000" w:rsidRDefault="007C5000"/>
        </w:tc>
        <w:tc>
          <w:tcPr>
            <w:tcW w:w="1064" w:type="dxa"/>
            <w:vAlign w:val="center"/>
          </w:tcPr>
          <w:p w14:paraId="43A4E209" w14:textId="77777777" w:rsidR="007C5000" w:rsidRDefault="007C5000"/>
        </w:tc>
      </w:tr>
    </w:tbl>
    <w:p w14:paraId="003D7B4C" w14:textId="77777777" w:rsidR="007C5000" w:rsidRDefault="00000000">
      <w:pPr>
        <w:pStyle w:val="2"/>
        <w:widowControl w:val="0"/>
        <w:rPr>
          <w:kern w:val="2"/>
        </w:rPr>
      </w:pPr>
      <w:bookmarkStart w:id="47" w:name="_Toc160476997"/>
      <w:r>
        <w:rPr>
          <w:kern w:val="2"/>
        </w:rPr>
        <w:t>地下墙构造</w:t>
      </w:r>
      <w:bookmarkEnd w:id="47"/>
    </w:p>
    <w:p w14:paraId="51AFBA8C" w14:textId="77777777" w:rsidR="007C5000" w:rsidRDefault="00000000">
      <w:pPr>
        <w:pStyle w:val="3"/>
        <w:widowControl w:val="0"/>
        <w:rPr>
          <w:kern w:val="2"/>
          <w:szCs w:val="24"/>
        </w:rPr>
      </w:pPr>
      <w:bookmarkStart w:id="48" w:name="_Toc160476998"/>
      <w:r>
        <w:rPr>
          <w:kern w:val="2"/>
          <w:szCs w:val="24"/>
        </w:rPr>
        <w:t>地下墙构造一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C5000" w14:paraId="4C0CC90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D945F95" w14:textId="77777777" w:rsidR="007C500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23AD60" w14:textId="77777777" w:rsidR="007C500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BEF1FA" w14:textId="77777777" w:rsidR="007C500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55BCD8" w14:textId="77777777" w:rsidR="007C500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73A66B6" w14:textId="77777777" w:rsidR="007C500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832F74" w14:textId="77777777" w:rsidR="007C500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1C05F18" w14:textId="77777777" w:rsidR="007C5000" w:rsidRDefault="00000000">
            <w:pPr>
              <w:jc w:val="center"/>
            </w:pPr>
            <w:r>
              <w:t>热惰性指标</w:t>
            </w:r>
          </w:p>
        </w:tc>
      </w:tr>
      <w:tr w:rsidR="007C5000" w14:paraId="7373D69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189CD72" w14:textId="77777777" w:rsidR="007C5000" w:rsidRDefault="007C500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E9B511A" w14:textId="77777777" w:rsidR="007C500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831F3F" w14:textId="77777777" w:rsidR="007C500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5294B2" w14:textId="77777777" w:rsidR="007C500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71F3E36" w14:textId="77777777" w:rsidR="007C500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A29DC0" w14:textId="77777777" w:rsidR="007C500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D8A733D" w14:textId="77777777" w:rsidR="007C5000" w:rsidRDefault="00000000">
            <w:pPr>
              <w:jc w:val="center"/>
            </w:pPr>
            <w:r>
              <w:t>D=R*S</w:t>
            </w:r>
          </w:p>
        </w:tc>
      </w:tr>
      <w:tr w:rsidR="007C5000" w14:paraId="238CB611" w14:textId="77777777">
        <w:tc>
          <w:tcPr>
            <w:tcW w:w="3345" w:type="dxa"/>
            <w:vAlign w:val="center"/>
          </w:tcPr>
          <w:p w14:paraId="3DFCE46E" w14:textId="77777777" w:rsidR="007C500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9D42DFF" w14:textId="77777777" w:rsidR="007C5000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4BF567E7" w14:textId="77777777" w:rsidR="007C500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09FE1B6" w14:textId="77777777" w:rsidR="007C500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0A2BFF6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EAB06B9" w14:textId="77777777" w:rsidR="007C5000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322DD68D" w14:textId="77777777" w:rsidR="007C5000" w:rsidRDefault="00000000">
            <w:r>
              <w:t>1.977</w:t>
            </w:r>
          </w:p>
        </w:tc>
      </w:tr>
      <w:tr w:rsidR="007C5000" w14:paraId="7DBCBF92" w14:textId="77777777">
        <w:tc>
          <w:tcPr>
            <w:tcW w:w="3345" w:type="dxa"/>
            <w:vAlign w:val="center"/>
          </w:tcPr>
          <w:p w14:paraId="683171A8" w14:textId="77777777" w:rsidR="007C500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4BE21ECF" w14:textId="77777777" w:rsidR="007C500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CC4D0CD" w14:textId="77777777" w:rsidR="007C500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658B2E00" w14:textId="77777777" w:rsidR="007C500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27709490" w14:textId="77777777" w:rsidR="007C500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50014A2" w14:textId="77777777" w:rsidR="007C500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0F2446CC" w14:textId="77777777" w:rsidR="007C5000" w:rsidRDefault="00000000">
            <w:r>
              <w:t>0.249</w:t>
            </w:r>
          </w:p>
        </w:tc>
      </w:tr>
      <w:tr w:rsidR="007C5000" w14:paraId="060FDE06" w14:textId="77777777">
        <w:tc>
          <w:tcPr>
            <w:tcW w:w="3345" w:type="dxa"/>
            <w:vAlign w:val="center"/>
          </w:tcPr>
          <w:p w14:paraId="4D0E3E79" w14:textId="77777777" w:rsidR="007C500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67F7A4E" w14:textId="77777777" w:rsidR="007C5000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5383CDB7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277B4FC" w14:textId="77777777" w:rsidR="007C500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566D04F" w14:textId="77777777" w:rsidR="007C500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452395A" w14:textId="77777777" w:rsidR="007C5000" w:rsidRDefault="00000000">
            <w:r>
              <w:t>0.140</w:t>
            </w:r>
          </w:p>
        </w:tc>
        <w:tc>
          <w:tcPr>
            <w:tcW w:w="1064" w:type="dxa"/>
            <w:vAlign w:val="center"/>
          </w:tcPr>
          <w:p w14:paraId="316EE339" w14:textId="77777777" w:rsidR="007C5000" w:rsidRDefault="00000000">
            <w:r>
              <w:t>2.226</w:t>
            </w:r>
          </w:p>
        </w:tc>
      </w:tr>
      <w:tr w:rsidR="007C5000" w14:paraId="493C3C07" w14:textId="77777777">
        <w:tc>
          <w:tcPr>
            <w:tcW w:w="3345" w:type="dxa"/>
            <w:shd w:val="clear" w:color="auto" w:fill="E6E6E6"/>
            <w:vAlign w:val="center"/>
          </w:tcPr>
          <w:p w14:paraId="29C53744" w14:textId="77777777" w:rsidR="007C5000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0DE5F031" w14:textId="77777777" w:rsidR="007C5000" w:rsidRDefault="00000000">
            <w:pPr>
              <w:jc w:val="center"/>
            </w:pPr>
            <w:r>
              <w:t>4.01</w:t>
            </w:r>
          </w:p>
        </w:tc>
      </w:tr>
      <w:tr w:rsidR="007C5000" w14:paraId="773FEE34" w14:textId="77777777">
        <w:tc>
          <w:tcPr>
            <w:tcW w:w="3345" w:type="dxa"/>
            <w:vAlign w:val="center"/>
          </w:tcPr>
          <w:p w14:paraId="26D7A32C" w14:textId="77777777" w:rsidR="007C5000" w:rsidRDefault="007C5000"/>
        </w:tc>
        <w:tc>
          <w:tcPr>
            <w:tcW w:w="848" w:type="dxa"/>
            <w:vAlign w:val="center"/>
          </w:tcPr>
          <w:p w14:paraId="399BA587" w14:textId="77777777" w:rsidR="007C5000" w:rsidRDefault="007C5000"/>
        </w:tc>
        <w:tc>
          <w:tcPr>
            <w:tcW w:w="1075" w:type="dxa"/>
            <w:vAlign w:val="center"/>
          </w:tcPr>
          <w:p w14:paraId="2329FE04" w14:textId="77777777" w:rsidR="007C5000" w:rsidRDefault="007C5000"/>
        </w:tc>
        <w:tc>
          <w:tcPr>
            <w:tcW w:w="1075" w:type="dxa"/>
            <w:vAlign w:val="center"/>
          </w:tcPr>
          <w:p w14:paraId="1D02AE5B" w14:textId="77777777" w:rsidR="007C5000" w:rsidRDefault="007C5000"/>
        </w:tc>
        <w:tc>
          <w:tcPr>
            <w:tcW w:w="848" w:type="dxa"/>
            <w:vAlign w:val="center"/>
          </w:tcPr>
          <w:p w14:paraId="0AE796CE" w14:textId="77777777" w:rsidR="007C5000" w:rsidRDefault="007C5000"/>
        </w:tc>
        <w:tc>
          <w:tcPr>
            <w:tcW w:w="1075" w:type="dxa"/>
            <w:vAlign w:val="center"/>
          </w:tcPr>
          <w:p w14:paraId="719103B9" w14:textId="77777777" w:rsidR="007C5000" w:rsidRDefault="007C5000"/>
        </w:tc>
        <w:tc>
          <w:tcPr>
            <w:tcW w:w="1064" w:type="dxa"/>
            <w:vAlign w:val="center"/>
          </w:tcPr>
          <w:p w14:paraId="6348B476" w14:textId="77777777" w:rsidR="007C5000" w:rsidRDefault="007C5000"/>
        </w:tc>
      </w:tr>
    </w:tbl>
    <w:p w14:paraId="6AA22AD6" w14:textId="77777777" w:rsidR="007C5000" w:rsidRDefault="00000000">
      <w:pPr>
        <w:pStyle w:val="2"/>
        <w:widowControl w:val="0"/>
        <w:rPr>
          <w:kern w:val="2"/>
        </w:rPr>
      </w:pPr>
      <w:bookmarkStart w:id="49" w:name="_Toc160476999"/>
      <w:r>
        <w:rPr>
          <w:kern w:val="2"/>
        </w:rPr>
        <w:t>门构造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7C5000" w14:paraId="2250C7B2" w14:textId="77777777">
        <w:tc>
          <w:tcPr>
            <w:tcW w:w="645" w:type="dxa"/>
            <w:shd w:val="clear" w:color="auto" w:fill="E6E6E6"/>
            <w:vAlign w:val="center"/>
          </w:tcPr>
          <w:p w14:paraId="6A524DF3" w14:textId="77777777" w:rsidR="007C5000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728546EE" w14:textId="77777777" w:rsidR="007C5000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7DFF08A0" w14:textId="77777777" w:rsidR="007C5000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3BFADF2E" w14:textId="77777777" w:rsidR="007C5000" w:rsidRDefault="00000000">
            <w:pPr>
              <w:jc w:val="center"/>
            </w:pPr>
            <w:r>
              <w:t>备注</w:t>
            </w:r>
          </w:p>
        </w:tc>
      </w:tr>
      <w:tr w:rsidR="007C5000" w14:paraId="7BDA1EDD" w14:textId="77777777">
        <w:tc>
          <w:tcPr>
            <w:tcW w:w="645" w:type="dxa"/>
            <w:shd w:val="clear" w:color="auto" w:fill="E6E6E6"/>
            <w:vAlign w:val="center"/>
          </w:tcPr>
          <w:p w14:paraId="1009C54B" w14:textId="77777777" w:rsidR="007C5000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61E2889D" w14:textId="77777777" w:rsidR="007C5000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4A9FDBFB" w14:textId="77777777" w:rsidR="007C5000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71C70A11" w14:textId="77777777" w:rsidR="007C5000" w:rsidRDefault="007C5000"/>
        </w:tc>
      </w:tr>
    </w:tbl>
    <w:p w14:paraId="79DF0BAD" w14:textId="77777777" w:rsidR="007C5000" w:rsidRDefault="00000000">
      <w:pPr>
        <w:pStyle w:val="2"/>
      </w:pPr>
      <w:bookmarkStart w:id="50" w:name="_Toc160477000"/>
      <w:r>
        <w:t>窗构造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7C5000" w14:paraId="5F1AD1B5" w14:textId="77777777">
        <w:tc>
          <w:tcPr>
            <w:tcW w:w="905" w:type="dxa"/>
            <w:shd w:val="clear" w:color="auto" w:fill="E6E6E6"/>
            <w:vAlign w:val="center"/>
          </w:tcPr>
          <w:p w14:paraId="7CCFF4BD" w14:textId="77777777" w:rsidR="007C5000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50ECF178" w14:textId="77777777" w:rsidR="007C5000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2CF85758" w14:textId="77777777" w:rsidR="007C5000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E3BA123" w14:textId="77777777" w:rsidR="007C5000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60A19135" w14:textId="77777777" w:rsidR="007C5000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314C81C3" w14:textId="77777777" w:rsidR="007C5000" w:rsidRDefault="00000000">
            <w:pPr>
              <w:jc w:val="center"/>
            </w:pPr>
            <w:r>
              <w:t>备注</w:t>
            </w:r>
          </w:p>
        </w:tc>
      </w:tr>
      <w:tr w:rsidR="007C5000" w14:paraId="639E5770" w14:textId="77777777">
        <w:tc>
          <w:tcPr>
            <w:tcW w:w="905" w:type="dxa"/>
            <w:shd w:val="clear" w:color="auto" w:fill="E6E6E6"/>
            <w:vAlign w:val="center"/>
          </w:tcPr>
          <w:p w14:paraId="22EBEB9D" w14:textId="77777777" w:rsidR="007C5000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4FBABE3A" w14:textId="77777777" w:rsidR="007C5000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4A2088E4" w14:textId="77777777" w:rsidR="007C5000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5D307A27" w14:textId="77777777" w:rsidR="007C5000" w:rsidRDefault="00000000">
            <w:r>
              <w:t>0.750</w:t>
            </w:r>
          </w:p>
        </w:tc>
        <w:tc>
          <w:tcPr>
            <w:tcW w:w="956" w:type="dxa"/>
            <w:vAlign w:val="center"/>
          </w:tcPr>
          <w:p w14:paraId="27CB1684" w14:textId="77777777" w:rsidR="007C5000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352B9275" w14:textId="77777777" w:rsidR="007C5000" w:rsidRDefault="00000000">
            <w:r>
              <w:t>来源《民用建筑热工设计规范》</w:t>
            </w:r>
          </w:p>
        </w:tc>
      </w:tr>
    </w:tbl>
    <w:p w14:paraId="4C8D41B9" w14:textId="77777777" w:rsidR="007C5000" w:rsidRDefault="00000000">
      <w:pPr>
        <w:pStyle w:val="1"/>
      </w:pPr>
      <w:bookmarkStart w:id="51" w:name="_Toc160477001"/>
      <w:r>
        <w:t>房间类型</w:t>
      </w:r>
      <w:bookmarkEnd w:id="51"/>
    </w:p>
    <w:p w14:paraId="621F2E79" w14:textId="77777777" w:rsidR="007C5000" w:rsidRDefault="00000000">
      <w:pPr>
        <w:pStyle w:val="2"/>
        <w:widowControl w:val="0"/>
        <w:rPr>
          <w:kern w:val="2"/>
        </w:rPr>
      </w:pPr>
      <w:bookmarkStart w:id="52" w:name="_Toc160477002"/>
      <w:r>
        <w:rPr>
          <w:kern w:val="2"/>
        </w:rPr>
        <w:t>房间表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7C5000" w14:paraId="61D11618" w14:textId="77777777">
        <w:tc>
          <w:tcPr>
            <w:tcW w:w="1862" w:type="dxa"/>
            <w:shd w:val="clear" w:color="auto" w:fill="E6E6E6"/>
            <w:vAlign w:val="center"/>
          </w:tcPr>
          <w:p w14:paraId="6146B0BF" w14:textId="77777777" w:rsidR="007C5000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6FF77297" w14:textId="77777777" w:rsidR="007C5000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02F3F795" w14:textId="77777777" w:rsidR="007C5000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646DB1D2" w14:textId="77777777" w:rsidR="007C5000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5F4BA2F3" w14:textId="77777777" w:rsidR="007C5000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73B73711" w14:textId="77777777" w:rsidR="007C5000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6C86B81" w14:textId="77777777" w:rsidR="007C5000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7C5000" w14:paraId="6AD99FEA" w14:textId="77777777">
        <w:tc>
          <w:tcPr>
            <w:tcW w:w="1862" w:type="dxa"/>
            <w:shd w:val="clear" w:color="auto" w:fill="E6E6E6"/>
            <w:vAlign w:val="center"/>
          </w:tcPr>
          <w:p w14:paraId="2D497594" w14:textId="77777777" w:rsidR="007C5000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763086F4" w14:textId="77777777" w:rsidR="007C5000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3EB636D3" w14:textId="77777777" w:rsidR="007C5000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6F6223FA" w14:textId="77777777" w:rsidR="007C5000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230B1A2B" w14:textId="77777777" w:rsidR="007C5000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7BF7B045" w14:textId="77777777" w:rsidR="007C5000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6832404C" w14:textId="77777777" w:rsidR="007C5000" w:rsidRDefault="00000000">
            <w:pPr>
              <w:jc w:val="center"/>
            </w:pPr>
            <w:r>
              <w:t>5(W/m^2)</w:t>
            </w:r>
          </w:p>
        </w:tc>
      </w:tr>
    </w:tbl>
    <w:p w14:paraId="39D8BAF6" w14:textId="77777777" w:rsidR="007C5000" w:rsidRDefault="00000000">
      <w:pPr>
        <w:pStyle w:val="2"/>
        <w:widowControl w:val="0"/>
        <w:rPr>
          <w:kern w:val="2"/>
        </w:rPr>
      </w:pPr>
      <w:bookmarkStart w:id="53" w:name="_Toc160477003"/>
      <w:r>
        <w:rPr>
          <w:kern w:val="2"/>
        </w:rPr>
        <w:t>作息时间表</w:t>
      </w:r>
      <w:bookmarkEnd w:id="53"/>
    </w:p>
    <w:p w14:paraId="4A893905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0D5D63DD" w14:textId="77777777" w:rsidR="007C5000" w:rsidRDefault="00000000">
      <w:pPr>
        <w:pStyle w:val="1"/>
        <w:widowControl w:val="0"/>
        <w:rPr>
          <w:kern w:val="2"/>
          <w:szCs w:val="24"/>
        </w:rPr>
      </w:pPr>
      <w:bookmarkStart w:id="54" w:name="_Toc160477004"/>
      <w:r>
        <w:rPr>
          <w:kern w:val="2"/>
          <w:szCs w:val="24"/>
        </w:rPr>
        <w:lastRenderedPageBreak/>
        <w:t>系统设置</w:t>
      </w:r>
      <w:bookmarkEnd w:id="54"/>
    </w:p>
    <w:p w14:paraId="52CCD01A" w14:textId="77777777" w:rsidR="007C5000" w:rsidRDefault="00000000">
      <w:pPr>
        <w:pStyle w:val="2"/>
        <w:widowControl w:val="0"/>
        <w:rPr>
          <w:kern w:val="2"/>
        </w:rPr>
      </w:pPr>
      <w:bookmarkStart w:id="55" w:name="_Toc160477005"/>
      <w:r>
        <w:rPr>
          <w:kern w:val="2"/>
        </w:rPr>
        <w:t>系统划分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7C5000" w14:paraId="06948767" w14:textId="77777777">
        <w:tc>
          <w:tcPr>
            <w:tcW w:w="1131" w:type="dxa"/>
            <w:shd w:val="clear" w:color="auto" w:fill="E6E6E6"/>
            <w:vAlign w:val="center"/>
          </w:tcPr>
          <w:p w14:paraId="165865D7" w14:textId="77777777" w:rsidR="007C5000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847AE43" w14:textId="77777777" w:rsidR="007C5000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50F53347" w14:textId="77777777" w:rsidR="007C5000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9BD1D0E" w14:textId="77777777" w:rsidR="007C5000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1710A25E" w14:textId="77777777" w:rsidR="007C5000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431A26C" w14:textId="77777777" w:rsidR="007C5000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2F3104DE" w14:textId="77777777" w:rsidR="007C5000" w:rsidRDefault="00000000">
            <w:pPr>
              <w:jc w:val="center"/>
            </w:pPr>
            <w:r>
              <w:t>包含的房间</w:t>
            </w:r>
          </w:p>
        </w:tc>
      </w:tr>
      <w:tr w:rsidR="007C5000" w14:paraId="67D499F6" w14:textId="77777777">
        <w:tc>
          <w:tcPr>
            <w:tcW w:w="1131" w:type="dxa"/>
            <w:vAlign w:val="center"/>
          </w:tcPr>
          <w:p w14:paraId="0B1B2A3A" w14:textId="77777777" w:rsidR="007C5000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2C2FA234" w14:textId="77777777" w:rsidR="007C5000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3A6E6208" w14:textId="77777777" w:rsidR="007C5000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37B3AF23" w14:textId="77777777" w:rsidR="007C5000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0352B094" w14:textId="77777777" w:rsidR="007C5000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164CCF99" w14:textId="77777777" w:rsidR="007C5000" w:rsidRDefault="00000000">
            <w:r>
              <w:t>1218.83</w:t>
            </w:r>
          </w:p>
        </w:tc>
        <w:tc>
          <w:tcPr>
            <w:tcW w:w="2830" w:type="dxa"/>
            <w:vAlign w:val="center"/>
          </w:tcPr>
          <w:p w14:paraId="1BC4CC0C" w14:textId="77777777" w:rsidR="007C5000" w:rsidRDefault="00000000">
            <w:r>
              <w:t>所有房间</w:t>
            </w:r>
          </w:p>
        </w:tc>
      </w:tr>
    </w:tbl>
    <w:p w14:paraId="622355A5" w14:textId="77777777" w:rsidR="007C5000" w:rsidRDefault="00000000">
      <w:pPr>
        <w:pStyle w:val="2"/>
        <w:widowControl w:val="0"/>
        <w:rPr>
          <w:kern w:val="2"/>
        </w:rPr>
      </w:pPr>
      <w:bookmarkStart w:id="56" w:name="_Toc160477006"/>
      <w:r>
        <w:rPr>
          <w:kern w:val="2"/>
        </w:rPr>
        <w:t>运行时间表</w:t>
      </w:r>
      <w:bookmarkEnd w:id="56"/>
    </w:p>
    <w:p w14:paraId="00998EA3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1E01A1B7" w14:textId="77777777" w:rsidR="007C5000" w:rsidRDefault="00000000">
      <w:pPr>
        <w:pStyle w:val="1"/>
        <w:widowControl w:val="0"/>
        <w:rPr>
          <w:kern w:val="2"/>
          <w:szCs w:val="24"/>
        </w:rPr>
      </w:pPr>
      <w:bookmarkStart w:id="57" w:name="_Toc160477007"/>
      <w:r>
        <w:rPr>
          <w:kern w:val="2"/>
          <w:szCs w:val="24"/>
        </w:rPr>
        <w:t>计算结果</w:t>
      </w:r>
      <w:bookmarkEnd w:id="57"/>
    </w:p>
    <w:p w14:paraId="3FA59A2F" w14:textId="77777777" w:rsidR="007C5000" w:rsidRDefault="00000000">
      <w:pPr>
        <w:pStyle w:val="2"/>
        <w:widowControl w:val="0"/>
        <w:rPr>
          <w:kern w:val="2"/>
        </w:rPr>
      </w:pPr>
      <w:bookmarkStart w:id="58" w:name="_Toc160477008"/>
      <w:r>
        <w:rPr>
          <w:kern w:val="2"/>
        </w:rPr>
        <w:t>模拟周期</w:t>
      </w:r>
      <w:bookmarkEnd w:id="58"/>
    </w:p>
    <w:p w14:paraId="4F18E4F6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09149879" w14:textId="77777777" w:rsidR="007C5000" w:rsidRDefault="00000000">
      <w:pPr>
        <w:pStyle w:val="2"/>
        <w:widowControl w:val="0"/>
        <w:rPr>
          <w:kern w:val="2"/>
        </w:rPr>
      </w:pPr>
      <w:bookmarkStart w:id="59" w:name="_Toc160477009"/>
      <w:r>
        <w:rPr>
          <w:kern w:val="2"/>
        </w:rPr>
        <w:t>全年冷暖需求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7C5000" w14:paraId="6E6A2C2A" w14:textId="77777777">
        <w:tc>
          <w:tcPr>
            <w:tcW w:w="1975" w:type="dxa"/>
            <w:shd w:val="clear" w:color="auto" w:fill="E6E6E6"/>
            <w:vAlign w:val="center"/>
          </w:tcPr>
          <w:p w14:paraId="762A0B08" w14:textId="77777777" w:rsidR="007C5000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45F63122" w14:textId="77777777" w:rsidR="007C5000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10C7CFAE" w14:textId="77777777" w:rsidR="007C5000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5C76F005" w14:textId="77777777" w:rsidR="007C5000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59E2D74B" w14:textId="77777777" w:rsidR="007C5000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7C5000" w14:paraId="58D7A7C3" w14:textId="77777777">
        <w:tc>
          <w:tcPr>
            <w:tcW w:w="1975" w:type="dxa"/>
            <w:shd w:val="clear" w:color="auto" w:fill="E6E6E6"/>
            <w:vAlign w:val="center"/>
          </w:tcPr>
          <w:p w14:paraId="7A2D31E1" w14:textId="77777777" w:rsidR="007C5000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32DF70DC" w14:textId="77777777" w:rsidR="007C5000" w:rsidRDefault="00000000">
            <w:r>
              <w:t>137001</w:t>
            </w:r>
          </w:p>
        </w:tc>
        <w:tc>
          <w:tcPr>
            <w:tcW w:w="1839" w:type="dxa"/>
            <w:vAlign w:val="center"/>
          </w:tcPr>
          <w:p w14:paraId="40F985F5" w14:textId="77777777" w:rsidR="007C5000" w:rsidRDefault="00000000">
            <w:r>
              <w:t>112.40</w:t>
            </w:r>
          </w:p>
        </w:tc>
        <w:tc>
          <w:tcPr>
            <w:tcW w:w="1839" w:type="dxa"/>
            <w:vAlign w:val="center"/>
          </w:tcPr>
          <w:p w14:paraId="3F94E045" w14:textId="77777777" w:rsidR="007C5000" w:rsidRDefault="00000000">
            <w:r>
              <w:t>40315</w:t>
            </w:r>
          </w:p>
        </w:tc>
        <w:tc>
          <w:tcPr>
            <w:tcW w:w="1839" w:type="dxa"/>
            <w:vAlign w:val="center"/>
          </w:tcPr>
          <w:p w14:paraId="4D6C8FDB" w14:textId="77777777" w:rsidR="007C5000" w:rsidRDefault="00000000">
            <w:r>
              <w:t>33.08</w:t>
            </w:r>
          </w:p>
        </w:tc>
      </w:tr>
      <w:tr w:rsidR="007C5000" w14:paraId="35B43384" w14:textId="77777777">
        <w:tc>
          <w:tcPr>
            <w:tcW w:w="1975" w:type="dxa"/>
            <w:shd w:val="clear" w:color="auto" w:fill="E6E6E6"/>
            <w:vAlign w:val="center"/>
          </w:tcPr>
          <w:p w14:paraId="644BD08F" w14:textId="77777777" w:rsidR="007C5000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4B8CED4B" w14:textId="77777777" w:rsidR="007C5000" w:rsidRDefault="00000000">
            <w:r>
              <w:t>137001</w:t>
            </w:r>
          </w:p>
        </w:tc>
        <w:tc>
          <w:tcPr>
            <w:tcW w:w="1839" w:type="dxa"/>
            <w:vAlign w:val="center"/>
          </w:tcPr>
          <w:p w14:paraId="78782CEF" w14:textId="77777777" w:rsidR="007C5000" w:rsidRDefault="00000000">
            <w:r>
              <w:t>101.09</w:t>
            </w:r>
          </w:p>
        </w:tc>
        <w:tc>
          <w:tcPr>
            <w:tcW w:w="1839" w:type="dxa"/>
            <w:vAlign w:val="center"/>
          </w:tcPr>
          <w:p w14:paraId="3560D319" w14:textId="77777777" w:rsidR="007C5000" w:rsidRDefault="00000000">
            <w:r>
              <w:t>40315</w:t>
            </w:r>
          </w:p>
        </w:tc>
        <w:tc>
          <w:tcPr>
            <w:tcW w:w="1839" w:type="dxa"/>
            <w:vAlign w:val="center"/>
          </w:tcPr>
          <w:p w14:paraId="5E8F2CBD" w14:textId="77777777" w:rsidR="007C5000" w:rsidRDefault="00000000">
            <w:r>
              <w:t>29.75</w:t>
            </w:r>
          </w:p>
        </w:tc>
      </w:tr>
    </w:tbl>
    <w:p w14:paraId="5D291529" w14:textId="77777777" w:rsidR="007C5000" w:rsidRDefault="00000000">
      <w:r>
        <w:rPr>
          <w:noProof/>
        </w:rPr>
        <w:drawing>
          <wp:inline distT="0" distB="0" distL="0" distR="0" wp14:anchorId="6566BB6C" wp14:editId="313116F2">
            <wp:extent cx="5667375" cy="2647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DA74E" w14:textId="77777777" w:rsidR="007C5000" w:rsidRDefault="007C5000"/>
    <w:p w14:paraId="68A813E8" w14:textId="77777777" w:rsidR="007C5000" w:rsidRDefault="00000000">
      <w:pPr>
        <w:pStyle w:val="2"/>
        <w:widowControl w:val="0"/>
        <w:rPr>
          <w:kern w:val="2"/>
        </w:rPr>
      </w:pPr>
      <w:bookmarkStart w:id="60" w:name="_Toc160477010"/>
      <w:r>
        <w:rPr>
          <w:kern w:val="2"/>
        </w:rPr>
        <w:t>负荷分项统计</w:t>
      </w:r>
      <w:bookmarkEnd w:id="6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7C5000" w14:paraId="19A99BED" w14:textId="77777777">
        <w:tc>
          <w:tcPr>
            <w:tcW w:w="1964" w:type="dxa"/>
            <w:shd w:val="clear" w:color="auto" w:fill="E6E6E6"/>
            <w:vAlign w:val="center"/>
          </w:tcPr>
          <w:p w14:paraId="13108A71" w14:textId="77777777" w:rsidR="007C5000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C9BDEC0" w14:textId="77777777" w:rsidR="007C5000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2BD5374" w14:textId="77777777" w:rsidR="007C5000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4374B9A" w14:textId="77777777" w:rsidR="007C5000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85C3135" w14:textId="77777777" w:rsidR="007C5000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3D89C11" w14:textId="77777777" w:rsidR="007C5000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7E7FB89" w14:textId="77777777" w:rsidR="007C5000" w:rsidRDefault="00000000">
            <w:pPr>
              <w:jc w:val="center"/>
            </w:pPr>
            <w:r>
              <w:t>合计</w:t>
            </w:r>
          </w:p>
        </w:tc>
      </w:tr>
      <w:tr w:rsidR="007C5000" w14:paraId="42D93BDA" w14:textId="77777777">
        <w:tc>
          <w:tcPr>
            <w:tcW w:w="1964" w:type="dxa"/>
            <w:shd w:val="clear" w:color="auto" w:fill="E6E6E6"/>
            <w:vAlign w:val="center"/>
          </w:tcPr>
          <w:p w14:paraId="1ACF8EF8" w14:textId="77777777" w:rsidR="007C5000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27AC7897" w14:textId="77777777" w:rsidR="007C5000" w:rsidRDefault="00000000">
            <w:r>
              <w:t>-108.17</w:t>
            </w:r>
          </w:p>
        </w:tc>
        <w:tc>
          <w:tcPr>
            <w:tcW w:w="1273" w:type="dxa"/>
            <w:vAlign w:val="center"/>
          </w:tcPr>
          <w:p w14:paraId="1E9B110C" w14:textId="77777777" w:rsidR="007C5000" w:rsidRDefault="00000000">
            <w:r>
              <w:t>14.49</w:t>
            </w:r>
          </w:p>
        </w:tc>
        <w:tc>
          <w:tcPr>
            <w:tcW w:w="1131" w:type="dxa"/>
            <w:vAlign w:val="center"/>
          </w:tcPr>
          <w:p w14:paraId="3DE9CB2E" w14:textId="77777777" w:rsidR="007C5000" w:rsidRDefault="00000000">
            <w:r>
              <w:t>17.90</w:t>
            </w:r>
          </w:p>
        </w:tc>
        <w:tc>
          <w:tcPr>
            <w:tcW w:w="1131" w:type="dxa"/>
            <w:vAlign w:val="center"/>
          </w:tcPr>
          <w:p w14:paraId="4D248B09" w14:textId="77777777" w:rsidR="007C5000" w:rsidRDefault="00000000">
            <w:r>
              <w:t>-25.32</w:t>
            </w:r>
          </w:p>
        </w:tc>
        <w:tc>
          <w:tcPr>
            <w:tcW w:w="1131" w:type="dxa"/>
            <w:vAlign w:val="center"/>
          </w:tcPr>
          <w:p w14:paraId="0DF6C49F" w14:textId="77777777" w:rsidR="007C5000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4EE1ADE6" w14:textId="77777777" w:rsidR="007C5000" w:rsidRDefault="00000000">
            <w:r>
              <w:t>-101.09</w:t>
            </w:r>
          </w:p>
        </w:tc>
      </w:tr>
      <w:tr w:rsidR="007C5000" w14:paraId="590DCCD6" w14:textId="77777777">
        <w:tc>
          <w:tcPr>
            <w:tcW w:w="1964" w:type="dxa"/>
            <w:shd w:val="clear" w:color="auto" w:fill="E6E6E6"/>
            <w:vAlign w:val="center"/>
          </w:tcPr>
          <w:p w14:paraId="22D9F83C" w14:textId="77777777" w:rsidR="007C5000" w:rsidRDefault="00000000">
            <w:r>
              <w:lastRenderedPageBreak/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1F14C7B4" w14:textId="77777777" w:rsidR="007C5000" w:rsidRDefault="00000000">
            <w:r>
              <w:t>4.32</w:t>
            </w:r>
          </w:p>
        </w:tc>
        <w:tc>
          <w:tcPr>
            <w:tcW w:w="1273" w:type="dxa"/>
            <w:vAlign w:val="center"/>
          </w:tcPr>
          <w:p w14:paraId="7B3DF6D0" w14:textId="77777777" w:rsidR="007C5000" w:rsidRDefault="00000000">
            <w:r>
              <w:t>5.94</w:t>
            </w:r>
          </w:p>
        </w:tc>
        <w:tc>
          <w:tcPr>
            <w:tcW w:w="1131" w:type="dxa"/>
            <w:vAlign w:val="center"/>
          </w:tcPr>
          <w:p w14:paraId="13329322" w14:textId="77777777" w:rsidR="007C5000" w:rsidRDefault="00000000">
            <w:r>
              <w:t>11.46</w:t>
            </w:r>
          </w:p>
        </w:tc>
        <w:tc>
          <w:tcPr>
            <w:tcW w:w="1131" w:type="dxa"/>
            <w:vAlign w:val="center"/>
          </w:tcPr>
          <w:p w14:paraId="164345B6" w14:textId="77777777" w:rsidR="007C5000" w:rsidRDefault="00000000">
            <w:r>
              <w:t>8.03</w:t>
            </w:r>
          </w:p>
        </w:tc>
        <w:tc>
          <w:tcPr>
            <w:tcW w:w="1131" w:type="dxa"/>
            <w:vAlign w:val="center"/>
          </w:tcPr>
          <w:p w14:paraId="2DD62019" w14:textId="77777777" w:rsidR="007C5000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0A9A35C7" w14:textId="77777777" w:rsidR="007C5000" w:rsidRDefault="00000000">
            <w:r>
              <w:t>29.75</w:t>
            </w:r>
          </w:p>
        </w:tc>
      </w:tr>
    </w:tbl>
    <w:p w14:paraId="01781AC4" w14:textId="77777777" w:rsidR="007C5000" w:rsidRDefault="00000000">
      <w:r>
        <w:rPr>
          <w:noProof/>
        </w:rPr>
        <w:drawing>
          <wp:inline distT="0" distB="0" distL="0" distR="0" wp14:anchorId="434A0D4B" wp14:editId="0AECC5C0">
            <wp:extent cx="5667375" cy="2952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78FB1" w14:textId="77777777" w:rsidR="007C5000" w:rsidRDefault="007C5000"/>
    <w:p w14:paraId="724065DF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386AFF83" wp14:editId="7BD9173C">
            <wp:extent cx="5667375" cy="29051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10909" w14:textId="77777777" w:rsidR="007C5000" w:rsidRDefault="00000000">
      <w:pPr>
        <w:pStyle w:val="2"/>
        <w:widowControl w:val="0"/>
        <w:rPr>
          <w:kern w:val="2"/>
        </w:rPr>
      </w:pPr>
      <w:bookmarkStart w:id="61" w:name="_Toc160477011"/>
      <w:r>
        <w:rPr>
          <w:kern w:val="2"/>
        </w:rPr>
        <w:t>逐月负荷表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7C5000" w14:paraId="3B315182" w14:textId="77777777">
        <w:tc>
          <w:tcPr>
            <w:tcW w:w="854" w:type="dxa"/>
            <w:shd w:val="clear" w:color="auto" w:fill="E6E6E6"/>
            <w:vAlign w:val="center"/>
          </w:tcPr>
          <w:p w14:paraId="76145CD5" w14:textId="77777777" w:rsidR="007C5000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63A4AEC" w14:textId="77777777" w:rsidR="007C5000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558F6D0" w14:textId="77777777" w:rsidR="007C5000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1012A15" w14:textId="77777777" w:rsidR="007C5000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64B83B06" w14:textId="77777777" w:rsidR="007C5000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ABD3564" w14:textId="77777777" w:rsidR="007C5000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17B5F980" w14:textId="77777777" w:rsidR="007C5000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7C5000" w14:paraId="41F729AE" w14:textId="77777777">
        <w:tc>
          <w:tcPr>
            <w:tcW w:w="854" w:type="dxa"/>
            <w:shd w:val="clear" w:color="auto" w:fill="E6E6E6"/>
            <w:vAlign w:val="center"/>
          </w:tcPr>
          <w:p w14:paraId="6E10AFEE" w14:textId="77777777" w:rsidR="007C5000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13A3726" w14:textId="77777777" w:rsidR="007C5000" w:rsidRDefault="00000000">
            <w:pPr>
              <w:jc w:val="right"/>
            </w:pPr>
            <w:r>
              <w:t>35831</w:t>
            </w:r>
          </w:p>
        </w:tc>
        <w:tc>
          <w:tcPr>
            <w:tcW w:w="1188" w:type="dxa"/>
            <w:vAlign w:val="center"/>
          </w:tcPr>
          <w:p w14:paraId="01625FAF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5FD7CDD" w14:textId="77777777" w:rsidR="007C5000" w:rsidRDefault="00000000">
            <w:pPr>
              <w:jc w:val="right"/>
            </w:pPr>
            <w:r>
              <w:rPr>
                <w:color w:val="FF0000"/>
              </w:rPr>
              <w:t>69.778</w:t>
            </w:r>
          </w:p>
        </w:tc>
        <w:tc>
          <w:tcPr>
            <w:tcW w:w="1862" w:type="dxa"/>
            <w:vAlign w:val="center"/>
          </w:tcPr>
          <w:p w14:paraId="58ABFE48" w14:textId="77777777" w:rsidR="007C5000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5946E6D9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012F2BE" w14:textId="77777777" w:rsidR="007C5000" w:rsidRDefault="00000000">
            <w:r>
              <w:t>--</w:t>
            </w:r>
          </w:p>
        </w:tc>
      </w:tr>
      <w:tr w:rsidR="007C5000" w14:paraId="340A3563" w14:textId="77777777">
        <w:tc>
          <w:tcPr>
            <w:tcW w:w="854" w:type="dxa"/>
            <w:shd w:val="clear" w:color="auto" w:fill="E6E6E6"/>
            <w:vAlign w:val="center"/>
          </w:tcPr>
          <w:p w14:paraId="4206DD11" w14:textId="77777777" w:rsidR="007C5000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C5B9B63" w14:textId="77777777" w:rsidR="007C5000" w:rsidRDefault="00000000">
            <w:pPr>
              <w:jc w:val="right"/>
            </w:pPr>
            <w:r>
              <w:t>28945</w:t>
            </w:r>
          </w:p>
        </w:tc>
        <w:tc>
          <w:tcPr>
            <w:tcW w:w="1188" w:type="dxa"/>
            <w:vAlign w:val="center"/>
          </w:tcPr>
          <w:p w14:paraId="0164E003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5F28BAA" w14:textId="77777777" w:rsidR="007C5000" w:rsidRDefault="00000000">
            <w:pPr>
              <w:jc w:val="right"/>
            </w:pPr>
            <w:r>
              <w:t>66.002</w:t>
            </w:r>
          </w:p>
        </w:tc>
        <w:tc>
          <w:tcPr>
            <w:tcW w:w="1862" w:type="dxa"/>
            <w:vAlign w:val="center"/>
          </w:tcPr>
          <w:p w14:paraId="14E4B18F" w14:textId="77777777" w:rsidR="007C5000" w:rsidRDefault="00000000">
            <w:r>
              <w:t>02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47C6DCA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48CAE5E" w14:textId="77777777" w:rsidR="007C5000" w:rsidRDefault="00000000">
            <w:r>
              <w:t>--</w:t>
            </w:r>
          </w:p>
        </w:tc>
      </w:tr>
      <w:tr w:rsidR="007C5000" w14:paraId="04896E75" w14:textId="77777777">
        <w:tc>
          <w:tcPr>
            <w:tcW w:w="854" w:type="dxa"/>
            <w:shd w:val="clear" w:color="auto" w:fill="E6E6E6"/>
            <w:vAlign w:val="center"/>
          </w:tcPr>
          <w:p w14:paraId="06AEE20C" w14:textId="77777777" w:rsidR="007C5000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E2299FB" w14:textId="77777777" w:rsidR="007C5000" w:rsidRDefault="00000000">
            <w:pPr>
              <w:jc w:val="right"/>
            </w:pPr>
            <w:r>
              <w:t>18793</w:t>
            </w:r>
          </w:p>
        </w:tc>
        <w:tc>
          <w:tcPr>
            <w:tcW w:w="1188" w:type="dxa"/>
            <w:vAlign w:val="center"/>
          </w:tcPr>
          <w:p w14:paraId="107A3829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BC927AE" w14:textId="77777777" w:rsidR="007C5000" w:rsidRDefault="00000000">
            <w:pPr>
              <w:jc w:val="right"/>
            </w:pPr>
            <w:r>
              <w:t>53.875</w:t>
            </w:r>
          </w:p>
        </w:tc>
        <w:tc>
          <w:tcPr>
            <w:tcW w:w="1862" w:type="dxa"/>
            <w:vAlign w:val="center"/>
          </w:tcPr>
          <w:p w14:paraId="2F040D30" w14:textId="77777777" w:rsidR="007C5000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97AAF26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29E0DF0" w14:textId="77777777" w:rsidR="007C5000" w:rsidRDefault="00000000">
            <w:r>
              <w:t>--</w:t>
            </w:r>
          </w:p>
        </w:tc>
      </w:tr>
      <w:tr w:rsidR="007C5000" w14:paraId="5A17ED17" w14:textId="77777777">
        <w:tc>
          <w:tcPr>
            <w:tcW w:w="854" w:type="dxa"/>
            <w:shd w:val="clear" w:color="auto" w:fill="E6E6E6"/>
            <w:vAlign w:val="center"/>
          </w:tcPr>
          <w:p w14:paraId="275F2FD0" w14:textId="77777777" w:rsidR="007C5000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9B9F69A" w14:textId="77777777" w:rsidR="007C5000" w:rsidRDefault="00000000">
            <w:pPr>
              <w:jc w:val="right"/>
            </w:pPr>
            <w:r>
              <w:t>9479</w:t>
            </w:r>
          </w:p>
        </w:tc>
        <w:tc>
          <w:tcPr>
            <w:tcW w:w="1188" w:type="dxa"/>
            <w:vAlign w:val="center"/>
          </w:tcPr>
          <w:p w14:paraId="3E363771" w14:textId="77777777" w:rsidR="007C5000" w:rsidRDefault="00000000">
            <w:pPr>
              <w:jc w:val="right"/>
            </w:pPr>
            <w:r>
              <w:t>12</w:t>
            </w:r>
          </w:p>
        </w:tc>
        <w:tc>
          <w:tcPr>
            <w:tcW w:w="1188" w:type="dxa"/>
            <w:vAlign w:val="center"/>
          </w:tcPr>
          <w:p w14:paraId="40F9C2CE" w14:textId="77777777" w:rsidR="007C5000" w:rsidRDefault="00000000">
            <w:pPr>
              <w:jc w:val="right"/>
            </w:pPr>
            <w:r>
              <w:t>34.958</w:t>
            </w:r>
          </w:p>
        </w:tc>
        <w:tc>
          <w:tcPr>
            <w:tcW w:w="1862" w:type="dxa"/>
            <w:vAlign w:val="center"/>
          </w:tcPr>
          <w:p w14:paraId="48B3256A" w14:textId="77777777" w:rsidR="007C5000" w:rsidRDefault="00000000">
            <w:r>
              <w:t>04</w:t>
            </w:r>
            <w:r>
              <w:t>月</w:t>
            </w:r>
            <w:r>
              <w:t>02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BAF1F6A" w14:textId="77777777" w:rsidR="007C5000" w:rsidRDefault="00000000">
            <w:pPr>
              <w:jc w:val="right"/>
            </w:pPr>
            <w:r>
              <w:t>0.595</w:t>
            </w:r>
          </w:p>
        </w:tc>
        <w:tc>
          <w:tcPr>
            <w:tcW w:w="1862" w:type="dxa"/>
            <w:vAlign w:val="center"/>
          </w:tcPr>
          <w:p w14:paraId="2854D90F" w14:textId="77777777" w:rsidR="007C5000" w:rsidRDefault="00000000">
            <w:r>
              <w:t>04</w:t>
            </w:r>
            <w:r>
              <w:t>月</w:t>
            </w:r>
            <w:r>
              <w:t>30</w:t>
            </w:r>
            <w:r>
              <w:t>日</w:t>
            </w:r>
            <w:r>
              <w:t>13</w:t>
            </w:r>
            <w:r>
              <w:t>时</w:t>
            </w:r>
          </w:p>
        </w:tc>
      </w:tr>
      <w:tr w:rsidR="007C5000" w14:paraId="135E047B" w14:textId="77777777">
        <w:tc>
          <w:tcPr>
            <w:tcW w:w="854" w:type="dxa"/>
            <w:shd w:val="clear" w:color="auto" w:fill="E6E6E6"/>
            <w:vAlign w:val="center"/>
          </w:tcPr>
          <w:p w14:paraId="62EF609F" w14:textId="77777777" w:rsidR="007C5000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45AA8BA" w14:textId="77777777" w:rsidR="007C5000" w:rsidRDefault="00000000">
            <w:pPr>
              <w:jc w:val="right"/>
            </w:pPr>
            <w:r>
              <w:t>2340</w:t>
            </w:r>
          </w:p>
        </w:tc>
        <w:tc>
          <w:tcPr>
            <w:tcW w:w="1188" w:type="dxa"/>
            <w:vAlign w:val="center"/>
          </w:tcPr>
          <w:p w14:paraId="7507AFCC" w14:textId="77777777" w:rsidR="007C5000" w:rsidRDefault="00000000">
            <w:pPr>
              <w:jc w:val="right"/>
            </w:pPr>
            <w:r>
              <w:t>693</w:t>
            </w:r>
          </w:p>
        </w:tc>
        <w:tc>
          <w:tcPr>
            <w:tcW w:w="1188" w:type="dxa"/>
            <w:vAlign w:val="center"/>
          </w:tcPr>
          <w:p w14:paraId="42F02935" w14:textId="77777777" w:rsidR="007C5000" w:rsidRDefault="00000000">
            <w:pPr>
              <w:jc w:val="right"/>
            </w:pPr>
            <w:r>
              <w:t>8.931</w:t>
            </w:r>
          </w:p>
        </w:tc>
        <w:tc>
          <w:tcPr>
            <w:tcW w:w="1862" w:type="dxa"/>
            <w:vAlign w:val="center"/>
          </w:tcPr>
          <w:p w14:paraId="1269B916" w14:textId="77777777" w:rsidR="007C5000" w:rsidRDefault="00000000">
            <w:r>
              <w:t>05</w:t>
            </w:r>
            <w:r>
              <w:t>月</w:t>
            </w:r>
            <w:r>
              <w:t>19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CEE4ADE" w14:textId="77777777" w:rsidR="007C5000" w:rsidRDefault="00000000">
            <w:pPr>
              <w:jc w:val="right"/>
            </w:pPr>
            <w:r>
              <w:t>10.578</w:t>
            </w:r>
          </w:p>
        </w:tc>
        <w:tc>
          <w:tcPr>
            <w:tcW w:w="1862" w:type="dxa"/>
            <w:vAlign w:val="center"/>
          </w:tcPr>
          <w:p w14:paraId="5CBB2A99" w14:textId="77777777" w:rsidR="007C5000" w:rsidRDefault="00000000">
            <w:r>
              <w:t>05</w:t>
            </w:r>
            <w:r>
              <w:t>月</w:t>
            </w:r>
            <w:r>
              <w:t>30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7C5000" w14:paraId="06BA92B1" w14:textId="77777777">
        <w:tc>
          <w:tcPr>
            <w:tcW w:w="854" w:type="dxa"/>
            <w:shd w:val="clear" w:color="auto" w:fill="E6E6E6"/>
            <w:vAlign w:val="center"/>
          </w:tcPr>
          <w:p w14:paraId="18DE8E72" w14:textId="77777777" w:rsidR="007C5000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D0B61E3" w14:textId="77777777" w:rsidR="007C5000" w:rsidRDefault="00000000">
            <w:pPr>
              <w:jc w:val="right"/>
            </w:pPr>
            <w:r>
              <w:t>65</w:t>
            </w:r>
          </w:p>
        </w:tc>
        <w:tc>
          <w:tcPr>
            <w:tcW w:w="1188" w:type="dxa"/>
            <w:vAlign w:val="center"/>
          </w:tcPr>
          <w:p w14:paraId="28B71D54" w14:textId="77777777" w:rsidR="007C5000" w:rsidRDefault="00000000">
            <w:pPr>
              <w:jc w:val="right"/>
            </w:pPr>
            <w:r>
              <w:t>6925</w:t>
            </w:r>
          </w:p>
        </w:tc>
        <w:tc>
          <w:tcPr>
            <w:tcW w:w="1188" w:type="dxa"/>
            <w:vAlign w:val="center"/>
          </w:tcPr>
          <w:p w14:paraId="13ECED85" w14:textId="77777777" w:rsidR="007C5000" w:rsidRDefault="00000000">
            <w:pPr>
              <w:jc w:val="right"/>
            </w:pPr>
            <w:r>
              <w:t>1.699</w:t>
            </w:r>
          </w:p>
        </w:tc>
        <w:tc>
          <w:tcPr>
            <w:tcW w:w="1862" w:type="dxa"/>
            <w:vAlign w:val="center"/>
          </w:tcPr>
          <w:p w14:paraId="0360BE2B" w14:textId="77777777" w:rsidR="007C5000" w:rsidRDefault="00000000">
            <w:r>
              <w:t>06</w:t>
            </w:r>
            <w:r>
              <w:t>月</w:t>
            </w:r>
            <w:r>
              <w:t>01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16C2999" w14:textId="77777777" w:rsidR="007C5000" w:rsidRDefault="00000000">
            <w:pPr>
              <w:jc w:val="right"/>
            </w:pPr>
            <w:r>
              <w:t>29.268</w:t>
            </w:r>
          </w:p>
        </w:tc>
        <w:tc>
          <w:tcPr>
            <w:tcW w:w="1862" w:type="dxa"/>
            <w:vAlign w:val="center"/>
          </w:tcPr>
          <w:p w14:paraId="1D84B258" w14:textId="77777777" w:rsidR="007C5000" w:rsidRDefault="00000000">
            <w:r>
              <w:t>06</w:t>
            </w:r>
            <w:r>
              <w:t>月</w:t>
            </w:r>
            <w:r>
              <w:t>24</w:t>
            </w:r>
            <w:r>
              <w:t>日</w:t>
            </w:r>
            <w:r>
              <w:t>12</w:t>
            </w:r>
            <w:r>
              <w:t>时</w:t>
            </w:r>
          </w:p>
        </w:tc>
      </w:tr>
      <w:tr w:rsidR="007C5000" w14:paraId="34C19ED7" w14:textId="77777777">
        <w:tc>
          <w:tcPr>
            <w:tcW w:w="854" w:type="dxa"/>
            <w:shd w:val="clear" w:color="auto" w:fill="E6E6E6"/>
            <w:vAlign w:val="center"/>
          </w:tcPr>
          <w:p w14:paraId="3E9A5709" w14:textId="77777777" w:rsidR="007C5000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209B9BA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A26FD06" w14:textId="77777777" w:rsidR="007C5000" w:rsidRDefault="00000000">
            <w:pPr>
              <w:jc w:val="right"/>
            </w:pPr>
            <w:r>
              <w:t>15371</w:t>
            </w:r>
          </w:p>
        </w:tc>
        <w:tc>
          <w:tcPr>
            <w:tcW w:w="1188" w:type="dxa"/>
            <w:vAlign w:val="center"/>
          </w:tcPr>
          <w:p w14:paraId="14C58A9A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962EAFE" w14:textId="77777777" w:rsidR="007C5000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62DE0330" w14:textId="77777777" w:rsidR="007C5000" w:rsidRDefault="00000000">
            <w:pPr>
              <w:jc w:val="right"/>
            </w:pPr>
            <w:r>
              <w:t>37.635</w:t>
            </w:r>
          </w:p>
        </w:tc>
        <w:tc>
          <w:tcPr>
            <w:tcW w:w="1862" w:type="dxa"/>
            <w:vAlign w:val="center"/>
          </w:tcPr>
          <w:p w14:paraId="7A2D3E72" w14:textId="77777777" w:rsidR="007C5000" w:rsidRDefault="00000000">
            <w:r>
              <w:t>07</w:t>
            </w:r>
            <w:r>
              <w:t>月</w:t>
            </w:r>
            <w:r>
              <w:t>07</w:t>
            </w:r>
            <w:r>
              <w:t>日</w:t>
            </w:r>
            <w:r>
              <w:t>21</w:t>
            </w:r>
            <w:r>
              <w:t>时</w:t>
            </w:r>
          </w:p>
        </w:tc>
      </w:tr>
      <w:tr w:rsidR="007C5000" w14:paraId="53A53A9D" w14:textId="77777777">
        <w:tc>
          <w:tcPr>
            <w:tcW w:w="854" w:type="dxa"/>
            <w:shd w:val="clear" w:color="auto" w:fill="E6E6E6"/>
            <w:vAlign w:val="center"/>
          </w:tcPr>
          <w:p w14:paraId="02F768AA" w14:textId="77777777" w:rsidR="007C5000" w:rsidRDefault="00000000">
            <w:r>
              <w:lastRenderedPageBreak/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876EAF7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5210231" w14:textId="77777777" w:rsidR="007C5000" w:rsidRDefault="00000000">
            <w:pPr>
              <w:jc w:val="right"/>
            </w:pPr>
            <w:r>
              <w:t>14741</w:t>
            </w:r>
          </w:p>
        </w:tc>
        <w:tc>
          <w:tcPr>
            <w:tcW w:w="1188" w:type="dxa"/>
            <w:vAlign w:val="center"/>
          </w:tcPr>
          <w:p w14:paraId="4E5DD0F7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026724B" w14:textId="77777777" w:rsidR="007C5000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DFB6390" w14:textId="77777777" w:rsidR="007C5000" w:rsidRDefault="00000000">
            <w:pPr>
              <w:jc w:val="right"/>
            </w:pPr>
            <w:r>
              <w:rPr>
                <w:color w:val="0000FF"/>
              </w:rPr>
              <w:t>52.186</w:t>
            </w:r>
          </w:p>
        </w:tc>
        <w:tc>
          <w:tcPr>
            <w:tcW w:w="1862" w:type="dxa"/>
            <w:vAlign w:val="center"/>
          </w:tcPr>
          <w:p w14:paraId="10276DA0" w14:textId="77777777" w:rsidR="007C5000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02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22</w:t>
            </w:r>
            <w:r>
              <w:rPr>
                <w:color w:val="0000FF"/>
              </w:rPr>
              <w:t>时</w:t>
            </w:r>
          </w:p>
        </w:tc>
      </w:tr>
      <w:tr w:rsidR="007C5000" w14:paraId="7754CBD3" w14:textId="77777777">
        <w:tc>
          <w:tcPr>
            <w:tcW w:w="854" w:type="dxa"/>
            <w:shd w:val="clear" w:color="auto" w:fill="E6E6E6"/>
            <w:vAlign w:val="center"/>
          </w:tcPr>
          <w:p w14:paraId="04C66850" w14:textId="77777777" w:rsidR="007C5000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A9C7F48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0CBCC2A" w14:textId="77777777" w:rsidR="007C5000" w:rsidRDefault="00000000">
            <w:pPr>
              <w:jc w:val="right"/>
            </w:pPr>
            <w:r>
              <w:t>2538</w:t>
            </w:r>
          </w:p>
        </w:tc>
        <w:tc>
          <w:tcPr>
            <w:tcW w:w="1188" w:type="dxa"/>
            <w:vAlign w:val="center"/>
          </w:tcPr>
          <w:p w14:paraId="55644D62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3F998A0" w14:textId="77777777" w:rsidR="007C5000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960D472" w14:textId="77777777" w:rsidR="007C5000" w:rsidRDefault="00000000">
            <w:pPr>
              <w:jc w:val="right"/>
            </w:pPr>
            <w:r>
              <w:t>31.166</w:t>
            </w:r>
          </w:p>
        </w:tc>
        <w:tc>
          <w:tcPr>
            <w:tcW w:w="1862" w:type="dxa"/>
            <w:vAlign w:val="center"/>
          </w:tcPr>
          <w:p w14:paraId="32C2D43C" w14:textId="77777777" w:rsidR="007C5000" w:rsidRDefault="00000000">
            <w:r>
              <w:t>09</w:t>
            </w:r>
            <w:r>
              <w:t>月</w:t>
            </w:r>
            <w:r>
              <w:t>01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7C5000" w14:paraId="12E8C6C0" w14:textId="77777777">
        <w:tc>
          <w:tcPr>
            <w:tcW w:w="854" w:type="dxa"/>
            <w:shd w:val="clear" w:color="auto" w:fill="E6E6E6"/>
            <w:vAlign w:val="center"/>
          </w:tcPr>
          <w:p w14:paraId="0B1C492E" w14:textId="77777777" w:rsidR="007C5000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7301000" w14:textId="77777777" w:rsidR="007C5000" w:rsidRDefault="00000000">
            <w:pPr>
              <w:jc w:val="right"/>
            </w:pPr>
            <w:r>
              <w:t>900</w:t>
            </w:r>
          </w:p>
        </w:tc>
        <w:tc>
          <w:tcPr>
            <w:tcW w:w="1188" w:type="dxa"/>
            <w:vAlign w:val="center"/>
          </w:tcPr>
          <w:p w14:paraId="69E2A2DE" w14:textId="77777777" w:rsidR="007C5000" w:rsidRDefault="00000000">
            <w:pPr>
              <w:jc w:val="right"/>
            </w:pPr>
            <w:r>
              <w:t>36</w:t>
            </w:r>
          </w:p>
        </w:tc>
        <w:tc>
          <w:tcPr>
            <w:tcW w:w="1188" w:type="dxa"/>
            <w:vAlign w:val="center"/>
          </w:tcPr>
          <w:p w14:paraId="368F1ACE" w14:textId="77777777" w:rsidR="007C5000" w:rsidRDefault="00000000">
            <w:pPr>
              <w:jc w:val="right"/>
            </w:pPr>
            <w:r>
              <w:t>16.829</w:t>
            </w:r>
          </w:p>
        </w:tc>
        <w:tc>
          <w:tcPr>
            <w:tcW w:w="1862" w:type="dxa"/>
            <w:vAlign w:val="center"/>
          </w:tcPr>
          <w:p w14:paraId="2B0429DA" w14:textId="77777777" w:rsidR="007C5000" w:rsidRDefault="00000000">
            <w:r>
              <w:t>10</w:t>
            </w:r>
            <w:r>
              <w:t>月</w:t>
            </w:r>
            <w:r>
              <w:t>30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9C661F1" w14:textId="77777777" w:rsidR="007C5000" w:rsidRDefault="00000000">
            <w:pPr>
              <w:jc w:val="right"/>
            </w:pPr>
            <w:r>
              <w:t>1.888</w:t>
            </w:r>
          </w:p>
        </w:tc>
        <w:tc>
          <w:tcPr>
            <w:tcW w:w="1862" w:type="dxa"/>
            <w:vAlign w:val="center"/>
          </w:tcPr>
          <w:p w14:paraId="2AA83AE9" w14:textId="77777777" w:rsidR="007C5000" w:rsidRDefault="00000000">
            <w:r>
              <w:t>10</w:t>
            </w:r>
            <w:r>
              <w:t>月</w:t>
            </w:r>
            <w:r>
              <w:t>03</w:t>
            </w:r>
            <w:r>
              <w:t>日</w:t>
            </w:r>
            <w:r>
              <w:t>13</w:t>
            </w:r>
            <w:r>
              <w:t>时</w:t>
            </w:r>
          </w:p>
        </w:tc>
      </w:tr>
      <w:tr w:rsidR="007C5000" w14:paraId="51EC80F5" w14:textId="77777777">
        <w:tc>
          <w:tcPr>
            <w:tcW w:w="854" w:type="dxa"/>
            <w:shd w:val="clear" w:color="auto" w:fill="E6E6E6"/>
            <w:vAlign w:val="center"/>
          </w:tcPr>
          <w:p w14:paraId="071D7FE2" w14:textId="77777777" w:rsidR="007C5000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1BFA332" w14:textId="77777777" w:rsidR="007C5000" w:rsidRDefault="00000000">
            <w:pPr>
              <w:jc w:val="right"/>
            </w:pPr>
            <w:r>
              <w:t>12914</w:t>
            </w:r>
          </w:p>
        </w:tc>
        <w:tc>
          <w:tcPr>
            <w:tcW w:w="1188" w:type="dxa"/>
            <w:vAlign w:val="center"/>
          </w:tcPr>
          <w:p w14:paraId="7FE48170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C46A271" w14:textId="77777777" w:rsidR="007C5000" w:rsidRDefault="00000000">
            <w:pPr>
              <w:jc w:val="right"/>
            </w:pPr>
            <w:r>
              <w:t>38.358</w:t>
            </w:r>
          </w:p>
        </w:tc>
        <w:tc>
          <w:tcPr>
            <w:tcW w:w="1862" w:type="dxa"/>
            <w:vAlign w:val="center"/>
          </w:tcPr>
          <w:p w14:paraId="3CD2B386" w14:textId="77777777" w:rsidR="007C5000" w:rsidRDefault="00000000">
            <w:r>
              <w:t>11</w:t>
            </w:r>
            <w:r>
              <w:t>月</w:t>
            </w:r>
            <w:r>
              <w:t>27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A3DF9DC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6A7797D" w14:textId="77777777" w:rsidR="007C5000" w:rsidRDefault="00000000">
            <w:r>
              <w:t>--</w:t>
            </w:r>
          </w:p>
        </w:tc>
      </w:tr>
      <w:tr w:rsidR="007C5000" w14:paraId="54206A64" w14:textId="77777777">
        <w:tc>
          <w:tcPr>
            <w:tcW w:w="854" w:type="dxa"/>
            <w:shd w:val="clear" w:color="auto" w:fill="E6E6E6"/>
            <w:vAlign w:val="center"/>
          </w:tcPr>
          <w:p w14:paraId="791C1AF5" w14:textId="77777777" w:rsidR="007C5000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6430EAE" w14:textId="77777777" w:rsidR="007C5000" w:rsidRDefault="00000000">
            <w:pPr>
              <w:jc w:val="right"/>
            </w:pPr>
            <w:r>
              <w:t>27734</w:t>
            </w:r>
          </w:p>
        </w:tc>
        <w:tc>
          <w:tcPr>
            <w:tcW w:w="1188" w:type="dxa"/>
            <w:vAlign w:val="center"/>
          </w:tcPr>
          <w:p w14:paraId="159715C9" w14:textId="77777777" w:rsidR="007C500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02B7B10" w14:textId="77777777" w:rsidR="007C5000" w:rsidRDefault="00000000">
            <w:pPr>
              <w:jc w:val="right"/>
            </w:pPr>
            <w:r>
              <w:t>59.155</w:t>
            </w:r>
          </w:p>
        </w:tc>
        <w:tc>
          <w:tcPr>
            <w:tcW w:w="1862" w:type="dxa"/>
            <w:vAlign w:val="center"/>
          </w:tcPr>
          <w:p w14:paraId="7F1CF3BE" w14:textId="77777777" w:rsidR="007C5000" w:rsidRDefault="00000000">
            <w:r>
              <w:t>12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4BFC58C" w14:textId="77777777" w:rsidR="007C500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C0A59B6" w14:textId="77777777" w:rsidR="007C5000" w:rsidRDefault="00000000">
            <w:r>
              <w:t>--</w:t>
            </w:r>
          </w:p>
        </w:tc>
      </w:tr>
    </w:tbl>
    <w:p w14:paraId="7A9E5EE8" w14:textId="77777777" w:rsidR="007C5000" w:rsidRDefault="00000000">
      <w:r>
        <w:rPr>
          <w:noProof/>
        </w:rPr>
        <w:drawing>
          <wp:inline distT="0" distB="0" distL="0" distR="0" wp14:anchorId="525D400C" wp14:editId="5E6EF1E3">
            <wp:extent cx="5667375" cy="2638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BEFA8" w14:textId="77777777" w:rsidR="007C5000" w:rsidRDefault="007C5000"/>
    <w:p w14:paraId="6715BFCB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61427006" wp14:editId="4CD078DC">
            <wp:extent cx="5667375" cy="26479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BBEB0" w14:textId="77777777" w:rsidR="007C5000" w:rsidRDefault="007C5000">
      <w:pPr>
        <w:widowControl w:val="0"/>
        <w:rPr>
          <w:kern w:val="2"/>
          <w:szCs w:val="24"/>
          <w:lang w:val="en-US"/>
        </w:rPr>
      </w:pPr>
    </w:p>
    <w:p w14:paraId="687F4E03" w14:textId="77777777" w:rsidR="007C5000" w:rsidRDefault="007C5000">
      <w:pPr>
        <w:sectPr w:rsidR="007C5000" w:rsidSect="0060775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76E0AE64" w14:textId="77777777" w:rsidR="007C5000" w:rsidRDefault="00000000">
      <w:pPr>
        <w:pStyle w:val="1"/>
        <w:widowControl w:val="0"/>
        <w:rPr>
          <w:kern w:val="2"/>
          <w:szCs w:val="24"/>
        </w:rPr>
      </w:pPr>
      <w:bookmarkStart w:id="62" w:name="_Toc160477012"/>
      <w:r>
        <w:rPr>
          <w:kern w:val="2"/>
          <w:szCs w:val="24"/>
        </w:rPr>
        <w:lastRenderedPageBreak/>
        <w:t>附录</w:t>
      </w:r>
      <w:bookmarkEnd w:id="62"/>
    </w:p>
    <w:p w14:paraId="248F2259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22257917" w14:textId="77777777" w:rsidR="007C5000" w:rsidRDefault="007C500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0CAA085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A329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6E36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27E0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D200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6999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2223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B214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CB20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9EC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9575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C8E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C79E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2169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D3F1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D7FD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2118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C08B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B919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224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48DB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0B17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A15C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5FC0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7390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776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C5000" w14:paraId="668F597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4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C3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3E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2F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89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70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CF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72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A8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B9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F7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F6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36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54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BE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B6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F2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E6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01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4E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E5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A6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85B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0C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C0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6C3916AD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864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B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3DD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76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A7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DF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95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76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EC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98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F9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19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84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61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A7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010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E8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69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09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D4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75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CC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2F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4D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5C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6527DE63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458B5967" w14:textId="77777777" w:rsidR="007C5000" w:rsidRDefault="007C5000">
      <w:pPr>
        <w:widowControl w:val="0"/>
        <w:rPr>
          <w:kern w:val="2"/>
          <w:szCs w:val="24"/>
          <w:lang w:val="en-US"/>
        </w:rPr>
      </w:pPr>
    </w:p>
    <w:p w14:paraId="0DF18B4E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0679DC5F" w14:textId="77777777" w:rsidR="007C5000" w:rsidRDefault="007C500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CF49FF8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07E2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839F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8E38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0FD0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C935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1AA1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A9E1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2CB6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66E3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2FBB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38A4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F926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3704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BEA6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159B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F29E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B684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FCE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F537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68A1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1637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6E87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5D9C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3ED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1B50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C5000" w14:paraId="42324A1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FA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77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D2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2B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50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C5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92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15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09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32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77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B0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2B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09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9D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98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F7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FD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6B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83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D4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13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77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F6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9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499507CD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BC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8A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D6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9E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11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BB5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C0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60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19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EC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66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E1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62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86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2B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00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49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15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D5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E1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1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C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CA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94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75592E51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7952DA60" w14:textId="77777777" w:rsidR="007C5000" w:rsidRDefault="007C5000">
      <w:pPr>
        <w:widowControl w:val="0"/>
        <w:rPr>
          <w:kern w:val="2"/>
          <w:szCs w:val="24"/>
          <w:lang w:val="en-US"/>
        </w:rPr>
      </w:pPr>
    </w:p>
    <w:p w14:paraId="7A9085F0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156F4C24" w14:textId="77777777" w:rsidR="007C5000" w:rsidRDefault="007C500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A12685C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C8AF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05C5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81D9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8504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1D52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EA24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8C7F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143A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06E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4216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6B30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371E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AA98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AD4D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8B7C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3E14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A1FC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646E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EED9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101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F055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1C92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1CD9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C5E5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0432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C5000" w14:paraId="6C5EAD6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88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89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11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F9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E3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D2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2D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09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73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32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64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16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0A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58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26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6A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E5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32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7D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05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CD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7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98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40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13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086A7044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68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76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C0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04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1D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07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51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47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18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A8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C4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6F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B4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20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47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4F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65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97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59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80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5C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8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44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E6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4F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76618E68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17A12458" w14:textId="77777777" w:rsidR="007C5000" w:rsidRDefault="007C5000">
      <w:pPr>
        <w:widowControl w:val="0"/>
        <w:rPr>
          <w:kern w:val="2"/>
          <w:szCs w:val="24"/>
          <w:lang w:val="en-US"/>
        </w:rPr>
      </w:pPr>
    </w:p>
    <w:p w14:paraId="1BFC017D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2DD1D0C2" w14:textId="77777777" w:rsidR="007C5000" w:rsidRDefault="007C500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0A5201B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426C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521B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08EC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5AC7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9167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2C2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8BDC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8A9E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FA69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A29D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8A88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A431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1A5D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7D2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6174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CBC8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CE13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DF0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5AB0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3113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B4FF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A80A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B160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DCB9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C903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C5000" w14:paraId="747DB3E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6C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6D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8A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24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95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58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42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75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51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A5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CE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27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41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06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4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B5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D8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49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AB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9A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3A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12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62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74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4DD2657E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5E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C1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06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3D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41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21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86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4F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49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28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94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C3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83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81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C9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E5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19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B8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E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97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96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12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FF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5B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EF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B8C644C" w14:textId="77777777" w:rsidR="007C500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73F0830F" w14:textId="77777777" w:rsidR="007C5000" w:rsidRDefault="007C5000">
      <w:pPr>
        <w:widowControl w:val="0"/>
        <w:rPr>
          <w:kern w:val="2"/>
          <w:szCs w:val="24"/>
          <w:lang w:val="en-US"/>
        </w:rPr>
      </w:pPr>
    </w:p>
    <w:p w14:paraId="6CE0D347" w14:textId="77777777" w:rsidR="007C5000" w:rsidRDefault="007C5000">
      <w:pPr>
        <w:widowControl w:val="0"/>
        <w:rPr>
          <w:kern w:val="2"/>
          <w:szCs w:val="24"/>
          <w:lang w:val="en-US"/>
        </w:rPr>
      </w:pPr>
    </w:p>
    <w:sectPr w:rsidR="007C5000" w:rsidSect="0060775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A7E07" w14:textId="77777777" w:rsidR="0060775C" w:rsidRDefault="0060775C" w:rsidP="00DD1B15">
      <w:r>
        <w:separator/>
      </w:r>
    </w:p>
  </w:endnote>
  <w:endnote w:type="continuationSeparator" w:id="0">
    <w:p w14:paraId="65528508" w14:textId="77777777" w:rsidR="0060775C" w:rsidRDefault="0060775C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3A760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452306"/>
      <w:docPartObj>
        <w:docPartGallery w:val="Page Numbers (Bottom of Page)"/>
        <w:docPartUnique/>
      </w:docPartObj>
    </w:sdtPr>
    <w:sdtContent>
      <w:p w14:paraId="0240B642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079CBA7A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7074F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E3A67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2320896"/>
      <w:docPartObj>
        <w:docPartGallery w:val="Page Numbers (Bottom of Page)"/>
        <w:docPartUnique/>
      </w:docPartObj>
    </w:sdtPr>
    <w:sdtContent>
      <w:p w14:paraId="1B9F709F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4EB04ADE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75D53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3F266" w14:textId="77777777" w:rsidR="0060775C" w:rsidRDefault="0060775C" w:rsidP="00DD1B15">
      <w:r>
        <w:separator/>
      </w:r>
    </w:p>
  </w:footnote>
  <w:footnote w:type="continuationSeparator" w:id="0">
    <w:p w14:paraId="1C266E50" w14:textId="77777777" w:rsidR="0060775C" w:rsidRDefault="0060775C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F196E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3D9A353B" wp14:editId="5FF8FC63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42E3A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D6225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6DF747A4" wp14:editId="42844B13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F76A0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79060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03E5E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352B0307" wp14:editId="4E200673">
          <wp:extent cx="972199" cy="252000"/>
          <wp:effectExtent l="0" t="0" r="0" b="0"/>
          <wp:docPr id="712244260" name="图片 7122442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B541E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98234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22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0775C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C5000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01B2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840F257"/>
  <w15:chartTrackingRefBased/>
  <w15:docId w15:val="{A25D41FB-DEAC-4154-8C67-D0837BA3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TotalTime>0</TotalTime>
  <Pages>10</Pages>
  <Words>1035</Words>
  <Characters>5901</Characters>
  <Application>Microsoft Office Word</Application>
  <DocSecurity>0</DocSecurity>
  <Lines>49</Lines>
  <Paragraphs>13</Paragraphs>
  <ScaleCrop>false</ScaleCrop>
  <Company>ths</Company>
  <LinksUpToDate>false</LinksUpToDate>
  <CharactersWithSpaces>6923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2024-03-04T12:36:00Z</dcterms:created>
  <dcterms:modified xsi:type="dcterms:W3CDTF">2024-03-04T12:36:00Z</dcterms:modified>
</cp:coreProperties>
</file>