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71E51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882CEE3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6D479C8D" w14:textId="77777777" w:rsidR="00000000" w:rsidRPr="009C25AC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热</w:t>
      </w: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6F4DAF00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23F94DB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C3E40CB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0143A8D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B487E2A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71D09F7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574E396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16E35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01BD88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44F78A35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EFD5BD7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8B93A20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39608E74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77DF00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56D9E58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6CF2459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45D4FA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A0856A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FC822A2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563F59D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6D26061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EE6833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BE57FEF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E69E0EC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8329223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C43D740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01A5942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4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571D11FF" w14:textId="77777777" w:rsidR="00000000" w:rsidRDefault="00000000" w:rsidP="005E36B7">
      <w:pPr>
        <w:jc w:val="center"/>
        <w:rPr>
          <w:rFonts w:ascii="宋体" w:hAnsi="宋体"/>
          <w:lang w:val="en-US"/>
        </w:rPr>
      </w:pPr>
    </w:p>
    <w:p w14:paraId="11483B4E" w14:textId="77777777" w:rsidR="00000000" w:rsidRDefault="00000000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29A8082B" wp14:editId="2E4E28BF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1B17E6BF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9122FAC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EFBE4D5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086A91B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595B97EC" w14:textId="77777777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9BBC288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322CE9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499F4B0E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29E00D41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13694C42" w14:textId="77777777" w:rsidR="00000000" w:rsidRPr="00D40158" w:rsidRDefault="00000000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0DFE8CBE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7F0F321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500E28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7969FDA2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72341AEC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3F9BF4D" w14:textId="77777777" w:rsidR="007B6ED7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476865" w:history="1">
        <w:r w:rsidR="007B6ED7" w:rsidRPr="005031EC">
          <w:rPr>
            <w:rStyle w:val="a7"/>
          </w:rPr>
          <w:t>1</w:t>
        </w:r>
        <w:r w:rsidR="007B6ED7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7B6ED7" w:rsidRPr="005031EC">
          <w:rPr>
            <w:rStyle w:val="a7"/>
          </w:rPr>
          <w:t>建筑概况</w:t>
        </w:r>
        <w:r w:rsidR="007B6ED7">
          <w:rPr>
            <w:webHidden/>
          </w:rPr>
          <w:tab/>
        </w:r>
        <w:r w:rsidR="007B6ED7">
          <w:rPr>
            <w:webHidden/>
          </w:rPr>
          <w:fldChar w:fldCharType="begin"/>
        </w:r>
        <w:r w:rsidR="007B6ED7">
          <w:rPr>
            <w:webHidden/>
          </w:rPr>
          <w:instrText xml:space="preserve"> PAGEREF _Toc160476865 \h </w:instrText>
        </w:r>
        <w:r w:rsidR="007B6ED7">
          <w:rPr>
            <w:webHidden/>
          </w:rPr>
        </w:r>
        <w:r w:rsidR="007B6ED7">
          <w:rPr>
            <w:webHidden/>
          </w:rPr>
          <w:fldChar w:fldCharType="separate"/>
        </w:r>
        <w:r w:rsidR="007B6ED7">
          <w:rPr>
            <w:webHidden/>
          </w:rPr>
          <w:t>1</w:t>
        </w:r>
        <w:r w:rsidR="007B6ED7">
          <w:rPr>
            <w:webHidden/>
          </w:rPr>
          <w:fldChar w:fldCharType="end"/>
        </w:r>
      </w:hyperlink>
    </w:p>
    <w:p w14:paraId="2F2CD8A5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66" w:history="1">
        <w:r w:rsidRPr="005031EC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6800C74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67" w:history="1">
        <w:r w:rsidRPr="005031EC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96AA82A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68" w:history="1">
        <w:r w:rsidRPr="005031EC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BC22DEB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69" w:history="1">
        <w:r w:rsidRPr="005031EC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3688856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70" w:history="1">
        <w:r w:rsidRPr="005031EC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C42F760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71" w:history="1">
        <w:r w:rsidRPr="005031EC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018F731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72" w:history="1">
        <w:r w:rsidRPr="005031EC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8CFDA0E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73" w:history="1">
        <w:r w:rsidRPr="005031EC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8ED4152" w14:textId="77777777" w:rsidR="007B6ED7" w:rsidRDefault="007B6ED7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874" w:history="1">
        <w:r w:rsidRPr="005031EC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5031EC">
          <w:rPr>
            <w:rStyle w:val="a7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0EFD8E8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75" w:history="1">
        <w:r w:rsidRPr="005031EC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C610843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76" w:history="1">
        <w:r w:rsidRPr="005031EC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186ACDC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77" w:history="1">
        <w:r w:rsidRPr="005031EC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6A24871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78" w:history="1">
        <w:r w:rsidRPr="005031EC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AC1ECB1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79" w:history="1">
        <w:r w:rsidRPr="005031EC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CA233BE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80" w:history="1">
        <w:r w:rsidRPr="005031EC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5A7DA03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81" w:history="1">
        <w:r w:rsidRPr="005031EC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36384B3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82" w:history="1">
        <w:r w:rsidRPr="005031EC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房间热负荷汇总表</w:t>
        </w:r>
        <w:r w:rsidRPr="005031EC">
          <w:rPr>
            <w:rStyle w:val="a7"/>
          </w:rPr>
          <w:t>(</w:t>
        </w:r>
        <w:r w:rsidRPr="005031EC">
          <w:rPr>
            <w:rStyle w:val="a7"/>
          </w:rPr>
          <w:t>按楼层</w:t>
        </w:r>
        <w:r w:rsidRPr="005031EC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E6982D" w14:textId="77777777" w:rsidR="007B6ED7" w:rsidRDefault="007B6ED7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883" w:history="1">
        <w:r w:rsidRPr="005031EC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5031EC">
          <w:rPr>
            <w:rStyle w:val="a7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_Toc160476883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868C553" w14:textId="77777777" w:rsidR="00000000" w:rsidRDefault="00000000" w:rsidP="009C4D39">
      <w:pPr>
        <w:pStyle w:val="TOC1"/>
      </w:pPr>
      <w:r>
        <w:fldChar w:fldCharType="end"/>
      </w:r>
    </w:p>
    <w:p w14:paraId="0666C5DE" w14:textId="77777777" w:rsidR="00000000" w:rsidRPr="00413E13" w:rsidRDefault="00000000" w:rsidP="00413E13">
      <w:pPr>
        <w:rPr>
          <w:lang w:val="en-US"/>
        </w:rPr>
      </w:pPr>
    </w:p>
    <w:p w14:paraId="2FC1786B" w14:textId="77777777" w:rsidR="00000000" w:rsidRPr="009C4D39" w:rsidRDefault="00000000" w:rsidP="009C4D39">
      <w:pPr>
        <w:rPr>
          <w:lang w:val="en-US"/>
        </w:rPr>
        <w:sectPr w:rsidR="009C4D39" w:rsidRPr="009C4D39" w:rsidSect="00BB0743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2C355F23" w14:textId="77777777" w:rsidR="00000000" w:rsidRPr="006B14A7" w:rsidRDefault="00000000" w:rsidP="006B14A7">
      <w:pPr>
        <w:pStyle w:val="1"/>
        <w:tabs>
          <w:tab w:val="left" w:pos="2950"/>
        </w:tabs>
        <w:rPr>
          <w:szCs w:val="24"/>
        </w:rPr>
      </w:pPr>
      <w:bookmarkStart w:id="10" w:name="_Toc160476865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8C22D8" w14:paraId="69658689" w14:textId="77777777">
        <w:tc>
          <w:tcPr>
            <w:tcW w:w="2830" w:type="dxa"/>
            <w:shd w:val="clear" w:color="auto" w:fill="E6E6E6"/>
            <w:vAlign w:val="center"/>
          </w:tcPr>
          <w:p w14:paraId="168F9962" w14:textId="77777777" w:rsidR="008C22D8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1DFC0C03" w14:textId="77777777" w:rsidR="008C22D8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8C22D8" w14:paraId="4B79AB54" w14:textId="77777777">
        <w:tc>
          <w:tcPr>
            <w:tcW w:w="2830" w:type="dxa"/>
            <w:shd w:val="clear" w:color="auto" w:fill="E6E6E6"/>
            <w:vAlign w:val="center"/>
          </w:tcPr>
          <w:p w14:paraId="76E71F7E" w14:textId="77777777" w:rsidR="008C22D8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1BB009EE" w14:textId="77777777" w:rsidR="008C22D8" w:rsidRDefault="00000000">
            <w:r>
              <w:t>39.80</w:t>
            </w:r>
          </w:p>
        </w:tc>
      </w:tr>
      <w:tr w:rsidR="008C22D8" w14:paraId="540C00FF" w14:textId="77777777">
        <w:tc>
          <w:tcPr>
            <w:tcW w:w="2830" w:type="dxa"/>
            <w:shd w:val="clear" w:color="auto" w:fill="E6E6E6"/>
            <w:vAlign w:val="center"/>
          </w:tcPr>
          <w:p w14:paraId="15AE9461" w14:textId="77777777" w:rsidR="008C22D8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657EFF10" w14:textId="77777777" w:rsidR="008C22D8" w:rsidRDefault="00000000">
            <w:r>
              <w:t>116.47</w:t>
            </w:r>
          </w:p>
        </w:tc>
      </w:tr>
      <w:tr w:rsidR="008C22D8" w14:paraId="1EDB0322" w14:textId="77777777">
        <w:tc>
          <w:tcPr>
            <w:tcW w:w="2830" w:type="dxa"/>
            <w:shd w:val="clear" w:color="auto" w:fill="E6E6E6"/>
            <w:vAlign w:val="center"/>
          </w:tcPr>
          <w:p w14:paraId="6B8F1DF6" w14:textId="77777777" w:rsidR="008C22D8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6C7D52B6" w14:textId="77777777" w:rsidR="008C22D8" w:rsidRDefault="00000000">
            <w:r>
              <w:t>新建项目</w:t>
            </w:r>
          </w:p>
        </w:tc>
      </w:tr>
      <w:tr w:rsidR="008C22D8" w14:paraId="4CB5DEE7" w14:textId="77777777">
        <w:tc>
          <w:tcPr>
            <w:tcW w:w="2830" w:type="dxa"/>
            <w:shd w:val="clear" w:color="auto" w:fill="E6E6E6"/>
            <w:vAlign w:val="center"/>
          </w:tcPr>
          <w:p w14:paraId="5314024C" w14:textId="77777777" w:rsidR="008C22D8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41A8FA5F" w14:textId="77777777" w:rsidR="008C22D8" w:rsidRDefault="00000000">
            <w:r>
              <w:t>地上</w:t>
            </w:r>
            <w:r>
              <w:t xml:space="preserve"> 873.86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0A99E369" w14:textId="77777777" w:rsidR="008C22D8" w:rsidRDefault="00000000">
            <w:r>
              <w:t>地下</w:t>
            </w:r>
            <w:r>
              <w:t xml:space="preserve"> 481.34 </w:t>
            </w:r>
            <w:r>
              <w:t>㎡</w:t>
            </w:r>
          </w:p>
        </w:tc>
      </w:tr>
      <w:tr w:rsidR="008C22D8" w14:paraId="514EA83E" w14:textId="77777777">
        <w:tc>
          <w:tcPr>
            <w:tcW w:w="2830" w:type="dxa"/>
            <w:shd w:val="clear" w:color="auto" w:fill="E6E6E6"/>
            <w:vAlign w:val="center"/>
          </w:tcPr>
          <w:p w14:paraId="783520C0" w14:textId="77777777" w:rsidR="008C22D8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293667FA" w14:textId="77777777" w:rsidR="008C22D8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273FAFF9" w14:textId="77777777" w:rsidR="008C22D8" w:rsidRDefault="00000000">
            <w:r>
              <w:t>地下</w:t>
            </w:r>
            <w:r>
              <w:t xml:space="preserve"> 3.00 m</w:t>
            </w:r>
          </w:p>
        </w:tc>
      </w:tr>
      <w:tr w:rsidR="008C22D8" w14:paraId="58BA0721" w14:textId="77777777">
        <w:tc>
          <w:tcPr>
            <w:tcW w:w="2830" w:type="dxa"/>
            <w:shd w:val="clear" w:color="auto" w:fill="E6E6E6"/>
            <w:vAlign w:val="center"/>
          </w:tcPr>
          <w:p w14:paraId="5199229F" w14:textId="77777777" w:rsidR="008C22D8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7AD20E44" w14:textId="77777777" w:rsidR="008C22D8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677A451B" w14:textId="77777777" w:rsidR="008C22D8" w:rsidRDefault="00000000">
            <w:r>
              <w:t>地下</w:t>
            </w:r>
            <w:r>
              <w:t xml:space="preserve"> 1</w:t>
            </w:r>
          </w:p>
        </w:tc>
      </w:tr>
      <w:tr w:rsidR="008C22D8" w14:paraId="42E7A987" w14:textId="77777777">
        <w:tc>
          <w:tcPr>
            <w:tcW w:w="2830" w:type="dxa"/>
            <w:shd w:val="clear" w:color="auto" w:fill="E6E6E6"/>
            <w:vAlign w:val="center"/>
          </w:tcPr>
          <w:p w14:paraId="73B07386" w14:textId="77777777" w:rsidR="008C22D8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534CC328" w14:textId="77777777" w:rsidR="008C22D8" w:rsidRDefault="00000000">
            <w:r>
              <w:t>90°</w:t>
            </w:r>
          </w:p>
        </w:tc>
      </w:tr>
    </w:tbl>
    <w:p w14:paraId="4C5F6B45" w14:textId="77777777" w:rsidR="008C22D8" w:rsidRDefault="00000000">
      <w:pPr>
        <w:pStyle w:val="1"/>
      </w:pPr>
      <w:bookmarkStart w:id="11" w:name="_Toc160476866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8C22D8" w14:paraId="75681579" w14:textId="77777777">
        <w:tc>
          <w:tcPr>
            <w:tcW w:w="4697" w:type="dxa"/>
            <w:shd w:val="clear" w:color="auto" w:fill="E6E6E6"/>
            <w:vAlign w:val="center"/>
          </w:tcPr>
          <w:p w14:paraId="03A31DFF" w14:textId="77777777" w:rsidR="008C22D8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23C270A4" w14:textId="77777777" w:rsidR="008C22D8" w:rsidRDefault="00000000">
            <w:r>
              <w:t>4</w:t>
            </w:r>
          </w:p>
        </w:tc>
      </w:tr>
      <w:tr w:rsidR="008C22D8" w14:paraId="5DC93132" w14:textId="77777777">
        <w:tc>
          <w:tcPr>
            <w:tcW w:w="4697" w:type="dxa"/>
            <w:shd w:val="clear" w:color="auto" w:fill="E6E6E6"/>
            <w:vAlign w:val="center"/>
          </w:tcPr>
          <w:p w14:paraId="350CB141" w14:textId="77777777" w:rsidR="008C22D8" w:rsidRDefault="00000000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14:paraId="42F8CC7A" w14:textId="77777777" w:rsidR="008C22D8" w:rsidRDefault="00000000">
            <w:r>
              <w:t>-7.6</w:t>
            </w:r>
          </w:p>
        </w:tc>
      </w:tr>
      <w:tr w:rsidR="008C22D8" w14:paraId="50E44752" w14:textId="77777777">
        <w:tc>
          <w:tcPr>
            <w:tcW w:w="4697" w:type="dxa"/>
            <w:shd w:val="clear" w:color="auto" w:fill="E6E6E6"/>
            <w:vAlign w:val="center"/>
          </w:tcPr>
          <w:p w14:paraId="0A7132F1" w14:textId="77777777" w:rsidR="008C22D8" w:rsidRDefault="00000000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33BC10FB" w14:textId="77777777" w:rsidR="008C22D8" w:rsidRDefault="00000000">
            <w:r>
              <w:t>23.0</w:t>
            </w:r>
          </w:p>
        </w:tc>
      </w:tr>
      <w:tr w:rsidR="008C22D8" w14:paraId="21428F88" w14:textId="77777777">
        <w:tc>
          <w:tcPr>
            <w:tcW w:w="4697" w:type="dxa"/>
            <w:shd w:val="clear" w:color="auto" w:fill="E6E6E6"/>
            <w:vAlign w:val="center"/>
          </w:tcPr>
          <w:p w14:paraId="60910255" w14:textId="77777777" w:rsidR="008C22D8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36136626" w14:textId="77777777" w:rsidR="008C22D8" w:rsidRDefault="00000000">
            <w:r>
              <w:t>8.7</w:t>
            </w:r>
          </w:p>
        </w:tc>
      </w:tr>
    </w:tbl>
    <w:p w14:paraId="11891213" w14:textId="77777777" w:rsidR="008C22D8" w:rsidRDefault="00000000">
      <w:pPr>
        <w:pStyle w:val="1"/>
      </w:pPr>
      <w:bookmarkStart w:id="12" w:name="_Toc160476867"/>
      <w:r>
        <w:t>计算依据</w:t>
      </w:r>
      <w:bookmarkEnd w:id="12"/>
    </w:p>
    <w:p w14:paraId="5287292F" w14:textId="77777777" w:rsidR="008C22D8" w:rsidRDefault="00000000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14:paraId="2643D874" w14:textId="77777777" w:rsidR="008C22D8" w:rsidRDefault="00000000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14:paraId="13D38E98" w14:textId="77777777" w:rsidR="008C22D8" w:rsidRDefault="00000000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14:paraId="36121664" w14:textId="77777777" w:rsidR="008C22D8" w:rsidRDefault="00000000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14:paraId="6EF1C481" w14:textId="77777777" w:rsidR="008C22D8" w:rsidRDefault="00000000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14:paraId="4C0C8252" w14:textId="77777777" w:rsidR="008C22D8" w:rsidRDefault="00000000">
      <w:pPr>
        <w:pStyle w:val="1"/>
      </w:pPr>
      <w:bookmarkStart w:id="13" w:name="_Toc160476868"/>
      <w:r>
        <w:t>计算原理</w:t>
      </w:r>
      <w:bookmarkEnd w:id="13"/>
    </w:p>
    <w:p w14:paraId="16F06E91" w14:textId="77777777" w:rsidR="00000000" w:rsidRPr="00881825" w:rsidRDefault="00000000" w:rsidP="00D619B4">
      <w:pPr>
        <w:pStyle w:val="2"/>
      </w:pPr>
      <w:bookmarkStart w:id="14" w:name="围护结构"/>
      <w:bookmarkStart w:id="15" w:name="_Toc496014720"/>
      <w:bookmarkStart w:id="16" w:name="_Toc160476869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14:paraId="20CE5DEF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14:paraId="27F66893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14:paraId="3316A592" w14:textId="124CA052" w:rsidR="00000000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7B6ED7">
        <w:rPr>
          <w:noProof/>
          <w:color w:val="000000"/>
        </w:rPr>
        <w:drawing>
          <wp:inline distT="0" distB="0" distL="0" distR="0" wp14:anchorId="077DFA09" wp14:editId="3B3F9BE6">
            <wp:extent cx="1136650" cy="228600"/>
            <wp:effectExtent l="0" t="0" r="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14:paraId="06DAA789" w14:textId="77777777" w:rsidR="00000000" w:rsidRDefault="00000000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0D59EFEA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14:paraId="4E559FE0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14:paraId="45E3333C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14:paraId="38315CFD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14:paraId="58C927BB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14:paraId="38061843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14:paraId="5CDD8852" w14:textId="77777777" w:rsidR="00000000" w:rsidRDefault="00000000" w:rsidP="00D619B4">
      <w:pPr>
        <w:pStyle w:val="2"/>
      </w:pPr>
      <w:bookmarkStart w:id="17" w:name="_Toc496014721"/>
      <w:bookmarkStart w:id="18" w:name="_Toc160476870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14:paraId="39C3A4A8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14:paraId="219085F8" w14:textId="2CDBAB70" w:rsidR="00000000" w:rsidRPr="00881825" w:rsidRDefault="00000000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7B6ED7">
        <w:rPr>
          <w:noProof/>
          <w:color w:val="000000"/>
          <w:position w:val="-6"/>
        </w:rPr>
        <w:drawing>
          <wp:inline distT="0" distB="0" distL="0" distR="0" wp14:anchorId="06EDEC29" wp14:editId="114C0800">
            <wp:extent cx="152400" cy="146050"/>
            <wp:effectExtent l="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7B6ED7">
        <w:rPr>
          <w:noProof/>
          <w:color w:val="000000"/>
          <w:position w:val="-6"/>
        </w:rPr>
        <w:drawing>
          <wp:inline distT="0" distB="0" distL="0" distR="0" wp14:anchorId="70899FE8" wp14:editId="68FDEB13">
            <wp:extent cx="152400" cy="146050"/>
            <wp:effectExtent l="0" t="0" r="0" b="0"/>
            <wp:docPr id="127820135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7B6ED7">
        <w:rPr>
          <w:noProof/>
          <w:color w:val="000000"/>
          <w:position w:val="-6"/>
        </w:rPr>
        <w:drawing>
          <wp:inline distT="0" distB="0" distL="0" distR="0" wp14:anchorId="6AC87E44" wp14:editId="6E071F50">
            <wp:extent cx="152400" cy="146050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7B6ED7">
        <w:rPr>
          <w:noProof/>
          <w:color w:val="000000"/>
          <w:position w:val="-6"/>
        </w:rPr>
        <w:drawing>
          <wp:inline distT="0" distB="0" distL="0" distR="0" wp14:anchorId="28A0E1A1" wp14:editId="396251F5">
            <wp:extent cx="152400" cy="146050"/>
            <wp:effectExtent l="0" t="0" r="0" b="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7B6ED7">
        <w:rPr>
          <w:noProof/>
          <w:color w:val="000000"/>
          <w:position w:val="-6"/>
        </w:rPr>
        <w:drawing>
          <wp:inline distT="0" distB="0" distL="0" distR="0" wp14:anchorId="3EFC98C2" wp14:editId="4B472C34">
            <wp:extent cx="152400" cy="146050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7B6ED7">
        <w:rPr>
          <w:noProof/>
          <w:color w:val="000000"/>
          <w:position w:val="-6"/>
        </w:rPr>
        <w:drawing>
          <wp:inline distT="0" distB="0" distL="0" distR="0" wp14:anchorId="7B7D17F3" wp14:editId="495A473F">
            <wp:extent cx="15240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7B6ED7">
        <w:rPr>
          <w:noProof/>
          <w:color w:val="000000"/>
          <w:position w:val="-6"/>
        </w:rPr>
        <w:drawing>
          <wp:inline distT="0" distB="0" distL="0" distR="0" wp14:anchorId="090CBE71" wp14:editId="53B8AF19">
            <wp:extent cx="152400" cy="14605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7B6ED7">
        <w:rPr>
          <w:noProof/>
          <w:color w:val="000000"/>
          <w:position w:val="-6"/>
        </w:rPr>
        <w:drawing>
          <wp:inline distT="0" distB="0" distL="0" distR="0" wp14:anchorId="48F29D96" wp14:editId="7DC8E5A4">
            <wp:extent cx="152400" cy="146050"/>
            <wp:effectExtent l="0" t="0" r="0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14:paraId="407032C4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2B586178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14:paraId="78A01161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14:paraId="2FC7BFCF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14:paraId="1D162E8F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14:paraId="7704ECED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14:paraId="13023D28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14:paraId="57F0E126" w14:textId="77777777" w:rsidR="00000000" w:rsidRPr="00881825" w:rsidRDefault="00000000" w:rsidP="00D619B4">
      <w:pPr>
        <w:pStyle w:val="2"/>
      </w:pPr>
      <w:bookmarkStart w:id="19" w:name="_Toc496014722"/>
      <w:bookmarkStart w:id="20" w:name="_Toc160476871"/>
      <w:r w:rsidRPr="00881825">
        <w:rPr>
          <w:rFonts w:hint="eastAsia"/>
        </w:rPr>
        <w:t>冷风渗入耗热量</w:t>
      </w:r>
      <w:bookmarkEnd w:id="19"/>
      <w:bookmarkEnd w:id="20"/>
    </w:p>
    <w:p w14:paraId="4EFA62CB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14:paraId="76ACE67A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14:paraId="6212C344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14:paraId="04D9E5BE" w14:textId="7BC8A33D" w:rsidR="00000000" w:rsidRDefault="007B6ED7" w:rsidP="00D619B4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</w:rPr>
        <w:drawing>
          <wp:inline distT="0" distB="0" distL="0" distR="0" wp14:anchorId="1E946799" wp14:editId="777C6F59">
            <wp:extent cx="1536700" cy="24130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F5BED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14:paraId="1D866BE4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14:paraId="48E5C6AB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14:paraId="32037AD8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14:paraId="4A8C7973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14:paraId="0A1C0779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14:paraId="7057668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14:paraId="64042985" w14:textId="7D1DC015" w:rsidR="00000000" w:rsidRPr="00177F22" w:rsidRDefault="007B6ED7" w:rsidP="00D619B4">
      <w:pPr>
        <w:jc w:val="center"/>
        <w:rPr>
          <w:color w:val="000000"/>
        </w:rPr>
      </w:pPr>
      <w:r>
        <w:rPr>
          <w:noProof/>
          <w:color w:val="000000"/>
          <w:position w:val="-12"/>
        </w:rPr>
        <w:drawing>
          <wp:inline distT="0" distB="0" distL="0" distR="0" wp14:anchorId="3E5725D5" wp14:editId="4C3735F4">
            <wp:extent cx="679450" cy="2413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9B840" w14:textId="77777777" w:rsidR="00000000" w:rsidRPr="002D5496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05DE161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14:paraId="34014119" w14:textId="77777777" w:rsidR="00000000" w:rsidRPr="002D5496" w:rsidRDefault="00000000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14:paraId="2F2B3B64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14:paraId="289246F8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14:paraId="0EB95131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14:paraId="766C8802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14:paraId="3CAAB24F" w14:textId="1F45CF63" w:rsidR="00000000" w:rsidRPr="002D5496" w:rsidRDefault="007B6ED7" w:rsidP="00D619B4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05340A2" wp14:editId="10802631">
            <wp:extent cx="565150" cy="16510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744A8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0F61D792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14:paraId="3797BD4D" w14:textId="77777777" w:rsidR="00000000" w:rsidRPr="002D5496" w:rsidRDefault="00000000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14:paraId="534614D4" w14:textId="77777777" w:rsidR="00000000" w:rsidRPr="00881825" w:rsidRDefault="00000000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14:paraId="4299EB66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D619B4" w:rsidRPr="00177F22" w14:paraId="11CF9917" w14:textId="77777777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14:paraId="25E86E7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14:paraId="60E3815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14:paraId="12E678F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14:paraId="2EBC888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14:paraId="4651E42C" w14:textId="77777777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14:paraId="6430B13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14:paraId="3B0C5F9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14:paraId="64BC8D1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307E2FC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14:paraId="73FCDA5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14:paraId="74D43056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4EAB436D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1B46857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14:paraId="7B7AEA0A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14:paraId="35716A3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14:paraId="5B054926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14:paraId="69B21110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0B4F44E9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7B13673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14:paraId="326CDC77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14:paraId="15528F62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1B536763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14:paraId="6F457351" w14:textId="77777777" w:rsidR="00000000" w:rsidRPr="00881825" w:rsidRDefault="00000000" w:rsidP="00D619B4">
      <w:pPr>
        <w:pStyle w:val="2"/>
      </w:pPr>
      <w:bookmarkStart w:id="21" w:name="_Toc496014723"/>
      <w:bookmarkStart w:id="22" w:name="_Toc160476872"/>
      <w:r w:rsidRPr="00881825">
        <w:rPr>
          <w:rFonts w:hint="eastAsia"/>
        </w:rPr>
        <w:t>新风耗热量</w:t>
      </w:r>
      <w:bookmarkEnd w:id="21"/>
      <w:bookmarkEnd w:id="22"/>
    </w:p>
    <w:p w14:paraId="5665E8D4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14:paraId="1EA1F757" w14:textId="51A4A3D4" w:rsidR="00000000" w:rsidRDefault="00000000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7B6ED7">
        <w:rPr>
          <w:noProof/>
          <w:color w:val="000000"/>
          <w:position w:val="-12"/>
        </w:rPr>
        <w:drawing>
          <wp:inline distT="0" distB="0" distL="0" distR="0" wp14:anchorId="04E3620B" wp14:editId="160179A6">
            <wp:extent cx="374650" cy="241300"/>
            <wp:effectExtent l="0" t="0" r="0" b="0"/>
            <wp:docPr id="17845598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 wp14:anchorId="362BA6A2" wp14:editId="43A47775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 wp14:anchorId="17879ED8" wp14:editId="48E5880E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14:paraId="469A94C7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334A7DC5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14:paraId="4BC7C27C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14:paraId="497CF9AB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14:paraId="5A83012B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14:paraId="6ED0A59C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14:paraId="556E4D74" w14:textId="77777777" w:rsidR="00000000" w:rsidRPr="00881825" w:rsidRDefault="00000000" w:rsidP="00D619B4">
      <w:pPr>
        <w:pStyle w:val="2"/>
      </w:pPr>
      <w:bookmarkStart w:id="23" w:name="_Toc496014724"/>
      <w:bookmarkStart w:id="24" w:name="_Toc160476873"/>
      <w:r w:rsidRPr="00881825">
        <w:rPr>
          <w:rFonts w:hint="eastAsia"/>
        </w:rPr>
        <w:t>通过其他途径的耗热量</w:t>
      </w:r>
      <w:bookmarkEnd w:id="23"/>
      <w:bookmarkEnd w:id="24"/>
    </w:p>
    <w:p w14:paraId="039E37AE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14:paraId="67CACE33" w14:textId="77777777" w:rsidR="00000000" w:rsidRPr="00881825" w:rsidRDefault="00000000" w:rsidP="00D619B4">
      <w:pPr>
        <w:pStyle w:val="2"/>
      </w:pPr>
      <w:bookmarkStart w:id="25" w:name="_Toc496014725"/>
      <w:bookmarkStart w:id="26" w:name="_Toc160476874"/>
      <w:r w:rsidRPr="00881825">
        <w:rPr>
          <w:rFonts w:hint="eastAsia"/>
        </w:rPr>
        <w:t>分户计量和间歇采暖热负荷</w:t>
      </w:r>
      <w:bookmarkEnd w:id="25"/>
      <w:bookmarkEnd w:id="26"/>
    </w:p>
    <w:p w14:paraId="6A555902" w14:textId="2DA653E7" w:rsidR="00000000" w:rsidRPr="00177F22" w:rsidRDefault="007B6ED7" w:rsidP="00D619B4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</w:rPr>
        <w:drawing>
          <wp:inline distT="0" distB="0" distL="0" distR="0" wp14:anchorId="1F5D2930" wp14:editId="1E9DFAAC">
            <wp:extent cx="1073150" cy="241300"/>
            <wp:effectExtent l="0" t="0" r="0" b="0"/>
            <wp:docPr id="23697898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4A3CD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4F4CD5E6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14:paraId="51B6BE02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14:paraId="6AA42A51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14:paraId="36F84C3A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14:paraId="6E912F00" w14:textId="351B37A7" w:rsidR="00000000" w:rsidRPr="002D5496" w:rsidRDefault="007B6ED7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401CC4F" wp14:editId="320CEE35">
            <wp:extent cx="800100" cy="241300"/>
            <wp:effectExtent l="0" t="0" r="0" b="0"/>
            <wp:docPr id="133470876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4FC59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6A11CB28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14:paraId="47AB9BCA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14:paraId="1D84818E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14:paraId="7F6AF102" w14:textId="44720A14" w:rsidR="00000000" w:rsidRPr="002D5496" w:rsidRDefault="007B6ED7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407E38A" wp14:editId="614C3AA1">
            <wp:extent cx="1498600" cy="43180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ACE46B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14:paraId="37C3BF1A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14:paraId="6B87274D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14:paraId="3AFBB387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14:paraId="652313F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14:paraId="0DC0CC7C" w14:textId="77777777" w:rsidR="00000000" w:rsidRPr="00D619B4" w:rsidRDefault="00000000" w:rsidP="00412DEF">
      <w:pPr>
        <w:rPr>
          <w:lang w:val="en-US"/>
        </w:rPr>
      </w:pPr>
    </w:p>
    <w:p w14:paraId="387172E9" w14:textId="77777777" w:rsidR="008C22D8" w:rsidRDefault="00000000">
      <w:pPr>
        <w:pStyle w:val="1"/>
      </w:pPr>
      <w:bookmarkStart w:id="27" w:name="_Toc160476875"/>
      <w:r>
        <w:t>外围护构造</w:t>
      </w:r>
      <w:bookmarkEnd w:id="27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8C22D8" w14:paraId="30BDB0D1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73522185" w14:textId="77777777" w:rsidR="008C22D8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30DCD318" w14:textId="77777777" w:rsidR="008C22D8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229B093A" w14:textId="77777777" w:rsidR="008C22D8" w:rsidRDefault="00000000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8C22D8" w14:paraId="54DA6887" w14:textId="77777777">
        <w:trPr>
          <w:jc w:val="center"/>
        </w:trPr>
        <w:tc>
          <w:tcPr>
            <w:tcW w:w="1697" w:type="dxa"/>
            <w:vAlign w:val="center"/>
          </w:tcPr>
          <w:p w14:paraId="783504FC" w14:textId="77777777" w:rsidR="008C22D8" w:rsidRDefault="00000000">
            <w:r>
              <w:t>屋顶</w:t>
            </w:r>
          </w:p>
        </w:tc>
        <w:tc>
          <w:tcPr>
            <w:tcW w:w="3961" w:type="dxa"/>
            <w:vAlign w:val="center"/>
          </w:tcPr>
          <w:p w14:paraId="250D2731" w14:textId="77777777" w:rsidR="008C22D8" w:rsidRDefault="00000000">
            <w:r>
              <w:t>屋顶构造一</w:t>
            </w:r>
          </w:p>
        </w:tc>
        <w:tc>
          <w:tcPr>
            <w:tcW w:w="3667" w:type="dxa"/>
            <w:vAlign w:val="center"/>
          </w:tcPr>
          <w:p w14:paraId="04A54F28" w14:textId="77777777" w:rsidR="008C22D8" w:rsidRDefault="00000000">
            <w:r>
              <w:t>0.774</w:t>
            </w:r>
          </w:p>
        </w:tc>
      </w:tr>
      <w:tr w:rsidR="008C22D8" w14:paraId="4E0C1DAC" w14:textId="77777777">
        <w:trPr>
          <w:jc w:val="center"/>
        </w:trPr>
        <w:tc>
          <w:tcPr>
            <w:tcW w:w="1697" w:type="dxa"/>
            <w:vAlign w:val="center"/>
          </w:tcPr>
          <w:p w14:paraId="59E8E952" w14:textId="77777777" w:rsidR="008C22D8" w:rsidRDefault="00000000">
            <w:r>
              <w:t>外墙</w:t>
            </w:r>
          </w:p>
        </w:tc>
        <w:tc>
          <w:tcPr>
            <w:tcW w:w="3961" w:type="dxa"/>
            <w:vAlign w:val="center"/>
          </w:tcPr>
          <w:p w14:paraId="574BC64E" w14:textId="77777777" w:rsidR="008C22D8" w:rsidRDefault="00000000">
            <w:r>
              <w:t>外墙构造一</w:t>
            </w:r>
          </w:p>
        </w:tc>
        <w:tc>
          <w:tcPr>
            <w:tcW w:w="3667" w:type="dxa"/>
            <w:vAlign w:val="center"/>
          </w:tcPr>
          <w:p w14:paraId="11037E2C" w14:textId="77777777" w:rsidR="008C22D8" w:rsidRDefault="00000000">
            <w:r>
              <w:t>1.126</w:t>
            </w:r>
          </w:p>
        </w:tc>
      </w:tr>
    </w:tbl>
    <w:p w14:paraId="41DB3876" w14:textId="77777777" w:rsidR="008C22D8" w:rsidRDefault="00000000">
      <w:pPr>
        <w:pStyle w:val="1"/>
      </w:pPr>
      <w:bookmarkStart w:id="28" w:name="_Toc160476876"/>
      <w:r>
        <w:t>内围护构造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8C22D8" w14:paraId="68AB60FF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1211CCB4" w14:textId="77777777" w:rsidR="008C22D8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4FE6D3F5" w14:textId="77777777" w:rsidR="008C22D8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655E2B2E" w14:textId="77777777" w:rsidR="008C22D8" w:rsidRDefault="00000000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8C22D8" w14:paraId="67E61CC8" w14:textId="77777777">
        <w:trPr>
          <w:jc w:val="center"/>
        </w:trPr>
        <w:tc>
          <w:tcPr>
            <w:tcW w:w="1697" w:type="dxa"/>
            <w:vAlign w:val="center"/>
          </w:tcPr>
          <w:p w14:paraId="11B4F5F3" w14:textId="77777777" w:rsidR="008C22D8" w:rsidRDefault="00000000">
            <w:r>
              <w:t>内墙</w:t>
            </w:r>
          </w:p>
        </w:tc>
        <w:tc>
          <w:tcPr>
            <w:tcW w:w="3961" w:type="dxa"/>
            <w:vAlign w:val="center"/>
          </w:tcPr>
          <w:p w14:paraId="664C208D" w14:textId="77777777" w:rsidR="008C22D8" w:rsidRDefault="00000000">
            <w:r>
              <w:t>内墙构造一</w:t>
            </w:r>
          </w:p>
        </w:tc>
        <w:tc>
          <w:tcPr>
            <w:tcW w:w="3667" w:type="dxa"/>
            <w:vAlign w:val="center"/>
          </w:tcPr>
          <w:p w14:paraId="1189A0AF" w14:textId="77777777" w:rsidR="008C22D8" w:rsidRDefault="00000000">
            <w:r>
              <w:t>1.925</w:t>
            </w:r>
          </w:p>
        </w:tc>
      </w:tr>
      <w:tr w:rsidR="008C22D8" w14:paraId="5275F3CD" w14:textId="77777777">
        <w:trPr>
          <w:jc w:val="center"/>
        </w:trPr>
        <w:tc>
          <w:tcPr>
            <w:tcW w:w="1697" w:type="dxa"/>
            <w:vAlign w:val="center"/>
          </w:tcPr>
          <w:p w14:paraId="01EB223D" w14:textId="77777777" w:rsidR="008C22D8" w:rsidRDefault="00000000">
            <w:r>
              <w:t>楼板</w:t>
            </w:r>
          </w:p>
        </w:tc>
        <w:tc>
          <w:tcPr>
            <w:tcW w:w="3961" w:type="dxa"/>
            <w:vAlign w:val="center"/>
          </w:tcPr>
          <w:p w14:paraId="348D421F" w14:textId="77777777" w:rsidR="008C22D8" w:rsidRDefault="00000000">
            <w:r>
              <w:t>楼板构造一</w:t>
            </w:r>
          </w:p>
        </w:tc>
        <w:tc>
          <w:tcPr>
            <w:tcW w:w="3667" w:type="dxa"/>
            <w:vAlign w:val="center"/>
          </w:tcPr>
          <w:p w14:paraId="2A2E6F70" w14:textId="77777777" w:rsidR="008C22D8" w:rsidRDefault="00000000">
            <w:r>
              <w:t>2.984</w:t>
            </w:r>
          </w:p>
        </w:tc>
      </w:tr>
    </w:tbl>
    <w:p w14:paraId="1216F0B1" w14:textId="77777777" w:rsidR="008C22D8" w:rsidRDefault="00000000">
      <w:pPr>
        <w:pStyle w:val="1"/>
      </w:pPr>
      <w:bookmarkStart w:id="29" w:name="_Toc160476877"/>
      <w:r>
        <w:t>封闭阳台构造</w:t>
      </w:r>
      <w:bookmarkEnd w:id="29"/>
    </w:p>
    <w:p w14:paraId="151C7B63" w14:textId="77777777" w:rsidR="008C22D8" w:rsidRDefault="00000000">
      <w:r>
        <w:t>本工程无此项内容</w:t>
      </w:r>
    </w:p>
    <w:p w14:paraId="00B64A94" w14:textId="77777777" w:rsidR="008C22D8" w:rsidRDefault="00000000">
      <w:pPr>
        <w:pStyle w:val="1"/>
      </w:pPr>
      <w:bookmarkStart w:id="30" w:name="_Toc160476878"/>
      <w:r>
        <w:t>地下围护构造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8C22D8" w14:paraId="2A36FD48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6C57B96C" w14:textId="77777777" w:rsidR="008C22D8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7C716423" w14:textId="77777777" w:rsidR="008C22D8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251B7A7E" w14:textId="77777777" w:rsidR="008C22D8" w:rsidRDefault="00000000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8C22D8" w14:paraId="52E93095" w14:textId="77777777">
        <w:trPr>
          <w:jc w:val="center"/>
        </w:trPr>
        <w:tc>
          <w:tcPr>
            <w:tcW w:w="1697" w:type="dxa"/>
            <w:vAlign w:val="center"/>
          </w:tcPr>
          <w:p w14:paraId="1A9F6DE7" w14:textId="77777777" w:rsidR="008C22D8" w:rsidRDefault="00000000">
            <w:r>
              <w:t>非周边地面</w:t>
            </w:r>
          </w:p>
        </w:tc>
        <w:tc>
          <w:tcPr>
            <w:tcW w:w="3961" w:type="dxa"/>
            <w:vAlign w:val="center"/>
          </w:tcPr>
          <w:p w14:paraId="7147F9FA" w14:textId="77777777" w:rsidR="008C22D8" w:rsidRDefault="00000000">
            <w:r>
              <w:t>非周边地面构造一</w:t>
            </w:r>
          </w:p>
        </w:tc>
        <w:tc>
          <w:tcPr>
            <w:tcW w:w="3667" w:type="dxa"/>
            <w:vAlign w:val="center"/>
          </w:tcPr>
          <w:p w14:paraId="714DDB76" w14:textId="77777777" w:rsidR="008C22D8" w:rsidRDefault="00000000">
            <w:r>
              <w:t>0.298</w:t>
            </w:r>
          </w:p>
        </w:tc>
      </w:tr>
      <w:tr w:rsidR="008C22D8" w14:paraId="7E2E1B2C" w14:textId="77777777">
        <w:trPr>
          <w:jc w:val="center"/>
        </w:trPr>
        <w:tc>
          <w:tcPr>
            <w:tcW w:w="1697" w:type="dxa"/>
            <w:vAlign w:val="center"/>
          </w:tcPr>
          <w:p w14:paraId="56F9A190" w14:textId="77777777" w:rsidR="008C22D8" w:rsidRDefault="00000000">
            <w:r>
              <w:t>地下墙</w:t>
            </w:r>
          </w:p>
        </w:tc>
        <w:tc>
          <w:tcPr>
            <w:tcW w:w="3961" w:type="dxa"/>
            <w:vAlign w:val="center"/>
          </w:tcPr>
          <w:p w14:paraId="41B7FE8F" w14:textId="77777777" w:rsidR="008C22D8" w:rsidRDefault="00000000">
            <w:r>
              <w:t>地下墙构造一</w:t>
            </w:r>
          </w:p>
        </w:tc>
        <w:tc>
          <w:tcPr>
            <w:tcW w:w="3667" w:type="dxa"/>
            <w:vAlign w:val="center"/>
          </w:tcPr>
          <w:p w14:paraId="4AAD8758" w14:textId="77777777" w:rsidR="008C22D8" w:rsidRDefault="00000000">
            <w:r>
              <w:t>4.006</w:t>
            </w:r>
          </w:p>
        </w:tc>
      </w:tr>
    </w:tbl>
    <w:p w14:paraId="49D56FE1" w14:textId="77777777" w:rsidR="008C22D8" w:rsidRDefault="00000000">
      <w:pPr>
        <w:pStyle w:val="1"/>
      </w:pPr>
      <w:bookmarkStart w:id="31" w:name="_Toc160476879"/>
      <w:r>
        <w:t>窗构造</w:t>
      </w:r>
      <w:bookmarkEnd w:id="3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8C22D8" w14:paraId="463FC3E4" w14:textId="77777777">
        <w:tc>
          <w:tcPr>
            <w:tcW w:w="4799" w:type="dxa"/>
            <w:shd w:val="clear" w:color="auto" w:fill="E6E6E6"/>
            <w:vAlign w:val="center"/>
          </w:tcPr>
          <w:p w14:paraId="1C31DF2F" w14:textId="77777777" w:rsidR="008C22D8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404BDCC0" w14:textId="77777777" w:rsidR="008C22D8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96080F3" w14:textId="77777777" w:rsidR="008C22D8" w:rsidRDefault="00000000">
            <w:pPr>
              <w:jc w:val="center"/>
            </w:pPr>
            <w:r>
              <w:t>遮阳系数</w:t>
            </w:r>
          </w:p>
        </w:tc>
      </w:tr>
      <w:tr w:rsidR="008C22D8" w14:paraId="7128F715" w14:textId="77777777">
        <w:tc>
          <w:tcPr>
            <w:tcW w:w="4799" w:type="dxa"/>
            <w:vAlign w:val="center"/>
          </w:tcPr>
          <w:p w14:paraId="174AE4F6" w14:textId="77777777" w:rsidR="008C22D8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2F3E70C2" w14:textId="77777777" w:rsidR="008C22D8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09788F95" w14:textId="77777777" w:rsidR="008C22D8" w:rsidRDefault="00000000">
            <w:r>
              <w:t>0.75</w:t>
            </w:r>
          </w:p>
        </w:tc>
      </w:tr>
    </w:tbl>
    <w:p w14:paraId="4B9BC40F" w14:textId="77777777" w:rsidR="008C22D8" w:rsidRDefault="00000000">
      <w:pPr>
        <w:pStyle w:val="1"/>
      </w:pPr>
      <w:bookmarkStart w:id="32" w:name="_Toc160476880"/>
      <w:r>
        <w:t>门构造</w:t>
      </w:r>
      <w:bookmarkEnd w:id="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8C22D8" w14:paraId="5F3C23C9" w14:textId="77777777">
        <w:tc>
          <w:tcPr>
            <w:tcW w:w="5507" w:type="dxa"/>
            <w:shd w:val="clear" w:color="auto" w:fill="E6E6E6"/>
            <w:vAlign w:val="center"/>
          </w:tcPr>
          <w:p w14:paraId="31BD4ECA" w14:textId="77777777" w:rsidR="008C22D8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46845EF8" w14:textId="77777777" w:rsidR="008C22D8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8C22D8" w14:paraId="68A814A4" w14:textId="77777777">
        <w:tc>
          <w:tcPr>
            <w:tcW w:w="5507" w:type="dxa"/>
            <w:vAlign w:val="center"/>
          </w:tcPr>
          <w:p w14:paraId="2135D21A" w14:textId="77777777" w:rsidR="008C22D8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28CA017E" w14:textId="77777777" w:rsidR="008C22D8" w:rsidRDefault="00000000">
            <w:r>
              <w:t>1.97</w:t>
            </w:r>
          </w:p>
        </w:tc>
      </w:tr>
      <w:tr w:rsidR="008C22D8" w14:paraId="2B4AC3EC" w14:textId="77777777">
        <w:tc>
          <w:tcPr>
            <w:tcW w:w="5507" w:type="dxa"/>
            <w:vAlign w:val="center"/>
          </w:tcPr>
          <w:p w14:paraId="132CB790" w14:textId="77777777" w:rsidR="008C22D8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358ADCF0" w14:textId="77777777" w:rsidR="008C22D8" w:rsidRDefault="00000000">
            <w:r>
              <w:t>3.00</w:t>
            </w:r>
          </w:p>
        </w:tc>
      </w:tr>
    </w:tbl>
    <w:p w14:paraId="6E4AFB50" w14:textId="77777777" w:rsidR="008C22D8" w:rsidRDefault="00000000">
      <w:pPr>
        <w:pStyle w:val="1"/>
      </w:pPr>
      <w:bookmarkStart w:id="33" w:name="_Toc160476881"/>
      <w:r>
        <w:t>负荷指标</w:t>
      </w:r>
      <w:bookmarkEnd w:id="3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8C22D8" w14:paraId="09268DC6" w14:textId="77777777">
        <w:tc>
          <w:tcPr>
            <w:tcW w:w="3112" w:type="dxa"/>
            <w:shd w:val="clear" w:color="auto" w:fill="E6E6E6"/>
            <w:vAlign w:val="center"/>
          </w:tcPr>
          <w:p w14:paraId="4D98304F" w14:textId="77777777" w:rsidR="008C22D8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62823777" w14:textId="77777777" w:rsidR="008C22D8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3896B83B" w14:textId="77777777" w:rsidR="008C22D8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C22D8" w14:paraId="037804FD" w14:textId="77777777">
        <w:tc>
          <w:tcPr>
            <w:tcW w:w="3112" w:type="dxa"/>
            <w:vMerge w:val="restart"/>
            <w:vAlign w:val="center"/>
          </w:tcPr>
          <w:p w14:paraId="27198C58" w14:textId="77777777" w:rsidR="008C22D8" w:rsidRDefault="00000000">
            <w:pPr>
              <w:jc w:val="center"/>
            </w:pPr>
            <w:r>
              <w:lastRenderedPageBreak/>
              <w:t>73665</w:t>
            </w:r>
          </w:p>
        </w:tc>
        <w:tc>
          <w:tcPr>
            <w:tcW w:w="3112" w:type="dxa"/>
            <w:vAlign w:val="center"/>
          </w:tcPr>
          <w:p w14:paraId="1A29D447" w14:textId="77777777" w:rsidR="008C22D8" w:rsidRDefault="00000000">
            <w:r>
              <w:t>1355.20</w:t>
            </w:r>
          </w:p>
        </w:tc>
        <w:tc>
          <w:tcPr>
            <w:tcW w:w="3101" w:type="dxa"/>
            <w:vAlign w:val="center"/>
          </w:tcPr>
          <w:p w14:paraId="51C16622" w14:textId="77777777" w:rsidR="008C22D8" w:rsidRDefault="00000000">
            <w:r>
              <w:t>54.36</w:t>
            </w:r>
          </w:p>
        </w:tc>
      </w:tr>
      <w:tr w:rsidR="008C22D8" w14:paraId="1C360552" w14:textId="77777777">
        <w:tc>
          <w:tcPr>
            <w:tcW w:w="3112" w:type="dxa"/>
            <w:vMerge/>
            <w:vAlign w:val="center"/>
          </w:tcPr>
          <w:p w14:paraId="2E642132" w14:textId="77777777" w:rsidR="008C22D8" w:rsidRDefault="008C22D8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525A5959" w14:textId="77777777" w:rsidR="008C22D8" w:rsidRDefault="00000000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6F229188" w14:textId="77777777" w:rsidR="008C22D8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8C22D8" w14:paraId="773AFE94" w14:textId="77777777">
        <w:tc>
          <w:tcPr>
            <w:tcW w:w="3112" w:type="dxa"/>
            <w:vMerge/>
            <w:vAlign w:val="center"/>
          </w:tcPr>
          <w:p w14:paraId="5F76D874" w14:textId="77777777" w:rsidR="008C22D8" w:rsidRDefault="008C22D8">
            <w:pPr>
              <w:jc w:val="center"/>
            </w:pPr>
          </w:p>
        </w:tc>
        <w:tc>
          <w:tcPr>
            <w:tcW w:w="3112" w:type="dxa"/>
            <w:vAlign w:val="center"/>
          </w:tcPr>
          <w:p w14:paraId="6D5AC6C9" w14:textId="77777777" w:rsidR="008C22D8" w:rsidRDefault="00000000">
            <w:r>
              <w:t>1308.18</w:t>
            </w:r>
          </w:p>
        </w:tc>
        <w:tc>
          <w:tcPr>
            <w:tcW w:w="3101" w:type="dxa"/>
            <w:vAlign w:val="center"/>
          </w:tcPr>
          <w:p w14:paraId="4E88F565" w14:textId="77777777" w:rsidR="008C22D8" w:rsidRDefault="00000000">
            <w:r>
              <w:t>56.31</w:t>
            </w:r>
          </w:p>
        </w:tc>
      </w:tr>
    </w:tbl>
    <w:p w14:paraId="2D455A45" w14:textId="77777777" w:rsidR="008C22D8" w:rsidRDefault="00000000">
      <w:pPr>
        <w:pStyle w:val="1"/>
      </w:pPr>
      <w:bookmarkStart w:id="34" w:name="_Toc160476882"/>
      <w:r>
        <w:t>房间热负荷汇总表</w:t>
      </w:r>
      <w:r>
        <w:t>(</w:t>
      </w:r>
      <w:r>
        <w:t>按楼层</w:t>
      </w:r>
      <w:r>
        <w:t>)</w:t>
      </w:r>
      <w:bookmarkEnd w:id="34"/>
    </w:p>
    <w:tbl>
      <w:tblPr>
        <w:tblW w:w="102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 w:rsidR="008C22D8" w14:paraId="060F8BA7" w14:textId="77777777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14:paraId="58A4CF20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14:paraId="45AAD218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14:paraId="454AC9E5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 w14:paraId="61303499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 w14:paraId="115ECCB1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7CDF667B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16B8821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35520ED0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80F1D94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6EE6C56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3BF1A93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356B527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7148847C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 w:rsidR="008C22D8" w14:paraId="476BFA8D" w14:textId="77777777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14:paraId="1D6D29DC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14:paraId="7FEBAC7E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14:paraId="0F455A3C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E6E6E6"/>
            <w:vAlign w:val="center"/>
          </w:tcPr>
          <w:p w14:paraId="72A35808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 w14:paraId="7F75197F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4A60213C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4E7DDA0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2E2E335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D757ABC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EF2531D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16B710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61DCE0A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71A44EB2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8C22D8" w14:paraId="2C38916C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1477BEA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50DAC95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469F36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-1001</w:t>
            </w:r>
          </w:p>
        </w:tc>
        <w:tc>
          <w:tcPr>
            <w:tcW w:w="1415" w:type="dxa"/>
            <w:vAlign w:val="center"/>
          </w:tcPr>
          <w:p w14:paraId="1FAC95F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B02A1E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215.20</w:t>
            </w:r>
          </w:p>
        </w:tc>
        <w:tc>
          <w:tcPr>
            <w:tcW w:w="639" w:type="dxa"/>
            <w:vAlign w:val="center"/>
          </w:tcPr>
          <w:p w14:paraId="6F0A5E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BE2F1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12132</w:t>
            </w:r>
          </w:p>
        </w:tc>
        <w:tc>
          <w:tcPr>
            <w:tcW w:w="854" w:type="dxa"/>
            <w:vAlign w:val="center"/>
          </w:tcPr>
          <w:p w14:paraId="4C4A3E8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74EC2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37EE3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5FC8F5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512D1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12132</w:t>
            </w:r>
          </w:p>
        </w:tc>
        <w:tc>
          <w:tcPr>
            <w:tcW w:w="735" w:type="dxa"/>
            <w:vAlign w:val="center"/>
          </w:tcPr>
          <w:p w14:paraId="2DF507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56.4</w:t>
            </w:r>
          </w:p>
        </w:tc>
      </w:tr>
      <w:tr w:rsidR="008C22D8" w14:paraId="0D68101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12FA93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C7A5ED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D94639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</w:t>
            </w:r>
          </w:p>
        </w:tc>
        <w:tc>
          <w:tcPr>
            <w:tcW w:w="1415" w:type="dxa"/>
            <w:vAlign w:val="center"/>
          </w:tcPr>
          <w:p w14:paraId="30BDBF2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A5BC59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104.48</w:t>
            </w:r>
          </w:p>
        </w:tc>
        <w:tc>
          <w:tcPr>
            <w:tcW w:w="639" w:type="dxa"/>
            <w:vAlign w:val="center"/>
          </w:tcPr>
          <w:p w14:paraId="2DB8EE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AA575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7607</w:t>
            </w:r>
          </w:p>
        </w:tc>
        <w:tc>
          <w:tcPr>
            <w:tcW w:w="854" w:type="dxa"/>
            <w:vAlign w:val="center"/>
          </w:tcPr>
          <w:p w14:paraId="28A582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08995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94A328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E81B8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19DE33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7607</w:t>
            </w:r>
          </w:p>
        </w:tc>
        <w:tc>
          <w:tcPr>
            <w:tcW w:w="735" w:type="dxa"/>
            <w:vAlign w:val="center"/>
          </w:tcPr>
          <w:p w14:paraId="11232C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72.8</w:t>
            </w:r>
          </w:p>
        </w:tc>
      </w:tr>
      <w:tr w:rsidR="008C22D8" w14:paraId="1EF35EA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C3F2FE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F1E9FE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4E9C7E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-1003</w:t>
            </w:r>
          </w:p>
        </w:tc>
        <w:tc>
          <w:tcPr>
            <w:tcW w:w="1415" w:type="dxa"/>
            <w:vAlign w:val="center"/>
          </w:tcPr>
          <w:p w14:paraId="77A7827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046333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87.75</w:t>
            </w:r>
          </w:p>
        </w:tc>
        <w:tc>
          <w:tcPr>
            <w:tcW w:w="639" w:type="dxa"/>
            <w:vAlign w:val="center"/>
          </w:tcPr>
          <w:p w14:paraId="50272F7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A55303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6841</w:t>
            </w:r>
          </w:p>
        </w:tc>
        <w:tc>
          <w:tcPr>
            <w:tcW w:w="854" w:type="dxa"/>
            <w:vAlign w:val="center"/>
          </w:tcPr>
          <w:p w14:paraId="0127801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36A42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E7DA0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470B9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380D4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6841</w:t>
            </w:r>
          </w:p>
        </w:tc>
        <w:tc>
          <w:tcPr>
            <w:tcW w:w="735" w:type="dxa"/>
            <w:vAlign w:val="center"/>
          </w:tcPr>
          <w:p w14:paraId="6065081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78.0</w:t>
            </w:r>
          </w:p>
        </w:tc>
      </w:tr>
      <w:tr w:rsidR="008C22D8" w14:paraId="37FEF99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982E46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D8195B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F5A6EC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-1004</w:t>
            </w:r>
          </w:p>
        </w:tc>
        <w:tc>
          <w:tcPr>
            <w:tcW w:w="1415" w:type="dxa"/>
            <w:vAlign w:val="center"/>
          </w:tcPr>
          <w:p w14:paraId="2B583FC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3928DD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639" w:type="dxa"/>
            <w:vAlign w:val="center"/>
          </w:tcPr>
          <w:p w14:paraId="5857D9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D319C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3523</w:t>
            </w:r>
          </w:p>
        </w:tc>
        <w:tc>
          <w:tcPr>
            <w:tcW w:w="854" w:type="dxa"/>
            <w:vAlign w:val="center"/>
          </w:tcPr>
          <w:p w14:paraId="333BBEF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619DE5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72F2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9D810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0F0CF5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3523</w:t>
            </w:r>
          </w:p>
        </w:tc>
        <w:tc>
          <w:tcPr>
            <w:tcW w:w="735" w:type="dxa"/>
            <w:vAlign w:val="center"/>
          </w:tcPr>
          <w:p w14:paraId="314ED2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110.3</w:t>
            </w:r>
          </w:p>
        </w:tc>
      </w:tr>
      <w:tr w:rsidR="008C22D8" w14:paraId="5FF6964A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BBAB265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45AB13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64E8E96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-1005</w:t>
            </w:r>
          </w:p>
        </w:tc>
        <w:tc>
          <w:tcPr>
            <w:tcW w:w="1415" w:type="dxa"/>
            <w:vAlign w:val="center"/>
          </w:tcPr>
          <w:p w14:paraId="7EC0DC0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7C589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22.31</w:t>
            </w:r>
          </w:p>
        </w:tc>
        <w:tc>
          <w:tcPr>
            <w:tcW w:w="639" w:type="dxa"/>
            <w:vAlign w:val="center"/>
          </w:tcPr>
          <w:p w14:paraId="002F499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12640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3450</w:t>
            </w:r>
          </w:p>
        </w:tc>
        <w:tc>
          <w:tcPr>
            <w:tcW w:w="854" w:type="dxa"/>
            <w:vAlign w:val="center"/>
          </w:tcPr>
          <w:p w14:paraId="23818B8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D1C5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855B9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C174AF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4A44FB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3450</w:t>
            </w:r>
          </w:p>
        </w:tc>
        <w:tc>
          <w:tcPr>
            <w:tcW w:w="735" w:type="dxa"/>
            <w:vAlign w:val="center"/>
          </w:tcPr>
          <w:p w14:paraId="5E939C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154.6</w:t>
            </w:r>
          </w:p>
        </w:tc>
      </w:tr>
      <w:tr w:rsidR="008C22D8" w14:paraId="1D8D9FC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1F08F52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4B6E89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806FF9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</w:t>
            </w:r>
          </w:p>
        </w:tc>
        <w:tc>
          <w:tcPr>
            <w:tcW w:w="1415" w:type="dxa"/>
            <w:vAlign w:val="center"/>
          </w:tcPr>
          <w:p w14:paraId="0F87356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11918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639" w:type="dxa"/>
            <w:vAlign w:val="center"/>
          </w:tcPr>
          <w:p w14:paraId="4AC4029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CA3AB8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</w:t>
            </w:r>
          </w:p>
        </w:tc>
        <w:tc>
          <w:tcPr>
            <w:tcW w:w="854" w:type="dxa"/>
            <w:vAlign w:val="center"/>
          </w:tcPr>
          <w:p w14:paraId="0DF72F2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ED7F8D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E71AF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A728D6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7A6EC1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</w:t>
            </w:r>
          </w:p>
        </w:tc>
        <w:tc>
          <w:tcPr>
            <w:tcW w:w="735" w:type="dxa"/>
            <w:vAlign w:val="center"/>
          </w:tcPr>
          <w:p w14:paraId="09BC72D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127.5</w:t>
            </w:r>
          </w:p>
        </w:tc>
      </w:tr>
      <w:tr w:rsidR="008C22D8" w14:paraId="7A42D7F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D38808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5BA8451D" w14:textId="77777777" w:rsidR="008C22D8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6170439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2ADE2B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466.40</w:t>
            </w:r>
          </w:p>
        </w:tc>
        <w:tc>
          <w:tcPr>
            <w:tcW w:w="639" w:type="dxa"/>
            <w:vAlign w:val="center"/>
          </w:tcPr>
          <w:p w14:paraId="282A90E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4067D1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34156</w:t>
            </w:r>
          </w:p>
        </w:tc>
        <w:tc>
          <w:tcPr>
            <w:tcW w:w="854" w:type="dxa"/>
            <w:vAlign w:val="center"/>
          </w:tcPr>
          <w:p w14:paraId="07F9762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8379D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8A5DD1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E1F5B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3F4D5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34156</w:t>
            </w:r>
          </w:p>
        </w:tc>
        <w:tc>
          <w:tcPr>
            <w:tcW w:w="735" w:type="dxa"/>
            <w:vAlign w:val="center"/>
          </w:tcPr>
          <w:p w14:paraId="22A3A021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73.2</w:t>
            </w:r>
          </w:p>
        </w:tc>
      </w:tr>
      <w:tr w:rsidR="008C22D8" w14:paraId="2312C7F4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716437F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2CC39D6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77950F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X001</w:t>
            </w:r>
          </w:p>
        </w:tc>
        <w:tc>
          <w:tcPr>
            <w:tcW w:w="1415" w:type="dxa"/>
            <w:vAlign w:val="center"/>
          </w:tcPr>
          <w:p w14:paraId="34237BC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04F70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401.55</w:t>
            </w:r>
          </w:p>
        </w:tc>
        <w:tc>
          <w:tcPr>
            <w:tcW w:w="639" w:type="dxa"/>
            <w:vAlign w:val="center"/>
          </w:tcPr>
          <w:p w14:paraId="128E8E9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2010B7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17014</w:t>
            </w:r>
          </w:p>
        </w:tc>
        <w:tc>
          <w:tcPr>
            <w:tcW w:w="854" w:type="dxa"/>
            <w:vAlign w:val="center"/>
          </w:tcPr>
          <w:p w14:paraId="7D2117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98B1E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915C7E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3A2229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E14B2A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17014</w:t>
            </w:r>
          </w:p>
        </w:tc>
        <w:tc>
          <w:tcPr>
            <w:tcW w:w="735" w:type="dxa"/>
            <w:vAlign w:val="center"/>
          </w:tcPr>
          <w:p w14:paraId="7B1656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42.4</w:t>
            </w:r>
          </w:p>
        </w:tc>
      </w:tr>
      <w:tr w:rsidR="008C22D8" w14:paraId="201E211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28D921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C2B3E66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2059D0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X002</w:t>
            </w:r>
          </w:p>
        </w:tc>
        <w:tc>
          <w:tcPr>
            <w:tcW w:w="1415" w:type="dxa"/>
            <w:vAlign w:val="center"/>
          </w:tcPr>
          <w:p w14:paraId="7C66FF4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65CDE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121.48</w:t>
            </w:r>
          </w:p>
        </w:tc>
        <w:tc>
          <w:tcPr>
            <w:tcW w:w="639" w:type="dxa"/>
            <w:vAlign w:val="center"/>
          </w:tcPr>
          <w:p w14:paraId="03E1F01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DC5483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</w:t>
            </w:r>
          </w:p>
        </w:tc>
        <w:tc>
          <w:tcPr>
            <w:tcW w:w="854" w:type="dxa"/>
            <w:vAlign w:val="center"/>
          </w:tcPr>
          <w:p w14:paraId="64709BA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F114E6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5F9D0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C8A34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B2D518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5946</w:t>
            </w:r>
          </w:p>
        </w:tc>
        <w:tc>
          <w:tcPr>
            <w:tcW w:w="735" w:type="dxa"/>
            <w:vAlign w:val="center"/>
          </w:tcPr>
          <w:p w14:paraId="349DADB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</w:t>
            </w:r>
          </w:p>
        </w:tc>
      </w:tr>
      <w:tr w:rsidR="008C22D8" w14:paraId="398EB97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EE95B5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9629BA3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F96D1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X003</w:t>
            </w:r>
          </w:p>
        </w:tc>
        <w:tc>
          <w:tcPr>
            <w:tcW w:w="1415" w:type="dxa"/>
            <w:vAlign w:val="center"/>
          </w:tcPr>
          <w:p w14:paraId="59DA0F7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D9171C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82.69</w:t>
            </w:r>
          </w:p>
        </w:tc>
        <w:tc>
          <w:tcPr>
            <w:tcW w:w="639" w:type="dxa"/>
            <w:vAlign w:val="center"/>
          </w:tcPr>
          <w:p w14:paraId="6FC59A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AD1AD2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</w:t>
            </w:r>
          </w:p>
        </w:tc>
        <w:tc>
          <w:tcPr>
            <w:tcW w:w="854" w:type="dxa"/>
            <w:vAlign w:val="center"/>
          </w:tcPr>
          <w:p w14:paraId="28ED826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AB132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AE5FE6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45E002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53985C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</w:t>
            </w:r>
          </w:p>
        </w:tc>
        <w:tc>
          <w:tcPr>
            <w:tcW w:w="735" w:type="dxa"/>
            <w:vAlign w:val="center"/>
          </w:tcPr>
          <w:p w14:paraId="4ACD1A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48.6</w:t>
            </w:r>
          </w:p>
        </w:tc>
      </w:tr>
      <w:tr w:rsidR="008C22D8" w14:paraId="4C0E0BC3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36DA2A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005E91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CCCE7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X004</w:t>
            </w:r>
          </w:p>
        </w:tc>
        <w:tc>
          <w:tcPr>
            <w:tcW w:w="1415" w:type="dxa"/>
            <w:vAlign w:val="center"/>
          </w:tcPr>
          <w:p w14:paraId="45193EF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4904E4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56.95</w:t>
            </w:r>
          </w:p>
        </w:tc>
        <w:tc>
          <w:tcPr>
            <w:tcW w:w="639" w:type="dxa"/>
            <w:vAlign w:val="center"/>
          </w:tcPr>
          <w:p w14:paraId="5F17285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673A73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</w:t>
            </w:r>
          </w:p>
        </w:tc>
        <w:tc>
          <w:tcPr>
            <w:tcW w:w="854" w:type="dxa"/>
            <w:vAlign w:val="center"/>
          </w:tcPr>
          <w:p w14:paraId="6DE39EE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05328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13766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56C1D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FA51E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</w:t>
            </w:r>
          </w:p>
        </w:tc>
        <w:tc>
          <w:tcPr>
            <w:tcW w:w="735" w:type="dxa"/>
            <w:vAlign w:val="center"/>
          </w:tcPr>
          <w:p w14:paraId="7C9A71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54.2</w:t>
            </w:r>
          </w:p>
        </w:tc>
      </w:tr>
      <w:tr w:rsidR="008C22D8" w14:paraId="1E241EE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1E61CC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3EA7EB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60D1C4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X005</w:t>
            </w:r>
          </w:p>
        </w:tc>
        <w:tc>
          <w:tcPr>
            <w:tcW w:w="1415" w:type="dxa"/>
            <w:vAlign w:val="center"/>
          </w:tcPr>
          <w:p w14:paraId="5003E20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00242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43.84</w:t>
            </w:r>
          </w:p>
        </w:tc>
        <w:tc>
          <w:tcPr>
            <w:tcW w:w="639" w:type="dxa"/>
            <w:vAlign w:val="center"/>
          </w:tcPr>
          <w:p w14:paraId="31B8C9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90D39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3274</w:t>
            </w:r>
          </w:p>
        </w:tc>
        <w:tc>
          <w:tcPr>
            <w:tcW w:w="854" w:type="dxa"/>
            <w:vAlign w:val="center"/>
          </w:tcPr>
          <w:p w14:paraId="2B544B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D98CE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4007CF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1C82A1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7046E7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3274</w:t>
            </w:r>
          </w:p>
        </w:tc>
        <w:tc>
          <w:tcPr>
            <w:tcW w:w="735" w:type="dxa"/>
            <w:vAlign w:val="center"/>
          </w:tcPr>
          <w:p w14:paraId="600E42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74.7</w:t>
            </w:r>
          </w:p>
        </w:tc>
      </w:tr>
      <w:tr w:rsidR="008C22D8" w14:paraId="452D9E2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AC1C17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6277AE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3A38C4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X006</w:t>
            </w:r>
          </w:p>
        </w:tc>
        <w:tc>
          <w:tcPr>
            <w:tcW w:w="1415" w:type="dxa"/>
            <w:vAlign w:val="center"/>
          </w:tcPr>
          <w:p w14:paraId="4449196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360FC5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31.38</w:t>
            </w:r>
          </w:p>
        </w:tc>
        <w:tc>
          <w:tcPr>
            <w:tcW w:w="639" w:type="dxa"/>
            <w:vAlign w:val="center"/>
          </w:tcPr>
          <w:p w14:paraId="7ABE0A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7B00DF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</w:t>
            </w:r>
          </w:p>
        </w:tc>
        <w:tc>
          <w:tcPr>
            <w:tcW w:w="854" w:type="dxa"/>
            <w:vAlign w:val="center"/>
          </w:tcPr>
          <w:p w14:paraId="6815AE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2DFCD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EC98E9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56FF2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2C261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1891</w:t>
            </w:r>
          </w:p>
        </w:tc>
        <w:tc>
          <w:tcPr>
            <w:tcW w:w="735" w:type="dxa"/>
            <w:vAlign w:val="center"/>
          </w:tcPr>
          <w:p w14:paraId="7634084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60.3</w:t>
            </w:r>
          </w:p>
        </w:tc>
      </w:tr>
      <w:tr w:rsidR="008C22D8" w14:paraId="267DAFE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219F8C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96A526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EE8C87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X007</w:t>
            </w:r>
          </w:p>
        </w:tc>
        <w:tc>
          <w:tcPr>
            <w:tcW w:w="1415" w:type="dxa"/>
            <w:vAlign w:val="center"/>
          </w:tcPr>
          <w:p w14:paraId="035E3AF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108099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25.01</w:t>
            </w:r>
          </w:p>
        </w:tc>
        <w:tc>
          <w:tcPr>
            <w:tcW w:w="639" w:type="dxa"/>
            <w:vAlign w:val="center"/>
          </w:tcPr>
          <w:p w14:paraId="3C65B29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481FE1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854" w:type="dxa"/>
            <w:vAlign w:val="center"/>
          </w:tcPr>
          <w:p w14:paraId="29FC7B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60DBB7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DCDF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F6F737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1ADD5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1824</w:t>
            </w:r>
          </w:p>
        </w:tc>
        <w:tc>
          <w:tcPr>
            <w:tcW w:w="735" w:type="dxa"/>
            <w:vAlign w:val="center"/>
          </w:tcPr>
          <w:p w14:paraId="54DFBD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72.9</w:t>
            </w:r>
          </w:p>
        </w:tc>
      </w:tr>
      <w:tr w:rsidR="008C22D8" w14:paraId="67B30F5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ED31BD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3E10EC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FFECA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X008</w:t>
            </w:r>
          </w:p>
        </w:tc>
        <w:tc>
          <w:tcPr>
            <w:tcW w:w="1415" w:type="dxa"/>
            <w:vAlign w:val="center"/>
          </w:tcPr>
          <w:p w14:paraId="1426F47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57DA1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19.50</w:t>
            </w:r>
          </w:p>
        </w:tc>
        <w:tc>
          <w:tcPr>
            <w:tcW w:w="639" w:type="dxa"/>
            <w:vAlign w:val="center"/>
          </w:tcPr>
          <w:p w14:paraId="2F99049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C51A8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854" w:type="dxa"/>
            <w:vAlign w:val="center"/>
          </w:tcPr>
          <w:p w14:paraId="03AE0E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75D258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7526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84A25C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F98B8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735" w:type="dxa"/>
            <w:vAlign w:val="center"/>
          </w:tcPr>
          <w:p w14:paraId="70F7A6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</w:t>
            </w:r>
          </w:p>
        </w:tc>
      </w:tr>
      <w:tr w:rsidR="008C22D8" w14:paraId="3C28A15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B6162B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213D61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0966F6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X009</w:t>
            </w:r>
          </w:p>
        </w:tc>
        <w:tc>
          <w:tcPr>
            <w:tcW w:w="1415" w:type="dxa"/>
            <w:vAlign w:val="center"/>
          </w:tcPr>
          <w:p w14:paraId="19BF91B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5468C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14.66</w:t>
            </w:r>
          </w:p>
        </w:tc>
        <w:tc>
          <w:tcPr>
            <w:tcW w:w="639" w:type="dxa"/>
            <w:vAlign w:val="center"/>
          </w:tcPr>
          <w:p w14:paraId="5E9359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5E142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</w:t>
            </w:r>
          </w:p>
        </w:tc>
        <w:tc>
          <w:tcPr>
            <w:tcW w:w="854" w:type="dxa"/>
            <w:vAlign w:val="center"/>
          </w:tcPr>
          <w:p w14:paraId="3DBAAB7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D50E65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3A1B04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F5A79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72AD3A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889</w:t>
            </w:r>
          </w:p>
        </w:tc>
        <w:tc>
          <w:tcPr>
            <w:tcW w:w="735" w:type="dxa"/>
            <w:vAlign w:val="center"/>
          </w:tcPr>
          <w:p w14:paraId="11065C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60.6</w:t>
            </w:r>
          </w:p>
        </w:tc>
      </w:tr>
      <w:tr w:rsidR="008C22D8" w14:paraId="4344047A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DC2FA0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BFF7DF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390643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X010</w:t>
            </w:r>
          </w:p>
        </w:tc>
        <w:tc>
          <w:tcPr>
            <w:tcW w:w="1415" w:type="dxa"/>
            <w:vAlign w:val="center"/>
          </w:tcPr>
          <w:p w14:paraId="65626D7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C0F8C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10.61</w:t>
            </w:r>
          </w:p>
        </w:tc>
        <w:tc>
          <w:tcPr>
            <w:tcW w:w="639" w:type="dxa"/>
            <w:vAlign w:val="center"/>
          </w:tcPr>
          <w:p w14:paraId="4B82BC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18FD00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854" w:type="dxa"/>
            <w:vAlign w:val="center"/>
          </w:tcPr>
          <w:p w14:paraId="352C011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433C9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1D242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A54A21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BDC26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</w:t>
            </w:r>
          </w:p>
        </w:tc>
        <w:tc>
          <w:tcPr>
            <w:tcW w:w="735" w:type="dxa"/>
            <w:vAlign w:val="center"/>
          </w:tcPr>
          <w:p w14:paraId="67B91A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</w:tr>
      <w:tr w:rsidR="008C22D8" w14:paraId="7B47BC1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36C962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7C97492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89B81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X011</w:t>
            </w:r>
          </w:p>
        </w:tc>
        <w:tc>
          <w:tcPr>
            <w:tcW w:w="1415" w:type="dxa"/>
            <w:vAlign w:val="center"/>
          </w:tcPr>
          <w:p w14:paraId="0C67326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E05652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9.57</w:t>
            </w:r>
          </w:p>
        </w:tc>
        <w:tc>
          <w:tcPr>
            <w:tcW w:w="639" w:type="dxa"/>
            <w:vAlign w:val="center"/>
          </w:tcPr>
          <w:p w14:paraId="600714F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ABC02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</w:t>
            </w:r>
          </w:p>
        </w:tc>
        <w:tc>
          <w:tcPr>
            <w:tcW w:w="854" w:type="dxa"/>
            <w:vAlign w:val="center"/>
          </w:tcPr>
          <w:p w14:paraId="69B4E58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D59F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679F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B4F7B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33D881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</w:t>
            </w:r>
          </w:p>
        </w:tc>
        <w:tc>
          <w:tcPr>
            <w:tcW w:w="735" w:type="dxa"/>
            <w:vAlign w:val="center"/>
          </w:tcPr>
          <w:p w14:paraId="5A9AAF6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 w:rsidR="008C22D8" w14:paraId="5F69A25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A087922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21BC3A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2E91C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X012</w:t>
            </w:r>
          </w:p>
        </w:tc>
        <w:tc>
          <w:tcPr>
            <w:tcW w:w="1415" w:type="dxa"/>
            <w:vAlign w:val="center"/>
          </w:tcPr>
          <w:p w14:paraId="5B9B2F2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B6D9E7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8.15</w:t>
            </w:r>
          </w:p>
        </w:tc>
        <w:tc>
          <w:tcPr>
            <w:tcW w:w="639" w:type="dxa"/>
            <w:vAlign w:val="center"/>
          </w:tcPr>
          <w:p w14:paraId="676478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46014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854" w:type="dxa"/>
            <w:vAlign w:val="center"/>
          </w:tcPr>
          <w:p w14:paraId="44F1D11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EE5C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252425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8C825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15A336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</w:t>
            </w:r>
          </w:p>
        </w:tc>
        <w:tc>
          <w:tcPr>
            <w:tcW w:w="735" w:type="dxa"/>
            <w:vAlign w:val="center"/>
          </w:tcPr>
          <w:p w14:paraId="2C7353F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49.4</w:t>
            </w:r>
          </w:p>
        </w:tc>
      </w:tr>
      <w:tr w:rsidR="008C22D8" w14:paraId="1A66D2F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286D65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9DA0B3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CEE2D8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X013</w:t>
            </w:r>
          </w:p>
        </w:tc>
        <w:tc>
          <w:tcPr>
            <w:tcW w:w="1415" w:type="dxa"/>
            <w:vAlign w:val="center"/>
          </w:tcPr>
          <w:p w14:paraId="585666D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5B53B2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6.11</w:t>
            </w:r>
          </w:p>
        </w:tc>
        <w:tc>
          <w:tcPr>
            <w:tcW w:w="639" w:type="dxa"/>
            <w:vAlign w:val="center"/>
          </w:tcPr>
          <w:p w14:paraId="14ABEFB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318D69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14:paraId="0AED29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768D0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B032A6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37E0EB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607CB9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14:paraId="241A276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8C22D8" w14:paraId="5D08517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5B8362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703647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833114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X014</w:t>
            </w:r>
          </w:p>
        </w:tc>
        <w:tc>
          <w:tcPr>
            <w:tcW w:w="1415" w:type="dxa"/>
            <w:vAlign w:val="center"/>
          </w:tcPr>
          <w:p w14:paraId="7A2A08D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9A2D1B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5.57</w:t>
            </w:r>
          </w:p>
        </w:tc>
        <w:tc>
          <w:tcPr>
            <w:tcW w:w="639" w:type="dxa"/>
            <w:vAlign w:val="center"/>
          </w:tcPr>
          <w:p w14:paraId="3655163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9419AD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vAlign w:val="center"/>
          </w:tcPr>
          <w:p w14:paraId="64DEDF2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524F24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56E7B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A917A8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A15CF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35" w:type="dxa"/>
            <w:vAlign w:val="center"/>
          </w:tcPr>
          <w:p w14:paraId="71B8E3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 w:rsidR="008C22D8" w14:paraId="7CBBA87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32A375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59A0123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02A7136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X015</w:t>
            </w:r>
          </w:p>
        </w:tc>
        <w:tc>
          <w:tcPr>
            <w:tcW w:w="1415" w:type="dxa"/>
            <w:vAlign w:val="center"/>
          </w:tcPr>
          <w:p w14:paraId="1745E1C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EF2B1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639" w:type="dxa"/>
            <w:vAlign w:val="center"/>
          </w:tcPr>
          <w:p w14:paraId="6F984B9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0999E6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854" w:type="dxa"/>
            <w:vAlign w:val="center"/>
          </w:tcPr>
          <w:p w14:paraId="605DA8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41E0DC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00480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7CE716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5E1149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</w:t>
            </w:r>
          </w:p>
        </w:tc>
        <w:tc>
          <w:tcPr>
            <w:tcW w:w="735" w:type="dxa"/>
            <w:vAlign w:val="center"/>
          </w:tcPr>
          <w:p w14:paraId="06E0E4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32.0</w:t>
            </w:r>
          </w:p>
        </w:tc>
      </w:tr>
      <w:tr w:rsidR="008C22D8" w14:paraId="281B9322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63B094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61DF5157" w14:textId="77777777" w:rsidR="008C22D8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4F40561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72328D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841.79</w:t>
            </w:r>
          </w:p>
        </w:tc>
        <w:tc>
          <w:tcPr>
            <w:tcW w:w="639" w:type="dxa"/>
            <w:vAlign w:val="center"/>
          </w:tcPr>
          <w:p w14:paraId="1866E62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E995D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39509</w:t>
            </w:r>
          </w:p>
        </w:tc>
        <w:tc>
          <w:tcPr>
            <w:tcW w:w="854" w:type="dxa"/>
            <w:vAlign w:val="center"/>
          </w:tcPr>
          <w:p w14:paraId="1C92F27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6BC08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CC5CEF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BA19DF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236DE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39509</w:t>
            </w:r>
          </w:p>
        </w:tc>
        <w:tc>
          <w:tcPr>
            <w:tcW w:w="735" w:type="dxa"/>
            <w:vAlign w:val="center"/>
          </w:tcPr>
          <w:p w14:paraId="3E1433FF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46.9</w:t>
            </w:r>
          </w:p>
        </w:tc>
      </w:tr>
      <w:tr w:rsidR="008C22D8" w14:paraId="13C08ED8" w14:textId="77777777">
        <w:trPr>
          <w:jc w:val="center"/>
        </w:trPr>
        <w:tc>
          <w:tcPr>
            <w:tcW w:w="1855" w:type="dxa"/>
            <w:gridSpan w:val="3"/>
            <w:vAlign w:val="center"/>
          </w:tcPr>
          <w:p w14:paraId="44E83C7E" w14:textId="77777777" w:rsidR="008C22D8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 w14:paraId="1C659002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7F52553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1308.18</w:t>
            </w:r>
          </w:p>
        </w:tc>
        <w:tc>
          <w:tcPr>
            <w:tcW w:w="639" w:type="dxa"/>
            <w:vAlign w:val="center"/>
          </w:tcPr>
          <w:p w14:paraId="149C43E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9E5A07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73665</w:t>
            </w:r>
          </w:p>
        </w:tc>
        <w:tc>
          <w:tcPr>
            <w:tcW w:w="854" w:type="dxa"/>
            <w:vAlign w:val="center"/>
          </w:tcPr>
          <w:p w14:paraId="09494A1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AB7C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CDE381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41A3F0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DF1526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73665</w:t>
            </w:r>
          </w:p>
        </w:tc>
        <w:tc>
          <w:tcPr>
            <w:tcW w:w="735" w:type="dxa"/>
            <w:vAlign w:val="center"/>
          </w:tcPr>
          <w:p w14:paraId="7DF3F9BC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56.3</w:t>
            </w:r>
          </w:p>
        </w:tc>
      </w:tr>
    </w:tbl>
    <w:p w14:paraId="5D34BD86" w14:textId="77777777" w:rsidR="008C22D8" w:rsidRDefault="00000000">
      <w:r>
        <w:t>说明：上表中合计和总计面积为采暖面积。</w:t>
      </w:r>
    </w:p>
    <w:p w14:paraId="4B579B57" w14:textId="77777777" w:rsidR="008C22D8" w:rsidRDefault="00000000">
      <w:pPr>
        <w:pStyle w:val="1"/>
      </w:pPr>
      <w:bookmarkStart w:id="35" w:name="_Toc160476883"/>
      <w:r>
        <w:t>房间热负荷详细表</w:t>
      </w:r>
      <w:bookmarkEnd w:id="35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8C22D8" w14:paraId="163E4455" w14:textId="77777777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14:paraId="7AEF3464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45B9CDB9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16138B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DF86D19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1E7E3B5D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BB82C1C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3811966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B80ED5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21DE4BB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2FDCD498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45D48BF5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060A0D73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4AB2A747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42C838F7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8C22D8" w14:paraId="259F0E26" w14:textId="77777777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14:paraId="6DD03A3B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6856E2F7" w14:textId="77777777" w:rsidR="008C22D8" w:rsidRDefault="008C22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84E0F8B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B74454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32C51585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DD76256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AE460F8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69013C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56106EF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7653B1C6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03D7E68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0CB47F2D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037F8D8F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4F6660DE" w14:textId="77777777" w:rsidR="008C22D8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8C22D8" w14:paraId="340A79C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1EE980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94C192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76E566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3.08</w:t>
            </w:r>
          </w:p>
        </w:tc>
        <w:tc>
          <w:tcPr>
            <w:tcW w:w="990" w:type="dxa"/>
            <w:vAlign w:val="center"/>
          </w:tcPr>
          <w:p w14:paraId="7EF631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5E3FA2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0152C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BD2AD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554E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  <w:tc>
          <w:tcPr>
            <w:tcW w:w="707" w:type="dxa"/>
            <w:vAlign w:val="center"/>
          </w:tcPr>
          <w:p w14:paraId="5FB80F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32ED4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6A4F8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E336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  <w:tc>
          <w:tcPr>
            <w:tcW w:w="713" w:type="dxa"/>
            <w:vAlign w:val="center"/>
          </w:tcPr>
          <w:p w14:paraId="24B7F35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FEFBB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61.0</w:t>
            </w:r>
          </w:p>
        </w:tc>
      </w:tr>
      <w:tr w:rsidR="008C22D8" w14:paraId="55C4896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0EEEE9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44A14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18ECDD8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56.40</w:t>
            </w:r>
          </w:p>
        </w:tc>
        <w:tc>
          <w:tcPr>
            <w:tcW w:w="990" w:type="dxa"/>
            <w:vAlign w:val="center"/>
          </w:tcPr>
          <w:p w14:paraId="51FAE2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0E06D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C256B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686844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18D55B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5784.0</w:t>
            </w:r>
          </w:p>
        </w:tc>
        <w:tc>
          <w:tcPr>
            <w:tcW w:w="707" w:type="dxa"/>
            <w:vAlign w:val="center"/>
          </w:tcPr>
          <w:p w14:paraId="761CF5C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00D15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10C282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A6C755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5784.0</w:t>
            </w:r>
          </w:p>
        </w:tc>
        <w:tc>
          <w:tcPr>
            <w:tcW w:w="713" w:type="dxa"/>
            <w:vAlign w:val="center"/>
          </w:tcPr>
          <w:p w14:paraId="5DDDA3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E4C77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5784.0</w:t>
            </w:r>
          </w:p>
        </w:tc>
      </w:tr>
      <w:tr w:rsidR="008C22D8" w14:paraId="634F546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FD718B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DC137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7AE2FD1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45.30</w:t>
            </w:r>
          </w:p>
        </w:tc>
        <w:tc>
          <w:tcPr>
            <w:tcW w:w="990" w:type="dxa"/>
            <w:vAlign w:val="center"/>
          </w:tcPr>
          <w:p w14:paraId="71134A4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0C16064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3FB7B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D009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513D69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4645.7</w:t>
            </w:r>
          </w:p>
        </w:tc>
        <w:tc>
          <w:tcPr>
            <w:tcW w:w="707" w:type="dxa"/>
            <w:vAlign w:val="center"/>
          </w:tcPr>
          <w:p w14:paraId="251CE4C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0828D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B72997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67708D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4645.7</w:t>
            </w:r>
          </w:p>
        </w:tc>
        <w:tc>
          <w:tcPr>
            <w:tcW w:w="713" w:type="dxa"/>
            <w:vAlign w:val="center"/>
          </w:tcPr>
          <w:p w14:paraId="5F9AA4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A97D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4645.7</w:t>
            </w:r>
          </w:p>
        </w:tc>
      </w:tr>
      <w:tr w:rsidR="008C22D8" w14:paraId="2BAC969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66565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0C81F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4E3639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215.20</w:t>
            </w:r>
          </w:p>
        </w:tc>
        <w:tc>
          <w:tcPr>
            <w:tcW w:w="990" w:type="dxa"/>
            <w:vAlign w:val="center"/>
          </w:tcPr>
          <w:p w14:paraId="027121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90CDCB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D7C23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75B58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4C2D2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1641.7</w:t>
            </w:r>
          </w:p>
        </w:tc>
        <w:tc>
          <w:tcPr>
            <w:tcW w:w="707" w:type="dxa"/>
            <w:vAlign w:val="center"/>
          </w:tcPr>
          <w:p w14:paraId="311C7C7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CDF1A0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5F7292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F1D0F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1641.7</w:t>
            </w:r>
          </w:p>
        </w:tc>
        <w:tc>
          <w:tcPr>
            <w:tcW w:w="713" w:type="dxa"/>
            <w:vAlign w:val="center"/>
          </w:tcPr>
          <w:p w14:paraId="58EAAF3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505A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1641.7</w:t>
            </w:r>
          </w:p>
        </w:tc>
      </w:tr>
      <w:tr w:rsidR="008C22D8" w14:paraId="77C34F4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71A4AF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6BAC856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6A4669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C0025B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CB3B12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4A0E11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AE71B3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F0C2F9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189FA8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55D355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3D3D65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0D3C1D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C0524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B228E8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12132</w:t>
            </w:r>
          </w:p>
        </w:tc>
      </w:tr>
      <w:tr w:rsidR="008C22D8" w14:paraId="28C4C1F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AC5161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5EDF66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511C8A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3.33</w:t>
            </w:r>
          </w:p>
        </w:tc>
        <w:tc>
          <w:tcPr>
            <w:tcW w:w="990" w:type="dxa"/>
            <w:vAlign w:val="center"/>
          </w:tcPr>
          <w:p w14:paraId="764B40D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004B08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F545A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7CB4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5139D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65.9</w:t>
            </w:r>
          </w:p>
        </w:tc>
        <w:tc>
          <w:tcPr>
            <w:tcW w:w="707" w:type="dxa"/>
            <w:vAlign w:val="center"/>
          </w:tcPr>
          <w:p w14:paraId="4C9B934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76DF7E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0CBAB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76F7F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65.9</w:t>
            </w:r>
          </w:p>
        </w:tc>
        <w:tc>
          <w:tcPr>
            <w:tcW w:w="713" w:type="dxa"/>
            <w:vAlign w:val="center"/>
          </w:tcPr>
          <w:p w14:paraId="2F13C6E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C15A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65.9</w:t>
            </w:r>
          </w:p>
        </w:tc>
      </w:tr>
      <w:tr w:rsidR="008C22D8" w14:paraId="743FF43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50E3C3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3E85E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62A4F05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28.23</w:t>
            </w:r>
          </w:p>
        </w:tc>
        <w:tc>
          <w:tcPr>
            <w:tcW w:w="990" w:type="dxa"/>
            <w:vAlign w:val="center"/>
          </w:tcPr>
          <w:p w14:paraId="6CA56DF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17831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B1DA77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BADE18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8B1264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2895.1</w:t>
            </w:r>
          </w:p>
        </w:tc>
        <w:tc>
          <w:tcPr>
            <w:tcW w:w="707" w:type="dxa"/>
            <w:vAlign w:val="center"/>
          </w:tcPr>
          <w:p w14:paraId="7F1704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124F7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23F74C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6EEB1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2895.1</w:t>
            </w:r>
          </w:p>
        </w:tc>
        <w:tc>
          <w:tcPr>
            <w:tcW w:w="713" w:type="dxa"/>
            <w:vAlign w:val="center"/>
          </w:tcPr>
          <w:p w14:paraId="453D258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D5558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2895.1</w:t>
            </w:r>
          </w:p>
        </w:tc>
      </w:tr>
      <w:tr w:rsidR="008C22D8" w14:paraId="0697611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487B9D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5F1563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4685E93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34.50</w:t>
            </w:r>
          </w:p>
        </w:tc>
        <w:tc>
          <w:tcPr>
            <w:tcW w:w="990" w:type="dxa"/>
            <w:vAlign w:val="center"/>
          </w:tcPr>
          <w:p w14:paraId="1A504CB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159C57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D30B5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0664C5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F8C64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3538.1</w:t>
            </w:r>
          </w:p>
        </w:tc>
        <w:tc>
          <w:tcPr>
            <w:tcW w:w="707" w:type="dxa"/>
            <w:vAlign w:val="center"/>
          </w:tcPr>
          <w:p w14:paraId="17E9FF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6F731B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439F3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45D2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3538.1</w:t>
            </w:r>
          </w:p>
        </w:tc>
        <w:tc>
          <w:tcPr>
            <w:tcW w:w="713" w:type="dxa"/>
            <w:vAlign w:val="center"/>
          </w:tcPr>
          <w:p w14:paraId="67BA50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9BF1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3538.1</w:t>
            </w:r>
          </w:p>
        </w:tc>
      </w:tr>
      <w:tr w:rsidR="008C22D8" w14:paraId="52375BB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873BA1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AB6FA4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28ACE5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</w:t>
            </w:r>
          </w:p>
        </w:tc>
        <w:tc>
          <w:tcPr>
            <w:tcW w:w="990" w:type="dxa"/>
            <w:vAlign w:val="center"/>
          </w:tcPr>
          <w:p w14:paraId="0BECC8E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15E2F26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E79EF4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6DE11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0635AD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  <w:tc>
          <w:tcPr>
            <w:tcW w:w="707" w:type="dxa"/>
            <w:vAlign w:val="center"/>
          </w:tcPr>
          <w:p w14:paraId="2EA1A3F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A1CA9F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8B1B4D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7347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  <w:tc>
          <w:tcPr>
            <w:tcW w:w="713" w:type="dxa"/>
            <w:vAlign w:val="center"/>
          </w:tcPr>
          <w:p w14:paraId="758A66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9955D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</w:tr>
      <w:tr w:rsidR="008C22D8" w14:paraId="3C59CC6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0C53E5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F63DF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6B31D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104.48</w:t>
            </w:r>
          </w:p>
        </w:tc>
        <w:tc>
          <w:tcPr>
            <w:tcW w:w="990" w:type="dxa"/>
            <w:vAlign w:val="center"/>
          </w:tcPr>
          <w:p w14:paraId="707893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CB7D9D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42E253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9577E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91AA6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797.0</w:t>
            </w:r>
          </w:p>
        </w:tc>
        <w:tc>
          <w:tcPr>
            <w:tcW w:w="707" w:type="dxa"/>
            <w:vAlign w:val="center"/>
          </w:tcPr>
          <w:p w14:paraId="3B43ABA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E1DFFC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FE9B5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E8C60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797.0</w:t>
            </w:r>
          </w:p>
        </w:tc>
        <w:tc>
          <w:tcPr>
            <w:tcW w:w="713" w:type="dxa"/>
            <w:vAlign w:val="center"/>
          </w:tcPr>
          <w:p w14:paraId="24013E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CB67C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797.0</w:t>
            </w:r>
          </w:p>
        </w:tc>
      </w:tr>
      <w:tr w:rsidR="008C22D8" w14:paraId="3EF1F68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C02AC2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94661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11D19C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471F12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23C6E1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358E9F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14484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625915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450C9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6001AC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D1000B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9F722D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900C08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CE742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7607</w:t>
            </w:r>
          </w:p>
        </w:tc>
      </w:tr>
      <w:tr w:rsidR="008C22D8" w14:paraId="4F37C78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38AFC1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5F706C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50CAFD9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tcW w:w="990" w:type="dxa"/>
            <w:vAlign w:val="center"/>
          </w:tcPr>
          <w:p w14:paraId="167078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73D0975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4B098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B92B9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C994B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3461.2</w:t>
            </w:r>
          </w:p>
        </w:tc>
        <w:tc>
          <w:tcPr>
            <w:tcW w:w="707" w:type="dxa"/>
            <w:vAlign w:val="center"/>
          </w:tcPr>
          <w:p w14:paraId="175A58E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010EFC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4CB940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FB08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3461.2</w:t>
            </w:r>
          </w:p>
        </w:tc>
        <w:tc>
          <w:tcPr>
            <w:tcW w:w="713" w:type="dxa"/>
            <w:vAlign w:val="center"/>
          </w:tcPr>
          <w:p w14:paraId="2992ED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B5D8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3461.2</w:t>
            </w:r>
          </w:p>
        </w:tc>
      </w:tr>
      <w:tr w:rsidR="008C22D8" w14:paraId="1F905FC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9ED8F4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9E9AD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南地下墙</w:t>
            </w:r>
          </w:p>
        </w:tc>
        <w:tc>
          <w:tcPr>
            <w:tcW w:w="848" w:type="dxa"/>
            <w:vAlign w:val="center"/>
          </w:tcPr>
          <w:p w14:paraId="74A61F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23.40</w:t>
            </w:r>
          </w:p>
        </w:tc>
        <w:tc>
          <w:tcPr>
            <w:tcW w:w="990" w:type="dxa"/>
            <w:vAlign w:val="center"/>
          </w:tcPr>
          <w:p w14:paraId="241B768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4C9E60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2F915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8C2574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29C3F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07" w:type="dxa"/>
            <w:vAlign w:val="center"/>
          </w:tcPr>
          <w:p w14:paraId="2F2D94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29E14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8083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46D91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13" w:type="dxa"/>
            <w:vAlign w:val="center"/>
          </w:tcPr>
          <w:p w14:paraId="6F03F0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260B6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</w:tr>
      <w:tr w:rsidR="008C22D8" w14:paraId="0898932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0B7750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11E45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5E72948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</w:t>
            </w:r>
          </w:p>
        </w:tc>
        <w:tc>
          <w:tcPr>
            <w:tcW w:w="990" w:type="dxa"/>
            <w:vAlign w:val="center"/>
          </w:tcPr>
          <w:p w14:paraId="6CBA0F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39029EE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497555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CB1DE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BB0DB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  <w:tc>
          <w:tcPr>
            <w:tcW w:w="707" w:type="dxa"/>
            <w:vAlign w:val="center"/>
          </w:tcPr>
          <w:p w14:paraId="2909240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EB718F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46D8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E446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  <w:tc>
          <w:tcPr>
            <w:tcW w:w="713" w:type="dxa"/>
            <w:vAlign w:val="center"/>
          </w:tcPr>
          <w:p w14:paraId="21794D9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A290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310.7</w:t>
            </w:r>
          </w:p>
        </w:tc>
      </w:tr>
      <w:tr w:rsidR="008C22D8" w14:paraId="7CC956A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0524B35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01C1CC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187CC3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87.75</w:t>
            </w:r>
          </w:p>
        </w:tc>
        <w:tc>
          <w:tcPr>
            <w:tcW w:w="990" w:type="dxa"/>
            <w:vAlign w:val="center"/>
          </w:tcPr>
          <w:p w14:paraId="31B130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759E30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B9AF2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E8200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C6A6B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669.4</w:t>
            </w:r>
          </w:p>
        </w:tc>
        <w:tc>
          <w:tcPr>
            <w:tcW w:w="707" w:type="dxa"/>
            <w:vAlign w:val="center"/>
          </w:tcPr>
          <w:p w14:paraId="79999B6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4EAA0E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82C38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88295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669.4</w:t>
            </w:r>
          </w:p>
        </w:tc>
        <w:tc>
          <w:tcPr>
            <w:tcW w:w="713" w:type="dxa"/>
            <w:vAlign w:val="center"/>
          </w:tcPr>
          <w:p w14:paraId="39A76B5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CDB5E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669.4</w:t>
            </w:r>
          </w:p>
        </w:tc>
      </w:tr>
      <w:tr w:rsidR="008C22D8" w14:paraId="428F5E8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30F4EA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48C61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BE52CE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1F7DEF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D30EBF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8DA2F5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56DBC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039F32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A30F54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33F93A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90FE06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20C9D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1EC996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CC5926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6841</w:t>
            </w:r>
          </w:p>
        </w:tc>
      </w:tr>
      <w:tr w:rsidR="008C22D8" w14:paraId="2C4E9FF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12A2F7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A6CD56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5C44C2F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23.40</w:t>
            </w:r>
          </w:p>
        </w:tc>
        <w:tc>
          <w:tcPr>
            <w:tcW w:w="990" w:type="dxa"/>
            <w:vAlign w:val="center"/>
          </w:tcPr>
          <w:p w14:paraId="54F753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2F3F6F1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96B67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E250D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C4413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07" w:type="dxa"/>
            <w:vAlign w:val="center"/>
          </w:tcPr>
          <w:p w14:paraId="3AB20B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B67DC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8D1E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DBB3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13" w:type="dxa"/>
            <w:vAlign w:val="center"/>
          </w:tcPr>
          <w:p w14:paraId="518D2EE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4D9B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</w:tr>
      <w:tr w:rsidR="008C22D8" w14:paraId="4BDD91D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F5ADA3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B73090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472E84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8.58</w:t>
            </w:r>
          </w:p>
        </w:tc>
        <w:tc>
          <w:tcPr>
            <w:tcW w:w="990" w:type="dxa"/>
            <w:vAlign w:val="center"/>
          </w:tcPr>
          <w:p w14:paraId="5EAE25B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59EA42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F906D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E877DA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EC67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  <w:tc>
          <w:tcPr>
            <w:tcW w:w="707" w:type="dxa"/>
            <w:vAlign w:val="center"/>
          </w:tcPr>
          <w:p w14:paraId="4E5BDD6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5492D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3656D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252F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  <w:tc>
          <w:tcPr>
            <w:tcW w:w="713" w:type="dxa"/>
            <w:vAlign w:val="center"/>
          </w:tcPr>
          <w:p w14:paraId="2EA196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1294A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</w:tr>
      <w:tr w:rsidR="008C22D8" w14:paraId="4FFE54C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E31211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CFB22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73F2FFA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31.94</w:t>
            </w:r>
          </w:p>
        </w:tc>
        <w:tc>
          <w:tcPr>
            <w:tcW w:w="990" w:type="dxa"/>
            <w:vAlign w:val="center"/>
          </w:tcPr>
          <w:p w14:paraId="4C466F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541A5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282923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6306BF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AAC06E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243.7</w:t>
            </w:r>
          </w:p>
        </w:tc>
        <w:tc>
          <w:tcPr>
            <w:tcW w:w="707" w:type="dxa"/>
            <w:vAlign w:val="center"/>
          </w:tcPr>
          <w:p w14:paraId="6492BB8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C3095B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EED44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F7868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243.7</w:t>
            </w:r>
          </w:p>
        </w:tc>
        <w:tc>
          <w:tcPr>
            <w:tcW w:w="713" w:type="dxa"/>
            <w:vAlign w:val="center"/>
          </w:tcPr>
          <w:p w14:paraId="193C54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A93B7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243.7</w:t>
            </w:r>
          </w:p>
        </w:tc>
      </w:tr>
      <w:tr w:rsidR="008C22D8" w14:paraId="7EF8C23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06A643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92547F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6475AE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A7706F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354052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956A2E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BB53E4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32418D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ADAD11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94547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07955C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9DBEF5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579736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F4C58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3523</w:t>
            </w:r>
          </w:p>
        </w:tc>
      </w:tr>
      <w:tr w:rsidR="008C22D8" w14:paraId="12E6491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840765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C092C9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西地下墙</w:t>
            </w:r>
          </w:p>
        </w:tc>
        <w:tc>
          <w:tcPr>
            <w:tcW w:w="848" w:type="dxa"/>
            <w:vAlign w:val="center"/>
          </w:tcPr>
          <w:p w14:paraId="17008B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8.58</w:t>
            </w:r>
          </w:p>
        </w:tc>
        <w:tc>
          <w:tcPr>
            <w:tcW w:w="990" w:type="dxa"/>
            <w:vAlign w:val="center"/>
          </w:tcPr>
          <w:p w14:paraId="0AE719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5EB814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702246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83C7FC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3FDE94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  <w:tc>
          <w:tcPr>
            <w:tcW w:w="707" w:type="dxa"/>
            <w:vAlign w:val="center"/>
          </w:tcPr>
          <w:p w14:paraId="0EEA29C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85240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66EA92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5D07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  <w:tc>
          <w:tcPr>
            <w:tcW w:w="713" w:type="dxa"/>
            <w:vAlign w:val="center"/>
          </w:tcPr>
          <w:p w14:paraId="41F0DA8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FC08B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879.9</w:t>
            </w:r>
          </w:p>
        </w:tc>
      </w:tr>
      <w:tr w:rsidR="008C22D8" w14:paraId="77BDB80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78FBD12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05525B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北地下墙</w:t>
            </w:r>
          </w:p>
        </w:tc>
        <w:tc>
          <w:tcPr>
            <w:tcW w:w="848" w:type="dxa"/>
            <w:vAlign w:val="center"/>
          </w:tcPr>
          <w:p w14:paraId="6D94D6F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23.40</w:t>
            </w:r>
          </w:p>
        </w:tc>
        <w:tc>
          <w:tcPr>
            <w:tcW w:w="990" w:type="dxa"/>
            <w:vAlign w:val="center"/>
          </w:tcPr>
          <w:p w14:paraId="02069FE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533094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AF15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CE313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E6AA6B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07" w:type="dxa"/>
            <w:vAlign w:val="center"/>
          </w:tcPr>
          <w:p w14:paraId="6C8B4CD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710C0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8C6540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92B47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  <w:tc>
          <w:tcPr>
            <w:tcW w:w="713" w:type="dxa"/>
            <w:vAlign w:val="center"/>
          </w:tcPr>
          <w:p w14:paraId="1622E3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7983A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2399.8</w:t>
            </w:r>
          </w:p>
        </w:tc>
      </w:tr>
      <w:tr w:rsidR="008C22D8" w14:paraId="3A83CFF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4A9EA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B4E43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FA364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22.31</w:t>
            </w:r>
          </w:p>
        </w:tc>
        <w:tc>
          <w:tcPr>
            <w:tcW w:w="990" w:type="dxa"/>
            <w:vAlign w:val="center"/>
          </w:tcPr>
          <w:p w14:paraId="5A5632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37DDE1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2E3C7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6D36E8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8436F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170.2</w:t>
            </w:r>
          </w:p>
        </w:tc>
        <w:tc>
          <w:tcPr>
            <w:tcW w:w="707" w:type="dxa"/>
            <w:vAlign w:val="center"/>
          </w:tcPr>
          <w:p w14:paraId="0E075EC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BCB95B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C3C5C4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AC3F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170.2</w:t>
            </w:r>
          </w:p>
        </w:tc>
        <w:tc>
          <w:tcPr>
            <w:tcW w:w="713" w:type="dxa"/>
            <w:vAlign w:val="center"/>
          </w:tcPr>
          <w:p w14:paraId="751462D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2077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170.2</w:t>
            </w:r>
          </w:p>
        </w:tc>
      </w:tr>
      <w:tr w:rsidR="008C22D8" w14:paraId="1394A48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DCE10F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56CE21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D296B0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8FC0F5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8E532A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BD422E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44BDEA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DA93AE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0459D6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9B3C74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0F04F8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E28918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5633EC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B6B6F2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3450</w:t>
            </w:r>
          </w:p>
        </w:tc>
      </w:tr>
      <w:tr w:rsidR="008C22D8" w14:paraId="02D6403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878BC1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AD396A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东地下墙</w:t>
            </w:r>
          </w:p>
        </w:tc>
        <w:tc>
          <w:tcPr>
            <w:tcW w:w="848" w:type="dxa"/>
            <w:vAlign w:val="center"/>
          </w:tcPr>
          <w:p w14:paraId="0247E4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tcW w:w="990" w:type="dxa"/>
            <w:vAlign w:val="center"/>
          </w:tcPr>
          <w:p w14:paraId="1B0F4B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4.01</w:t>
            </w:r>
          </w:p>
        </w:tc>
        <w:tc>
          <w:tcPr>
            <w:tcW w:w="424" w:type="dxa"/>
            <w:vAlign w:val="center"/>
          </w:tcPr>
          <w:p w14:paraId="34E07BA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2F545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66FC6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911AEB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566.1</w:t>
            </w:r>
          </w:p>
        </w:tc>
        <w:tc>
          <w:tcPr>
            <w:tcW w:w="707" w:type="dxa"/>
            <w:vAlign w:val="center"/>
          </w:tcPr>
          <w:p w14:paraId="3667A50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133BB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A0131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0A767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566.1</w:t>
            </w:r>
          </w:p>
        </w:tc>
        <w:tc>
          <w:tcPr>
            <w:tcW w:w="713" w:type="dxa"/>
            <w:vAlign w:val="center"/>
          </w:tcPr>
          <w:p w14:paraId="1C6E69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BEF5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566.1</w:t>
            </w:r>
          </w:p>
        </w:tc>
      </w:tr>
      <w:tr w:rsidR="008C22D8" w14:paraId="6823455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069D69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59640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2B601C5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4.72</w:t>
            </w:r>
          </w:p>
        </w:tc>
        <w:tc>
          <w:tcPr>
            <w:tcW w:w="990" w:type="dxa"/>
            <w:vAlign w:val="center"/>
          </w:tcPr>
          <w:p w14:paraId="212D0D3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861440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7CD30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DB9B7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8C537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</w:t>
            </w:r>
          </w:p>
        </w:tc>
        <w:tc>
          <w:tcPr>
            <w:tcW w:w="707" w:type="dxa"/>
            <w:vAlign w:val="center"/>
          </w:tcPr>
          <w:p w14:paraId="40F12DA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F71759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EB95A2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C56A4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</w:t>
            </w:r>
          </w:p>
        </w:tc>
        <w:tc>
          <w:tcPr>
            <w:tcW w:w="713" w:type="dxa"/>
            <w:vAlign w:val="center"/>
          </w:tcPr>
          <w:p w14:paraId="1B8A2D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F0A45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</w:t>
            </w:r>
          </w:p>
        </w:tc>
      </w:tr>
      <w:tr w:rsidR="008C22D8" w14:paraId="0BCE058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C2741D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914BF6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BFF890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5392E8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DB9FDF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350537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B9F676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D4FC75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89E5EE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EAB435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B42693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DCC622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4DEBBA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FD1B9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602</w:t>
            </w:r>
          </w:p>
        </w:tc>
      </w:tr>
      <w:tr w:rsidR="008C22D8" w14:paraId="671D5A87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79B715C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7FCAAE2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D873588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34156</w:t>
            </w:r>
          </w:p>
        </w:tc>
      </w:tr>
      <w:tr w:rsidR="008C22D8" w14:paraId="0E6ADDE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C26C8C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6F07A8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299E5A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264.89</w:t>
            </w:r>
          </w:p>
        </w:tc>
        <w:tc>
          <w:tcPr>
            <w:tcW w:w="990" w:type="dxa"/>
            <w:vAlign w:val="center"/>
          </w:tcPr>
          <w:p w14:paraId="150C62F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73D0D7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C3AA4D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0D283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70502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5248.6</w:t>
            </w:r>
          </w:p>
        </w:tc>
        <w:tc>
          <w:tcPr>
            <w:tcW w:w="707" w:type="dxa"/>
            <w:vAlign w:val="center"/>
          </w:tcPr>
          <w:p w14:paraId="1637686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6ACCBB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E105A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72F9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5248.6</w:t>
            </w:r>
          </w:p>
        </w:tc>
        <w:tc>
          <w:tcPr>
            <w:tcW w:w="713" w:type="dxa"/>
            <w:vAlign w:val="center"/>
          </w:tcPr>
          <w:p w14:paraId="69CD65B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C43D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5248.6</w:t>
            </w:r>
          </w:p>
        </w:tc>
      </w:tr>
      <w:tr w:rsidR="008C22D8" w14:paraId="5B74744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4D0C85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8A31D2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34A34A8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80.38</w:t>
            </w:r>
          </w:p>
        </w:tc>
        <w:tc>
          <w:tcPr>
            <w:tcW w:w="990" w:type="dxa"/>
            <w:vAlign w:val="center"/>
          </w:tcPr>
          <w:p w14:paraId="776FB8B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40E5F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66751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4AFFA7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E279CB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2317.0</w:t>
            </w:r>
          </w:p>
        </w:tc>
        <w:tc>
          <w:tcPr>
            <w:tcW w:w="707" w:type="dxa"/>
            <w:vAlign w:val="center"/>
          </w:tcPr>
          <w:p w14:paraId="40B2EB6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AFD6B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708E6E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8FAF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1969.5</w:t>
            </w:r>
          </w:p>
        </w:tc>
        <w:tc>
          <w:tcPr>
            <w:tcW w:w="713" w:type="dxa"/>
            <w:vAlign w:val="center"/>
          </w:tcPr>
          <w:p w14:paraId="22540FD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F06C3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1969.5</w:t>
            </w:r>
          </w:p>
        </w:tc>
      </w:tr>
      <w:tr w:rsidR="008C22D8" w14:paraId="224844E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D9D18F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ED3816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0318968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8.29</w:t>
            </w:r>
          </w:p>
        </w:tc>
        <w:tc>
          <w:tcPr>
            <w:tcW w:w="990" w:type="dxa"/>
            <w:vAlign w:val="center"/>
          </w:tcPr>
          <w:p w14:paraId="615281E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54EF0E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07CF1A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44ECF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E80566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239.0</w:t>
            </w:r>
          </w:p>
        </w:tc>
        <w:tc>
          <w:tcPr>
            <w:tcW w:w="707" w:type="dxa"/>
            <w:vAlign w:val="center"/>
          </w:tcPr>
          <w:p w14:paraId="3C7EFA5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E55D3E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DAF6D5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03227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227.1</w:t>
            </w:r>
          </w:p>
        </w:tc>
        <w:tc>
          <w:tcPr>
            <w:tcW w:w="713" w:type="dxa"/>
            <w:vAlign w:val="center"/>
          </w:tcPr>
          <w:p w14:paraId="594ED49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3DEA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227.1</w:t>
            </w:r>
          </w:p>
        </w:tc>
      </w:tr>
      <w:tr w:rsidR="008C22D8" w14:paraId="74B2B88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88C98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A932C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90E3FE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8.29</w:t>
            </w:r>
          </w:p>
        </w:tc>
        <w:tc>
          <w:tcPr>
            <w:tcW w:w="990" w:type="dxa"/>
            <w:vAlign w:val="center"/>
          </w:tcPr>
          <w:p w14:paraId="72B7716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286D5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AD58A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2E935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7D7B34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239.0</w:t>
            </w:r>
          </w:p>
        </w:tc>
        <w:tc>
          <w:tcPr>
            <w:tcW w:w="707" w:type="dxa"/>
            <w:vAlign w:val="center"/>
          </w:tcPr>
          <w:p w14:paraId="3904D8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9E4F63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C719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3430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227.1</w:t>
            </w:r>
          </w:p>
        </w:tc>
        <w:tc>
          <w:tcPr>
            <w:tcW w:w="713" w:type="dxa"/>
            <w:vAlign w:val="center"/>
          </w:tcPr>
          <w:p w14:paraId="6122218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6D145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227.1</w:t>
            </w:r>
          </w:p>
        </w:tc>
      </w:tr>
      <w:tr w:rsidR="008C22D8" w14:paraId="5020C65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5D17C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665BA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6D6E3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88.54</w:t>
            </w:r>
          </w:p>
        </w:tc>
        <w:tc>
          <w:tcPr>
            <w:tcW w:w="990" w:type="dxa"/>
            <w:vAlign w:val="center"/>
          </w:tcPr>
          <w:p w14:paraId="7CD4D53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C0553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373C7A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C055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AE08C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2552.2</w:t>
            </w:r>
          </w:p>
        </w:tc>
        <w:tc>
          <w:tcPr>
            <w:tcW w:w="707" w:type="dxa"/>
            <w:vAlign w:val="center"/>
          </w:tcPr>
          <w:p w14:paraId="2B94327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F607CC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39EF88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B1ACD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2679.8</w:t>
            </w:r>
          </w:p>
        </w:tc>
        <w:tc>
          <w:tcPr>
            <w:tcW w:w="713" w:type="dxa"/>
            <w:vAlign w:val="center"/>
          </w:tcPr>
          <w:p w14:paraId="0F414E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7C219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2679.8</w:t>
            </w:r>
          </w:p>
        </w:tc>
      </w:tr>
      <w:tr w:rsidR="008C22D8" w14:paraId="34EDFB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65CB7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3ADE6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0D74122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36.36</w:t>
            </w:r>
          </w:p>
        </w:tc>
        <w:tc>
          <w:tcPr>
            <w:tcW w:w="990" w:type="dxa"/>
            <w:vAlign w:val="center"/>
          </w:tcPr>
          <w:p w14:paraId="38E8529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3B5DD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F5AB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AF100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8067FE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3630.2</w:t>
            </w:r>
          </w:p>
        </w:tc>
        <w:tc>
          <w:tcPr>
            <w:tcW w:w="707" w:type="dxa"/>
            <w:vAlign w:val="center"/>
          </w:tcPr>
          <w:p w14:paraId="2C65DD4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AE763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9DC77F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F36F5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3085.7</w:t>
            </w:r>
          </w:p>
        </w:tc>
        <w:tc>
          <w:tcPr>
            <w:tcW w:w="713" w:type="dxa"/>
            <w:vAlign w:val="center"/>
          </w:tcPr>
          <w:p w14:paraId="2B03150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4A7E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3085.7</w:t>
            </w:r>
          </w:p>
        </w:tc>
      </w:tr>
      <w:tr w:rsidR="008C22D8" w14:paraId="1CE3F2E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C8A165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E4693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5CA484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32.40</w:t>
            </w:r>
          </w:p>
        </w:tc>
        <w:tc>
          <w:tcPr>
            <w:tcW w:w="990" w:type="dxa"/>
            <w:vAlign w:val="center"/>
          </w:tcPr>
          <w:p w14:paraId="2E7334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4B18F0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C9D8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C7B5E4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3DDC4D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3234.8</w:t>
            </w:r>
          </w:p>
        </w:tc>
        <w:tc>
          <w:tcPr>
            <w:tcW w:w="707" w:type="dxa"/>
            <w:vAlign w:val="center"/>
          </w:tcPr>
          <w:p w14:paraId="3DD5DC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072430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A824C7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BB70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3396.6</w:t>
            </w:r>
          </w:p>
        </w:tc>
        <w:tc>
          <w:tcPr>
            <w:tcW w:w="713" w:type="dxa"/>
            <w:vAlign w:val="center"/>
          </w:tcPr>
          <w:p w14:paraId="48CF3CD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15DF7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3396.6</w:t>
            </w:r>
          </w:p>
        </w:tc>
      </w:tr>
      <w:tr w:rsidR="008C22D8" w14:paraId="5E8BFE5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FE948E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39F85D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79DF3A2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tcW w:w="990" w:type="dxa"/>
            <w:vAlign w:val="center"/>
          </w:tcPr>
          <w:p w14:paraId="03C63C2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66FEDD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A71C06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8EF73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3A82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212.0</w:t>
            </w:r>
          </w:p>
        </w:tc>
        <w:tc>
          <w:tcPr>
            <w:tcW w:w="707" w:type="dxa"/>
            <w:vAlign w:val="center"/>
          </w:tcPr>
          <w:p w14:paraId="60B6BC3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D5F7A4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2E39A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9E0D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180.2</w:t>
            </w:r>
          </w:p>
        </w:tc>
        <w:tc>
          <w:tcPr>
            <w:tcW w:w="713" w:type="dxa"/>
            <w:vAlign w:val="center"/>
          </w:tcPr>
          <w:p w14:paraId="2A8A3B8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1AADD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180.2</w:t>
            </w:r>
          </w:p>
        </w:tc>
      </w:tr>
      <w:tr w:rsidR="008C22D8" w14:paraId="64C14AF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BA9961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EFD09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22106D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81060E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762BFB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2606BC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813648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B050BA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9BDEF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5C50AB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338BA5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25072D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353866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65778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17014</w:t>
            </w:r>
          </w:p>
        </w:tc>
      </w:tr>
      <w:tr w:rsidR="008C22D8" w14:paraId="5832D09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665324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345C99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3754A2B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35.17</w:t>
            </w:r>
          </w:p>
        </w:tc>
        <w:tc>
          <w:tcPr>
            <w:tcW w:w="990" w:type="dxa"/>
            <w:vAlign w:val="center"/>
          </w:tcPr>
          <w:p w14:paraId="44F32B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FC6C8F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8189D9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63BA3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EAFD6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1013.8</w:t>
            </w:r>
          </w:p>
        </w:tc>
        <w:tc>
          <w:tcPr>
            <w:tcW w:w="707" w:type="dxa"/>
            <w:vAlign w:val="center"/>
          </w:tcPr>
          <w:p w14:paraId="790878B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50AE61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E298E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3C053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963.1</w:t>
            </w:r>
          </w:p>
        </w:tc>
        <w:tc>
          <w:tcPr>
            <w:tcW w:w="713" w:type="dxa"/>
            <w:vAlign w:val="center"/>
          </w:tcPr>
          <w:p w14:paraId="08A1873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CD409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963.1</w:t>
            </w:r>
          </w:p>
        </w:tc>
      </w:tr>
      <w:tr w:rsidR="008C22D8" w14:paraId="11E61E6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07A245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8D15A3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27E37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38.21</w:t>
            </w:r>
          </w:p>
        </w:tc>
        <w:tc>
          <w:tcPr>
            <w:tcW w:w="990" w:type="dxa"/>
            <w:vAlign w:val="center"/>
          </w:tcPr>
          <w:p w14:paraId="6F292B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96E0C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DD4E10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CA81F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5E9D8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1101.5</w:t>
            </w:r>
          </w:p>
        </w:tc>
        <w:tc>
          <w:tcPr>
            <w:tcW w:w="707" w:type="dxa"/>
            <w:vAlign w:val="center"/>
          </w:tcPr>
          <w:p w14:paraId="171217F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C2EC6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99294F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6AA9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936.3</w:t>
            </w:r>
          </w:p>
        </w:tc>
        <w:tc>
          <w:tcPr>
            <w:tcW w:w="713" w:type="dxa"/>
            <w:vAlign w:val="center"/>
          </w:tcPr>
          <w:p w14:paraId="41FFA7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D1AC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936.3</w:t>
            </w:r>
          </w:p>
        </w:tc>
      </w:tr>
      <w:tr w:rsidR="008C22D8" w14:paraId="7985F86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2953F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087494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611310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15.68</w:t>
            </w:r>
          </w:p>
        </w:tc>
        <w:tc>
          <w:tcPr>
            <w:tcW w:w="990" w:type="dxa"/>
            <w:vAlign w:val="center"/>
          </w:tcPr>
          <w:p w14:paraId="335E3B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113B7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C81097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555AA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8357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451.9</w:t>
            </w:r>
          </w:p>
        </w:tc>
        <w:tc>
          <w:tcPr>
            <w:tcW w:w="707" w:type="dxa"/>
            <w:vAlign w:val="center"/>
          </w:tcPr>
          <w:p w14:paraId="0FB3BD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D75D57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C8BD15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E9A6D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429.3</w:t>
            </w:r>
          </w:p>
        </w:tc>
        <w:tc>
          <w:tcPr>
            <w:tcW w:w="713" w:type="dxa"/>
            <w:vAlign w:val="center"/>
          </w:tcPr>
          <w:p w14:paraId="40B1F8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A16AA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429.3</w:t>
            </w:r>
          </w:p>
        </w:tc>
      </w:tr>
      <w:tr w:rsidR="008C22D8" w14:paraId="214A8D5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98C41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A88E3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B657D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8.10</w:t>
            </w:r>
          </w:p>
        </w:tc>
        <w:tc>
          <w:tcPr>
            <w:tcW w:w="990" w:type="dxa"/>
            <w:vAlign w:val="center"/>
          </w:tcPr>
          <w:p w14:paraId="7F95DC1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328E76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342F3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A7D8F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0513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808.7</w:t>
            </w:r>
          </w:p>
        </w:tc>
        <w:tc>
          <w:tcPr>
            <w:tcW w:w="707" w:type="dxa"/>
            <w:vAlign w:val="center"/>
          </w:tcPr>
          <w:p w14:paraId="63D8B6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BCBAD6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FC7AB6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081CC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687.4</w:t>
            </w:r>
          </w:p>
        </w:tc>
        <w:tc>
          <w:tcPr>
            <w:tcW w:w="713" w:type="dxa"/>
            <w:vAlign w:val="center"/>
          </w:tcPr>
          <w:p w14:paraId="344426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57695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687.4</w:t>
            </w:r>
          </w:p>
        </w:tc>
      </w:tr>
      <w:tr w:rsidR="008C22D8" w14:paraId="63E5558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1DA27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FEF8BB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63D00A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3F3A54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BCB74E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750922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0443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A6203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472DBC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0A2D6D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2192B9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A9CA6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  <w:tc>
          <w:tcPr>
            <w:tcW w:w="713" w:type="dxa"/>
            <w:vAlign w:val="center"/>
          </w:tcPr>
          <w:p w14:paraId="3EC75C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27835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614.6</w:t>
            </w:r>
          </w:p>
        </w:tc>
      </w:tr>
      <w:tr w:rsidR="008C22D8" w14:paraId="74A2527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00FD29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A0FFF3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42BFD38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5421B78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C89C02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9E89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C04C6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E3C28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14FBA95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59CA8A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FEE9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F3EB3F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738BFA2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C09878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8C22D8" w14:paraId="1862DA0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2436193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E03081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559287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101.32</w:t>
            </w:r>
          </w:p>
        </w:tc>
        <w:tc>
          <w:tcPr>
            <w:tcW w:w="990" w:type="dxa"/>
            <w:vAlign w:val="center"/>
          </w:tcPr>
          <w:p w14:paraId="1872A1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0BA86C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D1EC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65B20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0EB3A1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2007.7</w:t>
            </w:r>
          </w:p>
        </w:tc>
        <w:tc>
          <w:tcPr>
            <w:tcW w:w="707" w:type="dxa"/>
            <w:vAlign w:val="center"/>
          </w:tcPr>
          <w:p w14:paraId="2B2015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8E1E37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CE0935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81C59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2007.7</w:t>
            </w:r>
          </w:p>
        </w:tc>
        <w:tc>
          <w:tcPr>
            <w:tcW w:w="713" w:type="dxa"/>
            <w:vAlign w:val="center"/>
          </w:tcPr>
          <w:p w14:paraId="438604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6A69A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2007.7</w:t>
            </w:r>
          </w:p>
        </w:tc>
      </w:tr>
      <w:tr w:rsidR="008C22D8" w14:paraId="53267CC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52C2D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088CF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814ACA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C317DF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1B9E55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39F08A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71BB94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DA06F2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ED4FD2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C001CF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B64870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A9BDF4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8D2275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13C58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5946</w:t>
            </w:r>
          </w:p>
        </w:tc>
      </w:tr>
      <w:tr w:rsidR="008C22D8" w14:paraId="3B21FC6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68E61E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F4F5CF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42AE85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18.06</w:t>
            </w:r>
          </w:p>
        </w:tc>
        <w:tc>
          <w:tcPr>
            <w:tcW w:w="990" w:type="dxa"/>
            <w:vAlign w:val="center"/>
          </w:tcPr>
          <w:p w14:paraId="3C504FB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00FAA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109E7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C9C819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B2369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520.6</w:t>
            </w:r>
          </w:p>
        </w:tc>
        <w:tc>
          <w:tcPr>
            <w:tcW w:w="707" w:type="dxa"/>
            <w:vAlign w:val="center"/>
          </w:tcPr>
          <w:p w14:paraId="68A453A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32B5A9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3DEE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FB1F3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546.6</w:t>
            </w:r>
          </w:p>
        </w:tc>
        <w:tc>
          <w:tcPr>
            <w:tcW w:w="713" w:type="dxa"/>
            <w:vAlign w:val="center"/>
          </w:tcPr>
          <w:p w14:paraId="4FE8ADA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5B06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546.6</w:t>
            </w:r>
          </w:p>
        </w:tc>
      </w:tr>
      <w:tr w:rsidR="008C22D8" w14:paraId="66F3F84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1DE0D1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A9BC6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0AD44A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22.82</w:t>
            </w:r>
          </w:p>
        </w:tc>
        <w:tc>
          <w:tcPr>
            <w:tcW w:w="990" w:type="dxa"/>
            <w:vAlign w:val="center"/>
          </w:tcPr>
          <w:p w14:paraId="022EE1C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B99655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D19BB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4F95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228DC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657.7</w:t>
            </w:r>
          </w:p>
        </w:tc>
        <w:tc>
          <w:tcPr>
            <w:tcW w:w="707" w:type="dxa"/>
            <w:vAlign w:val="center"/>
          </w:tcPr>
          <w:p w14:paraId="048F91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2DE26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F83BA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A032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624.8</w:t>
            </w:r>
          </w:p>
        </w:tc>
        <w:tc>
          <w:tcPr>
            <w:tcW w:w="713" w:type="dxa"/>
            <w:vAlign w:val="center"/>
          </w:tcPr>
          <w:p w14:paraId="3BC37DC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BDA1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624.8</w:t>
            </w:r>
          </w:p>
        </w:tc>
      </w:tr>
      <w:tr w:rsidR="008C22D8" w14:paraId="5A0E40B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888A35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CEF41D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31BE551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tcW w:w="990" w:type="dxa"/>
            <w:vAlign w:val="center"/>
          </w:tcPr>
          <w:p w14:paraId="6DD20CD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E449A7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E7480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BC261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B12E2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164.6</w:t>
            </w:r>
          </w:p>
        </w:tc>
        <w:tc>
          <w:tcPr>
            <w:tcW w:w="707" w:type="dxa"/>
            <w:vAlign w:val="center"/>
          </w:tcPr>
          <w:p w14:paraId="4E8474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A814E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ABDF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BC753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  <w:tc>
          <w:tcPr>
            <w:tcW w:w="713" w:type="dxa"/>
            <w:vAlign w:val="center"/>
          </w:tcPr>
          <w:p w14:paraId="49EA12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C6509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156.3</w:t>
            </w:r>
          </w:p>
        </w:tc>
      </w:tr>
      <w:tr w:rsidR="008C22D8" w14:paraId="2CDE0C6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FD67FF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2F89A8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664DC9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51288E8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BF1F2E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C00FB9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C077A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BAB9B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1C73E4A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51854A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737C8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7D314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339.7</w:t>
            </w:r>
          </w:p>
        </w:tc>
        <w:tc>
          <w:tcPr>
            <w:tcW w:w="713" w:type="dxa"/>
            <w:vAlign w:val="center"/>
          </w:tcPr>
          <w:p w14:paraId="7BD8D37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34CE6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339.7</w:t>
            </w:r>
          </w:p>
        </w:tc>
      </w:tr>
      <w:tr w:rsidR="008C22D8" w14:paraId="04CDD42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D8F530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709AB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20ED402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8.10</w:t>
            </w:r>
          </w:p>
        </w:tc>
        <w:tc>
          <w:tcPr>
            <w:tcW w:w="990" w:type="dxa"/>
            <w:vAlign w:val="center"/>
          </w:tcPr>
          <w:p w14:paraId="48C28C1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A85B8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FB7F2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94971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1A28A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808.7</w:t>
            </w:r>
          </w:p>
        </w:tc>
        <w:tc>
          <w:tcPr>
            <w:tcW w:w="707" w:type="dxa"/>
            <w:vAlign w:val="center"/>
          </w:tcPr>
          <w:p w14:paraId="43A8081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04B78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A55FE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03DAA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768.3</w:t>
            </w:r>
          </w:p>
        </w:tc>
        <w:tc>
          <w:tcPr>
            <w:tcW w:w="713" w:type="dxa"/>
            <w:vAlign w:val="center"/>
          </w:tcPr>
          <w:p w14:paraId="4EE769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B79B4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768.3</w:t>
            </w:r>
          </w:p>
        </w:tc>
      </w:tr>
      <w:tr w:rsidR="008C22D8" w14:paraId="4284144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750CDAF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EF938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7EFBA3E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16CB59B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23D8CF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E5483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3D9F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132D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18BC93C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57EC9E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C13B5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2A87E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09AC49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98807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8C22D8" w14:paraId="4FDBE1D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00B3F4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A87BCA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14:paraId="345CD9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6918F7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7DE767C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1847A1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24C54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45B59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07" w:type="dxa"/>
            <w:vAlign w:val="center"/>
          </w:tcPr>
          <w:p w14:paraId="5E5500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DF3DA3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F0862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C8E9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  <w:tc>
          <w:tcPr>
            <w:tcW w:w="713" w:type="dxa"/>
            <w:vAlign w:val="center"/>
          </w:tcPr>
          <w:p w14:paraId="69BE626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D19F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</w:tr>
      <w:tr w:rsidR="008C22D8" w14:paraId="69BC73E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72F4C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24642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92431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58.60</w:t>
            </w:r>
          </w:p>
        </w:tc>
        <w:tc>
          <w:tcPr>
            <w:tcW w:w="990" w:type="dxa"/>
            <w:vAlign w:val="center"/>
          </w:tcPr>
          <w:p w14:paraId="7C8307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9D4AD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F187D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98CB61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63166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1161.2</w:t>
            </w:r>
          </w:p>
        </w:tc>
        <w:tc>
          <w:tcPr>
            <w:tcW w:w="707" w:type="dxa"/>
            <w:vAlign w:val="center"/>
          </w:tcPr>
          <w:p w14:paraId="403B91D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85602E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6B9203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14E9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1161.2</w:t>
            </w:r>
          </w:p>
        </w:tc>
        <w:tc>
          <w:tcPr>
            <w:tcW w:w="713" w:type="dxa"/>
            <w:vAlign w:val="center"/>
          </w:tcPr>
          <w:p w14:paraId="6847A9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39F01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1161.2</w:t>
            </w:r>
          </w:p>
        </w:tc>
      </w:tr>
      <w:tr w:rsidR="008C22D8" w14:paraId="4394CE4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B64A3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549104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F01F23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8B62F4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041789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ABCD82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9BC539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8DE928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A82F5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82DF95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6C2A64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47152A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A7B886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02C03A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4016</w:t>
            </w:r>
          </w:p>
        </w:tc>
      </w:tr>
      <w:tr w:rsidR="008C22D8" w14:paraId="30A608E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EBB0F0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93C5C1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BA5519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19.52</w:t>
            </w:r>
          </w:p>
        </w:tc>
        <w:tc>
          <w:tcPr>
            <w:tcW w:w="990" w:type="dxa"/>
            <w:vAlign w:val="center"/>
          </w:tcPr>
          <w:p w14:paraId="6038F8E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4B0D1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6DFEF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CDC15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22C68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562.7</w:t>
            </w:r>
          </w:p>
        </w:tc>
        <w:tc>
          <w:tcPr>
            <w:tcW w:w="707" w:type="dxa"/>
            <w:vAlign w:val="center"/>
          </w:tcPr>
          <w:p w14:paraId="4CAD11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68BFB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346EA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A47E4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534.5</w:t>
            </w:r>
          </w:p>
        </w:tc>
        <w:tc>
          <w:tcPr>
            <w:tcW w:w="713" w:type="dxa"/>
            <w:vAlign w:val="center"/>
          </w:tcPr>
          <w:p w14:paraId="6B8C53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7CED3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534.5</w:t>
            </w:r>
          </w:p>
        </w:tc>
      </w:tr>
      <w:tr w:rsidR="008C22D8" w14:paraId="7B0F769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CB0C4F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481E3E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61204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23.54</w:t>
            </w:r>
          </w:p>
        </w:tc>
        <w:tc>
          <w:tcPr>
            <w:tcW w:w="990" w:type="dxa"/>
            <w:vAlign w:val="center"/>
          </w:tcPr>
          <w:p w14:paraId="4C4CBA5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695D3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CE1C5A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C68740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3915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678.5</w:t>
            </w:r>
          </w:p>
        </w:tc>
        <w:tc>
          <w:tcPr>
            <w:tcW w:w="707" w:type="dxa"/>
            <w:vAlign w:val="center"/>
          </w:tcPr>
          <w:p w14:paraId="6EFAB63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32DAA1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E3C2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A2AEF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712.4</w:t>
            </w:r>
          </w:p>
        </w:tc>
        <w:tc>
          <w:tcPr>
            <w:tcW w:w="713" w:type="dxa"/>
            <w:vAlign w:val="center"/>
          </w:tcPr>
          <w:p w14:paraId="791DFD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8ABA0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712.4</w:t>
            </w:r>
          </w:p>
        </w:tc>
      </w:tr>
      <w:tr w:rsidR="008C22D8" w14:paraId="3B87606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B451C61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5E7E9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52B60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8.10</w:t>
            </w:r>
          </w:p>
        </w:tc>
        <w:tc>
          <w:tcPr>
            <w:tcW w:w="990" w:type="dxa"/>
            <w:vAlign w:val="center"/>
          </w:tcPr>
          <w:p w14:paraId="7C1DA7A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8B4BA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85F14D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AF9B1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5DE1F3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808.7</w:t>
            </w:r>
          </w:p>
        </w:tc>
        <w:tc>
          <w:tcPr>
            <w:tcW w:w="707" w:type="dxa"/>
            <w:vAlign w:val="center"/>
          </w:tcPr>
          <w:p w14:paraId="75607AF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15A247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A3658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FE589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768.3</w:t>
            </w:r>
          </w:p>
        </w:tc>
        <w:tc>
          <w:tcPr>
            <w:tcW w:w="713" w:type="dxa"/>
            <w:vAlign w:val="center"/>
          </w:tcPr>
          <w:p w14:paraId="359845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A8B07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768.3</w:t>
            </w:r>
          </w:p>
        </w:tc>
      </w:tr>
      <w:tr w:rsidR="008C22D8" w14:paraId="44B51BE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389798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08E9E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5D02B21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4B76EE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CA4BB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B1BF8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C0C85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769ED2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35BB6B0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205A3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534D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C742D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339.7</w:t>
            </w:r>
          </w:p>
        </w:tc>
        <w:tc>
          <w:tcPr>
            <w:tcW w:w="713" w:type="dxa"/>
            <w:vAlign w:val="center"/>
          </w:tcPr>
          <w:p w14:paraId="7A5B89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C2153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339.7</w:t>
            </w:r>
          </w:p>
        </w:tc>
      </w:tr>
      <w:tr w:rsidR="008C22D8" w14:paraId="5A63277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2FB36F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A79873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34513D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36.88</w:t>
            </w:r>
          </w:p>
        </w:tc>
        <w:tc>
          <w:tcPr>
            <w:tcW w:w="990" w:type="dxa"/>
            <w:vAlign w:val="center"/>
          </w:tcPr>
          <w:p w14:paraId="5C16BDD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F7D339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13251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5FF85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6C724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730.7</w:t>
            </w:r>
          </w:p>
        </w:tc>
        <w:tc>
          <w:tcPr>
            <w:tcW w:w="707" w:type="dxa"/>
            <w:vAlign w:val="center"/>
          </w:tcPr>
          <w:p w14:paraId="00C1F0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B217DC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EE226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F3F20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730.7</w:t>
            </w:r>
          </w:p>
        </w:tc>
        <w:tc>
          <w:tcPr>
            <w:tcW w:w="713" w:type="dxa"/>
            <w:vAlign w:val="center"/>
          </w:tcPr>
          <w:p w14:paraId="1D994A9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CF5E5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730.7</w:t>
            </w:r>
          </w:p>
        </w:tc>
      </w:tr>
      <w:tr w:rsidR="008C22D8" w14:paraId="146A808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EED83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E9FF8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4FD1C2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D2D3DD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BA918E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2CFC3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5D4501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D12B19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32EEA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9F95FF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EE4747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D54768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C542AE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3FFB9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3086</w:t>
            </w:r>
          </w:p>
        </w:tc>
      </w:tr>
      <w:tr w:rsidR="008C22D8" w14:paraId="6F06E08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4D1E1A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2CBCF3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2FD946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14.86</w:t>
            </w:r>
          </w:p>
        </w:tc>
        <w:tc>
          <w:tcPr>
            <w:tcW w:w="990" w:type="dxa"/>
            <w:vAlign w:val="center"/>
          </w:tcPr>
          <w:p w14:paraId="3D68D3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9941A6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C6A55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C190B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8D960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428.3</w:t>
            </w:r>
          </w:p>
        </w:tc>
        <w:tc>
          <w:tcPr>
            <w:tcW w:w="707" w:type="dxa"/>
            <w:vAlign w:val="center"/>
          </w:tcPr>
          <w:p w14:paraId="364497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06FFA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2E0EB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C9B78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406.9</w:t>
            </w:r>
          </w:p>
        </w:tc>
        <w:tc>
          <w:tcPr>
            <w:tcW w:w="713" w:type="dxa"/>
            <w:vAlign w:val="center"/>
          </w:tcPr>
          <w:p w14:paraId="7A9295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8F784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406.9</w:t>
            </w:r>
          </w:p>
        </w:tc>
      </w:tr>
      <w:tr w:rsidR="008C22D8" w14:paraId="4BE13A8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E0DB4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E4A432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1FE5C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41.60</w:t>
            </w:r>
          </w:p>
        </w:tc>
        <w:tc>
          <w:tcPr>
            <w:tcW w:w="990" w:type="dxa"/>
            <w:vAlign w:val="center"/>
          </w:tcPr>
          <w:p w14:paraId="66360CD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297BCE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237664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5B82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BAFA70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1199.1</w:t>
            </w:r>
          </w:p>
        </w:tc>
        <w:tc>
          <w:tcPr>
            <w:tcW w:w="707" w:type="dxa"/>
            <w:vAlign w:val="center"/>
          </w:tcPr>
          <w:p w14:paraId="1CA826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9CDED8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C1D67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1A3F1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1259.0</w:t>
            </w:r>
          </w:p>
        </w:tc>
        <w:tc>
          <w:tcPr>
            <w:tcW w:w="713" w:type="dxa"/>
            <w:vAlign w:val="center"/>
          </w:tcPr>
          <w:p w14:paraId="6CF388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D448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1259.0</w:t>
            </w:r>
          </w:p>
        </w:tc>
      </w:tr>
      <w:tr w:rsidR="008C22D8" w14:paraId="702A021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A8EA9D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15F59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5B7C92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5518AB9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E7BE05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15AB9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086B28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A7BBB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77CCBC0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4574B8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3F8C61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D54B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26BCAA3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D9AF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8C22D8" w14:paraId="35AB27D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69E1A4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A61B53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21728A2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422BAFD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105E6F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7A17A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8EA228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3C87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721842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7AC756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E20AC7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840B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679.3</w:t>
            </w:r>
          </w:p>
        </w:tc>
        <w:tc>
          <w:tcPr>
            <w:tcW w:w="713" w:type="dxa"/>
            <w:vAlign w:val="center"/>
          </w:tcPr>
          <w:p w14:paraId="72AB743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960E3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679.3</w:t>
            </w:r>
          </w:p>
        </w:tc>
      </w:tr>
      <w:tr w:rsidR="008C22D8" w14:paraId="79C579F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225671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FF07EF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tcW w:w="848" w:type="dxa"/>
            <w:vAlign w:val="center"/>
          </w:tcPr>
          <w:p w14:paraId="7844EB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</w:p>
        </w:tc>
        <w:tc>
          <w:tcPr>
            <w:tcW w:w="990" w:type="dxa"/>
            <w:vAlign w:val="center"/>
          </w:tcPr>
          <w:p w14:paraId="07182A3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45183FB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E524BF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6392A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A2C062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106.0</w:t>
            </w:r>
          </w:p>
        </w:tc>
        <w:tc>
          <w:tcPr>
            <w:tcW w:w="707" w:type="dxa"/>
            <w:vAlign w:val="center"/>
          </w:tcPr>
          <w:p w14:paraId="25F45CB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A9660F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61338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58486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  <w:tc>
          <w:tcPr>
            <w:tcW w:w="713" w:type="dxa"/>
            <w:vAlign w:val="center"/>
          </w:tcPr>
          <w:p w14:paraId="77DE0FD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D12EA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111.3</w:t>
            </w:r>
          </w:p>
        </w:tc>
      </w:tr>
      <w:tr w:rsidR="008C22D8" w14:paraId="1B70D3A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7E57A0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877BD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DA5E4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25.76</w:t>
            </w:r>
          </w:p>
        </w:tc>
        <w:tc>
          <w:tcPr>
            <w:tcW w:w="990" w:type="dxa"/>
            <w:vAlign w:val="center"/>
          </w:tcPr>
          <w:p w14:paraId="704A716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2EDDC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A1DEC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91257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FB794B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510.4</w:t>
            </w:r>
          </w:p>
        </w:tc>
        <w:tc>
          <w:tcPr>
            <w:tcW w:w="707" w:type="dxa"/>
            <w:vAlign w:val="center"/>
          </w:tcPr>
          <w:p w14:paraId="30D064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59E1C4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DB0BF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B99D7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510.4</w:t>
            </w:r>
          </w:p>
        </w:tc>
        <w:tc>
          <w:tcPr>
            <w:tcW w:w="713" w:type="dxa"/>
            <w:vAlign w:val="center"/>
          </w:tcPr>
          <w:p w14:paraId="4BDAC1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330C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510.4</w:t>
            </w:r>
          </w:p>
        </w:tc>
      </w:tr>
      <w:tr w:rsidR="008C22D8" w14:paraId="20C7B42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2751CB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1DA766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4FD784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AFB34D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2273D8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6F3B3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440173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9C71EE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F944C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3D1783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5FDA6A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EF02CB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EF12C1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53581F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3274</w:t>
            </w:r>
          </w:p>
        </w:tc>
      </w:tr>
      <w:tr w:rsidR="008C22D8" w14:paraId="634C688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8560FE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8AD20C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4CF68E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990" w:type="dxa"/>
            <w:vAlign w:val="center"/>
          </w:tcPr>
          <w:p w14:paraId="53F854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8C943B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3855D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843061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E4D24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170.9</w:t>
            </w:r>
          </w:p>
        </w:tc>
        <w:tc>
          <w:tcPr>
            <w:tcW w:w="707" w:type="dxa"/>
            <w:vAlign w:val="center"/>
          </w:tcPr>
          <w:p w14:paraId="3085D58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95E32A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DC90B0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B7E7E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162.4</w:t>
            </w:r>
          </w:p>
        </w:tc>
        <w:tc>
          <w:tcPr>
            <w:tcW w:w="713" w:type="dxa"/>
            <w:vAlign w:val="center"/>
          </w:tcPr>
          <w:p w14:paraId="0E4847C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F6AC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162.4</w:t>
            </w:r>
          </w:p>
        </w:tc>
      </w:tr>
      <w:tr w:rsidR="008C22D8" w14:paraId="68C9245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553F066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03A203F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50F3C4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9.97</w:t>
            </w:r>
          </w:p>
        </w:tc>
        <w:tc>
          <w:tcPr>
            <w:tcW w:w="990" w:type="dxa"/>
            <w:vAlign w:val="center"/>
          </w:tcPr>
          <w:p w14:paraId="32BE159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14F076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FDB506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A79D4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848EF2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287.3</w:t>
            </w:r>
          </w:p>
        </w:tc>
        <w:tc>
          <w:tcPr>
            <w:tcW w:w="707" w:type="dxa"/>
            <w:vAlign w:val="center"/>
          </w:tcPr>
          <w:p w14:paraId="410A8C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CAD5D0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D65CA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ADA30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273.0</w:t>
            </w:r>
          </w:p>
        </w:tc>
        <w:tc>
          <w:tcPr>
            <w:tcW w:w="713" w:type="dxa"/>
            <w:vAlign w:val="center"/>
          </w:tcPr>
          <w:p w14:paraId="2B54F38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0F58A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273.0</w:t>
            </w:r>
          </w:p>
        </w:tc>
      </w:tr>
      <w:tr w:rsidR="008C22D8" w14:paraId="6B496E1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83C219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4B9FE2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4E587D3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17.29</w:t>
            </w:r>
          </w:p>
        </w:tc>
        <w:tc>
          <w:tcPr>
            <w:tcW w:w="990" w:type="dxa"/>
            <w:vAlign w:val="center"/>
          </w:tcPr>
          <w:p w14:paraId="33C9107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389320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51AC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546646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886B68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498.4</w:t>
            </w:r>
          </w:p>
        </w:tc>
        <w:tc>
          <w:tcPr>
            <w:tcW w:w="707" w:type="dxa"/>
            <w:vAlign w:val="center"/>
          </w:tcPr>
          <w:p w14:paraId="13147E9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44861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7BF606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E10F0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423.6</w:t>
            </w:r>
          </w:p>
        </w:tc>
        <w:tc>
          <w:tcPr>
            <w:tcW w:w="713" w:type="dxa"/>
            <w:vAlign w:val="center"/>
          </w:tcPr>
          <w:p w14:paraId="2C0961D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FA819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423.6</w:t>
            </w:r>
          </w:p>
        </w:tc>
      </w:tr>
      <w:tr w:rsidR="008C22D8" w14:paraId="5D61DE3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B106CA5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024FA7D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65AA73A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5724FE7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14287F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067418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49013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FBFEDB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010FB72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2F186F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6D395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2DCB3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4DD9378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33DAE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8C22D8" w14:paraId="64354BE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E966EA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C1E9BA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D466A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4.86</w:t>
            </w:r>
          </w:p>
        </w:tc>
        <w:tc>
          <w:tcPr>
            <w:tcW w:w="990" w:type="dxa"/>
            <w:vAlign w:val="center"/>
          </w:tcPr>
          <w:p w14:paraId="1169DA6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4EB88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D4882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67938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374E2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485.2</w:t>
            </w:r>
          </w:p>
        </w:tc>
        <w:tc>
          <w:tcPr>
            <w:tcW w:w="707" w:type="dxa"/>
            <w:vAlign w:val="center"/>
          </w:tcPr>
          <w:p w14:paraId="26163C6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E191E8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4B40CD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A5D3C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412.4</w:t>
            </w:r>
          </w:p>
        </w:tc>
        <w:tc>
          <w:tcPr>
            <w:tcW w:w="713" w:type="dxa"/>
            <w:vAlign w:val="center"/>
          </w:tcPr>
          <w:p w14:paraId="15EC43A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ED5D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412.4</w:t>
            </w:r>
          </w:p>
        </w:tc>
      </w:tr>
      <w:tr w:rsidR="008C22D8" w14:paraId="07C6A48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ADDE7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3C7D9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3AB7F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15.76</w:t>
            </w:r>
          </w:p>
        </w:tc>
        <w:tc>
          <w:tcPr>
            <w:tcW w:w="990" w:type="dxa"/>
            <w:vAlign w:val="center"/>
          </w:tcPr>
          <w:p w14:paraId="353D68D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FEC72A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CF7230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007530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40A0A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312.3</w:t>
            </w:r>
          </w:p>
        </w:tc>
        <w:tc>
          <w:tcPr>
            <w:tcW w:w="707" w:type="dxa"/>
            <w:vAlign w:val="center"/>
          </w:tcPr>
          <w:p w14:paraId="3047052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2F9D7F4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827FB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F634E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312.3</w:t>
            </w:r>
          </w:p>
        </w:tc>
        <w:tc>
          <w:tcPr>
            <w:tcW w:w="713" w:type="dxa"/>
            <w:vAlign w:val="center"/>
          </w:tcPr>
          <w:p w14:paraId="4058B08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7800E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312.3</w:t>
            </w:r>
          </w:p>
        </w:tc>
      </w:tr>
      <w:tr w:rsidR="008C22D8" w14:paraId="1BBF56E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A2EBB7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739C46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E30F6C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7788CE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6C18A5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9E566C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0A4B03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90A0D2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A811F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7C55D5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99A7FB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722507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A74EB6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27774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</w:t>
            </w:r>
          </w:p>
        </w:tc>
      </w:tr>
      <w:tr w:rsidR="008C22D8" w14:paraId="598415D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674FA2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0ACE8F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472BD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21.00</w:t>
            </w:r>
          </w:p>
        </w:tc>
        <w:tc>
          <w:tcPr>
            <w:tcW w:w="990" w:type="dxa"/>
            <w:vAlign w:val="center"/>
          </w:tcPr>
          <w:p w14:paraId="60EEDCA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6942C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D6D43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D1E5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65B8CD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605.4</w:t>
            </w:r>
          </w:p>
        </w:tc>
        <w:tc>
          <w:tcPr>
            <w:tcW w:w="707" w:type="dxa"/>
            <w:vAlign w:val="center"/>
          </w:tcPr>
          <w:p w14:paraId="41380D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E713D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963660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54DFB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514.6</w:t>
            </w:r>
          </w:p>
        </w:tc>
        <w:tc>
          <w:tcPr>
            <w:tcW w:w="713" w:type="dxa"/>
            <w:vAlign w:val="center"/>
          </w:tcPr>
          <w:p w14:paraId="4BC7783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5B8ED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514.6</w:t>
            </w:r>
          </w:p>
        </w:tc>
      </w:tr>
      <w:tr w:rsidR="008C22D8" w14:paraId="58E224C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B47A2DE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3FE17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1BBA2C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20.21</w:t>
            </w:r>
          </w:p>
        </w:tc>
        <w:tc>
          <w:tcPr>
            <w:tcW w:w="990" w:type="dxa"/>
            <w:vAlign w:val="center"/>
          </w:tcPr>
          <w:p w14:paraId="5054F39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6118FC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AC6317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064907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D066D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582.5</w:t>
            </w:r>
          </w:p>
        </w:tc>
        <w:tc>
          <w:tcPr>
            <w:tcW w:w="707" w:type="dxa"/>
            <w:vAlign w:val="center"/>
          </w:tcPr>
          <w:p w14:paraId="1A91C3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4FCEF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66DABC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63203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553.3</w:t>
            </w:r>
          </w:p>
        </w:tc>
        <w:tc>
          <w:tcPr>
            <w:tcW w:w="713" w:type="dxa"/>
            <w:vAlign w:val="center"/>
          </w:tcPr>
          <w:p w14:paraId="1DD7F00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1FA3F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553.3</w:t>
            </w:r>
          </w:p>
        </w:tc>
      </w:tr>
      <w:tr w:rsidR="008C22D8" w14:paraId="4D8B0D3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6A8DAC6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DDE44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498B457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6.48</w:t>
            </w:r>
          </w:p>
        </w:tc>
        <w:tc>
          <w:tcPr>
            <w:tcW w:w="990" w:type="dxa"/>
            <w:vAlign w:val="center"/>
          </w:tcPr>
          <w:p w14:paraId="7EF5DA7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8CB3C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7E7A2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64B80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F5930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647.0</w:t>
            </w:r>
          </w:p>
        </w:tc>
        <w:tc>
          <w:tcPr>
            <w:tcW w:w="707" w:type="dxa"/>
            <w:vAlign w:val="center"/>
          </w:tcPr>
          <w:p w14:paraId="2E1658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A44478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878A2F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10BBE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549.9</w:t>
            </w:r>
          </w:p>
        </w:tc>
        <w:tc>
          <w:tcPr>
            <w:tcW w:w="713" w:type="dxa"/>
            <w:vAlign w:val="center"/>
          </w:tcPr>
          <w:p w14:paraId="0805E63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5D762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549.9</w:t>
            </w:r>
          </w:p>
        </w:tc>
      </w:tr>
      <w:tr w:rsidR="008C22D8" w14:paraId="75BCB98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86B64B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D0C47BE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B291E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10.39</w:t>
            </w:r>
          </w:p>
        </w:tc>
        <w:tc>
          <w:tcPr>
            <w:tcW w:w="990" w:type="dxa"/>
            <w:vAlign w:val="center"/>
          </w:tcPr>
          <w:p w14:paraId="238277E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F3F77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DEBA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B9D29D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75B9E4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205.8</w:t>
            </w:r>
          </w:p>
        </w:tc>
        <w:tc>
          <w:tcPr>
            <w:tcW w:w="707" w:type="dxa"/>
            <w:vAlign w:val="center"/>
          </w:tcPr>
          <w:p w14:paraId="10D332C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150C0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20192F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70492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205.8</w:t>
            </w:r>
          </w:p>
        </w:tc>
        <w:tc>
          <w:tcPr>
            <w:tcW w:w="713" w:type="dxa"/>
            <w:vAlign w:val="center"/>
          </w:tcPr>
          <w:p w14:paraId="7BB2355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B4B6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205.8</w:t>
            </w:r>
          </w:p>
        </w:tc>
      </w:tr>
      <w:tr w:rsidR="008C22D8" w14:paraId="0E47B2E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4265545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DA2213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FE0289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58145B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B5CBE8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004E46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6BA39B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144676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84009C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BC2E61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F01C3F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1C6C83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1FCEE9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F5A825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1824</w:t>
            </w:r>
          </w:p>
        </w:tc>
      </w:tr>
      <w:tr w:rsidR="008C22D8" w14:paraId="7B5D57E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FA80E1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D31094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D3CE35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5.45</w:t>
            </w:r>
          </w:p>
        </w:tc>
        <w:tc>
          <w:tcPr>
            <w:tcW w:w="990" w:type="dxa"/>
            <w:vAlign w:val="center"/>
          </w:tcPr>
          <w:p w14:paraId="23EA93E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939560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7A6BC4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2912F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6CFA7E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108.0</w:t>
            </w:r>
          </w:p>
        </w:tc>
        <w:tc>
          <w:tcPr>
            <w:tcW w:w="707" w:type="dxa"/>
            <w:vAlign w:val="center"/>
          </w:tcPr>
          <w:p w14:paraId="776A604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6FD5A1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0750D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A034B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108.0</w:t>
            </w:r>
          </w:p>
        </w:tc>
        <w:tc>
          <w:tcPr>
            <w:tcW w:w="713" w:type="dxa"/>
            <w:vAlign w:val="center"/>
          </w:tcPr>
          <w:p w14:paraId="0E131AE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FB439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108.0</w:t>
            </w:r>
          </w:p>
        </w:tc>
      </w:tr>
      <w:tr w:rsidR="008C22D8" w14:paraId="1A85C6F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0313A6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15A2CA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513174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6.32</w:t>
            </w:r>
          </w:p>
        </w:tc>
        <w:tc>
          <w:tcPr>
            <w:tcW w:w="990" w:type="dxa"/>
            <w:vAlign w:val="center"/>
          </w:tcPr>
          <w:p w14:paraId="08707D8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E8C2DC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2C5430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4A9103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DF584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182.1</w:t>
            </w:r>
          </w:p>
        </w:tc>
        <w:tc>
          <w:tcPr>
            <w:tcW w:w="707" w:type="dxa"/>
            <w:vAlign w:val="center"/>
          </w:tcPr>
          <w:p w14:paraId="0749ACC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07514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6968E3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DA282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173.0</w:t>
            </w:r>
          </w:p>
        </w:tc>
        <w:tc>
          <w:tcPr>
            <w:tcW w:w="713" w:type="dxa"/>
            <w:vAlign w:val="center"/>
          </w:tcPr>
          <w:p w14:paraId="544309A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D723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173.0</w:t>
            </w:r>
          </w:p>
        </w:tc>
      </w:tr>
      <w:tr w:rsidR="008C22D8" w14:paraId="62DF3FE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92EDADC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58ED75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3E78E3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5472ED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6DBDE2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E6F41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62EA90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716BAB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E051A0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4C35BF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5AB4CF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7B4C22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C8A0A6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6BD9A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</w:t>
            </w:r>
          </w:p>
        </w:tc>
      </w:tr>
      <w:tr w:rsidR="008C22D8" w14:paraId="5F4BA3F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9A48187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709D96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FE5471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10.43</w:t>
            </w:r>
          </w:p>
        </w:tc>
        <w:tc>
          <w:tcPr>
            <w:tcW w:w="990" w:type="dxa"/>
            <w:vAlign w:val="center"/>
          </w:tcPr>
          <w:p w14:paraId="59E40F1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D2312B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5919C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2F64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3BD4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300.6</w:t>
            </w:r>
          </w:p>
        </w:tc>
        <w:tc>
          <w:tcPr>
            <w:tcW w:w="707" w:type="dxa"/>
            <w:vAlign w:val="center"/>
          </w:tcPr>
          <w:p w14:paraId="615FE11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64B0BA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0B709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EA558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285.6</w:t>
            </w:r>
          </w:p>
        </w:tc>
        <w:tc>
          <w:tcPr>
            <w:tcW w:w="713" w:type="dxa"/>
            <w:vAlign w:val="center"/>
          </w:tcPr>
          <w:p w14:paraId="5DDFD06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E4B716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285.6</w:t>
            </w:r>
          </w:p>
        </w:tc>
      </w:tr>
      <w:tr w:rsidR="008C22D8" w14:paraId="5BDE2C1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3DEF3B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B38359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466C4BE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7.79</w:t>
            </w:r>
          </w:p>
        </w:tc>
        <w:tc>
          <w:tcPr>
            <w:tcW w:w="990" w:type="dxa"/>
            <w:vAlign w:val="center"/>
          </w:tcPr>
          <w:p w14:paraId="43A8AE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93330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E2878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76F67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ADA807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224.5</w:t>
            </w:r>
          </w:p>
        </w:tc>
        <w:tc>
          <w:tcPr>
            <w:tcW w:w="707" w:type="dxa"/>
            <w:vAlign w:val="center"/>
          </w:tcPr>
          <w:p w14:paraId="6B7EF6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0B219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B8E05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6DAC8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190.8</w:t>
            </w:r>
          </w:p>
        </w:tc>
        <w:tc>
          <w:tcPr>
            <w:tcW w:w="713" w:type="dxa"/>
            <w:vAlign w:val="center"/>
          </w:tcPr>
          <w:p w14:paraId="648037F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EEF9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190.8</w:t>
            </w:r>
          </w:p>
        </w:tc>
      </w:tr>
      <w:tr w:rsidR="008C22D8" w14:paraId="3627F70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4EBF5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90EEA3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C3BD4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4.86</w:t>
            </w:r>
          </w:p>
        </w:tc>
        <w:tc>
          <w:tcPr>
            <w:tcW w:w="990" w:type="dxa"/>
            <w:vAlign w:val="center"/>
          </w:tcPr>
          <w:p w14:paraId="1E4BD6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E8302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FED04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488FE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6982BA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485.2</w:t>
            </w:r>
          </w:p>
        </w:tc>
        <w:tc>
          <w:tcPr>
            <w:tcW w:w="707" w:type="dxa"/>
            <w:vAlign w:val="center"/>
          </w:tcPr>
          <w:p w14:paraId="46CF4D2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9CFC6E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30D8D4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F22A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412.4</w:t>
            </w:r>
          </w:p>
        </w:tc>
        <w:tc>
          <w:tcPr>
            <w:tcW w:w="713" w:type="dxa"/>
            <w:vAlign w:val="center"/>
          </w:tcPr>
          <w:p w14:paraId="6A5FAE1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A5AE9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412.4</w:t>
            </w:r>
          </w:p>
        </w:tc>
      </w:tr>
      <w:tr w:rsidR="008C22D8" w14:paraId="6D133FE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63D950D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8BD9B4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72BC14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4A1C5F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D35398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EDAA5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ADB15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F7829B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FE65C8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3778BB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C37D70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5400E0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566825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8A27FF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889</w:t>
            </w:r>
          </w:p>
        </w:tc>
      </w:tr>
      <w:tr w:rsidR="008C22D8" w14:paraId="66195E9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6885F36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8B954B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8F2B50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</w:t>
            </w:r>
          </w:p>
        </w:tc>
        <w:tc>
          <w:tcPr>
            <w:tcW w:w="990" w:type="dxa"/>
            <w:vAlign w:val="center"/>
          </w:tcPr>
          <w:p w14:paraId="2216FC1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6D213E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52C0C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B9E0F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6F9362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87.3</w:t>
            </w:r>
          </w:p>
        </w:tc>
        <w:tc>
          <w:tcPr>
            <w:tcW w:w="707" w:type="dxa"/>
            <w:vAlign w:val="center"/>
          </w:tcPr>
          <w:p w14:paraId="71A06E9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2C01FB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F8E004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AE931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  <w:tc>
          <w:tcPr>
            <w:tcW w:w="713" w:type="dxa"/>
            <w:vAlign w:val="center"/>
          </w:tcPr>
          <w:p w14:paraId="254DC2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307C3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83.0</w:t>
            </w:r>
          </w:p>
        </w:tc>
      </w:tr>
      <w:tr w:rsidR="008C22D8" w14:paraId="3C2B7C0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64F555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8A068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3629691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7.71</w:t>
            </w:r>
          </w:p>
        </w:tc>
        <w:tc>
          <w:tcPr>
            <w:tcW w:w="990" w:type="dxa"/>
            <w:vAlign w:val="center"/>
          </w:tcPr>
          <w:p w14:paraId="6DB1A7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37FDE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B89E17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9CC5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488C8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222.1</w:t>
            </w:r>
          </w:p>
        </w:tc>
        <w:tc>
          <w:tcPr>
            <w:tcW w:w="707" w:type="dxa"/>
            <w:vAlign w:val="center"/>
          </w:tcPr>
          <w:p w14:paraId="0A450F0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65E91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0F34C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67F66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188.8</w:t>
            </w:r>
          </w:p>
        </w:tc>
        <w:tc>
          <w:tcPr>
            <w:tcW w:w="713" w:type="dxa"/>
            <w:vAlign w:val="center"/>
          </w:tcPr>
          <w:p w14:paraId="7663C36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4C0A1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188.8</w:t>
            </w:r>
          </w:p>
        </w:tc>
      </w:tr>
      <w:tr w:rsidR="008C22D8" w14:paraId="12E61F8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B410B0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4FFAA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4C4EE79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0A17D51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F578F0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D16E3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11259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DBF0C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3EB1548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405263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49733D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AD8E1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  <w:tc>
          <w:tcPr>
            <w:tcW w:w="713" w:type="dxa"/>
            <w:vAlign w:val="center"/>
          </w:tcPr>
          <w:p w14:paraId="5831A66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CAB74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137.5</w:t>
            </w:r>
          </w:p>
        </w:tc>
      </w:tr>
      <w:tr w:rsidR="008C22D8" w14:paraId="79703DD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1540D68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930B53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426400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A72197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647BF6D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987803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E4F23C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D1CB36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11A768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F417D7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E77446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088EFA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05E9C4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89E3BF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</w:t>
            </w:r>
          </w:p>
        </w:tc>
      </w:tr>
      <w:tr w:rsidR="008C22D8" w14:paraId="51B9153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2013CA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48144C2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4E37C21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6.29</w:t>
            </w:r>
          </w:p>
        </w:tc>
        <w:tc>
          <w:tcPr>
            <w:tcW w:w="990" w:type="dxa"/>
            <w:vAlign w:val="center"/>
          </w:tcPr>
          <w:p w14:paraId="4C1E7AC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858C62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B6F0A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53A333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4CCBAC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181.2</w:t>
            </w:r>
          </w:p>
        </w:tc>
        <w:tc>
          <w:tcPr>
            <w:tcW w:w="707" w:type="dxa"/>
            <w:vAlign w:val="center"/>
          </w:tcPr>
          <w:p w14:paraId="2D2705D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D16F75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1CC6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EBEEA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172.1</w:t>
            </w:r>
          </w:p>
        </w:tc>
        <w:tc>
          <w:tcPr>
            <w:tcW w:w="713" w:type="dxa"/>
            <w:vAlign w:val="center"/>
          </w:tcPr>
          <w:p w14:paraId="652EBCD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0EF42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172.1</w:t>
            </w:r>
          </w:p>
        </w:tc>
      </w:tr>
      <w:tr w:rsidR="008C22D8" w14:paraId="4F29E18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46EEC44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6AC30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10C87A4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</w:t>
            </w:r>
          </w:p>
        </w:tc>
        <w:tc>
          <w:tcPr>
            <w:tcW w:w="990" w:type="dxa"/>
            <w:vAlign w:val="center"/>
          </w:tcPr>
          <w:p w14:paraId="76069E3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6F0DAA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0132E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6099F1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A299F9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161.7</w:t>
            </w:r>
          </w:p>
        </w:tc>
        <w:tc>
          <w:tcPr>
            <w:tcW w:w="707" w:type="dxa"/>
            <w:vAlign w:val="center"/>
          </w:tcPr>
          <w:p w14:paraId="59DBE9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4A4382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B0C221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849CFA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59870D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2713A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8C22D8" w14:paraId="5374EB4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BD0B06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5CB40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672678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DF96AD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485D0E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CAB999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30ED4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60AD2E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4A685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99101A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AF96B24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D90072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96EB95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7C9CA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</w:t>
            </w:r>
          </w:p>
        </w:tc>
      </w:tr>
      <w:tr w:rsidR="008C22D8" w14:paraId="05CBBD7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7735C2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FA36869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2AE963F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3.50</w:t>
            </w:r>
          </w:p>
        </w:tc>
        <w:tc>
          <w:tcPr>
            <w:tcW w:w="990" w:type="dxa"/>
            <w:vAlign w:val="center"/>
          </w:tcPr>
          <w:p w14:paraId="56AD53D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2777AF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CB601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D6DBAF3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A9EF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100.8</w:t>
            </w:r>
          </w:p>
        </w:tc>
        <w:tc>
          <w:tcPr>
            <w:tcW w:w="707" w:type="dxa"/>
            <w:vAlign w:val="center"/>
          </w:tcPr>
          <w:p w14:paraId="1362025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20170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C4F036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41C90C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95.7</w:t>
            </w:r>
          </w:p>
        </w:tc>
        <w:tc>
          <w:tcPr>
            <w:tcW w:w="713" w:type="dxa"/>
            <w:vAlign w:val="center"/>
          </w:tcPr>
          <w:p w14:paraId="3CCADAB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350348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95.7</w:t>
            </w:r>
          </w:p>
        </w:tc>
      </w:tr>
      <w:tr w:rsidR="008C22D8" w14:paraId="49B92F0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430760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22D487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1E42716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</w:t>
            </w:r>
          </w:p>
        </w:tc>
        <w:tc>
          <w:tcPr>
            <w:tcW w:w="990" w:type="dxa"/>
            <w:vAlign w:val="center"/>
          </w:tcPr>
          <w:p w14:paraId="760614C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258E1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6DA58F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1932AF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E3DA31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323.5</w:t>
            </w:r>
          </w:p>
        </w:tc>
        <w:tc>
          <w:tcPr>
            <w:tcW w:w="707" w:type="dxa"/>
            <w:vAlign w:val="center"/>
          </w:tcPr>
          <w:p w14:paraId="11362D7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67B253F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D50DBD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20F10D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  <w:tc>
          <w:tcPr>
            <w:tcW w:w="713" w:type="dxa"/>
            <w:vAlign w:val="center"/>
          </w:tcPr>
          <w:p w14:paraId="5704D480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5923A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307.3</w:t>
            </w:r>
          </w:p>
        </w:tc>
      </w:tr>
      <w:tr w:rsidR="008C22D8" w14:paraId="0772D95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04F1C40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5FBC03B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60A706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985DDA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F95342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9FE5F8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A3DA6A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EFF17E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B45F66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609B6E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DB9FF8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38CA87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627056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20791D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403</w:t>
            </w:r>
          </w:p>
        </w:tc>
      </w:tr>
      <w:tr w:rsidR="008C22D8" w14:paraId="1BA27E79" w14:textId="77777777">
        <w:trPr>
          <w:jc w:val="center"/>
        </w:trPr>
        <w:tc>
          <w:tcPr>
            <w:tcW w:w="1143" w:type="dxa"/>
            <w:vAlign w:val="center"/>
          </w:tcPr>
          <w:p w14:paraId="5C07EE1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X013,X014[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744BC6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2FC4DB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43DB229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DE8721C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96E843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FD44A3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E2F037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CA46830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A3DB44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C39120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4749BE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88D200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91311E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8C22D8" w14:paraId="657E9DF4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3DA9A3C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45BC511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FA3EBC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tcW w:w="990" w:type="dxa"/>
            <w:vAlign w:val="center"/>
          </w:tcPr>
          <w:p w14:paraId="0E98F987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DA9676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6F130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D5639D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E5B5FBE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  <w:tc>
          <w:tcPr>
            <w:tcW w:w="707" w:type="dxa"/>
            <w:vAlign w:val="center"/>
          </w:tcPr>
          <w:p w14:paraId="0274D079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66E5A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289D844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3A9952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151.2</w:t>
            </w:r>
          </w:p>
        </w:tc>
        <w:tc>
          <w:tcPr>
            <w:tcW w:w="713" w:type="dxa"/>
            <w:vAlign w:val="center"/>
          </w:tcPr>
          <w:p w14:paraId="2C18B8DB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7869C6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151.2</w:t>
            </w:r>
          </w:p>
        </w:tc>
      </w:tr>
      <w:tr w:rsidR="008C22D8" w14:paraId="0116995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57E8F5A" w14:textId="77777777" w:rsidR="008C22D8" w:rsidRDefault="008C22D8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34E5740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F75E6C7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923206F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3A00863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D6E6B1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00E78B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639E2F8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C4F97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0A24A7B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D100FC6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C39F685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B3331E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3BCE7D5" w14:textId="77777777" w:rsidR="008C22D8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</w:tr>
      <w:tr w:rsidR="008C22D8" w14:paraId="23D7E917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5B066D75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20A21832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586EA51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39509</w:t>
            </w:r>
          </w:p>
        </w:tc>
      </w:tr>
      <w:tr w:rsidR="008C22D8" w14:paraId="0BE70BFF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2D15CBA8" w14:textId="77777777" w:rsidR="008C22D8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tcW w:w="8190" w:type="dxa"/>
            <w:gridSpan w:val="11"/>
            <w:vAlign w:val="center"/>
          </w:tcPr>
          <w:p w14:paraId="3832BDA1" w14:textId="77777777" w:rsidR="008C22D8" w:rsidRDefault="008C22D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DA19BEA" w14:textId="77777777" w:rsidR="008C22D8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73665</w:t>
            </w:r>
          </w:p>
        </w:tc>
      </w:tr>
    </w:tbl>
    <w:p w14:paraId="39C3DAA7" w14:textId="77777777" w:rsidR="008C22D8" w:rsidRDefault="008C22D8"/>
    <w:sectPr w:rsidR="008C22D8" w:rsidSect="00BB0743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D0214" w14:textId="77777777" w:rsidR="00BB0743" w:rsidRDefault="00BB0743">
      <w:r>
        <w:separator/>
      </w:r>
    </w:p>
  </w:endnote>
  <w:endnote w:type="continuationSeparator" w:id="0">
    <w:p w14:paraId="5E209A77" w14:textId="77777777" w:rsidR="00BB0743" w:rsidRDefault="00BB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92E3" w14:textId="77777777" w:rsidR="00000000" w:rsidRDefault="00000000" w:rsidP="005F139E">
    <w:pPr>
      <w:pStyle w:val="a5"/>
    </w:pPr>
  </w:p>
  <w:p w14:paraId="4EBCEB3A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956946"/>
      <w:docPartObj>
        <w:docPartGallery w:val="Page Numbers (Bottom of Page)"/>
        <w:docPartUnique/>
      </w:docPartObj>
    </w:sdtPr>
    <w:sdtContent>
      <w:p w14:paraId="4494A9DA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580A">
          <w:rPr>
            <w:noProof/>
            <w:lang w:val="zh-CN"/>
          </w:rPr>
          <w:t>1</w:t>
        </w:r>
        <w:r>
          <w:fldChar w:fldCharType="end"/>
        </w:r>
      </w:p>
    </w:sdtContent>
  </w:sdt>
  <w:p w14:paraId="1644ED09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69F72" w14:textId="77777777" w:rsidR="00BB0743" w:rsidRDefault="00BB0743">
      <w:r>
        <w:separator/>
      </w:r>
    </w:p>
  </w:footnote>
  <w:footnote w:type="continuationSeparator" w:id="0">
    <w:p w14:paraId="487E0BA6" w14:textId="77777777" w:rsidR="00BB0743" w:rsidRDefault="00BB0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1CF05" w14:textId="77777777" w:rsidR="00000000" w:rsidRDefault="00000000" w:rsidP="00B36B5D">
    <w:pPr>
      <w:pStyle w:val="a4"/>
      <w:jc w:val="left"/>
    </w:pPr>
    <w:r>
      <w:rPr>
        <w:noProof/>
        <w:lang w:val="en-US"/>
      </w:rPr>
      <w:drawing>
        <wp:inline distT="0" distB="0" distL="0" distR="0" wp14:anchorId="5721B542" wp14:editId="43339106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850686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ED7"/>
    <w:rsid w:val="001915A3"/>
    <w:rsid w:val="00217F62"/>
    <w:rsid w:val="007B6ED7"/>
    <w:rsid w:val="008C22D8"/>
    <w:rsid w:val="00A906D8"/>
    <w:rsid w:val="00AB5A74"/>
    <w:rsid w:val="00BB0743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2C4F6A2C"/>
  <w15:docId w15:val="{38AE37EA-1573-45D5-A45B-697E0F33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9D3C9F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0</TotalTime>
  <Pages>9</Pages>
  <Words>1669</Words>
  <Characters>9515</Characters>
  <Application>Microsoft Office Word</Application>
  <DocSecurity>0</DocSecurity>
  <Lines>79</Lines>
  <Paragraphs>22</Paragraphs>
  <ScaleCrop>false</ScaleCrop>
  <Company>ths</Company>
  <LinksUpToDate>false</LinksUpToDate>
  <CharactersWithSpaces>11162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2024-03-04T12:34:00Z</dcterms:created>
  <dcterms:modified xsi:type="dcterms:W3CDTF">2024-03-04T12:34:00Z</dcterms:modified>
</cp:coreProperties>
</file>